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B8" w:rsidRDefault="00CF3FB8" w:rsidP="00D06427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 Ульяновской  области</w:t>
      </w:r>
    </w:p>
    <w:p w:rsidR="00CF3FB8" w:rsidRDefault="00CF3FB8" w:rsidP="00D06427">
      <w:pPr>
        <w:pStyle w:val="ConsPlusTitle"/>
        <w:jc w:val="center"/>
        <w:rPr>
          <w:sz w:val="28"/>
          <w:szCs w:val="28"/>
        </w:rPr>
      </w:pPr>
    </w:p>
    <w:p w:rsidR="00CF3FB8" w:rsidRDefault="00CF3FB8" w:rsidP="00D06427">
      <w:pPr>
        <w:pStyle w:val="ConsPlusTitle"/>
        <w:jc w:val="center"/>
        <w:rPr>
          <w:sz w:val="28"/>
          <w:szCs w:val="28"/>
        </w:rPr>
      </w:pPr>
    </w:p>
    <w:p w:rsidR="00CF3FB8" w:rsidRDefault="00CF3FB8" w:rsidP="00D06427">
      <w:pPr>
        <w:pStyle w:val="ConsPlusTitle"/>
        <w:jc w:val="center"/>
        <w:rPr>
          <w:sz w:val="28"/>
          <w:szCs w:val="28"/>
        </w:rPr>
      </w:pPr>
    </w:p>
    <w:p w:rsidR="00CF3FB8" w:rsidRDefault="00CF3FB8" w:rsidP="00D06427">
      <w:pPr>
        <w:pStyle w:val="ConsPlusTitle"/>
        <w:jc w:val="center"/>
        <w:rPr>
          <w:sz w:val="28"/>
          <w:szCs w:val="28"/>
        </w:rPr>
      </w:pPr>
    </w:p>
    <w:p w:rsidR="00CF3FB8" w:rsidRDefault="00CF3FB8" w:rsidP="004A58C1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CF3FB8" w:rsidRPr="00606EEA" w:rsidRDefault="00CF3FB8" w:rsidP="004A58C1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Ульяновской области</w:t>
      </w: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  <w:bookmarkStart w:id="0" w:name="_GoBack"/>
      <w:bookmarkEnd w:id="0"/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Pr="00C728E9" w:rsidRDefault="00CF3FB8" w:rsidP="00D06427">
      <w:pPr>
        <w:jc w:val="both"/>
      </w:pPr>
    </w:p>
    <w:p w:rsidR="00CF3FB8" w:rsidRPr="00C728E9" w:rsidRDefault="00CF3FB8" w:rsidP="00D06427">
      <w:pPr>
        <w:jc w:val="both"/>
      </w:pPr>
    </w:p>
    <w:p w:rsidR="00CF3FB8" w:rsidRDefault="00CF3FB8" w:rsidP="001D73B6">
      <w:pPr>
        <w:ind w:firstLine="700"/>
        <w:jc w:val="both"/>
        <w:rPr>
          <w:b/>
          <w:sz w:val="28"/>
        </w:rPr>
      </w:pPr>
      <w:r w:rsidRPr="001D73B6">
        <w:rPr>
          <w:b/>
          <w:sz w:val="28"/>
        </w:rPr>
        <w:t>Статья 1</w:t>
      </w:r>
    </w:p>
    <w:p w:rsidR="00CF3FB8" w:rsidRDefault="00CF3FB8" w:rsidP="001D73B6">
      <w:pPr>
        <w:ind w:firstLine="700"/>
        <w:jc w:val="both"/>
        <w:rPr>
          <w:b/>
          <w:sz w:val="28"/>
        </w:rPr>
      </w:pPr>
    </w:p>
    <w:p w:rsidR="00CF3FB8" w:rsidRDefault="00CF3FB8" w:rsidP="00D06427">
      <w:pPr>
        <w:jc w:val="both"/>
        <w:rPr>
          <w:sz w:val="28"/>
        </w:rPr>
      </w:pPr>
    </w:p>
    <w:p w:rsidR="00CF3FB8" w:rsidRDefault="00CF3FB8" w:rsidP="001D73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C84">
        <w:rPr>
          <w:sz w:val="28"/>
          <w:szCs w:val="28"/>
        </w:rPr>
        <w:t>Внести в</w:t>
      </w:r>
      <w:r w:rsidRPr="00FC728B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Ульяновской области от 8 августа 2011 года № 121-ЗО       «О некоторых мерах по обеспечению покоя граждан и тишины в ночное время»</w:t>
      </w:r>
      <w:r w:rsidRPr="005E2C84">
        <w:rPr>
          <w:sz w:val="28"/>
          <w:szCs w:val="28"/>
        </w:rPr>
        <w:t xml:space="preserve"> («Ульяновская правда» от </w:t>
      </w:r>
      <w:r>
        <w:rPr>
          <w:sz w:val="28"/>
          <w:szCs w:val="28"/>
        </w:rPr>
        <w:t>12.08</w:t>
      </w:r>
      <w:r w:rsidRPr="005E2C84">
        <w:rPr>
          <w:sz w:val="28"/>
          <w:szCs w:val="28"/>
        </w:rPr>
        <w:t xml:space="preserve">.2011 № </w:t>
      </w:r>
      <w:r>
        <w:rPr>
          <w:sz w:val="28"/>
          <w:szCs w:val="28"/>
        </w:rPr>
        <w:t>89</w:t>
      </w:r>
      <w:r w:rsidRPr="005E2C84">
        <w:rPr>
          <w:sz w:val="28"/>
          <w:szCs w:val="28"/>
        </w:rPr>
        <w:t xml:space="preserve">; от </w:t>
      </w:r>
      <w:r>
        <w:rPr>
          <w:sz w:val="28"/>
          <w:szCs w:val="28"/>
        </w:rPr>
        <w:t>04.05.2012</w:t>
      </w:r>
      <w:r w:rsidRPr="005E2C84">
        <w:rPr>
          <w:sz w:val="28"/>
          <w:szCs w:val="28"/>
        </w:rPr>
        <w:t xml:space="preserve"> № </w:t>
      </w:r>
      <w:r>
        <w:rPr>
          <w:sz w:val="28"/>
          <w:szCs w:val="28"/>
        </w:rPr>
        <w:t>45</w:t>
      </w:r>
      <w:r w:rsidRPr="005E2C84">
        <w:rPr>
          <w:sz w:val="28"/>
          <w:szCs w:val="28"/>
        </w:rPr>
        <w:t xml:space="preserve">; </w:t>
      </w:r>
      <w:r>
        <w:rPr>
          <w:sz w:val="28"/>
          <w:szCs w:val="28"/>
        </w:rPr>
        <w:t>от 11</w:t>
      </w:r>
      <w:r w:rsidRPr="005E2C84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E2C84">
        <w:rPr>
          <w:sz w:val="28"/>
          <w:szCs w:val="28"/>
        </w:rPr>
        <w:t>.</w:t>
      </w:r>
      <w:r w:rsidRPr="004F6E01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4F6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4F6E01">
        <w:rPr>
          <w:sz w:val="28"/>
          <w:szCs w:val="28"/>
        </w:rPr>
        <w:t>№ 1</w:t>
      </w:r>
      <w:r>
        <w:rPr>
          <w:sz w:val="28"/>
          <w:szCs w:val="28"/>
        </w:rPr>
        <w:t>44</w:t>
      </w:r>
      <w:r w:rsidRPr="009F0C55">
        <w:rPr>
          <w:sz w:val="28"/>
          <w:szCs w:val="28"/>
        </w:rPr>
        <w:t xml:space="preserve">)  </w:t>
      </w:r>
      <w:r>
        <w:rPr>
          <w:sz w:val="28"/>
          <w:szCs w:val="28"/>
        </w:rPr>
        <w:t>следующие изменения:</w:t>
      </w:r>
    </w:p>
    <w:p w:rsidR="00CF3FB8" w:rsidRDefault="00CF3FB8" w:rsidP="001D73B6">
      <w:pPr>
        <w:widowControl w:val="0"/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слова «в ночное время» заменить словами «на территории Ульяновской области»;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1 изложить в следующей редакции:</w:t>
      </w:r>
    </w:p>
    <w:p w:rsidR="00CF3FB8" w:rsidRDefault="00CF3FB8" w:rsidP="00211B1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«Статья </w:t>
      </w:r>
      <w:r w:rsidRPr="00FE4968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145586">
        <w:rPr>
          <w:b/>
          <w:spacing w:val="-4"/>
          <w:sz w:val="28"/>
          <w:szCs w:val="28"/>
        </w:rPr>
        <w:t>Периоды времени, в течение которых должны обеспечиваться</w:t>
      </w:r>
    </w:p>
    <w:p w:rsidR="00CF3FB8" w:rsidRDefault="00CF3FB8" w:rsidP="00145586">
      <w:pPr>
        <w:autoSpaceDE w:val="0"/>
        <w:autoSpaceDN w:val="0"/>
        <w:adjustRightInd w:val="0"/>
        <w:ind w:left="1985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 покой граждан и тишина</w:t>
      </w:r>
    </w:p>
    <w:p w:rsidR="00CF3FB8" w:rsidRDefault="00CF3FB8" w:rsidP="00211B1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F3FB8" w:rsidRPr="00211B16" w:rsidRDefault="00CF3FB8" w:rsidP="00211B1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Покой граждан и тишина должны обеспечиваться: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 13 часов до 15 часов ежедневно;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 23 часов до 7 часов дня, не являющегося субботой, воскресеньем или нерабочим праздничным днём в Российской Федерации, и до 9 часов дня, являющегося субботой, воскресеньем или нерабочим праздничным днём в Российской Федерации, соответственно.»;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статье 2: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слова «в ночное время» исключить;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абзаце первом слова «в ночное время» заменить словами «в течение периодов времени, указанных в статье 1 настоящего Закона,»; 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5 слова «образовательных организаций с круглосуточным пребыванием детей» заменить словами «организаций, осуществляющих образовательную деятельность по образовательным программам дошкольного образования и (или) основным общеобразовательным программам, в которых обеспечивается одновременное проживание или нахождение в них обучающихся»;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статье 3: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слова «в ночное время» исключить;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1: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«в ночное время, если» заменить словами «в течение периодов времени, указанных в статье 1 настоящего Закона, если», слова «в ночное время на объектах» заменить словами «на объектах»;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пунктах 1-5 слова «в ночное время» исключить; 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части 2: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 слова «в ночное время» исключить;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пунктами 5-7 следующего содержания: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«5) производство работ, приостановка которых невозможна по производственно-техническим условиям (непрерывно действующие организации и индивидуальные предприниматели);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использование пиротехнических изделий с 23 часов до 24 часов в нерабочие праздничные дни в Российской Федерации, а также совершение указанных и иных связанных с празднованием Нового года действий с 23 часов 31 декабря до 4 часов 1 января;</w:t>
      </w:r>
    </w:p>
    <w:p w:rsidR="00CF3FB8" w:rsidRDefault="00CF3FB8" w:rsidP="0062133C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сбор и вывоз бытовых отходов и мусора, осуществляемые с 13 часов до 15 часов.».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F3FB8" w:rsidRDefault="00CF3FB8" w:rsidP="001D73B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D73B6">
        <w:rPr>
          <w:b/>
          <w:sz w:val="28"/>
          <w:szCs w:val="28"/>
        </w:rPr>
        <w:t>Статья 2</w:t>
      </w:r>
    </w:p>
    <w:p w:rsidR="00CF3FB8" w:rsidRDefault="00CF3FB8" w:rsidP="001D73B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F3FB8" w:rsidRDefault="00CF3FB8" w:rsidP="001D73B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F3FB8" w:rsidRDefault="00CF3FB8" w:rsidP="001D73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C84">
        <w:rPr>
          <w:sz w:val="28"/>
          <w:szCs w:val="28"/>
        </w:rPr>
        <w:t>Внести в</w:t>
      </w:r>
      <w:r w:rsidRPr="00FC72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статью 4¹ </w:t>
      </w:r>
      <w:hyperlink r:id="rId7" w:history="1">
        <w:r w:rsidRPr="00FC728B">
          <w:rPr>
            <w:sz w:val="28"/>
            <w:szCs w:val="28"/>
          </w:rPr>
          <w:t>Кодекс</w:t>
        </w:r>
      </w:hyperlink>
      <w:r>
        <w:rPr>
          <w:sz w:val="28"/>
          <w:szCs w:val="28"/>
        </w:rPr>
        <w:t>а</w:t>
      </w:r>
      <w:r w:rsidRPr="005E2C84">
        <w:rPr>
          <w:sz w:val="28"/>
          <w:szCs w:val="28"/>
        </w:rPr>
        <w:t xml:space="preserve"> Ульяновской области об административных правонарушениях («Ульяновская правда» от 04.03.2011 № 23; от 12.08.2011 № 89; </w:t>
      </w:r>
      <w:r>
        <w:rPr>
          <w:sz w:val="28"/>
          <w:szCs w:val="28"/>
        </w:rPr>
        <w:t xml:space="preserve">от </w:t>
      </w:r>
      <w:r w:rsidRPr="005E2C84">
        <w:rPr>
          <w:sz w:val="28"/>
          <w:szCs w:val="28"/>
        </w:rPr>
        <w:t>07.12.</w:t>
      </w:r>
      <w:r w:rsidRPr="004F6E01">
        <w:rPr>
          <w:sz w:val="28"/>
          <w:szCs w:val="28"/>
        </w:rPr>
        <w:t>2011 № 138; от 02.03.2012 № 22; от 06.04.2012 № 36; от 11.04.2012 № 38; от 27.0</w:t>
      </w:r>
      <w:r>
        <w:rPr>
          <w:sz w:val="28"/>
          <w:szCs w:val="28"/>
        </w:rPr>
        <w:t xml:space="preserve">4.2012 № 44; от 24.07.2012 № 78; </w:t>
      </w:r>
      <w:r w:rsidRPr="004F6E01">
        <w:rPr>
          <w:sz w:val="28"/>
          <w:szCs w:val="28"/>
        </w:rPr>
        <w:t>от 10.10.2012</w:t>
      </w:r>
      <w:r>
        <w:rPr>
          <w:sz w:val="28"/>
          <w:szCs w:val="28"/>
        </w:rPr>
        <w:t xml:space="preserve"> </w:t>
      </w:r>
      <w:r w:rsidRPr="004F6E01">
        <w:rPr>
          <w:sz w:val="28"/>
          <w:szCs w:val="28"/>
        </w:rPr>
        <w:t>№ 111</w:t>
      </w:r>
      <w:r>
        <w:rPr>
          <w:sz w:val="28"/>
          <w:szCs w:val="28"/>
        </w:rPr>
        <w:t xml:space="preserve">; </w:t>
      </w:r>
      <w:r w:rsidRPr="00DD02BA">
        <w:rPr>
          <w:sz w:val="28"/>
          <w:szCs w:val="28"/>
        </w:rPr>
        <w:t>от</w:t>
      </w:r>
      <w:r w:rsidRPr="00D06427">
        <w:rPr>
          <w:b/>
          <w:sz w:val="28"/>
          <w:szCs w:val="28"/>
        </w:rPr>
        <w:t xml:space="preserve"> </w:t>
      </w:r>
      <w:r w:rsidRPr="009F0C55">
        <w:rPr>
          <w:sz w:val="28"/>
          <w:szCs w:val="28"/>
        </w:rPr>
        <w:t>12.12.2012</w:t>
      </w:r>
      <w:r w:rsidRPr="00D064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9F0C55">
        <w:rPr>
          <w:sz w:val="28"/>
          <w:szCs w:val="28"/>
        </w:rPr>
        <w:t>№ 138-139</w:t>
      </w:r>
      <w:r>
        <w:rPr>
          <w:sz w:val="28"/>
          <w:szCs w:val="28"/>
        </w:rPr>
        <w:t>; от 08.02.2013 № 14; от 06.03.2013 № 25; от 07.09.2013  № 109;             от 08.11.2013 № 143; от 31.12.2013 № 174; от 24.04.2014 № 59) следующие изменения</w:t>
      </w:r>
      <w:r w:rsidRPr="004F6E01">
        <w:rPr>
          <w:sz w:val="28"/>
          <w:szCs w:val="28"/>
        </w:rPr>
        <w:t>: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слова «в ночное время» исключить;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абзац первый изложить в следующей редакции:</w:t>
      </w:r>
    </w:p>
    <w:p w:rsidR="00CF3FB8" w:rsidRDefault="00CF3FB8" w:rsidP="00641F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«Нарушение требований в сфере обеспечения покоя граждан и тишины, установленных Законом Ульяновской области от 8 августа 2011 года № 121-ЗО «О некоторых мерах по обеспечению покоя граждан и тишины на территории Ульяновской области», – ».</w:t>
      </w:r>
    </w:p>
    <w:p w:rsidR="00CF3FB8" w:rsidRDefault="00CF3FB8" w:rsidP="00DD02BA">
      <w:pPr>
        <w:widowControl w:val="0"/>
        <w:autoSpaceDE w:val="0"/>
        <w:autoSpaceDN w:val="0"/>
        <w:adjustRightInd w:val="0"/>
        <w:ind w:firstLine="700"/>
        <w:rPr>
          <w:sz w:val="20"/>
          <w:szCs w:val="28"/>
        </w:rPr>
      </w:pPr>
    </w:p>
    <w:p w:rsidR="00CF3FB8" w:rsidRDefault="00CF3FB8" w:rsidP="00DD02BA">
      <w:pPr>
        <w:widowControl w:val="0"/>
        <w:autoSpaceDE w:val="0"/>
        <w:autoSpaceDN w:val="0"/>
        <w:adjustRightInd w:val="0"/>
        <w:ind w:firstLine="700"/>
        <w:rPr>
          <w:sz w:val="20"/>
          <w:szCs w:val="28"/>
        </w:rPr>
      </w:pPr>
    </w:p>
    <w:p w:rsidR="00CF3FB8" w:rsidRPr="00DD02BA" w:rsidRDefault="00CF3FB8" w:rsidP="00DD02BA">
      <w:pPr>
        <w:widowControl w:val="0"/>
        <w:autoSpaceDE w:val="0"/>
        <w:autoSpaceDN w:val="0"/>
        <w:adjustRightInd w:val="0"/>
        <w:ind w:firstLine="700"/>
        <w:rPr>
          <w:sz w:val="20"/>
          <w:szCs w:val="28"/>
        </w:rPr>
      </w:pPr>
    </w:p>
    <w:p w:rsidR="00CF3FB8" w:rsidRPr="00F40FB6" w:rsidRDefault="00CF3FB8" w:rsidP="00DD02BA">
      <w:pPr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  <w:t xml:space="preserve">          </w:t>
      </w:r>
      <w:r>
        <w:rPr>
          <w:b/>
          <w:sz w:val="28"/>
        </w:rPr>
        <w:t xml:space="preserve">  </w:t>
      </w:r>
      <w:r w:rsidRPr="00F40FB6">
        <w:rPr>
          <w:b/>
          <w:sz w:val="28"/>
        </w:rPr>
        <w:t xml:space="preserve">    С.И.Морозов</w:t>
      </w:r>
    </w:p>
    <w:p w:rsidR="00CF3FB8" w:rsidRDefault="00CF3FB8" w:rsidP="00DD02BA">
      <w:pPr>
        <w:jc w:val="both"/>
        <w:rPr>
          <w:sz w:val="28"/>
        </w:rPr>
      </w:pPr>
    </w:p>
    <w:p w:rsidR="00CF3FB8" w:rsidRDefault="00CF3FB8" w:rsidP="00DD02BA">
      <w:pPr>
        <w:jc w:val="both"/>
        <w:rPr>
          <w:sz w:val="28"/>
        </w:rPr>
      </w:pPr>
    </w:p>
    <w:p w:rsidR="00CF3FB8" w:rsidRDefault="00CF3FB8" w:rsidP="00DD02BA">
      <w:pPr>
        <w:jc w:val="both"/>
        <w:rPr>
          <w:sz w:val="28"/>
        </w:rPr>
      </w:pPr>
    </w:p>
    <w:p w:rsidR="00CF3FB8" w:rsidRPr="00F40FB6" w:rsidRDefault="00CF3FB8" w:rsidP="00DD02BA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CF3FB8" w:rsidRPr="00F40FB6" w:rsidRDefault="00CF3FB8" w:rsidP="00DD02BA">
      <w:pPr>
        <w:jc w:val="center"/>
        <w:rPr>
          <w:sz w:val="28"/>
        </w:rPr>
      </w:pPr>
      <w:r>
        <w:rPr>
          <w:sz w:val="28"/>
        </w:rPr>
        <w:t>03</w:t>
      </w:r>
      <w:r w:rsidRPr="00F40FB6">
        <w:rPr>
          <w:sz w:val="28"/>
        </w:rPr>
        <w:t xml:space="preserve"> </w:t>
      </w:r>
      <w:r>
        <w:rPr>
          <w:sz w:val="28"/>
        </w:rPr>
        <w:t>июня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CF3FB8" w:rsidRPr="00F40FB6" w:rsidRDefault="00CF3FB8" w:rsidP="00DD02BA">
      <w:pPr>
        <w:jc w:val="center"/>
        <w:rPr>
          <w:sz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88</w:t>
      </w:r>
      <w:r w:rsidRPr="00F40FB6">
        <w:rPr>
          <w:sz w:val="28"/>
        </w:rPr>
        <w:t>-ЗО</w:t>
      </w:r>
    </w:p>
    <w:p w:rsidR="00CF3FB8" w:rsidRDefault="00CF3FB8"/>
    <w:sectPr w:rsidR="00CF3FB8" w:rsidSect="0062133C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B8" w:rsidRDefault="00CF3FB8">
      <w:r>
        <w:separator/>
      </w:r>
    </w:p>
  </w:endnote>
  <w:endnote w:type="continuationSeparator" w:id="0">
    <w:p w:rsidR="00CF3FB8" w:rsidRDefault="00CF3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B8" w:rsidRDefault="00CF3FB8">
      <w:r>
        <w:separator/>
      </w:r>
    </w:p>
  </w:footnote>
  <w:footnote w:type="continuationSeparator" w:id="0">
    <w:p w:rsidR="00CF3FB8" w:rsidRDefault="00CF3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B8" w:rsidRDefault="00CF3FB8" w:rsidP="00D064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3FB8" w:rsidRDefault="00CF3F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B8" w:rsidRPr="004E39DE" w:rsidRDefault="00CF3FB8" w:rsidP="00DD02B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72A3"/>
    <w:multiLevelType w:val="hybridMultilevel"/>
    <w:tmpl w:val="C78A731E"/>
    <w:lvl w:ilvl="0" w:tplc="E8C44A0A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27"/>
    <w:rsid w:val="0000001B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77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FB3"/>
    <w:rsid w:val="00044A7E"/>
    <w:rsid w:val="00044B6D"/>
    <w:rsid w:val="00044E6A"/>
    <w:rsid w:val="0004585A"/>
    <w:rsid w:val="00045BA6"/>
    <w:rsid w:val="00046272"/>
    <w:rsid w:val="000465D4"/>
    <w:rsid w:val="000473A7"/>
    <w:rsid w:val="00047A00"/>
    <w:rsid w:val="00047B6E"/>
    <w:rsid w:val="000505DE"/>
    <w:rsid w:val="00050612"/>
    <w:rsid w:val="00051240"/>
    <w:rsid w:val="00051D98"/>
    <w:rsid w:val="00052836"/>
    <w:rsid w:val="0005297A"/>
    <w:rsid w:val="00052C99"/>
    <w:rsid w:val="00052CF7"/>
    <w:rsid w:val="0005323B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B98"/>
    <w:rsid w:val="00082311"/>
    <w:rsid w:val="00082CA1"/>
    <w:rsid w:val="00082CAC"/>
    <w:rsid w:val="000830BB"/>
    <w:rsid w:val="00083F93"/>
    <w:rsid w:val="000845CE"/>
    <w:rsid w:val="0008508A"/>
    <w:rsid w:val="00085B50"/>
    <w:rsid w:val="0008628D"/>
    <w:rsid w:val="000862C7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2403"/>
    <w:rsid w:val="000A2E20"/>
    <w:rsid w:val="000A2F6A"/>
    <w:rsid w:val="000A2FFB"/>
    <w:rsid w:val="000A36CE"/>
    <w:rsid w:val="000A3742"/>
    <w:rsid w:val="000A4267"/>
    <w:rsid w:val="000A4D0E"/>
    <w:rsid w:val="000A5479"/>
    <w:rsid w:val="000A642B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EE"/>
    <w:rsid w:val="000B60FB"/>
    <w:rsid w:val="000B63FB"/>
    <w:rsid w:val="000B6AB7"/>
    <w:rsid w:val="000B6E0E"/>
    <w:rsid w:val="000B715B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48F"/>
    <w:rsid w:val="000C5845"/>
    <w:rsid w:val="000C625F"/>
    <w:rsid w:val="000C658F"/>
    <w:rsid w:val="000C6937"/>
    <w:rsid w:val="000C6E25"/>
    <w:rsid w:val="000C70CC"/>
    <w:rsid w:val="000C7FA7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7F0A"/>
    <w:rsid w:val="000E0CF5"/>
    <w:rsid w:val="000E123B"/>
    <w:rsid w:val="000E12B9"/>
    <w:rsid w:val="000E1D5B"/>
    <w:rsid w:val="000E2850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7AC2"/>
    <w:rsid w:val="000E7C14"/>
    <w:rsid w:val="000E7DD7"/>
    <w:rsid w:val="000F1033"/>
    <w:rsid w:val="000F1507"/>
    <w:rsid w:val="000F18D5"/>
    <w:rsid w:val="000F1F97"/>
    <w:rsid w:val="000F1FF4"/>
    <w:rsid w:val="000F390B"/>
    <w:rsid w:val="000F3A88"/>
    <w:rsid w:val="000F3CEE"/>
    <w:rsid w:val="000F415F"/>
    <w:rsid w:val="000F4462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FF4"/>
    <w:rsid w:val="00113631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393B"/>
    <w:rsid w:val="001344B9"/>
    <w:rsid w:val="0013493A"/>
    <w:rsid w:val="001360C6"/>
    <w:rsid w:val="0013698A"/>
    <w:rsid w:val="00136999"/>
    <w:rsid w:val="00136CD2"/>
    <w:rsid w:val="001370A5"/>
    <w:rsid w:val="00137151"/>
    <w:rsid w:val="001376B9"/>
    <w:rsid w:val="00140502"/>
    <w:rsid w:val="00141109"/>
    <w:rsid w:val="00141127"/>
    <w:rsid w:val="001413DF"/>
    <w:rsid w:val="00142D30"/>
    <w:rsid w:val="00142F80"/>
    <w:rsid w:val="0014332A"/>
    <w:rsid w:val="00143BBE"/>
    <w:rsid w:val="00144455"/>
    <w:rsid w:val="00144D18"/>
    <w:rsid w:val="001450EE"/>
    <w:rsid w:val="001453C6"/>
    <w:rsid w:val="00145586"/>
    <w:rsid w:val="00146433"/>
    <w:rsid w:val="00146716"/>
    <w:rsid w:val="001468B8"/>
    <w:rsid w:val="00147116"/>
    <w:rsid w:val="00147895"/>
    <w:rsid w:val="00147B5E"/>
    <w:rsid w:val="0015045E"/>
    <w:rsid w:val="00150521"/>
    <w:rsid w:val="00150A1A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60D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75B"/>
    <w:rsid w:val="0018577A"/>
    <w:rsid w:val="00185ADC"/>
    <w:rsid w:val="00185C0A"/>
    <w:rsid w:val="00186121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A97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1D2"/>
    <w:rsid w:val="001B3FEF"/>
    <w:rsid w:val="001B440E"/>
    <w:rsid w:val="001B5696"/>
    <w:rsid w:val="001B5B84"/>
    <w:rsid w:val="001B5D7D"/>
    <w:rsid w:val="001B6AB3"/>
    <w:rsid w:val="001B6E95"/>
    <w:rsid w:val="001C1B32"/>
    <w:rsid w:val="001C21F3"/>
    <w:rsid w:val="001C23A7"/>
    <w:rsid w:val="001C2927"/>
    <w:rsid w:val="001C2A1F"/>
    <w:rsid w:val="001C2CC4"/>
    <w:rsid w:val="001C315C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3B6"/>
    <w:rsid w:val="001D77EF"/>
    <w:rsid w:val="001E085F"/>
    <w:rsid w:val="001E0A21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131F"/>
    <w:rsid w:val="001F32E4"/>
    <w:rsid w:val="001F3C28"/>
    <w:rsid w:val="001F3FAA"/>
    <w:rsid w:val="001F415C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594"/>
    <w:rsid w:val="00205865"/>
    <w:rsid w:val="00206062"/>
    <w:rsid w:val="0020708E"/>
    <w:rsid w:val="002076B7"/>
    <w:rsid w:val="00207A58"/>
    <w:rsid w:val="002100E2"/>
    <w:rsid w:val="002104AD"/>
    <w:rsid w:val="00210710"/>
    <w:rsid w:val="0021130D"/>
    <w:rsid w:val="00211B16"/>
    <w:rsid w:val="00211C17"/>
    <w:rsid w:val="00211D8D"/>
    <w:rsid w:val="00212352"/>
    <w:rsid w:val="00212363"/>
    <w:rsid w:val="002151EB"/>
    <w:rsid w:val="002152DA"/>
    <w:rsid w:val="00215BFB"/>
    <w:rsid w:val="00215CFF"/>
    <w:rsid w:val="00215FA0"/>
    <w:rsid w:val="00216E83"/>
    <w:rsid w:val="002179C5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3DD"/>
    <w:rsid w:val="002245AD"/>
    <w:rsid w:val="002248DA"/>
    <w:rsid w:val="00224F79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FD8"/>
    <w:rsid w:val="0024093E"/>
    <w:rsid w:val="00241F66"/>
    <w:rsid w:val="00242CA8"/>
    <w:rsid w:val="00243427"/>
    <w:rsid w:val="002439EF"/>
    <w:rsid w:val="0024432D"/>
    <w:rsid w:val="00244485"/>
    <w:rsid w:val="0024473B"/>
    <w:rsid w:val="00244A68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C84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605A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9C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CFC"/>
    <w:rsid w:val="00293E2A"/>
    <w:rsid w:val="002941E5"/>
    <w:rsid w:val="00294F74"/>
    <w:rsid w:val="00295053"/>
    <w:rsid w:val="00295095"/>
    <w:rsid w:val="00295C85"/>
    <w:rsid w:val="002964BB"/>
    <w:rsid w:val="00296F9F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5CA"/>
    <w:rsid w:val="002A3848"/>
    <w:rsid w:val="002A3932"/>
    <w:rsid w:val="002A3AD1"/>
    <w:rsid w:val="002A3E6D"/>
    <w:rsid w:val="002A3FE0"/>
    <w:rsid w:val="002A4BAE"/>
    <w:rsid w:val="002A5CB8"/>
    <w:rsid w:val="002A6D6C"/>
    <w:rsid w:val="002A784F"/>
    <w:rsid w:val="002A792C"/>
    <w:rsid w:val="002A7A0C"/>
    <w:rsid w:val="002A7B1F"/>
    <w:rsid w:val="002B0013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0C33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E8D"/>
    <w:rsid w:val="002E551A"/>
    <w:rsid w:val="002E5592"/>
    <w:rsid w:val="002E59CF"/>
    <w:rsid w:val="002E5B76"/>
    <w:rsid w:val="002E5D37"/>
    <w:rsid w:val="002E5DFB"/>
    <w:rsid w:val="002E6489"/>
    <w:rsid w:val="002E6B09"/>
    <w:rsid w:val="002E6B6C"/>
    <w:rsid w:val="002E748C"/>
    <w:rsid w:val="002E7598"/>
    <w:rsid w:val="002E7784"/>
    <w:rsid w:val="002F03DB"/>
    <w:rsid w:val="002F0A3D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26AF"/>
    <w:rsid w:val="00312CDF"/>
    <w:rsid w:val="00312D9F"/>
    <w:rsid w:val="003130DD"/>
    <w:rsid w:val="003132B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C23"/>
    <w:rsid w:val="00333CB5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1A12"/>
    <w:rsid w:val="00371B2B"/>
    <w:rsid w:val="00371E0D"/>
    <w:rsid w:val="0037285A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2F"/>
    <w:rsid w:val="003769C7"/>
    <w:rsid w:val="00376A07"/>
    <w:rsid w:val="00377014"/>
    <w:rsid w:val="00377B74"/>
    <w:rsid w:val="00377EDF"/>
    <w:rsid w:val="00380565"/>
    <w:rsid w:val="00380797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46"/>
    <w:rsid w:val="003B0A3E"/>
    <w:rsid w:val="003B0A6C"/>
    <w:rsid w:val="003B0B60"/>
    <w:rsid w:val="003B0C7D"/>
    <w:rsid w:val="003B140D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9F4"/>
    <w:rsid w:val="003D6B7B"/>
    <w:rsid w:val="003D7466"/>
    <w:rsid w:val="003D7824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4004A7"/>
    <w:rsid w:val="00400767"/>
    <w:rsid w:val="004009D6"/>
    <w:rsid w:val="00400B76"/>
    <w:rsid w:val="0040161E"/>
    <w:rsid w:val="00401DCA"/>
    <w:rsid w:val="0040204C"/>
    <w:rsid w:val="004028C8"/>
    <w:rsid w:val="004044D0"/>
    <w:rsid w:val="00406F33"/>
    <w:rsid w:val="004070B1"/>
    <w:rsid w:val="0040740B"/>
    <w:rsid w:val="00407C7C"/>
    <w:rsid w:val="00410A3B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AD"/>
    <w:rsid w:val="00416378"/>
    <w:rsid w:val="004168F6"/>
    <w:rsid w:val="004170E9"/>
    <w:rsid w:val="0041757B"/>
    <w:rsid w:val="004178A8"/>
    <w:rsid w:val="00417E41"/>
    <w:rsid w:val="00417E8B"/>
    <w:rsid w:val="00420970"/>
    <w:rsid w:val="00421CF2"/>
    <w:rsid w:val="00422435"/>
    <w:rsid w:val="00422B21"/>
    <w:rsid w:val="00422BE2"/>
    <w:rsid w:val="004230DC"/>
    <w:rsid w:val="00423325"/>
    <w:rsid w:val="004236AD"/>
    <w:rsid w:val="004237AB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F26"/>
    <w:rsid w:val="00434366"/>
    <w:rsid w:val="00434551"/>
    <w:rsid w:val="0043523F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1316"/>
    <w:rsid w:val="004415A4"/>
    <w:rsid w:val="00442B2F"/>
    <w:rsid w:val="00442BA8"/>
    <w:rsid w:val="004430EF"/>
    <w:rsid w:val="00443501"/>
    <w:rsid w:val="004438FD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73D0"/>
    <w:rsid w:val="00457908"/>
    <w:rsid w:val="0046057C"/>
    <w:rsid w:val="00460927"/>
    <w:rsid w:val="0046119E"/>
    <w:rsid w:val="00461294"/>
    <w:rsid w:val="0046180A"/>
    <w:rsid w:val="00461E30"/>
    <w:rsid w:val="00462AB9"/>
    <w:rsid w:val="00462C38"/>
    <w:rsid w:val="00462DB3"/>
    <w:rsid w:val="00463166"/>
    <w:rsid w:val="004644ED"/>
    <w:rsid w:val="00464C57"/>
    <w:rsid w:val="00465253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9F8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B30"/>
    <w:rsid w:val="00491F9B"/>
    <w:rsid w:val="004922F3"/>
    <w:rsid w:val="004929C9"/>
    <w:rsid w:val="0049372B"/>
    <w:rsid w:val="00493D87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4258"/>
    <w:rsid w:val="004A460A"/>
    <w:rsid w:val="004A4FD9"/>
    <w:rsid w:val="004A5100"/>
    <w:rsid w:val="004A548A"/>
    <w:rsid w:val="004A58C1"/>
    <w:rsid w:val="004A68E9"/>
    <w:rsid w:val="004A724E"/>
    <w:rsid w:val="004A775B"/>
    <w:rsid w:val="004B0633"/>
    <w:rsid w:val="004B0986"/>
    <w:rsid w:val="004B10CD"/>
    <w:rsid w:val="004B11F8"/>
    <w:rsid w:val="004B121B"/>
    <w:rsid w:val="004B14AE"/>
    <w:rsid w:val="004B1AE3"/>
    <w:rsid w:val="004B2240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559A"/>
    <w:rsid w:val="004C6853"/>
    <w:rsid w:val="004C6BC1"/>
    <w:rsid w:val="004C744D"/>
    <w:rsid w:val="004C79A9"/>
    <w:rsid w:val="004C7DBA"/>
    <w:rsid w:val="004D0618"/>
    <w:rsid w:val="004D12E0"/>
    <w:rsid w:val="004D1424"/>
    <w:rsid w:val="004D1D31"/>
    <w:rsid w:val="004D28F6"/>
    <w:rsid w:val="004D2967"/>
    <w:rsid w:val="004D2A60"/>
    <w:rsid w:val="004D3B21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9DE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819"/>
    <w:rsid w:val="004E6B94"/>
    <w:rsid w:val="004E7B20"/>
    <w:rsid w:val="004E7C43"/>
    <w:rsid w:val="004F0CD6"/>
    <w:rsid w:val="004F0DDA"/>
    <w:rsid w:val="004F1198"/>
    <w:rsid w:val="004F128E"/>
    <w:rsid w:val="004F136F"/>
    <w:rsid w:val="004F34A5"/>
    <w:rsid w:val="004F4215"/>
    <w:rsid w:val="004F5429"/>
    <w:rsid w:val="004F57AE"/>
    <w:rsid w:val="004F605C"/>
    <w:rsid w:val="004F6342"/>
    <w:rsid w:val="004F6E01"/>
    <w:rsid w:val="004F719F"/>
    <w:rsid w:val="004F72AC"/>
    <w:rsid w:val="004F7454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E48"/>
    <w:rsid w:val="00502451"/>
    <w:rsid w:val="005028B4"/>
    <w:rsid w:val="0050291B"/>
    <w:rsid w:val="00502D06"/>
    <w:rsid w:val="00502D13"/>
    <w:rsid w:val="00503295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276"/>
    <w:rsid w:val="005139AF"/>
    <w:rsid w:val="005139E5"/>
    <w:rsid w:val="00514309"/>
    <w:rsid w:val="0051485F"/>
    <w:rsid w:val="00514915"/>
    <w:rsid w:val="00515731"/>
    <w:rsid w:val="00516243"/>
    <w:rsid w:val="00516255"/>
    <w:rsid w:val="00521EC2"/>
    <w:rsid w:val="005221FC"/>
    <w:rsid w:val="005225F5"/>
    <w:rsid w:val="0052316C"/>
    <w:rsid w:val="005231CF"/>
    <w:rsid w:val="005235DA"/>
    <w:rsid w:val="0052362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BA7"/>
    <w:rsid w:val="005340CD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8B6"/>
    <w:rsid w:val="00562AF6"/>
    <w:rsid w:val="00562E27"/>
    <w:rsid w:val="00562F51"/>
    <w:rsid w:val="005630B6"/>
    <w:rsid w:val="00565023"/>
    <w:rsid w:val="005654F8"/>
    <w:rsid w:val="00565761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5C5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7689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226C"/>
    <w:rsid w:val="005B24C2"/>
    <w:rsid w:val="005B34BB"/>
    <w:rsid w:val="005B4117"/>
    <w:rsid w:val="005B47BB"/>
    <w:rsid w:val="005B4EF9"/>
    <w:rsid w:val="005B523B"/>
    <w:rsid w:val="005B5764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ABE"/>
    <w:rsid w:val="005D37E9"/>
    <w:rsid w:val="005D3A33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C8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A7F"/>
    <w:rsid w:val="005F1945"/>
    <w:rsid w:val="005F1A51"/>
    <w:rsid w:val="005F1B83"/>
    <w:rsid w:val="005F2561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6EEA"/>
    <w:rsid w:val="006072A6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7CB"/>
    <w:rsid w:val="00620FA2"/>
    <w:rsid w:val="0062114F"/>
    <w:rsid w:val="0062133C"/>
    <w:rsid w:val="00621CE9"/>
    <w:rsid w:val="006226BE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6A86"/>
    <w:rsid w:val="00627684"/>
    <w:rsid w:val="00627744"/>
    <w:rsid w:val="006279FE"/>
    <w:rsid w:val="0063002C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67CD"/>
    <w:rsid w:val="00636983"/>
    <w:rsid w:val="00636ADB"/>
    <w:rsid w:val="0063743D"/>
    <w:rsid w:val="00637569"/>
    <w:rsid w:val="0063764E"/>
    <w:rsid w:val="006379EB"/>
    <w:rsid w:val="006402B3"/>
    <w:rsid w:val="0064035A"/>
    <w:rsid w:val="006405A7"/>
    <w:rsid w:val="00640840"/>
    <w:rsid w:val="00640A44"/>
    <w:rsid w:val="00640A69"/>
    <w:rsid w:val="00641CAA"/>
    <w:rsid w:val="00641F51"/>
    <w:rsid w:val="00641F6C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6546"/>
    <w:rsid w:val="00647520"/>
    <w:rsid w:val="0064763A"/>
    <w:rsid w:val="006479B3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33D1"/>
    <w:rsid w:val="00664A96"/>
    <w:rsid w:val="00664D3B"/>
    <w:rsid w:val="006656A3"/>
    <w:rsid w:val="00665B07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5D00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058"/>
    <w:rsid w:val="006B4159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EC"/>
    <w:rsid w:val="006E7B02"/>
    <w:rsid w:val="006F0BC4"/>
    <w:rsid w:val="006F1229"/>
    <w:rsid w:val="006F1C3F"/>
    <w:rsid w:val="006F1E20"/>
    <w:rsid w:val="006F238A"/>
    <w:rsid w:val="006F2623"/>
    <w:rsid w:val="006F2A69"/>
    <w:rsid w:val="006F2EAD"/>
    <w:rsid w:val="006F3882"/>
    <w:rsid w:val="006F478B"/>
    <w:rsid w:val="006F4893"/>
    <w:rsid w:val="006F48D9"/>
    <w:rsid w:val="006F53F7"/>
    <w:rsid w:val="006F552D"/>
    <w:rsid w:val="006F566D"/>
    <w:rsid w:val="006F5E9C"/>
    <w:rsid w:val="006F63B7"/>
    <w:rsid w:val="006F6ADD"/>
    <w:rsid w:val="006F72C1"/>
    <w:rsid w:val="006F762F"/>
    <w:rsid w:val="00700C43"/>
    <w:rsid w:val="00700D17"/>
    <w:rsid w:val="00701BFF"/>
    <w:rsid w:val="007024BE"/>
    <w:rsid w:val="0070271E"/>
    <w:rsid w:val="007029F9"/>
    <w:rsid w:val="0070352A"/>
    <w:rsid w:val="0070371C"/>
    <w:rsid w:val="00703AB4"/>
    <w:rsid w:val="00703F5D"/>
    <w:rsid w:val="0070409D"/>
    <w:rsid w:val="00704C89"/>
    <w:rsid w:val="00704C9F"/>
    <w:rsid w:val="0070556A"/>
    <w:rsid w:val="00705D08"/>
    <w:rsid w:val="00705E38"/>
    <w:rsid w:val="007063DB"/>
    <w:rsid w:val="00707184"/>
    <w:rsid w:val="007109CF"/>
    <w:rsid w:val="00710DEF"/>
    <w:rsid w:val="0071186E"/>
    <w:rsid w:val="007122CA"/>
    <w:rsid w:val="007123EE"/>
    <w:rsid w:val="007125CE"/>
    <w:rsid w:val="00712644"/>
    <w:rsid w:val="00713CE4"/>
    <w:rsid w:val="00713FDD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20C56"/>
    <w:rsid w:val="00720D39"/>
    <w:rsid w:val="00722298"/>
    <w:rsid w:val="0072281D"/>
    <w:rsid w:val="007239F5"/>
    <w:rsid w:val="00723B8C"/>
    <w:rsid w:val="00723BDC"/>
    <w:rsid w:val="00723C99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5FB"/>
    <w:rsid w:val="0075773F"/>
    <w:rsid w:val="00757E32"/>
    <w:rsid w:val="00760092"/>
    <w:rsid w:val="007600E7"/>
    <w:rsid w:val="00760347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303"/>
    <w:rsid w:val="00783ECB"/>
    <w:rsid w:val="00785294"/>
    <w:rsid w:val="0078555F"/>
    <w:rsid w:val="00785E48"/>
    <w:rsid w:val="00786258"/>
    <w:rsid w:val="00786957"/>
    <w:rsid w:val="007869AD"/>
    <w:rsid w:val="007879E4"/>
    <w:rsid w:val="007901D8"/>
    <w:rsid w:val="0079038C"/>
    <w:rsid w:val="00791040"/>
    <w:rsid w:val="007915E1"/>
    <w:rsid w:val="00791950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365A"/>
    <w:rsid w:val="007A4A5F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F3C"/>
    <w:rsid w:val="007B1F3D"/>
    <w:rsid w:val="007B2BF7"/>
    <w:rsid w:val="007B3952"/>
    <w:rsid w:val="007B3E45"/>
    <w:rsid w:val="007B4038"/>
    <w:rsid w:val="007B4057"/>
    <w:rsid w:val="007B43E5"/>
    <w:rsid w:val="007B46F0"/>
    <w:rsid w:val="007B51B7"/>
    <w:rsid w:val="007B54DC"/>
    <w:rsid w:val="007B57FF"/>
    <w:rsid w:val="007B61AA"/>
    <w:rsid w:val="007B6272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105F"/>
    <w:rsid w:val="00802680"/>
    <w:rsid w:val="00802CEE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6BE5"/>
    <w:rsid w:val="00827799"/>
    <w:rsid w:val="00827907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963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B87"/>
    <w:rsid w:val="0084510D"/>
    <w:rsid w:val="00845318"/>
    <w:rsid w:val="00845874"/>
    <w:rsid w:val="008466DC"/>
    <w:rsid w:val="0084678A"/>
    <w:rsid w:val="00847B7E"/>
    <w:rsid w:val="00850E58"/>
    <w:rsid w:val="008510F0"/>
    <w:rsid w:val="008515AA"/>
    <w:rsid w:val="0085168A"/>
    <w:rsid w:val="008517EB"/>
    <w:rsid w:val="0085230D"/>
    <w:rsid w:val="0085259D"/>
    <w:rsid w:val="008532FA"/>
    <w:rsid w:val="00853A50"/>
    <w:rsid w:val="00853CF3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5E"/>
    <w:rsid w:val="008605FA"/>
    <w:rsid w:val="008606A4"/>
    <w:rsid w:val="008607A7"/>
    <w:rsid w:val="00860AA4"/>
    <w:rsid w:val="00860EA6"/>
    <w:rsid w:val="00860F7A"/>
    <w:rsid w:val="008610CB"/>
    <w:rsid w:val="0086124D"/>
    <w:rsid w:val="00861DA5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0DE"/>
    <w:rsid w:val="008677A2"/>
    <w:rsid w:val="0087088E"/>
    <w:rsid w:val="0087147C"/>
    <w:rsid w:val="00871BCF"/>
    <w:rsid w:val="008724F7"/>
    <w:rsid w:val="008728CA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5DFF"/>
    <w:rsid w:val="0087641D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89D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742"/>
    <w:rsid w:val="0088684E"/>
    <w:rsid w:val="008875B1"/>
    <w:rsid w:val="0089080B"/>
    <w:rsid w:val="0089162A"/>
    <w:rsid w:val="008916A9"/>
    <w:rsid w:val="00891B43"/>
    <w:rsid w:val="00891E74"/>
    <w:rsid w:val="008923E2"/>
    <w:rsid w:val="0089327B"/>
    <w:rsid w:val="00893835"/>
    <w:rsid w:val="008939CE"/>
    <w:rsid w:val="00893C92"/>
    <w:rsid w:val="00893F37"/>
    <w:rsid w:val="008947D9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C1F"/>
    <w:rsid w:val="008A19E5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AA8"/>
    <w:rsid w:val="008C1C23"/>
    <w:rsid w:val="008C2EB4"/>
    <w:rsid w:val="008C33BD"/>
    <w:rsid w:val="008C3F5E"/>
    <w:rsid w:val="008C538F"/>
    <w:rsid w:val="008C5562"/>
    <w:rsid w:val="008C5617"/>
    <w:rsid w:val="008C5B46"/>
    <w:rsid w:val="008C5B93"/>
    <w:rsid w:val="008C5C96"/>
    <w:rsid w:val="008C5E92"/>
    <w:rsid w:val="008C5F42"/>
    <w:rsid w:val="008C7A15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553"/>
    <w:rsid w:val="008D6799"/>
    <w:rsid w:val="008D6AA0"/>
    <w:rsid w:val="008D7855"/>
    <w:rsid w:val="008D79BF"/>
    <w:rsid w:val="008D7A81"/>
    <w:rsid w:val="008D7D14"/>
    <w:rsid w:val="008D7E64"/>
    <w:rsid w:val="008E005A"/>
    <w:rsid w:val="008E06FC"/>
    <w:rsid w:val="008E07FC"/>
    <w:rsid w:val="008E0A3D"/>
    <w:rsid w:val="008E1157"/>
    <w:rsid w:val="008E19F4"/>
    <w:rsid w:val="008E2558"/>
    <w:rsid w:val="008E2762"/>
    <w:rsid w:val="008E28A0"/>
    <w:rsid w:val="008E3EB0"/>
    <w:rsid w:val="008E46C8"/>
    <w:rsid w:val="008E47ED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3E8F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869"/>
    <w:rsid w:val="00922FC0"/>
    <w:rsid w:val="009231E3"/>
    <w:rsid w:val="00924C4A"/>
    <w:rsid w:val="009259DD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3376"/>
    <w:rsid w:val="009349A4"/>
    <w:rsid w:val="00934EFA"/>
    <w:rsid w:val="009357BC"/>
    <w:rsid w:val="00935B51"/>
    <w:rsid w:val="00935D03"/>
    <w:rsid w:val="009362E2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3A73"/>
    <w:rsid w:val="009442A8"/>
    <w:rsid w:val="00944365"/>
    <w:rsid w:val="0094570C"/>
    <w:rsid w:val="00945A9E"/>
    <w:rsid w:val="00945DB0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5AA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E6C"/>
    <w:rsid w:val="0099008E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6E50"/>
    <w:rsid w:val="009A75D3"/>
    <w:rsid w:val="009A76C1"/>
    <w:rsid w:val="009A7749"/>
    <w:rsid w:val="009B0F43"/>
    <w:rsid w:val="009B1195"/>
    <w:rsid w:val="009B149C"/>
    <w:rsid w:val="009B155E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3363"/>
    <w:rsid w:val="009D40F0"/>
    <w:rsid w:val="009D41E5"/>
    <w:rsid w:val="009D432B"/>
    <w:rsid w:val="009D4B74"/>
    <w:rsid w:val="009D4BE3"/>
    <w:rsid w:val="009D4FA1"/>
    <w:rsid w:val="009D5034"/>
    <w:rsid w:val="009D543E"/>
    <w:rsid w:val="009D5A46"/>
    <w:rsid w:val="009D640F"/>
    <w:rsid w:val="009D6847"/>
    <w:rsid w:val="009D6B12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3A"/>
    <w:rsid w:val="009E3750"/>
    <w:rsid w:val="009E38C6"/>
    <w:rsid w:val="009E3BCA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0C55"/>
    <w:rsid w:val="009F105B"/>
    <w:rsid w:val="009F17E5"/>
    <w:rsid w:val="009F1D03"/>
    <w:rsid w:val="009F22B2"/>
    <w:rsid w:val="009F35DD"/>
    <w:rsid w:val="009F361C"/>
    <w:rsid w:val="009F3E41"/>
    <w:rsid w:val="009F3E7B"/>
    <w:rsid w:val="009F4588"/>
    <w:rsid w:val="009F4AE8"/>
    <w:rsid w:val="009F5B03"/>
    <w:rsid w:val="009F6132"/>
    <w:rsid w:val="009F629B"/>
    <w:rsid w:val="009F6465"/>
    <w:rsid w:val="009F68C0"/>
    <w:rsid w:val="009F6C84"/>
    <w:rsid w:val="009F7590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1023"/>
    <w:rsid w:val="00A1119B"/>
    <w:rsid w:val="00A1141A"/>
    <w:rsid w:val="00A114D4"/>
    <w:rsid w:val="00A117A0"/>
    <w:rsid w:val="00A11F04"/>
    <w:rsid w:val="00A11F30"/>
    <w:rsid w:val="00A1201E"/>
    <w:rsid w:val="00A1258F"/>
    <w:rsid w:val="00A1261A"/>
    <w:rsid w:val="00A12652"/>
    <w:rsid w:val="00A12B6E"/>
    <w:rsid w:val="00A133E3"/>
    <w:rsid w:val="00A141F6"/>
    <w:rsid w:val="00A14B9B"/>
    <w:rsid w:val="00A14CCC"/>
    <w:rsid w:val="00A150D1"/>
    <w:rsid w:val="00A1525F"/>
    <w:rsid w:val="00A156D9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E01"/>
    <w:rsid w:val="00A310A1"/>
    <w:rsid w:val="00A31387"/>
    <w:rsid w:val="00A3193C"/>
    <w:rsid w:val="00A31D5D"/>
    <w:rsid w:val="00A328F7"/>
    <w:rsid w:val="00A329D4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9E5"/>
    <w:rsid w:val="00A41F89"/>
    <w:rsid w:val="00A42583"/>
    <w:rsid w:val="00A42E8D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3CAD"/>
    <w:rsid w:val="00A541F5"/>
    <w:rsid w:val="00A54284"/>
    <w:rsid w:val="00A54382"/>
    <w:rsid w:val="00A5443B"/>
    <w:rsid w:val="00A546BB"/>
    <w:rsid w:val="00A54936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2128"/>
    <w:rsid w:val="00A62C17"/>
    <w:rsid w:val="00A63576"/>
    <w:rsid w:val="00A63BA1"/>
    <w:rsid w:val="00A64AF3"/>
    <w:rsid w:val="00A64FCB"/>
    <w:rsid w:val="00A6519B"/>
    <w:rsid w:val="00A652ED"/>
    <w:rsid w:val="00A6589F"/>
    <w:rsid w:val="00A65E38"/>
    <w:rsid w:val="00A66593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EEC"/>
    <w:rsid w:val="00A73F53"/>
    <w:rsid w:val="00A74697"/>
    <w:rsid w:val="00A75289"/>
    <w:rsid w:val="00A75F98"/>
    <w:rsid w:val="00A7638B"/>
    <w:rsid w:val="00A765FD"/>
    <w:rsid w:val="00A76C05"/>
    <w:rsid w:val="00A779D1"/>
    <w:rsid w:val="00A77F49"/>
    <w:rsid w:val="00A8082F"/>
    <w:rsid w:val="00A80A33"/>
    <w:rsid w:val="00A80A3E"/>
    <w:rsid w:val="00A82BFF"/>
    <w:rsid w:val="00A8374F"/>
    <w:rsid w:val="00A83B57"/>
    <w:rsid w:val="00A84322"/>
    <w:rsid w:val="00A84E7D"/>
    <w:rsid w:val="00A8530F"/>
    <w:rsid w:val="00A85370"/>
    <w:rsid w:val="00A855B4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BB0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7183"/>
    <w:rsid w:val="00AA79B3"/>
    <w:rsid w:val="00AB0146"/>
    <w:rsid w:val="00AB0B1F"/>
    <w:rsid w:val="00AB14EF"/>
    <w:rsid w:val="00AB296D"/>
    <w:rsid w:val="00AB36E6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6CA2"/>
    <w:rsid w:val="00AC6D73"/>
    <w:rsid w:val="00AC6DEF"/>
    <w:rsid w:val="00AD0148"/>
    <w:rsid w:val="00AD026F"/>
    <w:rsid w:val="00AD06F9"/>
    <w:rsid w:val="00AD15B6"/>
    <w:rsid w:val="00AD20E1"/>
    <w:rsid w:val="00AD2FF0"/>
    <w:rsid w:val="00AD390D"/>
    <w:rsid w:val="00AD39D1"/>
    <w:rsid w:val="00AD43F5"/>
    <w:rsid w:val="00AD47C3"/>
    <w:rsid w:val="00AD4B3A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24C3"/>
    <w:rsid w:val="00AE2C72"/>
    <w:rsid w:val="00AE2CA1"/>
    <w:rsid w:val="00AE2E64"/>
    <w:rsid w:val="00AE2FD4"/>
    <w:rsid w:val="00AE47B8"/>
    <w:rsid w:val="00AE562B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17E"/>
    <w:rsid w:val="00AF16D3"/>
    <w:rsid w:val="00AF177A"/>
    <w:rsid w:val="00AF1A95"/>
    <w:rsid w:val="00AF2A36"/>
    <w:rsid w:val="00AF2BDD"/>
    <w:rsid w:val="00AF3A43"/>
    <w:rsid w:val="00AF4822"/>
    <w:rsid w:val="00AF52AC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AD6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F49"/>
    <w:rsid w:val="00B1637C"/>
    <w:rsid w:val="00B1701C"/>
    <w:rsid w:val="00B2021D"/>
    <w:rsid w:val="00B2024B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27F9"/>
    <w:rsid w:val="00B32B06"/>
    <w:rsid w:val="00B33524"/>
    <w:rsid w:val="00B3356D"/>
    <w:rsid w:val="00B33936"/>
    <w:rsid w:val="00B34439"/>
    <w:rsid w:val="00B34812"/>
    <w:rsid w:val="00B3513F"/>
    <w:rsid w:val="00B35D0F"/>
    <w:rsid w:val="00B35FAC"/>
    <w:rsid w:val="00B362BB"/>
    <w:rsid w:val="00B36C35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A4"/>
    <w:rsid w:val="00B546B7"/>
    <w:rsid w:val="00B54B3D"/>
    <w:rsid w:val="00B5590D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BAB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190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B42"/>
    <w:rsid w:val="00B85D64"/>
    <w:rsid w:val="00B860DC"/>
    <w:rsid w:val="00B8698B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2CAD"/>
    <w:rsid w:val="00BA3440"/>
    <w:rsid w:val="00BA3BB7"/>
    <w:rsid w:val="00BA4C0B"/>
    <w:rsid w:val="00BA4E7F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FCB"/>
    <w:rsid w:val="00BC2C9A"/>
    <w:rsid w:val="00BC3535"/>
    <w:rsid w:val="00BC3D1A"/>
    <w:rsid w:val="00BC3E4E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0FE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E0056"/>
    <w:rsid w:val="00BE02C5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4A9"/>
    <w:rsid w:val="00BE7BEB"/>
    <w:rsid w:val="00BE7D94"/>
    <w:rsid w:val="00BF2994"/>
    <w:rsid w:val="00BF2A7B"/>
    <w:rsid w:val="00BF2F57"/>
    <w:rsid w:val="00BF3589"/>
    <w:rsid w:val="00BF3979"/>
    <w:rsid w:val="00BF3EB3"/>
    <w:rsid w:val="00BF58EB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1049"/>
    <w:rsid w:val="00C21966"/>
    <w:rsid w:val="00C21D95"/>
    <w:rsid w:val="00C21EA0"/>
    <w:rsid w:val="00C21F4C"/>
    <w:rsid w:val="00C22610"/>
    <w:rsid w:val="00C22956"/>
    <w:rsid w:val="00C22B4F"/>
    <w:rsid w:val="00C22CD4"/>
    <w:rsid w:val="00C2357F"/>
    <w:rsid w:val="00C2402E"/>
    <w:rsid w:val="00C24649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24FA"/>
    <w:rsid w:val="00C42895"/>
    <w:rsid w:val="00C42F56"/>
    <w:rsid w:val="00C43396"/>
    <w:rsid w:val="00C4462F"/>
    <w:rsid w:val="00C44700"/>
    <w:rsid w:val="00C447B4"/>
    <w:rsid w:val="00C45203"/>
    <w:rsid w:val="00C4532E"/>
    <w:rsid w:val="00C45576"/>
    <w:rsid w:val="00C45596"/>
    <w:rsid w:val="00C4719B"/>
    <w:rsid w:val="00C4728C"/>
    <w:rsid w:val="00C4777E"/>
    <w:rsid w:val="00C47DDE"/>
    <w:rsid w:val="00C500FF"/>
    <w:rsid w:val="00C504EE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814"/>
    <w:rsid w:val="00C60B67"/>
    <w:rsid w:val="00C60B76"/>
    <w:rsid w:val="00C621A9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70227"/>
    <w:rsid w:val="00C703FD"/>
    <w:rsid w:val="00C70481"/>
    <w:rsid w:val="00C70FF7"/>
    <w:rsid w:val="00C7102B"/>
    <w:rsid w:val="00C728E9"/>
    <w:rsid w:val="00C7407F"/>
    <w:rsid w:val="00C74182"/>
    <w:rsid w:val="00C74B65"/>
    <w:rsid w:val="00C74FE9"/>
    <w:rsid w:val="00C751A7"/>
    <w:rsid w:val="00C75823"/>
    <w:rsid w:val="00C75A7C"/>
    <w:rsid w:val="00C75B31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0F5D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CE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B7D"/>
    <w:rsid w:val="00CA28C0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4FE"/>
    <w:rsid w:val="00CB0539"/>
    <w:rsid w:val="00CB09E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B75E4"/>
    <w:rsid w:val="00CC01C0"/>
    <w:rsid w:val="00CC0CE9"/>
    <w:rsid w:val="00CC15B2"/>
    <w:rsid w:val="00CC17ED"/>
    <w:rsid w:val="00CC1FF6"/>
    <w:rsid w:val="00CC2112"/>
    <w:rsid w:val="00CC2234"/>
    <w:rsid w:val="00CC27E3"/>
    <w:rsid w:val="00CC366F"/>
    <w:rsid w:val="00CC37D1"/>
    <w:rsid w:val="00CC3C14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205F"/>
    <w:rsid w:val="00CD25DA"/>
    <w:rsid w:val="00CD2848"/>
    <w:rsid w:val="00CD2AEE"/>
    <w:rsid w:val="00CD2BAB"/>
    <w:rsid w:val="00CD324E"/>
    <w:rsid w:val="00CD336B"/>
    <w:rsid w:val="00CD39CA"/>
    <w:rsid w:val="00CD3F84"/>
    <w:rsid w:val="00CD4261"/>
    <w:rsid w:val="00CD4DCF"/>
    <w:rsid w:val="00CD4E5F"/>
    <w:rsid w:val="00CD5861"/>
    <w:rsid w:val="00CD5E76"/>
    <w:rsid w:val="00CD6D1D"/>
    <w:rsid w:val="00CD707A"/>
    <w:rsid w:val="00CD7B37"/>
    <w:rsid w:val="00CE0B4E"/>
    <w:rsid w:val="00CE1066"/>
    <w:rsid w:val="00CE140A"/>
    <w:rsid w:val="00CE150D"/>
    <w:rsid w:val="00CE1D00"/>
    <w:rsid w:val="00CE28C9"/>
    <w:rsid w:val="00CE2979"/>
    <w:rsid w:val="00CE3417"/>
    <w:rsid w:val="00CE3622"/>
    <w:rsid w:val="00CE37C9"/>
    <w:rsid w:val="00CE3BED"/>
    <w:rsid w:val="00CE3F3C"/>
    <w:rsid w:val="00CE451F"/>
    <w:rsid w:val="00CE4DE7"/>
    <w:rsid w:val="00CE588C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3FB8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9C7"/>
    <w:rsid w:val="00D016D9"/>
    <w:rsid w:val="00D02124"/>
    <w:rsid w:val="00D02704"/>
    <w:rsid w:val="00D029D7"/>
    <w:rsid w:val="00D02FBB"/>
    <w:rsid w:val="00D03CCD"/>
    <w:rsid w:val="00D04158"/>
    <w:rsid w:val="00D04E84"/>
    <w:rsid w:val="00D06427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32A7"/>
    <w:rsid w:val="00D13381"/>
    <w:rsid w:val="00D13454"/>
    <w:rsid w:val="00D13527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65E"/>
    <w:rsid w:val="00D24B0A"/>
    <w:rsid w:val="00D24BA7"/>
    <w:rsid w:val="00D24EF0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6B3"/>
    <w:rsid w:val="00D33DCA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874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3E58"/>
    <w:rsid w:val="00D64064"/>
    <w:rsid w:val="00D64391"/>
    <w:rsid w:val="00D64C08"/>
    <w:rsid w:val="00D655C4"/>
    <w:rsid w:val="00D65E6F"/>
    <w:rsid w:val="00D66082"/>
    <w:rsid w:val="00D66B61"/>
    <w:rsid w:val="00D67A9F"/>
    <w:rsid w:val="00D67D93"/>
    <w:rsid w:val="00D70942"/>
    <w:rsid w:val="00D709FB"/>
    <w:rsid w:val="00D716C8"/>
    <w:rsid w:val="00D727BD"/>
    <w:rsid w:val="00D72E90"/>
    <w:rsid w:val="00D736A1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CE6"/>
    <w:rsid w:val="00D82D64"/>
    <w:rsid w:val="00D8380F"/>
    <w:rsid w:val="00D842A5"/>
    <w:rsid w:val="00D846AA"/>
    <w:rsid w:val="00D84758"/>
    <w:rsid w:val="00D84E6C"/>
    <w:rsid w:val="00D84F2E"/>
    <w:rsid w:val="00D85084"/>
    <w:rsid w:val="00D85BE5"/>
    <w:rsid w:val="00D85D57"/>
    <w:rsid w:val="00D863C2"/>
    <w:rsid w:val="00D86697"/>
    <w:rsid w:val="00D8767B"/>
    <w:rsid w:val="00D87857"/>
    <w:rsid w:val="00D87F07"/>
    <w:rsid w:val="00D90BB0"/>
    <w:rsid w:val="00D918A6"/>
    <w:rsid w:val="00D9258E"/>
    <w:rsid w:val="00D93A7F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8D6"/>
    <w:rsid w:val="00DA1CAA"/>
    <w:rsid w:val="00DA1FA4"/>
    <w:rsid w:val="00DA301C"/>
    <w:rsid w:val="00DA360E"/>
    <w:rsid w:val="00DA3E56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7C"/>
    <w:rsid w:val="00DB1DAD"/>
    <w:rsid w:val="00DB278C"/>
    <w:rsid w:val="00DB279D"/>
    <w:rsid w:val="00DB2C37"/>
    <w:rsid w:val="00DB2D39"/>
    <w:rsid w:val="00DB49B8"/>
    <w:rsid w:val="00DB4CBC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2BA"/>
    <w:rsid w:val="00DD0767"/>
    <w:rsid w:val="00DD089F"/>
    <w:rsid w:val="00DD08B1"/>
    <w:rsid w:val="00DD0E59"/>
    <w:rsid w:val="00DD2150"/>
    <w:rsid w:val="00DD29A9"/>
    <w:rsid w:val="00DD2A36"/>
    <w:rsid w:val="00DD2B6A"/>
    <w:rsid w:val="00DD38AB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3D63"/>
    <w:rsid w:val="00DE4060"/>
    <w:rsid w:val="00DE43E5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0FB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AD4"/>
    <w:rsid w:val="00E06F59"/>
    <w:rsid w:val="00E075C0"/>
    <w:rsid w:val="00E075D4"/>
    <w:rsid w:val="00E102B7"/>
    <w:rsid w:val="00E108C1"/>
    <w:rsid w:val="00E10937"/>
    <w:rsid w:val="00E10D3D"/>
    <w:rsid w:val="00E1132A"/>
    <w:rsid w:val="00E116EE"/>
    <w:rsid w:val="00E11B60"/>
    <w:rsid w:val="00E12F5A"/>
    <w:rsid w:val="00E13194"/>
    <w:rsid w:val="00E13451"/>
    <w:rsid w:val="00E1387C"/>
    <w:rsid w:val="00E13FFD"/>
    <w:rsid w:val="00E14426"/>
    <w:rsid w:val="00E144E5"/>
    <w:rsid w:val="00E16346"/>
    <w:rsid w:val="00E169FD"/>
    <w:rsid w:val="00E16FD7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8CC"/>
    <w:rsid w:val="00E239FD"/>
    <w:rsid w:val="00E24BE6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4B19"/>
    <w:rsid w:val="00E34BAA"/>
    <w:rsid w:val="00E351B1"/>
    <w:rsid w:val="00E35DCF"/>
    <w:rsid w:val="00E36A13"/>
    <w:rsid w:val="00E3716C"/>
    <w:rsid w:val="00E37207"/>
    <w:rsid w:val="00E378C0"/>
    <w:rsid w:val="00E378F1"/>
    <w:rsid w:val="00E37D74"/>
    <w:rsid w:val="00E37FF5"/>
    <w:rsid w:val="00E4035E"/>
    <w:rsid w:val="00E408E6"/>
    <w:rsid w:val="00E41A2B"/>
    <w:rsid w:val="00E41F1B"/>
    <w:rsid w:val="00E42304"/>
    <w:rsid w:val="00E425DB"/>
    <w:rsid w:val="00E42E01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3BE1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196B"/>
    <w:rsid w:val="00E63D8F"/>
    <w:rsid w:val="00E64385"/>
    <w:rsid w:val="00E64522"/>
    <w:rsid w:val="00E64894"/>
    <w:rsid w:val="00E64A23"/>
    <w:rsid w:val="00E651CA"/>
    <w:rsid w:val="00E65D6E"/>
    <w:rsid w:val="00E66190"/>
    <w:rsid w:val="00E66BF4"/>
    <w:rsid w:val="00E66F48"/>
    <w:rsid w:val="00E6720D"/>
    <w:rsid w:val="00E675E4"/>
    <w:rsid w:val="00E70545"/>
    <w:rsid w:val="00E72E06"/>
    <w:rsid w:val="00E72F3D"/>
    <w:rsid w:val="00E730D1"/>
    <w:rsid w:val="00E73125"/>
    <w:rsid w:val="00E7376F"/>
    <w:rsid w:val="00E73861"/>
    <w:rsid w:val="00E73D19"/>
    <w:rsid w:val="00E741B6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3C6"/>
    <w:rsid w:val="00E82644"/>
    <w:rsid w:val="00E828E9"/>
    <w:rsid w:val="00E82ABA"/>
    <w:rsid w:val="00E834E7"/>
    <w:rsid w:val="00E845A5"/>
    <w:rsid w:val="00E854DB"/>
    <w:rsid w:val="00E85C58"/>
    <w:rsid w:val="00E871CF"/>
    <w:rsid w:val="00E874C0"/>
    <w:rsid w:val="00E87CA8"/>
    <w:rsid w:val="00E90041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2AC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3A41"/>
    <w:rsid w:val="00EE42A5"/>
    <w:rsid w:val="00EE4560"/>
    <w:rsid w:val="00EE4E9F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07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92C"/>
    <w:rsid w:val="00F0704A"/>
    <w:rsid w:val="00F07236"/>
    <w:rsid w:val="00F074EA"/>
    <w:rsid w:val="00F07726"/>
    <w:rsid w:val="00F10499"/>
    <w:rsid w:val="00F11265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CC0"/>
    <w:rsid w:val="00F33E9A"/>
    <w:rsid w:val="00F34B51"/>
    <w:rsid w:val="00F35149"/>
    <w:rsid w:val="00F352F0"/>
    <w:rsid w:val="00F35F12"/>
    <w:rsid w:val="00F3608B"/>
    <w:rsid w:val="00F3660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FB7"/>
    <w:rsid w:val="00F42B27"/>
    <w:rsid w:val="00F42E93"/>
    <w:rsid w:val="00F42FD7"/>
    <w:rsid w:val="00F43238"/>
    <w:rsid w:val="00F448CF"/>
    <w:rsid w:val="00F44925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22"/>
    <w:rsid w:val="00F660A0"/>
    <w:rsid w:val="00F663D4"/>
    <w:rsid w:val="00F66A3C"/>
    <w:rsid w:val="00F6709E"/>
    <w:rsid w:val="00F67249"/>
    <w:rsid w:val="00F67642"/>
    <w:rsid w:val="00F67C65"/>
    <w:rsid w:val="00F67E99"/>
    <w:rsid w:val="00F70508"/>
    <w:rsid w:val="00F70721"/>
    <w:rsid w:val="00F72100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369"/>
    <w:rsid w:val="00F75D0C"/>
    <w:rsid w:val="00F7614E"/>
    <w:rsid w:val="00F766C8"/>
    <w:rsid w:val="00F768A3"/>
    <w:rsid w:val="00F8007B"/>
    <w:rsid w:val="00F803EA"/>
    <w:rsid w:val="00F81335"/>
    <w:rsid w:val="00F82496"/>
    <w:rsid w:val="00F8346A"/>
    <w:rsid w:val="00F836C4"/>
    <w:rsid w:val="00F8370E"/>
    <w:rsid w:val="00F83CEC"/>
    <w:rsid w:val="00F83D50"/>
    <w:rsid w:val="00F849F8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B1C"/>
    <w:rsid w:val="00FA2BE5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339D"/>
    <w:rsid w:val="00FC38CF"/>
    <w:rsid w:val="00FC43A0"/>
    <w:rsid w:val="00FC47DE"/>
    <w:rsid w:val="00FC669B"/>
    <w:rsid w:val="00FC7151"/>
    <w:rsid w:val="00FC728B"/>
    <w:rsid w:val="00FC73B5"/>
    <w:rsid w:val="00FC76D3"/>
    <w:rsid w:val="00FC7907"/>
    <w:rsid w:val="00FC7A8D"/>
    <w:rsid w:val="00FD00C2"/>
    <w:rsid w:val="00FD04F5"/>
    <w:rsid w:val="00FD0FE7"/>
    <w:rsid w:val="00FD2FB7"/>
    <w:rsid w:val="00FD399B"/>
    <w:rsid w:val="00FD3B5C"/>
    <w:rsid w:val="00FD3E98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968"/>
    <w:rsid w:val="00FE5E09"/>
    <w:rsid w:val="00FE60F8"/>
    <w:rsid w:val="00FE613A"/>
    <w:rsid w:val="00FE6929"/>
    <w:rsid w:val="00FE7DA0"/>
    <w:rsid w:val="00FF0D62"/>
    <w:rsid w:val="00FF1624"/>
    <w:rsid w:val="00FF1869"/>
    <w:rsid w:val="00FF1B5A"/>
    <w:rsid w:val="00FF21A6"/>
    <w:rsid w:val="00FF29B5"/>
    <w:rsid w:val="00FF2BAE"/>
    <w:rsid w:val="00FF3281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4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64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E3A4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6427"/>
    <w:rPr>
      <w:rFonts w:cs="Times New Roman"/>
    </w:rPr>
  </w:style>
  <w:style w:type="paragraph" w:customStyle="1" w:styleId="ConsPlusTitle">
    <w:name w:val="ConsPlusTitle"/>
    <w:uiPriority w:val="99"/>
    <w:rsid w:val="00D06427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uiPriority w:val="99"/>
    <w:rsid w:val="00D06427"/>
    <w:pPr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02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33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75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A41"/>
    <w:rPr>
      <w:rFonts w:cs="Times New Roman"/>
      <w:sz w:val="2"/>
    </w:rPr>
  </w:style>
  <w:style w:type="table" w:styleId="TableGrid">
    <w:name w:val="Table Grid"/>
    <w:basedOn w:val="TableNormal"/>
    <w:uiPriority w:val="99"/>
    <w:rsid w:val="001455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4B72C75226FDB8871D5E73F4BE4EBCBCA339C29D6B0B7B6636CE921ACEB46CX3t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518</Words>
  <Characters>2958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Кодекс Ульяновской области</dc:title>
  <dc:subject/>
  <dc:creator>user</dc:creator>
  <cp:keywords/>
  <dc:description/>
  <cp:lastModifiedBy>user</cp:lastModifiedBy>
  <cp:revision>22</cp:revision>
  <cp:lastPrinted>2014-05-28T12:23:00Z</cp:lastPrinted>
  <dcterms:created xsi:type="dcterms:W3CDTF">2014-05-07T11:48:00Z</dcterms:created>
  <dcterms:modified xsi:type="dcterms:W3CDTF">2014-06-09T07:35:00Z</dcterms:modified>
</cp:coreProperties>
</file>