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96" w:rsidRDefault="00616596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bookmarkStart w:id="0" w:name="_GoBack"/>
      <w:bookmarkEnd w:id="0"/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616596" w:rsidRDefault="00616596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16596" w:rsidRDefault="00616596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16596" w:rsidRDefault="00616596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16596" w:rsidRDefault="00616596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616596" w:rsidRDefault="00616596" w:rsidP="00BC634D">
      <w:pPr>
        <w:pStyle w:val="Heading2"/>
        <w:spacing w:before="0" w:beforeAutospacing="0" w:after="0" w:afterAutospacing="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 внесении изменений</w:t>
      </w:r>
      <w:r w:rsidRPr="00B55E5B">
        <w:rPr>
          <w:bCs w:val="0"/>
          <w:sz w:val="28"/>
          <w:szCs w:val="28"/>
        </w:rPr>
        <w:t xml:space="preserve"> в </w:t>
      </w:r>
      <w:r>
        <w:rPr>
          <w:bCs w:val="0"/>
          <w:sz w:val="28"/>
          <w:szCs w:val="28"/>
        </w:rPr>
        <w:t>статьи 8 и 9</w:t>
      </w:r>
      <w:r w:rsidRPr="000A77D5">
        <w:rPr>
          <w:bCs w:val="0"/>
          <w:sz w:val="28"/>
          <w:szCs w:val="28"/>
          <w:vertAlign w:val="superscript"/>
        </w:rPr>
        <w:t>1</w:t>
      </w:r>
      <w:r>
        <w:rPr>
          <w:bCs w:val="0"/>
          <w:sz w:val="28"/>
          <w:szCs w:val="28"/>
        </w:rPr>
        <w:t xml:space="preserve"> </w:t>
      </w:r>
      <w:r w:rsidRPr="00B55E5B">
        <w:rPr>
          <w:bCs w:val="0"/>
          <w:sz w:val="28"/>
          <w:szCs w:val="28"/>
        </w:rPr>
        <w:t>Закон</w:t>
      </w:r>
      <w:r>
        <w:rPr>
          <w:bCs w:val="0"/>
          <w:sz w:val="28"/>
          <w:szCs w:val="28"/>
        </w:rPr>
        <w:t>а</w:t>
      </w:r>
      <w:r w:rsidRPr="00B55E5B">
        <w:rPr>
          <w:bCs w:val="0"/>
          <w:sz w:val="28"/>
          <w:szCs w:val="28"/>
        </w:rPr>
        <w:t xml:space="preserve"> Ульяновской области </w:t>
      </w:r>
    </w:p>
    <w:p w:rsidR="00616596" w:rsidRPr="00B55E5B" w:rsidRDefault="00616596" w:rsidP="00BC634D">
      <w:pPr>
        <w:pStyle w:val="Heading2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B55E5B">
        <w:rPr>
          <w:bCs w:val="0"/>
          <w:sz w:val="28"/>
          <w:szCs w:val="28"/>
        </w:rPr>
        <w:t>«О государственных должностях Ульяновской области»</w:t>
      </w:r>
    </w:p>
    <w:p w:rsidR="00616596" w:rsidRPr="00FE1BB1" w:rsidRDefault="00616596" w:rsidP="001E3FD0">
      <w:pPr>
        <w:rPr>
          <w:sz w:val="28"/>
          <w:szCs w:val="28"/>
        </w:rPr>
      </w:pPr>
    </w:p>
    <w:p w:rsidR="00616596" w:rsidRPr="00FE1BB1" w:rsidRDefault="00616596" w:rsidP="001E3FD0">
      <w:pPr>
        <w:rPr>
          <w:sz w:val="28"/>
          <w:szCs w:val="28"/>
        </w:rPr>
      </w:pPr>
    </w:p>
    <w:p w:rsidR="00616596" w:rsidRDefault="0061659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16596" w:rsidRDefault="0061659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16596" w:rsidRDefault="0061659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16596" w:rsidRDefault="00616596" w:rsidP="003E5BD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16596" w:rsidRDefault="00616596" w:rsidP="002E6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16596" w:rsidRPr="005E270A" w:rsidRDefault="00616596" w:rsidP="002E601B">
      <w:pPr>
        <w:autoSpaceDE w:val="0"/>
        <w:autoSpaceDN w:val="0"/>
        <w:adjustRightInd w:val="0"/>
        <w:ind w:firstLine="709"/>
        <w:jc w:val="both"/>
        <w:rPr>
          <w:sz w:val="36"/>
          <w:szCs w:val="28"/>
          <w:lang w:eastAsia="en-US"/>
        </w:rPr>
      </w:pP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Закон Ульяновской области от 30 января 2006 года № 06-ЗО        «О государственных должностях Ульяновской области» («Ульяновская правда» от 01.02.2006 № 7; от 10.06.2006 № 43; от 07.07.2006 № 51; от 08.11.2006 № 86;    от 22.12.2007 № 110; от 26.12.2007 № 111; от 28.03.2008 № 28; от 07.11.2008 № 91; от 19.12.2008 № 103; от 06.03.2009 № 17; от 30.04.2009 № 33; от 04.12.2009 № 97; от 10.03.2010 № 17; от 12.05.2010 № 35-36; от 13.10.2010 № 84; от 04.02.2011       № 12-13; от 04.03.2011 № 23; от 06.05.2011 № 48; от 12.10.2011 № 115;                 от 28.12.2011 № 147; от 04.05.2012 № 45; от 29.06.2012 № 67; от 01.03.2013 № 23; от 08.05.2013 № 48; от 07.09.2013 № 109; от 07.10.2013 № 125; от 11.11.2013        № 144; от 05.12.2013 № 158; от 28.12.2013 № 173; от 31.03.2014 № 45;                   от 08.05.2014 № 65) следующие изменения: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статью 8 дополнить частью 2</w:t>
      </w:r>
      <w:r w:rsidRPr="00121A5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следующего содержания: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Pr="000A77D5">
        <w:rPr>
          <w:sz w:val="28"/>
          <w:szCs w:val="28"/>
          <w:vertAlign w:val="superscript"/>
        </w:rPr>
        <w:t>2</w:t>
      </w:r>
      <w:r w:rsidRPr="00991C4E">
        <w:rPr>
          <w:sz w:val="28"/>
          <w:szCs w:val="28"/>
        </w:rPr>
        <w:t xml:space="preserve">. </w:t>
      </w:r>
      <w:r>
        <w:rPr>
          <w:sz w:val="28"/>
          <w:szCs w:val="28"/>
        </w:rPr>
        <w:t>В случае если лица, замещающие государственные должности, не указанные в пунктах 1, 2, 5</w:t>
      </w:r>
      <w:r w:rsidRPr="00121A58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6, 9, 11 и 13 статьи 3 настоящего Закона, обнаружили, что в представленных ими в кадровые службы соответствующих  государственных органов Ульяновской области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уточнённые сведения в течение трёх месяцев после окончания срока, указанного в части 1 настоящей статьи.</w:t>
      </w:r>
    </w:p>
    <w:p w:rsidR="00616596" w:rsidRDefault="00616596" w:rsidP="000A77D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непредставления лицами, замещающими государственные должности, не указанные в пунктах 1, 2, 5</w:t>
      </w:r>
      <w:r w:rsidRPr="000A77D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6, 9, 11 и 13 статьи 3 настоящего Закона, сведений о доходах, об имуществе и обязательствах имущественного характера своих супруги (супруга) и несовершеннолетних детей в связи с расторжением брака, проживанием несовершеннолетних детей с бывшей супругой (бывшим супругом) и иными подобными объективными обстоятельствами, соответствующие факты подлежат рассмотрению комиссией, указанной в части 9 статьи 9</w:t>
      </w:r>
      <w:r w:rsidRPr="000A77D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настоящего Закона.»;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9</w:t>
      </w:r>
      <w:r w:rsidRPr="000A77D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: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 1 дополнить абзацем вторым следующего содержания: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«Решение о проведении проверки достоверности и полноты представленных лицом, претендующим на замещение государственной должности, не указанной в пунктах 1, 2, 5</w:t>
      </w:r>
      <w:r w:rsidRPr="000A77D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6, 9, 11 и 13 статьи 3 настоящего Закона,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принимается соответствующим должностным лицом (государственным органом Ульяновской области) и оформляется правовым актом указанного должностного лица (государственного органа Ульяновской области).»;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3: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после слов «настоящего Закона,» дополнить словами «либо претендующим на замещение 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2 после слов «настоящего Закона,» дополнить словами «либо претендующим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части 5: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дополнить словами «, либо претендующим на замещение  такой государственной должности»;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после слов «настоящего Закона,» дополнить словами «либо претендующим на замещение такой государственной должности»;</w:t>
      </w:r>
    </w:p>
    <w:p w:rsidR="00616596" w:rsidRDefault="00616596" w:rsidP="000A77D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 после слов «настоящего Закона,» дополнить словами «либо претендующего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«а» пункта 4 после слов «настоящего Закона,» дополнить словами «либо претендующего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6 после слов «настоящего Закона,» дополнить словами «либо претендующим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части 6: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после слов «настоящего Закона,» дополнить словами «либо претендующего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после слов «настоящего Закона,» дополнить словами «либо претендующего на замещение такой государственной должности,», слова «лица, замещающего такую государственную должность, а при наличии уважительной причины – в срок, согласованный с лицом, замещающим эту государственную должность» заменить словами «лица, замещающего такую государственную должность либо претендующего на её замещение, а при наличии уважительной причины – в срок, согласованный с лицом, замещающим эту государственную должность либо претендующим на её замещение»;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часть 7 после слов «настоящего Закона,» дополнить словами «либо претендующее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абзац первый части 8 после слов «настоящего Закона,» дополнить словами «либо претендующее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780C9F">
        <w:rPr>
          <w:sz w:val="28"/>
          <w:szCs w:val="28"/>
        </w:rPr>
        <w:t xml:space="preserve">) </w:t>
      </w:r>
      <w:r>
        <w:rPr>
          <w:sz w:val="28"/>
          <w:szCs w:val="28"/>
        </w:rPr>
        <w:t>в части 9: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1-3 после слов «настоящего Закона,» дополнить словами «либо претендующим на замещение такой государственной должности,»;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абзацы восьмой и девятый изложить в следующей редакции: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случаях, предусмотренных пунктами 2, 3 и 5 настоящей части, материалы проверки передаются в комиссию, уполномоченную рассматривать вопросы соблюдения лицами, замещающими государственные должности, не указанные в пунктах 1, 2, 5</w:t>
      </w:r>
      <w:r w:rsidRPr="000A77D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6, 9, 11 и 13 статьи 3 настоящего Закона, налагаемых на них ограничений и обязанностей, а также вопросы полноты и достоверности сведений, представляемых лицами, претендующими на замещение таких должностей.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указанной комиссии и порядок осуществления ею соответствующей деятельности устанавливаются нормативным правовым актом Губернатора Ульяновской области.»;     </w:t>
      </w:r>
    </w:p>
    <w:p w:rsidR="00616596" w:rsidRDefault="00616596" w:rsidP="000A7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часть 10 после слов «настоящего Закона,» дополнить словами «либо претендующего на замещение такой государственной должности,».</w:t>
      </w:r>
    </w:p>
    <w:p w:rsidR="00616596" w:rsidRDefault="00616596" w:rsidP="00B61AA1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616596" w:rsidRDefault="00616596" w:rsidP="00B61AA1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616596" w:rsidRDefault="00616596" w:rsidP="00B61AA1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616596" w:rsidRPr="00A34BA7" w:rsidRDefault="00616596" w:rsidP="00A34BA7">
      <w:pPr>
        <w:suppressAutoHyphens/>
        <w:spacing w:line="360" w:lineRule="auto"/>
        <w:jc w:val="both"/>
        <w:rPr>
          <w:b/>
          <w:color w:val="000000"/>
          <w:sz w:val="28"/>
          <w:szCs w:val="28"/>
        </w:rPr>
      </w:pPr>
      <w:r w:rsidRPr="00574A04">
        <w:rPr>
          <w:b/>
          <w:color w:val="000000"/>
          <w:sz w:val="28"/>
          <w:szCs w:val="28"/>
        </w:rPr>
        <w:t>Губернатор Ульяновской области</w:t>
      </w:r>
      <w:r>
        <w:rPr>
          <w:b/>
          <w:color w:val="000000"/>
          <w:sz w:val="28"/>
          <w:szCs w:val="28"/>
        </w:rPr>
        <w:t xml:space="preserve">      </w:t>
      </w:r>
      <w:r w:rsidRPr="00574A04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                                    С.И.Морозов</w:t>
      </w:r>
    </w:p>
    <w:p w:rsidR="00616596" w:rsidRDefault="00616596" w:rsidP="00F570C4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</w:p>
    <w:p w:rsidR="00616596" w:rsidRPr="00574A04" w:rsidRDefault="00616596" w:rsidP="00797740">
      <w:pPr>
        <w:tabs>
          <w:tab w:val="left" w:pos="702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г. Ульяновск</w:t>
      </w:r>
    </w:p>
    <w:p w:rsidR="00616596" w:rsidRPr="00574A04" w:rsidRDefault="00616596" w:rsidP="00797740">
      <w:pPr>
        <w:tabs>
          <w:tab w:val="left" w:pos="702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03 июня </w:t>
      </w:r>
      <w:smartTag w:uri="urn:schemas-microsoft-com:office:smarttags" w:element="metricconverter">
        <w:smartTagPr>
          <w:attr w:name="ProductID" w:val="2014 г"/>
        </w:smartTagPr>
        <w:r w:rsidRPr="00574A04">
          <w:rPr>
            <w:color w:val="000000"/>
            <w:sz w:val="28"/>
            <w:szCs w:val="28"/>
          </w:rPr>
          <w:t>201</w:t>
        </w:r>
        <w:r>
          <w:rPr>
            <w:color w:val="000000"/>
            <w:sz w:val="28"/>
            <w:szCs w:val="28"/>
          </w:rPr>
          <w:t>4</w:t>
        </w:r>
        <w:r w:rsidRPr="00574A04">
          <w:rPr>
            <w:color w:val="000000"/>
            <w:sz w:val="28"/>
            <w:szCs w:val="28"/>
          </w:rPr>
          <w:t xml:space="preserve"> г</w:t>
        </w:r>
      </w:smartTag>
      <w:r w:rsidRPr="00574A04">
        <w:rPr>
          <w:color w:val="000000"/>
          <w:sz w:val="28"/>
          <w:szCs w:val="28"/>
        </w:rPr>
        <w:t>.</w:t>
      </w:r>
    </w:p>
    <w:p w:rsidR="00616596" w:rsidRPr="00A208F6" w:rsidRDefault="00616596" w:rsidP="00797740">
      <w:pPr>
        <w:tabs>
          <w:tab w:val="left" w:pos="7020"/>
        </w:tabs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574A04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79</w:t>
      </w:r>
      <w:r w:rsidRPr="00574A04">
        <w:rPr>
          <w:color w:val="000000"/>
          <w:sz w:val="28"/>
          <w:szCs w:val="28"/>
        </w:rPr>
        <w:t>-ЗО</w:t>
      </w:r>
    </w:p>
    <w:sectPr w:rsidR="00616596" w:rsidRPr="00A208F6" w:rsidSect="000A77D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596" w:rsidRDefault="00616596" w:rsidP="00B22B15">
      <w:r>
        <w:separator/>
      </w:r>
    </w:p>
  </w:endnote>
  <w:endnote w:type="continuationSeparator" w:id="0">
    <w:p w:rsidR="00616596" w:rsidRDefault="00616596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596" w:rsidRDefault="00616596" w:rsidP="00B22B15">
      <w:r>
        <w:separator/>
      </w:r>
    </w:p>
  </w:footnote>
  <w:footnote w:type="continuationSeparator" w:id="0">
    <w:p w:rsidR="00616596" w:rsidRDefault="00616596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96" w:rsidRPr="000A77D5" w:rsidRDefault="00616596" w:rsidP="000A77D5">
    <w:pPr>
      <w:pStyle w:val="Header"/>
      <w:jc w:val="center"/>
      <w:rPr>
        <w:sz w:val="28"/>
        <w:szCs w:val="28"/>
      </w:rPr>
    </w:pPr>
    <w:r w:rsidRPr="0009155C">
      <w:rPr>
        <w:sz w:val="28"/>
        <w:szCs w:val="28"/>
      </w:rPr>
      <w:fldChar w:fldCharType="begin"/>
    </w:r>
    <w:r w:rsidRPr="0009155C">
      <w:rPr>
        <w:sz w:val="28"/>
        <w:szCs w:val="28"/>
      </w:rPr>
      <w:instrText xml:space="preserve"> PAGE   \* MERGEFORMAT </w:instrText>
    </w:r>
    <w:r w:rsidRPr="0009155C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09155C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2415"/>
    <w:rsid w:val="00010101"/>
    <w:rsid w:val="00014519"/>
    <w:rsid w:val="0001751E"/>
    <w:rsid w:val="00024E77"/>
    <w:rsid w:val="0002712A"/>
    <w:rsid w:val="00040EF1"/>
    <w:rsid w:val="00081CBD"/>
    <w:rsid w:val="0009155C"/>
    <w:rsid w:val="000958A9"/>
    <w:rsid w:val="000A77D5"/>
    <w:rsid w:val="000B0EBE"/>
    <w:rsid w:val="000B3366"/>
    <w:rsid w:val="000C2A0F"/>
    <w:rsid w:val="000C4A8D"/>
    <w:rsid w:val="000C6CE9"/>
    <w:rsid w:val="000E451C"/>
    <w:rsid w:val="000F749E"/>
    <w:rsid w:val="000F74C0"/>
    <w:rsid w:val="00103C20"/>
    <w:rsid w:val="00121A58"/>
    <w:rsid w:val="00123760"/>
    <w:rsid w:val="00135FD5"/>
    <w:rsid w:val="0015403A"/>
    <w:rsid w:val="00165F26"/>
    <w:rsid w:val="00172F49"/>
    <w:rsid w:val="0019259C"/>
    <w:rsid w:val="001A5BA8"/>
    <w:rsid w:val="001A71CB"/>
    <w:rsid w:val="001B587F"/>
    <w:rsid w:val="001C3A8E"/>
    <w:rsid w:val="001C6886"/>
    <w:rsid w:val="001D7E63"/>
    <w:rsid w:val="001E3FD0"/>
    <w:rsid w:val="002201FA"/>
    <w:rsid w:val="00241D27"/>
    <w:rsid w:val="0024230A"/>
    <w:rsid w:val="002669DC"/>
    <w:rsid w:val="002904AD"/>
    <w:rsid w:val="002B1D80"/>
    <w:rsid w:val="002C04F8"/>
    <w:rsid w:val="002E601B"/>
    <w:rsid w:val="002E7ABA"/>
    <w:rsid w:val="002F07C9"/>
    <w:rsid w:val="002F7FDA"/>
    <w:rsid w:val="00315074"/>
    <w:rsid w:val="003243B0"/>
    <w:rsid w:val="00343278"/>
    <w:rsid w:val="00343FE9"/>
    <w:rsid w:val="00344E28"/>
    <w:rsid w:val="00350FF1"/>
    <w:rsid w:val="00352802"/>
    <w:rsid w:val="00352D4B"/>
    <w:rsid w:val="003553C1"/>
    <w:rsid w:val="003963AF"/>
    <w:rsid w:val="003A216E"/>
    <w:rsid w:val="003B3EB1"/>
    <w:rsid w:val="003C3448"/>
    <w:rsid w:val="003E4C64"/>
    <w:rsid w:val="003E5BD8"/>
    <w:rsid w:val="0040790C"/>
    <w:rsid w:val="00414221"/>
    <w:rsid w:val="00416A93"/>
    <w:rsid w:val="00425A2B"/>
    <w:rsid w:val="004335F2"/>
    <w:rsid w:val="00437E12"/>
    <w:rsid w:val="00444D33"/>
    <w:rsid w:val="00482DE4"/>
    <w:rsid w:val="00487952"/>
    <w:rsid w:val="004A64E3"/>
    <w:rsid w:val="004B55F3"/>
    <w:rsid w:val="004C0F3E"/>
    <w:rsid w:val="004C2458"/>
    <w:rsid w:val="004C5EEB"/>
    <w:rsid w:val="004F7CB0"/>
    <w:rsid w:val="00504D08"/>
    <w:rsid w:val="005107F8"/>
    <w:rsid w:val="005209B0"/>
    <w:rsid w:val="005216C9"/>
    <w:rsid w:val="00521B78"/>
    <w:rsid w:val="00524E3E"/>
    <w:rsid w:val="00527F79"/>
    <w:rsid w:val="00543191"/>
    <w:rsid w:val="00545A73"/>
    <w:rsid w:val="00555AD3"/>
    <w:rsid w:val="00574A04"/>
    <w:rsid w:val="00575E40"/>
    <w:rsid w:val="00576A3D"/>
    <w:rsid w:val="005806BB"/>
    <w:rsid w:val="00595D8B"/>
    <w:rsid w:val="005A0950"/>
    <w:rsid w:val="005A0DB9"/>
    <w:rsid w:val="005A5D11"/>
    <w:rsid w:val="005C2F86"/>
    <w:rsid w:val="005C5B76"/>
    <w:rsid w:val="005C7912"/>
    <w:rsid w:val="005D11AC"/>
    <w:rsid w:val="005D4601"/>
    <w:rsid w:val="005E1EC7"/>
    <w:rsid w:val="005E270A"/>
    <w:rsid w:val="00616596"/>
    <w:rsid w:val="00631178"/>
    <w:rsid w:val="00647808"/>
    <w:rsid w:val="00652FF8"/>
    <w:rsid w:val="006539E8"/>
    <w:rsid w:val="00654197"/>
    <w:rsid w:val="006A5B5B"/>
    <w:rsid w:val="006B27AF"/>
    <w:rsid w:val="006B404F"/>
    <w:rsid w:val="006C3D77"/>
    <w:rsid w:val="006D5A43"/>
    <w:rsid w:val="00710A0B"/>
    <w:rsid w:val="007167D1"/>
    <w:rsid w:val="0072580E"/>
    <w:rsid w:val="007267C4"/>
    <w:rsid w:val="00733A78"/>
    <w:rsid w:val="007341F4"/>
    <w:rsid w:val="00760341"/>
    <w:rsid w:val="00775AB7"/>
    <w:rsid w:val="00780C9F"/>
    <w:rsid w:val="0079252E"/>
    <w:rsid w:val="00795500"/>
    <w:rsid w:val="007962F8"/>
    <w:rsid w:val="00797740"/>
    <w:rsid w:val="007A4BC2"/>
    <w:rsid w:val="007B4809"/>
    <w:rsid w:val="007C2729"/>
    <w:rsid w:val="007C29D4"/>
    <w:rsid w:val="007D04BD"/>
    <w:rsid w:val="007D1161"/>
    <w:rsid w:val="007E1FD0"/>
    <w:rsid w:val="007E34ED"/>
    <w:rsid w:val="007E3A38"/>
    <w:rsid w:val="00801732"/>
    <w:rsid w:val="00804A8A"/>
    <w:rsid w:val="0082146B"/>
    <w:rsid w:val="00832CF4"/>
    <w:rsid w:val="00835972"/>
    <w:rsid w:val="00835D5C"/>
    <w:rsid w:val="00842DE6"/>
    <w:rsid w:val="00866031"/>
    <w:rsid w:val="00872F3F"/>
    <w:rsid w:val="00876DA6"/>
    <w:rsid w:val="008859A8"/>
    <w:rsid w:val="00886985"/>
    <w:rsid w:val="0089255C"/>
    <w:rsid w:val="008A3F8A"/>
    <w:rsid w:val="008B60E0"/>
    <w:rsid w:val="008E0728"/>
    <w:rsid w:val="008F1068"/>
    <w:rsid w:val="008F1C6F"/>
    <w:rsid w:val="008F1F0D"/>
    <w:rsid w:val="00904791"/>
    <w:rsid w:val="009049E1"/>
    <w:rsid w:val="0090553F"/>
    <w:rsid w:val="00913394"/>
    <w:rsid w:val="0091548F"/>
    <w:rsid w:val="00917B89"/>
    <w:rsid w:val="0093155B"/>
    <w:rsid w:val="00963197"/>
    <w:rsid w:val="00991A5D"/>
    <w:rsid w:val="00991C4E"/>
    <w:rsid w:val="00995068"/>
    <w:rsid w:val="009A2F5B"/>
    <w:rsid w:val="009A4EBD"/>
    <w:rsid w:val="009B3F83"/>
    <w:rsid w:val="009D6C64"/>
    <w:rsid w:val="009E79B6"/>
    <w:rsid w:val="00A0506C"/>
    <w:rsid w:val="00A14305"/>
    <w:rsid w:val="00A17C8D"/>
    <w:rsid w:val="00A20737"/>
    <w:rsid w:val="00A208F6"/>
    <w:rsid w:val="00A220A3"/>
    <w:rsid w:val="00A34BA7"/>
    <w:rsid w:val="00A42D35"/>
    <w:rsid w:val="00A6316C"/>
    <w:rsid w:val="00AA020E"/>
    <w:rsid w:val="00AA1DA1"/>
    <w:rsid w:val="00AA4C0D"/>
    <w:rsid w:val="00AC1774"/>
    <w:rsid w:val="00AE4BC8"/>
    <w:rsid w:val="00B016D1"/>
    <w:rsid w:val="00B116CB"/>
    <w:rsid w:val="00B15BCB"/>
    <w:rsid w:val="00B22B15"/>
    <w:rsid w:val="00B22CEE"/>
    <w:rsid w:val="00B23014"/>
    <w:rsid w:val="00B249E3"/>
    <w:rsid w:val="00B3218A"/>
    <w:rsid w:val="00B4770A"/>
    <w:rsid w:val="00B52C51"/>
    <w:rsid w:val="00B545BC"/>
    <w:rsid w:val="00B55E5B"/>
    <w:rsid w:val="00B61AA1"/>
    <w:rsid w:val="00B66557"/>
    <w:rsid w:val="00B723BC"/>
    <w:rsid w:val="00B736D9"/>
    <w:rsid w:val="00B75934"/>
    <w:rsid w:val="00B75E2B"/>
    <w:rsid w:val="00B76630"/>
    <w:rsid w:val="00B819B7"/>
    <w:rsid w:val="00B90B62"/>
    <w:rsid w:val="00B97D6C"/>
    <w:rsid w:val="00BB18A8"/>
    <w:rsid w:val="00BB5D8B"/>
    <w:rsid w:val="00BC634D"/>
    <w:rsid w:val="00BE22EF"/>
    <w:rsid w:val="00C014B1"/>
    <w:rsid w:val="00C02D26"/>
    <w:rsid w:val="00C205F3"/>
    <w:rsid w:val="00C21DE1"/>
    <w:rsid w:val="00C24F38"/>
    <w:rsid w:val="00C26717"/>
    <w:rsid w:val="00C271AD"/>
    <w:rsid w:val="00C31D8C"/>
    <w:rsid w:val="00C4730A"/>
    <w:rsid w:val="00C60B2B"/>
    <w:rsid w:val="00C629AB"/>
    <w:rsid w:val="00C72428"/>
    <w:rsid w:val="00C75197"/>
    <w:rsid w:val="00CA2D78"/>
    <w:rsid w:val="00CA6643"/>
    <w:rsid w:val="00CB264A"/>
    <w:rsid w:val="00CC3263"/>
    <w:rsid w:val="00CC7DF7"/>
    <w:rsid w:val="00CD6925"/>
    <w:rsid w:val="00CE22A0"/>
    <w:rsid w:val="00CE43DA"/>
    <w:rsid w:val="00CE65FA"/>
    <w:rsid w:val="00D04DE5"/>
    <w:rsid w:val="00D060BA"/>
    <w:rsid w:val="00D068D2"/>
    <w:rsid w:val="00D22022"/>
    <w:rsid w:val="00D2260B"/>
    <w:rsid w:val="00D76EBB"/>
    <w:rsid w:val="00D80F63"/>
    <w:rsid w:val="00D819F4"/>
    <w:rsid w:val="00D82687"/>
    <w:rsid w:val="00D92E6B"/>
    <w:rsid w:val="00D97397"/>
    <w:rsid w:val="00DA44B0"/>
    <w:rsid w:val="00DB78C1"/>
    <w:rsid w:val="00DD01B6"/>
    <w:rsid w:val="00DD334A"/>
    <w:rsid w:val="00DD7888"/>
    <w:rsid w:val="00DE38F4"/>
    <w:rsid w:val="00E0470C"/>
    <w:rsid w:val="00E1684A"/>
    <w:rsid w:val="00E20D2E"/>
    <w:rsid w:val="00E211C9"/>
    <w:rsid w:val="00E21AC7"/>
    <w:rsid w:val="00E3114C"/>
    <w:rsid w:val="00E32939"/>
    <w:rsid w:val="00E514E2"/>
    <w:rsid w:val="00E76950"/>
    <w:rsid w:val="00E81563"/>
    <w:rsid w:val="00EA2AAD"/>
    <w:rsid w:val="00EA5D0F"/>
    <w:rsid w:val="00EB1E37"/>
    <w:rsid w:val="00EC0090"/>
    <w:rsid w:val="00EC5AAF"/>
    <w:rsid w:val="00ED1C22"/>
    <w:rsid w:val="00EE71E0"/>
    <w:rsid w:val="00F06143"/>
    <w:rsid w:val="00F10897"/>
    <w:rsid w:val="00F22AA8"/>
    <w:rsid w:val="00F26BA7"/>
    <w:rsid w:val="00F37596"/>
    <w:rsid w:val="00F44DF2"/>
    <w:rsid w:val="00F570C4"/>
    <w:rsid w:val="00F57A33"/>
    <w:rsid w:val="00F62793"/>
    <w:rsid w:val="00FA725A"/>
    <w:rsid w:val="00FB06DF"/>
    <w:rsid w:val="00FD4327"/>
    <w:rsid w:val="00FD65F1"/>
    <w:rsid w:val="00FE1BB1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Normal"/>
    <w:uiPriority w:val="99"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BE22E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858</Words>
  <Characters>4892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lapshina</dc:creator>
  <cp:keywords/>
  <dc:description/>
  <cp:lastModifiedBy>user</cp:lastModifiedBy>
  <cp:revision>9</cp:revision>
  <cp:lastPrinted>2014-05-28T11:53:00Z</cp:lastPrinted>
  <dcterms:created xsi:type="dcterms:W3CDTF">2014-04-14T11:04:00Z</dcterms:created>
  <dcterms:modified xsi:type="dcterms:W3CDTF">2014-06-10T05:41:00Z</dcterms:modified>
</cp:coreProperties>
</file>