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69A" w:rsidRPr="00126BF9" w:rsidRDefault="003E469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26BF9">
        <w:rPr>
          <w:rFonts w:ascii="Times New Roman" w:hAnsi="Times New Roman" w:cs="Times New Roman"/>
          <w:sz w:val="28"/>
          <w:szCs w:val="28"/>
        </w:rPr>
        <w:t>Закон Ульяновской области</w:t>
      </w:r>
    </w:p>
    <w:p w:rsidR="003E469A" w:rsidRDefault="003E469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E469A" w:rsidRDefault="003E469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E469A" w:rsidRDefault="003E469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E469A" w:rsidRDefault="003E469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E469A" w:rsidRDefault="003E469A" w:rsidP="007531EE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соглашений</w:t>
      </w:r>
    </w:p>
    <w:p w:rsidR="003E469A" w:rsidRDefault="003E469A" w:rsidP="00E66E7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E469A" w:rsidRDefault="003E469A" w:rsidP="00E66E7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E469A" w:rsidRDefault="003E469A" w:rsidP="00E66E7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E469A" w:rsidRDefault="003E469A" w:rsidP="00E66E7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E469A" w:rsidRPr="00EB5ADA" w:rsidRDefault="003E469A" w:rsidP="00E66E7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B5ADA">
        <w:rPr>
          <w:rFonts w:ascii="Times New Roman" w:hAnsi="Times New Roman" w:cs="Times New Roman"/>
          <w:b w:val="0"/>
          <w:sz w:val="24"/>
          <w:szCs w:val="24"/>
        </w:rPr>
        <w:t>Принят Законодательным Собранием Ульяновской области 28 мая 2015 года</w:t>
      </w:r>
    </w:p>
    <w:p w:rsidR="003E469A" w:rsidRDefault="003E469A" w:rsidP="00E66E7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E469A" w:rsidRDefault="003E469A" w:rsidP="00E66E7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E469A" w:rsidRDefault="003E469A" w:rsidP="00E66E7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E469A" w:rsidRDefault="003E469A" w:rsidP="00E66E7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E469A" w:rsidRPr="007C0020" w:rsidRDefault="003E469A" w:rsidP="00D67BF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подпунктом «з» пункта 2 статьи 5 Федерального закона </w:t>
      </w:r>
      <w:r>
        <w:rPr>
          <w:sz w:val="28"/>
          <w:szCs w:val="28"/>
        </w:rPr>
        <w:br/>
        <w:t>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подпунктом «в» пункта 14 Правил проведения в 2015 году реструктуризации обязательств (задолженности) субъектов Российской Федерации перед Российской Федерацией по бюджетным кредитам, утверждённых постановлением Правительства Российской Федерации от 30 марта 2015 года № 292 «О дополнительных условиях и порядке проведения в 2015 году реструктуризации обязательств (задолженности) субъектов Российской Федерации перед Российской Федерацией по бюджетным кредитам», утвердить Дополнительное соглашение от 24 апреля 2015 года № 2 к Соглашению от 1 июня 2010 года № 01-01-06/06-188 о предоставлени</w:t>
      </w:r>
      <w:bookmarkStart w:id="0" w:name="_GoBack"/>
      <w:bookmarkEnd w:id="0"/>
      <w:r>
        <w:rPr>
          <w:sz w:val="28"/>
          <w:szCs w:val="28"/>
        </w:rPr>
        <w:t xml:space="preserve">и бюджету Ульяновской области из федерального бюджета бюджетного кредита для строительства, реконструкции, капитального ремонта и содержания автомобильных дорог общего пользования (за исключением автомобильных дорог федерального значения), заключённое между Министерством финансов Российской Федерации и Правительством Ульяновской области, Дополнительное соглашение </w:t>
      </w:r>
      <w:r>
        <w:rPr>
          <w:sz w:val="28"/>
          <w:szCs w:val="28"/>
        </w:rPr>
        <w:br/>
        <w:t xml:space="preserve">от 24 апреля 2015 года № 2 к Соглашению от 25 мая 2011 года № 01-01-06/06-102 о предоставлении бюджету Ульяновской области из федерального бюджета бюджетного кредита для строительства, реконструкции, капитального ремонта </w:t>
      </w:r>
      <w:r>
        <w:rPr>
          <w:sz w:val="28"/>
          <w:szCs w:val="28"/>
        </w:rPr>
        <w:br/>
        <w:t xml:space="preserve">и содержания автомобильных дорог общего пользования (за исключением автомобильных дорог федерального значения), заключённое между Министерством финансов Российской Федерации и Правительством Ульяновской области, и Дополнительное соглашение от 24 апреля 2015 года № 2 </w:t>
      </w:r>
      <w:r>
        <w:rPr>
          <w:sz w:val="28"/>
          <w:szCs w:val="28"/>
        </w:rPr>
        <w:br/>
        <w:t>к Соглашению от 24 октября 2011 года № 01-01-06/06-392 о предоставлении бюджету Ульяновской области из федерального бюджета бюджетного кредита для строительства, реконструкции, капитального ремонта и содержания автомобильных дорог общего пользования (за исключением автомобильных дорог федерального значения), заключённое между Министерством финансов Российской Федерации и Правительством Ульяновской области.</w:t>
      </w:r>
    </w:p>
    <w:p w:rsidR="003E469A" w:rsidRDefault="003E469A" w:rsidP="00310AD8">
      <w:pPr>
        <w:autoSpaceDE w:val="0"/>
        <w:autoSpaceDN w:val="0"/>
        <w:adjustRightInd w:val="0"/>
        <w:ind w:firstLine="714"/>
        <w:jc w:val="both"/>
        <w:rPr>
          <w:bCs/>
          <w:sz w:val="28"/>
          <w:szCs w:val="28"/>
        </w:rPr>
      </w:pPr>
    </w:p>
    <w:p w:rsidR="003E469A" w:rsidRDefault="003E469A" w:rsidP="005A34A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3E469A" w:rsidRDefault="003E469A" w:rsidP="005A34A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3E469A" w:rsidRPr="004763E2" w:rsidRDefault="003E469A" w:rsidP="001E3A4F">
      <w:pPr>
        <w:jc w:val="both"/>
        <w:rPr>
          <w:b/>
          <w:sz w:val="28"/>
          <w:szCs w:val="28"/>
        </w:rPr>
      </w:pPr>
      <w:r w:rsidRPr="004763E2">
        <w:rPr>
          <w:b/>
          <w:sz w:val="28"/>
          <w:szCs w:val="28"/>
        </w:rPr>
        <w:t>Губернатор</w:t>
      </w:r>
      <w:r>
        <w:rPr>
          <w:b/>
          <w:sz w:val="28"/>
          <w:szCs w:val="28"/>
        </w:rPr>
        <w:t xml:space="preserve"> </w:t>
      </w:r>
      <w:r w:rsidRPr="004763E2">
        <w:rPr>
          <w:b/>
          <w:sz w:val="28"/>
          <w:szCs w:val="28"/>
        </w:rPr>
        <w:t>Ульяновской области</w:t>
      </w:r>
      <w:r w:rsidRPr="004763E2">
        <w:rPr>
          <w:b/>
          <w:sz w:val="28"/>
          <w:szCs w:val="28"/>
        </w:rPr>
        <w:tab/>
      </w:r>
      <w:r w:rsidRPr="004763E2">
        <w:rPr>
          <w:b/>
          <w:sz w:val="28"/>
          <w:szCs w:val="28"/>
        </w:rPr>
        <w:tab/>
      </w:r>
      <w:r w:rsidRPr="004763E2">
        <w:rPr>
          <w:b/>
          <w:sz w:val="28"/>
          <w:szCs w:val="28"/>
        </w:rPr>
        <w:tab/>
      </w:r>
      <w:r w:rsidRPr="004763E2">
        <w:rPr>
          <w:b/>
          <w:sz w:val="28"/>
          <w:szCs w:val="28"/>
        </w:rPr>
        <w:tab/>
      </w:r>
      <w:r w:rsidRPr="004763E2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</w:t>
      </w:r>
      <w:r w:rsidRPr="004763E2">
        <w:rPr>
          <w:b/>
          <w:sz w:val="28"/>
          <w:szCs w:val="28"/>
        </w:rPr>
        <w:t xml:space="preserve"> С.И.Морозов</w:t>
      </w:r>
    </w:p>
    <w:p w:rsidR="003E469A" w:rsidRDefault="003E469A">
      <w:pPr>
        <w:spacing w:line="192" w:lineRule="auto"/>
        <w:jc w:val="center"/>
        <w:rPr>
          <w:sz w:val="28"/>
          <w:szCs w:val="28"/>
        </w:rPr>
      </w:pPr>
    </w:p>
    <w:p w:rsidR="003E469A" w:rsidRDefault="003E469A">
      <w:pPr>
        <w:spacing w:line="192" w:lineRule="auto"/>
        <w:jc w:val="center"/>
        <w:rPr>
          <w:sz w:val="28"/>
          <w:szCs w:val="28"/>
        </w:rPr>
      </w:pPr>
    </w:p>
    <w:p w:rsidR="003E469A" w:rsidRDefault="003E469A" w:rsidP="00D67BF3">
      <w:pPr>
        <w:jc w:val="center"/>
        <w:rPr>
          <w:sz w:val="28"/>
          <w:szCs w:val="28"/>
        </w:rPr>
      </w:pPr>
    </w:p>
    <w:p w:rsidR="003E469A" w:rsidRPr="00A320F5" w:rsidRDefault="003E469A" w:rsidP="00D67BF3">
      <w:pPr>
        <w:jc w:val="center"/>
        <w:rPr>
          <w:sz w:val="28"/>
          <w:szCs w:val="28"/>
        </w:rPr>
      </w:pPr>
      <w:r w:rsidRPr="004763E2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4763E2">
        <w:rPr>
          <w:sz w:val="28"/>
          <w:szCs w:val="28"/>
        </w:rPr>
        <w:t>Ульяновск</w:t>
      </w:r>
    </w:p>
    <w:p w:rsidR="003E469A" w:rsidRPr="004763E2" w:rsidRDefault="003E469A" w:rsidP="00D67BF3">
      <w:pPr>
        <w:jc w:val="center"/>
        <w:rPr>
          <w:sz w:val="28"/>
          <w:szCs w:val="28"/>
        </w:rPr>
      </w:pPr>
      <w:r>
        <w:rPr>
          <w:sz w:val="28"/>
          <w:szCs w:val="28"/>
        </w:rPr>
        <w:t>03</w:t>
      </w:r>
      <w:r w:rsidRPr="00A320F5">
        <w:rPr>
          <w:sz w:val="28"/>
          <w:szCs w:val="28"/>
        </w:rPr>
        <w:t xml:space="preserve"> </w:t>
      </w:r>
      <w:r>
        <w:rPr>
          <w:sz w:val="28"/>
          <w:szCs w:val="28"/>
        </w:rPr>
        <w:t>июня</w:t>
      </w:r>
      <w:r w:rsidRPr="00A320F5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A320F5">
          <w:rPr>
            <w:sz w:val="28"/>
            <w:szCs w:val="28"/>
          </w:rPr>
          <w:t>201</w:t>
        </w:r>
        <w:r>
          <w:rPr>
            <w:sz w:val="28"/>
            <w:szCs w:val="28"/>
          </w:rPr>
          <w:t>5 г</w:t>
        </w:r>
      </w:smartTag>
      <w:r>
        <w:rPr>
          <w:sz w:val="28"/>
          <w:szCs w:val="28"/>
        </w:rPr>
        <w:t>.</w:t>
      </w:r>
    </w:p>
    <w:p w:rsidR="003E469A" w:rsidRDefault="003E469A" w:rsidP="00D67BF3">
      <w:pPr>
        <w:jc w:val="center"/>
        <w:rPr>
          <w:sz w:val="28"/>
          <w:szCs w:val="28"/>
        </w:rPr>
      </w:pPr>
      <w:r w:rsidRPr="004763E2">
        <w:rPr>
          <w:sz w:val="28"/>
          <w:szCs w:val="28"/>
        </w:rPr>
        <w:t xml:space="preserve">№ </w:t>
      </w:r>
      <w:r>
        <w:rPr>
          <w:sz w:val="28"/>
          <w:szCs w:val="28"/>
        </w:rPr>
        <w:t>70</w:t>
      </w:r>
      <w:r w:rsidRPr="004763E2">
        <w:rPr>
          <w:sz w:val="28"/>
          <w:szCs w:val="28"/>
        </w:rPr>
        <w:t>-ЗО</w:t>
      </w:r>
    </w:p>
    <w:sectPr w:rsidR="003E469A" w:rsidSect="00D67BF3">
      <w:headerReference w:type="even" r:id="rId7"/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69A" w:rsidRDefault="003E469A">
      <w:r>
        <w:separator/>
      </w:r>
    </w:p>
  </w:endnote>
  <w:endnote w:type="continuationSeparator" w:id="0">
    <w:p w:rsidR="003E469A" w:rsidRDefault="003E46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69A" w:rsidRDefault="003E469A">
      <w:r>
        <w:separator/>
      </w:r>
    </w:p>
  </w:footnote>
  <w:footnote w:type="continuationSeparator" w:id="0">
    <w:p w:rsidR="003E469A" w:rsidRDefault="003E46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69A" w:rsidRDefault="003E469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E469A" w:rsidRDefault="003E469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69A" w:rsidRPr="005670E5" w:rsidRDefault="003E469A" w:rsidP="00D67BF3">
    <w:pPr>
      <w:pStyle w:val="Header"/>
      <w:jc w:val="center"/>
      <w:rPr>
        <w:rStyle w:val="PageNumber"/>
        <w:sz w:val="28"/>
      </w:rPr>
    </w:pPr>
    <w:r w:rsidRPr="005670E5">
      <w:rPr>
        <w:rStyle w:val="PageNumber"/>
        <w:sz w:val="28"/>
      </w:rPr>
      <w:fldChar w:fldCharType="begin"/>
    </w:r>
    <w:r w:rsidRPr="005670E5">
      <w:rPr>
        <w:rStyle w:val="PageNumber"/>
        <w:sz w:val="28"/>
      </w:rPr>
      <w:instrText xml:space="preserve">PAGE  </w:instrText>
    </w:r>
    <w:r w:rsidRPr="005670E5">
      <w:rPr>
        <w:rStyle w:val="PageNumber"/>
        <w:sz w:val="28"/>
      </w:rPr>
      <w:fldChar w:fldCharType="separate"/>
    </w:r>
    <w:r>
      <w:rPr>
        <w:rStyle w:val="PageNumber"/>
        <w:noProof/>
        <w:sz w:val="28"/>
      </w:rPr>
      <w:t>2</w:t>
    </w:r>
    <w:r w:rsidRPr="005670E5">
      <w:rPr>
        <w:rStyle w:val="PageNumber"/>
        <w:sz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B5C1F"/>
    <w:multiLevelType w:val="hybridMultilevel"/>
    <w:tmpl w:val="99CCC11A"/>
    <w:lvl w:ilvl="0" w:tplc="A138907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41837805"/>
    <w:multiLevelType w:val="hybridMultilevel"/>
    <w:tmpl w:val="91F01E38"/>
    <w:lvl w:ilvl="0" w:tplc="D3D897C2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60D511C6"/>
    <w:multiLevelType w:val="hybridMultilevel"/>
    <w:tmpl w:val="9C9C735E"/>
    <w:lvl w:ilvl="0" w:tplc="BCC6750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6261"/>
    <w:rsid w:val="00001FD0"/>
    <w:rsid w:val="00017BD6"/>
    <w:rsid w:val="000201EC"/>
    <w:rsid w:val="00030810"/>
    <w:rsid w:val="00035269"/>
    <w:rsid w:val="00056EE4"/>
    <w:rsid w:val="0007452D"/>
    <w:rsid w:val="0009002C"/>
    <w:rsid w:val="000958FC"/>
    <w:rsid w:val="00097F4F"/>
    <w:rsid w:val="000A33B0"/>
    <w:rsid w:val="000B612B"/>
    <w:rsid w:val="000B7668"/>
    <w:rsid w:val="000B7A98"/>
    <w:rsid w:val="000C103E"/>
    <w:rsid w:val="000C45D3"/>
    <w:rsid w:val="000D7711"/>
    <w:rsid w:val="000E43FB"/>
    <w:rsid w:val="000E463D"/>
    <w:rsid w:val="000F51BF"/>
    <w:rsid w:val="000F57F2"/>
    <w:rsid w:val="00102E2B"/>
    <w:rsid w:val="00104AEA"/>
    <w:rsid w:val="00113069"/>
    <w:rsid w:val="00124D09"/>
    <w:rsid w:val="00125DF4"/>
    <w:rsid w:val="00126BF9"/>
    <w:rsid w:val="0012732F"/>
    <w:rsid w:val="00136D57"/>
    <w:rsid w:val="001445E1"/>
    <w:rsid w:val="001511D0"/>
    <w:rsid w:val="00155180"/>
    <w:rsid w:val="001622DE"/>
    <w:rsid w:val="001739C3"/>
    <w:rsid w:val="00180127"/>
    <w:rsid w:val="0018019D"/>
    <w:rsid w:val="00181B3A"/>
    <w:rsid w:val="00186F77"/>
    <w:rsid w:val="00195102"/>
    <w:rsid w:val="001A07B9"/>
    <w:rsid w:val="001A109E"/>
    <w:rsid w:val="001A6453"/>
    <w:rsid w:val="001A7309"/>
    <w:rsid w:val="001B1AA4"/>
    <w:rsid w:val="001B7F6A"/>
    <w:rsid w:val="001D65DD"/>
    <w:rsid w:val="001D772A"/>
    <w:rsid w:val="001E3A4F"/>
    <w:rsid w:val="001F2221"/>
    <w:rsid w:val="001F69E3"/>
    <w:rsid w:val="00200941"/>
    <w:rsid w:val="00206EE8"/>
    <w:rsid w:val="00210335"/>
    <w:rsid w:val="00215EA8"/>
    <w:rsid w:val="00225532"/>
    <w:rsid w:val="0022615D"/>
    <w:rsid w:val="00233F0F"/>
    <w:rsid w:val="00235ACB"/>
    <w:rsid w:val="002414F0"/>
    <w:rsid w:val="00244985"/>
    <w:rsid w:val="00244E6C"/>
    <w:rsid w:val="0025302D"/>
    <w:rsid w:val="0026114B"/>
    <w:rsid w:val="00274513"/>
    <w:rsid w:val="00284496"/>
    <w:rsid w:val="00285F48"/>
    <w:rsid w:val="002A4750"/>
    <w:rsid w:val="002B6AF0"/>
    <w:rsid w:val="002D1F77"/>
    <w:rsid w:val="002D41A9"/>
    <w:rsid w:val="002E2E85"/>
    <w:rsid w:val="002F5802"/>
    <w:rsid w:val="002F6190"/>
    <w:rsid w:val="00310AD8"/>
    <w:rsid w:val="00312F88"/>
    <w:rsid w:val="0031583A"/>
    <w:rsid w:val="003300DE"/>
    <w:rsid w:val="0035098C"/>
    <w:rsid w:val="00361300"/>
    <w:rsid w:val="00376D8B"/>
    <w:rsid w:val="003779DD"/>
    <w:rsid w:val="00382380"/>
    <w:rsid w:val="00382E47"/>
    <w:rsid w:val="00383DCF"/>
    <w:rsid w:val="00390D6F"/>
    <w:rsid w:val="003A70BF"/>
    <w:rsid w:val="003D27B6"/>
    <w:rsid w:val="003D5EAE"/>
    <w:rsid w:val="003E469A"/>
    <w:rsid w:val="003F1331"/>
    <w:rsid w:val="003F4D77"/>
    <w:rsid w:val="003F7031"/>
    <w:rsid w:val="0041226F"/>
    <w:rsid w:val="00416D73"/>
    <w:rsid w:val="00424604"/>
    <w:rsid w:val="004256DB"/>
    <w:rsid w:val="00442216"/>
    <w:rsid w:val="004448B6"/>
    <w:rsid w:val="00453165"/>
    <w:rsid w:val="00457068"/>
    <w:rsid w:val="004763E2"/>
    <w:rsid w:val="00495716"/>
    <w:rsid w:val="004A7F26"/>
    <w:rsid w:val="004E406A"/>
    <w:rsid w:val="004F2018"/>
    <w:rsid w:val="004F20E7"/>
    <w:rsid w:val="004F6D82"/>
    <w:rsid w:val="004F7662"/>
    <w:rsid w:val="005064A2"/>
    <w:rsid w:val="00525137"/>
    <w:rsid w:val="00531BBA"/>
    <w:rsid w:val="00533880"/>
    <w:rsid w:val="005450EA"/>
    <w:rsid w:val="005464E4"/>
    <w:rsid w:val="00556D0A"/>
    <w:rsid w:val="005609EE"/>
    <w:rsid w:val="00565600"/>
    <w:rsid w:val="005670E5"/>
    <w:rsid w:val="00570407"/>
    <w:rsid w:val="00575F6B"/>
    <w:rsid w:val="00585BF0"/>
    <w:rsid w:val="00587882"/>
    <w:rsid w:val="005A26AA"/>
    <w:rsid w:val="005A3136"/>
    <w:rsid w:val="005A34A5"/>
    <w:rsid w:val="005A4744"/>
    <w:rsid w:val="005A71F3"/>
    <w:rsid w:val="005B6CE7"/>
    <w:rsid w:val="005C48BE"/>
    <w:rsid w:val="006007BF"/>
    <w:rsid w:val="00606C35"/>
    <w:rsid w:val="0061331F"/>
    <w:rsid w:val="00625768"/>
    <w:rsid w:val="00626A15"/>
    <w:rsid w:val="00632674"/>
    <w:rsid w:val="00633C7B"/>
    <w:rsid w:val="00642473"/>
    <w:rsid w:val="00656BB8"/>
    <w:rsid w:val="00662CAF"/>
    <w:rsid w:val="00663CD9"/>
    <w:rsid w:val="006669D3"/>
    <w:rsid w:val="006821DB"/>
    <w:rsid w:val="006A0409"/>
    <w:rsid w:val="006A21BD"/>
    <w:rsid w:val="006A486C"/>
    <w:rsid w:val="006C2E1F"/>
    <w:rsid w:val="006C5932"/>
    <w:rsid w:val="006C60D9"/>
    <w:rsid w:val="006E1C78"/>
    <w:rsid w:val="006F1F54"/>
    <w:rsid w:val="006F3E48"/>
    <w:rsid w:val="006F7A26"/>
    <w:rsid w:val="007073E7"/>
    <w:rsid w:val="00716B94"/>
    <w:rsid w:val="00721C12"/>
    <w:rsid w:val="007251D0"/>
    <w:rsid w:val="00725F43"/>
    <w:rsid w:val="00742424"/>
    <w:rsid w:val="007531EE"/>
    <w:rsid w:val="007A034F"/>
    <w:rsid w:val="007A03E0"/>
    <w:rsid w:val="007A0A43"/>
    <w:rsid w:val="007A4398"/>
    <w:rsid w:val="007B102B"/>
    <w:rsid w:val="007C0020"/>
    <w:rsid w:val="007E4842"/>
    <w:rsid w:val="007E5DEE"/>
    <w:rsid w:val="007F7877"/>
    <w:rsid w:val="0080292B"/>
    <w:rsid w:val="00806CBA"/>
    <w:rsid w:val="00843ACF"/>
    <w:rsid w:val="00852318"/>
    <w:rsid w:val="00857A16"/>
    <w:rsid w:val="008662F2"/>
    <w:rsid w:val="0089160C"/>
    <w:rsid w:val="00892EEF"/>
    <w:rsid w:val="008966CD"/>
    <w:rsid w:val="008A0098"/>
    <w:rsid w:val="008D2D5D"/>
    <w:rsid w:val="009027C0"/>
    <w:rsid w:val="0091062B"/>
    <w:rsid w:val="00911860"/>
    <w:rsid w:val="00917166"/>
    <w:rsid w:val="00923CCD"/>
    <w:rsid w:val="00937B34"/>
    <w:rsid w:val="009479EF"/>
    <w:rsid w:val="00962CF9"/>
    <w:rsid w:val="0096314A"/>
    <w:rsid w:val="009640C2"/>
    <w:rsid w:val="00972243"/>
    <w:rsid w:val="00974E44"/>
    <w:rsid w:val="00985E6C"/>
    <w:rsid w:val="009910E5"/>
    <w:rsid w:val="009A50BC"/>
    <w:rsid w:val="009A7CB8"/>
    <w:rsid w:val="009B3DDC"/>
    <w:rsid w:val="009C04D3"/>
    <w:rsid w:val="009C62CC"/>
    <w:rsid w:val="009D1005"/>
    <w:rsid w:val="009E1FDF"/>
    <w:rsid w:val="009E28DF"/>
    <w:rsid w:val="009E5D2C"/>
    <w:rsid w:val="009F7D34"/>
    <w:rsid w:val="00A02342"/>
    <w:rsid w:val="00A27CD2"/>
    <w:rsid w:val="00A320F5"/>
    <w:rsid w:val="00A555EF"/>
    <w:rsid w:val="00A6632E"/>
    <w:rsid w:val="00A667FA"/>
    <w:rsid w:val="00A74AE7"/>
    <w:rsid w:val="00A75151"/>
    <w:rsid w:val="00A84F7B"/>
    <w:rsid w:val="00A85F7D"/>
    <w:rsid w:val="00AA0D8E"/>
    <w:rsid w:val="00AB0F14"/>
    <w:rsid w:val="00AB11F7"/>
    <w:rsid w:val="00AB40A2"/>
    <w:rsid w:val="00AC5D3A"/>
    <w:rsid w:val="00AE2597"/>
    <w:rsid w:val="00AF533E"/>
    <w:rsid w:val="00B14A6F"/>
    <w:rsid w:val="00B14B2F"/>
    <w:rsid w:val="00B3203C"/>
    <w:rsid w:val="00B40845"/>
    <w:rsid w:val="00B463C4"/>
    <w:rsid w:val="00B65054"/>
    <w:rsid w:val="00B67109"/>
    <w:rsid w:val="00B732B2"/>
    <w:rsid w:val="00B816D4"/>
    <w:rsid w:val="00B91768"/>
    <w:rsid w:val="00B969EC"/>
    <w:rsid w:val="00BA29AE"/>
    <w:rsid w:val="00BA50D7"/>
    <w:rsid w:val="00BA7689"/>
    <w:rsid w:val="00BB2D14"/>
    <w:rsid w:val="00BB76B3"/>
    <w:rsid w:val="00BC60E2"/>
    <w:rsid w:val="00BD130E"/>
    <w:rsid w:val="00BD6AB3"/>
    <w:rsid w:val="00BD7C62"/>
    <w:rsid w:val="00BE1ED7"/>
    <w:rsid w:val="00BE4938"/>
    <w:rsid w:val="00BF3D09"/>
    <w:rsid w:val="00C2107A"/>
    <w:rsid w:val="00C43BEE"/>
    <w:rsid w:val="00C62540"/>
    <w:rsid w:val="00C62E67"/>
    <w:rsid w:val="00C740A5"/>
    <w:rsid w:val="00C9116C"/>
    <w:rsid w:val="00C93CCE"/>
    <w:rsid w:val="00CA17F2"/>
    <w:rsid w:val="00CB61F4"/>
    <w:rsid w:val="00CB6261"/>
    <w:rsid w:val="00CC04BC"/>
    <w:rsid w:val="00CD374E"/>
    <w:rsid w:val="00CD5186"/>
    <w:rsid w:val="00CD691E"/>
    <w:rsid w:val="00CE1569"/>
    <w:rsid w:val="00CF0F0F"/>
    <w:rsid w:val="00CF4D4E"/>
    <w:rsid w:val="00D003EE"/>
    <w:rsid w:val="00D007D7"/>
    <w:rsid w:val="00D11E3C"/>
    <w:rsid w:val="00D202F5"/>
    <w:rsid w:val="00D23245"/>
    <w:rsid w:val="00D322AB"/>
    <w:rsid w:val="00D4138C"/>
    <w:rsid w:val="00D47915"/>
    <w:rsid w:val="00D54CF5"/>
    <w:rsid w:val="00D6237E"/>
    <w:rsid w:val="00D67BF3"/>
    <w:rsid w:val="00D734BB"/>
    <w:rsid w:val="00D75E05"/>
    <w:rsid w:val="00D76CD4"/>
    <w:rsid w:val="00D85504"/>
    <w:rsid w:val="00DA059B"/>
    <w:rsid w:val="00DA1742"/>
    <w:rsid w:val="00DA2874"/>
    <w:rsid w:val="00DB48B6"/>
    <w:rsid w:val="00DB592A"/>
    <w:rsid w:val="00DB6332"/>
    <w:rsid w:val="00DC10C5"/>
    <w:rsid w:val="00DC1B5B"/>
    <w:rsid w:val="00DC4213"/>
    <w:rsid w:val="00DD57B1"/>
    <w:rsid w:val="00DE6430"/>
    <w:rsid w:val="00DF199C"/>
    <w:rsid w:val="00DF1B5A"/>
    <w:rsid w:val="00DF321D"/>
    <w:rsid w:val="00E12B6C"/>
    <w:rsid w:val="00E25EA9"/>
    <w:rsid w:val="00E401E1"/>
    <w:rsid w:val="00E4602A"/>
    <w:rsid w:val="00E64184"/>
    <w:rsid w:val="00E648D5"/>
    <w:rsid w:val="00E66E7E"/>
    <w:rsid w:val="00E75B33"/>
    <w:rsid w:val="00E926FC"/>
    <w:rsid w:val="00E96956"/>
    <w:rsid w:val="00EA0F6C"/>
    <w:rsid w:val="00EA5903"/>
    <w:rsid w:val="00EA660E"/>
    <w:rsid w:val="00EB1E94"/>
    <w:rsid w:val="00EB5ADA"/>
    <w:rsid w:val="00EC0CC9"/>
    <w:rsid w:val="00EC2C35"/>
    <w:rsid w:val="00EE71A7"/>
    <w:rsid w:val="00F01C4A"/>
    <w:rsid w:val="00F040EB"/>
    <w:rsid w:val="00F06AF5"/>
    <w:rsid w:val="00F12713"/>
    <w:rsid w:val="00F21215"/>
    <w:rsid w:val="00F26010"/>
    <w:rsid w:val="00F33826"/>
    <w:rsid w:val="00F42284"/>
    <w:rsid w:val="00F5283A"/>
    <w:rsid w:val="00F62CE2"/>
    <w:rsid w:val="00F72B9F"/>
    <w:rsid w:val="00F82CFC"/>
    <w:rsid w:val="00F918AD"/>
    <w:rsid w:val="00F9227C"/>
    <w:rsid w:val="00F96559"/>
    <w:rsid w:val="00FA6B58"/>
    <w:rsid w:val="00FB0A0F"/>
    <w:rsid w:val="00FC0AEA"/>
    <w:rsid w:val="00FC3AEC"/>
    <w:rsid w:val="00FC507D"/>
    <w:rsid w:val="00FC7EE0"/>
    <w:rsid w:val="00FD14C8"/>
    <w:rsid w:val="00FD6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B9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2B9F"/>
    <w:pPr>
      <w:keepNext/>
      <w:jc w:val="center"/>
      <w:outlineLvl w:val="0"/>
    </w:pPr>
    <w:rPr>
      <w:b/>
      <w:i/>
      <w:sz w:val="22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414F0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F72B9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PlusNonformat">
    <w:name w:val="ConsPlusNonformat"/>
    <w:uiPriority w:val="99"/>
    <w:rsid w:val="00F72B9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72B9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F72B9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414F0"/>
    <w:rPr>
      <w:rFonts w:cs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99"/>
    <w:semiHidden/>
    <w:rsid w:val="00F72B9F"/>
    <w:pPr>
      <w:widowControl w:val="0"/>
      <w:autoSpaceDE w:val="0"/>
      <w:autoSpaceDN w:val="0"/>
    </w:pPr>
    <w:rPr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rsid w:val="00F72B9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414F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rsid w:val="00F72B9F"/>
    <w:rPr>
      <w:rFonts w:cs="Times New Roman"/>
    </w:rPr>
  </w:style>
  <w:style w:type="paragraph" w:customStyle="1" w:styleId="ConsNormal">
    <w:name w:val="ConsNormal"/>
    <w:uiPriority w:val="99"/>
    <w:rsid w:val="00F72B9F"/>
    <w:pPr>
      <w:autoSpaceDE w:val="0"/>
      <w:autoSpaceDN w:val="0"/>
      <w:ind w:right="19772" w:firstLine="540"/>
      <w:jc w:val="both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F72B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414F0"/>
    <w:rPr>
      <w:rFonts w:cs="Times New Roman"/>
      <w:sz w:val="2"/>
    </w:rPr>
  </w:style>
  <w:style w:type="paragraph" w:styleId="BodyTextIndent">
    <w:name w:val="Body Text Indent"/>
    <w:basedOn w:val="Normal"/>
    <w:link w:val="BodyTextIndentChar"/>
    <w:uiPriority w:val="99"/>
    <w:semiHidden/>
    <w:rsid w:val="00F72B9F"/>
    <w:pPr>
      <w:autoSpaceDE w:val="0"/>
      <w:autoSpaceDN w:val="0"/>
      <w:adjustRightInd w:val="0"/>
      <w:spacing w:line="360" w:lineRule="auto"/>
      <w:ind w:firstLine="708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414F0"/>
    <w:rPr>
      <w:rFonts w:cs="Times New Roman"/>
      <w:sz w:val="24"/>
      <w:szCs w:val="24"/>
    </w:rPr>
  </w:style>
  <w:style w:type="character" w:customStyle="1" w:styleId="a">
    <w:name w:val="Основной текст с отступом Знак"/>
    <w:basedOn w:val="DefaultParagraphFont"/>
    <w:uiPriority w:val="99"/>
    <w:semiHidden/>
    <w:rsid w:val="00F72B9F"/>
    <w:rPr>
      <w:rFonts w:cs="Times New Roman"/>
      <w:sz w:val="28"/>
      <w:szCs w:val="28"/>
    </w:rPr>
  </w:style>
  <w:style w:type="paragraph" w:styleId="DocumentMap">
    <w:name w:val="Document Map"/>
    <w:basedOn w:val="Normal"/>
    <w:link w:val="DocumentMapChar"/>
    <w:uiPriority w:val="99"/>
    <w:semiHidden/>
    <w:rsid w:val="007531E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7531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349</Words>
  <Characters>1991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29 ноября 2005 года N 130-ЗО</dc:title>
  <dc:subject/>
  <dc:creator>Казаков Ю.В.</dc:creator>
  <cp:keywords/>
  <dc:description/>
  <cp:lastModifiedBy>Пользователь</cp:lastModifiedBy>
  <cp:revision>9</cp:revision>
  <cp:lastPrinted>2015-05-29T12:07:00Z</cp:lastPrinted>
  <dcterms:created xsi:type="dcterms:W3CDTF">2015-05-12T07:50:00Z</dcterms:created>
  <dcterms:modified xsi:type="dcterms:W3CDTF">2015-06-08T11:30:00Z</dcterms:modified>
</cp:coreProperties>
</file>