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7A6" w:rsidRDefault="00AE27A6" w:rsidP="00546BD2">
      <w:pPr>
        <w:pStyle w:val="ConsPlusTitle"/>
        <w:widowControl/>
        <w:jc w:val="center"/>
        <w:outlineLvl w:val="0"/>
        <w:rPr>
          <w:sz w:val="32"/>
          <w:szCs w:val="32"/>
        </w:rPr>
      </w:pPr>
      <w:bookmarkStart w:id="0" w:name="_GoBack"/>
      <w:bookmarkEnd w:id="0"/>
      <w:r>
        <w:rPr>
          <w:sz w:val="32"/>
          <w:szCs w:val="32"/>
        </w:rPr>
        <w:t>Закон Ульяновской области</w:t>
      </w:r>
    </w:p>
    <w:p w:rsidR="00AE27A6" w:rsidRDefault="00AE27A6" w:rsidP="00546BD2">
      <w:pPr>
        <w:pStyle w:val="ConsPlusTitle"/>
        <w:widowControl/>
        <w:jc w:val="center"/>
        <w:outlineLvl w:val="0"/>
        <w:rPr>
          <w:sz w:val="32"/>
          <w:szCs w:val="32"/>
        </w:rPr>
      </w:pPr>
    </w:p>
    <w:p w:rsidR="00AE27A6" w:rsidRDefault="00AE27A6" w:rsidP="00546BD2">
      <w:pPr>
        <w:pStyle w:val="ConsPlusTitle"/>
        <w:widowControl/>
        <w:jc w:val="center"/>
        <w:outlineLvl w:val="0"/>
        <w:rPr>
          <w:sz w:val="32"/>
          <w:szCs w:val="32"/>
        </w:rPr>
      </w:pPr>
    </w:p>
    <w:p w:rsidR="00AE27A6" w:rsidRDefault="00AE27A6" w:rsidP="00546BD2">
      <w:pPr>
        <w:pStyle w:val="ConsPlusTitle"/>
        <w:widowControl/>
        <w:jc w:val="center"/>
        <w:outlineLvl w:val="0"/>
        <w:rPr>
          <w:sz w:val="32"/>
          <w:szCs w:val="32"/>
        </w:rPr>
      </w:pPr>
    </w:p>
    <w:p w:rsidR="00AE27A6" w:rsidRDefault="00AE27A6" w:rsidP="000F3704">
      <w:pPr>
        <w:pStyle w:val="ConsPlusTitle"/>
        <w:widowControl/>
        <w:jc w:val="center"/>
        <w:outlineLvl w:val="0"/>
        <w:rPr>
          <w:sz w:val="28"/>
          <w:szCs w:val="28"/>
        </w:rPr>
      </w:pPr>
    </w:p>
    <w:p w:rsidR="00AE27A6" w:rsidRDefault="00AE27A6" w:rsidP="000F3704">
      <w:pPr>
        <w:pStyle w:val="ConsPlusTitle"/>
        <w:widowControl/>
        <w:jc w:val="center"/>
        <w:outlineLvl w:val="0"/>
        <w:rPr>
          <w:sz w:val="28"/>
          <w:szCs w:val="28"/>
        </w:rPr>
      </w:pPr>
      <w:r>
        <w:rPr>
          <w:sz w:val="28"/>
          <w:szCs w:val="28"/>
        </w:rPr>
        <w:t xml:space="preserve">О внесении изменений в Закон Ульяновской области </w:t>
      </w:r>
      <w:r>
        <w:rPr>
          <w:sz w:val="28"/>
          <w:szCs w:val="28"/>
        </w:rPr>
        <w:br/>
        <w:t>«О звании Ульяновской области «Город трудовой славы»</w:t>
      </w:r>
    </w:p>
    <w:p w:rsidR="00AE27A6" w:rsidRDefault="00AE27A6" w:rsidP="002C7B71">
      <w:pPr>
        <w:autoSpaceDE w:val="0"/>
        <w:autoSpaceDN w:val="0"/>
        <w:adjustRightInd w:val="0"/>
        <w:jc w:val="center"/>
        <w:outlineLvl w:val="0"/>
        <w:rPr>
          <w:sz w:val="28"/>
          <w:szCs w:val="28"/>
        </w:rPr>
      </w:pPr>
    </w:p>
    <w:p w:rsidR="00AE27A6" w:rsidRDefault="00AE27A6" w:rsidP="00546BD2">
      <w:pPr>
        <w:autoSpaceDE w:val="0"/>
        <w:autoSpaceDN w:val="0"/>
        <w:adjustRightInd w:val="0"/>
        <w:jc w:val="center"/>
        <w:outlineLvl w:val="0"/>
        <w:rPr>
          <w:i/>
        </w:rPr>
      </w:pPr>
    </w:p>
    <w:p w:rsidR="00AE27A6" w:rsidRPr="002C2CF9" w:rsidRDefault="00AE27A6" w:rsidP="00134D84">
      <w:pPr>
        <w:pStyle w:val="ConsNormal"/>
        <w:ind w:right="0" w:firstLine="0"/>
        <w:jc w:val="center"/>
        <w:rPr>
          <w:rFonts w:ascii="Times New Roman" w:hAnsi="Times New Roman" w:cs="Times New Roman"/>
          <w:sz w:val="24"/>
          <w:szCs w:val="24"/>
        </w:rPr>
      </w:pPr>
      <w:r w:rsidRPr="002C2CF9">
        <w:rPr>
          <w:rFonts w:ascii="Times New Roman" w:hAnsi="Times New Roman" w:cs="Times New Roman"/>
          <w:sz w:val="24"/>
          <w:szCs w:val="24"/>
        </w:rPr>
        <w:t xml:space="preserve">Принят Законодательным Собранием Ульяновской области </w:t>
      </w:r>
      <w:r>
        <w:rPr>
          <w:rFonts w:ascii="Times New Roman" w:hAnsi="Times New Roman" w:cs="Times New Roman"/>
          <w:sz w:val="24"/>
          <w:szCs w:val="24"/>
        </w:rPr>
        <w:t>28 мая 2015 года</w:t>
      </w:r>
    </w:p>
    <w:p w:rsidR="00AE27A6" w:rsidRDefault="00AE27A6" w:rsidP="00546BD2">
      <w:pPr>
        <w:autoSpaceDE w:val="0"/>
        <w:autoSpaceDN w:val="0"/>
        <w:adjustRightInd w:val="0"/>
        <w:jc w:val="center"/>
        <w:outlineLvl w:val="0"/>
        <w:rPr>
          <w:i/>
        </w:rPr>
      </w:pPr>
    </w:p>
    <w:p w:rsidR="00AE27A6" w:rsidRDefault="00AE27A6" w:rsidP="00546BD2">
      <w:pPr>
        <w:autoSpaceDE w:val="0"/>
        <w:autoSpaceDN w:val="0"/>
        <w:adjustRightInd w:val="0"/>
        <w:jc w:val="center"/>
        <w:outlineLvl w:val="0"/>
        <w:rPr>
          <w:i/>
        </w:rPr>
      </w:pPr>
    </w:p>
    <w:p w:rsidR="00AE27A6" w:rsidRDefault="00AE27A6" w:rsidP="00546BD2">
      <w:pPr>
        <w:autoSpaceDE w:val="0"/>
        <w:autoSpaceDN w:val="0"/>
        <w:adjustRightInd w:val="0"/>
        <w:jc w:val="center"/>
        <w:outlineLvl w:val="0"/>
        <w:rPr>
          <w:i/>
        </w:rPr>
      </w:pPr>
    </w:p>
    <w:p w:rsidR="00AE27A6" w:rsidRPr="00134D84" w:rsidRDefault="00AE27A6" w:rsidP="00546BD2">
      <w:pPr>
        <w:autoSpaceDE w:val="0"/>
        <w:autoSpaceDN w:val="0"/>
        <w:adjustRightInd w:val="0"/>
        <w:jc w:val="center"/>
        <w:outlineLvl w:val="0"/>
        <w:rPr>
          <w:i/>
          <w:sz w:val="16"/>
          <w:szCs w:val="16"/>
        </w:rPr>
      </w:pPr>
    </w:p>
    <w:p w:rsidR="00AE27A6" w:rsidRPr="00910B77" w:rsidRDefault="00AE27A6" w:rsidP="00D20669">
      <w:pPr>
        <w:autoSpaceDE w:val="0"/>
        <w:autoSpaceDN w:val="0"/>
        <w:adjustRightInd w:val="0"/>
        <w:ind w:firstLine="709"/>
        <w:outlineLvl w:val="0"/>
        <w:rPr>
          <w:b/>
          <w:sz w:val="28"/>
          <w:szCs w:val="28"/>
        </w:rPr>
      </w:pPr>
      <w:r w:rsidRPr="00910B77">
        <w:rPr>
          <w:b/>
          <w:sz w:val="28"/>
          <w:szCs w:val="28"/>
        </w:rPr>
        <w:t>Статья 1</w:t>
      </w:r>
    </w:p>
    <w:p w:rsidR="00AE27A6" w:rsidRPr="00134D84" w:rsidRDefault="00AE27A6" w:rsidP="00D20669">
      <w:pPr>
        <w:autoSpaceDE w:val="0"/>
        <w:autoSpaceDN w:val="0"/>
        <w:adjustRightInd w:val="0"/>
        <w:ind w:firstLine="709"/>
        <w:contextualSpacing/>
        <w:jc w:val="both"/>
        <w:rPr>
          <w:sz w:val="20"/>
          <w:szCs w:val="20"/>
        </w:rPr>
      </w:pPr>
    </w:p>
    <w:p w:rsidR="00AE27A6" w:rsidRPr="002F6763" w:rsidRDefault="00AE27A6" w:rsidP="00D20669">
      <w:pPr>
        <w:autoSpaceDE w:val="0"/>
        <w:autoSpaceDN w:val="0"/>
        <w:adjustRightInd w:val="0"/>
        <w:ind w:firstLine="709"/>
        <w:contextualSpacing/>
        <w:jc w:val="both"/>
        <w:rPr>
          <w:sz w:val="28"/>
          <w:szCs w:val="28"/>
        </w:rPr>
      </w:pPr>
    </w:p>
    <w:p w:rsidR="00AE27A6" w:rsidRDefault="00AE27A6" w:rsidP="006872D1">
      <w:pPr>
        <w:autoSpaceDE w:val="0"/>
        <w:autoSpaceDN w:val="0"/>
        <w:adjustRightInd w:val="0"/>
        <w:spacing w:line="360" w:lineRule="auto"/>
        <w:ind w:firstLine="709"/>
        <w:contextualSpacing/>
        <w:jc w:val="both"/>
        <w:rPr>
          <w:sz w:val="28"/>
          <w:szCs w:val="28"/>
        </w:rPr>
      </w:pPr>
      <w:r w:rsidRPr="00396BE3">
        <w:rPr>
          <w:sz w:val="28"/>
          <w:szCs w:val="28"/>
        </w:rPr>
        <w:t>Внести</w:t>
      </w:r>
      <w:r>
        <w:rPr>
          <w:sz w:val="28"/>
          <w:szCs w:val="28"/>
        </w:rPr>
        <w:t xml:space="preserve"> в</w:t>
      </w:r>
      <w:r w:rsidRPr="00396BE3">
        <w:rPr>
          <w:sz w:val="28"/>
          <w:szCs w:val="28"/>
        </w:rPr>
        <w:t xml:space="preserve"> </w:t>
      </w:r>
      <w:r>
        <w:rPr>
          <w:sz w:val="28"/>
          <w:szCs w:val="28"/>
        </w:rPr>
        <w:t>Закон Ульяновской области от 26 марта 2014 года № 31-ЗО          «О звании Ульяновской области «Город трудовой славы» («Ульяновская правда» от</w:t>
      </w:r>
      <w:r w:rsidRPr="007D5544">
        <w:rPr>
          <w:sz w:val="28"/>
          <w:szCs w:val="28"/>
        </w:rPr>
        <w:t xml:space="preserve"> 01.04.2014</w:t>
      </w:r>
      <w:r>
        <w:rPr>
          <w:sz w:val="28"/>
          <w:szCs w:val="28"/>
        </w:rPr>
        <w:t xml:space="preserve"> № 46</w:t>
      </w:r>
      <w:r w:rsidRPr="00396BE3">
        <w:rPr>
          <w:sz w:val="28"/>
          <w:szCs w:val="28"/>
        </w:rPr>
        <w:t xml:space="preserve">) </w:t>
      </w:r>
      <w:r>
        <w:rPr>
          <w:sz w:val="28"/>
          <w:szCs w:val="28"/>
        </w:rPr>
        <w:t xml:space="preserve">следующие </w:t>
      </w:r>
      <w:r w:rsidRPr="00396BE3">
        <w:rPr>
          <w:sz w:val="28"/>
          <w:szCs w:val="28"/>
        </w:rPr>
        <w:t>изменени</w:t>
      </w:r>
      <w:r>
        <w:rPr>
          <w:sz w:val="28"/>
          <w:szCs w:val="28"/>
        </w:rPr>
        <w:t>я:</w:t>
      </w:r>
    </w:p>
    <w:p w:rsidR="00AE27A6" w:rsidRDefault="00AE27A6" w:rsidP="009262D1">
      <w:pPr>
        <w:numPr>
          <w:ilvl w:val="0"/>
          <w:numId w:val="11"/>
        </w:numPr>
        <w:autoSpaceDE w:val="0"/>
        <w:autoSpaceDN w:val="0"/>
        <w:adjustRightInd w:val="0"/>
        <w:spacing w:line="360" w:lineRule="auto"/>
        <w:contextualSpacing/>
        <w:jc w:val="both"/>
        <w:rPr>
          <w:sz w:val="28"/>
          <w:szCs w:val="28"/>
        </w:rPr>
      </w:pPr>
      <w:r>
        <w:rPr>
          <w:sz w:val="28"/>
          <w:szCs w:val="28"/>
        </w:rPr>
        <w:t>наименование изложить в следующей редакции:</w:t>
      </w:r>
    </w:p>
    <w:p w:rsidR="00AE27A6" w:rsidRDefault="00AE27A6" w:rsidP="00D20669">
      <w:pPr>
        <w:autoSpaceDE w:val="0"/>
        <w:autoSpaceDN w:val="0"/>
        <w:adjustRightInd w:val="0"/>
        <w:contextualSpacing/>
        <w:jc w:val="center"/>
        <w:rPr>
          <w:sz w:val="28"/>
          <w:szCs w:val="28"/>
        </w:rPr>
      </w:pPr>
      <w:r w:rsidRPr="002C7B71">
        <w:rPr>
          <w:sz w:val="28"/>
          <w:szCs w:val="28"/>
        </w:rPr>
        <w:t>«</w:t>
      </w:r>
      <w:r w:rsidRPr="00435AA3">
        <w:rPr>
          <w:b/>
          <w:sz w:val="28"/>
          <w:szCs w:val="28"/>
        </w:rPr>
        <w:t xml:space="preserve">О званиях Ульяновской области «Город трудовой славы» </w:t>
      </w:r>
      <w:r>
        <w:rPr>
          <w:b/>
          <w:sz w:val="28"/>
          <w:szCs w:val="28"/>
        </w:rPr>
        <w:br/>
      </w:r>
      <w:r w:rsidRPr="00435AA3">
        <w:rPr>
          <w:b/>
          <w:sz w:val="28"/>
          <w:szCs w:val="28"/>
        </w:rPr>
        <w:t xml:space="preserve">и </w:t>
      </w:r>
      <w:r>
        <w:rPr>
          <w:b/>
          <w:sz w:val="28"/>
          <w:szCs w:val="28"/>
        </w:rPr>
        <w:t>«</w:t>
      </w:r>
      <w:r w:rsidRPr="00435AA3">
        <w:rPr>
          <w:b/>
          <w:sz w:val="28"/>
          <w:szCs w:val="28"/>
        </w:rPr>
        <w:t>Посёлок трудовой славы</w:t>
      </w:r>
      <w:r w:rsidRPr="002C7B71">
        <w:rPr>
          <w:b/>
          <w:sz w:val="28"/>
          <w:szCs w:val="28"/>
        </w:rPr>
        <w:t>»</w:t>
      </w:r>
      <w:r w:rsidRPr="002C7B71">
        <w:rPr>
          <w:sz w:val="28"/>
          <w:szCs w:val="28"/>
        </w:rPr>
        <w:t>»;</w:t>
      </w:r>
    </w:p>
    <w:p w:rsidR="00AE27A6" w:rsidRPr="00D20669" w:rsidRDefault="00AE27A6" w:rsidP="00D20669">
      <w:pPr>
        <w:autoSpaceDE w:val="0"/>
        <w:autoSpaceDN w:val="0"/>
        <w:adjustRightInd w:val="0"/>
        <w:spacing w:line="360" w:lineRule="auto"/>
        <w:contextualSpacing/>
        <w:jc w:val="center"/>
        <w:rPr>
          <w:sz w:val="12"/>
          <w:szCs w:val="28"/>
        </w:rPr>
      </w:pPr>
    </w:p>
    <w:p w:rsidR="00AE27A6" w:rsidRDefault="00AE27A6" w:rsidP="00837860">
      <w:pPr>
        <w:autoSpaceDE w:val="0"/>
        <w:autoSpaceDN w:val="0"/>
        <w:adjustRightInd w:val="0"/>
        <w:spacing w:line="360" w:lineRule="auto"/>
        <w:ind w:firstLine="709"/>
        <w:contextualSpacing/>
        <w:jc w:val="both"/>
        <w:rPr>
          <w:sz w:val="28"/>
          <w:szCs w:val="28"/>
        </w:rPr>
      </w:pPr>
      <w:r>
        <w:rPr>
          <w:sz w:val="28"/>
          <w:szCs w:val="28"/>
        </w:rPr>
        <w:t xml:space="preserve">2) статью 1 изложить в следующей редакции:  </w:t>
      </w:r>
    </w:p>
    <w:p w:rsidR="00AE27A6" w:rsidRDefault="00AE27A6" w:rsidP="00D20669">
      <w:pPr>
        <w:autoSpaceDE w:val="0"/>
        <w:autoSpaceDN w:val="0"/>
        <w:adjustRightInd w:val="0"/>
        <w:ind w:firstLine="709"/>
        <w:contextualSpacing/>
        <w:rPr>
          <w:b/>
          <w:sz w:val="28"/>
          <w:szCs w:val="28"/>
        </w:rPr>
      </w:pPr>
      <w:r w:rsidRPr="00DE6324">
        <w:rPr>
          <w:sz w:val="28"/>
          <w:szCs w:val="28"/>
        </w:rPr>
        <w:t>«Статья 1.</w:t>
      </w:r>
      <w:r>
        <w:rPr>
          <w:b/>
          <w:sz w:val="28"/>
          <w:szCs w:val="28"/>
        </w:rPr>
        <w:t xml:space="preserve"> Предмет правового регулирования настоящего Закона</w:t>
      </w:r>
    </w:p>
    <w:p w:rsidR="00AE27A6" w:rsidRPr="00134D84" w:rsidRDefault="00AE27A6" w:rsidP="00D20669">
      <w:pPr>
        <w:autoSpaceDE w:val="0"/>
        <w:autoSpaceDN w:val="0"/>
        <w:adjustRightInd w:val="0"/>
        <w:contextualSpacing/>
        <w:rPr>
          <w:b/>
        </w:rPr>
      </w:pPr>
    </w:p>
    <w:p w:rsidR="00AE27A6" w:rsidRDefault="00AE27A6" w:rsidP="00D20669">
      <w:pPr>
        <w:autoSpaceDE w:val="0"/>
        <w:autoSpaceDN w:val="0"/>
        <w:adjustRightInd w:val="0"/>
        <w:contextualSpacing/>
        <w:rPr>
          <w:b/>
          <w:sz w:val="28"/>
          <w:szCs w:val="28"/>
        </w:rPr>
      </w:pPr>
    </w:p>
    <w:p w:rsidR="00AE27A6" w:rsidRDefault="00AE27A6" w:rsidP="002C7B71">
      <w:pPr>
        <w:autoSpaceDE w:val="0"/>
        <w:autoSpaceDN w:val="0"/>
        <w:adjustRightInd w:val="0"/>
        <w:spacing w:line="360" w:lineRule="auto"/>
        <w:ind w:firstLine="709"/>
        <w:contextualSpacing/>
        <w:jc w:val="both"/>
        <w:rPr>
          <w:sz w:val="28"/>
          <w:szCs w:val="28"/>
        </w:rPr>
      </w:pPr>
      <w:r w:rsidRPr="00521BBA">
        <w:rPr>
          <w:sz w:val="28"/>
          <w:szCs w:val="28"/>
        </w:rPr>
        <w:t>Настоящий Закон</w:t>
      </w:r>
      <w:r>
        <w:rPr>
          <w:sz w:val="28"/>
          <w:szCs w:val="28"/>
        </w:rPr>
        <w:t xml:space="preserve"> регулирует отношения, возникшие по поводу присвоения городам и посёлкам, находящимся на территории Ульяновской области (далее  также – города, посёлки соответственно), званий Ульяновской области «Город трудовой славы» или «Посёлок трудовой славы» (далее также – звание «Город трудовой славы», «Посёлок трудовой славы» соответственно).»;</w:t>
      </w:r>
    </w:p>
    <w:p w:rsidR="00AE27A6" w:rsidRDefault="00AE27A6" w:rsidP="0025168D">
      <w:pPr>
        <w:tabs>
          <w:tab w:val="left" w:pos="1134"/>
        </w:tabs>
        <w:autoSpaceDE w:val="0"/>
        <w:autoSpaceDN w:val="0"/>
        <w:adjustRightInd w:val="0"/>
        <w:spacing w:line="360" w:lineRule="auto"/>
        <w:ind w:firstLine="709"/>
        <w:contextualSpacing/>
        <w:jc w:val="both"/>
        <w:rPr>
          <w:sz w:val="28"/>
          <w:szCs w:val="28"/>
        </w:rPr>
      </w:pPr>
      <w:r>
        <w:rPr>
          <w:sz w:val="28"/>
          <w:szCs w:val="28"/>
        </w:rPr>
        <w:t>3) в статье 2:</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а) в части 1 слова «присваивается городам» заменить словами «или  «Посёлок трудовой славы» присваивается, соответственно, городам или посёлкам»;</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 xml:space="preserve">б) в части 2 слова «звания «Город трудовой славы» заменить словами </w:t>
      </w:r>
      <w:r>
        <w:rPr>
          <w:sz w:val="28"/>
          <w:szCs w:val="28"/>
        </w:rPr>
        <w:br/>
        <w:t>«или посёлкам званий «Город трудовой славы» или «Посёлок трудовой славы»;</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в) в части 3:</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в первом предложении абзаца первого слова «Звание «Город трудовой славы» присваивается городам» заменить словами «Звание «Город трудовой славы» или «Посёлок трудовой славы» присваивается городам или посёлкам», слово «город» заменить словами «город или посёлок»;</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в абзаце втором:</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 xml:space="preserve">в первом предложении слова «городу звания «Город трудовой славы» заменить словами «городу или посёлку звания «Город трудовой славы» или «Посёлок трудовой славы»; </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во втором предложении слова «городу звания «Город трудовой славы» либо об отклонении предложений о присвоении городу звания «Город трудовой славы» заменить словами «городу или посёлку звания «Город трудовой славы» или «Посёлок трудовой славы» либо об отклонении соответствующих предложений»;</w:t>
      </w:r>
    </w:p>
    <w:p w:rsidR="00AE27A6" w:rsidRDefault="00AE27A6" w:rsidP="006872D1">
      <w:pPr>
        <w:tabs>
          <w:tab w:val="left" w:pos="1134"/>
        </w:tabs>
        <w:autoSpaceDE w:val="0"/>
        <w:autoSpaceDN w:val="0"/>
        <w:adjustRightInd w:val="0"/>
        <w:spacing w:line="360" w:lineRule="auto"/>
        <w:ind w:left="709"/>
        <w:contextualSpacing/>
        <w:jc w:val="both"/>
        <w:rPr>
          <w:sz w:val="28"/>
          <w:szCs w:val="28"/>
        </w:rPr>
      </w:pPr>
      <w:r>
        <w:rPr>
          <w:sz w:val="28"/>
          <w:szCs w:val="28"/>
        </w:rPr>
        <w:t>г) в части 4:</w:t>
      </w:r>
    </w:p>
    <w:p w:rsidR="00AE27A6" w:rsidRDefault="00AE27A6" w:rsidP="00260113">
      <w:pPr>
        <w:tabs>
          <w:tab w:val="left" w:pos="1134"/>
        </w:tabs>
        <w:autoSpaceDE w:val="0"/>
        <w:autoSpaceDN w:val="0"/>
        <w:adjustRightInd w:val="0"/>
        <w:spacing w:line="360" w:lineRule="auto"/>
        <w:ind w:firstLine="709"/>
        <w:contextualSpacing/>
        <w:jc w:val="both"/>
        <w:rPr>
          <w:sz w:val="28"/>
          <w:szCs w:val="28"/>
        </w:rPr>
      </w:pPr>
      <w:r>
        <w:rPr>
          <w:sz w:val="28"/>
          <w:szCs w:val="28"/>
        </w:rPr>
        <w:t>в абзаце первом слова «городу звания «Город трудовой славы» заменить словами «городу или посёлку звания «Город трудовой славы» или «Посёлок трудовой славы»;</w:t>
      </w:r>
    </w:p>
    <w:p w:rsidR="00AE27A6" w:rsidRDefault="00AE27A6" w:rsidP="00260113">
      <w:pPr>
        <w:tabs>
          <w:tab w:val="left" w:pos="1134"/>
        </w:tabs>
        <w:autoSpaceDE w:val="0"/>
        <w:autoSpaceDN w:val="0"/>
        <w:adjustRightInd w:val="0"/>
        <w:spacing w:line="360" w:lineRule="auto"/>
        <w:ind w:firstLine="709"/>
        <w:contextualSpacing/>
        <w:jc w:val="both"/>
        <w:rPr>
          <w:sz w:val="28"/>
          <w:szCs w:val="28"/>
        </w:rPr>
      </w:pPr>
      <w:r>
        <w:rPr>
          <w:sz w:val="28"/>
          <w:szCs w:val="28"/>
        </w:rPr>
        <w:t xml:space="preserve">в пункте 1 </w:t>
      </w:r>
      <w:r w:rsidRPr="0092103E">
        <w:rPr>
          <w:sz w:val="28"/>
          <w:szCs w:val="28"/>
        </w:rPr>
        <w:t>слова «городу звания «Город трудовой славы» заменить словами «городу и</w:t>
      </w:r>
      <w:r>
        <w:rPr>
          <w:sz w:val="28"/>
          <w:szCs w:val="28"/>
        </w:rPr>
        <w:t>ли</w:t>
      </w:r>
      <w:r w:rsidRPr="0092103E">
        <w:rPr>
          <w:sz w:val="28"/>
          <w:szCs w:val="28"/>
        </w:rPr>
        <w:t xml:space="preserve"> посёлку звания</w:t>
      </w:r>
      <w:r>
        <w:rPr>
          <w:sz w:val="28"/>
          <w:szCs w:val="28"/>
        </w:rPr>
        <w:t xml:space="preserve"> «Город трудовой славы» или «Посёлок трудовой славы»; </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 xml:space="preserve">в пункте 2 </w:t>
      </w:r>
      <w:r w:rsidRPr="0092103E">
        <w:rPr>
          <w:sz w:val="28"/>
          <w:szCs w:val="28"/>
        </w:rPr>
        <w:t>слова «городу звания «Город трудовой славы» заменить словами «городу и</w:t>
      </w:r>
      <w:r>
        <w:rPr>
          <w:sz w:val="28"/>
          <w:szCs w:val="28"/>
        </w:rPr>
        <w:t>ли</w:t>
      </w:r>
      <w:r w:rsidRPr="0092103E">
        <w:rPr>
          <w:sz w:val="28"/>
          <w:szCs w:val="28"/>
        </w:rPr>
        <w:t xml:space="preserve"> посёлку звания</w:t>
      </w:r>
      <w:r w:rsidRPr="00260113">
        <w:t xml:space="preserve"> </w:t>
      </w:r>
      <w:r w:rsidRPr="00260113">
        <w:rPr>
          <w:sz w:val="28"/>
          <w:szCs w:val="28"/>
        </w:rPr>
        <w:t xml:space="preserve"> «Город трудовой славы»  или «Посёлок трудовой славы»</w:t>
      </w:r>
      <w:r>
        <w:rPr>
          <w:sz w:val="28"/>
          <w:szCs w:val="28"/>
        </w:rPr>
        <w:t>;</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Pr>
          <w:sz w:val="28"/>
          <w:szCs w:val="28"/>
        </w:rPr>
        <w:t>д) первое предложение части 5 изложить в следующей редакции:</w:t>
      </w:r>
    </w:p>
    <w:p w:rsidR="00AE27A6" w:rsidRDefault="00AE27A6" w:rsidP="006872D1">
      <w:pPr>
        <w:tabs>
          <w:tab w:val="left" w:pos="1134"/>
        </w:tabs>
        <w:autoSpaceDE w:val="0"/>
        <w:autoSpaceDN w:val="0"/>
        <w:adjustRightInd w:val="0"/>
        <w:spacing w:line="360" w:lineRule="auto"/>
        <w:ind w:firstLine="709"/>
        <w:contextualSpacing/>
        <w:jc w:val="both"/>
        <w:rPr>
          <w:sz w:val="28"/>
          <w:szCs w:val="28"/>
        </w:rPr>
      </w:pPr>
      <w:r w:rsidRPr="0092103E">
        <w:rPr>
          <w:sz w:val="28"/>
          <w:szCs w:val="28"/>
        </w:rPr>
        <w:t>«</w:t>
      </w:r>
      <w:r>
        <w:rPr>
          <w:sz w:val="28"/>
          <w:szCs w:val="28"/>
        </w:rPr>
        <w:t xml:space="preserve">5. Ходатайство о присвоении городу или посёлку звания «Город трудовой славы» или «Посёлок трудовой славы» предварительно рассматривается комиссией по вопросам присвоения городам и посёлкам, находящимся </w:t>
      </w:r>
      <w:r>
        <w:rPr>
          <w:sz w:val="28"/>
          <w:szCs w:val="28"/>
        </w:rPr>
        <w:br/>
        <w:t>на территории Ульяновской области,</w:t>
      </w:r>
      <w:r w:rsidRPr="0092103E">
        <w:rPr>
          <w:sz w:val="28"/>
          <w:szCs w:val="28"/>
        </w:rPr>
        <w:t xml:space="preserve"> звани</w:t>
      </w:r>
      <w:r>
        <w:rPr>
          <w:sz w:val="28"/>
          <w:szCs w:val="28"/>
        </w:rPr>
        <w:t xml:space="preserve">й Ульяновской области </w:t>
      </w:r>
      <w:r w:rsidRPr="0092103E">
        <w:rPr>
          <w:sz w:val="28"/>
          <w:szCs w:val="28"/>
        </w:rPr>
        <w:t xml:space="preserve">«Город трудовой славы» </w:t>
      </w:r>
      <w:r>
        <w:rPr>
          <w:sz w:val="28"/>
          <w:szCs w:val="28"/>
        </w:rPr>
        <w:t xml:space="preserve"> и «Посёлок трудовой славы» (далее – комиссия).»;</w:t>
      </w:r>
    </w:p>
    <w:p w:rsidR="00AE27A6" w:rsidRDefault="00AE27A6" w:rsidP="004126E8">
      <w:pPr>
        <w:tabs>
          <w:tab w:val="left" w:pos="1134"/>
        </w:tabs>
        <w:autoSpaceDE w:val="0"/>
        <w:autoSpaceDN w:val="0"/>
        <w:adjustRightInd w:val="0"/>
        <w:spacing w:line="355" w:lineRule="auto"/>
        <w:ind w:firstLine="709"/>
        <w:contextualSpacing/>
        <w:jc w:val="both"/>
        <w:rPr>
          <w:sz w:val="28"/>
          <w:szCs w:val="28"/>
        </w:rPr>
      </w:pPr>
      <w:r>
        <w:rPr>
          <w:sz w:val="28"/>
          <w:szCs w:val="28"/>
        </w:rPr>
        <w:t>е) в части 6 слова</w:t>
      </w:r>
      <w:r w:rsidRPr="008E3932">
        <w:rPr>
          <w:sz w:val="28"/>
          <w:szCs w:val="28"/>
        </w:rPr>
        <w:t xml:space="preserve"> «городу звания «Город трудовой славы» заменить словами «городу и</w:t>
      </w:r>
      <w:r>
        <w:rPr>
          <w:sz w:val="28"/>
          <w:szCs w:val="28"/>
        </w:rPr>
        <w:t>ли</w:t>
      </w:r>
      <w:r w:rsidRPr="008E3932">
        <w:rPr>
          <w:sz w:val="28"/>
          <w:szCs w:val="28"/>
        </w:rPr>
        <w:t xml:space="preserve"> посёлку звания</w:t>
      </w:r>
      <w:r>
        <w:rPr>
          <w:sz w:val="28"/>
          <w:szCs w:val="28"/>
        </w:rPr>
        <w:t xml:space="preserve"> «Город трудовой славы» или «Посёлок трудовой славы</w:t>
      </w:r>
      <w:r w:rsidRPr="008E3932">
        <w:rPr>
          <w:sz w:val="28"/>
          <w:szCs w:val="28"/>
        </w:rPr>
        <w:t>»</w:t>
      </w:r>
      <w:r>
        <w:rPr>
          <w:sz w:val="28"/>
          <w:szCs w:val="28"/>
        </w:rPr>
        <w:t>;</w:t>
      </w:r>
    </w:p>
    <w:p w:rsidR="00AE27A6" w:rsidRDefault="00AE27A6" w:rsidP="004126E8">
      <w:pPr>
        <w:tabs>
          <w:tab w:val="left" w:pos="1134"/>
        </w:tabs>
        <w:autoSpaceDE w:val="0"/>
        <w:autoSpaceDN w:val="0"/>
        <w:adjustRightInd w:val="0"/>
        <w:spacing w:line="355" w:lineRule="auto"/>
        <w:ind w:firstLine="709"/>
        <w:contextualSpacing/>
        <w:jc w:val="both"/>
        <w:rPr>
          <w:sz w:val="28"/>
          <w:szCs w:val="28"/>
        </w:rPr>
      </w:pPr>
      <w:r>
        <w:rPr>
          <w:sz w:val="28"/>
          <w:szCs w:val="28"/>
        </w:rPr>
        <w:t xml:space="preserve">ж) в части 7 </w:t>
      </w:r>
      <w:r w:rsidRPr="008E3932">
        <w:rPr>
          <w:sz w:val="28"/>
          <w:szCs w:val="28"/>
        </w:rPr>
        <w:t xml:space="preserve">слова «городу звания «Город трудовой славы» </w:t>
      </w:r>
      <w:r>
        <w:rPr>
          <w:sz w:val="28"/>
          <w:szCs w:val="28"/>
        </w:rPr>
        <w:t xml:space="preserve">либо об отказе в присвоении городу звания «Город трудовой славы» </w:t>
      </w:r>
      <w:r w:rsidRPr="008E3932">
        <w:rPr>
          <w:sz w:val="28"/>
          <w:szCs w:val="28"/>
        </w:rPr>
        <w:t>заменить словами «городу и</w:t>
      </w:r>
      <w:r>
        <w:rPr>
          <w:sz w:val="28"/>
          <w:szCs w:val="28"/>
        </w:rPr>
        <w:t>ли</w:t>
      </w:r>
      <w:r w:rsidRPr="008E3932">
        <w:rPr>
          <w:sz w:val="28"/>
          <w:szCs w:val="28"/>
        </w:rPr>
        <w:t xml:space="preserve"> посёлку звания</w:t>
      </w:r>
      <w:r>
        <w:rPr>
          <w:sz w:val="28"/>
          <w:szCs w:val="28"/>
        </w:rPr>
        <w:t xml:space="preserve"> «</w:t>
      </w:r>
      <w:r w:rsidRPr="001C40B1">
        <w:rPr>
          <w:sz w:val="28"/>
          <w:szCs w:val="28"/>
        </w:rPr>
        <w:t>Город трудовой славы»  и</w:t>
      </w:r>
      <w:r>
        <w:rPr>
          <w:sz w:val="28"/>
          <w:szCs w:val="28"/>
        </w:rPr>
        <w:t>ли</w:t>
      </w:r>
      <w:r w:rsidRPr="001C40B1">
        <w:rPr>
          <w:sz w:val="28"/>
          <w:szCs w:val="28"/>
        </w:rPr>
        <w:t xml:space="preserve"> «Посёлок трудовой славы»</w:t>
      </w:r>
      <w:r>
        <w:rPr>
          <w:sz w:val="28"/>
          <w:szCs w:val="28"/>
        </w:rPr>
        <w:t xml:space="preserve"> либо об отказе в присвоении соответствующему городу или посёлку указанного звания»;</w:t>
      </w:r>
    </w:p>
    <w:p w:rsidR="00AE27A6" w:rsidRDefault="00AE27A6" w:rsidP="004126E8">
      <w:pPr>
        <w:tabs>
          <w:tab w:val="left" w:pos="1134"/>
        </w:tabs>
        <w:autoSpaceDE w:val="0"/>
        <w:autoSpaceDN w:val="0"/>
        <w:adjustRightInd w:val="0"/>
        <w:spacing w:line="355" w:lineRule="auto"/>
        <w:ind w:firstLine="709"/>
        <w:contextualSpacing/>
        <w:jc w:val="both"/>
        <w:rPr>
          <w:sz w:val="28"/>
          <w:szCs w:val="28"/>
        </w:rPr>
      </w:pPr>
      <w:r>
        <w:rPr>
          <w:sz w:val="28"/>
          <w:szCs w:val="28"/>
        </w:rPr>
        <w:t xml:space="preserve">з) в части 8 </w:t>
      </w:r>
      <w:r w:rsidRPr="00AF640D">
        <w:rPr>
          <w:sz w:val="28"/>
          <w:szCs w:val="28"/>
        </w:rPr>
        <w:t>слова «городу звания «Город трудовой славы» заменить словами «городу и</w:t>
      </w:r>
      <w:r>
        <w:rPr>
          <w:sz w:val="28"/>
          <w:szCs w:val="28"/>
        </w:rPr>
        <w:t>ли</w:t>
      </w:r>
      <w:r w:rsidRPr="00AF640D">
        <w:rPr>
          <w:sz w:val="28"/>
          <w:szCs w:val="28"/>
        </w:rPr>
        <w:t xml:space="preserve"> посёлку звания</w:t>
      </w:r>
      <w:r>
        <w:rPr>
          <w:sz w:val="28"/>
          <w:szCs w:val="28"/>
        </w:rPr>
        <w:t xml:space="preserve">  </w:t>
      </w:r>
      <w:r w:rsidRPr="00521BC5">
        <w:rPr>
          <w:sz w:val="28"/>
          <w:szCs w:val="28"/>
        </w:rPr>
        <w:t>«Город трудовой славы» или «Посёлок трудовой славы</w:t>
      </w:r>
      <w:r w:rsidRPr="00AF640D">
        <w:rPr>
          <w:sz w:val="28"/>
          <w:szCs w:val="28"/>
        </w:rPr>
        <w:t>»</w:t>
      </w:r>
      <w:r>
        <w:rPr>
          <w:sz w:val="28"/>
          <w:szCs w:val="28"/>
        </w:rPr>
        <w:t>;</w:t>
      </w:r>
    </w:p>
    <w:p w:rsidR="00AE27A6" w:rsidRDefault="00AE27A6" w:rsidP="004126E8">
      <w:pPr>
        <w:tabs>
          <w:tab w:val="left" w:pos="1134"/>
        </w:tabs>
        <w:autoSpaceDE w:val="0"/>
        <w:autoSpaceDN w:val="0"/>
        <w:adjustRightInd w:val="0"/>
        <w:spacing w:line="355" w:lineRule="auto"/>
        <w:ind w:firstLine="709"/>
        <w:contextualSpacing/>
        <w:jc w:val="both"/>
        <w:rPr>
          <w:sz w:val="28"/>
          <w:szCs w:val="28"/>
        </w:rPr>
      </w:pPr>
      <w:r>
        <w:rPr>
          <w:sz w:val="28"/>
          <w:szCs w:val="28"/>
        </w:rPr>
        <w:t xml:space="preserve">и) часть 9 признать утратившей силу; </w:t>
      </w:r>
    </w:p>
    <w:p w:rsidR="00AE27A6" w:rsidRDefault="00AE27A6" w:rsidP="004126E8">
      <w:pPr>
        <w:tabs>
          <w:tab w:val="left" w:pos="1134"/>
        </w:tabs>
        <w:autoSpaceDE w:val="0"/>
        <w:autoSpaceDN w:val="0"/>
        <w:adjustRightInd w:val="0"/>
        <w:spacing w:line="355" w:lineRule="auto"/>
        <w:ind w:firstLine="709"/>
        <w:contextualSpacing/>
        <w:jc w:val="both"/>
        <w:rPr>
          <w:sz w:val="28"/>
          <w:szCs w:val="28"/>
        </w:rPr>
      </w:pPr>
      <w:r>
        <w:rPr>
          <w:sz w:val="28"/>
          <w:szCs w:val="28"/>
        </w:rPr>
        <w:t>4) дополнить статьёй 2</w:t>
      </w:r>
      <w:r w:rsidRPr="00AF640D">
        <w:rPr>
          <w:sz w:val="28"/>
          <w:szCs w:val="28"/>
          <w:vertAlign w:val="superscript"/>
        </w:rPr>
        <w:t>1</w:t>
      </w:r>
      <w:r>
        <w:rPr>
          <w:sz w:val="28"/>
          <w:szCs w:val="28"/>
        </w:rPr>
        <w:t xml:space="preserve"> следующего содержания:</w:t>
      </w:r>
    </w:p>
    <w:p w:rsidR="00AE27A6" w:rsidRDefault="00AE27A6" w:rsidP="00A6261E">
      <w:pPr>
        <w:tabs>
          <w:tab w:val="left" w:pos="1134"/>
        </w:tabs>
        <w:autoSpaceDE w:val="0"/>
        <w:autoSpaceDN w:val="0"/>
        <w:adjustRightInd w:val="0"/>
        <w:ind w:left="2127" w:hanging="1418"/>
        <w:contextualSpacing/>
        <w:jc w:val="both"/>
        <w:rPr>
          <w:sz w:val="28"/>
          <w:szCs w:val="28"/>
        </w:rPr>
      </w:pPr>
      <w:r w:rsidRPr="00837860">
        <w:rPr>
          <w:sz w:val="28"/>
          <w:szCs w:val="28"/>
        </w:rPr>
        <w:t>«</w:t>
      </w:r>
      <w:r w:rsidRPr="00191F2B">
        <w:rPr>
          <w:sz w:val="28"/>
          <w:szCs w:val="28"/>
        </w:rPr>
        <w:t>Статья 2</w:t>
      </w:r>
      <w:r w:rsidRPr="00191F2B">
        <w:rPr>
          <w:sz w:val="28"/>
          <w:szCs w:val="28"/>
          <w:vertAlign w:val="superscript"/>
        </w:rPr>
        <w:t>1</w:t>
      </w:r>
      <w:r w:rsidRPr="00191F2B">
        <w:rPr>
          <w:sz w:val="28"/>
          <w:szCs w:val="28"/>
        </w:rPr>
        <w:t>.</w:t>
      </w:r>
      <w:r w:rsidRPr="00191F2B">
        <w:t xml:space="preserve"> </w:t>
      </w:r>
      <w:r>
        <w:rPr>
          <w:b/>
          <w:sz w:val="28"/>
          <w:szCs w:val="28"/>
        </w:rPr>
        <w:t xml:space="preserve">Формы увековечения трудовой </w:t>
      </w:r>
      <w:r w:rsidRPr="00897E1C">
        <w:rPr>
          <w:b/>
          <w:sz w:val="28"/>
          <w:szCs w:val="28"/>
        </w:rPr>
        <w:t xml:space="preserve">славы </w:t>
      </w:r>
      <w:r>
        <w:rPr>
          <w:b/>
          <w:sz w:val="28"/>
          <w:szCs w:val="28"/>
        </w:rPr>
        <w:t>в городах и посёлках</w:t>
      </w:r>
      <w:r w:rsidRPr="00897E1C">
        <w:rPr>
          <w:b/>
          <w:sz w:val="28"/>
          <w:szCs w:val="28"/>
        </w:rPr>
        <w:t xml:space="preserve"> Ульяновской области</w:t>
      </w:r>
      <w:r>
        <w:rPr>
          <w:b/>
          <w:sz w:val="28"/>
          <w:szCs w:val="28"/>
        </w:rPr>
        <w:t>,</w:t>
      </w:r>
      <w:r w:rsidRPr="00897E1C">
        <w:rPr>
          <w:b/>
          <w:sz w:val="28"/>
          <w:szCs w:val="28"/>
        </w:rPr>
        <w:t xml:space="preserve"> которым присвоено звание «Город трудовой славы» или «Посёлок трудовой славы»</w:t>
      </w:r>
    </w:p>
    <w:p w:rsidR="00AE27A6" w:rsidRPr="00183F67" w:rsidRDefault="00AE27A6" w:rsidP="00183F67">
      <w:pPr>
        <w:tabs>
          <w:tab w:val="left" w:pos="1134"/>
        </w:tabs>
        <w:autoSpaceDE w:val="0"/>
        <w:autoSpaceDN w:val="0"/>
        <w:adjustRightInd w:val="0"/>
        <w:ind w:firstLine="709"/>
        <w:contextualSpacing/>
        <w:jc w:val="both"/>
        <w:rPr>
          <w:b/>
          <w:sz w:val="16"/>
          <w:szCs w:val="28"/>
        </w:rPr>
      </w:pPr>
    </w:p>
    <w:p w:rsidR="00AE27A6" w:rsidRPr="00191F2B" w:rsidRDefault="00AE27A6" w:rsidP="00183F67">
      <w:pPr>
        <w:tabs>
          <w:tab w:val="left" w:pos="1134"/>
        </w:tabs>
        <w:autoSpaceDE w:val="0"/>
        <w:autoSpaceDN w:val="0"/>
        <w:adjustRightInd w:val="0"/>
        <w:ind w:firstLine="709"/>
        <w:contextualSpacing/>
        <w:jc w:val="both"/>
        <w:rPr>
          <w:b/>
          <w:sz w:val="28"/>
          <w:szCs w:val="28"/>
        </w:rPr>
      </w:pPr>
    </w:p>
    <w:p w:rsidR="00AE27A6" w:rsidRDefault="00AE27A6" w:rsidP="004126E8">
      <w:pPr>
        <w:spacing w:line="355" w:lineRule="auto"/>
        <w:ind w:firstLine="748"/>
        <w:contextualSpacing/>
        <w:jc w:val="both"/>
        <w:rPr>
          <w:sz w:val="28"/>
          <w:szCs w:val="28"/>
        </w:rPr>
      </w:pPr>
      <w:r>
        <w:rPr>
          <w:sz w:val="28"/>
          <w:szCs w:val="28"/>
        </w:rPr>
        <w:t>1. Наименование города или посёлка, которому присвоено звание «Город трудовой славы» или «Посёлок трудовой славы», вносится на мемориальную звезду трудовой славы. Положение о мемориальной звезде трудовой славы, её образец и описание утверждаю</w:t>
      </w:r>
      <w:r w:rsidRPr="00683F5E">
        <w:rPr>
          <w:sz w:val="28"/>
          <w:szCs w:val="28"/>
        </w:rPr>
        <w:t>тся Губернатором Ульяновской области</w:t>
      </w:r>
      <w:r>
        <w:rPr>
          <w:sz w:val="28"/>
          <w:szCs w:val="28"/>
        </w:rPr>
        <w:t>.</w:t>
      </w:r>
    </w:p>
    <w:p w:rsidR="00AE27A6" w:rsidRDefault="00AE27A6" w:rsidP="004126E8">
      <w:pPr>
        <w:widowControl w:val="0"/>
        <w:spacing w:line="355" w:lineRule="auto"/>
        <w:ind w:firstLine="748"/>
        <w:contextualSpacing/>
        <w:jc w:val="both"/>
        <w:rPr>
          <w:sz w:val="28"/>
          <w:szCs w:val="28"/>
        </w:rPr>
      </w:pPr>
      <w:r>
        <w:rPr>
          <w:sz w:val="28"/>
          <w:szCs w:val="28"/>
        </w:rPr>
        <w:t>2. Представителям органов местного самоуправления муниципального района или городского округа Ульяновской области, на территории которого находится город или посёлок, которому присвоено звание «Город трудовой славы» или «Посёлок трудовой славы», в торжественной обстановке вручается знамя «Город трудовой славы» или «Посёлок трудовой славы» соответственно. Положение о знамени «Город трудовой славы» и знамени «Посёлок трудовой славы», их образцы и описания  утверждаются Губернатором Ульяновской области.</w:t>
      </w:r>
    </w:p>
    <w:p w:rsidR="00AE27A6" w:rsidRDefault="00AE27A6" w:rsidP="004126E8">
      <w:pPr>
        <w:widowControl w:val="0"/>
        <w:spacing w:line="355" w:lineRule="auto"/>
        <w:ind w:firstLine="748"/>
        <w:contextualSpacing/>
        <w:jc w:val="both"/>
        <w:rPr>
          <w:sz w:val="28"/>
          <w:szCs w:val="28"/>
        </w:rPr>
      </w:pPr>
      <w:r>
        <w:rPr>
          <w:sz w:val="28"/>
          <w:szCs w:val="28"/>
        </w:rPr>
        <w:t>3. В городе или посёлке, которым присвоено звание «Город трудовой славы» или «Посёлок трудовой славы», может устанавливаться соответствующая архитектурная композиция.</w:t>
      </w:r>
      <w:r w:rsidRPr="00683F5E">
        <w:t xml:space="preserve"> </w:t>
      </w:r>
    </w:p>
    <w:p w:rsidR="00AE27A6" w:rsidRDefault="00AE27A6" w:rsidP="006872D1">
      <w:pPr>
        <w:spacing w:line="360" w:lineRule="auto"/>
        <w:ind w:firstLine="748"/>
        <w:contextualSpacing/>
        <w:jc w:val="both"/>
        <w:rPr>
          <w:sz w:val="28"/>
          <w:szCs w:val="28"/>
        </w:rPr>
      </w:pPr>
      <w:r>
        <w:rPr>
          <w:sz w:val="28"/>
          <w:szCs w:val="28"/>
        </w:rPr>
        <w:t>4. В городе или посёлке, которому присвоено звание «Город трудовой славы» или «Посёлок трудовой славы», в ознаменование присвоения указанного звания может ежегодно проводиться праздничный салют.»;</w:t>
      </w:r>
    </w:p>
    <w:p w:rsidR="00AE27A6" w:rsidRDefault="00AE27A6" w:rsidP="006872D1">
      <w:pPr>
        <w:spacing w:line="360" w:lineRule="auto"/>
        <w:ind w:firstLine="748"/>
        <w:contextualSpacing/>
        <w:jc w:val="both"/>
        <w:rPr>
          <w:sz w:val="28"/>
          <w:szCs w:val="28"/>
        </w:rPr>
      </w:pPr>
      <w:r>
        <w:rPr>
          <w:sz w:val="28"/>
          <w:szCs w:val="28"/>
        </w:rPr>
        <w:t>5) приложение изложить в следующей редакции:</w:t>
      </w:r>
    </w:p>
    <w:p w:rsidR="00AE27A6" w:rsidRPr="002A1CB5" w:rsidRDefault="00AE27A6" w:rsidP="00E76802">
      <w:pPr>
        <w:ind w:left="5387"/>
        <w:jc w:val="center"/>
        <w:rPr>
          <w:sz w:val="28"/>
          <w:szCs w:val="28"/>
        </w:rPr>
      </w:pPr>
      <w:r>
        <w:rPr>
          <w:bCs/>
          <w:sz w:val="28"/>
          <w:szCs w:val="28"/>
        </w:rPr>
        <w:t>«</w:t>
      </w:r>
      <w:r w:rsidRPr="002A1CB5">
        <w:rPr>
          <w:sz w:val="28"/>
          <w:szCs w:val="28"/>
        </w:rPr>
        <w:t>ПРИЛОЖЕНИЕ</w:t>
      </w:r>
    </w:p>
    <w:p w:rsidR="00AE27A6" w:rsidRPr="002A1CB5" w:rsidRDefault="00AE27A6" w:rsidP="00E76802">
      <w:pPr>
        <w:ind w:left="5387"/>
        <w:jc w:val="center"/>
        <w:rPr>
          <w:sz w:val="28"/>
          <w:szCs w:val="28"/>
        </w:rPr>
      </w:pPr>
    </w:p>
    <w:p w:rsidR="00AE27A6" w:rsidRPr="004E5454" w:rsidRDefault="00AE27A6" w:rsidP="00E76802">
      <w:pPr>
        <w:ind w:left="5387"/>
        <w:contextualSpacing/>
        <w:jc w:val="center"/>
        <w:rPr>
          <w:sz w:val="28"/>
          <w:szCs w:val="28"/>
        </w:rPr>
      </w:pPr>
      <w:r w:rsidRPr="004E5454">
        <w:rPr>
          <w:sz w:val="28"/>
          <w:szCs w:val="28"/>
        </w:rPr>
        <w:t xml:space="preserve">к Закону Ульяновской области </w:t>
      </w:r>
    </w:p>
    <w:p w:rsidR="00AE27A6" w:rsidRDefault="00AE27A6" w:rsidP="00E76802">
      <w:pPr>
        <w:ind w:left="5387"/>
        <w:contextualSpacing/>
        <w:jc w:val="center"/>
        <w:rPr>
          <w:sz w:val="28"/>
          <w:szCs w:val="28"/>
        </w:rPr>
      </w:pPr>
      <w:r>
        <w:rPr>
          <w:sz w:val="28"/>
          <w:szCs w:val="28"/>
        </w:rPr>
        <w:t>от 03.06.2015 № 66-ЗО</w:t>
      </w:r>
    </w:p>
    <w:p w:rsidR="00AE27A6" w:rsidRPr="004E5454" w:rsidRDefault="00AE27A6" w:rsidP="00E76802">
      <w:pPr>
        <w:ind w:left="5387"/>
        <w:contextualSpacing/>
        <w:jc w:val="center"/>
        <w:rPr>
          <w:sz w:val="28"/>
          <w:szCs w:val="28"/>
        </w:rPr>
      </w:pPr>
      <w:r w:rsidRPr="004E5454">
        <w:rPr>
          <w:sz w:val="28"/>
          <w:szCs w:val="28"/>
        </w:rPr>
        <w:t>«О званиях Ульяновской области «Город трудовой славы» и «Посёлок трудовой славы»</w:t>
      </w:r>
    </w:p>
    <w:p w:rsidR="00AE27A6" w:rsidRDefault="00AE27A6" w:rsidP="004E5454">
      <w:pPr>
        <w:jc w:val="center"/>
        <w:rPr>
          <w:sz w:val="28"/>
          <w:szCs w:val="28"/>
        </w:rPr>
      </w:pPr>
    </w:p>
    <w:p w:rsidR="00AE27A6" w:rsidRDefault="00AE27A6" w:rsidP="004E5454">
      <w:pPr>
        <w:jc w:val="center"/>
        <w:rPr>
          <w:sz w:val="28"/>
          <w:szCs w:val="28"/>
        </w:rPr>
      </w:pPr>
    </w:p>
    <w:p w:rsidR="00AE27A6" w:rsidRDefault="00AE27A6" w:rsidP="004E5454">
      <w:pPr>
        <w:jc w:val="center"/>
        <w:rPr>
          <w:bCs/>
          <w:sz w:val="28"/>
          <w:szCs w:val="28"/>
        </w:rPr>
      </w:pPr>
    </w:p>
    <w:p w:rsidR="00AE27A6" w:rsidRPr="000853D9" w:rsidRDefault="00AE27A6" w:rsidP="000853D9">
      <w:pPr>
        <w:jc w:val="center"/>
        <w:rPr>
          <w:sz w:val="28"/>
          <w:szCs w:val="28"/>
        </w:rPr>
      </w:pPr>
      <w:r w:rsidRPr="000853D9">
        <w:rPr>
          <w:b/>
          <w:bCs/>
          <w:sz w:val="28"/>
          <w:szCs w:val="28"/>
        </w:rPr>
        <w:t>ХОДАТАЙСТВО</w:t>
      </w:r>
    </w:p>
    <w:p w:rsidR="00AE27A6" w:rsidRDefault="00AE27A6" w:rsidP="000853D9">
      <w:pPr>
        <w:jc w:val="center"/>
        <w:rPr>
          <w:b/>
          <w:sz w:val="28"/>
          <w:szCs w:val="28"/>
        </w:rPr>
      </w:pPr>
      <w:r w:rsidRPr="000853D9">
        <w:rPr>
          <w:b/>
          <w:bCs/>
          <w:sz w:val="28"/>
          <w:szCs w:val="28"/>
        </w:rPr>
        <w:t>о присвоении городу</w:t>
      </w:r>
      <w:r w:rsidRPr="000853D9">
        <w:rPr>
          <w:b/>
          <w:sz w:val="28"/>
          <w:szCs w:val="28"/>
        </w:rPr>
        <w:t xml:space="preserve"> или посёлку, </w:t>
      </w:r>
      <w:r w:rsidRPr="000853D9">
        <w:rPr>
          <w:b/>
          <w:bCs/>
          <w:sz w:val="28"/>
          <w:szCs w:val="28"/>
        </w:rPr>
        <w:t>находящемуся на территории Ульяновской области</w:t>
      </w:r>
      <w:r>
        <w:rPr>
          <w:b/>
          <w:bCs/>
          <w:sz w:val="28"/>
          <w:szCs w:val="28"/>
        </w:rPr>
        <w:t>,</w:t>
      </w:r>
      <w:r w:rsidRPr="000853D9">
        <w:rPr>
          <w:b/>
          <w:sz w:val="28"/>
          <w:szCs w:val="28"/>
        </w:rPr>
        <w:t xml:space="preserve"> звания «Город трудовой славы» </w:t>
      </w:r>
    </w:p>
    <w:p w:rsidR="00AE27A6" w:rsidRPr="000853D9" w:rsidRDefault="00AE27A6" w:rsidP="000853D9">
      <w:pPr>
        <w:jc w:val="center"/>
        <w:rPr>
          <w:b/>
          <w:sz w:val="28"/>
          <w:szCs w:val="28"/>
        </w:rPr>
      </w:pPr>
      <w:r w:rsidRPr="000853D9">
        <w:rPr>
          <w:b/>
          <w:sz w:val="28"/>
          <w:szCs w:val="28"/>
        </w:rPr>
        <w:t>или «Посёлок трудовой славы»</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A42EBD" w:rsidRDefault="00AE27A6" w:rsidP="00A42EBD">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853D9">
        <w:rPr>
          <w:sz w:val="28"/>
          <w:szCs w:val="28"/>
        </w:rPr>
        <w:t>1. Наименование города</w:t>
      </w:r>
      <w:r>
        <w:rPr>
          <w:sz w:val="28"/>
          <w:szCs w:val="28"/>
        </w:rPr>
        <w:t xml:space="preserve"> или посёлка</w:t>
      </w:r>
      <w:r w:rsidRPr="000853D9">
        <w:rPr>
          <w:sz w:val="28"/>
          <w:szCs w:val="28"/>
        </w:rPr>
        <w:t>, представляемого к присвоению звания Ульяновской области «Город трудовой славы»</w:t>
      </w:r>
      <w:r>
        <w:rPr>
          <w:sz w:val="28"/>
          <w:szCs w:val="28"/>
        </w:rPr>
        <w:t xml:space="preserve"> или «Посёлок трудовой славы»</w:t>
      </w:r>
      <w:r w:rsidRPr="000853D9">
        <w:rPr>
          <w:sz w:val="28"/>
          <w:szCs w:val="28"/>
        </w:rPr>
        <w:t>________________________________</w:t>
      </w:r>
      <w:r>
        <w:rPr>
          <w:sz w:val="28"/>
          <w:szCs w:val="28"/>
        </w:rPr>
        <w:t>_______________________________</w:t>
      </w:r>
    </w:p>
    <w:p w:rsidR="00AE27A6" w:rsidRPr="00E76802" w:rsidRDefault="00AE27A6" w:rsidP="00E76802">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853D9">
        <w:rPr>
          <w:sz w:val="28"/>
          <w:szCs w:val="28"/>
        </w:rPr>
        <w:t>2. Краткое описание событий, пос</w:t>
      </w:r>
      <w:r>
        <w:rPr>
          <w:sz w:val="28"/>
          <w:szCs w:val="28"/>
        </w:rPr>
        <w:t>луживших основанием для внесения</w:t>
      </w:r>
      <w:r w:rsidRPr="000853D9">
        <w:rPr>
          <w:sz w:val="28"/>
          <w:szCs w:val="28"/>
        </w:rPr>
        <w:t xml:space="preserve"> ходатайства______________________________________________________</w:t>
      </w:r>
      <w:r>
        <w:rPr>
          <w:sz w:val="28"/>
          <w:szCs w:val="28"/>
        </w:rPr>
        <w:t>_____</w:t>
      </w:r>
    </w:p>
    <w:p w:rsidR="00AE27A6" w:rsidRPr="00A42EBD"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_____________________________________________________________________.</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853D9">
        <w:rPr>
          <w:sz w:val="28"/>
          <w:szCs w:val="28"/>
        </w:rPr>
        <w:t>3. Представительный орган муниципального района (городского округа) Ульяновской области, принявший решение о внесении ходатайства</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53D9">
        <w:rPr>
          <w:sz w:val="28"/>
          <w:szCs w:val="28"/>
        </w:rPr>
        <w:t>_____________________________________________________________________.</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53D9">
        <w:rPr>
          <w:sz w:val="28"/>
          <w:szCs w:val="28"/>
        </w:rPr>
        <w:t xml:space="preserve">Председатель представительного органа </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53D9">
        <w:rPr>
          <w:sz w:val="28"/>
          <w:szCs w:val="28"/>
        </w:rPr>
        <w:t xml:space="preserve">муниципального района (городского округа) </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53D9">
        <w:rPr>
          <w:sz w:val="28"/>
          <w:szCs w:val="28"/>
        </w:rPr>
        <w:t xml:space="preserve">Ульяновской области или иное должностное </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53D9">
        <w:rPr>
          <w:sz w:val="28"/>
          <w:szCs w:val="28"/>
        </w:rPr>
        <w:t xml:space="preserve">лицо местного самоуправления, исполняющее </w:t>
      </w:r>
    </w:p>
    <w:p w:rsidR="00AE27A6" w:rsidRPr="000853D9" w:rsidRDefault="00AE27A6" w:rsidP="009148E0">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полномочия указанного</w:t>
      </w:r>
      <w:r w:rsidRPr="000853D9">
        <w:rPr>
          <w:sz w:val="28"/>
          <w:szCs w:val="28"/>
        </w:rPr>
        <w:t xml:space="preserve"> председателя     ___________        ____________________</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853D9">
        <w:t xml:space="preserve">                                                                                     (подпись)                   (инициалы, фамилия)</w:t>
      </w:r>
    </w:p>
    <w:p w:rsidR="00AE27A6"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032356"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53D9">
        <w:rPr>
          <w:sz w:val="28"/>
          <w:szCs w:val="28"/>
        </w:rPr>
        <w:t>М.П.</w:t>
      </w:r>
    </w:p>
    <w:p w:rsidR="00AE27A6" w:rsidRPr="000853D9"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53D9">
        <w:rPr>
          <w:sz w:val="28"/>
          <w:szCs w:val="28"/>
        </w:rPr>
        <w:t>____ ____________ _______ г.</w:t>
      </w:r>
      <w:r>
        <w:rPr>
          <w:sz w:val="28"/>
          <w:szCs w:val="28"/>
        </w:rPr>
        <w:t>».</w:t>
      </w:r>
    </w:p>
    <w:p w:rsidR="00AE27A6" w:rsidRDefault="00AE27A6" w:rsidP="000853D9">
      <w:pPr>
        <w:tabs>
          <w:tab w:val="left" w:pos="916"/>
          <w:tab w:val="left" w:pos="1832"/>
          <w:tab w:val="left" w:pos="2748"/>
          <w:tab w:val="left" w:pos="306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E27A6" w:rsidRPr="000853D9" w:rsidRDefault="00AE27A6" w:rsidP="001E6F54">
      <w:pPr>
        <w:ind w:firstLine="748"/>
        <w:contextualSpacing/>
        <w:jc w:val="both"/>
        <w:rPr>
          <w:b/>
          <w:sz w:val="28"/>
          <w:szCs w:val="28"/>
        </w:rPr>
      </w:pPr>
      <w:r w:rsidRPr="000853D9">
        <w:rPr>
          <w:b/>
          <w:sz w:val="28"/>
          <w:szCs w:val="28"/>
        </w:rPr>
        <w:t xml:space="preserve">Статья 2 </w:t>
      </w:r>
    </w:p>
    <w:p w:rsidR="00AE27A6" w:rsidRDefault="00AE27A6" w:rsidP="001E6F54">
      <w:pPr>
        <w:ind w:firstLine="748"/>
        <w:contextualSpacing/>
        <w:jc w:val="both"/>
        <w:rPr>
          <w:sz w:val="28"/>
          <w:szCs w:val="28"/>
        </w:rPr>
      </w:pPr>
    </w:p>
    <w:p w:rsidR="00AE27A6" w:rsidRDefault="00AE27A6" w:rsidP="001E6F54">
      <w:pPr>
        <w:ind w:firstLine="748"/>
        <w:contextualSpacing/>
        <w:jc w:val="both"/>
        <w:rPr>
          <w:sz w:val="28"/>
          <w:szCs w:val="28"/>
        </w:rPr>
      </w:pPr>
    </w:p>
    <w:p w:rsidR="00AE27A6" w:rsidRDefault="00AE27A6" w:rsidP="007E06DE">
      <w:pPr>
        <w:spacing w:line="360" w:lineRule="auto"/>
        <w:ind w:firstLine="709"/>
        <w:contextualSpacing/>
        <w:jc w:val="both"/>
        <w:rPr>
          <w:sz w:val="28"/>
          <w:szCs w:val="28"/>
        </w:rPr>
      </w:pPr>
      <w:r w:rsidRPr="0099127C">
        <w:rPr>
          <w:sz w:val="28"/>
          <w:szCs w:val="28"/>
        </w:rPr>
        <w:t xml:space="preserve">Финансовое обеспечение расходных обязательств, связанных </w:t>
      </w:r>
      <w:r>
        <w:rPr>
          <w:sz w:val="28"/>
          <w:szCs w:val="28"/>
        </w:rPr>
        <w:br/>
      </w:r>
      <w:r w:rsidRPr="0099127C">
        <w:rPr>
          <w:sz w:val="28"/>
          <w:szCs w:val="28"/>
        </w:rPr>
        <w:t xml:space="preserve">с исполнением </w:t>
      </w:r>
      <w:r>
        <w:rPr>
          <w:sz w:val="28"/>
          <w:szCs w:val="28"/>
        </w:rPr>
        <w:t>частей 1 и 2 статьи 2</w:t>
      </w:r>
      <w:r w:rsidRPr="004E5454">
        <w:rPr>
          <w:sz w:val="28"/>
          <w:szCs w:val="28"/>
          <w:vertAlign w:val="superscript"/>
        </w:rPr>
        <w:t>1</w:t>
      </w:r>
      <w:r>
        <w:rPr>
          <w:sz w:val="28"/>
          <w:szCs w:val="28"/>
        </w:rPr>
        <w:t xml:space="preserve"> </w:t>
      </w:r>
      <w:r w:rsidRPr="0099127C">
        <w:rPr>
          <w:sz w:val="28"/>
          <w:szCs w:val="28"/>
        </w:rPr>
        <w:t>Закона</w:t>
      </w:r>
      <w:r>
        <w:rPr>
          <w:sz w:val="28"/>
          <w:szCs w:val="28"/>
        </w:rPr>
        <w:t xml:space="preserve"> Ульяновской области от 26 марта 2014 года № 31-ЗО «О званиях Ульяновской области «Город трудовой славы» </w:t>
      </w:r>
      <w:r>
        <w:rPr>
          <w:sz w:val="28"/>
          <w:szCs w:val="28"/>
        </w:rPr>
        <w:br/>
        <w:t>и «Посёлок трудовой славы» (в редакции настоящего Закона)</w:t>
      </w:r>
      <w:r w:rsidRPr="0099127C">
        <w:rPr>
          <w:sz w:val="28"/>
          <w:szCs w:val="28"/>
        </w:rPr>
        <w:t>, осуществляется</w:t>
      </w:r>
      <w:r>
        <w:rPr>
          <w:sz w:val="28"/>
          <w:szCs w:val="28"/>
        </w:rPr>
        <w:t xml:space="preserve"> </w:t>
      </w:r>
      <w:r>
        <w:rPr>
          <w:sz w:val="28"/>
          <w:szCs w:val="28"/>
        </w:rPr>
        <w:br/>
        <w:t>в установленном Правительством Ульяновской области порядке</w:t>
      </w:r>
      <w:r w:rsidRPr="0099127C">
        <w:rPr>
          <w:sz w:val="28"/>
          <w:szCs w:val="28"/>
        </w:rPr>
        <w:t xml:space="preserve"> за счёт бюджетных ассигнований областного бюджета Ульяновской области, выделяемых на соответствующие цели Пр</w:t>
      </w:r>
      <w:r>
        <w:rPr>
          <w:sz w:val="28"/>
          <w:szCs w:val="28"/>
        </w:rPr>
        <w:t xml:space="preserve">авительству Ульяновской области </w:t>
      </w:r>
      <w:r>
        <w:rPr>
          <w:sz w:val="28"/>
          <w:szCs w:val="28"/>
        </w:rPr>
        <w:br/>
        <w:t>и возглавляемым им исполнительным органам государственной власти Ульяновской области.</w:t>
      </w:r>
    </w:p>
    <w:p w:rsidR="00AE27A6" w:rsidRPr="005616AE" w:rsidRDefault="00AE27A6" w:rsidP="005616AE">
      <w:pPr>
        <w:ind w:firstLine="709"/>
        <w:contextualSpacing/>
        <w:jc w:val="both"/>
        <w:rPr>
          <w:sz w:val="16"/>
          <w:szCs w:val="16"/>
        </w:rPr>
      </w:pPr>
    </w:p>
    <w:p w:rsidR="00AE27A6" w:rsidRDefault="00AE27A6" w:rsidP="005616AE">
      <w:pPr>
        <w:ind w:firstLine="709"/>
        <w:contextualSpacing/>
        <w:jc w:val="both"/>
        <w:rPr>
          <w:sz w:val="28"/>
          <w:szCs w:val="28"/>
        </w:rPr>
      </w:pPr>
    </w:p>
    <w:p w:rsidR="00AE27A6" w:rsidRDefault="00AE27A6" w:rsidP="005616AE">
      <w:pPr>
        <w:ind w:firstLine="709"/>
        <w:contextualSpacing/>
        <w:jc w:val="both"/>
        <w:rPr>
          <w:b/>
          <w:sz w:val="28"/>
          <w:szCs w:val="28"/>
        </w:rPr>
      </w:pPr>
      <w:r w:rsidRPr="00B608D3">
        <w:rPr>
          <w:b/>
          <w:sz w:val="28"/>
          <w:szCs w:val="28"/>
        </w:rPr>
        <w:t>Статья 3</w:t>
      </w:r>
    </w:p>
    <w:p w:rsidR="00AE27A6" w:rsidRDefault="00AE27A6" w:rsidP="005616AE">
      <w:pPr>
        <w:ind w:firstLine="709"/>
        <w:contextualSpacing/>
        <w:jc w:val="both"/>
        <w:rPr>
          <w:b/>
          <w:sz w:val="28"/>
          <w:szCs w:val="28"/>
        </w:rPr>
      </w:pPr>
    </w:p>
    <w:p w:rsidR="00AE27A6" w:rsidRDefault="00AE27A6" w:rsidP="005616AE">
      <w:pPr>
        <w:ind w:firstLine="709"/>
        <w:contextualSpacing/>
        <w:jc w:val="both"/>
        <w:rPr>
          <w:b/>
          <w:sz w:val="28"/>
          <w:szCs w:val="28"/>
        </w:rPr>
      </w:pPr>
    </w:p>
    <w:p w:rsidR="00AE27A6" w:rsidRDefault="00AE27A6" w:rsidP="00B608D3">
      <w:pPr>
        <w:spacing w:line="360" w:lineRule="auto"/>
        <w:ind w:firstLine="709"/>
        <w:contextualSpacing/>
        <w:jc w:val="both"/>
        <w:rPr>
          <w:sz w:val="28"/>
          <w:szCs w:val="28"/>
        </w:rPr>
      </w:pPr>
      <w:r>
        <w:rPr>
          <w:sz w:val="28"/>
          <w:szCs w:val="28"/>
        </w:rPr>
        <w:t>Часть 1 статьи 2</w:t>
      </w:r>
      <w:r w:rsidRPr="004E5454">
        <w:rPr>
          <w:sz w:val="28"/>
          <w:szCs w:val="28"/>
          <w:vertAlign w:val="superscript"/>
        </w:rPr>
        <w:t>1</w:t>
      </w:r>
      <w:r>
        <w:rPr>
          <w:sz w:val="28"/>
          <w:szCs w:val="28"/>
        </w:rPr>
        <w:t xml:space="preserve"> </w:t>
      </w:r>
      <w:r w:rsidRPr="0099127C">
        <w:rPr>
          <w:sz w:val="28"/>
          <w:szCs w:val="28"/>
        </w:rPr>
        <w:t>Закона</w:t>
      </w:r>
      <w:r>
        <w:rPr>
          <w:sz w:val="28"/>
          <w:szCs w:val="28"/>
        </w:rPr>
        <w:t xml:space="preserve"> Ульяновской области от 26 марта 2014 года           № 31-ЗО «О званиях Ульяновской области «Город трудовой славы» и «Посёлок трудовой славы» (в редакции настоящего Закона) применяется с 1 января 2016 года.</w:t>
      </w:r>
    </w:p>
    <w:p w:rsidR="00AE27A6" w:rsidRDefault="00AE27A6" w:rsidP="00A32E80">
      <w:pPr>
        <w:contextualSpacing/>
        <w:jc w:val="both"/>
        <w:rPr>
          <w:sz w:val="28"/>
          <w:szCs w:val="28"/>
        </w:rPr>
      </w:pPr>
    </w:p>
    <w:p w:rsidR="00AE27A6" w:rsidRDefault="00AE27A6" w:rsidP="00A32E80">
      <w:pPr>
        <w:contextualSpacing/>
        <w:jc w:val="both"/>
        <w:rPr>
          <w:sz w:val="28"/>
          <w:szCs w:val="28"/>
        </w:rPr>
      </w:pPr>
    </w:p>
    <w:p w:rsidR="00AE27A6" w:rsidRDefault="00AE27A6" w:rsidP="00A32E80">
      <w:pPr>
        <w:contextualSpacing/>
        <w:jc w:val="both"/>
        <w:rPr>
          <w:sz w:val="28"/>
          <w:szCs w:val="28"/>
        </w:rPr>
      </w:pPr>
    </w:p>
    <w:p w:rsidR="00AE27A6" w:rsidRDefault="00AE27A6" w:rsidP="008416FE">
      <w:pPr>
        <w:jc w:val="both"/>
        <w:rPr>
          <w:b/>
          <w:sz w:val="28"/>
        </w:rPr>
      </w:pPr>
      <w:r w:rsidRPr="00F40FB6">
        <w:rPr>
          <w:b/>
          <w:sz w:val="28"/>
        </w:rPr>
        <w:t>Губернатор Ульяновской области</w:t>
      </w:r>
      <w:r w:rsidRPr="00F40FB6">
        <w:rPr>
          <w:b/>
          <w:sz w:val="28"/>
        </w:rPr>
        <w:tab/>
      </w:r>
      <w:r w:rsidRPr="00F40FB6">
        <w:rPr>
          <w:b/>
          <w:sz w:val="28"/>
        </w:rPr>
        <w:tab/>
      </w:r>
      <w:r w:rsidRPr="00F40FB6">
        <w:rPr>
          <w:b/>
          <w:sz w:val="28"/>
        </w:rPr>
        <w:tab/>
      </w:r>
      <w:r w:rsidRPr="00F40FB6">
        <w:rPr>
          <w:b/>
          <w:sz w:val="28"/>
        </w:rPr>
        <w:tab/>
      </w:r>
      <w:r>
        <w:rPr>
          <w:b/>
          <w:sz w:val="28"/>
        </w:rPr>
        <w:t xml:space="preserve">               </w:t>
      </w:r>
      <w:r w:rsidRPr="00F40FB6">
        <w:rPr>
          <w:b/>
          <w:sz w:val="28"/>
        </w:rPr>
        <w:t>С.И.Морозов</w:t>
      </w:r>
    </w:p>
    <w:p w:rsidR="00AE27A6" w:rsidRPr="00A32E80" w:rsidRDefault="00AE27A6" w:rsidP="008416FE">
      <w:pPr>
        <w:jc w:val="both"/>
        <w:rPr>
          <w:b/>
          <w:sz w:val="28"/>
          <w:szCs w:val="28"/>
        </w:rPr>
      </w:pPr>
    </w:p>
    <w:p w:rsidR="00AE27A6" w:rsidRPr="00A32E80" w:rsidRDefault="00AE27A6" w:rsidP="008416FE">
      <w:pPr>
        <w:jc w:val="both"/>
        <w:rPr>
          <w:b/>
          <w:sz w:val="28"/>
          <w:szCs w:val="28"/>
        </w:rPr>
      </w:pPr>
    </w:p>
    <w:p w:rsidR="00AE27A6" w:rsidRPr="00A32E80" w:rsidRDefault="00AE27A6" w:rsidP="008416FE">
      <w:pPr>
        <w:jc w:val="both"/>
        <w:rPr>
          <w:sz w:val="28"/>
          <w:szCs w:val="28"/>
        </w:rPr>
      </w:pPr>
    </w:p>
    <w:p w:rsidR="00AE27A6" w:rsidRPr="00F40FB6" w:rsidRDefault="00AE27A6" w:rsidP="008416FE">
      <w:pPr>
        <w:jc w:val="center"/>
        <w:rPr>
          <w:sz w:val="28"/>
        </w:rPr>
      </w:pPr>
      <w:r w:rsidRPr="00F40FB6">
        <w:rPr>
          <w:sz w:val="28"/>
        </w:rPr>
        <w:t>г. Ульяновск</w:t>
      </w:r>
    </w:p>
    <w:p w:rsidR="00AE27A6" w:rsidRPr="00F40FB6" w:rsidRDefault="00AE27A6" w:rsidP="008416FE">
      <w:pPr>
        <w:jc w:val="center"/>
        <w:rPr>
          <w:sz w:val="28"/>
        </w:rPr>
      </w:pPr>
      <w:r>
        <w:rPr>
          <w:sz w:val="28"/>
        </w:rPr>
        <w:t>03</w:t>
      </w:r>
      <w:r w:rsidRPr="00F40FB6">
        <w:rPr>
          <w:sz w:val="28"/>
        </w:rPr>
        <w:t xml:space="preserve"> </w:t>
      </w:r>
      <w:r>
        <w:rPr>
          <w:sz w:val="28"/>
        </w:rPr>
        <w:t>июня</w:t>
      </w:r>
      <w:r w:rsidRPr="00F40FB6">
        <w:rPr>
          <w:sz w:val="28"/>
        </w:rPr>
        <w:t xml:space="preserve"> </w:t>
      </w:r>
      <w:smartTag w:uri="urn:schemas-microsoft-com:office:smarttags" w:element="metricconverter">
        <w:smartTagPr>
          <w:attr w:name="ProductID" w:val="2015 г"/>
        </w:smartTagPr>
        <w:r w:rsidRPr="00F40FB6">
          <w:rPr>
            <w:sz w:val="28"/>
          </w:rPr>
          <w:t>201</w:t>
        </w:r>
        <w:r>
          <w:rPr>
            <w:sz w:val="28"/>
          </w:rPr>
          <w:t>5</w:t>
        </w:r>
        <w:r w:rsidRPr="00F40FB6">
          <w:rPr>
            <w:sz w:val="28"/>
          </w:rPr>
          <w:t xml:space="preserve"> г</w:t>
        </w:r>
      </w:smartTag>
      <w:r w:rsidRPr="00F40FB6">
        <w:rPr>
          <w:sz w:val="28"/>
        </w:rPr>
        <w:t>.</w:t>
      </w:r>
    </w:p>
    <w:p w:rsidR="00AE27A6" w:rsidRDefault="00AE27A6" w:rsidP="008416FE">
      <w:pPr>
        <w:jc w:val="center"/>
      </w:pPr>
      <w:r w:rsidRPr="00F40FB6">
        <w:rPr>
          <w:sz w:val="28"/>
        </w:rPr>
        <w:t xml:space="preserve">№ </w:t>
      </w:r>
      <w:r>
        <w:rPr>
          <w:sz w:val="28"/>
        </w:rPr>
        <w:t>66</w:t>
      </w:r>
      <w:r w:rsidRPr="00F40FB6">
        <w:rPr>
          <w:sz w:val="28"/>
        </w:rPr>
        <w:t>-ЗО</w:t>
      </w:r>
    </w:p>
    <w:sectPr w:rsidR="00AE27A6" w:rsidSect="002C7B71">
      <w:headerReference w:type="even" r:id="rId7"/>
      <w:headerReference w:type="default" r:id="rId8"/>
      <w:footerReference w:type="even" r:id="rId9"/>
      <w:footerReference w:type="default" r:id="rId10"/>
      <w:pgSz w:w="11906" w:h="16838" w:code="9"/>
      <w:pgMar w:top="1134" w:right="680"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7A6" w:rsidRDefault="00AE27A6">
      <w:r>
        <w:separator/>
      </w:r>
    </w:p>
  </w:endnote>
  <w:endnote w:type="continuationSeparator" w:id="0">
    <w:p w:rsidR="00AE27A6" w:rsidRDefault="00AE27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7A6" w:rsidRDefault="00AE27A6" w:rsidP="00546B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27A6" w:rsidRDefault="00AE27A6" w:rsidP="00546BD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7A6" w:rsidRDefault="00AE27A6" w:rsidP="00546BD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7A6" w:rsidRDefault="00AE27A6">
      <w:r>
        <w:separator/>
      </w:r>
    </w:p>
  </w:footnote>
  <w:footnote w:type="continuationSeparator" w:id="0">
    <w:p w:rsidR="00AE27A6" w:rsidRDefault="00AE27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7A6" w:rsidRDefault="00AE27A6" w:rsidP="00546BD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E27A6" w:rsidRDefault="00AE27A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7A6" w:rsidRPr="00D22B5F" w:rsidRDefault="00AE27A6" w:rsidP="002C7B71">
    <w:pPr>
      <w:pStyle w:val="Header"/>
      <w:tabs>
        <w:tab w:val="left" w:pos="1056"/>
        <w:tab w:val="center" w:pos="4960"/>
      </w:tabs>
      <w:jc w:val="center"/>
      <w:rPr>
        <w:sz w:val="28"/>
        <w:szCs w:val="28"/>
      </w:rPr>
    </w:pPr>
    <w:r w:rsidRPr="00D22B5F">
      <w:rPr>
        <w:rStyle w:val="PageNumber"/>
        <w:sz w:val="28"/>
        <w:szCs w:val="28"/>
      </w:rPr>
      <w:fldChar w:fldCharType="begin"/>
    </w:r>
    <w:r w:rsidRPr="00D22B5F">
      <w:rPr>
        <w:rStyle w:val="PageNumber"/>
        <w:sz w:val="28"/>
        <w:szCs w:val="28"/>
      </w:rPr>
      <w:instrText xml:space="preserve">PAGE  </w:instrText>
    </w:r>
    <w:r w:rsidRPr="00D22B5F">
      <w:rPr>
        <w:rStyle w:val="PageNumber"/>
        <w:sz w:val="28"/>
        <w:szCs w:val="28"/>
      </w:rPr>
      <w:fldChar w:fldCharType="separate"/>
    </w:r>
    <w:r>
      <w:rPr>
        <w:rStyle w:val="PageNumber"/>
        <w:noProof/>
        <w:sz w:val="28"/>
        <w:szCs w:val="28"/>
      </w:rPr>
      <w:t>5</w:t>
    </w:r>
    <w:r w:rsidRPr="00D22B5F">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9700D2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774DB0"/>
    <w:multiLevelType w:val="hybridMultilevel"/>
    <w:tmpl w:val="585E82DA"/>
    <w:lvl w:ilvl="0" w:tplc="A8D0C7B8">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
    <w:nsid w:val="0D104AE8"/>
    <w:multiLevelType w:val="hybridMultilevel"/>
    <w:tmpl w:val="D644A0D2"/>
    <w:lvl w:ilvl="0" w:tplc="175EF58E">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1C29073D"/>
    <w:multiLevelType w:val="hybridMultilevel"/>
    <w:tmpl w:val="CB68DBEE"/>
    <w:lvl w:ilvl="0" w:tplc="2B8CF0A6">
      <w:start w:val="1"/>
      <w:numFmt w:val="decimal"/>
      <w:lvlText w:val="%1."/>
      <w:lvlJc w:val="left"/>
      <w:pPr>
        <w:ind w:left="1108" w:hanging="360"/>
      </w:pPr>
      <w:rPr>
        <w:rFonts w:cs="Times New Roman" w:hint="default"/>
      </w:rPr>
    </w:lvl>
    <w:lvl w:ilvl="1" w:tplc="04190019" w:tentative="1">
      <w:start w:val="1"/>
      <w:numFmt w:val="lowerLetter"/>
      <w:lvlText w:val="%2."/>
      <w:lvlJc w:val="left"/>
      <w:pPr>
        <w:ind w:left="1828" w:hanging="360"/>
      </w:pPr>
      <w:rPr>
        <w:rFonts w:cs="Times New Roman"/>
      </w:rPr>
    </w:lvl>
    <w:lvl w:ilvl="2" w:tplc="0419001B" w:tentative="1">
      <w:start w:val="1"/>
      <w:numFmt w:val="lowerRoman"/>
      <w:lvlText w:val="%3."/>
      <w:lvlJc w:val="right"/>
      <w:pPr>
        <w:ind w:left="2548" w:hanging="180"/>
      </w:pPr>
      <w:rPr>
        <w:rFonts w:cs="Times New Roman"/>
      </w:rPr>
    </w:lvl>
    <w:lvl w:ilvl="3" w:tplc="0419000F" w:tentative="1">
      <w:start w:val="1"/>
      <w:numFmt w:val="decimal"/>
      <w:lvlText w:val="%4."/>
      <w:lvlJc w:val="left"/>
      <w:pPr>
        <w:ind w:left="3268" w:hanging="360"/>
      </w:pPr>
      <w:rPr>
        <w:rFonts w:cs="Times New Roman"/>
      </w:rPr>
    </w:lvl>
    <w:lvl w:ilvl="4" w:tplc="04190019" w:tentative="1">
      <w:start w:val="1"/>
      <w:numFmt w:val="lowerLetter"/>
      <w:lvlText w:val="%5."/>
      <w:lvlJc w:val="left"/>
      <w:pPr>
        <w:ind w:left="3988" w:hanging="360"/>
      </w:pPr>
      <w:rPr>
        <w:rFonts w:cs="Times New Roman"/>
      </w:rPr>
    </w:lvl>
    <w:lvl w:ilvl="5" w:tplc="0419001B" w:tentative="1">
      <w:start w:val="1"/>
      <w:numFmt w:val="lowerRoman"/>
      <w:lvlText w:val="%6."/>
      <w:lvlJc w:val="right"/>
      <w:pPr>
        <w:ind w:left="4708" w:hanging="180"/>
      </w:pPr>
      <w:rPr>
        <w:rFonts w:cs="Times New Roman"/>
      </w:rPr>
    </w:lvl>
    <w:lvl w:ilvl="6" w:tplc="0419000F" w:tentative="1">
      <w:start w:val="1"/>
      <w:numFmt w:val="decimal"/>
      <w:lvlText w:val="%7."/>
      <w:lvlJc w:val="left"/>
      <w:pPr>
        <w:ind w:left="5428" w:hanging="360"/>
      </w:pPr>
      <w:rPr>
        <w:rFonts w:cs="Times New Roman"/>
      </w:rPr>
    </w:lvl>
    <w:lvl w:ilvl="7" w:tplc="04190019" w:tentative="1">
      <w:start w:val="1"/>
      <w:numFmt w:val="lowerLetter"/>
      <w:lvlText w:val="%8."/>
      <w:lvlJc w:val="left"/>
      <w:pPr>
        <w:ind w:left="6148" w:hanging="360"/>
      </w:pPr>
      <w:rPr>
        <w:rFonts w:cs="Times New Roman"/>
      </w:rPr>
    </w:lvl>
    <w:lvl w:ilvl="8" w:tplc="0419001B" w:tentative="1">
      <w:start w:val="1"/>
      <w:numFmt w:val="lowerRoman"/>
      <w:lvlText w:val="%9."/>
      <w:lvlJc w:val="right"/>
      <w:pPr>
        <w:ind w:left="6868" w:hanging="180"/>
      </w:pPr>
      <w:rPr>
        <w:rFonts w:cs="Times New Roman"/>
      </w:rPr>
    </w:lvl>
  </w:abstractNum>
  <w:abstractNum w:abstractNumId="4">
    <w:nsid w:val="2D357476"/>
    <w:multiLevelType w:val="hybridMultilevel"/>
    <w:tmpl w:val="9FE6EB98"/>
    <w:lvl w:ilvl="0" w:tplc="BA9A50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19D0790"/>
    <w:multiLevelType w:val="hybridMultilevel"/>
    <w:tmpl w:val="128A80F8"/>
    <w:lvl w:ilvl="0" w:tplc="0E6EF8D8">
      <w:start w:val="4"/>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21B7886"/>
    <w:multiLevelType w:val="hybridMultilevel"/>
    <w:tmpl w:val="00C01F10"/>
    <w:lvl w:ilvl="0" w:tplc="B9207B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5F97986"/>
    <w:multiLevelType w:val="hybridMultilevel"/>
    <w:tmpl w:val="40AC966E"/>
    <w:lvl w:ilvl="0" w:tplc="E5D4A3A4">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5A7A409A"/>
    <w:multiLevelType w:val="hybridMultilevel"/>
    <w:tmpl w:val="3954C8C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50B3599"/>
    <w:multiLevelType w:val="hybridMultilevel"/>
    <w:tmpl w:val="BFD83A80"/>
    <w:lvl w:ilvl="0" w:tplc="89A02E2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73060181"/>
    <w:multiLevelType w:val="hybridMultilevel"/>
    <w:tmpl w:val="6C183B0C"/>
    <w:lvl w:ilvl="0" w:tplc="BD5E580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75F87FD1"/>
    <w:multiLevelType w:val="hybridMultilevel"/>
    <w:tmpl w:val="F2346C6E"/>
    <w:lvl w:ilvl="0" w:tplc="9A0E91EE">
      <w:start w:val="2"/>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num w:numId="1">
    <w:abstractNumId w:val="9"/>
  </w:num>
  <w:num w:numId="2">
    <w:abstractNumId w:val="7"/>
  </w:num>
  <w:num w:numId="3">
    <w:abstractNumId w:val="10"/>
  </w:num>
  <w:num w:numId="4">
    <w:abstractNumId w:val="5"/>
  </w:num>
  <w:num w:numId="5">
    <w:abstractNumId w:val="4"/>
  </w:num>
  <w:num w:numId="6">
    <w:abstractNumId w:val="1"/>
  </w:num>
  <w:num w:numId="7">
    <w:abstractNumId w:val="3"/>
  </w:num>
  <w:num w:numId="8">
    <w:abstractNumId w:val="2"/>
  </w:num>
  <w:num w:numId="9">
    <w:abstractNumId w:val="8"/>
  </w:num>
  <w:num w:numId="10">
    <w:abstractNumId w:val="11"/>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6BD2"/>
    <w:rsid w:val="0000001B"/>
    <w:rsid w:val="0000086A"/>
    <w:rsid w:val="00000CF2"/>
    <w:rsid w:val="00001020"/>
    <w:rsid w:val="00001676"/>
    <w:rsid w:val="000017D0"/>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B32"/>
    <w:rsid w:val="00013BB8"/>
    <w:rsid w:val="00014124"/>
    <w:rsid w:val="00014233"/>
    <w:rsid w:val="000146F9"/>
    <w:rsid w:val="00014CFE"/>
    <w:rsid w:val="00015280"/>
    <w:rsid w:val="00015946"/>
    <w:rsid w:val="00015A96"/>
    <w:rsid w:val="00015AEA"/>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D"/>
    <w:rsid w:val="000318D5"/>
    <w:rsid w:val="00032114"/>
    <w:rsid w:val="00032356"/>
    <w:rsid w:val="0003240E"/>
    <w:rsid w:val="000324AB"/>
    <w:rsid w:val="00032989"/>
    <w:rsid w:val="00033B18"/>
    <w:rsid w:val="0003406D"/>
    <w:rsid w:val="000341F4"/>
    <w:rsid w:val="000342C4"/>
    <w:rsid w:val="0003433F"/>
    <w:rsid w:val="000343AE"/>
    <w:rsid w:val="000343E5"/>
    <w:rsid w:val="000344CB"/>
    <w:rsid w:val="00034567"/>
    <w:rsid w:val="000350B2"/>
    <w:rsid w:val="00035C81"/>
    <w:rsid w:val="000360BA"/>
    <w:rsid w:val="000361B0"/>
    <w:rsid w:val="00036642"/>
    <w:rsid w:val="00036813"/>
    <w:rsid w:val="00036AF0"/>
    <w:rsid w:val="00036B6D"/>
    <w:rsid w:val="00036E53"/>
    <w:rsid w:val="00040297"/>
    <w:rsid w:val="00040CA9"/>
    <w:rsid w:val="00040FC6"/>
    <w:rsid w:val="000415E4"/>
    <w:rsid w:val="000419F6"/>
    <w:rsid w:val="000426AB"/>
    <w:rsid w:val="00042FB3"/>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1240"/>
    <w:rsid w:val="00051922"/>
    <w:rsid w:val="00051D98"/>
    <w:rsid w:val="00052836"/>
    <w:rsid w:val="0005297A"/>
    <w:rsid w:val="00052C99"/>
    <w:rsid w:val="00052CF7"/>
    <w:rsid w:val="00054030"/>
    <w:rsid w:val="000543AD"/>
    <w:rsid w:val="00054573"/>
    <w:rsid w:val="000545B0"/>
    <w:rsid w:val="000552A7"/>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C58"/>
    <w:rsid w:val="0006496A"/>
    <w:rsid w:val="000651D6"/>
    <w:rsid w:val="00065DAA"/>
    <w:rsid w:val="00065F6E"/>
    <w:rsid w:val="0006639D"/>
    <w:rsid w:val="000669D2"/>
    <w:rsid w:val="000674E4"/>
    <w:rsid w:val="00067E2A"/>
    <w:rsid w:val="000702A2"/>
    <w:rsid w:val="00070539"/>
    <w:rsid w:val="000707E7"/>
    <w:rsid w:val="0007128A"/>
    <w:rsid w:val="000718D2"/>
    <w:rsid w:val="0007212B"/>
    <w:rsid w:val="0007360A"/>
    <w:rsid w:val="0007397D"/>
    <w:rsid w:val="00074684"/>
    <w:rsid w:val="00074C8F"/>
    <w:rsid w:val="00076027"/>
    <w:rsid w:val="00076647"/>
    <w:rsid w:val="0007689B"/>
    <w:rsid w:val="0007769C"/>
    <w:rsid w:val="0007793C"/>
    <w:rsid w:val="00077992"/>
    <w:rsid w:val="000809D4"/>
    <w:rsid w:val="00080B7A"/>
    <w:rsid w:val="000815CD"/>
    <w:rsid w:val="000818A3"/>
    <w:rsid w:val="00081B98"/>
    <w:rsid w:val="00082CA1"/>
    <w:rsid w:val="00082CAC"/>
    <w:rsid w:val="000830BB"/>
    <w:rsid w:val="00083F93"/>
    <w:rsid w:val="000845CE"/>
    <w:rsid w:val="0008508A"/>
    <w:rsid w:val="000853D9"/>
    <w:rsid w:val="00085B50"/>
    <w:rsid w:val="0008628D"/>
    <w:rsid w:val="00086DC4"/>
    <w:rsid w:val="0008739D"/>
    <w:rsid w:val="000878C5"/>
    <w:rsid w:val="000900EA"/>
    <w:rsid w:val="0009057C"/>
    <w:rsid w:val="00091022"/>
    <w:rsid w:val="00091084"/>
    <w:rsid w:val="0009146A"/>
    <w:rsid w:val="00091628"/>
    <w:rsid w:val="0009172E"/>
    <w:rsid w:val="00091759"/>
    <w:rsid w:val="00091A81"/>
    <w:rsid w:val="00092812"/>
    <w:rsid w:val="00092A46"/>
    <w:rsid w:val="00092B14"/>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D51"/>
    <w:rsid w:val="000A1B65"/>
    <w:rsid w:val="000A2403"/>
    <w:rsid w:val="000A2E20"/>
    <w:rsid w:val="000A2F6A"/>
    <w:rsid w:val="000A2FFB"/>
    <w:rsid w:val="000A3165"/>
    <w:rsid w:val="000A36CE"/>
    <w:rsid w:val="000A3742"/>
    <w:rsid w:val="000A4267"/>
    <w:rsid w:val="000A4D0E"/>
    <w:rsid w:val="000A5479"/>
    <w:rsid w:val="000A642B"/>
    <w:rsid w:val="000A6676"/>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E0E"/>
    <w:rsid w:val="000B7CF7"/>
    <w:rsid w:val="000C0249"/>
    <w:rsid w:val="000C04C9"/>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5F"/>
    <w:rsid w:val="000C70CC"/>
    <w:rsid w:val="000C7C41"/>
    <w:rsid w:val="000C7FA7"/>
    <w:rsid w:val="000D10FF"/>
    <w:rsid w:val="000D149D"/>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2850"/>
    <w:rsid w:val="000E2A42"/>
    <w:rsid w:val="000E33DD"/>
    <w:rsid w:val="000E38D2"/>
    <w:rsid w:val="000E3BB2"/>
    <w:rsid w:val="000E44FC"/>
    <w:rsid w:val="000E46A7"/>
    <w:rsid w:val="000E4BFD"/>
    <w:rsid w:val="000E522E"/>
    <w:rsid w:val="000E53CA"/>
    <w:rsid w:val="000E640A"/>
    <w:rsid w:val="000E65E4"/>
    <w:rsid w:val="000E6FB1"/>
    <w:rsid w:val="000E7AC2"/>
    <w:rsid w:val="000E7C14"/>
    <w:rsid w:val="000F1033"/>
    <w:rsid w:val="000F1507"/>
    <w:rsid w:val="000F18D5"/>
    <w:rsid w:val="000F1F97"/>
    <w:rsid w:val="000F1FF4"/>
    <w:rsid w:val="000F2960"/>
    <w:rsid w:val="000F3704"/>
    <w:rsid w:val="000F390B"/>
    <w:rsid w:val="000F3A88"/>
    <w:rsid w:val="000F3CEE"/>
    <w:rsid w:val="000F415F"/>
    <w:rsid w:val="000F4273"/>
    <w:rsid w:val="000F4462"/>
    <w:rsid w:val="000F53B1"/>
    <w:rsid w:val="000F59F2"/>
    <w:rsid w:val="000F7389"/>
    <w:rsid w:val="000F74E2"/>
    <w:rsid w:val="000F7639"/>
    <w:rsid w:val="000F7667"/>
    <w:rsid w:val="000F7DDB"/>
    <w:rsid w:val="000F7F61"/>
    <w:rsid w:val="000F7F75"/>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5343"/>
    <w:rsid w:val="0010634F"/>
    <w:rsid w:val="001071A8"/>
    <w:rsid w:val="001072E8"/>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AA4"/>
    <w:rsid w:val="00117D8E"/>
    <w:rsid w:val="0012051A"/>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1600"/>
    <w:rsid w:val="00131F22"/>
    <w:rsid w:val="00132549"/>
    <w:rsid w:val="001328ED"/>
    <w:rsid w:val="001330E3"/>
    <w:rsid w:val="00133500"/>
    <w:rsid w:val="001344B9"/>
    <w:rsid w:val="0013493A"/>
    <w:rsid w:val="00134D84"/>
    <w:rsid w:val="001360C6"/>
    <w:rsid w:val="0013698A"/>
    <w:rsid w:val="00136999"/>
    <w:rsid w:val="00136CD2"/>
    <w:rsid w:val="001370A5"/>
    <w:rsid w:val="001376B9"/>
    <w:rsid w:val="00140502"/>
    <w:rsid w:val="001407FA"/>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327"/>
    <w:rsid w:val="00160FA1"/>
    <w:rsid w:val="00161C1D"/>
    <w:rsid w:val="00161DC4"/>
    <w:rsid w:val="00162551"/>
    <w:rsid w:val="0016256C"/>
    <w:rsid w:val="00163CF2"/>
    <w:rsid w:val="00163DDF"/>
    <w:rsid w:val="0016415C"/>
    <w:rsid w:val="00164EE7"/>
    <w:rsid w:val="00164F03"/>
    <w:rsid w:val="00165071"/>
    <w:rsid w:val="0016536B"/>
    <w:rsid w:val="0016582D"/>
    <w:rsid w:val="001663C9"/>
    <w:rsid w:val="00166465"/>
    <w:rsid w:val="00166471"/>
    <w:rsid w:val="00166611"/>
    <w:rsid w:val="00166B4C"/>
    <w:rsid w:val="00170130"/>
    <w:rsid w:val="00170281"/>
    <w:rsid w:val="00170300"/>
    <w:rsid w:val="00170E4E"/>
    <w:rsid w:val="00171898"/>
    <w:rsid w:val="00172166"/>
    <w:rsid w:val="0017222E"/>
    <w:rsid w:val="00173205"/>
    <w:rsid w:val="00173C51"/>
    <w:rsid w:val="00173F18"/>
    <w:rsid w:val="00174DC5"/>
    <w:rsid w:val="001751CE"/>
    <w:rsid w:val="00175432"/>
    <w:rsid w:val="00176BF7"/>
    <w:rsid w:val="00177511"/>
    <w:rsid w:val="00177D2C"/>
    <w:rsid w:val="001805F6"/>
    <w:rsid w:val="0018095A"/>
    <w:rsid w:val="00180A13"/>
    <w:rsid w:val="0018154B"/>
    <w:rsid w:val="00181B04"/>
    <w:rsid w:val="00181CF6"/>
    <w:rsid w:val="0018264A"/>
    <w:rsid w:val="00182CDF"/>
    <w:rsid w:val="00183A5C"/>
    <w:rsid w:val="00183F67"/>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1F2B"/>
    <w:rsid w:val="00192073"/>
    <w:rsid w:val="00192340"/>
    <w:rsid w:val="001923AE"/>
    <w:rsid w:val="00192DBE"/>
    <w:rsid w:val="00193381"/>
    <w:rsid w:val="0019357E"/>
    <w:rsid w:val="00193741"/>
    <w:rsid w:val="00194633"/>
    <w:rsid w:val="0019532E"/>
    <w:rsid w:val="00195BA9"/>
    <w:rsid w:val="00196C58"/>
    <w:rsid w:val="0019749A"/>
    <w:rsid w:val="0019774C"/>
    <w:rsid w:val="001A15B9"/>
    <w:rsid w:val="001A202E"/>
    <w:rsid w:val="001A2227"/>
    <w:rsid w:val="001A2378"/>
    <w:rsid w:val="001A2401"/>
    <w:rsid w:val="001A263E"/>
    <w:rsid w:val="001A29EB"/>
    <w:rsid w:val="001A3290"/>
    <w:rsid w:val="001A34D6"/>
    <w:rsid w:val="001A3657"/>
    <w:rsid w:val="001A3674"/>
    <w:rsid w:val="001A3908"/>
    <w:rsid w:val="001A400A"/>
    <w:rsid w:val="001A45CE"/>
    <w:rsid w:val="001A45D6"/>
    <w:rsid w:val="001A4682"/>
    <w:rsid w:val="001A5BFE"/>
    <w:rsid w:val="001A5D39"/>
    <w:rsid w:val="001A5E12"/>
    <w:rsid w:val="001A6C32"/>
    <w:rsid w:val="001A6D3D"/>
    <w:rsid w:val="001B1027"/>
    <w:rsid w:val="001B16FF"/>
    <w:rsid w:val="001B185D"/>
    <w:rsid w:val="001B1A3B"/>
    <w:rsid w:val="001B1B4F"/>
    <w:rsid w:val="001B307C"/>
    <w:rsid w:val="001B3FEF"/>
    <w:rsid w:val="001B440E"/>
    <w:rsid w:val="001B55E4"/>
    <w:rsid w:val="001B5696"/>
    <w:rsid w:val="001B5B84"/>
    <w:rsid w:val="001B5D7D"/>
    <w:rsid w:val="001B6AB3"/>
    <w:rsid w:val="001B6E95"/>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0B1"/>
    <w:rsid w:val="001C430D"/>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927"/>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E20"/>
    <w:rsid w:val="001D70ED"/>
    <w:rsid w:val="001D7595"/>
    <w:rsid w:val="001D77EF"/>
    <w:rsid w:val="001E085F"/>
    <w:rsid w:val="001E0A21"/>
    <w:rsid w:val="001E0C77"/>
    <w:rsid w:val="001E1EBB"/>
    <w:rsid w:val="001E2853"/>
    <w:rsid w:val="001E2979"/>
    <w:rsid w:val="001E32E4"/>
    <w:rsid w:val="001E3D67"/>
    <w:rsid w:val="001E4302"/>
    <w:rsid w:val="001E4648"/>
    <w:rsid w:val="001E4674"/>
    <w:rsid w:val="001E4CCD"/>
    <w:rsid w:val="001E6191"/>
    <w:rsid w:val="001E6883"/>
    <w:rsid w:val="001E6F54"/>
    <w:rsid w:val="001E6FE0"/>
    <w:rsid w:val="001E7993"/>
    <w:rsid w:val="001E7BFF"/>
    <w:rsid w:val="001F01A5"/>
    <w:rsid w:val="001F05CB"/>
    <w:rsid w:val="001F09DD"/>
    <w:rsid w:val="001F131F"/>
    <w:rsid w:val="001F32E4"/>
    <w:rsid w:val="001F3AF2"/>
    <w:rsid w:val="001F3C28"/>
    <w:rsid w:val="001F3FAA"/>
    <w:rsid w:val="001F446F"/>
    <w:rsid w:val="001F44B1"/>
    <w:rsid w:val="001F572E"/>
    <w:rsid w:val="001F6062"/>
    <w:rsid w:val="001F63A9"/>
    <w:rsid w:val="001F6767"/>
    <w:rsid w:val="001F6FB8"/>
    <w:rsid w:val="001F6FE3"/>
    <w:rsid w:val="001F7F1E"/>
    <w:rsid w:val="00200251"/>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5865"/>
    <w:rsid w:val="00206062"/>
    <w:rsid w:val="00206892"/>
    <w:rsid w:val="0020708E"/>
    <w:rsid w:val="002076B7"/>
    <w:rsid w:val="00207A58"/>
    <w:rsid w:val="002100E2"/>
    <w:rsid w:val="002103A0"/>
    <w:rsid w:val="002104AD"/>
    <w:rsid w:val="002104E8"/>
    <w:rsid w:val="00210710"/>
    <w:rsid w:val="0021130D"/>
    <w:rsid w:val="00211C17"/>
    <w:rsid w:val="00211D8D"/>
    <w:rsid w:val="00212352"/>
    <w:rsid w:val="00212363"/>
    <w:rsid w:val="00213CC1"/>
    <w:rsid w:val="002151EB"/>
    <w:rsid w:val="00215BFB"/>
    <w:rsid w:val="00215CFF"/>
    <w:rsid w:val="00215FA0"/>
    <w:rsid w:val="00216E83"/>
    <w:rsid w:val="002179C5"/>
    <w:rsid w:val="00217D1E"/>
    <w:rsid w:val="00220184"/>
    <w:rsid w:val="002203E9"/>
    <w:rsid w:val="002204F3"/>
    <w:rsid w:val="002209BD"/>
    <w:rsid w:val="002209DF"/>
    <w:rsid w:val="00221453"/>
    <w:rsid w:val="002216C7"/>
    <w:rsid w:val="002218DF"/>
    <w:rsid w:val="00221B7C"/>
    <w:rsid w:val="00223120"/>
    <w:rsid w:val="002234DB"/>
    <w:rsid w:val="00223FE1"/>
    <w:rsid w:val="002245AD"/>
    <w:rsid w:val="002248DA"/>
    <w:rsid w:val="0022582B"/>
    <w:rsid w:val="002259BD"/>
    <w:rsid w:val="002259CE"/>
    <w:rsid w:val="00225F9C"/>
    <w:rsid w:val="0022635C"/>
    <w:rsid w:val="00226581"/>
    <w:rsid w:val="002267F4"/>
    <w:rsid w:val="00226835"/>
    <w:rsid w:val="00226E8F"/>
    <w:rsid w:val="00227015"/>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6535"/>
    <w:rsid w:val="002365E4"/>
    <w:rsid w:val="00236CF2"/>
    <w:rsid w:val="00236FD8"/>
    <w:rsid w:val="0024093E"/>
    <w:rsid w:val="00242CA8"/>
    <w:rsid w:val="00243427"/>
    <w:rsid w:val="0024374C"/>
    <w:rsid w:val="002439EF"/>
    <w:rsid w:val="0024432D"/>
    <w:rsid w:val="00244485"/>
    <w:rsid w:val="0024473B"/>
    <w:rsid w:val="00244B8A"/>
    <w:rsid w:val="00244E4B"/>
    <w:rsid w:val="00245BD4"/>
    <w:rsid w:val="00246736"/>
    <w:rsid w:val="00246814"/>
    <w:rsid w:val="00246D9D"/>
    <w:rsid w:val="00246EA3"/>
    <w:rsid w:val="00247379"/>
    <w:rsid w:val="00247389"/>
    <w:rsid w:val="00247E68"/>
    <w:rsid w:val="0025018A"/>
    <w:rsid w:val="00250818"/>
    <w:rsid w:val="00251649"/>
    <w:rsid w:val="0025168D"/>
    <w:rsid w:val="002516ED"/>
    <w:rsid w:val="00251A45"/>
    <w:rsid w:val="00252A13"/>
    <w:rsid w:val="00252B04"/>
    <w:rsid w:val="00253B27"/>
    <w:rsid w:val="00253C89"/>
    <w:rsid w:val="00254024"/>
    <w:rsid w:val="00254625"/>
    <w:rsid w:val="00254FCA"/>
    <w:rsid w:val="002557F8"/>
    <w:rsid w:val="002558FB"/>
    <w:rsid w:val="00255A59"/>
    <w:rsid w:val="00256259"/>
    <w:rsid w:val="002564FB"/>
    <w:rsid w:val="002568A3"/>
    <w:rsid w:val="00257C0E"/>
    <w:rsid w:val="002600EB"/>
    <w:rsid w:val="00260113"/>
    <w:rsid w:val="00260569"/>
    <w:rsid w:val="002605BE"/>
    <w:rsid w:val="00260742"/>
    <w:rsid w:val="0026094F"/>
    <w:rsid w:val="00261196"/>
    <w:rsid w:val="00261C16"/>
    <w:rsid w:val="00261E76"/>
    <w:rsid w:val="002629A6"/>
    <w:rsid w:val="0026420A"/>
    <w:rsid w:val="00264748"/>
    <w:rsid w:val="00264911"/>
    <w:rsid w:val="00264F03"/>
    <w:rsid w:val="00265A98"/>
    <w:rsid w:val="00265F21"/>
    <w:rsid w:val="00266BD1"/>
    <w:rsid w:val="00266CCF"/>
    <w:rsid w:val="00266D87"/>
    <w:rsid w:val="002674E1"/>
    <w:rsid w:val="00270033"/>
    <w:rsid w:val="0027003C"/>
    <w:rsid w:val="00270041"/>
    <w:rsid w:val="0027065E"/>
    <w:rsid w:val="002709FC"/>
    <w:rsid w:val="00270C45"/>
    <w:rsid w:val="0027124A"/>
    <w:rsid w:val="00271583"/>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41A0"/>
    <w:rsid w:val="002843FD"/>
    <w:rsid w:val="002844CC"/>
    <w:rsid w:val="00284B9A"/>
    <w:rsid w:val="00285419"/>
    <w:rsid w:val="00285DD7"/>
    <w:rsid w:val="00285FD3"/>
    <w:rsid w:val="002863F5"/>
    <w:rsid w:val="00286858"/>
    <w:rsid w:val="00286C24"/>
    <w:rsid w:val="00287C39"/>
    <w:rsid w:val="00287D89"/>
    <w:rsid w:val="0029024C"/>
    <w:rsid w:val="00291132"/>
    <w:rsid w:val="002911D9"/>
    <w:rsid w:val="002917DF"/>
    <w:rsid w:val="00291861"/>
    <w:rsid w:val="00291C05"/>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697"/>
    <w:rsid w:val="002A0D5D"/>
    <w:rsid w:val="002A13DA"/>
    <w:rsid w:val="002A1BBE"/>
    <w:rsid w:val="002A1CB5"/>
    <w:rsid w:val="002A1EA7"/>
    <w:rsid w:val="002A2052"/>
    <w:rsid w:val="002A21B4"/>
    <w:rsid w:val="002A2688"/>
    <w:rsid w:val="002A2E00"/>
    <w:rsid w:val="002A33E5"/>
    <w:rsid w:val="002A35CA"/>
    <w:rsid w:val="002A3848"/>
    <w:rsid w:val="002A3932"/>
    <w:rsid w:val="002A3AD1"/>
    <w:rsid w:val="002A3E6D"/>
    <w:rsid w:val="002A3FE0"/>
    <w:rsid w:val="002A5CB8"/>
    <w:rsid w:val="002A6D6C"/>
    <w:rsid w:val="002A792C"/>
    <w:rsid w:val="002A7A0C"/>
    <w:rsid w:val="002A7B1F"/>
    <w:rsid w:val="002B0013"/>
    <w:rsid w:val="002B0F77"/>
    <w:rsid w:val="002B1C63"/>
    <w:rsid w:val="002B1D07"/>
    <w:rsid w:val="002B21F3"/>
    <w:rsid w:val="002B2AA1"/>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24F2"/>
    <w:rsid w:val="002C2914"/>
    <w:rsid w:val="002C2B90"/>
    <w:rsid w:val="002C2BDD"/>
    <w:rsid w:val="002C2CF9"/>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C7B71"/>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AA"/>
    <w:rsid w:val="002D7A30"/>
    <w:rsid w:val="002D7DA6"/>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489"/>
    <w:rsid w:val="002E650A"/>
    <w:rsid w:val="002E6B09"/>
    <w:rsid w:val="002E6B6C"/>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A39"/>
    <w:rsid w:val="002F5C65"/>
    <w:rsid w:val="002F5FBB"/>
    <w:rsid w:val="002F6120"/>
    <w:rsid w:val="002F6763"/>
    <w:rsid w:val="002F6856"/>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706B"/>
    <w:rsid w:val="00317F33"/>
    <w:rsid w:val="003214F7"/>
    <w:rsid w:val="00321577"/>
    <w:rsid w:val="003218AF"/>
    <w:rsid w:val="003219DF"/>
    <w:rsid w:val="003219E5"/>
    <w:rsid w:val="00321E91"/>
    <w:rsid w:val="00321FFF"/>
    <w:rsid w:val="00322F3B"/>
    <w:rsid w:val="003234CA"/>
    <w:rsid w:val="003240CD"/>
    <w:rsid w:val="00324D25"/>
    <w:rsid w:val="00325708"/>
    <w:rsid w:val="00327CD9"/>
    <w:rsid w:val="003302A2"/>
    <w:rsid w:val="0033067A"/>
    <w:rsid w:val="003315DA"/>
    <w:rsid w:val="00331945"/>
    <w:rsid w:val="003321CB"/>
    <w:rsid w:val="003337A7"/>
    <w:rsid w:val="00333AC2"/>
    <w:rsid w:val="00333C23"/>
    <w:rsid w:val="00333CB5"/>
    <w:rsid w:val="003341CA"/>
    <w:rsid w:val="0033487C"/>
    <w:rsid w:val="003351C1"/>
    <w:rsid w:val="003355E5"/>
    <w:rsid w:val="00335777"/>
    <w:rsid w:val="0033582D"/>
    <w:rsid w:val="00335FD5"/>
    <w:rsid w:val="003366C4"/>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50281"/>
    <w:rsid w:val="003510B2"/>
    <w:rsid w:val="003517AB"/>
    <w:rsid w:val="00351C1A"/>
    <w:rsid w:val="00352044"/>
    <w:rsid w:val="00352A45"/>
    <w:rsid w:val="00352D0B"/>
    <w:rsid w:val="00353539"/>
    <w:rsid w:val="00353CF1"/>
    <w:rsid w:val="00353E03"/>
    <w:rsid w:val="003550FC"/>
    <w:rsid w:val="00355CDC"/>
    <w:rsid w:val="00356A65"/>
    <w:rsid w:val="00356E1D"/>
    <w:rsid w:val="00357C8A"/>
    <w:rsid w:val="00357FB6"/>
    <w:rsid w:val="0036005E"/>
    <w:rsid w:val="00361A18"/>
    <w:rsid w:val="0036272A"/>
    <w:rsid w:val="00362BF0"/>
    <w:rsid w:val="00363252"/>
    <w:rsid w:val="00363ACE"/>
    <w:rsid w:val="00364886"/>
    <w:rsid w:val="00364AFA"/>
    <w:rsid w:val="00365ACC"/>
    <w:rsid w:val="00366302"/>
    <w:rsid w:val="0036643B"/>
    <w:rsid w:val="003664C8"/>
    <w:rsid w:val="00366F1A"/>
    <w:rsid w:val="00367891"/>
    <w:rsid w:val="0036791B"/>
    <w:rsid w:val="003703F0"/>
    <w:rsid w:val="00370660"/>
    <w:rsid w:val="00370C0E"/>
    <w:rsid w:val="00371A12"/>
    <w:rsid w:val="00371B2B"/>
    <w:rsid w:val="00371E0D"/>
    <w:rsid w:val="0037285A"/>
    <w:rsid w:val="00372A32"/>
    <w:rsid w:val="00372CB9"/>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565"/>
    <w:rsid w:val="00380797"/>
    <w:rsid w:val="00380F02"/>
    <w:rsid w:val="00382247"/>
    <w:rsid w:val="00382A87"/>
    <w:rsid w:val="003835C9"/>
    <w:rsid w:val="0038471E"/>
    <w:rsid w:val="00384B4C"/>
    <w:rsid w:val="00384E3A"/>
    <w:rsid w:val="00385A37"/>
    <w:rsid w:val="00386AC5"/>
    <w:rsid w:val="00387295"/>
    <w:rsid w:val="0038731B"/>
    <w:rsid w:val="0038744E"/>
    <w:rsid w:val="0038747D"/>
    <w:rsid w:val="003879ED"/>
    <w:rsid w:val="00390424"/>
    <w:rsid w:val="0039057A"/>
    <w:rsid w:val="00391300"/>
    <w:rsid w:val="0039162A"/>
    <w:rsid w:val="003918AB"/>
    <w:rsid w:val="00391DEC"/>
    <w:rsid w:val="003921B8"/>
    <w:rsid w:val="0039228C"/>
    <w:rsid w:val="003929C7"/>
    <w:rsid w:val="003936DF"/>
    <w:rsid w:val="00393D26"/>
    <w:rsid w:val="00394851"/>
    <w:rsid w:val="00395216"/>
    <w:rsid w:val="00395302"/>
    <w:rsid w:val="0039563A"/>
    <w:rsid w:val="003957BE"/>
    <w:rsid w:val="00395D80"/>
    <w:rsid w:val="00395DBC"/>
    <w:rsid w:val="00395F39"/>
    <w:rsid w:val="00396513"/>
    <w:rsid w:val="00396802"/>
    <w:rsid w:val="00396BE3"/>
    <w:rsid w:val="003974F2"/>
    <w:rsid w:val="00397795"/>
    <w:rsid w:val="00397CD7"/>
    <w:rsid w:val="003A0634"/>
    <w:rsid w:val="003A06DB"/>
    <w:rsid w:val="003A14FF"/>
    <w:rsid w:val="003A228D"/>
    <w:rsid w:val="003A2511"/>
    <w:rsid w:val="003A4776"/>
    <w:rsid w:val="003A4ED4"/>
    <w:rsid w:val="003A5627"/>
    <w:rsid w:val="003A5992"/>
    <w:rsid w:val="003A5A2B"/>
    <w:rsid w:val="003A5F46"/>
    <w:rsid w:val="003A70D8"/>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D80"/>
    <w:rsid w:val="003B72A2"/>
    <w:rsid w:val="003B7850"/>
    <w:rsid w:val="003B7F35"/>
    <w:rsid w:val="003C0AA2"/>
    <w:rsid w:val="003C0EB5"/>
    <w:rsid w:val="003C0F71"/>
    <w:rsid w:val="003C10F1"/>
    <w:rsid w:val="003C1B65"/>
    <w:rsid w:val="003C1F1F"/>
    <w:rsid w:val="003C2095"/>
    <w:rsid w:val="003C2E31"/>
    <w:rsid w:val="003C2EC8"/>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4E8"/>
    <w:rsid w:val="003D3EEC"/>
    <w:rsid w:val="003D464C"/>
    <w:rsid w:val="003D476B"/>
    <w:rsid w:val="003D51F3"/>
    <w:rsid w:val="003D53B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738"/>
    <w:rsid w:val="003F00E5"/>
    <w:rsid w:val="003F041C"/>
    <w:rsid w:val="003F05DA"/>
    <w:rsid w:val="003F0785"/>
    <w:rsid w:val="003F15C1"/>
    <w:rsid w:val="003F1C89"/>
    <w:rsid w:val="003F2439"/>
    <w:rsid w:val="003F26B8"/>
    <w:rsid w:val="003F2D4A"/>
    <w:rsid w:val="003F2E2C"/>
    <w:rsid w:val="003F2FD1"/>
    <w:rsid w:val="003F427A"/>
    <w:rsid w:val="003F4C81"/>
    <w:rsid w:val="003F6145"/>
    <w:rsid w:val="003F696A"/>
    <w:rsid w:val="003F6CCF"/>
    <w:rsid w:val="003F7B0C"/>
    <w:rsid w:val="004004A7"/>
    <w:rsid w:val="00400767"/>
    <w:rsid w:val="004009D6"/>
    <w:rsid w:val="00400B76"/>
    <w:rsid w:val="00400DC8"/>
    <w:rsid w:val="0040161E"/>
    <w:rsid w:val="00401DCA"/>
    <w:rsid w:val="0040204C"/>
    <w:rsid w:val="004028C8"/>
    <w:rsid w:val="004044D0"/>
    <w:rsid w:val="004070B1"/>
    <w:rsid w:val="0040740B"/>
    <w:rsid w:val="00407C7C"/>
    <w:rsid w:val="00410A3B"/>
    <w:rsid w:val="00410B6C"/>
    <w:rsid w:val="00410CCB"/>
    <w:rsid w:val="00411146"/>
    <w:rsid w:val="00411EAE"/>
    <w:rsid w:val="00412256"/>
    <w:rsid w:val="00412349"/>
    <w:rsid w:val="0041235A"/>
    <w:rsid w:val="004126E8"/>
    <w:rsid w:val="00412B25"/>
    <w:rsid w:val="0041302F"/>
    <w:rsid w:val="0041381B"/>
    <w:rsid w:val="00413943"/>
    <w:rsid w:val="00413B57"/>
    <w:rsid w:val="00413B82"/>
    <w:rsid w:val="00413FF8"/>
    <w:rsid w:val="004141B6"/>
    <w:rsid w:val="00415E0F"/>
    <w:rsid w:val="00415EAD"/>
    <w:rsid w:val="00416162"/>
    <w:rsid w:val="00416378"/>
    <w:rsid w:val="004167BF"/>
    <w:rsid w:val="004168F6"/>
    <w:rsid w:val="004170E9"/>
    <w:rsid w:val="0041757B"/>
    <w:rsid w:val="004178A8"/>
    <w:rsid w:val="00417E41"/>
    <w:rsid w:val="00417E8B"/>
    <w:rsid w:val="00420970"/>
    <w:rsid w:val="004215FC"/>
    <w:rsid w:val="00421CF2"/>
    <w:rsid w:val="0042234A"/>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7021"/>
    <w:rsid w:val="00427263"/>
    <w:rsid w:val="004273BF"/>
    <w:rsid w:val="004276A4"/>
    <w:rsid w:val="00427CC5"/>
    <w:rsid w:val="00427D4B"/>
    <w:rsid w:val="00430246"/>
    <w:rsid w:val="00430FCF"/>
    <w:rsid w:val="004313F0"/>
    <w:rsid w:val="0043173C"/>
    <w:rsid w:val="0043279C"/>
    <w:rsid w:val="00432CBE"/>
    <w:rsid w:val="0043388B"/>
    <w:rsid w:val="00433F26"/>
    <w:rsid w:val="00434366"/>
    <w:rsid w:val="00434551"/>
    <w:rsid w:val="0043523F"/>
    <w:rsid w:val="004357FC"/>
    <w:rsid w:val="004359D9"/>
    <w:rsid w:val="00435AA3"/>
    <w:rsid w:val="00435D98"/>
    <w:rsid w:val="00436351"/>
    <w:rsid w:val="00436B19"/>
    <w:rsid w:val="0043753B"/>
    <w:rsid w:val="004377D0"/>
    <w:rsid w:val="00437B9D"/>
    <w:rsid w:val="00437EEC"/>
    <w:rsid w:val="00437F00"/>
    <w:rsid w:val="00437FEE"/>
    <w:rsid w:val="00440317"/>
    <w:rsid w:val="00441316"/>
    <w:rsid w:val="004415A4"/>
    <w:rsid w:val="00442B2F"/>
    <w:rsid w:val="00442BA8"/>
    <w:rsid w:val="004430EF"/>
    <w:rsid w:val="00443501"/>
    <w:rsid w:val="004438FD"/>
    <w:rsid w:val="00443BBA"/>
    <w:rsid w:val="00444964"/>
    <w:rsid w:val="00444F8F"/>
    <w:rsid w:val="00445645"/>
    <w:rsid w:val="0044589A"/>
    <w:rsid w:val="00445A91"/>
    <w:rsid w:val="0044643D"/>
    <w:rsid w:val="00446AB8"/>
    <w:rsid w:val="0044783B"/>
    <w:rsid w:val="00447909"/>
    <w:rsid w:val="004507A8"/>
    <w:rsid w:val="00450EC2"/>
    <w:rsid w:val="00451B00"/>
    <w:rsid w:val="00452A22"/>
    <w:rsid w:val="00452EF3"/>
    <w:rsid w:val="00453AB7"/>
    <w:rsid w:val="00454121"/>
    <w:rsid w:val="00454370"/>
    <w:rsid w:val="00454A10"/>
    <w:rsid w:val="00454FA4"/>
    <w:rsid w:val="0045550F"/>
    <w:rsid w:val="00455BCA"/>
    <w:rsid w:val="00455F2C"/>
    <w:rsid w:val="004573D0"/>
    <w:rsid w:val="00457908"/>
    <w:rsid w:val="004579B5"/>
    <w:rsid w:val="004601A2"/>
    <w:rsid w:val="0046057C"/>
    <w:rsid w:val="004606D8"/>
    <w:rsid w:val="00460927"/>
    <w:rsid w:val="00460B88"/>
    <w:rsid w:val="0046119E"/>
    <w:rsid w:val="00461294"/>
    <w:rsid w:val="0046180A"/>
    <w:rsid w:val="00461E30"/>
    <w:rsid w:val="00462AB9"/>
    <w:rsid w:val="00462C38"/>
    <w:rsid w:val="00462DB3"/>
    <w:rsid w:val="00463166"/>
    <w:rsid w:val="00463D8F"/>
    <w:rsid w:val="004644ED"/>
    <w:rsid w:val="00464C57"/>
    <w:rsid w:val="00465298"/>
    <w:rsid w:val="004652D0"/>
    <w:rsid w:val="00465326"/>
    <w:rsid w:val="00465473"/>
    <w:rsid w:val="004654AD"/>
    <w:rsid w:val="00465568"/>
    <w:rsid w:val="0046564C"/>
    <w:rsid w:val="004659C6"/>
    <w:rsid w:val="00465D1C"/>
    <w:rsid w:val="004664B7"/>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877"/>
    <w:rsid w:val="00475990"/>
    <w:rsid w:val="00475F38"/>
    <w:rsid w:val="00476581"/>
    <w:rsid w:val="00476D97"/>
    <w:rsid w:val="00476EC8"/>
    <w:rsid w:val="00477450"/>
    <w:rsid w:val="004774E1"/>
    <w:rsid w:val="0047794E"/>
    <w:rsid w:val="00477F74"/>
    <w:rsid w:val="0048002C"/>
    <w:rsid w:val="00480697"/>
    <w:rsid w:val="00480A4C"/>
    <w:rsid w:val="004816CD"/>
    <w:rsid w:val="00481C79"/>
    <w:rsid w:val="00481D1C"/>
    <w:rsid w:val="00481F97"/>
    <w:rsid w:val="0048228E"/>
    <w:rsid w:val="004826A2"/>
    <w:rsid w:val="004833A5"/>
    <w:rsid w:val="00483AAF"/>
    <w:rsid w:val="00483C16"/>
    <w:rsid w:val="00484013"/>
    <w:rsid w:val="0048475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B14"/>
    <w:rsid w:val="00496DB4"/>
    <w:rsid w:val="00497B95"/>
    <w:rsid w:val="004A0168"/>
    <w:rsid w:val="004A0BAA"/>
    <w:rsid w:val="004A0DBC"/>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48A"/>
    <w:rsid w:val="004A5FFA"/>
    <w:rsid w:val="004A68E9"/>
    <w:rsid w:val="004A724E"/>
    <w:rsid w:val="004A775B"/>
    <w:rsid w:val="004A7B4C"/>
    <w:rsid w:val="004B0633"/>
    <w:rsid w:val="004B0986"/>
    <w:rsid w:val="004B10CD"/>
    <w:rsid w:val="004B11F8"/>
    <w:rsid w:val="004B121B"/>
    <w:rsid w:val="004B14AE"/>
    <w:rsid w:val="004B1AE3"/>
    <w:rsid w:val="004B269F"/>
    <w:rsid w:val="004B277A"/>
    <w:rsid w:val="004B2F32"/>
    <w:rsid w:val="004B3156"/>
    <w:rsid w:val="004B32FD"/>
    <w:rsid w:val="004B38EB"/>
    <w:rsid w:val="004B4117"/>
    <w:rsid w:val="004B4423"/>
    <w:rsid w:val="004B4767"/>
    <w:rsid w:val="004B4A15"/>
    <w:rsid w:val="004B4C93"/>
    <w:rsid w:val="004B50BB"/>
    <w:rsid w:val="004B63A2"/>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CE5"/>
    <w:rsid w:val="004D1D31"/>
    <w:rsid w:val="004D28F6"/>
    <w:rsid w:val="004D2967"/>
    <w:rsid w:val="004D2A60"/>
    <w:rsid w:val="004D3B21"/>
    <w:rsid w:val="004D4D79"/>
    <w:rsid w:val="004D4DF5"/>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454"/>
    <w:rsid w:val="004E590C"/>
    <w:rsid w:val="004E6B94"/>
    <w:rsid w:val="004E7B20"/>
    <w:rsid w:val="004E7C43"/>
    <w:rsid w:val="004F0A28"/>
    <w:rsid w:val="004F0C48"/>
    <w:rsid w:val="004F0CD6"/>
    <w:rsid w:val="004F0DDA"/>
    <w:rsid w:val="004F10B1"/>
    <w:rsid w:val="004F1198"/>
    <w:rsid w:val="004F128E"/>
    <w:rsid w:val="004F136F"/>
    <w:rsid w:val="004F34A5"/>
    <w:rsid w:val="004F4215"/>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D82"/>
    <w:rsid w:val="00504ED5"/>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520"/>
    <w:rsid w:val="00512D3C"/>
    <w:rsid w:val="005139AF"/>
    <w:rsid w:val="005139E5"/>
    <w:rsid w:val="00514309"/>
    <w:rsid w:val="0051485F"/>
    <w:rsid w:val="00514915"/>
    <w:rsid w:val="00514E75"/>
    <w:rsid w:val="00515731"/>
    <w:rsid w:val="00515A66"/>
    <w:rsid w:val="00516094"/>
    <w:rsid w:val="00516243"/>
    <w:rsid w:val="00517336"/>
    <w:rsid w:val="00521BBA"/>
    <w:rsid w:val="00521BC5"/>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3167"/>
    <w:rsid w:val="00533BA7"/>
    <w:rsid w:val="005340CD"/>
    <w:rsid w:val="0053505C"/>
    <w:rsid w:val="00535603"/>
    <w:rsid w:val="00535CAD"/>
    <w:rsid w:val="00535F89"/>
    <w:rsid w:val="005365C9"/>
    <w:rsid w:val="00536791"/>
    <w:rsid w:val="005369BD"/>
    <w:rsid w:val="00536E3C"/>
    <w:rsid w:val="00537B3D"/>
    <w:rsid w:val="00537BC2"/>
    <w:rsid w:val="005400AF"/>
    <w:rsid w:val="005414F0"/>
    <w:rsid w:val="00541526"/>
    <w:rsid w:val="00541C23"/>
    <w:rsid w:val="00542A87"/>
    <w:rsid w:val="00542AEA"/>
    <w:rsid w:val="0054356A"/>
    <w:rsid w:val="005435E7"/>
    <w:rsid w:val="0054362F"/>
    <w:rsid w:val="00544740"/>
    <w:rsid w:val="00544CA8"/>
    <w:rsid w:val="0054567D"/>
    <w:rsid w:val="00546BD2"/>
    <w:rsid w:val="00547157"/>
    <w:rsid w:val="005471CE"/>
    <w:rsid w:val="00547528"/>
    <w:rsid w:val="00547538"/>
    <w:rsid w:val="00547A0F"/>
    <w:rsid w:val="00547AAA"/>
    <w:rsid w:val="0055087F"/>
    <w:rsid w:val="00550B6C"/>
    <w:rsid w:val="00550C23"/>
    <w:rsid w:val="005513A6"/>
    <w:rsid w:val="0055192D"/>
    <w:rsid w:val="00551976"/>
    <w:rsid w:val="00552471"/>
    <w:rsid w:val="005546B6"/>
    <w:rsid w:val="005546C5"/>
    <w:rsid w:val="00554753"/>
    <w:rsid w:val="005549AF"/>
    <w:rsid w:val="00554F3E"/>
    <w:rsid w:val="005553DF"/>
    <w:rsid w:val="00555458"/>
    <w:rsid w:val="005554C1"/>
    <w:rsid w:val="00555A92"/>
    <w:rsid w:val="00556A2F"/>
    <w:rsid w:val="00556FCF"/>
    <w:rsid w:val="005575D2"/>
    <w:rsid w:val="00557F0E"/>
    <w:rsid w:val="005603CD"/>
    <w:rsid w:val="00560C51"/>
    <w:rsid w:val="00560E2C"/>
    <w:rsid w:val="0056161C"/>
    <w:rsid w:val="005616AE"/>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7077"/>
    <w:rsid w:val="00570562"/>
    <w:rsid w:val="005705A5"/>
    <w:rsid w:val="00570923"/>
    <w:rsid w:val="00570AD4"/>
    <w:rsid w:val="00570D71"/>
    <w:rsid w:val="00570E2B"/>
    <w:rsid w:val="00571A23"/>
    <w:rsid w:val="00571B7B"/>
    <w:rsid w:val="00572B27"/>
    <w:rsid w:val="00573837"/>
    <w:rsid w:val="00574204"/>
    <w:rsid w:val="00574520"/>
    <w:rsid w:val="005749B4"/>
    <w:rsid w:val="00574A99"/>
    <w:rsid w:val="00574AAA"/>
    <w:rsid w:val="00574BD7"/>
    <w:rsid w:val="005760CC"/>
    <w:rsid w:val="005761DD"/>
    <w:rsid w:val="005769DE"/>
    <w:rsid w:val="00576C18"/>
    <w:rsid w:val="00576FCB"/>
    <w:rsid w:val="005770D5"/>
    <w:rsid w:val="00577581"/>
    <w:rsid w:val="00577ED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225"/>
    <w:rsid w:val="00587689"/>
    <w:rsid w:val="00590001"/>
    <w:rsid w:val="005909D8"/>
    <w:rsid w:val="00591021"/>
    <w:rsid w:val="005917DF"/>
    <w:rsid w:val="005924D3"/>
    <w:rsid w:val="00592537"/>
    <w:rsid w:val="0059262D"/>
    <w:rsid w:val="00592796"/>
    <w:rsid w:val="005927DB"/>
    <w:rsid w:val="0059297D"/>
    <w:rsid w:val="00592E0D"/>
    <w:rsid w:val="00593032"/>
    <w:rsid w:val="00593370"/>
    <w:rsid w:val="00593C07"/>
    <w:rsid w:val="00593C86"/>
    <w:rsid w:val="00593CBE"/>
    <w:rsid w:val="005940EB"/>
    <w:rsid w:val="00594955"/>
    <w:rsid w:val="00594B62"/>
    <w:rsid w:val="00594E9C"/>
    <w:rsid w:val="00594EF2"/>
    <w:rsid w:val="00595FBB"/>
    <w:rsid w:val="005960F3"/>
    <w:rsid w:val="005961A4"/>
    <w:rsid w:val="005967DA"/>
    <w:rsid w:val="00596CAF"/>
    <w:rsid w:val="00597103"/>
    <w:rsid w:val="00597BA8"/>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D73"/>
    <w:rsid w:val="005A6E1C"/>
    <w:rsid w:val="005A75DF"/>
    <w:rsid w:val="005A7F90"/>
    <w:rsid w:val="005B00DD"/>
    <w:rsid w:val="005B0973"/>
    <w:rsid w:val="005B0B4C"/>
    <w:rsid w:val="005B1810"/>
    <w:rsid w:val="005B226C"/>
    <w:rsid w:val="005B24C2"/>
    <w:rsid w:val="005B34BB"/>
    <w:rsid w:val="005B4117"/>
    <w:rsid w:val="005B47BB"/>
    <w:rsid w:val="005B4EF9"/>
    <w:rsid w:val="005B523B"/>
    <w:rsid w:val="005B5764"/>
    <w:rsid w:val="005B57E0"/>
    <w:rsid w:val="005B5B82"/>
    <w:rsid w:val="005B6496"/>
    <w:rsid w:val="005B659C"/>
    <w:rsid w:val="005B6777"/>
    <w:rsid w:val="005B6EB0"/>
    <w:rsid w:val="005B6F4D"/>
    <w:rsid w:val="005B755A"/>
    <w:rsid w:val="005B7967"/>
    <w:rsid w:val="005C1401"/>
    <w:rsid w:val="005C15B7"/>
    <w:rsid w:val="005C160E"/>
    <w:rsid w:val="005C1CEF"/>
    <w:rsid w:val="005C1F20"/>
    <w:rsid w:val="005C23A1"/>
    <w:rsid w:val="005C2E46"/>
    <w:rsid w:val="005C391C"/>
    <w:rsid w:val="005C3FE4"/>
    <w:rsid w:val="005C45FF"/>
    <w:rsid w:val="005C4709"/>
    <w:rsid w:val="005C51EE"/>
    <w:rsid w:val="005C5225"/>
    <w:rsid w:val="005C53D1"/>
    <w:rsid w:val="005C57D9"/>
    <w:rsid w:val="005C5E04"/>
    <w:rsid w:val="005C644D"/>
    <w:rsid w:val="005C69E6"/>
    <w:rsid w:val="005C720F"/>
    <w:rsid w:val="005C72E5"/>
    <w:rsid w:val="005C73CE"/>
    <w:rsid w:val="005C75BC"/>
    <w:rsid w:val="005D08C1"/>
    <w:rsid w:val="005D0C0B"/>
    <w:rsid w:val="005D0F01"/>
    <w:rsid w:val="005D116C"/>
    <w:rsid w:val="005D22CC"/>
    <w:rsid w:val="005D2ABE"/>
    <w:rsid w:val="005D37E9"/>
    <w:rsid w:val="005D3A33"/>
    <w:rsid w:val="005D3BB9"/>
    <w:rsid w:val="005D4830"/>
    <w:rsid w:val="005D4861"/>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3BE"/>
    <w:rsid w:val="005E5B4A"/>
    <w:rsid w:val="005E60EA"/>
    <w:rsid w:val="005E6128"/>
    <w:rsid w:val="005E62F5"/>
    <w:rsid w:val="005E6845"/>
    <w:rsid w:val="005E6CB7"/>
    <w:rsid w:val="005E6E40"/>
    <w:rsid w:val="005E6F71"/>
    <w:rsid w:val="005F0157"/>
    <w:rsid w:val="005F04DC"/>
    <w:rsid w:val="005F0A7F"/>
    <w:rsid w:val="005F1945"/>
    <w:rsid w:val="005F1A51"/>
    <w:rsid w:val="005F1B83"/>
    <w:rsid w:val="005F2561"/>
    <w:rsid w:val="005F28F6"/>
    <w:rsid w:val="005F351F"/>
    <w:rsid w:val="005F3556"/>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787"/>
    <w:rsid w:val="00603338"/>
    <w:rsid w:val="006034E3"/>
    <w:rsid w:val="00604444"/>
    <w:rsid w:val="00604856"/>
    <w:rsid w:val="006049DF"/>
    <w:rsid w:val="00604AFD"/>
    <w:rsid w:val="00604B5C"/>
    <w:rsid w:val="00605AA2"/>
    <w:rsid w:val="00605EAA"/>
    <w:rsid w:val="0060620D"/>
    <w:rsid w:val="00606415"/>
    <w:rsid w:val="00606C1C"/>
    <w:rsid w:val="00606DAA"/>
    <w:rsid w:val="006072A6"/>
    <w:rsid w:val="006076BC"/>
    <w:rsid w:val="006078D1"/>
    <w:rsid w:val="00607BB5"/>
    <w:rsid w:val="00607D9F"/>
    <w:rsid w:val="00610D51"/>
    <w:rsid w:val="00611AC4"/>
    <w:rsid w:val="00612383"/>
    <w:rsid w:val="006128F2"/>
    <w:rsid w:val="006135AF"/>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FE"/>
    <w:rsid w:val="0063002C"/>
    <w:rsid w:val="00630383"/>
    <w:rsid w:val="00630786"/>
    <w:rsid w:val="00631DAB"/>
    <w:rsid w:val="00631FD1"/>
    <w:rsid w:val="00631FF3"/>
    <w:rsid w:val="00632202"/>
    <w:rsid w:val="00632553"/>
    <w:rsid w:val="00632B08"/>
    <w:rsid w:val="006332ED"/>
    <w:rsid w:val="00633AC6"/>
    <w:rsid w:val="00634C4F"/>
    <w:rsid w:val="006351AB"/>
    <w:rsid w:val="00635A75"/>
    <w:rsid w:val="006367CD"/>
    <w:rsid w:val="00636983"/>
    <w:rsid w:val="00636ADB"/>
    <w:rsid w:val="0063743D"/>
    <w:rsid w:val="00637569"/>
    <w:rsid w:val="0063764E"/>
    <w:rsid w:val="006376C9"/>
    <w:rsid w:val="006379EB"/>
    <w:rsid w:val="006402B3"/>
    <w:rsid w:val="0064035A"/>
    <w:rsid w:val="006405A7"/>
    <w:rsid w:val="00640840"/>
    <w:rsid w:val="00640A44"/>
    <w:rsid w:val="00640A69"/>
    <w:rsid w:val="00641CAA"/>
    <w:rsid w:val="00642613"/>
    <w:rsid w:val="00642987"/>
    <w:rsid w:val="00643E95"/>
    <w:rsid w:val="00644537"/>
    <w:rsid w:val="0064458F"/>
    <w:rsid w:val="0064475F"/>
    <w:rsid w:val="00644B9A"/>
    <w:rsid w:val="00644E31"/>
    <w:rsid w:val="00645052"/>
    <w:rsid w:val="00645175"/>
    <w:rsid w:val="0064565A"/>
    <w:rsid w:val="00646546"/>
    <w:rsid w:val="00647520"/>
    <w:rsid w:val="0064763A"/>
    <w:rsid w:val="006479B3"/>
    <w:rsid w:val="00647C2D"/>
    <w:rsid w:val="006518C0"/>
    <w:rsid w:val="006519E8"/>
    <w:rsid w:val="00651E04"/>
    <w:rsid w:val="00651E32"/>
    <w:rsid w:val="006523E0"/>
    <w:rsid w:val="00652822"/>
    <w:rsid w:val="006529C4"/>
    <w:rsid w:val="00652FB0"/>
    <w:rsid w:val="00653030"/>
    <w:rsid w:val="00653094"/>
    <w:rsid w:val="00655617"/>
    <w:rsid w:val="00655E5F"/>
    <w:rsid w:val="00656ACF"/>
    <w:rsid w:val="00656C53"/>
    <w:rsid w:val="00656CDA"/>
    <w:rsid w:val="00656DE7"/>
    <w:rsid w:val="0066089B"/>
    <w:rsid w:val="00661334"/>
    <w:rsid w:val="0066174E"/>
    <w:rsid w:val="00661893"/>
    <w:rsid w:val="00661974"/>
    <w:rsid w:val="0066252A"/>
    <w:rsid w:val="00662F6E"/>
    <w:rsid w:val="006633D1"/>
    <w:rsid w:val="00663588"/>
    <w:rsid w:val="00663E46"/>
    <w:rsid w:val="00664A96"/>
    <w:rsid w:val="006656A3"/>
    <w:rsid w:val="00665B07"/>
    <w:rsid w:val="00665C28"/>
    <w:rsid w:val="00665DE8"/>
    <w:rsid w:val="0066641C"/>
    <w:rsid w:val="00666A84"/>
    <w:rsid w:val="00667DFC"/>
    <w:rsid w:val="00670064"/>
    <w:rsid w:val="0067052E"/>
    <w:rsid w:val="00670942"/>
    <w:rsid w:val="00670F15"/>
    <w:rsid w:val="006714A3"/>
    <w:rsid w:val="00671A3A"/>
    <w:rsid w:val="00671A66"/>
    <w:rsid w:val="00671C13"/>
    <w:rsid w:val="00671F6A"/>
    <w:rsid w:val="006726DF"/>
    <w:rsid w:val="00673503"/>
    <w:rsid w:val="0067361E"/>
    <w:rsid w:val="006738FC"/>
    <w:rsid w:val="00673B1C"/>
    <w:rsid w:val="00673FCB"/>
    <w:rsid w:val="00674060"/>
    <w:rsid w:val="00674225"/>
    <w:rsid w:val="00675510"/>
    <w:rsid w:val="00675778"/>
    <w:rsid w:val="00675B8E"/>
    <w:rsid w:val="0067728D"/>
    <w:rsid w:val="006777D5"/>
    <w:rsid w:val="00677B4C"/>
    <w:rsid w:val="00680898"/>
    <w:rsid w:val="00681450"/>
    <w:rsid w:val="00681BAE"/>
    <w:rsid w:val="006826FA"/>
    <w:rsid w:val="00682CA5"/>
    <w:rsid w:val="00682E5F"/>
    <w:rsid w:val="006833F4"/>
    <w:rsid w:val="00683CEF"/>
    <w:rsid w:val="00683F5E"/>
    <w:rsid w:val="00683F73"/>
    <w:rsid w:val="00683FD7"/>
    <w:rsid w:val="006846B3"/>
    <w:rsid w:val="006846ED"/>
    <w:rsid w:val="00684E22"/>
    <w:rsid w:val="00685A26"/>
    <w:rsid w:val="006872D1"/>
    <w:rsid w:val="00687517"/>
    <w:rsid w:val="00687C40"/>
    <w:rsid w:val="00687F61"/>
    <w:rsid w:val="00690A4A"/>
    <w:rsid w:val="00690B8A"/>
    <w:rsid w:val="006912A2"/>
    <w:rsid w:val="00691D07"/>
    <w:rsid w:val="00692F43"/>
    <w:rsid w:val="0069378C"/>
    <w:rsid w:val="00693A9E"/>
    <w:rsid w:val="0069414B"/>
    <w:rsid w:val="006953F2"/>
    <w:rsid w:val="00695520"/>
    <w:rsid w:val="00695810"/>
    <w:rsid w:val="00695A37"/>
    <w:rsid w:val="00695DF9"/>
    <w:rsid w:val="00696967"/>
    <w:rsid w:val="00696A6F"/>
    <w:rsid w:val="00696CD0"/>
    <w:rsid w:val="00696CDA"/>
    <w:rsid w:val="0069784D"/>
    <w:rsid w:val="006A0CAF"/>
    <w:rsid w:val="006A24DA"/>
    <w:rsid w:val="006A25BE"/>
    <w:rsid w:val="006A2824"/>
    <w:rsid w:val="006A3A11"/>
    <w:rsid w:val="006A3C78"/>
    <w:rsid w:val="006A40A4"/>
    <w:rsid w:val="006A5225"/>
    <w:rsid w:val="006A5233"/>
    <w:rsid w:val="006A5612"/>
    <w:rsid w:val="006A619A"/>
    <w:rsid w:val="006A6398"/>
    <w:rsid w:val="006A723B"/>
    <w:rsid w:val="006A742C"/>
    <w:rsid w:val="006B12B2"/>
    <w:rsid w:val="006B13D6"/>
    <w:rsid w:val="006B1931"/>
    <w:rsid w:val="006B1D63"/>
    <w:rsid w:val="006B2123"/>
    <w:rsid w:val="006B27D0"/>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BD1"/>
    <w:rsid w:val="006C2C45"/>
    <w:rsid w:val="006C3545"/>
    <w:rsid w:val="006C3861"/>
    <w:rsid w:val="006C3DA6"/>
    <w:rsid w:val="006C47C8"/>
    <w:rsid w:val="006C53CE"/>
    <w:rsid w:val="006C5AF6"/>
    <w:rsid w:val="006C5F2D"/>
    <w:rsid w:val="006C62CB"/>
    <w:rsid w:val="006C6930"/>
    <w:rsid w:val="006C6BEB"/>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55A1"/>
    <w:rsid w:val="006D59F0"/>
    <w:rsid w:val="006D5C71"/>
    <w:rsid w:val="006D602C"/>
    <w:rsid w:val="006D676A"/>
    <w:rsid w:val="006D6D3E"/>
    <w:rsid w:val="006D6EEC"/>
    <w:rsid w:val="006D73F0"/>
    <w:rsid w:val="006D78A6"/>
    <w:rsid w:val="006D7E03"/>
    <w:rsid w:val="006E208F"/>
    <w:rsid w:val="006E2782"/>
    <w:rsid w:val="006E2D48"/>
    <w:rsid w:val="006E340B"/>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6CD9"/>
    <w:rsid w:val="006E768C"/>
    <w:rsid w:val="006E76EC"/>
    <w:rsid w:val="006E7990"/>
    <w:rsid w:val="006E7B02"/>
    <w:rsid w:val="006F0BC4"/>
    <w:rsid w:val="006F1229"/>
    <w:rsid w:val="006F1C3F"/>
    <w:rsid w:val="006F1E20"/>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DD"/>
    <w:rsid w:val="006F72C1"/>
    <w:rsid w:val="006F762F"/>
    <w:rsid w:val="00700C43"/>
    <w:rsid w:val="00700D17"/>
    <w:rsid w:val="00701725"/>
    <w:rsid w:val="00701BFF"/>
    <w:rsid w:val="007024BE"/>
    <w:rsid w:val="0070271E"/>
    <w:rsid w:val="007029F9"/>
    <w:rsid w:val="00702B9B"/>
    <w:rsid w:val="0070352A"/>
    <w:rsid w:val="0070371C"/>
    <w:rsid w:val="00703F5D"/>
    <w:rsid w:val="0070409D"/>
    <w:rsid w:val="00704C89"/>
    <w:rsid w:val="00704C9F"/>
    <w:rsid w:val="00705414"/>
    <w:rsid w:val="0070556A"/>
    <w:rsid w:val="00705D08"/>
    <w:rsid w:val="007063DB"/>
    <w:rsid w:val="00707184"/>
    <w:rsid w:val="00707F92"/>
    <w:rsid w:val="007109CF"/>
    <w:rsid w:val="00710DEF"/>
    <w:rsid w:val="0071186E"/>
    <w:rsid w:val="007122CA"/>
    <w:rsid w:val="007123EE"/>
    <w:rsid w:val="007125CE"/>
    <w:rsid w:val="00712644"/>
    <w:rsid w:val="00712706"/>
    <w:rsid w:val="00713B8E"/>
    <w:rsid w:val="00713CE4"/>
    <w:rsid w:val="00713FDD"/>
    <w:rsid w:val="007143F7"/>
    <w:rsid w:val="00714481"/>
    <w:rsid w:val="00715418"/>
    <w:rsid w:val="00715566"/>
    <w:rsid w:val="00715F48"/>
    <w:rsid w:val="00715FCE"/>
    <w:rsid w:val="007161D2"/>
    <w:rsid w:val="00716223"/>
    <w:rsid w:val="00716CC9"/>
    <w:rsid w:val="0071763F"/>
    <w:rsid w:val="00717F49"/>
    <w:rsid w:val="00717FE6"/>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6DE"/>
    <w:rsid w:val="00732CD8"/>
    <w:rsid w:val="007333F4"/>
    <w:rsid w:val="00733C5F"/>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341"/>
    <w:rsid w:val="007454C5"/>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99C"/>
    <w:rsid w:val="00754A5B"/>
    <w:rsid w:val="00754C02"/>
    <w:rsid w:val="00754CB0"/>
    <w:rsid w:val="0075536A"/>
    <w:rsid w:val="007553C6"/>
    <w:rsid w:val="007560E0"/>
    <w:rsid w:val="00756AD5"/>
    <w:rsid w:val="00756D56"/>
    <w:rsid w:val="00757104"/>
    <w:rsid w:val="007572EC"/>
    <w:rsid w:val="007575FB"/>
    <w:rsid w:val="0075773F"/>
    <w:rsid w:val="00757E27"/>
    <w:rsid w:val="00757E32"/>
    <w:rsid w:val="00760092"/>
    <w:rsid w:val="007600E7"/>
    <w:rsid w:val="00760347"/>
    <w:rsid w:val="00760A3A"/>
    <w:rsid w:val="00760E37"/>
    <w:rsid w:val="0076100B"/>
    <w:rsid w:val="00761A28"/>
    <w:rsid w:val="0076213A"/>
    <w:rsid w:val="00762353"/>
    <w:rsid w:val="00763E9C"/>
    <w:rsid w:val="0076412E"/>
    <w:rsid w:val="007644EA"/>
    <w:rsid w:val="007645CD"/>
    <w:rsid w:val="00764689"/>
    <w:rsid w:val="0076562A"/>
    <w:rsid w:val="00766C2F"/>
    <w:rsid w:val="00766DD5"/>
    <w:rsid w:val="007671EE"/>
    <w:rsid w:val="00767317"/>
    <w:rsid w:val="0076757A"/>
    <w:rsid w:val="00767676"/>
    <w:rsid w:val="00770A26"/>
    <w:rsid w:val="0077179A"/>
    <w:rsid w:val="00771F73"/>
    <w:rsid w:val="007724F1"/>
    <w:rsid w:val="00772601"/>
    <w:rsid w:val="00772636"/>
    <w:rsid w:val="00772959"/>
    <w:rsid w:val="007744AF"/>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7840"/>
    <w:rsid w:val="007879E4"/>
    <w:rsid w:val="007901D8"/>
    <w:rsid w:val="00790277"/>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85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38D6"/>
    <w:rsid w:val="007B3952"/>
    <w:rsid w:val="007B3E45"/>
    <w:rsid w:val="007B4038"/>
    <w:rsid w:val="007B4057"/>
    <w:rsid w:val="007B46F0"/>
    <w:rsid w:val="007B51B7"/>
    <w:rsid w:val="007B54DC"/>
    <w:rsid w:val="007B57FF"/>
    <w:rsid w:val="007B61AA"/>
    <w:rsid w:val="007B6272"/>
    <w:rsid w:val="007B6428"/>
    <w:rsid w:val="007B6C8E"/>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26B1"/>
    <w:rsid w:val="007D2807"/>
    <w:rsid w:val="007D2AEF"/>
    <w:rsid w:val="007D2E41"/>
    <w:rsid w:val="007D324F"/>
    <w:rsid w:val="007D3648"/>
    <w:rsid w:val="007D398A"/>
    <w:rsid w:val="007D3A7E"/>
    <w:rsid w:val="007D3A8A"/>
    <w:rsid w:val="007D4917"/>
    <w:rsid w:val="007D4D6B"/>
    <w:rsid w:val="007D4E53"/>
    <w:rsid w:val="007D5544"/>
    <w:rsid w:val="007D5859"/>
    <w:rsid w:val="007D5B36"/>
    <w:rsid w:val="007D5E00"/>
    <w:rsid w:val="007D6214"/>
    <w:rsid w:val="007D6F4E"/>
    <w:rsid w:val="007D7135"/>
    <w:rsid w:val="007D7411"/>
    <w:rsid w:val="007D78A2"/>
    <w:rsid w:val="007D7A53"/>
    <w:rsid w:val="007E06DE"/>
    <w:rsid w:val="007E0964"/>
    <w:rsid w:val="007E09E2"/>
    <w:rsid w:val="007E1684"/>
    <w:rsid w:val="007E17E6"/>
    <w:rsid w:val="007E278D"/>
    <w:rsid w:val="007E27E9"/>
    <w:rsid w:val="007E28F6"/>
    <w:rsid w:val="007E2BE7"/>
    <w:rsid w:val="007E2C90"/>
    <w:rsid w:val="007E2E6E"/>
    <w:rsid w:val="007E4215"/>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CCC"/>
    <w:rsid w:val="007F057E"/>
    <w:rsid w:val="007F0669"/>
    <w:rsid w:val="007F0A40"/>
    <w:rsid w:val="007F1B4C"/>
    <w:rsid w:val="007F2E0F"/>
    <w:rsid w:val="007F329D"/>
    <w:rsid w:val="007F38D0"/>
    <w:rsid w:val="007F3D51"/>
    <w:rsid w:val="007F4A5F"/>
    <w:rsid w:val="007F4F03"/>
    <w:rsid w:val="007F5628"/>
    <w:rsid w:val="007F5C32"/>
    <w:rsid w:val="007F61DF"/>
    <w:rsid w:val="007F6534"/>
    <w:rsid w:val="007F6E62"/>
    <w:rsid w:val="007F6F16"/>
    <w:rsid w:val="007F70B8"/>
    <w:rsid w:val="007F7416"/>
    <w:rsid w:val="007F7D7D"/>
    <w:rsid w:val="00800502"/>
    <w:rsid w:val="0080105F"/>
    <w:rsid w:val="00801942"/>
    <w:rsid w:val="00802680"/>
    <w:rsid w:val="00802EF0"/>
    <w:rsid w:val="00802FE7"/>
    <w:rsid w:val="00803098"/>
    <w:rsid w:val="008040A5"/>
    <w:rsid w:val="0080410B"/>
    <w:rsid w:val="008044A3"/>
    <w:rsid w:val="008044CA"/>
    <w:rsid w:val="00804799"/>
    <w:rsid w:val="00804D6F"/>
    <w:rsid w:val="00804D7C"/>
    <w:rsid w:val="008052EA"/>
    <w:rsid w:val="008053F2"/>
    <w:rsid w:val="008066E8"/>
    <w:rsid w:val="00806776"/>
    <w:rsid w:val="00806A8A"/>
    <w:rsid w:val="00807D68"/>
    <w:rsid w:val="00807F60"/>
    <w:rsid w:val="00810CF8"/>
    <w:rsid w:val="0081108B"/>
    <w:rsid w:val="00811A60"/>
    <w:rsid w:val="00811E67"/>
    <w:rsid w:val="00812D58"/>
    <w:rsid w:val="00812EE2"/>
    <w:rsid w:val="00813EB1"/>
    <w:rsid w:val="008143EF"/>
    <w:rsid w:val="008144AE"/>
    <w:rsid w:val="008146E6"/>
    <w:rsid w:val="00814828"/>
    <w:rsid w:val="00814A53"/>
    <w:rsid w:val="0081522D"/>
    <w:rsid w:val="00815B46"/>
    <w:rsid w:val="00815D0F"/>
    <w:rsid w:val="00816056"/>
    <w:rsid w:val="008167EA"/>
    <w:rsid w:val="00816A37"/>
    <w:rsid w:val="00816BAB"/>
    <w:rsid w:val="00816C22"/>
    <w:rsid w:val="00817B42"/>
    <w:rsid w:val="00817BF9"/>
    <w:rsid w:val="00817C76"/>
    <w:rsid w:val="008203CA"/>
    <w:rsid w:val="0082098B"/>
    <w:rsid w:val="00820D0C"/>
    <w:rsid w:val="00820EDB"/>
    <w:rsid w:val="00821401"/>
    <w:rsid w:val="008224FF"/>
    <w:rsid w:val="00824494"/>
    <w:rsid w:val="00824B25"/>
    <w:rsid w:val="00824B35"/>
    <w:rsid w:val="00824E4A"/>
    <w:rsid w:val="00826BE5"/>
    <w:rsid w:val="00827799"/>
    <w:rsid w:val="00827F03"/>
    <w:rsid w:val="008302BC"/>
    <w:rsid w:val="0083044E"/>
    <w:rsid w:val="008305BD"/>
    <w:rsid w:val="00830A43"/>
    <w:rsid w:val="00830EA0"/>
    <w:rsid w:val="0083163C"/>
    <w:rsid w:val="00831DD5"/>
    <w:rsid w:val="00831F30"/>
    <w:rsid w:val="00834648"/>
    <w:rsid w:val="0083483E"/>
    <w:rsid w:val="00834FBB"/>
    <w:rsid w:val="0083556E"/>
    <w:rsid w:val="008355C2"/>
    <w:rsid w:val="008358BF"/>
    <w:rsid w:val="00835C87"/>
    <w:rsid w:val="00836A9D"/>
    <w:rsid w:val="00836FB3"/>
    <w:rsid w:val="00837860"/>
    <w:rsid w:val="00837A5B"/>
    <w:rsid w:val="00840727"/>
    <w:rsid w:val="008408D7"/>
    <w:rsid w:val="00840961"/>
    <w:rsid w:val="00840D51"/>
    <w:rsid w:val="008416FE"/>
    <w:rsid w:val="008418A3"/>
    <w:rsid w:val="00841988"/>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5042B"/>
    <w:rsid w:val="00850E58"/>
    <w:rsid w:val="008510F0"/>
    <w:rsid w:val="008515AA"/>
    <w:rsid w:val="0085168A"/>
    <w:rsid w:val="008517EB"/>
    <w:rsid w:val="0085230D"/>
    <w:rsid w:val="0085234D"/>
    <w:rsid w:val="0085259D"/>
    <w:rsid w:val="008532FA"/>
    <w:rsid w:val="00853A50"/>
    <w:rsid w:val="00853CF3"/>
    <w:rsid w:val="00854075"/>
    <w:rsid w:val="00854EE0"/>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AD3"/>
    <w:rsid w:val="00864E9E"/>
    <w:rsid w:val="0086581C"/>
    <w:rsid w:val="00865C4A"/>
    <w:rsid w:val="00866371"/>
    <w:rsid w:val="00866DAE"/>
    <w:rsid w:val="008677A2"/>
    <w:rsid w:val="0087088E"/>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F7F"/>
    <w:rsid w:val="00881005"/>
    <w:rsid w:val="0088144A"/>
    <w:rsid w:val="00881D13"/>
    <w:rsid w:val="0088249C"/>
    <w:rsid w:val="00882A78"/>
    <w:rsid w:val="008831ED"/>
    <w:rsid w:val="00883351"/>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295"/>
    <w:rsid w:val="0089544D"/>
    <w:rsid w:val="0089639D"/>
    <w:rsid w:val="00896AD9"/>
    <w:rsid w:val="00897795"/>
    <w:rsid w:val="0089795E"/>
    <w:rsid w:val="00897E1C"/>
    <w:rsid w:val="00897FD4"/>
    <w:rsid w:val="008A0954"/>
    <w:rsid w:val="008A09E3"/>
    <w:rsid w:val="008A0A64"/>
    <w:rsid w:val="008A0C1F"/>
    <w:rsid w:val="008A2E8B"/>
    <w:rsid w:val="008A3028"/>
    <w:rsid w:val="008A36B4"/>
    <w:rsid w:val="008A3E9D"/>
    <w:rsid w:val="008A476E"/>
    <w:rsid w:val="008A53C9"/>
    <w:rsid w:val="008A5615"/>
    <w:rsid w:val="008A5712"/>
    <w:rsid w:val="008A58CE"/>
    <w:rsid w:val="008A5DC0"/>
    <w:rsid w:val="008A60B2"/>
    <w:rsid w:val="008A6173"/>
    <w:rsid w:val="008A658E"/>
    <w:rsid w:val="008A65D9"/>
    <w:rsid w:val="008A6ADB"/>
    <w:rsid w:val="008A6E59"/>
    <w:rsid w:val="008A7013"/>
    <w:rsid w:val="008A7521"/>
    <w:rsid w:val="008A7C06"/>
    <w:rsid w:val="008A7D5A"/>
    <w:rsid w:val="008B05A5"/>
    <w:rsid w:val="008B05CC"/>
    <w:rsid w:val="008B0646"/>
    <w:rsid w:val="008B0762"/>
    <w:rsid w:val="008B1AB8"/>
    <w:rsid w:val="008B1CC4"/>
    <w:rsid w:val="008B2FE8"/>
    <w:rsid w:val="008B2FFF"/>
    <w:rsid w:val="008B30BB"/>
    <w:rsid w:val="008B319D"/>
    <w:rsid w:val="008B376B"/>
    <w:rsid w:val="008B4024"/>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B6F"/>
    <w:rsid w:val="008C0F32"/>
    <w:rsid w:val="008C11C0"/>
    <w:rsid w:val="008C1739"/>
    <w:rsid w:val="008C19B2"/>
    <w:rsid w:val="008C1AA8"/>
    <w:rsid w:val="008C1C23"/>
    <w:rsid w:val="008C2EB4"/>
    <w:rsid w:val="008C33BD"/>
    <w:rsid w:val="008C3F5E"/>
    <w:rsid w:val="008C4EE8"/>
    <w:rsid w:val="008C50C9"/>
    <w:rsid w:val="008C5562"/>
    <w:rsid w:val="008C5617"/>
    <w:rsid w:val="008C5B46"/>
    <w:rsid w:val="008C5B93"/>
    <w:rsid w:val="008C5C96"/>
    <w:rsid w:val="008C5E92"/>
    <w:rsid w:val="008C5F42"/>
    <w:rsid w:val="008C7C6D"/>
    <w:rsid w:val="008D1177"/>
    <w:rsid w:val="008D16CF"/>
    <w:rsid w:val="008D21E4"/>
    <w:rsid w:val="008D257F"/>
    <w:rsid w:val="008D29B3"/>
    <w:rsid w:val="008D2AC7"/>
    <w:rsid w:val="008D2C4F"/>
    <w:rsid w:val="008D2FF7"/>
    <w:rsid w:val="008D3E42"/>
    <w:rsid w:val="008D4316"/>
    <w:rsid w:val="008D4363"/>
    <w:rsid w:val="008D4396"/>
    <w:rsid w:val="008D4EF8"/>
    <w:rsid w:val="008D5AA5"/>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105"/>
    <w:rsid w:val="008E2558"/>
    <w:rsid w:val="008E27B4"/>
    <w:rsid w:val="008E28A0"/>
    <w:rsid w:val="008E3932"/>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5609"/>
    <w:rsid w:val="008F578D"/>
    <w:rsid w:val="008F59B6"/>
    <w:rsid w:val="008F65A1"/>
    <w:rsid w:val="008F6976"/>
    <w:rsid w:val="008F7348"/>
    <w:rsid w:val="008F7B0B"/>
    <w:rsid w:val="009003C1"/>
    <w:rsid w:val="00900480"/>
    <w:rsid w:val="009009C6"/>
    <w:rsid w:val="00900B31"/>
    <w:rsid w:val="00900DCD"/>
    <w:rsid w:val="00900E1E"/>
    <w:rsid w:val="00901BF2"/>
    <w:rsid w:val="00901CD1"/>
    <w:rsid w:val="00902677"/>
    <w:rsid w:val="00903B06"/>
    <w:rsid w:val="00903C6B"/>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807"/>
    <w:rsid w:val="00910B77"/>
    <w:rsid w:val="00910DA3"/>
    <w:rsid w:val="0091188C"/>
    <w:rsid w:val="00912959"/>
    <w:rsid w:val="00912CCD"/>
    <w:rsid w:val="00913975"/>
    <w:rsid w:val="0091453C"/>
    <w:rsid w:val="0091480C"/>
    <w:rsid w:val="009148E0"/>
    <w:rsid w:val="00916C81"/>
    <w:rsid w:val="00916E7A"/>
    <w:rsid w:val="00916F7E"/>
    <w:rsid w:val="00917634"/>
    <w:rsid w:val="00917F3E"/>
    <w:rsid w:val="00920421"/>
    <w:rsid w:val="0092095F"/>
    <w:rsid w:val="0092103E"/>
    <w:rsid w:val="009224B4"/>
    <w:rsid w:val="00922FC0"/>
    <w:rsid w:val="009231E3"/>
    <w:rsid w:val="00924C4A"/>
    <w:rsid w:val="009259DD"/>
    <w:rsid w:val="00925C45"/>
    <w:rsid w:val="00925EC1"/>
    <w:rsid w:val="009262D1"/>
    <w:rsid w:val="00926820"/>
    <w:rsid w:val="00927727"/>
    <w:rsid w:val="00927F1F"/>
    <w:rsid w:val="0093025A"/>
    <w:rsid w:val="0093133E"/>
    <w:rsid w:val="0093156A"/>
    <w:rsid w:val="00931A75"/>
    <w:rsid w:val="00931AD1"/>
    <w:rsid w:val="0093293B"/>
    <w:rsid w:val="00932BAB"/>
    <w:rsid w:val="009349A4"/>
    <w:rsid w:val="00934EFA"/>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CB8"/>
    <w:rsid w:val="00944D27"/>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4DD"/>
    <w:rsid w:val="0095297A"/>
    <w:rsid w:val="00952DC8"/>
    <w:rsid w:val="00953026"/>
    <w:rsid w:val="009531B4"/>
    <w:rsid w:val="00954647"/>
    <w:rsid w:val="00954871"/>
    <w:rsid w:val="00954ED8"/>
    <w:rsid w:val="00954FC7"/>
    <w:rsid w:val="009565DE"/>
    <w:rsid w:val="00956B7D"/>
    <w:rsid w:val="00957ACD"/>
    <w:rsid w:val="00957B57"/>
    <w:rsid w:val="00957BA9"/>
    <w:rsid w:val="00957FF9"/>
    <w:rsid w:val="0096001F"/>
    <w:rsid w:val="00960880"/>
    <w:rsid w:val="00960B5B"/>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427"/>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B9A"/>
    <w:rsid w:val="00975FBC"/>
    <w:rsid w:val="009760C3"/>
    <w:rsid w:val="009768D4"/>
    <w:rsid w:val="0097691C"/>
    <w:rsid w:val="009772EE"/>
    <w:rsid w:val="009772F6"/>
    <w:rsid w:val="00977A1B"/>
    <w:rsid w:val="00977FAC"/>
    <w:rsid w:val="00980BD4"/>
    <w:rsid w:val="00981257"/>
    <w:rsid w:val="00982559"/>
    <w:rsid w:val="00982875"/>
    <w:rsid w:val="009829CF"/>
    <w:rsid w:val="0098325F"/>
    <w:rsid w:val="00983400"/>
    <w:rsid w:val="009839FD"/>
    <w:rsid w:val="00983CE2"/>
    <w:rsid w:val="00983D66"/>
    <w:rsid w:val="00984176"/>
    <w:rsid w:val="00985138"/>
    <w:rsid w:val="00985AA0"/>
    <w:rsid w:val="00985B4C"/>
    <w:rsid w:val="00985B56"/>
    <w:rsid w:val="00986519"/>
    <w:rsid w:val="00986554"/>
    <w:rsid w:val="009869D3"/>
    <w:rsid w:val="00986A19"/>
    <w:rsid w:val="00986FA2"/>
    <w:rsid w:val="00987583"/>
    <w:rsid w:val="00987DDA"/>
    <w:rsid w:val="00987E6C"/>
    <w:rsid w:val="0099008E"/>
    <w:rsid w:val="009901A7"/>
    <w:rsid w:val="009903B5"/>
    <w:rsid w:val="00990617"/>
    <w:rsid w:val="0099078A"/>
    <w:rsid w:val="00990968"/>
    <w:rsid w:val="00990A54"/>
    <w:rsid w:val="0099127C"/>
    <w:rsid w:val="0099154D"/>
    <w:rsid w:val="009917DC"/>
    <w:rsid w:val="00993640"/>
    <w:rsid w:val="0099383A"/>
    <w:rsid w:val="00993D7A"/>
    <w:rsid w:val="00994111"/>
    <w:rsid w:val="00995924"/>
    <w:rsid w:val="00995EF7"/>
    <w:rsid w:val="00995F5A"/>
    <w:rsid w:val="0099610D"/>
    <w:rsid w:val="009961A5"/>
    <w:rsid w:val="00996493"/>
    <w:rsid w:val="00996753"/>
    <w:rsid w:val="00996827"/>
    <w:rsid w:val="009968A5"/>
    <w:rsid w:val="00996A58"/>
    <w:rsid w:val="00996FD0"/>
    <w:rsid w:val="00997222"/>
    <w:rsid w:val="0099726D"/>
    <w:rsid w:val="00997407"/>
    <w:rsid w:val="0099754C"/>
    <w:rsid w:val="009979FD"/>
    <w:rsid w:val="009A2283"/>
    <w:rsid w:val="009A24A8"/>
    <w:rsid w:val="009A2DA0"/>
    <w:rsid w:val="009A33C1"/>
    <w:rsid w:val="009A35F6"/>
    <w:rsid w:val="009A3F8F"/>
    <w:rsid w:val="009A4C84"/>
    <w:rsid w:val="009A5328"/>
    <w:rsid w:val="009A5398"/>
    <w:rsid w:val="009A5534"/>
    <w:rsid w:val="009A5576"/>
    <w:rsid w:val="009A558D"/>
    <w:rsid w:val="009A5B52"/>
    <w:rsid w:val="009A5C85"/>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6650"/>
    <w:rsid w:val="009B6BDF"/>
    <w:rsid w:val="009B71CB"/>
    <w:rsid w:val="009C02A8"/>
    <w:rsid w:val="009C054E"/>
    <w:rsid w:val="009C05A5"/>
    <w:rsid w:val="009C09AE"/>
    <w:rsid w:val="009C1A6F"/>
    <w:rsid w:val="009C207D"/>
    <w:rsid w:val="009C25EE"/>
    <w:rsid w:val="009C38CC"/>
    <w:rsid w:val="009C40EE"/>
    <w:rsid w:val="009C4114"/>
    <w:rsid w:val="009C4800"/>
    <w:rsid w:val="009C4E2C"/>
    <w:rsid w:val="009C5407"/>
    <w:rsid w:val="009C5B76"/>
    <w:rsid w:val="009C60C8"/>
    <w:rsid w:val="009C63E9"/>
    <w:rsid w:val="009C6928"/>
    <w:rsid w:val="009C7234"/>
    <w:rsid w:val="009C7C1B"/>
    <w:rsid w:val="009C7EE2"/>
    <w:rsid w:val="009D1337"/>
    <w:rsid w:val="009D149C"/>
    <w:rsid w:val="009D177B"/>
    <w:rsid w:val="009D2748"/>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3750"/>
    <w:rsid w:val="009E38C6"/>
    <w:rsid w:val="009E3BCA"/>
    <w:rsid w:val="009E496C"/>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A9"/>
    <w:rsid w:val="00A04310"/>
    <w:rsid w:val="00A04828"/>
    <w:rsid w:val="00A04B4E"/>
    <w:rsid w:val="00A05667"/>
    <w:rsid w:val="00A061A4"/>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8A6"/>
    <w:rsid w:val="00A24A9F"/>
    <w:rsid w:val="00A254E3"/>
    <w:rsid w:val="00A257FE"/>
    <w:rsid w:val="00A25F84"/>
    <w:rsid w:val="00A25FCF"/>
    <w:rsid w:val="00A26C86"/>
    <w:rsid w:val="00A270A0"/>
    <w:rsid w:val="00A27400"/>
    <w:rsid w:val="00A27DC6"/>
    <w:rsid w:val="00A3054C"/>
    <w:rsid w:val="00A30581"/>
    <w:rsid w:val="00A30A5F"/>
    <w:rsid w:val="00A30D08"/>
    <w:rsid w:val="00A30E01"/>
    <w:rsid w:val="00A310A1"/>
    <w:rsid w:val="00A31387"/>
    <w:rsid w:val="00A3193C"/>
    <w:rsid w:val="00A31D5D"/>
    <w:rsid w:val="00A328F7"/>
    <w:rsid w:val="00A329D4"/>
    <w:rsid w:val="00A32E80"/>
    <w:rsid w:val="00A3393C"/>
    <w:rsid w:val="00A33AA6"/>
    <w:rsid w:val="00A346FA"/>
    <w:rsid w:val="00A34D16"/>
    <w:rsid w:val="00A3533F"/>
    <w:rsid w:val="00A35398"/>
    <w:rsid w:val="00A362AB"/>
    <w:rsid w:val="00A362BC"/>
    <w:rsid w:val="00A37D71"/>
    <w:rsid w:val="00A37EAB"/>
    <w:rsid w:val="00A37ED7"/>
    <w:rsid w:val="00A37F20"/>
    <w:rsid w:val="00A400D9"/>
    <w:rsid w:val="00A40371"/>
    <w:rsid w:val="00A41616"/>
    <w:rsid w:val="00A41F89"/>
    <w:rsid w:val="00A42583"/>
    <w:rsid w:val="00A42EBD"/>
    <w:rsid w:val="00A42F11"/>
    <w:rsid w:val="00A43692"/>
    <w:rsid w:val="00A43F0E"/>
    <w:rsid w:val="00A4419B"/>
    <w:rsid w:val="00A44389"/>
    <w:rsid w:val="00A444E6"/>
    <w:rsid w:val="00A446CB"/>
    <w:rsid w:val="00A4492D"/>
    <w:rsid w:val="00A44D96"/>
    <w:rsid w:val="00A44F50"/>
    <w:rsid w:val="00A450BD"/>
    <w:rsid w:val="00A4519C"/>
    <w:rsid w:val="00A452B7"/>
    <w:rsid w:val="00A45BCE"/>
    <w:rsid w:val="00A45E2A"/>
    <w:rsid w:val="00A466F7"/>
    <w:rsid w:val="00A46988"/>
    <w:rsid w:val="00A46B8E"/>
    <w:rsid w:val="00A46E1C"/>
    <w:rsid w:val="00A475F0"/>
    <w:rsid w:val="00A47861"/>
    <w:rsid w:val="00A504BD"/>
    <w:rsid w:val="00A508D3"/>
    <w:rsid w:val="00A511EA"/>
    <w:rsid w:val="00A51B1A"/>
    <w:rsid w:val="00A51ED3"/>
    <w:rsid w:val="00A52766"/>
    <w:rsid w:val="00A528AA"/>
    <w:rsid w:val="00A52BF0"/>
    <w:rsid w:val="00A52E33"/>
    <w:rsid w:val="00A53CAD"/>
    <w:rsid w:val="00A541F5"/>
    <w:rsid w:val="00A54284"/>
    <w:rsid w:val="00A54382"/>
    <w:rsid w:val="00A5443B"/>
    <w:rsid w:val="00A546BB"/>
    <w:rsid w:val="00A54936"/>
    <w:rsid w:val="00A54ABD"/>
    <w:rsid w:val="00A55766"/>
    <w:rsid w:val="00A55828"/>
    <w:rsid w:val="00A561FC"/>
    <w:rsid w:val="00A57073"/>
    <w:rsid w:val="00A571AF"/>
    <w:rsid w:val="00A575B1"/>
    <w:rsid w:val="00A57742"/>
    <w:rsid w:val="00A57F4C"/>
    <w:rsid w:val="00A602E2"/>
    <w:rsid w:val="00A608CC"/>
    <w:rsid w:val="00A60CD9"/>
    <w:rsid w:val="00A60FE4"/>
    <w:rsid w:val="00A60FF3"/>
    <w:rsid w:val="00A611AC"/>
    <w:rsid w:val="00A61589"/>
    <w:rsid w:val="00A619AA"/>
    <w:rsid w:val="00A61F3E"/>
    <w:rsid w:val="00A62128"/>
    <w:rsid w:val="00A6261E"/>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AAB"/>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3C8E"/>
    <w:rsid w:val="00A84322"/>
    <w:rsid w:val="00A84E7D"/>
    <w:rsid w:val="00A8530F"/>
    <w:rsid w:val="00A85370"/>
    <w:rsid w:val="00A855B4"/>
    <w:rsid w:val="00A85919"/>
    <w:rsid w:val="00A8597A"/>
    <w:rsid w:val="00A859BA"/>
    <w:rsid w:val="00A85F65"/>
    <w:rsid w:val="00A86387"/>
    <w:rsid w:val="00A874B8"/>
    <w:rsid w:val="00A874E8"/>
    <w:rsid w:val="00A9114E"/>
    <w:rsid w:val="00A91259"/>
    <w:rsid w:val="00A915CC"/>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475B"/>
    <w:rsid w:val="00AA4CC2"/>
    <w:rsid w:val="00AA4FB5"/>
    <w:rsid w:val="00AA50F8"/>
    <w:rsid w:val="00AA5DAD"/>
    <w:rsid w:val="00AA5EE9"/>
    <w:rsid w:val="00AA6059"/>
    <w:rsid w:val="00AA6143"/>
    <w:rsid w:val="00AA69AA"/>
    <w:rsid w:val="00AA6A64"/>
    <w:rsid w:val="00AA7183"/>
    <w:rsid w:val="00AA79B3"/>
    <w:rsid w:val="00AB0146"/>
    <w:rsid w:val="00AB0B1F"/>
    <w:rsid w:val="00AB14EF"/>
    <w:rsid w:val="00AB1C60"/>
    <w:rsid w:val="00AB2703"/>
    <w:rsid w:val="00AB296D"/>
    <w:rsid w:val="00AB36E6"/>
    <w:rsid w:val="00AB3A8A"/>
    <w:rsid w:val="00AB3B3E"/>
    <w:rsid w:val="00AB3D83"/>
    <w:rsid w:val="00AB4AF8"/>
    <w:rsid w:val="00AB4DB8"/>
    <w:rsid w:val="00AB5139"/>
    <w:rsid w:val="00AB57AA"/>
    <w:rsid w:val="00AB5A4E"/>
    <w:rsid w:val="00AB5EDA"/>
    <w:rsid w:val="00AB66A4"/>
    <w:rsid w:val="00AB7158"/>
    <w:rsid w:val="00AB7D1C"/>
    <w:rsid w:val="00AC0618"/>
    <w:rsid w:val="00AC0ABA"/>
    <w:rsid w:val="00AC0ABB"/>
    <w:rsid w:val="00AC12D1"/>
    <w:rsid w:val="00AC13D4"/>
    <w:rsid w:val="00AC154B"/>
    <w:rsid w:val="00AC16CA"/>
    <w:rsid w:val="00AC22EF"/>
    <w:rsid w:val="00AC2319"/>
    <w:rsid w:val="00AC265A"/>
    <w:rsid w:val="00AC2D28"/>
    <w:rsid w:val="00AC2D4C"/>
    <w:rsid w:val="00AC3348"/>
    <w:rsid w:val="00AC3582"/>
    <w:rsid w:val="00AC35AD"/>
    <w:rsid w:val="00AC367A"/>
    <w:rsid w:val="00AC42E0"/>
    <w:rsid w:val="00AC595B"/>
    <w:rsid w:val="00AC5D28"/>
    <w:rsid w:val="00AC67EA"/>
    <w:rsid w:val="00AC6CA2"/>
    <w:rsid w:val="00AC6D73"/>
    <w:rsid w:val="00AC6DEF"/>
    <w:rsid w:val="00AC72D1"/>
    <w:rsid w:val="00AD0148"/>
    <w:rsid w:val="00AD026F"/>
    <w:rsid w:val="00AD06F9"/>
    <w:rsid w:val="00AD0D4C"/>
    <w:rsid w:val="00AD15B6"/>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5D3"/>
    <w:rsid w:val="00AD7AEC"/>
    <w:rsid w:val="00AD7CAD"/>
    <w:rsid w:val="00AD7E1A"/>
    <w:rsid w:val="00AE0277"/>
    <w:rsid w:val="00AE06A9"/>
    <w:rsid w:val="00AE0A99"/>
    <w:rsid w:val="00AE0D41"/>
    <w:rsid w:val="00AE0E93"/>
    <w:rsid w:val="00AE16BF"/>
    <w:rsid w:val="00AE170E"/>
    <w:rsid w:val="00AE1D77"/>
    <w:rsid w:val="00AE24C3"/>
    <w:rsid w:val="00AE27A6"/>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A36"/>
    <w:rsid w:val="00AF2BDD"/>
    <w:rsid w:val="00AF3A43"/>
    <w:rsid w:val="00AF4822"/>
    <w:rsid w:val="00AF52AC"/>
    <w:rsid w:val="00AF5703"/>
    <w:rsid w:val="00AF5A33"/>
    <w:rsid w:val="00AF632D"/>
    <w:rsid w:val="00AF640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4091"/>
    <w:rsid w:val="00B04168"/>
    <w:rsid w:val="00B0417A"/>
    <w:rsid w:val="00B04E5C"/>
    <w:rsid w:val="00B04F49"/>
    <w:rsid w:val="00B05F04"/>
    <w:rsid w:val="00B06C79"/>
    <w:rsid w:val="00B06F08"/>
    <w:rsid w:val="00B072B5"/>
    <w:rsid w:val="00B07477"/>
    <w:rsid w:val="00B07F57"/>
    <w:rsid w:val="00B10403"/>
    <w:rsid w:val="00B10A44"/>
    <w:rsid w:val="00B10EF5"/>
    <w:rsid w:val="00B11CC1"/>
    <w:rsid w:val="00B11D79"/>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8B3"/>
    <w:rsid w:val="00B261A7"/>
    <w:rsid w:val="00B26349"/>
    <w:rsid w:val="00B265C5"/>
    <w:rsid w:val="00B26B2E"/>
    <w:rsid w:val="00B27400"/>
    <w:rsid w:val="00B27F1C"/>
    <w:rsid w:val="00B30560"/>
    <w:rsid w:val="00B3115B"/>
    <w:rsid w:val="00B3139C"/>
    <w:rsid w:val="00B31A41"/>
    <w:rsid w:val="00B3206E"/>
    <w:rsid w:val="00B3222D"/>
    <w:rsid w:val="00B327F9"/>
    <w:rsid w:val="00B32B06"/>
    <w:rsid w:val="00B33524"/>
    <w:rsid w:val="00B3356D"/>
    <w:rsid w:val="00B33936"/>
    <w:rsid w:val="00B34439"/>
    <w:rsid w:val="00B34812"/>
    <w:rsid w:val="00B3513F"/>
    <w:rsid w:val="00B35442"/>
    <w:rsid w:val="00B35C1D"/>
    <w:rsid w:val="00B35D0F"/>
    <w:rsid w:val="00B35FAC"/>
    <w:rsid w:val="00B362BB"/>
    <w:rsid w:val="00B36C35"/>
    <w:rsid w:val="00B37080"/>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8F4"/>
    <w:rsid w:val="00B51A94"/>
    <w:rsid w:val="00B51BEC"/>
    <w:rsid w:val="00B522C6"/>
    <w:rsid w:val="00B527C4"/>
    <w:rsid w:val="00B529DF"/>
    <w:rsid w:val="00B52A74"/>
    <w:rsid w:val="00B52FBF"/>
    <w:rsid w:val="00B537BF"/>
    <w:rsid w:val="00B53ABC"/>
    <w:rsid w:val="00B53E48"/>
    <w:rsid w:val="00B54251"/>
    <w:rsid w:val="00B546B7"/>
    <w:rsid w:val="00B54B3D"/>
    <w:rsid w:val="00B5590D"/>
    <w:rsid w:val="00B55B70"/>
    <w:rsid w:val="00B55CC3"/>
    <w:rsid w:val="00B55D04"/>
    <w:rsid w:val="00B56C28"/>
    <w:rsid w:val="00B56EC2"/>
    <w:rsid w:val="00B570B4"/>
    <w:rsid w:val="00B57678"/>
    <w:rsid w:val="00B57BD9"/>
    <w:rsid w:val="00B57D2D"/>
    <w:rsid w:val="00B60002"/>
    <w:rsid w:val="00B603EF"/>
    <w:rsid w:val="00B608D3"/>
    <w:rsid w:val="00B614F1"/>
    <w:rsid w:val="00B61B6D"/>
    <w:rsid w:val="00B61F8D"/>
    <w:rsid w:val="00B623C0"/>
    <w:rsid w:val="00B63987"/>
    <w:rsid w:val="00B63A05"/>
    <w:rsid w:val="00B63B6F"/>
    <w:rsid w:val="00B63D77"/>
    <w:rsid w:val="00B63E22"/>
    <w:rsid w:val="00B6430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2F7"/>
    <w:rsid w:val="00B73914"/>
    <w:rsid w:val="00B73E77"/>
    <w:rsid w:val="00B73F88"/>
    <w:rsid w:val="00B7457A"/>
    <w:rsid w:val="00B74EED"/>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90063"/>
    <w:rsid w:val="00B9066C"/>
    <w:rsid w:val="00B91458"/>
    <w:rsid w:val="00B91866"/>
    <w:rsid w:val="00B91B66"/>
    <w:rsid w:val="00B9295C"/>
    <w:rsid w:val="00B92ED7"/>
    <w:rsid w:val="00B930F5"/>
    <w:rsid w:val="00B93A17"/>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4C0B"/>
    <w:rsid w:val="00BA4E7F"/>
    <w:rsid w:val="00BA507E"/>
    <w:rsid w:val="00BA5600"/>
    <w:rsid w:val="00BA5792"/>
    <w:rsid w:val="00BA57BB"/>
    <w:rsid w:val="00BA5C91"/>
    <w:rsid w:val="00BA61FB"/>
    <w:rsid w:val="00BA6BA4"/>
    <w:rsid w:val="00BA760A"/>
    <w:rsid w:val="00BB00A8"/>
    <w:rsid w:val="00BB06D8"/>
    <w:rsid w:val="00BB15EF"/>
    <w:rsid w:val="00BB38BF"/>
    <w:rsid w:val="00BB38F7"/>
    <w:rsid w:val="00BB3D04"/>
    <w:rsid w:val="00BB42E3"/>
    <w:rsid w:val="00BB47D3"/>
    <w:rsid w:val="00BB4999"/>
    <w:rsid w:val="00BB5009"/>
    <w:rsid w:val="00BB5456"/>
    <w:rsid w:val="00BB5674"/>
    <w:rsid w:val="00BB56B6"/>
    <w:rsid w:val="00BB6919"/>
    <w:rsid w:val="00BB6AD0"/>
    <w:rsid w:val="00BB6D4C"/>
    <w:rsid w:val="00BB75BC"/>
    <w:rsid w:val="00BB765A"/>
    <w:rsid w:val="00BB7A0B"/>
    <w:rsid w:val="00BB7D47"/>
    <w:rsid w:val="00BC05D9"/>
    <w:rsid w:val="00BC06F6"/>
    <w:rsid w:val="00BC0A4C"/>
    <w:rsid w:val="00BC0E46"/>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5119"/>
    <w:rsid w:val="00BD5BFC"/>
    <w:rsid w:val="00BD6636"/>
    <w:rsid w:val="00BD6BA2"/>
    <w:rsid w:val="00BD71B2"/>
    <w:rsid w:val="00BD7259"/>
    <w:rsid w:val="00BD78D1"/>
    <w:rsid w:val="00BD79BC"/>
    <w:rsid w:val="00BD7CD7"/>
    <w:rsid w:val="00BD7D7E"/>
    <w:rsid w:val="00BE0056"/>
    <w:rsid w:val="00BE02C5"/>
    <w:rsid w:val="00BE0464"/>
    <w:rsid w:val="00BE1C4E"/>
    <w:rsid w:val="00BE1EBE"/>
    <w:rsid w:val="00BE3267"/>
    <w:rsid w:val="00BE32EF"/>
    <w:rsid w:val="00BE42E5"/>
    <w:rsid w:val="00BE45A3"/>
    <w:rsid w:val="00BE4B49"/>
    <w:rsid w:val="00BE51F1"/>
    <w:rsid w:val="00BE5263"/>
    <w:rsid w:val="00BE5443"/>
    <w:rsid w:val="00BE6B52"/>
    <w:rsid w:val="00BE6C15"/>
    <w:rsid w:val="00BE6C83"/>
    <w:rsid w:val="00BE6DB8"/>
    <w:rsid w:val="00BE6E73"/>
    <w:rsid w:val="00BE7326"/>
    <w:rsid w:val="00BE7472"/>
    <w:rsid w:val="00BE7BEB"/>
    <w:rsid w:val="00BE7D94"/>
    <w:rsid w:val="00BF2994"/>
    <w:rsid w:val="00BF2A64"/>
    <w:rsid w:val="00BF2A7B"/>
    <w:rsid w:val="00BF2F57"/>
    <w:rsid w:val="00BF3589"/>
    <w:rsid w:val="00BF3979"/>
    <w:rsid w:val="00BF3EB3"/>
    <w:rsid w:val="00BF55CE"/>
    <w:rsid w:val="00BF60CB"/>
    <w:rsid w:val="00BF62B2"/>
    <w:rsid w:val="00BF664D"/>
    <w:rsid w:val="00BF725D"/>
    <w:rsid w:val="00BF77A5"/>
    <w:rsid w:val="00C0022D"/>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07BEE"/>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402E"/>
    <w:rsid w:val="00C24649"/>
    <w:rsid w:val="00C2490C"/>
    <w:rsid w:val="00C24FBB"/>
    <w:rsid w:val="00C25ACF"/>
    <w:rsid w:val="00C25F22"/>
    <w:rsid w:val="00C267BB"/>
    <w:rsid w:val="00C27E42"/>
    <w:rsid w:val="00C27FA8"/>
    <w:rsid w:val="00C303BB"/>
    <w:rsid w:val="00C30689"/>
    <w:rsid w:val="00C30706"/>
    <w:rsid w:val="00C30E31"/>
    <w:rsid w:val="00C31795"/>
    <w:rsid w:val="00C320DA"/>
    <w:rsid w:val="00C33C2F"/>
    <w:rsid w:val="00C33CDA"/>
    <w:rsid w:val="00C33CE1"/>
    <w:rsid w:val="00C34352"/>
    <w:rsid w:val="00C3585B"/>
    <w:rsid w:val="00C367B1"/>
    <w:rsid w:val="00C36C28"/>
    <w:rsid w:val="00C37CEF"/>
    <w:rsid w:val="00C405A6"/>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6FA8"/>
    <w:rsid w:val="00C4719B"/>
    <w:rsid w:val="00C4728C"/>
    <w:rsid w:val="00C4777E"/>
    <w:rsid w:val="00C47DDE"/>
    <w:rsid w:val="00C500FF"/>
    <w:rsid w:val="00C51058"/>
    <w:rsid w:val="00C51AD1"/>
    <w:rsid w:val="00C51FA9"/>
    <w:rsid w:val="00C523F1"/>
    <w:rsid w:val="00C5345D"/>
    <w:rsid w:val="00C538D7"/>
    <w:rsid w:val="00C54DDB"/>
    <w:rsid w:val="00C552E6"/>
    <w:rsid w:val="00C556FE"/>
    <w:rsid w:val="00C560B8"/>
    <w:rsid w:val="00C561C5"/>
    <w:rsid w:val="00C56239"/>
    <w:rsid w:val="00C56253"/>
    <w:rsid w:val="00C57287"/>
    <w:rsid w:val="00C57478"/>
    <w:rsid w:val="00C575F5"/>
    <w:rsid w:val="00C57AD1"/>
    <w:rsid w:val="00C57E89"/>
    <w:rsid w:val="00C600A9"/>
    <w:rsid w:val="00C60506"/>
    <w:rsid w:val="00C605A1"/>
    <w:rsid w:val="00C606BA"/>
    <w:rsid w:val="00C60814"/>
    <w:rsid w:val="00C60B67"/>
    <w:rsid w:val="00C60B76"/>
    <w:rsid w:val="00C621A9"/>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407F"/>
    <w:rsid w:val="00C74182"/>
    <w:rsid w:val="00C743E9"/>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E3D"/>
    <w:rsid w:val="00C83276"/>
    <w:rsid w:val="00C836C5"/>
    <w:rsid w:val="00C845F7"/>
    <w:rsid w:val="00C84BB8"/>
    <w:rsid w:val="00C84D5A"/>
    <w:rsid w:val="00C85137"/>
    <w:rsid w:val="00C8530A"/>
    <w:rsid w:val="00C8643E"/>
    <w:rsid w:val="00C86491"/>
    <w:rsid w:val="00C8658A"/>
    <w:rsid w:val="00C865B9"/>
    <w:rsid w:val="00C8667E"/>
    <w:rsid w:val="00C86B6A"/>
    <w:rsid w:val="00C86B98"/>
    <w:rsid w:val="00C86EC5"/>
    <w:rsid w:val="00C86F9D"/>
    <w:rsid w:val="00C87E09"/>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91"/>
    <w:rsid w:val="00C93E43"/>
    <w:rsid w:val="00C94C94"/>
    <w:rsid w:val="00C95000"/>
    <w:rsid w:val="00C960FD"/>
    <w:rsid w:val="00C96264"/>
    <w:rsid w:val="00C9659A"/>
    <w:rsid w:val="00C96AAF"/>
    <w:rsid w:val="00C96B3E"/>
    <w:rsid w:val="00C97524"/>
    <w:rsid w:val="00C9769C"/>
    <w:rsid w:val="00C97897"/>
    <w:rsid w:val="00C9793C"/>
    <w:rsid w:val="00C97B08"/>
    <w:rsid w:val="00CA0585"/>
    <w:rsid w:val="00CA0CD9"/>
    <w:rsid w:val="00CA167A"/>
    <w:rsid w:val="00CA1B7D"/>
    <w:rsid w:val="00CA28C0"/>
    <w:rsid w:val="00CA3145"/>
    <w:rsid w:val="00CA39BC"/>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4C9"/>
    <w:rsid w:val="00CC01C0"/>
    <w:rsid w:val="00CC0CE9"/>
    <w:rsid w:val="00CC15B2"/>
    <w:rsid w:val="00CC17ED"/>
    <w:rsid w:val="00CC2112"/>
    <w:rsid w:val="00CC2234"/>
    <w:rsid w:val="00CC27E3"/>
    <w:rsid w:val="00CC366F"/>
    <w:rsid w:val="00CC3C14"/>
    <w:rsid w:val="00CC42A3"/>
    <w:rsid w:val="00CC4353"/>
    <w:rsid w:val="00CC4B87"/>
    <w:rsid w:val="00CC4C5C"/>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C27"/>
    <w:rsid w:val="00CD205F"/>
    <w:rsid w:val="00CD25DA"/>
    <w:rsid w:val="00CD26EC"/>
    <w:rsid w:val="00CD2848"/>
    <w:rsid w:val="00CD2BAB"/>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732"/>
    <w:rsid w:val="00CE0B4E"/>
    <w:rsid w:val="00CE1066"/>
    <w:rsid w:val="00CE140A"/>
    <w:rsid w:val="00CE150D"/>
    <w:rsid w:val="00CE1D00"/>
    <w:rsid w:val="00CE28C9"/>
    <w:rsid w:val="00CE2979"/>
    <w:rsid w:val="00CE2CDD"/>
    <w:rsid w:val="00CE3304"/>
    <w:rsid w:val="00CE3417"/>
    <w:rsid w:val="00CE3622"/>
    <w:rsid w:val="00CE37C9"/>
    <w:rsid w:val="00CE3BED"/>
    <w:rsid w:val="00CE3ED3"/>
    <w:rsid w:val="00CE3F3C"/>
    <w:rsid w:val="00CE451F"/>
    <w:rsid w:val="00CE4DE7"/>
    <w:rsid w:val="00CE588C"/>
    <w:rsid w:val="00CE5F91"/>
    <w:rsid w:val="00CE663D"/>
    <w:rsid w:val="00CE6F41"/>
    <w:rsid w:val="00CE725C"/>
    <w:rsid w:val="00CE7983"/>
    <w:rsid w:val="00CF09DD"/>
    <w:rsid w:val="00CF0B61"/>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5134"/>
    <w:rsid w:val="00CF532F"/>
    <w:rsid w:val="00CF58E9"/>
    <w:rsid w:val="00CF5EAD"/>
    <w:rsid w:val="00CF6D5C"/>
    <w:rsid w:val="00CF763F"/>
    <w:rsid w:val="00CF7A74"/>
    <w:rsid w:val="00CF7EAC"/>
    <w:rsid w:val="00D000CC"/>
    <w:rsid w:val="00D00406"/>
    <w:rsid w:val="00D009C7"/>
    <w:rsid w:val="00D016D9"/>
    <w:rsid w:val="00D01AEF"/>
    <w:rsid w:val="00D02124"/>
    <w:rsid w:val="00D02704"/>
    <w:rsid w:val="00D029D7"/>
    <w:rsid w:val="00D02FBB"/>
    <w:rsid w:val="00D03BC8"/>
    <w:rsid w:val="00D03CCD"/>
    <w:rsid w:val="00D04158"/>
    <w:rsid w:val="00D04D2B"/>
    <w:rsid w:val="00D04E84"/>
    <w:rsid w:val="00D0509C"/>
    <w:rsid w:val="00D058B0"/>
    <w:rsid w:val="00D068E0"/>
    <w:rsid w:val="00D06B1A"/>
    <w:rsid w:val="00D06D05"/>
    <w:rsid w:val="00D07A23"/>
    <w:rsid w:val="00D07BEA"/>
    <w:rsid w:val="00D07F36"/>
    <w:rsid w:val="00D1040B"/>
    <w:rsid w:val="00D10C44"/>
    <w:rsid w:val="00D10EC5"/>
    <w:rsid w:val="00D115FE"/>
    <w:rsid w:val="00D117C5"/>
    <w:rsid w:val="00D11AE4"/>
    <w:rsid w:val="00D1251D"/>
    <w:rsid w:val="00D125AA"/>
    <w:rsid w:val="00D130C2"/>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79EB"/>
    <w:rsid w:val="00D17F11"/>
    <w:rsid w:val="00D20669"/>
    <w:rsid w:val="00D20A6C"/>
    <w:rsid w:val="00D20BEB"/>
    <w:rsid w:val="00D20C7C"/>
    <w:rsid w:val="00D20F8D"/>
    <w:rsid w:val="00D215AE"/>
    <w:rsid w:val="00D21C40"/>
    <w:rsid w:val="00D21C99"/>
    <w:rsid w:val="00D21F36"/>
    <w:rsid w:val="00D22B5F"/>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904"/>
    <w:rsid w:val="00D31B8C"/>
    <w:rsid w:val="00D3327E"/>
    <w:rsid w:val="00D33426"/>
    <w:rsid w:val="00D336B3"/>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501F8"/>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820"/>
    <w:rsid w:val="00D57989"/>
    <w:rsid w:val="00D608C8"/>
    <w:rsid w:val="00D60A80"/>
    <w:rsid w:val="00D6113A"/>
    <w:rsid w:val="00D6130C"/>
    <w:rsid w:val="00D61BE5"/>
    <w:rsid w:val="00D62264"/>
    <w:rsid w:val="00D623F7"/>
    <w:rsid w:val="00D62767"/>
    <w:rsid w:val="00D629CD"/>
    <w:rsid w:val="00D62A08"/>
    <w:rsid w:val="00D64064"/>
    <w:rsid w:val="00D64391"/>
    <w:rsid w:val="00D64C08"/>
    <w:rsid w:val="00D64D76"/>
    <w:rsid w:val="00D655C4"/>
    <w:rsid w:val="00D65E6F"/>
    <w:rsid w:val="00D66082"/>
    <w:rsid w:val="00D66A4C"/>
    <w:rsid w:val="00D66B61"/>
    <w:rsid w:val="00D67753"/>
    <w:rsid w:val="00D67A9F"/>
    <w:rsid w:val="00D67D93"/>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1231"/>
    <w:rsid w:val="00D818BC"/>
    <w:rsid w:val="00D81C8B"/>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41E"/>
    <w:rsid w:val="00D8767B"/>
    <w:rsid w:val="00D87857"/>
    <w:rsid w:val="00D87F07"/>
    <w:rsid w:val="00D906F8"/>
    <w:rsid w:val="00D90BB0"/>
    <w:rsid w:val="00D918A6"/>
    <w:rsid w:val="00D9258E"/>
    <w:rsid w:val="00D93A7F"/>
    <w:rsid w:val="00D95912"/>
    <w:rsid w:val="00D95B3C"/>
    <w:rsid w:val="00D96263"/>
    <w:rsid w:val="00D962F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62F9"/>
    <w:rsid w:val="00DA7063"/>
    <w:rsid w:val="00DA717C"/>
    <w:rsid w:val="00DA720E"/>
    <w:rsid w:val="00DA7ACC"/>
    <w:rsid w:val="00DB17A4"/>
    <w:rsid w:val="00DB197C"/>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DE0"/>
    <w:rsid w:val="00DC15AC"/>
    <w:rsid w:val="00DC1E68"/>
    <w:rsid w:val="00DC25FA"/>
    <w:rsid w:val="00DC38E6"/>
    <w:rsid w:val="00DC3C97"/>
    <w:rsid w:val="00DC3E8F"/>
    <w:rsid w:val="00DC3FFF"/>
    <w:rsid w:val="00DC4227"/>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2797"/>
    <w:rsid w:val="00DE3D63"/>
    <w:rsid w:val="00DE4060"/>
    <w:rsid w:val="00DE43E5"/>
    <w:rsid w:val="00DE4779"/>
    <w:rsid w:val="00DE48D4"/>
    <w:rsid w:val="00DE4FC7"/>
    <w:rsid w:val="00DE55DF"/>
    <w:rsid w:val="00DE5AB9"/>
    <w:rsid w:val="00DE6160"/>
    <w:rsid w:val="00DE6324"/>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A34"/>
    <w:rsid w:val="00DF63F2"/>
    <w:rsid w:val="00DF744F"/>
    <w:rsid w:val="00DF7577"/>
    <w:rsid w:val="00DF7659"/>
    <w:rsid w:val="00DF76F6"/>
    <w:rsid w:val="00E0012E"/>
    <w:rsid w:val="00E016A0"/>
    <w:rsid w:val="00E01889"/>
    <w:rsid w:val="00E02B8E"/>
    <w:rsid w:val="00E02CA5"/>
    <w:rsid w:val="00E02DB9"/>
    <w:rsid w:val="00E030EC"/>
    <w:rsid w:val="00E03451"/>
    <w:rsid w:val="00E0360A"/>
    <w:rsid w:val="00E03AEE"/>
    <w:rsid w:val="00E0481C"/>
    <w:rsid w:val="00E04B6F"/>
    <w:rsid w:val="00E04F2C"/>
    <w:rsid w:val="00E05379"/>
    <w:rsid w:val="00E053E3"/>
    <w:rsid w:val="00E059D2"/>
    <w:rsid w:val="00E05D31"/>
    <w:rsid w:val="00E05E43"/>
    <w:rsid w:val="00E05F25"/>
    <w:rsid w:val="00E069AA"/>
    <w:rsid w:val="00E069E1"/>
    <w:rsid w:val="00E06AD4"/>
    <w:rsid w:val="00E075C0"/>
    <w:rsid w:val="00E075D4"/>
    <w:rsid w:val="00E07A93"/>
    <w:rsid w:val="00E102B7"/>
    <w:rsid w:val="00E108C1"/>
    <w:rsid w:val="00E10937"/>
    <w:rsid w:val="00E10D3D"/>
    <w:rsid w:val="00E1132A"/>
    <w:rsid w:val="00E116EE"/>
    <w:rsid w:val="00E11B60"/>
    <w:rsid w:val="00E12576"/>
    <w:rsid w:val="00E126DB"/>
    <w:rsid w:val="00E12F5A"/>
    <w:rsid w:val="00E13451"/>
    <w:rsid w:val="00E1387C"/>
    <w:rsid w:val="00E13FFD"/>
    <w:rsid w:val="00E14426"/>
    <w:rsid w:val="00E144E5"/>
    <w:rsid w:val="00E14725"/>
    <w:rsid w:val="00E14AB5"/>
    <w:rsid w:val="00E16346"/>
    <w:rsid w:val="00E169FD"/>
    <w:rsid w:val="00E16FD7"/>
    <w:rsid w:val="00E17410"/>
    <w:rsid w:val="00E201E7"/>
    <w:rsid w:val="00E206E2"/>
    <w:rsid w:val="00E20819"/>
    <w:rsid w:val="00E21A0C"/>
    <w:rsid w:val="00E21BFC"/>
    <w:rsid w:val="00E21EBE"/>
    <w:rsid w:val="00E2235F"/>
    <w:rsid w:val="00E224D3"/>
    <w:rsid w:val="00E22736"/>
    <w:rsid w:val="00E22E32"/>
    <w:rsid w:val="00E23259"/>
    <w:rsid w:val="00E23639"/>
    <w:rsid w:val="00E238CC"/>
    <w:rsid w:val="00E239FD"/>
    <w:rsid w:val="00E24BE6"/>
    <w:rsid w:val="00E24C72"/>
    <w:rsid w:val="00E250B2"/>
    <w:rsid w:val="00E25317"/>
    <w:rsid w:val="00E255DE"/>
    <w:rsid w:val="00E25663"/>
    <w:rsid w:val="00E25720"/>
    <w:rsid w:val="00E259DF"/>
    <w:rsid w:val="00E25AE1"/>
    <w:rsid w:val="00E25B3F"/>
    <w:rsid w:val="00E26257"/>
    <w:rsid w:val="00E2625E"/>
    <w:rsid w:val="00E2681A"/>
    <w:rsid w:val="00E270B3"/>
    <w:rsid w:val="00E270CB"/>
    <w:rsid w:val="00E27376"/>
    <w:rsid w:val="00E3004E"/>
    <w:rsid w:val="00E301E7"/>
    <w:rsid w:val="00E30335"/>
    <w:rsid w:val="00E305CB"/>
    <w:rsid w:val="00E3080F"/>
    <w:rsid w:val="00E31332"/>
    <w:rsid w:val="00E3228C"/>
    <w:rsid w:val="00E33149"/>
    <w:rsid w:val="00E34B19"/>
    <w:rsid w:val="00E34BAA"/>
    <w:rsid w:val="00E351B1"/>
    <w:rsid w:val="00E35DCF"/>
    <w:rsid w:val="00E36A13"/>
    <w:rsid w:val="00E37207"/>
    <w:rsid w:val="00E378C0"/>
    <w:rsid w:val="00E378F1"/>
    <w:rsid w:val="00E37D74"/>
    <w:rsid w:val="00E37FF5"/>
    <w:rsid w:val="00E4035E"/>
    <w:rsid w:val="00E405D3"/>
    <w:rsid w:val="00E408E6"/>
    <w:rsid w:val="00E40F45"/>
    <w:rsid w:val="00E41A2B"/>
    <w:rsid w:val="00E41F1B"/>
    <w:rsid w:val="00E42304"/>
    <w:rsid w:val="00E425DB"/>
    <w:rsid w:val="00E42E01"/>
    <w:rsid w:val="00E42E79"/>
    <w:rsid w:val="00E438FB"/>
    <w:rsid w:val="00E43F09"/>
    <w:rsid w:val="00E44609"/>
    <w:rsid w:val="00E44E0F"/>
    <w:rsid w:val="00E45531"/>
    <w:rsid w:val="00E4578F"/>
    <w:rsid w:val="00E45927"/>
    <w:rsid w:val="00E45CD1"/>
    <w:rsid w:val="00E45DDA"/>
    <w:rsid w:val="00E45EAC"/>
    <w:rsid w:val="00E46228"/>
    <w:rsid w:val="00E46D75"/>
    <w:rsid w:val="00E46FA4"/>
    <w:rsid w:val="00E4779B"/>
    <w:rsid w:val="00E50783"/>
    <w:rsid w:val="00E50BAD"/>
    <w:rsid w:val="00E51173"/>
    <w:rsid w:val="00E5177F"/>
    <w:rsid w:val="00E51E52"/>
    <w:rsid w:val="00E53615"/>
    <w:rsid w:val="00E542EE"/>
    <w:rsid w:val="00E553F1"/>
    <w:rsid w:val="00E555BC"/>
    <w:rsid w:val="00E55608"/>
    <w:rsid w:val="00E5663E"/>
    <w:rsid w:val="00E5683E"/>
    <w:rsid w:val="00E5693C"/>
    <w:rsid w:val="00E56A02"/>
    <w:rsid w:val="00E5714C"/>
    <w:rsid w:val="00E57BAC"/>
    <w:rsid w:val="00E60888"/>
    <w:rsid w:val="00E609BA"/>
    <w:rsid w:val="00E60EEA"/>
    <w:rsid w:val="00E612DB"/>
    <w:rsid w:val="00E6183D"/>
    <w:rsid w:val="00E61841"/>
    <w:rsid w:val="00E630D6"/>
    <w:rsid w:val="00E63D8F"/>
    <w:rsid w:val="00E64385"/>
    <w:rsid w:val="00E64522"/>
    <w:rsid w:val="00E64894"/>
    <w:rsid w:val="00E64A23"/>
    <w:rsid w:val="00E64D63"/>
    <w:rsid w:val="00E651CA"/>
    <w:rsid w:val="00E65D6E"/>
    <w:rsid w:val="00E66190"/>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802"/>
    <w:rsid w:val="00E76E97"/>
    <w:rsid w:val="00E77279"/>
    <w:rsid w:val="00E77D96"/>
    <w:rsid w:val="00E77F1D"/>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3059"/>
    <w:rsid w:val="00E93FEC"/>
    <w:rsid w:val="00E94542"/>
    <w:rsid w:val="00E9597E"/>
    <w:rsid w:val="00E9657D"/>
    <w:rsid w:val="00E96614"/>
    <w:rsid w:val="00E968FC"/>
    <w:rsid w:val="00E9748E"/>
    <w:rsid w:val="00E97ABB"/>
    <w:rsid w:val="00EA014E"/>
    <w:rsid w:val="00EA0810"/>
    <w:rsid w:val="00EA150F"/>
    <w:rsid w:val="00EA151D"/>
    <w:rsid w:val="00EA15E1"/>
    <w:rsid w:val="00EA17ED"/>
    <w:rsid w:val="00EA1917"/>
    <w:rsid w:val="00EA212F"/>
    <w:rsid w:val="00EA23DF"/>
    <w:rsid w:val="00EA2A29"/>
    <w:rsid w:val="00EA30E8"/>
    <w:rsid w:val="00EA3985"/>
    <w:rsid w:val="00EA39DA"/>
    <w:rsid w:val="00EA3D2B"/>
    <w:rsid w:val="00EA6BD2"/>
    <w:rsid w:val="00EA6E65"/>
    <w:rsid w:val="00EB02CE"/>
    <w:rsid w:val="00EB0BCC"/>
    <w:rsid w:val="00EB0FF7"/>
    <w:rsid w:val="00EB1060"/>
    <w:rsid w:val="00EB1A0B"/>
    <w:rsid w:val="00EB1C91"/>
    <w:rsid w:val="00EB1D55"/>
    <w:rsid w:val="00EB2CB7"/>
    <w:rsid w:val="00EB43EC"/>
    <w:rsid w:val="00EB4E91"/>
    <w:rsid w:val="00EB5D29"/>
    <w:rsid w:val="00EB5D70"/>
    <w:rsid w:val="00EB72F8"/>
    <w:rsid w:val="00EB7EA8"/>
    <w:rsid w:val="00EC1540"/>
    <w:rsid w:val="00EC20F4"/>
    <w:rsid w:val="00EC24BE"/>
    <w:rsid w:val="00EC2594"/>
    <w:rsid w:val="00EC2DB8"/>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7104"/>
    <w:rsid w:val="00EC72F3"/>
    <w:rsid w:val="00EC7742"/>
    <w:rsid w:val="00EC7C04"/>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726B"/>
    <w:rsid w:val="00ED76CA"/>
    <w:rsid w:val="00ED7750"/>
    <w:rsid w:val="00ED797A"/>
    <w:rsid w:val="00ED7AE3"/>
    <w:rsid w:val="00EE199C"/>
    <w:rsid w:val="00EE2505"/>
    <w:rsid w:val="00EE25DD"/>
    <w:rsid w:val="00EE2EAC"/>
    <w:rsid w:val="00EE31F8"/>
    <w:rsid w:val="00EE3A03"/>
    <w:rsid w:val="00EE42A5"/>
    <w:rsid w:val="00EE4560"/>
    <w:rsid w:val="00EE4E9F"/>
    <w:rsid w:val="00EE538E"/>
    <w:rsid w:val="00EE5A10"/>
    <w:rsid w:val="00EE61A6"/>
    <w:rsid w:val="00EE64F3"/>
    <w:rsid w:val="00EE65F3"/>
    <w:rsid w:val="00EE6629"/>
    <w:rsid w:val="00EE6D6A"/>
    <w:rsid w:val="00EF06B1"/>
    <w:rsid w:val="00EF0803"/>
    <w:rsid w:val="00EF082C"/>
    <w:rsid w:val="00EF0BB6"/>
    <w:rsid w:val="00EF0EF7"/>
    <w:rsid w:val="00EF10FF"/>
    <w:rsid w:val="00EF232F"/>
    <w:rsid w:val="00EF2C6C"/>
    <w:rsid w:val="00EF33DC"/>
    <w:rsid w:val="00EF355A"/>
    <w:rsid w:val="00EF3C75"/>
    <w:rsid w:val="00EF3EC5"/>
    <w:rsid w:val="00EF43FA"/>
    <w:rsid w:val="00EF4983"/>
    <w:rsid w:val="00EF4D50"/>
    <w:rsid w:val="00EF4FC4"/>
    <w:rsid w:val="00EF51B1"/>
    <w:rsid w:val="00EF543C"/>
    <w:rsid w:val="00EF56E3"/>
    <w:rsid w:val="00EF5779"/>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88B"/>
    <w:rsid w:val="00F0692C"/>
    <w:rsid w:val="00F0704A"/>
    <w:rsid w:val="00F07236"/>
    <w:rsid w:val="00F074EA"/>
    <w:rsid w:val="00F07726"/>
    <w:rsid w:val="00F10499"/>
    <w:rsid w:val="00F11265"/>
    <w:rsid w:val="00F11649"/>
    <w:rsid w:val="00F11B57"/>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325"/>
    <w:rsid w:val="00F30782"/>
    <w:rsid w:val="00F307F6"/>
    <w:rsid w:val="00F30B81"/>
    <w:rsid w:val="00F315A5"/>
    <w:rsid w:val="00F31669"/>
    <w:rsid w:val="00F319FD"/>
    <w:rsid w:val="00F32709"/>
    <w:rsid w:val="00F328D2"/>
    <w:rsid w:val="00F32F3E"/>
    <w:rsid w:val="00F338AA"/>
    <w:rsid w:val="00F33CC0"/>
    <w:rsid w:val="00F33E9A"/>
    <w:rsid w:val="00F34B51"/>
    <w:rsid w:val="00F35149"/>
    <w:rsid w:val="00F352F0"/>
    <w:rsid w:val="00F35E07"/>
    <w:rsid w:val="00F35F12"/>
    <w:rsid w:val="00F3608B"/>
    <w:rsid w:val="00F36609"/>
    <w:rsid w:val="00F36639"/>
    <w:rsid w:val="00F36C6F"/>
    <w:rsid w:val="00F36F50"/>
    <w:rsid w:val="00F37645"/>
    <w:rsid w:val="00F37836"/>
    <w:rsid w:val="00F379E0"/>
    <w:rsid w:val="00F37D0D"/>
    <w:rsid w:val="00F37FAF"/>
    <w:rsid w:val="00F409E3"/>
    <w:rsid w:val="00F40C17"/>
    <w:rsid w:val="00F40CFF"/>
    <w:rsid w:val="00F40FB6"/>
    <w:rsid w:val="00F41395"/>
    <w:rsid w:val="00F41555"/>
    <w:rsid w:val="00F41FB7"/>
    <w:rsid w:val="00F42B27"/>
    <w:rsid w:val="00F42E93"/>
    <w:rsid w:val="00F42FD7"/>
    <w:rsid w:val="00F42FE8"/>
    <w:rsid w:val="00F43238"/>
    <w:rsid w:val="00F448CF"/>
    <w:rsid w:val="00F44925"/>
    <w:rsid w:val="00F44C17"/>
    <w:rsid w:val="00F44DD9"/>
    <w:rsid w:val="00F450E0"/>
    <w:rsid w:val="00F4513C"/>
    <w:rsid w:val="00F453C1"/>
    <w:rsid w:val="00F459AD"/>
    <w:rsid w:val="00F50581"/>
    <w:rsid w:val="00F506C6"/>
    <w:rsid w:val="00F507A6"/>
    <w:rsid w:val="00F509D1"/>
    <w:rsid w:val="00F50E88"/>
    <w:rsid w:val="00F514CB"/>
    <w:rsid w:val="00F521D8"/>
    <w:rsid w:val="00F529B9"/>
    <w:rsid w:val="00F52CD2"/>
    <w:rsid w:val="00F52EC3"/>
    <w:rsid w:val="00F534F8"/>
    <w:rsid w:val="00F538E8"/>
    <w:rsid w:val="00F53E77"/>
    <w:rsid w:val="00F53ED5"/>
    <w:rsid w:val="00F542D7"/>
    <w:rsid w:val="00F545CC"/>
    <w:rsid w:val="00F549E0"/>
    <w:rsid w:val="00F5735C"/>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5356"/>
    <w:rsid w:val="00F75D0C"/>
    <w:rsid w:val="00F7614E"/>
    <w:rsid w:val="00F768A3"/>
    <w:rsid w:val="00F76E16"/>
    <w:rsid w:val="00F8007B"/>
    <w:rsid w:val="00F803EA"/>
    <w:rsid w:val="00F81335"/>
    <w:rsid w:val="00F822B2"/>
    <w:rsid w:val="00F82496"/>
    <w:rsid w:val="00F8346A"/>
    <w:rsid w:val="00F836C4"/>
    <w:rsid w:val="00F8370E"/>
    <w:rsid w:val="00F83CEC"/>
    <w:rsid w:val="00F83D50"/>
    <w:rsid w:val="00F84301"/>
    <w:rsid w:val="00F849F8"/>
    <w:rsid w:val="00F84A27"/>
    <w:rsid w:val="00F853C0"/>
    <w:rsid w:val="00F85653"/>
    <w:rsid w:val="00F85A3E"/>
    <w:rsid w:val="00F85F99"/>
    <w:rsid w:val="00F86003"/>
    <w:rsid w:val="00F8680B"/>
    <w:rsid w:val="00F87224"/>
    <w:rsid w:val="00F873A0"/>
    <w:rsid w:val="00F87BF3"/>
    <w:rsid w:val="00F87D4D"/>
    <w:rsid w:val="00F918EF"/>
    <w:rsid w:val="00F92816"/>
    <w:rsid w:val="00F92F27"/>
    <w:rsid w:val="00F935F1"/>
    <w:rsid w:val="00F93AB2"/>
    <w:rsid w:val="00F93E35"/>
    <w:rsid w:val="00F9444A"/>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85E"/>
    <w:rsid w:val="00FA38C5"/>
    <w:rsid w:val="00FA3BD2"/>
    <w:rsid w:val="00FA6297"/>
    <w:rsid w:val="00FA6504"/>
    <w:rsid w:val="00FA6EB3"/>
    <w:rsid w:val="00FA72B3"/>
    <w:rsid w:val="00FA7542"/>
    <w:rsid w:val="00FA7DAA"/>
    <w:rsid w:val="00FA7DC7"/>
    <w:rsid w:val="00FB050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6325"/>
    <w:rsid w:val="00FB67CC"/>
    <w:rsid w:val="00FB69AC"/>
    <w:rsid w:val="00FB6FAD"/>
    <w:rsid w:val="00FB7140"/>
    <w:rsid w:val="00FB7290"/>
    <w:rsid w:val="00FC0425"/>
    <w:rsid w:val="00FC0A9B"/>
    <w:rsid w:val="00FC0CD4"/>
    <w:rsid w:val="00FC1263"/>
    <w:rsid w:val="00FC1BFB"/>
    <w:rsid w:val="00FC1E0D"/>
    <w:rsid w:val="00FC247A"/>
    <w:rsid w:val="00FC284B"/>
    <w:rsid w:val="00FC30B0"/>
    <w:rsid w:val="00FC339D"/>
    <w:rsid w:val="00FC38CF"/>
    <w:rsid w:val="00FC43A0"/>
    <w:rsid w:val="00FC47DE"/>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6038"/>
    <w:rsid w:val="00FD6A63"/>
    <w:rsid w:val="00FD6BE8"/>
    <w:rsid w:val="00FD70DF"/>
    <w:rsid w:val="00FD7CC5"/>
    <w:rsid w:val="00FE0B31"/>
    <w:rsid w:val="00FE0B8D"/>
    <w:rsid w:val="00FE1016"/>
    <w:rsid w:val="00FE148C"/>
    <w:rsid w:val="00FE1AEC"/>
    <w:rsid w:val="00FE20A5"/>
    <w:rsid w:val="00FE260D"/>
    <w:rsid w:val="00FE271B"/>
    <w:rsid w:val="00FE33C0"/>
    <w:rsid w:val="00FE3472"/>
    <w:rsid w:val="00FE3C8A"/>
    <w:rsid w:val="00FE4095"/>
    <w:rsid w:val="00FE4160"/>
    <w:rsid w:val="00FE4280"/>
    <w:rsid w:val="00FE4325"/>
    <w:rsid w:val="00FE5087"/>
    <w:rsid w:val="00FE5E09"/>
    <w:rsid w:val="00FE60F8"/>
    <w:rsid w:val="00FE613A"/>
    <w:rsid w:val="00FE62D8"/>
    <w:rsid w:val="00FE6929"/>
    <w:rsid w:val="00FE77B8"/>
    <w:rsid w:val="00FE7DA0"/>
    <w:rsid w:val="00FF0D62"/>
    <w:rsid w:val="00FF0E96"/>
    <w:rsid w:val="00FF1624"/>
    <w:rsid w:val="00FF1869"/>
    <w:rsid w:val="00FF1B5A"/>
    <w:rsid w:val="00FF21A6"/>
    <w:rsid w:val="00FF29B5"/>
    <w:rsid w:val="00FF2BAE"/>
    <w:rsid w:val="00FF3281"/>
    <w:rsid w:val="00FF334E"/>
    <w:rsid w:val="00FF3F7E"/>
    <w:rsid w:val="00FF426C"/>
    <w:rsid w:val="00FF496F"/>
    <w:rsid w:val="00FF5298"/>
    <w:rsid w:val="00FF5AF2"/>
    <w:rsid w:val="00FF5BFA"/>
    <w:rsid w:val="00FF6145"/>
    <w:rsid w:val="00FF62C8"/>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BD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546BD2"/>
    <w:pPr>
      <w:widowControl w:val="0"/>
      <w:autoSpaceDE w:val="0"/>
      <w:autoSpaceDN w:val="0"/>
      <w:adjustRightInd w:val="0"/>
    </w:pPr>
    <w:rPr>
      <w:b/>
      <w:bCs/>
      <w:sz w:val="24"/>
      <w:szCs w:val="24"/>
    </w:rPr>
  </w:style>
  <w:style w:type="paragraph" w:styleId="Footer">
    <w:name w:val="footer"/>
    <w:basedOn w:val="Normal"/>
    <w:link w:val="FooterChar"/>
    <w:uiPriority w:val="99"/>
    <w:rsid w:val="00546BD2"/>
    <w:pPr>
      <w:tabs>
        <w:tab w:val="center" w:pos="4677"/>
        <w:tab w:val="right" w:pos="9355"/>
      </w:tabs>
    </w:pPr>
  </w:style>
  <w:style w:type="character" w:customStyle="1" w:styleId="FooterChar">
    <w:name w:val="Footer Char"/>
    <w:basedOn w:val="DefaultParagraphFont"/>
    <w:link w:val="Footer"/>
    <w:uiPriority w:val="99"/>
    <w:locked/>
    <w:rsid w:val="00546BD2"/>
    <w:rPr>
      <w:rFonts w:cs="Times New Roman"/>
      <w:sz w:val="24"/>
      <w:lang w:val="ru-RU" w:eastAsia="ru-RU"/>
    </w:rPr>
  </w:style>
  <w:style w:type="character" w:styleId="PageNumber">
    <w:name w:val="page number"/>
    <w:basedOn w:val="DefaultParagraphFont"/>
    <w:uiPriority w:val="99"/>
    <w:rsid w:val="00546BD2"/>
    <w:rPr>
      <w:rFonts w:cs="Times New Roman"/>
    </w:rPr>
  </w:style>
  <w:style w:type="paragraph" w:styleId="Header">
    <w:name w:val="header"/>
    <w:basedOn w:val="Normal"/>
    <w:link w:val="HeaderChar"/>
    <w:uiPriority w:val="99"/>
    <w:rsid w:val="00546BD2"/>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FORMATTEXT">
    <w:name w:val=".FORMATTEXT"/>
    <w:uiPriority w:val="99"/>
    <w:rsid w:val="00546BD2"/>
    <w:pPr>
      <w:widowControl w:val="0"/>
      <w:autoSpaceDE w:val="0"/>
      <w:autoSpaceDN w:val="0"/>
      <w:adjustRightInd w:val="0"/>
    </w:pPr>
    <w:rPr>
      <w:sz w:val="24"/>
      <w:szCs w:val="24"/>
    </w:rPr>
  </w:style>
  <w:style w:type="paragraph" w:customStyle="1" w:styleId="ConsPlusNormal">
    <w:name w:val="ConsPlusNormal"/>
    <w:uiPriority w:val="99"/>
    <w:rsid w:val="00BF55CE"/>
    <w:pPr>
      <w:autoSpaceDE w:val="0"/>
      <w:autoSpaceDN w:val="0"/>
      <w:adjustRightInd w:val="0"/>
    </w:pPr>
    <w:rPr>
      <w:rFonts w:ascii="Arial" w:hAnsi="Arial" w:cs="Arial"/>
      <w:sz w:val="20"/>
      <w:szCs w:val="20"/>
    </w:rPr>
  </w:style>
  <w:style w:type="paragraph" w:styleId="BalloonText">
    <w:name w:val="Balloon Text"/>
    <w:basedOn w:val="Normal"/>
    <w:link w:val="BalloonTextChar"/>
    <w:uiPriority w:val="99"/>
    <w:rsid w:val="002F6856"/>
    <w:rPr>
      <w:rFonts w:ascii="Tahoma" w:hAnsi="Tahoma"/>
      <w:sz w:val="16"/>
      <w:szCs w:val="16"/>
    </w:rPr>
  </w:style>
  <w:style w:type="character" w:customStyle="1" w:styleId="BalloonTextChar">
    <w:name w:val="Balloon Text Char"/>
    <w:basedOn w:val="DefaultParagraphFont"/>
    <w:link w:val="BalloonText"/>
    <w:uiPriority w:val="99"/>
    <w:locked/>
    <w:rsid w:val="002F6856"/>
    <w:rPr>
      <w:rFonts w:ascii="Tahoma" w:hAnsi="Tahoma" w:cs="Times New Roman"/>
      <w:sz w:val="16"/>
    </w:rPr>
  </w:style>
  <w:style w:type="paragraph" w:customStyle="1" w:styleId="ConsNormal">
    <w:name w:val="ConsNormal"/>
    <w:uiPriority w:val="99"/>
    <w:rsid w:val="00134D84"/>
    <w:pPr>
      <w:suppressAutoHyphens/>
      <w:autoSpaceDE w:val="0"/>
      <w:ind w:right="19772" w:firstLine="720"/>
    </w:pPr>
    <w:rPr>
      <w:rFonts w:ascii="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5</Pages>
  <Words>1083</Words>
  <Characters>6174</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Закон Ульяновской области</dc:title>
  <dc:subject/>
  <dc:creator>user</dc:creator>
  <cp:keywords/>
  <dc:description/>
  <cp:lastModifiedBy>Пользователь</cp:lastModifiedBy>
  <cp:revision>4</cp:revision>
  <cp:lastPrinted>2015-05-26T06:47:00Z</cp:lastPrinted>
  <dcterms:created xsi:type="dcterms:W3CDTF">2015-04-27T05:32:00Z</dcterms:created>
  <dcterms:modified xsi:type="dcterms:W3CDTF">2015-06-08T08:18:00Z</dcterms:modified>
</cp:coreProperties>
</file>