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1EC" w:rsidRPr="00FE790D" w:rsidRDefault="00B601EC" w:rsidP="00C42B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B601EC" w:rsidRDefault="00B601EC" w:rsidP="00C42BB5">
      <w:pPr>
        <w:rPr>
          <w:b/>
          <w:bCs/>
          <w:sz w:val="28"/>
          <w:szCs w:val="28"/>
        </w:rPr>
      </w:pPr>
    </w:p>
    <w:p w:rsidR="00B601EC" w:rsidRDefault="00B601EC" w:rsidP="00C42BB5">
      <w:pPr>
        <w:rPr>
          <w:b/>
          <w:bCs/>
          <w:sz w:val="28"/>
          <w:szCs w:val="28"/>
        </w:rPr>
      </w:pPr>
    </w:p>
    <w:p w:rsidR="00B601EC" w:rsidRDefault="00B601EC" w:rsidP="00C42BB5">
      <w:pPr>
        <w:rPr>
          <w:b/>
          <w:bCs/>
          <w:sz w:val="28"/>
          <w:szCs w:val="28"/>
        </w:rPr>
      </w:pPr>
    </w:p>
    <w:p w:rsidR="00B601EC" w:rsidRDefault="00B601EC" w:rsidP="00C42BB5">
      <w:pPr>
        <w:rPr>
          <w:b/>
          <w:bCs/>
          <w:sz w:val="28"/>
          <w:szCs w:val="28"/>
        </w:rPr>
      </w:pPr>
    </w:p>
    <w:p w:rsidR="00B601EC" w:rsidRDefault="00B601EC" w:rsidP="00C42B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B601EC" w:rsidRDefault="00B601EC" w:rsidP="00C42B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2015 год»</w:t>
      </w:r>
    </w:p>
    <w:p w:rsidR="00B601EC" w:rsidRDefault="00B601EC" w:rsidP="00C42BB5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601EC" w:rsidRDefault="00B601EC" w:rsidP="00C42BB5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601EC" w:rsidRDefault="00B601EC" w:rsidP="00C42BB5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601EC" w:rsidRDefault="00B601EC" w:rsidP="00C42BB5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</w:rPr>
      </w:pPr>
    </w:p>
    <w:p w:rsidR="00B601EC" w:rsidRDefault="00B601EC" w:rsidP="007514EC">
      <w:pPr>
        <w:ind w:firstLine="720"/>
        <w:jc w:val="both"/>
        <w:rPr>
          <w:b/>
          <w:sz w:val="28"/>
          <w:szCs w:val="28"/>
        </w:rPr>
      </w:pPr>
    </w:p>
    <w:p w:rsidR="00B601EC" w:rsidRDefault="00B601EC" w:rsidP="007514EC">
      <w:pPr>
        <w:ind w:firstLine="720"/>
        <w:jc w:val="both"/>
        <w:rPr>
          <w:b/>
          <w:sz w:val="28"/>
          <w:szCs w:val="28"/>
        </w:rPr>
      </w:pPr>
    </w:p>
    <w:p w:rsidR="00B601EC" w:rsidRDefault="00B601EC" w:rsidP="007514EC">
      <w:pPr>
        <w:ind w:firstLine="720"/>
        <w:jc w:val="both"/>
        <w:rPr>
          <w:b/>
          <w:sz w:val="28"/>
          <w:szCs w:val="28"/>
        </w:rPr>
      </w:pPr>
    </w:p>
    <w:p w:rsidR="00B601EC" w:rsidRDefault="00B601EC" w:rsidP="00F568F7">
      <w:pPr>
        <w:pStyle w:val="BodyTextIndent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приложение 4 к Программе управления государ</w:t>
      </w:r>
      <w:bookmarkStart w:id="0" w:name="_GoBack"/>
      <w:bookmarkEnd w:id="0"/>
      <w:r>
        <w:rPr>
          <w:sz w:val="28"/>
          <w:szCs w:val="28"/>
        </w:rPr>
        <w:t xml:space="preserve">ственной собственностью Ульяновской области на 2015 год, утверждённой Законом Ульяновской области от 2 декабря 2014 года № 191-ЗО «Об утверждении Программы управления государственной собственностью Ульяновской области на 2015 год» </w:t>
      </w:r>
      <w:r w:rsidRPr="00B979E2">
        <w:rPr>
          <w:sz w:val="28"/>
          <w:szCs w:val="28"/>
        </w:rPr>
        <w:t>(«Ульяновская правда» от 0</w:t>
      </w:r>
      <w:r>
        <w:rPr>
          <w:sz w:val="28"/>
          <w:szCs w:val="28"/>
        </w:rPr>
        <w:t>8</w:t>
      </w:r>
      <w:r w:rsidRPr="00B979E2">
        <w:rPr>
          <w:sz w:val="28"/>
          <w:szCs w:val="28"/>
        </w:rPr>
        <w:t>.12.201</w:t>
      </w:r>
      <w:r>
        <w:rPr>
          <w:sz w:val="28"/>
          <w:szCs w:val="28"/>
        </w:rPr>
        <w:t>4</w:t>
      </w:r>
      <w:r w:rsidRPr="00B979E2">
        <w:rPr>
          <w:sz w:val="28"/>
          <w:szCs w:val="28"/>
        </w:rPr>
        <w:t xml:space="preserve"> № 1</w:t>
      </w:r>
      <w:r>
        <w:rPr>
          <w:sz w:val="28"/>
          <w:szCs w:val="28"/>
        </w:rPr>
        <w:t>80; от 14.05.2015 № 62</w:t>
      </w:r>
      <w:r w:rsidRPr="00AC0BBE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E80FF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B601EC" w:rsidRDefault="00B601EC" w:rsidP="00F568F7">
      <w:pPr>
        <w:pStyle w:val="BodyTextIndent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D1577">
        <w:rPr>
          <w:sz w:val="28"/>
          <w:szCs w:val="28"/>
        </w:rPr>
        <w:t>дополни</w:t>
      </w:r>
      <w:r>
        <w:rPr>
          <w:sz w:val="28"/>
          <w:szCs w:val="28"/>
        </w:rPr>
        <w:t>ть</w:t>
      </w:r>
      <w:r w:rsidRPr="00DD1577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ами</w:t>
      </w:r>
      <w:r w:rsidRPr="00DD1577">
        <w:rPr>
          <w:sz w:val="28"/>
          <w:szCs w:val="28"/>
        </w:rPr>
        <w:t xml:space="preserve"> </w:t>
      </w:r>
      <w:r>
        <w:rPr>
          <w:sz w:val="28"/>
          <w:szCs w:val="28"/>
        </w:rPr>
        <w:t>44-52</w:t>
      </w:r>
      <w:r w:rsidRPr="00DD1577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tbl>
      <w:tblPr>
        <w:tblW w:w="109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602"/>
        <w:gridCol w:w="2800"/>
        <w:gridCol w:w="2835"/>
        <w:gridCol w:w="2835"/>
        <w:gridCol w:w="993"/>
        <w:gridCol w:w="448"/>
      </w:tblGrid>
      <w:tr w:rsidR="00B601EC" w:rsidRPr="00171CE4" w:rsidTr="00860C1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601EC" w:rsidRPr="00F568F7" w:rsidRDefault="00B601EC" w:rsidP="00F568F7">
            <w:pPr>
              <w:pStyle w:val="ConsPlusNormal"/>
              <w:widowControl/>
              <w:ind w:left="113" w:firstLine="0"/>
              <w:rPr>
                <w:rFonts w:ascii="Times New Roman" w:hAnsi="Times New Roman" w:cs="Times New Roman"/>
                <w:sz w:val="28"/>
                <w:szCs w:val="26"/>
              </w:rPr>
            </w:pPr>
            <w:r w:rsidRPr="00F568F7">
              <w:rPr>
                <w:rFonts w:ascii="Times New Roman" w:hAnsi="Times New Roman" w:cs="Times New Roman"/>
                <w:sz w:val="28"/>
                <w:szCs w:val="26"/>
              </w:rPr>
              <w:t>«</w:t>
            </w:r>
          </w:p>
          <w:p w:rsidR="00B601EC" w:rsidRPr="006D0330" w:rsidRDefault="00B601EC" w:rsidP="006D0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B601EC" w:rsidRPr="006D0330" w:rsidRDefault="00B601EC" w:rsidP="006D0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Pr="006D03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00" w:type="dxa"/>
          </w:tcPr>
          <w:p w:rsidR="00B601EC" w:rsidRPr="007F12F2" w:rsidRDefault="00B601EC" w:rsidP="007F12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Ульяновская область,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г. Димитровград, </w:t>
            </w:r>
          </w:p>
          <w:p w:rsidR="00B601EC" w:rsidRPr="006D0330" w:rsidRDefault="00B601EC" w:rsidP="007C70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ул. Октябрьская, д. 74</w:t>
            </w:r>
          </w:p>
        </w:tc>
        <w:tc>
          <w:tcPr>
            <w:tcW w:w="2835" w:type="dxa"/>
          </w:tcPr>
          <w:p w:rsidR="00B601EC" w:rsidRPr="006D0330" w:rsidRDefault="00B601EC" w:rsidP="006D0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Областное государс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венное бюджетное о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разовательное учре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дение среднего пр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фессионального обр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зования «Димитро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градский механико-технологический те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никум молочной пр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мышленности»</w:t>
            </w:r>
          </w:p>
        </w:tc>
        <w:tc>
          <w:tcPr>
            <w:tcW w:w="2835" w:type="dxa"/>
          </w:tcPr>
          <w:p w:rsidR="00B601EC" w:rsidRPr="006D0330" w:rsidRDefault="00B601EC" w:rsidP="00F369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Федеральное госуда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ственное бю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жетное образовательное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учреждение высшего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профессионального 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«Московский госуда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ственный университет технологий и управл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ния имени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.Г.Разумовского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(Первый казачий 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верситет)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B601EC" w:rsidRPr="006D0330" w:rsidRDefault="00B601EC" w:rsidP="006D0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1200,0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B601EC" w:rsidRPr="006D0330" w:rsidRDefault="00B601EC" w:rsidP="006D0330">
            <w:pPr>
              <w:pStyle w:val="BodyTextIndent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B601EC" w:rsidRPr="00171CE4" w:rsidTr="00860C1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601EC" w:rsidRPr="006D0330" w:rsidRDefault="00B601EC" w:rsidP="006D0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B601EC" w:rsidRPr="006D0330" w:rsidRDefault="00B601EC" w:rsidP="006D0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6D03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00" w:type="dxa"/>
          </w:tcPr>
          <w:p w:rsidR="00B601EC" w:rsidRPr="007F12F2" w:rsidRDefault="00B601EC" w:rsidP="00B67D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Ульяновская область,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г. Димитровград, </w:t>
            </w:r>
          </w:p>
          <w:p w:rsidR="00B601EC" w:rsidRPr="006D0330" w:rsidRDefault="00B601EC" w:rsidP="00B67D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пр-т Автостроителей, д. 63</w:t>
            </w:r>
          </w:p>
        </w:tc>
        <w:tc>
          <w:tcPr>
            <w:tcW w:w="2835" w:type="dxa"/>
          </w:tcPr>
          <w:p w:rsidR="00B601EC" w:rsidRPr="006D0330" w:rsidRDefault="00B601EC" w:rsidP="00B67D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Областное государс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венное бюджетное о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разовательное учре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дение среднего пр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фессионального обр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зования «Димитро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градский технический колледж»</w:t>
            </w:r>
          </w:p>
        </w:tc>
        <w:tc>
          <w:tcPr>
            <w:tcW w:w="2835" w:type="dxa"/>
          </w:tcPr>
          <w:p w:rsidR="00B601EC" w:rsidRPr="006D0330" w:rsidRDefault="00B601EC" w:rsidP="00B67D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Федеральное госуда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ственное бюджетное учреждение здрав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охранения «Клинич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ская больница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 172 Федерального медико-биологического аген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ства»</w:t>
            </w:r>
          </w:p>
        </w:tc>
        <w:tc>
          <w:tcPr>
            <w:tcW w:w="993" w:type="dxa"/>
          </w:tcPr>
          <w:p w:rsidR="00B601EC" w:rsidRPr="006D0330" w:rsidRDefault="00B601EC" w:rsidP="00B67D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30,06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B601EC" w:rsidRPr="006D0330" w:rsidRDefault="00B601EC" w:rsidP="007F12F2">
            <w:pPr>
              <w:pStyle w:val="BodyTextIndent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B601EC" w:rsidRPr="00171CE4" w:rsidTr="00860C1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601EC" w:rsidRPr="006D0330" w:rsidRDefault="00B601EC" w:rsidP="006D0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B601EC" w:rsidRPr="006D0330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 w:rsidRPr="006D03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00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 xml:space="preserve">Ульяновская область, Мелекесский район,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 xml:space="preserve">с. Рязаново,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 xml:space="preserve">ул. Октябрьская, </w:t>
            </w:r>
          </w:p>
          <w:p w:rsidR="00B601EC" w:rsidRPr="006D0330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д. 15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осударс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венное бюджетное о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разовательное учре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дение среднего пр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фессионального обр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зования «Рязановский сельскохозяйственный техникум»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Местная религиозная организация право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славный Приход храма в честь Покрова Пр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святой Богородицы с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 xml:space="preserve">ла Рязаново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Мелекесского района Ульяновской области Мелекесской Епархии Русской Православной Церкви (Московский Патриархат)</w:t>
            </w:r>
          </w:p>
        </w:tc>
        <w:tc>
          <w:tcPr>
            <w:tcW w:w="993" w:type="dxa"/>
          </w:tcPr>
          <w:p w:rsidR="00B601EC" w:rsidRPr="00861097" w:rsidRDefault="00B601EC" w:rsidP="00F568F7">
            <w:pPr>
              <w:pStyle w:val="a"/>
              <w:spacing w:line="245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376</w:t>
            </w:r>
            <w:r w:rsidRPr="00861097">
              <w:rPr>
                <w:rFonts w:ascii="Times New Roman" w:hAnsi="Times New Roman"/>
                <w:sz w:val="26"/>
                <w:szCs w:val="26"/>
                <w:lang w:val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B601EC" w:rsidRPr="006D0330" w:rsidRDefault="00B601EC" w:rsidP="007F12F2">
            <w:pPr>
              <w:pStyle w:val="BodyTextIndent"/>
              <w:spacing w:after="0" w:line="360" w:lineRule="auto"/>
              <w:ind w:left="-57" w:right="-57"/>
              <w:jc w:val="both"/>
              <w:rPr>
                <w:sz w:val="26"/>
                <w:szCs w:val="26"/>
              </w:rPr>
            </w:pPr>
          </w:p>
        </w:tc>
      </w:tr>
      <w:tr w:rsidR="00B601EC" w:rsidRPr="00171CE4" w:rsidTr="00860C1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601EC" w:rsidRPr="006D0330" w:rsidRDefault="00B601EC" w:rsidP="006D0330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B601EC" w:rsidRPr="006D0330" w:rsidRDefault="00B601EC" w:rsidP="00F568F7">
            <w:pPr>
              <w:pStyle w:val="a"/>
              <w:spacing w:line="245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</w:t>
            </w:r>
            <w:r w:rsidRPr="006D033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800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 xml:space="preserve">Ульяновск, </w:t>
            </w:r>
          </w:p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 xml:space="preserve">ул. Л.Толстого, </w:t>
            </w:r>
          </w:p>
          <w:p w:rsidR="00B601EC" w:rsidRPr="006D0330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д. 28,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30,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32,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чр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ждение здравоохран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ния «Детская городская клиническая больница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орода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 xml:space="preserve"> Ульяновска»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Автономная неко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61097">
              <w:rPr>
                <w:rFonts w:ascii="Times New Roman" w:hAnsi="Times New Roman" w:cs="Times New Roman"/>
                <w:sz w:val="26"/>
                <w:szCs w:val="26"/>
              </w:rPr>
              <w:t>ерческая организация «Агентство социально-культурных проектов»</w:t>
            </w:r>
          </w:p>
        </w:tc>
        <w:tc>
          <w:tcPr>
            <w:tcW w:w="993" w:type="dxa"/>
          </w:tcPr>
          <w:p w:rsidR="00B601EC" w:rsidRPr="00861097" w:rsidRDefault="00B601EC" w:rsidP="00F568F7">
            <w:pPr>
              <w:pStyle w:val="Header"/>
              <w:spacing w:line="245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36,65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B601EC" w:rsidRPr="00B67D38" w:rsidRDefault="00B601EC" w:rsidP="006D0330">
            <w:pPr>
              <w:pStyle w:val="BalloonText"/>
              <w:jc w:val="both"/>
              <w:rPr>
                <w:rFonts w:cs="Tahoma"/>
                <w:sz w:val="26"/>
                <w:szCs w:val="26"/>
              </w:rPr>
            </w:pPr>
          </w:p>
          <w:p w:rsidR="00B601EC" w:rsidRPr="006D0330" w:rsidRDefault="00B601EC" w:rsidP="005914D3">
            <w:pPr>
              <w:rPr>
                <w:sz w:val="26"/>
                <w:szCs w:val="26"/>
              </w:rPr>
            </w:pPr>
          </w:p>
          <w:p w:rsidR="00B601EC" w:rsidRPr="006D0330" w:rsidRDefault="00B601EC" w:rsidP="005914D3">
            <w:pPr>
              <w:rPr>
                <w:sz w:val="26"/>
                <w:szCs w:val="26"/>
              </w:rPr>
            </w:pPr>
          </w:p>
          <w:p w:rsidR="00B601EC" w:rsidRPr="006D0330" w:rsidRDefault="00B601EC" w:rsidP="005914D3">
            <w:pPr>
              <w:rPr>
                <w:sz w:val="26"/>
                <w:szCs w:val="26"/>
              </w:rPr>
            </w:pPr>
          </w:p>
          <w:p w:rsidR="00B601EC" w:rsidRPr="006D0330" w:rsidRDefault="00B601EC" w:rsidP="00B44C7B">
            <w:pPr>
              <w:rPr>
                <w:sz w:val="26"/>
                <w:szCs w:val="26"/>
              </w:rPr>
            </w:pPr>
          </w:p>
        </w:tc>
      </w:tr>
      <w:tr w:rsidR="00B601EC" w:rsidRPr="00171CE4" w:rsidTr="00860C1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601EC" w:rsidRPr="006D0330" w:rsidRDefault="00B601EC" w:rsidP="006D0330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B601EC" w:rsidRPr="00B44C7B" w:rsidRDefault="00B601EC" w:rsidP="00F568F7">
            <w:pPr>
              <w:pStyle w:val="a"/>
              <w:spacing w:line="245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48.</w:t>
            </w:r>
          </w:p>
        </w:tc>
        <w:tc>
          <w:tcPr>
            <w:tcW w:w="2800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4C7B">
              <w:rPr>
                <w:rFonts w:ascii="Times New Roman" w:hAnsi="Times New Roman" w:cs="Times New Roman"/>
                <w:sz w:val="26"/>
                <w:szCs w:val="26"/>
              </w:rPr>
              <w:t xml:space="preserve">Ульяновская область, Чердаклинский район,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р.п</w:t>
            </w:r>
            <w:r w:rsidRPr="00B44C7B">
              <w:rPr>
                <w:rFonts w:ascii="Times New Roman" w:hAnsi="Times New Roman" w:cs="Times New Roman"/>
                <w:sz w:val="26"/>
                <w:szCs w:val="26"/>
              </w:rPr>
              <w:t>. Чердаклы,                  ул. Советская, д. 20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Казна Ульяновской области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Филиал 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Федерально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 государ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ственного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 бю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ного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 учрежд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Федеральная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дастровая палата 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деральной службы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сударственной регис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рации, кадастра и 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тографии по Ульяно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B601EC" w:rsidRDefault="00B601EC" w:rsidP="00F568F7">
            <w:pPr>
              <w:pStyle w:val="Header"/>
              <w:spacing w:line="245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16,94 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B601EC" w:rsidRPr="00B67D38" w:rsidRDefault="00B601EC" w:rsidP="006D0330">
            <w:pPr>
              <w:pStyle w:val="BalloonText"/>
              <w:jc w:val="both"/>
              <w:rPr>
                <w:rFonts w:cs="Tahoma"/>
                <w:sz w:val="26"/>
                <w:szCs w:val="26"/>
              </w:rPr>
            </w:pPr>
          </w:p>
        </w:tc>
      </w:tr>
      <w:tr w:rsidR="00B601EC" w:rsidRPr="00171CE4" w:rsidTr="00860C1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601EC" w:rsidRPr="00B44C7B" w:rsidRDefault="00B601EC" w:rsidP="006D0330">
            <w:pPr>
              <w:pStyle w:val="a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2" w:type="dxa"/>
          </w:tcPr>
          <w:p w:rsidR="00B601EC" w:rsidRPr="00B44C7B" w:rsidRDefault="00B601EC" w:rsidP="00F568F7">
            <w:pPr>
              <w:pStyle w:val="a"/>
              <w:spacing w:line="245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49.</w:t>
            </w:r>
          </w:p>
        </w:tc>
        <w:tc>
          <w:tcPr>
            <w:tcW w:w="2800" w:type="dxa"/>
          </w:tcPr>
          <w:p w:rsidR="00B601EC" w:rsidRPr="00491D05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 xml:space="preserve">Ульяновская область, </w:t>
            </w:r>
          </w:p>
          <w:p w:rsidR="00B601EC" w:rsidRPr="00491D05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 xml:space="preserve">Майнский район,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 xml:space="preserve">р.п. Игнатовка, </w:t>
            </w:r>
          </w:p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ул. 2-ая Советская,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д. 4Б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Государственное у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реждение здравоохр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нения «Майнская це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тральная районная больница»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Муниципальное обр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зовательное учрежд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ние дополнительного образования детей И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натовский дом детск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го творчества</w:t>
            </w:r>
          </w:p>
        </w:tc>
        <w:tc>
          <w:tcPr>
            <w:tcW w:w="993" w:type="dxa"/>
          </w:tcPr>
          <w:p w:rsidR="00B601EC" w:rsidRDefault="00B601EC" w:rsidP="00F568F7">
            <w:pPr>
              <w:pStyle w:val="Header"/>
              <w:spacing w:line="245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143,8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B601EC" w:rsidRPr="00B67D38" w:rsidRDefault="00B601EC" w:rsidP="006D0330">
            <w:pPr>
              <w:pStyle w:val="BalloonText"/>
              <w:jc w:val="both"/>
              <w:rPr>
                <w:rFonts w:cs="Tahoma"/>
                <w:sz w:val="26"/>
                <w:szCs w:val="26"/>
              </w:rPr>
            </w:pPr>
          </w:p>
        </w:tc>
      </w:tr>
      <w:tr w:rsidR="00B601EC" w:rsidRPr="00171CE4" w:rsidTr="00860C1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601EC" w:rsidRPr="00B44C7B" w:rsidRDefault="00B601EC" w:rsidP="006D0330">
            <w:pPr>
              <w:pStyle w:val="a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2" w:type="dxa"/>
          </w:tcPr>
          <w:p w:rsidR="00B601EC" w:rsidRPr="00B44C7B" w:rsidRDefault="00B601EC" w:rsidP="00F568F7">
            <w:pPr>
              <w:pStyle w:val="a"/>
              <w:spacing w:line="245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50.</w:t>
            </w:r>
          </w:p>
        </w:tc>
        <w:tc>
          <w:tcPr>
            <w:tcW w:w="2800" w:type="dxa"/>
          </w:tcPr>
          <w:p w:rsidR="00B601EC" w:rsidRPr="006E0BC5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 xml:space="preserve">Ульяновская область, Барышский район,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 xml:space="preserve">с. Акшуат,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ул. Советская, д. 63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68F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Государственное казён-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 xml:space="preserve">ное учреждение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Ульяновской области «Барышское леснич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ство»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Муниципальное авт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номное учреждение культуры «Дом наро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 xml:space="preserve">ного творчества»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м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униципального обр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91D05">
              <w:rPr>
                <w:rFonts w:ascii="Times New Roman" w:hAnsi="Times New Roman" w:cs="Times New Roman"/>
                <w:sz w:val="26"/>
                <w:szCs w:val="26"/>
              </w:rPr>
              <w:t>зования «Барышский район» Ульяновской области</w:t>
            </w:r>
          </w:p>
        </w:tc>
        <w:tc>
          <w:tcPr>
            <w:tcW w:w="993" w:type="dxa"/>
          </w:tcPr>
          <w:p w:rsidR="00B601EC" w:rsidRDefault="00B601EC" w:rsidP="00F568F7">
            <w:pPr>
              <w:pStyle w:val="Header"/>
              <w:spacing w:line="245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213,3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B601EC" w:rsidRPr="00B67D38" w:rsidRDefault="00B601EC" w:rsidP="006D0330">
            <w:pPr>
              <w:pStyle w:val="BalloonText"/>
              <w:jc w:val="both"/>
              <w:rPr>
                <w:rFonts w:cs="Tahoma"/>
                <w:sz w:val="26"/>
                <w:szCs w:val="26"/>
              </w:rPr>
            </w:pPr>
          </w:p>
        </w:tc>
      </w:tr>
      <w:tr w:rsidR="00B601EC" w:rsidRPr="00171CE4" w:rsidTr="00860C1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601EC" w:rsidRPr="00B44C7B" w:rsidRDefault="00B601EC" w:rsidP="006D0330">
            <w:pPr>
              <w:pStyle w:val="a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2" w:type="dxa"/>
          </w:tcPr>
          <w:p w:rsidR="00B601EC" w:rsidRPr="00B44C7B" w:rsidRDefault="00B601EC" w:rsidP="00F568F7">
            <w:pPr>
              <w:pStyle w:val="a"/>
              <w:spacing w:line="245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51.</w:t>
            </w:r>
          </w:p>
        </w:tc>
        <w:tc>
          <w:tcPr>
            <w:tcW w:w="2800" w:type="dxa"/>
          </w:tcPr>
          <w:p w:rsidR="00B601EC" w:rsidRPr="007C70CD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 xml:space="preserve">Ульяновская область, Кузоватовский район, </w:t>
            </w:r>
          </w:p>
          <w:p w:rsidR="00B601EC" w:rsidRPr="007C70CD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 xml:space="preserve">р.п. Кузоватово, </w:t>
            </w:r>
          </w:p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ул. Гвардейская, д. 21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Государственное у</w:t>
            </w: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реждение здравоохр</w:t>
            </w: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нения «Кузоватовская центральная районная больница»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Федеральное бюдже</w:t>
            </w: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ное учреждение здр</w:t>
            </w: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воохранения «Центр гигиены и эпидеми</w:t>
            </w: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70CD">
              <w:rPr>
                <w:rFonts w:ascii="Times New Roman" w:hAnsi="Times New Roman" w:cs="Times New Roman"/>
                <w:sz w:val="26"/>
                <w:szCs w:val="26"/>
              </w:rPr>
              <w:t>логии в Ульяновской области»</w:t>
            </w:r>
          </w:p>
        </w:tc>
        <w:tc>
          <w:tcPr>
            <w:tcW w:w="993" w:type="dxa"/>
          </w:tcPr>
          <w:p w:rsidR="00B601EC" w:rsidRDefault="00B601EC" w:rsidP="00F568F7">
            <w:pPr>
              <w:pStyle w:val="Header"/>
              <w:spacing w:line="245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160,9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B601EC" w:rsidRPr="00B67D38" w:rsidRDefault="00B601EC" w:rsidP="006D0330">
            <w:pPr>
              <w:pStyle w:val="BalloonText"/>
              <w:jc w:val="both"/>
              <w:rPr>
                <w:rFonts w:cs="Tahoma"/>
                <w:sz w:val="26"/>
                <w:szCs w:val="26"/>
              </w:rPr>
            </w:pPr>
          </w:p>
        </w:tc>
      </w:tr>
      <w:tr w:rsidR="00B601EC" w:rsidRPr="00171CE4" w:rsidTr="00860C1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601EC" w:rsidRPr="00B44C7B" w:rsidRDefault="00B601EC" w:rsidP="006D0330">
            <w:pPr>
              <w:pStyle w:val="a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2" w:type="dxa"/>
          </w:tcPr>
          <w:p w:rsidR="00B601EC" w:rsidRPr="00B44C7B" w:rsidRDefault="00B601EC" w:rsidP="00F568F7">
            <w:pPr>
              <w:pStyle w:val="a"/>
              <w:spacing w:line="245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52.</w:t>
            </w:r>
          </w:p>
        </w:tc>
        <w:tc>
          <w:tcPr>
            <w:tcW w:w="2800" w:type="dxa"/>
          </w:tcPr>
          <w:p w:rsidR="00B601EC" w:rsidRPr="00F568F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 xml:space="preserve">. Ульяновск, </w:t>
            </w:r>
          </w:p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ул. Радищева, д. 42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Государственное у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реждение здравоохр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нения «Ульяновская областная детская  клиническая больница имени политического и общественного деятеля Ю.Ф.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Горячева»</w:t>
            </w:r>
          </w:p>
        </w:tc>
        <w:tc>
          <w:tcPr>
            <w:tcW w:w="2835" w:type="dxa"/>
          </w:tcPr>
          <w:p w:rsidR="00B601EC" w:rsidRPr="00861097" w:rsidRDefault="00B601EC" w:rsidP="00F568F7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Федеральное госуда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ственное бюджетное образовательное учр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ждение высшего пр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фессионального обр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зования «Ульяновский государственный ун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746ED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</w:p>
        </w:tc>
        <w:tc>
          <w:tcPr>
            <w:tcW w:w="993" w:type="dxa"/>
          </w:tcPr>
          <w:p w:rsidR="00B601EC" w:rsidRDefault="00B601EC" w:rsidP="00F568F7">
            <w:pPr>
              <w:pStyle w:val="Header"/>
              <w:spacing w:line="245" w:lineRule="auto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203,82</w:t>
            </w:r>
          </w:p>
        </w:tc>
        <w:tc>
          <w:tcPr>
            <w:tcW w:w="448" w:type="dxa"/>
            <w:tcBorders>
              <w:top w:val="nil"/>
              <w:bottom w:val="nil"/>
              <w:right w:val="nil"/>
            </w:tcBorders>
          </w:tcPr>
          <w:p w:rsidR="00B601EC" w:rsidRDefault="00B601EC" w:rsidP="006D0330">
            <w:pPr>
              <w:pStyle w:val="BalloonText"/>
              <w:jc w:val="both"/>
              <w:rPr>
                <w:rFonts w:ascii="Times New Roman" w:hAnsi="Times New Roman"/>
                <w:sz w:val="26"/>
                <w:szCs w:val="26"/>
                <w:lang/>
              </w:rPr>
            </w:pPr>
          </w:p>
          <w:p w:rsidR="00B601EC" w:rsidRDefault="00B601EC" w:rsidP="006D0330">
            <w:pPr>
              <w:pStyle w:val="BalloonText"/>
              <w:jc w:val="both"/>
              <w:rPr>
                <w:rFonts w:ascii="Times New Roman" w:hAnsi="Times New Roman"/>
                <w:sz w:val="26"/>
                <w:szCs w:val="26"/>
                <w:lang/>
              </w:rPr>
            </w:pPr>
          </w:p>
          <w:p w:rsidR="00B601EC" w:rsidRDefault="00B601EC" w:rsidP="006D0330">
            <w:pPr>
              <w:pStyle w:val="BalloonText"/>
              <w:jc w:val="both"/>
              <w:rPr>
                <w:rFonts w:ascii="Times New Roman" w:hAnsi="Times New Roman"/>
                <w:sz w:val="26"/>
                <w:szCs w:val="26"/>
                <w:lang/>
              </w:rPr>
            </w:pPr>
          </w:p>
          <w:p w:rsidR="00B601EC" w:rsidRDefault="00B601EC" w:rsidP="006D0330">
            <w:pPr>
              <w:pStyle w:val="BalloonText"/>
              <w:jc w:val="both"/>
              <w:rPr>
                <w:rFonts w:ascii="Times New Roman" w:hAnsi="Times New Roman"/>
                <w:sz w:val="26"/>
                <w:szCs w:val="26"/>
                <w:lang/>
              </w:rPr>
            </w:pPr>
          </w:p>
          <w:p w:rsidR="00B601EC" w:rsidRDefault="00B601EC" w:rsidP="006D0330">
            <w:pPr>
              <w:pStyle w:val="BalloonText"/>
              <w:jc w:val="both"/>
              <w:rPr>
                <w:rFonts w:ascii="Times New Roman" w:hAnsi="Times New Roman"/>
                <w:sz w:val="26"/>
                <w:szCs w:val="26"/>
                <w:lang/>
              </w:rPr>
            </w:pPr>
          </w:p>
          <w:p w:rsidR="00B601EC" w:rsidRDefault="00B601EC" w:rsidP="006D0330">
            <w:pPr>
              <w:pStyle w:val="BalloonText"/>
              <w:jc w:val="both"/>
              <w:rPr>
                <w:rFonts w:ascii="Times New Roman" w:hAnsi="Times New Roman"/>
                <w:sz w:val="26"/>
                <w:szCs w:val="26"/>
                <w:lang/>
              </w:rPr>
            </w:pPr>
          </w:p>
          <w:p w:rsidR="00B601EC" w:rsidRDefault="00B601EC" w:rsidP="006D0330">
            <w:pPr>
              <w:pStyle w:val="BalloonText"/>
              <w:jc w:val="both"/>
              <w:rPr>
                <w:rFonts w:ascii="Times New Roman" w:hAnsi="Times New Roman"/>
                <w:sz w:val="26"/>
                <w:szCs w:val="26"/>
                <w:lang/>
              </w:rPr>
            </w:pPr>
          </w:p>
          <w:p w:rsidR="00B601EC" w:rsidRPr="00B44C7B" w:rsidRDefault="00B601EC" w:rsidP="006D0330">
            <w:pPr>
              <w:pStyle w:val="BalloonTex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68F7">
              <w:rPr>
                <w:rFonts w:ascii="Times New Roman" w:hAnsi="Times New Roman"/>
                <w:sz w:val="28"/>
                <w:szCs w:val="26"/>
              </w:rPr>
              <w:t>»;</w:t>
            </w:r>
          </w:p>
        </w:tc>
      </w:tr>
    </w:tbl>
    <w:p w:rsidR="00B601EC" w:rsidRDefault="00B601EC" w:rsidP="003A1DE8">
      <w:pPr>
        <w:pStyle w:val="BodyTextIndent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601EC" w:rsidRPr="006643FB" w:rsidRDefault="00B601EC" w:rsidP="008F708B">
      <w:pPr>
        <w:pStyle w:val="BodyTextIndent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643FB">
        <w:rPr>
          <w:sz w:val="28"/>
          <w:szCs w:val="28"/>
        </w:rPr>
        <w:t xml:space="preserve">) в </w:t>
      </w:r>
      <w:hyperlink r:id="rId7" w:history="1">
        <w:r w:rsidRPr="006643FB">
          <w:rPr>
            <w:sz w:val="28"/>
            <w:szCs w:val="28"/>
          </w:rPr>
          <w:t>строке</w:t>
        </w:r>
      </w:hyperlink>
      <w:r w:rsidRPr="006643FB">
        <w:rPr>
          <w:sz w:val="28"/>
          <w:szCs w:val="28"/>
        </w:rPr>
        <w:t xml:space="preserve"> «Итого» цифры «</w:t>
      </w:r>
      <w:r w:rsidRPr="00861097">
        <w:rPr>
          <w:sz w:val="28"/>
          <w:szCs w:val="28"/>
        </w:rPr>
        <w:t>17782,32</w:t>
      </w:r>
      <w:r w:rsidRPr="006643FB">
        <w:rPr>
          <w:sz w:val="28"/>
          <w:szCs w:val="28"/>
        </w:rPr>
        <w:t xml:space="preserve">» заменить цифрами </w:t>
      </w:r>
      <w:r w:rsidRPr="007514EC">
        <w:rPr>
          <w:sz w:val="28"/>
          <w:szCs w:val="28"/>
        </w:rPr>
        <w:t>«</w:t>
      </w:r>
      <w:r>
        <w:rPr>
          <w:sz w:val="28"/>
          <w:szCs w:val="28"/>
        </w:rPr>
        <w:t>20164</w:t>
      </w:r>
      <w:r w:rsidRPr="00A722A9">
        <w:rPr>
          <w:sz w:val="28"/>
          <w:szCs w:val="28"/>
        </w:rPr>
        <w:t>,</w:t>
      </w:r>
      <w:r>
        <w:rPr>
          <w:sz w:val="28"/>
          <w:szCs w:val="28"/>
        </w:rPr>
        <w:t>49</w:t>
      </w:r>
      <w:r w:rsidRPr="007514EC">
        <w:rPr>
          <w:sz w:val="28"/>
          <w:szCs w:val="28"/>
        </w:rPr>
        <w:t>».</w:t>
      </w:r>
    </w:p>
    <w:p w:rsidR="00B601EC" w:rsidRDefault="00B601EC" w:rsidP="007514EC">
      <w:pPr>
        <w:suppressAutoHyphens/>
        <w:spacing w:line="235" w:lineRule="auto"/>
        <w:jc w:val="both"/>
        <w:rPr>
          <w:b/>
          <w:sz w:val="28"/>
          <w:szCs w:val="28"/>
        </w:rPr>
      </w:pPr>
    </w:p>
    <w:p w:rsidR="00B601EC" w:rsidRDefault="00B601EC" w:rsidP="007514EC">
      <w:pPr>
        <w:suppressAutoHyphens/>
        <w:spacing w:line="235" w:lineRule="auto"/>
        <w:jc w:val="both"/>
        <w:rPr>
          <w:b/>
          <w:sz w:val="28"/>
          <w:szCs w:val="28"/>
        </w:rPr>
      </w:pPr>
    </w:p>
    <w:p w:rsidR="00B601EC" w:rsidRDefault="00B601EC" w:rsidP="007514EC">
      <w:pPr>
        <w:suppressAutoHyphens/>
        <w:spacing w:line="235" w:lineRule="auto"/>
        <w:jc w:val="both"/>
        <w:rPr>
          <w:b/>
          <w:sz w:val="28"/>
          <w:szCs w:val="28"/>
        </w:rPr>
      </w:pPr>
    </w:p>
    <w:p w:rsidR="00B601EC" w:rsidRPr="00724543" w:rsidRDefault="00B601EC" w:rsidP="007514EC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 w:rsidRPr="00724543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 xml:space="preserve">Ульяновской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r w:rsidRPr="00724543">
        <w:rPr>
          <w:b/>
          <w:sz w:val="28"/>
          <w:szCs w:val="28"/>
        </w:rPr>
        <w:t xml:space="preserve">  С.И.Морозов</w:t>
      </w:r>
    </w:p>
    <w:p w:rsidR="00B601EC" w:rsidRDefault="00B601EC" w:rsidP="007514EC">
      <w:pPr>
        <w:suppressAutoHyphens/>
        <w:spacing w:line="235" w:lineRule="auto"/>
        <w:jc w:val="center"/>
        <w:rPr>
          <w:sz w:val="28"/>
          <w:szCs w:val="28"/>
        </w:rPr>
      </w:pPr>
    </w:p>
    <w:p w:rsidR="00B601EC" w:rsidRDefault="00B601EC" w:rsidP="007514EC">
      <w:pPr>
        <w:suppressAutoHyphens/>
        <w:spacing w:line="235" w:lineRule="auto"/>
        <w:jc w:val="center"/>
        <w:rPr>
          <w:sz w:val="28"/>
          <w:szCs w:val="28"/>
        </w:rPr>
      </w:pPr>
    </w:p>
    <w:p w:rsidR="00B601EC" w:rsidRDefault="00B601EC" w:rsidP="007514EC">
      <w:pPr>
        <w:suppressAutoHyphens/>
        <w:spacing w:line="235" w:lineRule="auto"/>
        <w:jc w:val="center"/>
        <w:rPr>
          <w:sz w:val="28"/>
          <w:szCs w:val="28"/>
        </w:rPr>
      </w:pPr>
    </w:p>
    <w:p w:rsidR="00B601EC" w:rsidRPr="00724543" w:rsidRDefault="00B601EC" w:rsidP="007514EC">
      <w:pPr>
        <w:suppressAutoHyphens/>
        <w:spacing w:line="23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B601EC" w:rsidRPr="00724543" w:rsidRDefault="00B601EC" w:rsidP="007514EC">
      <w:pPr>
        <w:suppressAutoHyphens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03  июня</w:t>
      </w:r>
      <w:r w:rsidRPr="0072454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24543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724543">
          <w:rPr>
            <w:sz w:val="28"/>
            <w:szCs w:val="28"/>
          </w:rPr>
          <w:t xml:space="preserve"> г</w:t>
        </w:r>
      </w:smartTag>
      <w:r w:rsidRPr="00724543">
        <w:rPr>
          <w:sz w:val="28"/>
          <w:szCs w:val="28"/>
        </w:rPr>
        <w:t>.</w:t>
      </w:r>
    </w:p>
    <w:p w:rsidR="00B601EC" w:rsidRDefault="00B601EC" w:rsidP="00C810EA">
      <w:pPr>
        <w:suppressAutoHyphens/>
        <w:spacing w:line="235" w:lineRule="auto"/>
        <w:jc w:val="center"/>
      </w:pPr>
      <w:r w:rsidRPr="00724543">
        <w:rPr>
          <w:sz w:val="28"/>
        </w:rPr>
        <w:t xml:space="preserve">№ </w:t>
      </w:r>
      <w:r>
        <w:rPr>
          <w:sz w:val="28"/>
        </w:rPr>
        <w:t>61</w:t>
      </w:r>
      <w:r w:rsidRPr="00724543">
        <w:rPr>
          <w:sz w:val="28"/>
        </w:rPr>
        <w:t>-ЗО</w:t>
      </w:r>
    </w:p>
    <w:p w:rsidR="00B601EC" w:rsidRDefault="00B601EC">
      <w:pPr>
        <w:suppressAutoHyphens/>
        <w:spacing w:line="235" w:lineRule="auto"/>
        <w:jc w:val="center"/>
      </w:pPr>
    </w:p>
    <w:sectPr w:rsidR="00B601EC" w:rsidSect="008F708B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1EC" w:rsidRDefault="00B601EC">
      <w:r>
        <w:separator/>
      </w:r>
    </w:p>
  </w:endnote>
  <w:endnote w:type="continuationSeparator" w:id="0">
    <w:p w:rsidR="00B601EC" w:rsidRDefault="00B60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EC" w:rsidRPr="00F568F7" w:rsidRDefault="00B601EC" w:rsidP="00F568F7">
    <w:pPr>
      <w:pStyle w:val="Footer"/>
      <w:jc w:val="right"/>
      <w:rPr>
        <w:sz w:val="16"/>
        <w:szCs w:val="16"/>
        <w:lang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EC" w:rsidRPr="00F568F7" w:rsidRDefault="00B601EC" w:rsidP="00F568F7">
    <w:pPr>
      <w:pStyle w:val="Footer"/>
      <w:jc w:val="right"/>
      <w:rPr>
        <w:sz w:val="16"/>
        <w:szCs w:val="16"/>
        <w:lang/>
      </w:rPr>
    </w:pPr>
    <w:r>
      <w:rPr>
        <w:sz w:val="16"/>
        <w:szCs w:val="16"/>
        <w:lang/>
      </w:rPr>
      <w:t>1505бт3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1EC" w:rsidRDefault="00B601EC">
      <w:r>
        <w:separator/>
      </w:r>
    </w:p>
  </w:footnote>
  <w:footnote w:type="continuationSeparator" w:id="0">
    <w:p w:rsidR="00B601EC" w:rsidRDefault="00B601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EC" w:rsidRDefault="00B601EC" w:rsidP="00C810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01EC" w:rsidRDefault="00B601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EC" w:rsidRPr="00972DC0" w:rsidRDefault="00B601EC" w:rsidP="00C810EA">
    <w:pPr>
      <w:pStyle w:val="Header"/>
      <w:jc w:val="center"/>
      <w:rPr>
        <w:sz w:val="28"/>
        <w:szCs w:val="28"/>
      </w:rPr>
    </w:pPr>
    <w:r w:rsidRPr="000053C7">
      <w:rPr>
        <w:rStyle w:val="PageNumber"/>
        <w:sz w:val="28"/>
        <w:szCs w:val="28"/>
      </w:rPr>
      <w:fldChar w:fldCharType="begin"/>
    </w:r>
    <w:r w:rsidRPr="000053C7">
      <w:rPr>
        <w:rStyle w:val="PageNumber"/>
        <w:sz w:val="28"/>
        <w:szCs w:val="28"/>
      </w:rPr>
      <w:instrText xml:space="preserve">PAGE  </w:instrText>
    </w:r>
    <w:r w:rsidRPr="000053C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0053C7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2009D"/>
    <w:multiLevelType w:val="hybridMultilevel"/>
    <w:tmpl w:val="83A6DBCC"/>
    <w:lvl w:ilvl="0" w:tplc="CB84466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14EC"/>
    <w:rsid w:val="000053C7"/>
    <w:rsid w:val="00006D7B"/>
    <w:rsid w:val="00010FE8"/>
    <w:rsid w:val="00011E36"/>
    <w:rsid w:val="00012E86"/>
    <w:rsid w:val="00014264"/>
    <w:rsid w:val="0003243E"/>
    <w:rsid w:val="00060456"/>
    <w:rsid w:val="000A41C8"/>
    <w:rsid w:val="000A72A9"/>
    <w:rsid w:val="000B7400"/>
    <w:rsid w:val="000C16E0"/>
    <w:rsid w:val="000D0B2E"/>
    <w:rsid w:val="000E13FB"/>
    <w:rsid w:val="00104CD7"/>
    <w:rsid w:val="001266E4"/>
    <w:rsid w:val="00131E21"/>
    <w:rsid w:val="0013428A"/>
    <w:rsid w:val="00145988"/>
    <w:rsid w:val="00153328"/>
    <w:rsid w:val="0015387A"/>
    <w:rsid w:val="0015569C"/>
    <w:rsid w:val="00167F5D"/>
    <w:rsid w:val="00171CE4"/>
    <w:rsid w:val="00175C1C"/>
    <w:rsid w:val="00186494"/>
    <w:rsid w:val="00191792"/>
    <w:rsid w:val="00193538"/>
    <w:rsid w:val="00197A98"/>
    <w:rsid w:val="001B58C5"/>
    <w:rsid w:val="002336EC"/>
    <w:rsid w:val="00286525"/>
    <w:rsid w:val="002A2341"/>
    <w:rsid w:val="002B01FA"/>
    <w:rsid w:val="002E06EA"/>
    <w:rsid w:val="002F1618"/>
    <w:rsid w:val="002F288D"/>
    <w:rsid w:val="0031003F"/>
    <w:rsid w:val="00312CDC"/>
    <w:rsid w:val="003208A2"/>
    <w:rsid w:val="00323092"/>
    <w:rsid w:val="00342DDD"/>
    <w:rsid w:val="00343C7A"/>
    <w:rsid w:val="0034438C"/>
    <w:rsid w:val="00361FC9"/>
    <w:rsid w:val="00363236"/>
    <w:rsid w:val="00363812"/>
    <w:rsid w:val="00371924"/>
    <w:rsid w:val="0037670C"/>
    <w:rsid w:val="003925F9"/>
    <w:rsid w:val="00395EA1"/>
    <w:rsid w:val="003A1DE8"/>
    <w:rsid w:val="003B1855"/>
    <w:rsid w:val="003B42AC"/>
    <w:rsid w:val="003B6115"/>
    <w:rsid w:val="003C0068"/>
    <w:rsid w:val="003E17EE"/>
    <w:rsid w:val="003F7656"/>
    <w:rsid w:val="00400031"/>
    <w:rsid w:val="00411077"/>
    <w:rsid w:val="004367A4"/>
    <w:rsid w:val="00437B11"/>
    <w:rsid w:val="00445B5E"/>
    <w:rsid w:val="00445FDB"/>
    <w:rsid w:val="004662A4"/>
    <w:rsid w:val="004712A2"/>
    <w:rsid w:val="00471CB4"/>
    <w:rsid w:val="00484CF7"/>
    <w:rsid w:val="00487556"/>
    <w:rsid w:val="00491D05"/>
    <w:rsid w:val="004C480C"/>
    <w:rsid w:val="004D1240"/>
    <w:rsid w:val="004D1A35"/>
    <w:rsid w:val="004D39F5"/>
    <w:rsid w:val="004D6D6A"/>
    <w:rsid w:val="004E13D5"/>
    <w:rsid w:val="00511A65"/>
    <w:rsid w:val="00547EB5"/>
    <w:rsid w:val="00547EF3"/>
    <w:rsid w:val="0056151F"/>
    <w:rsid w:val="00565868"/>
    <w:rsid w:val="0057226B"/>
    <w:rsid w:val="0057344D"/>
    <w:rsid w:val="00573A8F"/>
    <w:rsid w:val="00582BF4"/>
    <w:rsid w:val="005914D3"/>
    <w:rsid w:val="00597588"/>
    <w:rsid w:val="005B21AC"/>
    <w:rsid w:val="005D30DC"/>
    <w:rsid w:val="005D79C8"/>
    <w:rsid w:val="00603669"/>
    <w:rsid w:val="00612E47"/>
    <w:rsid w:val="00613280"/>
    <w:rsid w:val="00613659"/>
    <w:rsid w:val="006162BC"/>
    <w:rsid w:val="006267C7"/>
    <w:rsid w:val="00632D28"/>
    <w:rsid w:val="006361CE"/>
    <w:rsid w:val="00661F0F"/>
    <w:rsid w:val="006643FB"/>
    <w:rsid w:val="006657C7"/>
    <w:rsid w:val="006702C1"/>
    <w:rsid w:val="00672EDF"/>
    <w:rsid w:val="006817B6"/>
    <w:rsid w:val="00684D93"/>
    <w:rsid w:val="006C2C92"/>
    <w:rsid w:val="006C6F6D"/>
    <w:rsid w:val="006D0330"/>
    <w:rsid w:val="006D3746"/>
    <w:rsid w:val="006D5AFF"/>
    <w:rsid w:val="006E0BC5"/>
    <w:rsid w:val="006F7972"/>
    <w:rsid w:val="00706F12"/>
    <w:rsid w:val="007079AF"/>
    <w:rsid w:val="00724543"/>
    <w:rsid w:val="00731B84"/>
    <w:rsid w:val="007403B6"/>
    <w:rsid w:val="00745228"/>
    <w:rsid w:val="007514EC"/>
    <w:rsid w:val="00754794"/>
    <w:rsid w:val="007604BE"/>
    <w:rsid w:val="007615CB"/>
    <w:rsid w:val="007750B2"/>
    <w:rsid w:val="00783238"/>
    <w:rsid w:val="0078466F"/>
    <w:rsid w:val="00786605"/>
    <w:rsid w:val="007A1D3C"/>
    <w:rsid w:val="007C36BB"/>
    <w:rsid w:val="007C3D6B"/>
    <w:rsid w:val="007C70CD"/>
    <w:rsid w:val="007D1568"/>
    <w:rsid w:val="007D7F21"/>
    <w:rsid w:val="007E6370"/>
    <w:rsid w:val="007E7A9C"/>
    <w:rsid w:val="007F12F2"/>
    <w:rsid w:val="00821272"/>
    <w:rsid w:val="00821291"/>
    <w:rsid w:val="008453AB"/>
    <w:rsid w:val="00854905"/>
    <w:rsid w:val="0086008D"/>
    <w:rsid w:val="00860C1B"/>
    <w:rsid w:val="00861097"/>
    <w:rsid w:val="00862209"/>
    <w:rsid w:val="00877E3B"/>
    <w:rsid w:val="00882E78"/>
    <w:rsid w:val="008A627D"/>
    <w:rsid w:val="008C3FE3"/>
    <w:rsid w:val="008D289E"/>
    <w:rsid w:val="008F0CC2"/>
    <w:rsid w:val="008F708B"/>
    <w:rsid w:val="00920FA4"/>
    <w:rsid w:val="00925CCE"/>
    <w:rsid w:val="00930782"/>
    <w:rsid w:val="00936956"/>
    <w:rsid w:val="00936A76"/>
    <w:rsid w:val="009417CB"/>
    <w:rsid w:val="009649A4"/>
    <w:rsid w:val="0096749A"/>
    <w:rsid w:val="009708BE"/>
    <w:rsid w:val="00970932"/>
    <w:rsid w:val="00972DC0"/>
    <w:rsid w:val="00991E68"/>
    <w:rsid w:val="009A257A"/>
    <w:rsid w:val="009A2E7A"/>
    <w:rsid w:val="009C15B3"/>
    <w:rsid w:val="009C6635"/>
    <w:rsid w:val="009D2113"/>
    <w:rsid w:val="009D4541"/>
    <w:rsid w:val="009E4537"/>
    <w:rsid w:val="009F51E1"/>
    <w:rsid w:val="00A22BB9"/>
    <w:rsid w:val="00A401EF"/>
    <w:rsid w:val="00A56CEF"/>
    <w:rsid w:val="00A61F3A"/>
    <w:rsid w:val="00A722A9"/>
    <w:rsid w:val="00A746ED"/>
    <w:rsid w:val="00A750B8"/>
    <w:rsid w:val="00A804AE"/>
    <w:rsid w:val="00AA5206"/>
    <w:rsid w:val="00AB7112"/>
    <w:rsid w:val="00AC0BBE"/>
    <w:rsid w:val="00AC3327"/>
    <w:rsid w:val="00B047D7"/>
    <w:rsid w:val="00B20248"/>
    <w:rsid w:val="00B33765"/>
    <w:rsid w:val="00B40C26"/>
    <w:rsid w:val="00B44C7B"/>
    <w:rsid w:val="00B54333"/>
    <w:rsid w:val="00B601EC"/>
    <w:rsid w:val="00B67D38"/>
    <w:rsid w:val="00B860B6"/>
    <w:rsid w:val="00B95B21"/>
    <w:rsid w:val="00B979E2"/>
    <w:rsid w:val="00BB063E"/>
    <w:rsid w:val="00BB1D95"/>
    <w:rsid w:val="00BE5028"/>
    <w:rsid w:val="00BF0BE7"/>
    <w:rsid w:val="00BF1CAD"/>
    <w:rsid w:val="00C42BB5"/>
    <w:rsid w:val="00C47F0D"/>
    <w:rsid w:val="00C50079"/>
    <w:rsid w:val="00C616DA"/>
    <w:rsid w:val="00C623FB"/>
    <w:rsid w:val="00C72814"/>
    <w:rsid w:val="00C7288B"/>
    <w:rsid w:val="00C7561C"/>
    <w:rsid w:val="00C810EA"/>
    <w:rsid w:val="00C921DC"/>
    <w:rsid w:val="00C9553D"/>
    <w:rsid w:val="00CC4DB2"/>
    <w:rsid w:val="00CD5CC4"/>
    <w:rsid w:val="00CD66A6"/>
    <w:rsid w:val="00CE1F9B"/>
    <w:rsid w:val="00CF3234"/>
    <w:rsid w:val="00D04334"/>
    <w:rsid w:val="00D15912"/>
    <w:rsid w:val="00D20FCD"/>
    <w:rsid w:val="00D23F91"/>
    <w:rsid w:val="00D259DE"/>
    <w:rsid w:val="00D30BED"/>
    <w:rsid w:val="00D328D6"/>
    <w:rsid w:val="00D47989"/>
    <w:rsid w:val="00D5258D"/>
    <w:rsid w:val="00D623FD"/>
    <w:rsid w:val="00DA2FE0"/>
    <w:rsid w:val="00DA7643"/>
    <w:rsid w:val="00DB1093"/>
    <w:rsid w:val="00DC1208"/>
    <w:rsid w:val="00DC614E"/>
    <w:rsid w:val="00DD1577"/>
    <w:rsid w:val="00DE6182"/>
    <w:rsid w:val="00E15588"/>
    <w:rsid w:val="00E40F8A"/>
    <w:rsid w:val="00E4210C"/>
    <w:rsid w:val="00E42ADA"/>
    <w:rsid w:val="00E439A0"/>
    <w:rsid w:val="00E55200"/>
    <w:rsid w:val="00E80FF1"/>
    <w:rsid w:val="00E93159"/>
    <w:rsid w:val="00EA4080"/>
    <w:rsid w:val="00EB3F60"/>
    <w:rsid w:val="00EC3A30"/>
    <w:rsid w:val="00EE477D"/>
    <w:rsid w:val="00F006F4"/>
    <w:rsid w:val="00F00CEC"/>
    <w:rsid w:val="00F00D47"/>
    <w:rsid w:val="00F02518"/>
    <w:rsid w:val="00F05F07"/>
    <w:rsid w:val="00F10C4A"/>
    <w:rsid w:val="00F3046D"/>
    <w:rsid w:val="00F31A81"/>
    <w:rsid w:val="00F35AA1"/>
    <w:rsid w:val="00F36979"/>
    <w:rsid w:val="00F568F7"/>
    <w:rsid w:val="00FA1731"/>
    <w:rsid w:val="00FC3A6C"/>
    <w:rsid w:val="00FD1F91"/>
    <w:rsid w:val="00FE1818"/>
    <w:rsid w:val="00FE790D"/>
    <w:rsid w:val="00FF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4E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7514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7514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514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511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514EC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7514E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511E"/>
    <w:rPr>
      <w:sz w:val="24"/>
      <w:szCs w:val="24"/>
    </w:rPr>
  </w:style>
  <w:style w:type="paragraph" w:customStyle="1" w:styleId="a0">
    <w:name w:val="Знак Знак Знак Знак"/>
    <w:basedOn w:val="Normal"/>
    <w:uiPriority w:val="99"/>
    <w:rsid w:val="00882E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3925F9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uiPriority w:val="99"/>
    <w:rsid w:val="003925F9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A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37192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71924"/>
    <w:rPr>
      <w:sz w:val="24"/>
    </w:rPr>
  </w:style>
  <w:style w:type="paragraph" w:styleId="BalloonText">
    <w:name w:val="Balloon Text"/>
    <w:basedOn w:val="Normal"/>
    <w:link w:val="BalloonTextChar"/>
    <w:uiPriority w:val="99"/>
    <w:rsid w:val="00371924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71924"/>
    <w:rPr>
      <w:rFonts w:ascii="Tahoma" w:hAnsi="Tahoma"/>
      <w:sz w:val="16"/>
    </w:rPr>
  </w:style>
  <w:style w:type="paragraph" w:customStyle="1" w:styleId="1">
    <w:name w:val="Знак1"/>
    <w:basedOn w:val="Normal"/>
    <w:uiPriority w:val="99"/>
    <w:rsid w:val="007F12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76;n=18358;fld=134;dst=10009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3</Pages>
  <Words>597</Words>
  <Characters>3404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Ju5u</dc:creator>
  <cp:keywords/>
  <dc:description/>
  <cp:lastModifiedBy>Пользователь</cp:lastModifiedBy>
  <cp:revision>6</cp:revision>
  <cp:lastPrinted>2015-05-25T12:24:00Z</cp:lastPrinted>
  <dcterms:created xsi:type="dcterms:W3CDTF">2015-05-15T14:03:00Z</dcterms:created>
  <dcterms:modified xsi:type="dcterms:W3CDTF">2015-06-08T08:16:00Z</dcterms:modified>
</cp:coreProperties>
</file>