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7FA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Закон Ульяновской области</w:t>
      </w:r>
    </w:p>
    <w:p w:rsidR="001D17FA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D17FA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D17FA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D17FA" w:rsidRPr="006836E8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D17FA" w:rsidRDefault="001D17FA" w:rsidP="005A5F8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836E8">
        <w:rPr>
          <w:rFonts w:ascii="Times New Roman" w:hAnsi="Times New Roman" w:cs="Times New Roman"/>
          <w:sz w:val="28"/>
          <w:szCs w:val="28"/>
        </w:rPr>
        <w:t xml:space="preserve"> внесении изменени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836E8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статью 8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З</w:t>
      </w:r>
      <w:r w:rsidRPr="006836E8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836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836E8">
        <w:rPr>
          <w:rFonts w:ascii="Times New Roman" w:hAnsi="Times New Roman" w:cs="Times New Roman"/>
          <w:sz w:val="28"/>
          <w:szCs w:val="28"/>
        </w:rPr>
        <w:t xml:space="preserve">льяновской области </w:t>
      </w:r>
    </w:p>
    <w:p w:rsidR="001D17FA" w:rsidRPr="006836E8" w:rsidRDefault="001D17FA" w:rsidP="006B77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муниципальной службе в Ульяновской области</w:t>
      </w:r>
      <w:r>
        <w:rPr>
          <w:rFonts w:ascii="Times New Roman" w:hAnsi="Times New Roman"/>
          <w:sz w:val="28"/>
          <w:szCs w:val="28"/>
        </w:rPr>
        <w:t>»</w:t>
      </w: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36"/>
          <w:szCs w:val="36"/>
        </w:rPr>
      </w:pPr>
    </w:p>
    <w:p w:rsidR="001D17FA" w:rsidRPr="005B15FD" w:rsidRDefault="001D17FA" w:rsidP="005A5F88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sz w:val="22"/>
          <w:szCs w:val="36"/>
        </w:rPr>
      </w:pPr>
    </w:p>
    <w:p w:rsidR="001D17FA" w:rsidRDefault="001D17FA" w:rsidP="005B15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Внести в статью 8</w:t>
      </w:r>
      <w:r>
        <w:rPr>
          <w:rFonts w:ascii="Times New Roman" w:hAnsi="Times New Roman"/>
          <w:sz w:val="28"/>
          <w:szCs w:val="28"/>
          <w:vertAlign w:val="superscript"/>
        </w:rPr>
        <w:t>1</w:t>
      </w:r>
      <w:r>
        <w:rPr>
          <w:rFonts w:ascii="Times New Roman" w:hAnsi="Times New Roman"/>
          <w:sz w:val="28"/>
          <w:szCs w:val="28"/>
        </w:rPr>
        <w:t xml:space="preserve"> Закона Ульяновской области от 7</w:t>
      </w:r>
      <w:r>
        <w:rPr>
          <w:rFonts w:ascii="Times New Roman" w:hAnsi="Times New Roman"/>
          <w:sz w:val="28"/>
          <w:szCs w:val="28"/>
          <w:lang w:eastAsia="ru-RU"/>
        </w:rPr>
        <w:t xml:space="preserve"> ноября </w:t>
      </w:r>
      <w:r>
        <w:rPr>
          <w:rFonts w:ascii="Times New Roman" w:hAnsi="Times New Roman"/>
          <w:sz w:val="28"/>
          <w:szCs w:val="28"/>
          <w:lang w:eastAsia="ru-RU"/>
        </w:rPr>
        <w:br/>
        <w:t>2007 года № 163-ЗО «О муниципальной службе в Ульяновской области» («Ульяновская правда» от 09.11.2007 № 95; от 13.06.2008 № 48; от 15.10.2008      № 84; от 24.10.2008 № 88; от 26.11.2008 № 96; от 05.12.2008 № 99; от 19.12.2008 № 103; от 03.04.2009 № 25; от 22.07.2009 № 59; от 02.10.2009 № 80; от 07.04.2010 № 25; от 12.05.2010 № 35-36; от 09.10.2010 № 83; от 08.11.2010 № 91; от 06.05.2011 № 48; от 11.05.2011 № 50; от 08.06.2011 № 62; от 12.08.2011 № 89; от 28.12.2011 № 147; от 24.07.2012 № 78; от 28.12.2012 № 146</w:t>
      </w:r>
      <w:r w:rsidRPr="00677451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10.04.2013 № 39</w:t>
      </w:r>
      <w:r w:rsidRPr="007E00AD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08.05.2013 № 48</w:t>
      </w:r>
      <w:r w:rsidRPr="00807396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от 11.11.2013 № 144) следующие изменения:</w:t>
      </w:r>
    </w:p>
    <w:p w:rsidR="001D17FA" w:rsidRPr="00F91863" w:rsidRDefault="001D17FA" w:rsidP="005B15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 в пункте 2 части 1 слова «, в соответствии» заменить словами </w:t>
      </w:r>
      <w:r>
        <w:rPr>
          <w:rFonts w:ascii="Times New Roman" w:hAnsi="Times New Roman"/>
          <w:sz w:val="28"/>
          <w:szCs w:val="28"/>
          <w:lang w:eastAsia="ru-RU"/>
        </w:rPr>
        <w:br/>
        <w:t>«в соответствии»</w:t>
      </w:r>
      <w:r w:rsidRPr="00F91863">
        <w:rPr>
          <w:rFonts w:ascii="Times New Roman" w:hAnsi="Times New Roman"/>
          <w:sz w:val="28"/>
          <w:szCs w:val="28"/>
          <w:lang w:eastAsia="ru-RU"/>
        </w:rPr>
        <w:t>;</w:t>
      </w:r>
    </w:p>
    <w:p w:rsidR="001D17FA" w:rsidRDefault="001D17FA" w:rsidP="005B15F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2) абзац первый части 4 после слова «является» дополнить словами «поступление гражданина на муниципальную службу, а также».</w:t>
      </w:r>
    </w:p>
    <w:p w:rsidR="001D17FA" w:rsidRPr="00A457AA" w:rsidRDefault="001D17FA" w:rsidP="005B1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17FA" w:rsidRDefault="001D17FA" w:rsidP="005B1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D17FA" w:rsidRDefault="001D17FA" w:rsidP="005B15F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1D17FA" w:rsidRDefault="001D17FA" w:rsidP="005B15FD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33DC">
        <w:rPr>
          <w:rFonts w:ascii="Times New Roman" w:hAnsi="Times New Roman"/>
          <w:b/>
          <w:sz w:val="28"/>
          <w:szCs w:val="28"/>
        </w:rPr>
        <w:t>Губернатор Ульяновской области</w:t>
      </w:r>
      <w:r w:rsidRPr="001466C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  <w:t xml:space="preserve">     </w:t>
      </w:r>
      <w:r w:rsidRPr="002933DC">
        <w:rPr>
          <w:rFonts w:ascii="Times New Roman" w:hAnsi="Times New Roman"/>
          <w:b/>
          <w:sz w:val="28"/>
          <w:szCs w:val="28"/>
        </w:rPr>
        <w:t>С.И.Морозов</w:t>
      </w:r>
    </w:p>
    <w:p w:rsidR="001D17FA" w:rsidRDefault="001D17FA" w:rsidP="005B15F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1D17FA" w:rsidRDefault="001D17FA" w:rsidP="005B15F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1D17FA" w:rsidRDefault="001D17FA" w:rsidP="005B15FD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</w:p>
    <w:p w:rsidR="001D17FA" w:rsidRDefault="001D17FA" w:rsidP="005B15FD">
      <w:pPr>
        <w:spacing w:after="0" w:line="245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г. Ульяновск</w:t>
      </w:r>
    </w:p>
    <w:p w:rsidR="001D17FA" w:rsidRDefault="001D17FA" w:rsidP="005B15FD">
      <w:pPr>
        <w:spacing w:after="0" w:line="245" w:lineRule="auto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03  февраля </w:t>
      </w:r>
      <w:smartTag w:uri="urn:schemas-microsoft-com:office:smarttags" w:element="metricconverter">
        <w:smartTagPr>
          <w:attr w:name="ProductID" w:val="2014 г"/>
        </w:smartTagPr>
        <w:r>
          <w:rPr>
            <w:rFonts w:ascii="Times New Roman" w:hAnsi="Times New Roman"/>
            <w:sz w:val="27"/>
            <w:szCs w:val="27"/>
          </w:rPr>
          <w:t>20</w:t>
        </w:r>
        <w:r w:rsidRPr="00A02665">
          <w:rPr>
            <w:rFonts w:ascii="Times New Roman" w:hAnsi="Times New Roman"/>
            <w:sz w:val="27"/>
            <w:szCs w:val="27"/>
          </w:rPr>
          <w:t>1</w:t>
        </w:r>
        <w:r>
          <w:rPr>
            <w:rFonts w:ascii="Times New Roman" w:hAnsi="Times New Roman"/>
            <w:sz w:val="27"/>
            <w:szCs w:val="27"/>
          </w:rPr>
          <w:t>4 г</w:t>
        </w:r>
      </w:smartTag>
      <w:r>
        <w:rPr>
          <w:rFonts w:ascii="Times New Roman" w:hAnsi="Times New Roman"/>
          <w:sz w:val="27"/>
          <w:szCs w:val="27"/>
        </w:rPr>
        <w:t>.</w:t>
      </w:r>
    </w:p>
    <w:p w:rsidR="001D17FA" w:rsidRDefault="001D17FA" w:rsidP="005B15FD">
      <w:pPr>
        <w:spacing w:after="0" w:line="245" w:lineRule="auto"/>
        <w:jc w:val="center"/>
      </w:pPr>
      <w:r>
        <w:rPr>
          <w:rFonts w:ascii="Times New Roman" w:hAnsi="Times New Roman"/>
          <w:sz w:val="27"/>
          <w:szCs w:val="27"/>
        </w:rPr>
        <w:t>№ 6-ЗО</w:t>
      </w:r>
    </w:p>
    <w:sectPr w:rsidR="001D17FA" w:rsidSect="005B15FD">
      <w:headerReference w:type="default" r:id="rId6"/>
      <w:pgSz w:w="11906" w:h="16838" w:code="9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17FA" w:rsidRDefault="001D17FA">
      <w:r>
        <w:separator/>
      </w:r>
    </w:p>
  </w:endnote>
  <w:endnote w:type="continuationSeparator" w:id="0">
    <w:p w:rsidR="001D17FA" w:rsidRDefault="001D1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17FA" w:rsidRDefault="001D17FA">
      <w:r>
        <w:separator/>
      </w:r>
    </w:p>
  </w:footnote>
  <w:footnote w:type="continuationSeparator" w:id="0">
    <w:p w:rsidR="001D17FA" w:rsidRDefault="001D1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7FA" w:rsidRPr="00732B80" w:rsidRDefault="001D17FA">
    <w:pPr>
      <w:pStyle w:val="Header"/>
      <w:jc w:val="center"/>
      <w:rPr>
        <w:rFonts w:ascii="Times New Roman" w:hAnsi="Times New Roman"/>
        <w:sz w:val="28"/>
        <w:szCs w:val="28"/>
      </w:rPr>
    </w:pPr>
    <w:r w:rsidRPr="00732B80">
      <w:rPr>
        <w:rFonts w:ascii="Times New Roman" w:hAnsi="Times New Roman"/>
        <w:sz w:val="28"/>
        <w:szCs w:val="28"/>
      </w:rPr>
      <w:fldChar w:fldCharType="begin"/>
    </w:r>
    <w:r w:rsidRPr="00732B80">
      <w:rPr>
        <w:rFonts w:ascii="Times New Roman" w:hAnsi="Times New Roman"/>
        <w:sz w:val="28"/>
        <w:szCs w:val="28"/>
      </w:rPr>
      <w:instrText xml:space="preserve"> PAGE   \* MERGEFORMAT </w:instrText>
    </w:r>
    <w:r w:rsidRPr="00732B80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732B80">
      <w:rPr>
        <w:rFonts w:ascii="Times New Roman" w:hAnsi="Times New Roman"/>
        <w:sz w:val="28"/>
        <w:szCs w:val="28"/>
      </w:rPr>
      <w:fldChar w:fldCharType="end"/>
    </w:r>
  </w:p>
  <w:p w:rsidR="001D17FA" w:rsidRDefault="001D17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6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5F88"/>
    <w:rsid w:val="000019A8"/>
    <w:rsid w:val="00002CDE"/>
    <w:rsid w:val="000038D4"/>
    <w:rsid w:val="00004FB3"/>
    <w:rsid w:val="0000590C"/>
    <w:rsid w:val="0000672C"/>
    <w:rsid w:val="00010AAC"/>
    <w:rsid w:val="000127AA"/>
    <w:rsid w:val="000175D7"/>
    <w:rsid w:val="00020CE8"/>
    <w:rsid w:val="000214A7"/>
    <w:rsid w:val="0002176B"/>
    <w:rsid w:val="00024D17"/>
    <w:rsid w:val="000307BB"/>
    <w:rsid w:val="000342EF"/>
    <w:rsid w:val="00040B69"/>
    <w:rsid w:val="000432F9"/>
    <w:rsid w:val="000436C7"/>
    <w:rsid w:val="00046207"/>
    <w:rsid w:val="00047E5E"/>
    <w:rsid w:val="00047F15"/>
    <w:rsid w:val="00050CC9"/>
    <w:rsid w:val="00053562"/>
    <w:rsid w:val="0005379A"/>
    <w:rsid w:val="00053CEE"/>
    <w:rsid w:val="0005599B"/>
    <w:rsid w:val="000560DA"/>
    <w:rsid w:val="00060399"/>
    <w:rsid w:val="0006170C"/>
    <w:rsid w:val="00064309"/>
    <w:rsid w:val="000648C6"/>
    <w:rsid w:val="0007275F"/>
    <w:rsid w:val="000748AF"/>
    <w:rsid w:val="000759CD"/>
    <w:rsid w:val="00082D5A"/>
    <w:rsid w:val="00083184"/>
    <w:rsid w:val="00085549"/>
    <w:rsid w:val="000855B8"/>
    <w:rsid w:val="00086696"/>
    <w:rsid w:val="00086D00"/>
    <w:rsid w:val="00091A1D"/>
    <w:rsid w:val="00097F22"/>
    <w:rsid w:val="000A072E"/>
    <w:rsid w:val="000A2EE7"/>
    <w:rsid w:val="000A3127"/>
    <w:rsid w:val="000A621A"/>
    <w:rsid w:val="000A6244"/>
    <w:rsid w:val="000A7ED1"/>
    <w:rsid w:val="000B2D3F"/>
    <w:rsid w:val="000B3588"/>
    <w:rsid w:val="000B43F4"/>
    <w:rsid w:val="000B4B03"/>
    <w:rsid w:val="000C7DA3"/>
    <w:rsid w:val="000D02F5"/>
    <w:rsid w:val="000D3447"/>
    <w:rsid w:val="000D4190"/>
    <w:rsid w:val="000D6296"/>
    <w:rsid w:val="000E050B"/>
    <w:rsid w:val="000E11A8"/>
    <w:rsid w:val="000E3530"/>
    <w:rsid w:val="00100206"/>
    <w:rsid w:val="00101ABD"/>
    <w:rsid w:val="0010434E"/>
    <w:rsid w:val="0011135F"/>
    <w:rsid w:val="00116417"/>
    <w:rsid w:val="00117F3C"/>
    <w:rsid w:val="00120BC3"/>
    <w:rsid w:val="0012108F"/>
    <w:rsid w:val="00123D38"/>
    <w:rsid w:val="001311FA"/>
    <w:rsid w:val="00133C57"/>
    <w:rsid w:val="00133EAA"/>
    <w:rsid w:val="00133F16"/>
    <w:rsid w:val="00134CBD"/>
    <w:rsid w:val="0013580E"/>
    <w:rsid w:val="0013618F"/>
    <w:rsid w:val="001369F7"/>
    <w:rsid w:val="00142772"/>
    <w:rsid w:val="001462A5"/>
    <w:rsid w:val="001466CA"/>
    <w:rsid w:val="0014770E"/>
    <w:rsid w:val="001506B4"/>
    <w:rsid w:val="001558DF"/>
    <w:rsid w:val="001638B9"/>
    <w:rsid w:val="00163C3D"/>
    <w:rsid w:val="00164AAB"/>
    <w:rsid w:val="00164D80"/>
    <w:rsid w:val="00167374"/>
    <w:rsid w:val="00173AF8"/>
    <w:rsid w:val="00173E69"/>
    <w:rsid w:val="00181A9A"/>
    <w:rsid w:val="00181C90"/>
    <w:rsid w:val="00182B76"/>
    <w:rsid w:val="001845FB"/>
    <w:rsid w:val="00185A0D"/>
    <w:rsid w:val="00186E03"/>
    <w:rsid w:val="0019300B"/>
    <w:rsid w:val="00193FB8"/>
    <w:rsid w:val="001A5A1F"/>
    <w:rsid w:val="001B35FB"/>
    <w:rsid w:val="001B78AA"/>
    <w:rsid w:val="001D0F07"/>
    <w:rsid w:val="001D17FA"/>
    <w:rsid w:val="001D1D23"/>
    <w:rsid w:val="001D43F7"/>
    <w:rsid w:val="001D6B5F"/>
    <w:rsid w:val="001D6CA1"/>
    <w:rsid w:val="001E1B20"/>
    <w:rsid w:val="001E1C32"/>
    <w:rsid w:val="001E24C4"/>
    <w:rsid w:val="001E2D7E"/>
    <w:rsid w:val="001F0ABD"/>
    <w:rsid w:val="001F7657"/>
    <w:rsid w:val="001F7DB1"/>
    <w:rsid w:val="00205273"/>
    <w:rsid w:val="002076FD"/>
    <w:rsid w:val="00212A84"/>
    <w:rsid w:val="00213ECD"/>
    <w:rsid w:val="00221C3A"/>
    <w:rsid w:val="00226051"/>
    <w:rsid w:val="00231A23"/>
    <w:rsid w:val="0023419C"/>
    <w:rsid w:val="00240217"/>
    <w:rsid w:val="00246714"/>
    <w:rsid w:val="00250DA9"/>
    <w:rsid w:val="002525B0"/>
    <w:rsid w:val="002547F1"/>
    <w:rsid w:val="0025592D"/>
    <w:rsid w:val="002559E3"/>
    <w:rsid w:val="00257834"/>
    <w:rsid w:val="00260B45"/>
    <w:rsid w:val="0026188E"/>
    <w:rsid w:val="00264FB3"/>
    <w:rsid w:val="00265868"/>
    <w:rsid w:val="00274986"/>
    <w:rsid w:val="00275749"/>
    <w:rsid w:val="00282067"/>
    <w:rsid w:val="00284770"/>
    <w:rsid w:val="002933DC"/>
    <w:rsid w:val="0029428C"/>
    <w:rsid w:val="002946FB"/>
    <w:rsid w:val="002A5F3A"/>
    <w:rsid w:val="002C1EC6"/>
    <w:rsid w:val="002C37E2"/>
    <w:rsid w:val="002C42A5"/>
    <w:rsid w:val="002C5C01"/>
    <w:rsid w:val="002D29A5"/>
    <w:rsid w:val="002D3D03"/>
    <w:rsid w:val="002D57B7"/>
    <w:rsid w:val="002D5FC9"/>
    <w:rsid w:val="002E121C"/>
    <w:rsid w:val="002E260D"/>
    <w:rsid w:val="002E2C23"/>
    <w:rsid w:val="002E3FAF"/>
    <w:rsid w:val="002E466E"/>
    <w:rsid w:val="002E539E"/>
    <w:rsid w:val="002F0098"/>
    <w:rsid w:val="002F0665"/>
    <w:rsid w:val="002F0867"/>
    <w:rsid w:val="002F2B2E"/>
    <w:rsid w:val="002F3B20"/>
    <w:rsid w:val="002F4B9A"/>
    <w:rsid w:val="002F626E"/>
    <w:rsid w:val="002F7A2A"/>
    <w:rsid w:val="00300C7B"/>
    <w:rsid w:val="00306082"/>
    <w:rsid w:val="00307638"/>
    <w:rsid w:val="00310FC3"/>
    <w:rsid w:val="003204AA"/>
    <w:rsid w:val="00320715"/>
    <w:rsid w:val="00335152"/>
    <w:rsid w:val="003401F4"/>
    <w:rsid w:val="0034357F"/>
    <w:rsid w:val="00344050"/>
    <w:rsid w:val="00345B23"/>
    <w:rsid w:val="00351C3D"/>
    <w:rsid w:val="00352276"/>
    <w:rsid w:val="00352466"/>
    <w:rsid w:val="003527B9"/>
    <w:rsid w:val="00352B7F"/>
    <w:rsid w:val="00352EBD"/>
    <w:rsid w:val="00353710"/>
    <w:rsid w:val="003567C2"/>
    <w:rsid w:val="003718A6"/>
    <w:rsid w:val="003720D7"/>
    <w:rsid w:val="003727CF"/>
    <w:rsid w:val="00372A3B"/>
    <w:rsid w:val="003757E8"/>
    <w:rsid w:val="00375C4E"/>
    <w:rsid w:val="00376816"/>
    <w:rsid w:val="00381C4E"/>
    <w:rsid w:val="003821CE"/>
    <w:rsid w:val="003840AA"/>
    <w:rsid w:val="0038789B"/>
    <w:rsid w:val="00387C50"/>
    <w:rsid w:val="003951FB"/>
    <w:rsid w:val="003A0D38"/>
    <w:rsid w:val="003A62F7"/>
    <w:rsid w:val="003A7339"/>
    <w:rsid w:val="003B4E53"/>
    <w:rsid w:val="003B5152"/>
    <w:rsid w:val="003B672A"/>
    <w:rsid w:val="003C3102"/>
    <w:rsid w:val="003C4A85"/>
    <w:rsid w:val="003C57CC"/>
    <w:rsid w:val="003C7832"/>
    <w:rsid w:val="003D1627"/>
    <w:rsid w:val="003D3BE5"/>
    <w:rsid w:val="003D641A"/>
    <w:rsid w:val="003E25D6"/>
    <w:rsid w:val="003E3AB3"/>
    <w:rsid w:val="003E3C82"/>
    <w:rsid w:val="003E5279"/>
    <w:rsid w:val="003E57A7"/>
    <w:rsid w:val="003E5DC3"/>
    <w:rsid w:val="003F2625"/>
    <w:rsid w:val="00400EE9"/>
    <w:rsid w:val="004102C3"/>
    <w:rsid w:val="0041070D"/>
    <w:rsid w:val="004131DB"/>
    <w:rsid w:val="0041549B"/>
    <w:rsid w:val="00415FC2"/>
    <w:rsid w:val="004201B7"/>
    <w:rsid w:val="00422C01"/>
    <w:rsid w:val="004311F2"/>
    <w:rsid w:val="004421B3"/>
    <w:rsid w:val="004425F5"/>
    <w:rsid w:val="004439D2"/>
    <w:rsid w:val="00443C12"/>
    <w:rsid w:val="00447405"/>
    <w:rsid w:val="0044784E"/>
    <w:rsid w:val="00450CB0"/>
    <w:rsid w:val="004530E4"/>
    <w:rsid w:val="00455AE3"/>
    <w:rsid w:val="0046675D"/>
    <w:rsid w:val="00466D5E"/>
    <w:rsid w:val="00485EBC"/>
    <w:rsid w:val="0048711B"/>
    <w:rsid w:val="00490357"/>
    <w:rsid w:val="00490FBC"/>
    <w:rsid w:val="00491420"/>
    <w:rsid w:val="00491534"/>
    <w:rsid w:val="00494DED"/>
    <w:rsid w:val="00496E10"/>
    <w:rsid w:val="004A1532"/>
    <w:rsid w:val="004A6898"/>
    <w:rsid w:val="004B0CBB"/>
    <w:rsid w:val="004B2EAF"/>
    <w:rsid w:val="004C040B"/>
    <w:rsid w:val="004C11D9"/>
    <w:rsid w:val="004C2089"/>
    <w:rsid w:val="004C69A9"/>
    <w:rsid w:val="004D2801"/>
    <w:rsid w:val="004D426B"/>
    <w:rsid w:val="004D5240"/>
    <w:rsid w:val="004D52F5"/>
    <w:rsid w:val="004D7BF0"/>
    <w:rsid w:val="004E079C"/>
    <w:rsid w:val="004E2397"/>
    <w:rsid w:val="004E6A4F"/>
    <w:rsid w:val="004F01CA"/>
    <w:rsid w:val="004F3EB1"/>
    <w:rsid w:val="004F6C5A"/>
    <w:rsid w:val="0050040E"/>
    <w:rsid w:val="005004A5"/>
    <w:rsid w:val="00503A83"/>
    <w:rsid w:val="005061B5"/>
    <w:rsid w:val="005078FA"/>
    <w:rsid w:val="005143E6"/>
    <w:rsid w:val="00514C2E"/>
    <w:rsid w:val="00516354"/>
    <w:rsid w:val="00520561"/>
    <w:rsid w:val="005236C8"/>
    <w:rsid w:val="005344BB"/>
    <w:rsid w:val="00535250"/>
    <w:rsid w:val="005419E4"/>
    <w:rsid w:val="0054653C"/>
    <w:rsid w:val="0055182A"/>
    <w:rsid w:val="00564661"/>
    <w:rsid w:val="00564EDF"/>
    <w:rsid w:val="00565F29"/>
    <w:rsid w:val="005671AD"/>
    <w:rsid w:val="00570890"/>
    <w:rsid w:val="00572C42"/>
    <w:rsid w:val="00575137"/>
    <w:rsid w:val="00586A9B"/>
    <w:rsid w:val="005904BB"/>
    <w:rsid w:val="005938B5"/>
    <w:rsid w:val="00594068"/>
    <w:rsid w:val="00596417"/>
    <w:rsid w:val="005A3322"/>
    <w:rsid w:val="005A47C4"/>
    <w:rsid w:val="005A5F88"/>
    <w:rsid w:val="005B15FD"/>
    <w:rsid w:val="005B396D"/>
    <w:rsid w:val="005B5BB1"/>
    <w:rsid w:val="005C1CD7"/>
    <w:rsid w:val="005C4B0F"/>
    <w:rsid w:val="005C6BC9"/>
    <w:rsid w:val="005C7BFC"/>
    <w:rsid w:val="005D1CA1"/>
    <w:rsid w:val="005D2351"/>
    <w:rsid w:val="005D2FC8"/>
    <w:rsid w:val="005D53E3"/>
    <w:rsid w:val="005E1EF1"/>
    <w:rsid w:val="005E74D7"/>
    <w:rsid w:val="005F0B4F"/>
    <w:rsid w:val="005F18FC"/>
    <w:rsid w:val="005F6BD6"/>
    <w:rsid w:val="005F7E0F"/>
    <w:rsid w:val="0060199F"/>
    <w:rsid w:val="00602B20"/>
    <w:rsid w:val="006037EE"/>
    <w:rsid w:val="0060486E"/>
    <w:rsid w:val="006067C6"/>
    <w:rsid w:val="006122F8"/>
    <w:rsid w:val="00621A5A"/>
    <w:rsid w:val="006235E0"/>
    <w:rsid w:val="00630FC2"/>
    <w:rsid w:val="0063308A"/>
    <w:rsid w:val="00643D96"/>
    <w:rsid w:val="006444A4"/>
    <w:rsid w:val="0064473A"/>
    <w:rsid w:val="00646347"/>
    <w:rsid w:val="006505A2"/>
    <w:rsid w:val="006538FE"/>
    <w:rsid w:val="00654790"/>
    <w:rsid w:val="00657A50"/>
    <w:rsid w:val="00660CC2"/>
    <w:rsid w:val="0066511A"/>
    <w:rsid w:val="00672242"/>
    <w:rsid w:val="00672DA7"/>
    <w:rsid w:val="00673E09"/>
    <w:rsid w:val="00675053"/>
    <w:rsid w:val="00677451"/>
    <w:rsid w:val="00680BCA"/>
    <w:rsid w:val="00681920"/>
    <w:rsid w:val="00681DF6"/>
    <w:rsid w:val="0068231E"/>
    <w:rsid w:val="006836E8"/>
    <w:rsid w:val="00683A5E"/>
    <w:rsid w:val="006904E0"/>
    <w:rsid w:val="00692452"/>
    <w:rsid w:val="00695666"/>
    <w:rsid w:val="006965ED"/>
    <w:rsid w:val="006A3DAF"/>
    <w:rsid w:val="006A3F70"/>
    <w:rsid w:val="006A7A9F"/>
    <w:rsid w:val="006B56DD"/>
    <w:rsid w:val="006B7775"/>
    <w:rsid w:val="006C0D77"/>
    <w:rsid w:val="006C1C5F"/>
    <w:rsid w:val="006C34EA"/>
    <w:rsid w:val="006D5586"/>
    <w:rsid w:val="006E28B0"/>
    <w:rsid w:val="006E48B8"/>
    <w:rsid w:val="006E5CD8"/>
    <w:rsid w:val="006E6907"/>
    <w:rsid w:val="006E6AEF"/>
    <w:rsid w:val="006E7162"/>
    <w:rsid w:val="006E7CB7"/>
    <w:rsid w:val="006E7DA8"/>
    <w:rsid w:val="006E7E90"/>
    <w:rsid w:val="006F3568"/>
    <w:rsid w:val="006F3C69"/>
    <w:rsid w:val="00701C2E"/>
    <w:rsid w:val="007047FE"/>
    <w:rsid w:val="00707323"/>
    <w:rsid w:val="00707E04"/>
    <w:rsid w:val="00710F61"/>
    <w:rsid w:val="00717935"/>
    <w:rsid w:val="00720998"/>
    <w:rsid w:val="00721674"/>
    <w:rsid w:val="00722F55"/>
    <w:rsid w:val="00724CBE"/>
    <w:rsid w:val="007268EF"/>
    <w:rsid w:val="00732B80"/>
    <w:rsid w:val="00741646"/>
    <w:rsid w:val="00742767"/>
    <w:rsid w:val="00745275"/>
    <w:rsid w:val="00745E1C"/>
    <w:rsid w:val="00750B71"/>
    <w:rsid w:val="00754E1E"/>
    <w:rsid w:val="007564C9"/>
    <w:rsid w:val="00756D39"/>
    <w:rsid w:val="0076325E"/>
    <w:rsid w:val="007636DB"/>
    <w:rsid w:val="00764A6E"/>
    <w:rsid w:val="0076776D"/>
    <w:rsid w:val="00771D23"/>
    <w:rsid w:val="007725B4"/>
    <w:rsid w:val="00775204"/>
    <w:rsid w:val="00782DDB"/>
    <w:rsid w:val="0078354A"/>
    <w:rsid w:val="0078393F"/>
    <w:rsid w:val="007840B2"/>
    <w:rsid w:val="00790B4C"/>
    <w:rsid w:val="007915CB"/>
    <w:rsid w:val="0079278B"/>
    <w:rsid w:val="00792CD3"/>
    <w:rsid w:val="00795C1A"/>
    <w:rsid w:val="007979A8"/>
    <w:rsid w:val="007A073F"/>
    <w:rsid w:val="007A0E4F"/>
    <w:rsid w:val="007A3DE8"/>
    <w:rsid w:val="007B21E3"/>
    <w:rsid w:val="007B3ADE"/>
    <w:rsid w:val="007C3BE9"/>
    <w:rsid w:val="007D077F"/>
    <w:rsid w:val="007D7BD5"/>
    <w:rsid w:val="007E00AD"/>
    <w:rsid w:val="007E092E"/>
    <w:rsid w:val="007E384B"/>
    <w:rsid w:val="007E7223"/>
    <w:rsid w:val="007F132F"/>
    <w:rsid w:val="007F2919"/>
    <w:rsid w:val="007F694F"/>
    <w:rsid w:val="00802C23"/>
    <w:rsid w:val="008031F4"/>
    <w:rsid w:val="0080441E"/>
    <w:rsid w:val="00806A4F"/>
    <w:rsid w:val="00807396"/>
    <w:rsid w:val="00807CA8"/>
    <w:rsid w:val="0081051F"/>
    <w:rsid w:val="00817171"/>
    <w:rsid w:val="008175C3"/>
    <w:rsid w:val="00817D29"/>
    <w:rsid w:val="00821CB6"/>
    <w:rsid w:val="00822504"/>
    <w:rsid w:val="00822AA6"/>
    <w:rsid w:val="00822ABA"/>
    <w:rsid w:val="008239B5"/>
    <w:rsid w:val="00824EDB"/>
    <w:rsid w:val="0083019E"/>
    <w:rsid w:val="00836227"/>
    <w:rsid w:val="00836ECF"/>
    <w:rsid w:val="00841966"/>
    <w:rsid w:val="00846662"/>
    <w:rsid w:val="00847AE3"/>
    <w:rsid w:val="00851397"/>
    <w:rsid w:val="0085616F"/>
    <w:rsid w:val="00857E68"/>
    <w:rsid w:val="00862F1F"/>
    <w:rsid w:val="0086789F"/>
    <w:rsid w:val="008679B1"/>
    <w:rsid w:val="008728C1"/>
    <w:rsid w:val="00877609"/>
    <w:rsid w:val="00891233"/>
    <w:rsid w:val="00891925"/>
    <w:rsid w:val="0089257F"/>
    <w:rsid w:val="00893350"/>
    <w:rsid w:val="008944E2"/>
    <w:rsid w:val="008A2C1F"/>
    <w:rsid w:val="008B2890"/>
    <w:rsid w:val="008C1D41"/>
    <w:rsid w:val="008C3E43"/>
    <w:rsid w:val="008C4DB8"/>
    <w:rsid w:val="008D2421"/>
    <w:rsid w:val="008D460B"/>
    <w:rsid w:val="008E28BE"/>
    <w:rsid w:val="008E2A76"/>
    <w:rsid w:val="008E38BB"/>
    <w:rsid w:val="008E6CF2"/>
    <w:rsid w:val="009013CF"/>
    <w:rsid w:val="009140BC"/>
    <w:rsid w:val="00915DC6"/>
    <w:rsid w:val="00917AF2"/>
    <w:rsid w:val="00920450"/>
    <w:rsid w:val="0092252A"/>
    <w:rsid w:val="0092381B"/>
    <w:rsid w:val="009319FD"/>
    <w:rsid w:val="009456B1"/>
    <w:rsid w:val="0094577D"/>
    <w:rsid w:val="00945A5B"/>
    <w:rsid w:val="00946380"/>
    <w:rsid w:val="009472B8"/>
    <w:rsid w:val="00950D33"/>
    <w:rsid w:val="00951FDA"/>
    <w:rsid w:val="009538B1"/>
    <w:rsid w:val="00953AAE"/>
    <w:rsid w:val="009576D1"/>
    <w:rsid w:val="00957ED9"/>
    <w:rsid w:val="00960409"/>
    <w:rsid w:val="00960913"/>
    <w:rsid w:val="00960A83"/>
    <w:rsid w:val="009647B6"/>
    <w:rsid w:val="00964CE5"/>
    <w:rsid w:val="00965750"/>
    <w:rsid w:val="00972C94"/>
    <w:rsid w:val="00977196"/>
    <w:rsid w:val="00981AD0"/>
    <w:rsid w:val="009827F7"/>
    <w:rsid w:val="00987322"/>
    <w:rsid w:val="009945D0"/>
    <w:rsid w:val="00996209"/>
    <w:rsid w:val="009971CB"/>
    <w:rsid w:val="009A040C"/>
    <w:rsid w:val="009A1252"/>
    <w:rsid w:val="009A5A4C"/>
    <w:rsid w:val="009A61F8"/>
    <w:rsid w:val="009B1A1E"/>
    <w:rsid w:val="009B2D6A"/>
    <w:rsid w:val="009B4426"/>
    <w:rsid w:val="009C066C"/>
    <w:rsid w:val="009C0B8A"/>
    <w:rsid w:val="009C745D"/>
    <w:rsid w:val="009D186B"/>
    <w:rsid w:val="009D1F27"/>
    <w:rsid w:val="009D5A9A"/>
    <w:rsid w:val="009E1C10"/>
    <w:rsid w:val="009E78C4"/>
    <w:rsid w:val="009F04A4"/>
    <w:rsid w:val="009F0FDD"/>
    <w:rsid w:val="009F363E"/>
    <w:rsid w:val="009F52B7"/>
    <w:rsid w:val="00A01073"/>
    <w:rsid w:val="00A02665"/>
    <w:rsid w:val="00A02C77"/>
    <w:rsid w:val="00A05D65"/>
    <w:rsid w:val="00A10772"/>
    <w:rsid w:val="00A10C12"/>
    <w:rsid w:val="00A12B11"/>
    <w:rsid w:val="00A13B12"/>
    <w:rsid w:val="00A13B95"/>
    <w:rsid w:val="00A14432"/>
    <w:rsid w:val="00A2263E"/>
    <w:rsid w:val="00A26AB1"/>
    <w:rsid w:val="00A27992"/>
    <w:rsid w:val="00A31873"/>
    <w:rsid w:val="00A41E4D"/>
    <w:rsid w:val="00A42963"/>
    <w:rsid w:val="00A4377D"/>
    <w:rsid w:val="00A457AA"/>
    <w:rsid w:val="00A46C70"/>
    <w:rsid w:val="00A470E3"/>
    <w:rsid w:val="00A47DF0"/>
    <w:rsid w:val="00A54464"/>
    <w:rsid w:val="00A54C4A"/>
    <w:rsid w:val="00A553CE"/>
    <w:rsid w:val="00A5746C"/>
    <w:rsid w:val="00A6044D"/>
    <w:rsid w:val="00A60AE9"/>
    <w:rsid w:val="00A62359"/>
    <w:rsid w:val="00A623EC"/>
    <w:rsid w:val="00A6442C"/>
    <w:rsid w:val="00A746FA"/>
    <w:rsid w:val="00A82B3B"/>
    <w:rsid w:val="00A8307C"/>
    <w:rsid w:val="00A85FBD"/>
    <w:rsid w:val="00A87DE0"/>
    <w:rsid w:val="00A900D2"/>
    <w:rsid w:val="00A90244"/>
    <w:rsid w:val="00A90EA8"/>
    <w:rsid w:val="00A90F0F"/>
    <w:rsid w:val="00A91AB0"/>
    <w:rsid w:val="00A93B00"/>
    <w:rsid w:val="00A9400A"/>
    <w:rsid w:val="00A95693"/>
    <w:rsid w:val="00A96BED"/>
    <w:rsid w:val="00AA2AE7"/>
    <w:rsid w:val="00AA4232"/>
    <w:rsid w:val="00AB109E"/>
    <w:rsid w:val="00AB3A38"/>
    <w:rsid w:val="00AC19FF"/>
    <w:rsid w:val="00AC4EBF"/>
    <w:rsid w:val="00AC6B86"/>
    <w:rsid w:val="00AD15FC"/>
    <w:rsid w:val="00AD48FA"/>
    <w:rsid w:val="00AD6058"/>
    <w:rsid w:val="00AD6EB7"/>
    <w:rsid w:val="00AE0A99"/>
    <w:rsid w:val="00AE26A5"/>
    <w:rsid w:val="00AE56A7"/>
    <w:rsid w:val="00AE56C2"/>
    <w:rsid w:val="00AE67E0"/>
    <w:rsid w:val="00B00A51"/>
    <w:rsid w:val="00B00A82"/>
    <w:rsid w:val="00B00C8E"/>
    <w:rsid w:val="00B02C33"/>
    <w:rsid w:val="00B05E78"/>
    <w:rsid w:val="00B11ACC"/>
    <w:rsid w:val="00B12F9D"/>
    <w:rsid w:val="00B21422"/>
    <w:rsid w:val="00B2219A"/>
    <w:rsid w:val="00B22945"/>
    <w:rsid w:val="00B24420"/>
    <w:rsid w:val="00B277C8"/>
    <w:rsid w:val="00B33D6A"/>
    <w:rsid w:val="00B35154"/>
    <w:rsid w:val="00B354FB"/>
    <w:rsid w:val="00B35601"/>
    <w:rsid w:val="00B35EC0"/>
    <w:rsid w:val="00B36180"/>
    <w:rsid w:val="00B40ED2"/>
    <w:rsid w:val="00B414E4"/>
    <w:rsid w:val="00B415BA"/>
    <w:rsid w:val="00B50CA9"/>
    <w:rsid w:val="00B5229C"/>
    <w:rsid w:val="00B522A5"/>
    <w:rsid w:val="00B533FE"/>
    <w:rsid w:val="00B53B74"/>
    <w:rsid w:val="00B602ED"/>
    <w:rsid w:val="00B656C0"/>
    <w:rsid w:val="00B66228"/>
    <w:rsid w:val="00B66F9A"/>
    <w:rsid w:val="00B812BB"/>
    <w:rsid w:val="00B86C3A"/>
    <w:rsid w:val="00B90485"/>
    <w:rsid w:val="00B90683"/>
    <w:rsid w:val="00B9151E"/>
    <w:rsid w:val="00B96157"/>
    <w:rsid w:val="00B9647E"/>
    <w:rsid w:val="00BA6469"/>
    <w:rsid w:val="00BB2F74"/>
    <w:rsid w:val="00BB5A7F"/>
    <w:rsid w:val="00BB5B70"/>
    <w:rsid w:val="00BB6A00"/>
    <w:rsid w:val="00BC03B6"/>
    <w:rsid w:val="00BC2C3D"/>
    <w:rsid w:val="00BC4F05"/>
    <w:rsid w:val="00BD13B2"/>
    <w:rsid w:val="00BD2D44"/>
    <w:rsid w:val="00BE29A2"/>
    <w:rsid w:val="00BE5193"/>
    <w:rsid w:val="00BE7DCE"/>
    <w:rsid w:val="00BF021A"/>
    <w:rsid w:val="00BF3E21"/>
    <w:rsid w:val="00BF636E"/>
    <w:rsid w:val="00C00303"/>
    <w:rsid w:val="00C0053B"/>
    <w:rsid w:val="00C01CB0"/>
    <w:rsid w:val="00C036D2"/>
    <w:rsid w:val="00C05CF2"/>
    <w:rsid w:val="00C0702A"/>
    <w:rsid w:val="00C10CE1"/>
    <w:rsid w:val="00C11717"/>
    <w:rsid w:val="00C31B01"/>
    <w:rsid w:val="00C32CE7"/>
    <w:rsid w:val="00C34DFC"/>
    <w:rsid w:val="00C352E0"/>
    <w:rsid w:val="00C42436"/>
    <w:rsid w:val="00C47E3C"/>
    <w:rsid w:val="00C51ADC"/>
    <w:rsid w:val="00C562BE"/>
    <w:rsid w:val="00C60AC8"/>
    <w:rsid w:val="00C60F32"/>
    <w:rsid w:val="00C61837"/>
    <w:rsid w:val="00C708D3"/>
    <w:rsid w:val="00C70926"/>
    <w:rsid w:val="00C70E4F"/>
    <w:rsid w:val="00C7490E"/>
    <w:rsid w:val="00C74E1A"/>
    <w:rsid w:val="00C82ED7"/>
    <w:rsid w:val="00C85698"/>
    <w:rsid w:val="00C942CA"/>
    <w:rsid w:val="00C95019"/>
    <w:rsid w:val="00C97DD5"/>
    <w:rsid w:val="00CA2623"/>
    <w:rsid w:val="00CC0634"/>
    <w:rsid w:val="00CC1FBE"/>
    <w:rsid w:val="00CC5DCA"/>
    <w:rsid w:val="00CD4C09"/>
    <w:rsid w:val="00CE53C3"/>
    <w:rsid w:val="00CE67A5"/>
    <w:rsid w:val="00CE6A1C"/>
    <w:rsid w:val="00CF07DF"/>
    <w:rsid w:val="00CF0943"/>
    <w:rsid w:val="00CF45B9"/>
    <w:rsid w:val="00D03870"/>
    <w:rsid w:val="00D079F6"/>
    <w:rsid w:val="00D10079"/>
    <w:rsid w:val="00D13A4F"/>
    <w:rsid w:val="00D2169A"/>
    <w:rsid w:val="00D23E2C"/>
    <w:rsid w:val="00D2599B"/>
    <w:rsid w:val="00D34A60"/>
    <w:rsid w:val="00D37291"/>
    <w:rsid w:val="00D374CA"/>
    <w:rsid w:val="00D44E65"/>
    <w:rsid w:val="00D472C7"/>
    <w:rsid w:val="00D47F23"/>
    <w:rsid w:val="00D5127C"/>
    <w:rsid w:val="00D51B69"/>
    <w:rsid w:val="00D52593"/>
    <w:rsid w:val="00D60A2B"/>
    <w:rsid w:val="00D66933"/>
    <w:rsid w:val="00D706FE"/>
    <w:rsid w:val="00D77B77"/>
    <w:rsid w:val="00D804B4"/>
    <w:rsid w:val="00D857F1"/>
    <w:rsid w:val="00D9541A"/>
    <w:rsid w:val="00D964B3"/>
    <w:rsid w:val="00D96604"/>
    <w:rsid w:val="00DA044C"/>
    <w:rsid w:val="00DA21EE"/>
    <w:rsid w:val="00DA60E9"/>
    <w:rsid w:val="00DB27CF"/>
    <w:rsid w:val="00DB4323"/>
    <w:rsid w:val="00DB668C"/>
    <w:rsid w:val="00DC6F29"/>
    <w:rsid w:val="00DD04B3"/>
    <w:rsid w:val="00DD19B2"/>
    <w:rsid w:val="00DD4ADC"/>
    <w:rsid w:val="00DD65E0"/>
    <w:rsid w:val="00DE0980"/>
    <w:rsid w:val="00DE4F4E"/>
    <w:rsid w:val="00DE4FD9"/>
    <w:rsid w:val="00DF464F"/>
    <w:rsid w:val="00DF59AF"/>
    <w:rsid w:val="00E05099"/>
    <w:rsid w:val="00E06C2C"/>
    <w:rsid w:val="00E10C30"/>
    <w:rsid w:val="00E13CCD"/>
    <w:rsid w:val="00E14C60"/>
    <w:rsid w:val="00E15B41"/>
    <w:rsid w:val="00E162D8"/>
    <w:rsid w:val="00E22FA4"/>
    <w:rsid w:val="00E24018"/>
    <w:rsid w:val="00E41E85"/>
    <w:rsid w:val="00E442AB"/>
    <w:rsid w:val="00E4523B"/>
    <w:rsid w:val="00E457A8"/>
    <w:rsid w:val="00E478C9"/>
    <w:rsid w:val="00E47B3C"/>
    <w:rsid w:val="00E50D65"/>
    <w:rsid w:val="00E52609"/>
    <w:rsid w:val="00E56CCB"/>
    <w:rsid w:val="00E616D9"/>
    <w:rsid w:val="00E81AC0"/>
    <w:rsid w:val="00E84B6B"/>
    <w:rsid w:val="00E85D34"/>
    <w:rsid w:val="00E85FF3"/>
    <w:rsid w:val="00E90D2F"/>
    <w:rsid w:val="00E938A0"/>
    <w:rsid w:val="00E94B33"/>
    <w:rsid w:val="00E958FF"/>
    <w:rsid w:val="00E96F47"/>
    <w:rsid w:val="00E97955"/>
    <w:rsid w:val="00EA2A71"/>
    <w:rsid w:val="00EA35D5"/>
    <w:rsid w:val="00EA5D98"/>
    <w:rsid w:val="00EB5020"/>
    <w:rsid w:val="00EC43D2"/>
    <w:rsid w:val="00EC4940"/>
    <w:rsid w:val="00ED0869"/>
    <w:rsid w:val="00ED09F7"/>
    <w:rsid w:val="00ED0B8A"/>
    <w:rsid w:val="00ED3BD7"/>
    <w:rsid w:val="00ED415C"/>
    <w:rsid w:val="00EE25B2"/>
    <w:rsid w:val="00EE5180"/>
    <w:rsid w:val="00EF2609"/>
    <w:rsid w:val="00EF26F8"/>
    <w:rsid w:val="00EF2A2A"/>
    <w:rsid w:val="00EF4C97"/>
    <w:rsid w:val="00EF56AB"/>
    <w:rsid w:val="00F00C33"/>
    <w:rsid w:val="00F0170E"/>
    <w:rsid w:val="00F0439F"/>
    <w:rsid w:val="00F05640"/>
    <w:rsid w:val="00F0649E"/>
    <w:rsid w:val="00F115DC"/>
    <w:rsid w:val="00F12F81"/>
    <w:rsid w:val="00F13B61"/>
    <w:rsid w:val="00F13CCB"/>
    <w:rsid w:val="00F1487A"/>
    <w:rsid w:val="00F17F23"/>
    <w:rsid w:val="00F202E7"/>
    <w:rsid w:val="00F26A60"/>
    <w:rsid w:val="00F27C16"/>
    <w:rsid w:val="00F30842"/>
    <w:rsid w:val="00F310A6"/>
    <w:rsid w:val="00F34134"/>
    <w:rsid w:val="00F40A4A"/>
    <w:rsid w:val="00F410C5"/>
    <w:rsid w:val="00F41607"/>
    <w:rsid w:val="00F41C8F"/>
    <w:rsid w:val="00F42826"/>
    <w:rsid w:val="00F46129"/>
    <w:rsid w:val="00F47FEC"/>
    <w:rsid w:val="00F500B2"/>
    <w:rsid w:val="00F53E65"/>
    <w:rsid w:val="00F558D3"/>
    <w:rsid w:val="00F56F54"/>
    <w:rsid w:val="00F64B8A"/>
    <w:rsid w:val="00F65707"/>
    <w:rsid w:val="00F8153A"/>
    <w:rsid w:val="00F839B4"/>
    <w:rsid w:val="00F83E29"/>
    <w:rsid w:val="00F849F6"/>
    <w:rsid w:val="00F85926"/>
    <w:rsid w:val="00F86949"/>
    <w:rsid w:val="00F91462"/>
    <w:rsid w:val="00F91863"/>
    <w:rsid w:val="00F92A58"/>
    <w:rsid w:val="00FA7D84"/>
    <w:rsid w:val="00FB15DF"/>
    <w:rsid w:val="00FB382D"/>
    <w:rsid w:val="00FB6B86"/>
    <w:rsid w:val="00FB71FF"/>
    <w:rsid w:val="00FC14F0"/>
    <w:rsid w:val="00FC52F5"/>
    <w:rsid w:val="00FD0FCF"/>
    <w:rsid w:val="00FD4713"/>
    <w:rsid w:val="00FD5D8A"/>
    <w:rsid w:val="00FD6D28"/>
    <w:rsid w:val="00FE060C"/>
    <w:rsid w:val="00FE4472"/>
    <w:rsid w:val="00FE6364"/>
    <w:rsid w:val="00FF073A"/>
    <w:rsid w:val="00FF0E2B"/>
    <w:rsid w:val="00FF1929"/>
    <w:rsid w:val="00FF6A30"/>
    <w:rsid w:val="00FF7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5F88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A5F8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A5F8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5A5F8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32B80"/>
    <w:rPr>
      <w:rFonts w:ascii="Calibri" w:hAnsi="Calibri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rsid w:val="005A5F88"/>
    <w:rPr>
      <w:rFonts w:cs="Times New Roman"/>
    </w:rPr>
  </w:style>
  <w:style w:type="table" w:styleId="TableGrid">
    <w:name w:val="Table Grid"/>
    <w:basedOn w:val="TableNormal"/>
    <w:uiPriority w:val="99"/>
    <w:rsid w:val="005A5F8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A5F88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 Знак Знак Знак"/>
    <w:basedOn w:val="Normal"/>
    <w:uiPriority w:val="99"/>
    <w:rsid w:val="009E1C1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rsid w:val="00AD605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D6058"/>
    <w:rPr>
      <w:rFonts w:ascii="Calibri" w:hAnsi="Calibri"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rsid w:val="00AD60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D6058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165</Words>
  <Characters>947</Characters>
  <Application>Microsoft Office Outlook</Application>
  <DocSecurity>0</DocSecurity>
  <Lines>0</Lines>
  <Paragraphs>0</Paragraphs>
  <ScaleCrop>false</ScaleCrop>
  <Company>111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subject/>
  <dc:creator>111</dc:creator>
  <cp:keywords/>
  <dc:description/>
  <cp:lastModifiedBy>user</cp:lastModifiedBy>
  <cp:revision>7</cp:revision>
  <cp:lastPrinted>2014-01-30T08:22:00Z</cp:lastPrinted>
  <dcterms:created xsi:type="dcterms:W3CDTF">2014-01-13T11:57:00Z</dcterms:created>
  <dcterms:modified xsi:type="dcterms:W3CDTF">2014-02-06T05:38:00Z</dcterms:modified>
</cp:coreProperties>
</file>