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F7" w:rsidRDefault="004653F7" w:rsidP="0097682D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Закон  Ульяновской  области</w:t>
      </w:r>
    </w:p>
    <w:p w:rsidR="004653F7" w:rsidRDefault="004653F7" w:rsidP="0097682D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4653F7" w:rsidRDefault="004653F7" w:rsidP="0097682D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4653F7" w:rsidRDefault="004653F7" w:rsidP="0097682D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4653F7" w:rsidRPr="00CC4C8D" w:rsidRDefault="004653F7" w:rsidP="0097682D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4653F7" w:rsidRPr="002719C1" w:rsidRDefault="004653F7" w:rsidP="002719C1">
      <w:pPr>
        <w:suppressAutoHyphens/>
        <w:jc w:val="center"/>
        <w:rPr>
          <w:b/>
          <w:sz w:val="28"/>
          <w:szCs w:val="28"/>
        </w:rPr>
      </w:pPr>
      <w:r w:rsidRPr="002719C1">
        <w:rPr>
          <w:b/>
          <w:sz w:val="28"/>
          <w:szCs w:val="28"/>
        </w:rPr>
        <w:t>О внесении изменений в стать</w:t>
      </w:r>
      <w:r>
        <w:rPr>
          <w:b/>
          <w:sz w:val="28"/>
          <w:szCs w:val="28"/>
        </w:rPr>
        <w:t>и</w:t>
      </w:r>
      <w:r w:rsidRPr="002719C1">
        <w:rPr>
          <w:b/>
          <w:sz w:val="28"/>
          <w:szCs w:val="28"/>
        </w:rPr>
        <w:t xml:space="preserve"> 2 и 5 Закона Ульяновской области </w:t>
      </w:r>
      <w:r>
        <w:rPr>
          <w:b/>
          <w:sz w:val="28"/>
          <w:szCs w:val="28"/>
        </w:rPr>
        <w:br/>
      </w:r>
      <w:r w:rsidRPr="002719C1">
        <w:rPr>
          <w:b/>
          <w:sz w:val="28"/>
          <w:szCs w:val="28"/>
        </w:rPr>
        <w:t xml:space="preserve">«О наделении органов местного самоуправления муниципальных районов </w:t>
      </w:r>
      <w:r>
        <w:rPr>
          <w:b/>
          <w:sz w:val="28"/>
          <w:szCs w:val="28"/>
        </w:rPr>
        <w:br/>
      </w:r>
      <w:r w:rsidRPr="002719C1">
        <w:rPr>
          <w:b/>
          <w:sz w:val="28"/>
          <w:szCs w:val="28"/>
        </w:rPr>
        <w:t>и городских округов Ульяновской области отдельными государственными полномочиями в сфере образования и отдыха детей» и статью 8 Закона Ульяновской области «Об образовании в Ульяновской области»</w:t>
      </w:r>
    </w:p>
    <w:p w:rsidR="004653F7" w:rsidRPr="00E460C3" w:rsidRDefault="004653F7" w:rsidP="00B80816">
      <w:pPr>
        <w:suppressAutoHyphens/>
        <w:jc w:val="center"/>
        <w:rPr>
          <w:b/>
          <w:sz w:val="30"/>
          <w:szCs w:val="30"/>
        </w:rPr>
      </w:pPr>
    </w:p>
    <w:p w:rsidR="004653F7" w:rsidRPr="00E460C3" w:rsidRDefault="004653F7" w:rsidP="00B80816">
      <w:pPr>
        <w:suppressAutoHyphens/>
        <w:jc w:val="center"/>
        <w:rPr>
          <w:b/>
          <w:sz w:val="30"/>
          <w:szCs w:val="30"/>
        </w:rPr>
      </w:pPr>
    </w:p>
    <w:p w:rsidR="004653F7" w:rsidRPr="00E460C3" w:rsidRDefault="004653F7" w:rsidP="00B80816">
      <w:pPr>
        <w:suppressAutoHyphens/>
        <w:jc w:val="center"/>
        <w:rPr>
          <w:b/>
          <w:sz w:val="30"/>
          <w:szCs w:val="30"/>
        </w:rPr>
      </w:pPr>
    </w:p>
    <w:p w:rsidR="004653F7" w:rsidRPr="00E460C3" w:rsidRDefault="004653F7" w:rsidP="00B80816">
      <w:pPr>
        <w:suppressAutoHyphens/>
        <w:jc w:val="center"/>
        <w:rPr>
          <w:b/>
          <w:sz w:val="30"/>
          <w:szCs w:val="30"/>
        </w:rPr>
      </w:pPr>
    </w:p>
    <w:p w:rsidR="004653F7" w:rsidRPr="00E460C3" w:rsidRDefault="004653F7" w:rsidP="00B80816">
      <w:pPr>
        <w:suppressAutoHyphens/>
        <w:jc w:val="center"/>
        <w:rPr>
          <w:b/>
          <w:sz w:val="30"/>
          <w:szCs w:val="30"/>
        </w:rPr>
      </w:pPr>
    </w:p>
    <w:p w:rsidR="004653F7" w:rsidRPr="00E460C3" w:rsidRDefault="004653F7" w:rsidP="00B80816">
      <w:pPr>
        <w:suppressAutoHyphens/>
        <w:jc w:val="center"/>
        <w:rPr>
          <w:b/>
          <w:sz w:val="30"/>
          <w:szCs w:val="30"/>
        </w:rPr>
      </w:pPr>
    </w:p>
    <w:p w:rsidR="004653F7" w:rsidRPr="00E460C3" w:rsidRDefault="004653F7" w:rsidP="00B80816">
      <w:pPr>
        <w:suppressAutoHyphens/>
        <w:jc w:val="center"/>
        <w:rPr>
          <w:b/>
          <w:sz w:val="30"/>
          <w:szCs w:val="30"/>
        </w:rPr>
      </w:pPr>
    </w:p>
    <w:p w:rsidR="004653F7" w:rsidRPr="00CC4C8D" w:rsidRDefault="004653F7" w:rsidP="00E460C3">
      <w:pPr>
        <w:suppressAutoHyphens/>
        <w:autoSpaceDE w:val="0"/>
        <w:autoSpaceDN w:val="0"/>
        <w:adjustRightInd w:val="0"/>
        <w:spacing w:line="384" w:lineRule="auto"/>
        <w:ind w:firstLine="700"/>
        <w:jc w:val="both"/>
        <w:rPr>
          <w:b/>
          <w:color w:val="000000"/>
          <w:sz w:val="28"/>
          <w:szCs w:val="28"/>
        </w:rPr>
      </w:pPr>
      <w:bookmarkStart w:id="0" w:name="sub_2"/>
      <w:r w:rsidRPr="00CC4C8D">
        <w:rPr>
          <w:b/>
          <w:color w:val="000000"/>
          <w:sz w:val="28"/>
          <w:szCs w:val="28"/>
        </w:rPr>
        <w:t>Статья 1</w:t>
      </w:r>
    </w:p>
    <w:p w:rsidR="004653F7" w:rsidRDefault="004653F7" w:rsidP="00E460C3">
      <w:pPr>
        <w:suppressAutoHyphens/>
        <w:autoSpaceDE w:val="0"/>
        <w:autoSpaceDN w:val="0"/>
        <w:adjustRightInd w:val="0"/>
        <w:spacing w:line="384" w:lineRule="auto"/>
        <w:jc w:val="both"/>
        <w:rPr>
          <w:b/>
          <w:color w:val="000000"/>
          <w:sz w:val="28"/>
          <w:szCs w:val="28"/>
        </w:rPr>
      </w:pPr>
    </w:p>
    <w:p w:rsidR="004653F7" w:rsidRPr="00E460C3" w:rsidRDefault="004653F7" w:rsidP="00E460C3">
      <w:pPr>
        <w:tabs>
          <w:tab w:val="left" w:pos="1120"/>
        </w:tabs>
        <w:autoSpaceDE w:val="0"/>
        <w:autoSpaceDN w:val="0"/>
        <w:adjustRightInd w:val="0"/>
        <w:spacing w:line="384" w:lineRule="auto"/>
        <w:ind w:firstLine="700"/>
        <w:jc w:val="both"/>
        <w:rPr>
          <w:color w:val="000000"/>
          <w:sz w:val="28"/>
          <w:szCs w:val="28"/>
        </w:rPr>
      </w:pPr>
      <w:r w:rsidRPr="00E460C3">
        <w:rPr>
          <w:sz w:val="28"/>
          <w:szCs w:val="28"/>
        </w:rPr>
        <w:t xml:space="preserve">Внести в Закон Ульяновской области от 5 июля 2013 года № 110-ЗО </w:t>
      </w:r>
      <w:r w:rsidRPr="00E460C3">
        <w:rPr>
          <w:sz w:val="28"/>
          <w:szCs w:val="28"/>
        </w:rPr>
        <w:br/>
        <w:t>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отдыха детей»</w:t>
      </w:r>
      <w:r w:rsidRPr="00E460C3">
        <w:rPr>
          <w:color w:val="000000"/>
          <w:sz w:val="28"/>
          <w:szCs w:val="28"/>
        </w:rPr>
        <w:t xml:space="preserve"> (</w:t>
      </w:r>
      <w:hyperlink r:id="rId7" w:history="1">
        <w:r w:rsidRPr="00E460C3">
          <w:rPr>
            <w:rStyle w:val="Hyperlink"/>
            <w:bCs/>
            <w:color w:val="000000"/>
            <w:sz w:val="28"/>
            <w:szCs w:val="28"/>
            <w:u w:val="none"/>
            <w:shd w:val="clear" w:color="auto" w:fill="FFFFFF"/>
          </w:rPr>
          <w:t xml:space="preserve">«Ульяновская правда» </w:t>
        </w:r>
        <w:r>
          <w:rPr>
            <w:rStyle w:val="Hyperlink"/>
            <w:bCs/>
            <w:color w:val="000000"/>
            <w:sz w:val="28"/>
            <w:szCs w:val="28"/>
            <w:u w:val="none"/>
            <w:shd w:val="clear" w:color="auto" w:fill="FFFFFF"/>
          </w:rPr>
          <w:br/>
        </w:r>
        <w:r w:rsidRPr="00E460C3">
          <w:rPr>
            <w:rStyle w:val="Hyperlink"/>
            <w:bCs/>
            <w:color w:val="000000"/>
            <w:sz w:val="28"/>
            <w:szCs w:val="28"/>
            <w:u w:val="none"/>
            <w:shd w:val="clear" w:color="auto" w:fill="FFFFFF"/>
          </w:rPr>
          <w:t xml:space="preserve">от </w:t>
        </w:r>
      </w:hyperlink>
      <w:r w:rsidRPr="00E460C3">
        <w:rPr>
          <w:sz w:val="28"/>
          <w:szCs w:val="28"/>
        </w:rPr>
        <w:t>08.07.2013 № 73; от 07.09.2013 № 109; от 11.11.2013 № 144</w:t>
      </w:r>
      <w:r w:rsidRPr="00E460C3">
        <w:rPr>
          <w:color w:val="000000"/>
          <w:sz w:val="28"/>
          <w:szCs w:val="28"/>
        </w:rPr>
        <w:t>) следующие изменения:</w:t>
      </w:r>
    </w:p>
    <w:p w:rsidR="004653F7" w:rsidRDefault="004653F7" w:rsidP="00E460C3">
      <w:pPr>
        <w:tabs>
          <w:tab w:val="left" w:pos="1120"/>
        </w:tabs>
        <w:autoSpaceDE w:val="0"/>
        <w:autoSpaceDN w:val="0"/>
        <w:adjustRightInd w:val="0"/>
        <w:spacing w:line="384" w:lineRule="auto"/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в пункте 8 статьи 2 </w:t>
      </w:r>
      <w:r w:rsidRPr="00CC4C8D">
        <w:rPr>
          <w:color w:val="000000"/>
          <w:sz w:val="28"/>
          <w:szCs w:val="28"/>
        </w:rPr>
        <w:t xml:space="preserve">слова «10-х и 11-х» заменить словами «10-х (11-х) </w:t>
      </w:r>
      <w:r>
        <w:rPr>
          <w:color w:val="000000"/>
          <w:sz w:val="28"/>
          <w:szCs w:val="28"/>
        </w:rPr>
        <w:br/>
      </w:r>
      <w:r w:rsidRPr="00CC4C8D">
        <w:rPr>
          <w:color w:val="000000"/>
          <w:sz w:val="28"/>
          <w:szCs w:val="28"/>
        </w:rPr>
        <w:t>и 11-х (12-х)»;</w:t>
      </w:r>
    </w:p>
    <w:p w:rsidR="004653F7" w:rsidRDefault="004653F7" w:rsidP="00E460C3">
      <w:pPr>
        <w:tabs>
          <w:tab w:val="left" w:pos="1120"/>
        </w:tabs>
        <w:autoSpaceDE w:val="0"/>
        <w:autoSpaceDN w:val="0"/>
        <w:adjustRightInd w:val="0"/>
        <w:spacing w:line="384" w:lineRule="auto"/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CC4C8D">
        <w:rPr>
          <w:color w:val="000000"/>
          <w:sz w:val="28"/>
          <w:szCs w:val="28"/>
        </w:rPr>
        <w:t>в част</w:t>
      </w:r>
      <w:r>
        <w:rPr>
          <w:color w:val="000000"/>
          <w:sz w:val="28"/>
          <w:szCs w:val="28"/>
        </w:rPr>
        <w:t>и</w:t>
      </w:r>
      <w:r w:rsidRPr="00CC4C8D">
        <w:rPr>
          <w:color w:val="000000"/>
          <w:sz w:val="28"/>
          <w:szCs w:val="28"/>
        </w:rPr>
        <w:t xml:space="preserve"> 9 статьи 5</w:t>
      </w:r>
      <w:r>
        <w:rPr>
          <w:color w:val="000000"/>
          <w:sz w:val="28"/>
          <w:szCs w:val="28"/>
        </w:rPr>
        <w:t xml:space="preserve">: 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84" w:lineRule="auto"/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CC4C8D">
        <w:rPr>
          <w:color w:val="000000"/>
          <w:sz w:val="28"/>
          <w:szCs w:val="28"/>
        </w:rPr>
        <w:t>в абзаце пятом слова «10-х и 11-х» заменить слов</w:t>
      </w:r>
      <w:r>
        <w:rPr>
          <w:color w:val="000000"/>
          <w:sz w:val="28"/>
          <w:szCs w:val="28"/>
        </w:rPr>
        <w:t xml:space="preserve">ами «10-х (11-х) </w:t>
      </w:r>
      <w:r>
        <w:rPr>
          <w:color w:val="000000"/>
          <w:sz w:val="28"/>
          <w:szCs w:val="28"/>
        </w:rPr>
        <w:br/>
        <w:t xml:space="preserve">и 11-х (12-х)», </w:t>
      </w:r>
      <w:r w:rsidRPr="00CC4C8D">
        <w:rPr>
          <w:color w:val="000000"/>
          <w:sz w:val="28"/>
          <w:szCs w:val="28"/>
        </w:rPr>
        <w:t>слова «отметки успеваемости не ниже «хорошо» заменить словами «оценки успеваемости «отлично»;</w:t>
      </w:r>
    </w:p>
    <w:p w:rsidR="004653F7" w:rsidRPr="006C5EC4" w:rsidRDefault="004653F7" w:rsidP="00E460C3">
      <w:pPr>
        <w:tabs>
          <w:tab w:val="left" w:pos="1120"/>
        </w:tabs>
        <w:autoSpaceDE w:val="0"/>
        <w:autoSpaceDN w:val="0"/>
        <w:adjustRightInd w:val="0"/>
        <w:spacing w:line="384" w:lineRule="auto"/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CC4C8D">
        <w:rPr>
          <w:color w:val="000000"/>
          <w:sz w:val="28"/>
          <w:szCs w:val="28"/>
        </w:rPr>
        <w:t>в абзаце шестом слова «10-х и 11-х» заменить слов</w:t>
      </w:r>
      <w:r>
        <w:rPr>
          <w:color w:val="000000"/>
          <w:sz w:val="28"/>
          <w:szCs w:val="28"/>
        </w:rPr>
        <w:t xml:space="preserve">ами «10-х (11-х) </w:t>
      </w:r>
      <w:r>
        <w:rPr>
          <w:color w:val="000000"/>
          <w:sz w:val="28"/>
          <w:szCs w:val="28"/>
        </w:rPr>
        <w:br/>
      </w:r>
      <w:bookmarkStart w:id="1" w:name="_GoBack"/>
      <w:bookmarkEnd w:id="1"/>
      <w:r>
        <w:rPr>
          <w:color w:val="000000"/>
          <w:sz w:val="28"/>
          <w:szCs w:val="28"/>
        </w:rPr>
        <w:t xml:space="preserve">и 11-х (12-х)», </w:t>
      </w:r>
      <w:r w:rsidRPr="00CC4C8D">
        <w:rPr>
          <w:color w:val="000000"/>
          <w:sz w:val="28"/>
          <w:szCs w:val="28"/>
        </w:rPr>
        <w:t>слова «отметок успеваемости не ниже «х</w:t>
      </w:r>
      <w:r>
        <w:rPr>
          <w:color w:val="000000"/>
          <w:sz w:val="28"/>
          <w:szCs w:val="28"/>
        </w:rPr>
        <w:t>орошо» заменить словами «оцен</w:t>
      </w:r>
      <w:r w:rsidRPr="00CC4C8D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 w:rsidRPr="00CC4C8D">
        <w:rPr>
          <w:color w:val="000000"/>
          <w:sz w:val="28"/>
          <w:szCs w:val="28"/>
        </w:rPr>
        <w:t xml:space="preserve"> успеваемости «отлично».</w:t>
      </w:r>
    </w:p>
    <w:p w:rsidR="004653F7" w:rsidRPr="00CC4C8D" w:rsidRDefault="004653F7" w:rsidP="00E460C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C4C8D">
        <w:rPr>
          <w:b/>
          <w:color w:val="000000"/>
          <w:sz w:val="28"/>
          <w:szCs w:val="28"/>
        </w:rPr>
        <w:t>Статья 2</w:t>
      </w:r>
    </w:p>
    <w:p w:rsidR="004653F7" w:rsidRPr="00CC4C8D" w:rsidRDefault="004653F7" w:rsidP="00E460C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CC4C8D">
        <w:rPr>
          <w:color w:val="000000"/>
          <w:sz w:val="28"/>
          <w:szCs w:val="28"/>
        </w:rPr>
        <w:t xml:space="preserve">Внести в статью 8 Закона Ульяновской области от 13 августа 2013 года </w:t>
      </w:r>
      <w:r w:rsidRPr="00CC4C8D">
        <w:rPr>
          <w:color w:val="000000"/>
          <w:sz w:val="28"/>
          <w:szCs w:val="28"/>
        </w:rPr>
        <w:br/>
        <w:t xml:space="preserve">№ 134-ЗО «Об образовании в Ульяновской области» </w:t>
      </w:r>
      <w:r w:rsidRPr="00CC4C8D">
        <w:rPr>
          <w:color w:val="000000"/>
          <w:spacing w:val="-4"/>
          <w:sz w:val="28"/>
          <w:szCs w:val="28"/>
        </w:rPr>
        <w:t>(</w:t>
      </w:r>
      <w:hyperlink r:id="rId8" w:history="1">
        <w:r w:rsidRPr="00CC4C8D">
          <w:rPr>
            <w:rStyle w:val="Hyperlink"/>
            <w:bCs/>
            <w:color w:val="000000"/>
            <w:sz w:val="28"/>
            <w:szCs w:val="28"/>
            <w:u w:val="none"/>
            <w:shd w:val="clear" w:color="auto" w:fill="FFFFFF"/>
          </w:rPr>
          <w:t xml:space="preserve">«Ульяновская правда» </w:t>
        </w:r>
        <w:r>
          <w:rPr>
            <w:rStyle w:val="Hyperlink"/>
            <w:bCs/>
            <w:color w:val="000000"/>
            <w:sz w:val="28"/>
            <w:szCs w:val="28"/>
            <w:u w:val="none"/>
            <w:shd w:val="clear" w:color="auto" w:fill="FFFFFF"/>
          </w:rPr>
          <w:br/>
        </w:r>
        <w:r w:rsidRPr="00CC4C8D">
          <w:rPr>
            <w:rStyle w:val="Hyperlink"/>
            <w:bCs/>
            <w:color w:val="000000"/>
            <w:sz w:val="28"/>
            <w:szCs w:val="28"/>
            <w:u w:val="none"/>
            <w:shd w:val="clear" w:color="auto" w:fill="FFFFFF"/>
          </w:rPr>
          <w:t>от 19.08.2013 № 97</w:t>
        </w:r>
      </w:hyperlink>
      <w:r w:rsidRPr="00CC4C8D">
        <w:rPr>
          <w:bCs/>
          <w:color w:val="000000"/>
          <w:sz w:val="28"/>
          <w:szCs w:val="28"/>
          <w:shd w:val="clear" w:color="auto" w:fill="FFFFFF"/>
        </w:rPr>
        <w:t xml:space="preserve">; </w:t>
      </w:r>
      <w:r w:rsidRPr="00CC4C8D">
        <w:rPr>
          <w:sz w:val="28"/>
          <w:szCs w:val="28"/>
        </w:rPr>
        <w:t>от 06.02.2014 № 16</w:t>
      </w:r>
      <w:r>
        <w:rPr>
          <w:sz w:val="28"/>
          <w:szCs w:val="28"/>
        </w:rPr>
        <w:t>; от 31.03.2014 № 45</w:t>
      </w:r>
      <w:r w:rsidRPr="00CC4C8D">
        <w:rPr>
          <w:color w:val="000000"/>
          <w:spacing w:val="-4"/>
          <w:sz w:val="28"/>
          <w:szCs w:val="28"/>
        </w:rPr>
        <w:t>)</w:t>
      </w:r>
      <w:r w:rsidRPr="00CC4C8D">
        <w:rPr>
          <w:color w:val="000000"/>
          <w:sz w:val="28"/>
          <w:szCs w:val="28"/>
        </w:rPr>
        <w:t xml:space="preserve"> следующие изменения:</w:t>
      </w:r>
    </w:p>
    <w:p w:rsidR="004653F7" w:rsidRPr="00CC4C8D" w:rsidRDefault="004653F7" w:rsidP="00E460C3">
      <w:pPr>
        <w:numPr>
          <w:ilvl w:val="0"/>
          <w:numId w:val="5"/>
        </w:numPr>
        <w:tabs>
          <w:tab w:val="left" w:pos="11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в абзаце первом слова «Наряду с мерами» заменить словами «1. Наряду с мерами»;</w:t>
      </w:r>
    </w:p>
    <w:p w:rsidR="004653F7" w:rsidRPr="00CC4C8D" w:rsidRDefault="004653F7" w:rsidP="00E460C3">
      <w:pPr>
        <w:numPr>
          <w:ilvl w:val="0"/>
          <w:numId w:val="5"/>
        </w:numPr>
        <w:tabs>
          <w:tab w:val="left" w:pos="11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в пункте 2 слова «не ниже» исключить;</w:t>
      </w:r>
    </w:p>
    <w:p w:rsidR="004653F7" w:rsidRPr="00CC4C8D" w:rsidRDefault="004653F7" w:rsidP="00E460C3">
      <w:pPr>
        <w:numPr>
          <w:ilvl w:val="0"/>
          <w:numId w:val="5"/>
        </w:numPr>
        <w:tabs>
          <w:tab w:val="left" w:pos="11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в пункте 3: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а) в абзаце первом: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слова «10-х и 11-х» заменить словами «10-х (11-х) и 11-х (12-х)»;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после слова «классов» дополнить словами «федерального государственного казённого общеобразовательного учреждения «Ульяновское гвардейское суворовское военное училище</w:t>
      </w:r>
      <w:r>
        <w:rPr>
          <w:color w:val="000000"/>
          <w:sz w:val="28"/>
          <w:szCs w:val="28"/>
        </w:rPr>
        <w:t>»,</w:t>
      </w:r>
      <w:r w:rsidRPr="00CC4C8D">
        <w:rPr>
          <w:color w:val="000000"/>
          <w:sz w:val="28"/>
          <w:szCs w:val="28"/>
        </w:rPr>
        <w:t>»;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б) в подпунктах «а» и «б» слова «отметок успеваемости не ниже «хорошо» заменить словами «оценок успеваемости «отлично»;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C4C8D">
        <w:rPr>
          <w:color w:val="000000"/>
          <w:sz w:val="28"/>
          <w:szCs w:val="28"/>
        </w:rPr>
        <w:t>) дополнить частью 2 следующего содержания: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C8D">
        <w:rPr>
          <w:color w:val="000000"/>
          <w:sz w:val="28"/>
          <w:szCs w:val="28"/>
        </w:rPr>
        <w:t>«2.</w:t>
      </w:r>
      <w:bookmarkEnd w:id="0"/>
      <w:r w:rsidRPr="00CC4C8D">
        <w:rPr>
          <w:color w:val="000000"/>
          <w:sz w:val="28"/>
          <w:szCs w:val="28"/>
        </w:rPr>
        <w:t xml:space="preserve"> </w:t>
      </w:r>
      <w:r w:rsidRPr="00CC4C8D">
        <w:rPr>
          <w:sz w:val="28"/>
          <w:szCs w:val="28"/>
        </w:rPr>
        <w:t xml:space="preserve">Выпускники государственных общеобразовательных организаций Ульяновской области и муниципальных общеобразовательных организаций, достигшие особых успехов в освоении образовательной программы среднего общего образования, награждаются </w:t>
      </w:r>
      <w:hyperlink r:id="rId9" w:history="1">
        <w:r w:rsidRPr="00CC4C8D">
          <w:rPr>
            <w:sz w:val="28"/>
            <w:szCs w:val="28"/>
          </w:rPr>
          <w:t>медалью</w:t>
        </w:r>
      </w:hyperlink>
      <w:r w:rsidRPr="00CC4C8D">
        <w:rPr>
          <w:sz w:val="28"/>
          <w:szCs w:val="28"/>
        </w:rPr>
        <w:t xml:space="preserve"> «За особые успехи в обучении», которая является ведомственной наградой исполнительного органа государственной власти Ульяновской области, осуществляющего государственное управление в сфере образования.</w:t>
      </w:r>
    </w:p>
    <w:p w:rsidR="004653F7" w:rsidRPr="00CC4C8D" w:rsidRDefault="004653F7" w:rsidP="00E460C3">
      <w:pPr>
        <w:tabs>
          <w:tab w:val="left" w:pos="11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C4C8D">
        <w:rPr>
          <w:sz w:val="28"/>
          <w:szCs w:val="28"/>
        </w:rPr>
        <w:t>Основания и порядок награждения выпускников государственных общеобразовательных организаций Ульяновской области и муниципальных общеобразовательных организаций, достигших особых успехов в освоении образовательной программы среднего общего образования, медалью «За особые успехи в обучении», а также её образцы и описания определяются нормативным правовым актом указанного исполнительного органа государственной власти Ульяновской области.».</w:t>
      </w:r>
    </w:p>
    <w:p w:rsidR="004653F7" w:rsidRDefault="004653F7" w:rsidP="007F05A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653F7" w:rsidRPr="00CC4C8D" w:rsidRDefault="004653F7" w:rsidP="007F05AE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  <w:r w:rsidRPr="00CC4C8D">
        <w:rPr>
          <w:b/>
          <w:color w:val="000000"/>
          <w:sz w:val="28"/>
          <w:szCs w:val="28"/>
        </w:rPr>
        <w:t>Статья 3</w:t>
      </w:r>
    </w:p>
    <w:p w:rsidR="004653F7" w:rsidRDefault="004653F7" w:rsidP="007F05A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4653F7" w:rsidRPr="00CC4C8D" w:rsidRDefault="004653F7" w:rsidP="007F05AE">
      <w:pPr>
        <w:suppressAutoHyphens/>
        <w:spacing w:line="360" w:lineRule="auto"/>
        <w:ind w:firstLine="700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>Финансовое обеспечение расходных обязательств, связанных с исполнением пункта 3 части 1 и части 2 статьи 8 Закона Ульяновской области от 13 августа 2013 года № 134-ЗО «Об образовании в Ульяновской области» (в редакции настоящего Закона)</w:t>
      </w:r>
      <w:r>
        <w:rPr>
          <w:color w:val="000000"/>
          <w:sz w:val="28"/>
          <w:szCs w:val="28"/>
        </w:rPr>
        <w:t>,</w:t>
      </w:r>
      <w:r w:rsidRPr="00CC4C8D">
        <w:rPr>
          <w:color w:val="000000"/>
          <w:sz w:val="28"/>
          <w:szCs w:val="28"/>
        </w:rPr>
        <w:t xml:space="preserve"> осуществляется за счёт бюджетных ассигнований областного бюджета Ульяновской области, выделяемых на соответствующие цели Министерству образования и науки Ульяновской области.</w:t>
      </w:r>
    </w:p>
    <w:p w:rsidR="004653F7" w:rsidRPr="00CC4C8D" w:rsidRDefault="004653F7" w:rsidP="007F05AE">
      <w:pPr>
        <w:suppressAutoHyphens/>
        <w:spacing w:line="360" w:lineRule="auto"/>
        <w:ind w:firstLine="700"/>
        <w:jc w:val="both"/>
        <w:rPr>
          <w:color w:val="000000"/>
          <w:sz w:val="28"/>
          <w:szCs w:val="28"/>
        </w:rPr>
      </w:pPr>
    </w:p>
    <w:p w:rsidR="004653F7" w:rsidRPr="00CC4C8D" w:rsidRDefault="004653F7" w:rsidP="007F05AE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  <w:r w:rsidRPr="00CC4C8D">
        <w:rPr>
          <w:b/>
          <w:color w:val="000000"/>
          <w:sz w:val="28"/>
          <w:szCs w:val="28"/>
        </w:rPr>
        <w:t>Статья 4</w:t>
      </w:r>
    </w:p>
    <w:p w:rsidR="004653F7" w:rsidRPr="00CC4C8D" w:rsidRDefault="004653F7" w:rsidP="007F05AE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</w:p>
    <w:p w:rsidR="004653F7" w:rsidRPr="00CC4C8D" w:rsidRDefault="004653F7" w:rsidP="007F05AE">
      <w:pPr>
        <w:suppressAutoHyphens/>
        <w:spacing w:line="360" w:lineRule="auto"/>
        <w:ind w:firstLine="700"/>
        <w:jc w:val="both"/>
        <w:rPr>
          <w:color w:val="000000"/>
          <w:sz w:val="28"/>
          <w:szCs w:val="28"/>
        </w:rPr>
      </w:pPr>
      <w:r w:rsidRPr="00CC4C8D">
        <w:rPr>
          <w:color w:val="000000"/>
          <w:sz w:val="28"/>
          <w:szCs w:val="28"/>
        </w:rPr>
        <w:t xml:space="preserve">Положения абзацев пятого и шестого части 9 статьи 5 </w:t>
      </w:r>
      <w:r w:rsidRPr="00CC4C8D">
        <w:rPr>
          <w:sz w:val="28"/>
          <w:szCs w:val="28"/>
        </w:rPr>
        <w:t>Закона Ульяновской области от 5 июля 2013 года № 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отдыха детей» (в редакции настоящего Закона)</w:t>
      </w:r>
      <w:r w:rsidRPr="00CC4C8D">
        <w:rPr>
          <w:color w:val="000000"/>
          <w:sz w:val="28"/>
          <w:szCs w:val="28"/>
        </w:rPr>
        <w:t xml:space="preserve">, а также подпунктов «а» и «б» пункта 3 части 1 статьи 8 Закона Ульяновской области от 13 августа 2013 года </w:t>
      </w:r>
      <w:r w:rsidRPr="00CC4C8D">
        <w:rPr>
          <w:color w:val="000000"/>
          <w:sz w:val="28"/>
          <w:szCs w:val="28"/>
        </w:rPr>
        <w:br/>
        <w:t>№ 134-ЗО «Об образовании в Ульяновской области» (в редакции настоящего Закона) применяются с 1 сентября 2014 года.</w:t>
      </w:r>
    </w:p>
    <w:p w:rsidR="004653F7" w:rsidRPr="00CC4C8D" w:rsidRDefault="004653F7" w:rsidP="00E460C3">
      <w:pPr>
        <w:suppressAutoHyphens/>
        <w:spacing w:line="312" w:lineRule="auto"/>
        <w:rPr>
          <w:sz w:val="28"/>
          <w:szCs w:val="28"/>
        </w:rPr>
      </w:pPr>
    </w:p>
    <w:p w:rsidR="004653F7" w:rsidRPr="00CC4C8D" w:rsidRDefault="004653F7" w:rsidP="00E460C3">
      <w:pPr>
        <w:suppressAutoHyphens/>
        <w:spacing w:line="312" w:lineRule="auto"/>
        <w:rPr>
          <w:sz w:val="28"/>
          <w:szCs w:val="28"/>
        </w:rPr>
      </w:pPr>
    </w:p>
    <w:p w:rsidR="004653F7" w:rsidRPr="00CC4C8D" w:rsidRDefault="004653F7" w:rsidP="00E460C3">
      <w:pPr>
        <w:tabs>
          <w:tab w:val="left" w:pos="8120"/>
        </w:tabs>
        <w:suppressAutoHyphens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CC4C8D">
        <w:rPr>
          <w:b/>
          <w:sz w:val="28"/>
          <w:szCs w:val="28"/>
        </w:rPr>
        <w:t xml:space="preserve">Губернатор  Ульяновской  области </w:t>
      </w:r>
      <w:r w:rsidRPr="00CC4C8D">
        <w:rPr>
          <w:b/>
          <w:sz w:val="28"/>
          <w:szCs w:val="28"/>
        </w:rPr>
        <w:tab/>
        <w:t xml:space="preserve"> С.И.Морозов</w:t>
      </w:r>
    </w:p>
    <w:p w:rsidR="004653F7" w:rsidRPr="00CC4C8D" w:rsidRDefault="004653F7" w:rsidP="00E460C3">
      <w:pPr>
        <w:suppressAutoHyphens/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</w:rPr>
      </w:pPr>
    </w:p>
    <w:p w:rsidR="004653F7" w:rsidRPr="00CC4C8D" w:rsidRDefault="004653F7" w:rsidP="00E460C3">
      <w:pPr>
        <w:suppressAutoHyphens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4653F7" w:rsidRPr="00CC4C8D" w:rsidRDefault="004653F7" w:rsidP="00E460C3">
      <w:pPr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 w:rsidRPr="00CC4C8D">
        <w:rPr>
          <w:sz w:val="28"/>
          <w:szCs w:val="28"/>
        </w:rPr>
        <w:t>г. Ульяновск</w:t>
      </w:r>
    </w:p>
    <w:p w:rsidR="004653F7" w:rsidRPr="00CC4C8D" w:rsidRDefault="004653F7" w:rsidP="00E460C3">
      <w:pPr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CC4C8D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CC4C8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 г"/>
        </w:smartTagPr>
        <w:r w:rsidRPr="00CC4C8D">
          <w:rPr>
            <w:sz w:val="28"/>
            <w:szCs w:val="28"/>
          </w:rPr>
          <w:t>2014 г</w:t>
        </w:r>
      </w:smartTag>
      <w:r w:rsidRPr="00CC4C8D">
        <w:rPr>
          <w:sz w:val="28"/>
          <w:szCs w:val="28"/>
        </w:rPr>
        <w:t>.</w:t>
      </w:r>
    </w:p>
    <w:p w:rsidR="004653F7" w:rsidRDefault="004653F7" w:rsidP="00E460C3">
      <w:pPr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 w:rsidRPr="00CC4C8D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CC4C8D">
        <w:rPr>
          <w:sz w:val="28"/>
          <w:szCs w:val="28"/>
        </w:rPr>
        <w:t>-ЗО</w:t>
      </w:r>
    </w:p>
    <w:sectPr w:rsidR="004653F7" w:rsidSect="007F05AE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3F7" w:rsidRDefault="004653F7" w:rsidP="007E1987">
      <w:r>
        <w:separator/>
      </w:r>
    </w:p>
  </w:endnote>
  <w:endnote w:type="continuationSeparator" w:id="0">
    <w:p w:rsidR="004653F7" w:rsidRDefault="004653F7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3F7" w:rsidRPr="00B46643" w:rsidRDefault="004653F7" w:rsidP="00B46643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1804ск1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3F7" w:rsidRDefault="004653F7" w:rsidP="007E1987">
      <w:r>
        <w:separator/>
      </w:r>
    </w:p>
  </w:footnote>
  <w:footnote w:type="continuationSeparator" w:id="0">
    <w:p w:rsidR="004653F7" w:rsidRDefault="004653F7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3F7" w:rsidRDefault="004653F7" w:rsidP="00EC7EAB">
    <w:pPr>
      <w:pStyle w:val="a0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4653F7" w:rsidRDefault="004653F7">
    <w:pPr>
      <w:pStyle w:val="a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3F7" w:rsidRDefault="004653F7" w:rsidP="00700184">
    <w:pPr>
      <w:pStyle w:val="a0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5A13"/>
    <w:multiLevelType w:val="hybridMultilevel"/>
    <w:tmpl w:val="860ACF2C"/>
    <w:lvl w:ilvl="0" w:tplc="6D82A3AC">
      <w:start w:val="1"/>
      <w:numFmt w:val="decimal"/>
      <w:lvlText w:val="%1)"/>
      <w:lvlJc w:val="left"/>
      <w:pPr>
        <w:tabs>
          <w:tab w:val="num" w:pos="1705"/>
        </w:tabs>
        <w:ind w:left="170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">
    <w:nsid w:val="135B3F3B"/>
    <w:multiLevelType w:val="hybridMultilevel"/>
    <w:tmpl w:val="8A40434C"/>
    <w:lvl w:ilvl="0" w:tplc="310C0FEE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225F4B"/>
    <w:multiLevelType w:val="hybridMultilevel"/>
    <w:tmpl w:val="15689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AB"/>
    <w:rsid w:val="000000C0"/>
    <w:rsid w:val="00001676"/>
    <w:rsid w:val="00003555"/>
    <w:rsid w:val="00004E9D"/>
    <w:rsid w:val="00005973"/>
    <w:rsid w:val="00007870"/>
    <w:rsid w:val="00007AFB"/>
    <w:rsid w:val="000105BA"/>
    <w:rsid w:val="00014233"/>
    <w:rsid w:val="00015280"/>
    <w:rsid w:val="00015946"/>
    <w:rsid w:val="000239F1"/>
    <w:rsid w:val="0002426E"/>
    <w:rsid w:val="00025C67"/>
    <w:rsid w:val="00025E7F"/>
    <w:rsid w:val="0002698F"/>
    <w:rsid w:val="00026ACC"/>
    <w:rsid w:val="00030EFD"/>
    <w:rsid w:val="00032114"/>
    <w:rsid w:val="00033B18"/>
    <w:rsid w:val="000341F4"/>
    <w:rsid w:val="000350B2"/>
    <w:rsid w:val="00040FC6"/>
    <w:rsid w:val="000415E4"/>
    <w:rsid w:val="00041750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18D2"/>
    <w:rsid w:val="0007397D"/>
    <w:rsid w:val="00076647"/>
    <w:rsid w:val="0007689B"/>
    <w:rsid w:val="00077286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64"/>
    <w:rsid w:val="000964BB"/>
    <w:rsid w:val="00096FD2"/>
    <w:rsid w:val="00097706"/>
    <w:rsid w:val="00097899"/>
    <w:rsid w:val="000A3742"/>
    <w:rsid w:val="000A5479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2F12"/>
    <w:rsid w:val="000E33DD"/>
    <w:rsid w:val="000E41BE"/>
    <w:rsid w:val="000E44FC"/>
    <w:rsid w:val="000E7AC2"/>
    <w:rsid w:val="000F1033"/>
    <w:rsid w:val="000F1507"/>
    <w:rsid w:val="000F18D5"/>
    <w:rsid w:val="000F38CD"/>
    <w:rsid w:val="000F4462"/>
    <w:rsid w:val="000F7DDB"/>
    <w:rsid w:val="000F7F61"/>
    <w:rsid w:val="001010D9"/>
    <w:rsid w:val="00103C5A"/>
    <w:rsid w:val="00110552"/>
    <w:rsid w:val="00111504"/>
    <w:rsid w:val="00111934"/>
    <w:rsid w:val="0011273A"/>
    <w:rsid w:val="00112FF4"/>
    <w:rsid w:val="00113A82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1557"/>
    <w:rsid w:val="0014332A"/>
    <w:rsid w:val="00146716"/>
    <w:rsid w:val="00147B5E"/>
    <w:rsid w:val="0015045E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4F03"/>
    <w:rsid w:val="00165071"/>
    <w:rsid w:val="0016582D"/>
    <w:rsid w:val="00166465"/>
    <w:rsid w:val="00166611"/>
    <w:rsid w:val="0017222E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3377"/>
    <w:rsid w:val="001A5BFE"/>
    <w:rsid w:val="001A5D39"/>
    <w:rsid w:val="001A6D3D"/>
    <w:rsid w:val="001B307C"/>
    <w:rsid w:val="001B5696"/>
    <w:rsid w:val="001B5D7D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4302"/>
    <w:rsid w:val="001E4648"/>
    <w:rsid w:val="001E4674"/>
    <w:rsid w:val="001E4CCD"/>
    <w:rsid w:val="001E6883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865"/>
    <w:rsid w:val="0020649B"/>
    <w:rsid w:val="002110C0"/>
    <w:rsid w:val="00211D8D"/>
    <w:rsid w:val="00212363"/>
    <w:rsid w:val="00215FA0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39EF"/>
    <w:rsid w:val="0024432D"/>
    <w:rsid w:val="00244485"/>
    <w:rsid w:val="00244E4B"/>
    <w:rsid w:val="00245885"/>
    <w:rsid w:val="00245B7C"/>
    <w:rsid w:val="00246814"/>
    <w:rsid w:val="00250818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9C1"/>
    <w:rsid w:val="00271D76"/>
    <w:rsid w:val="00271EA6"/>
    <w:rsid w:val="00271EF8"/>
    <w:rsid w:val="00272C2F"/>
    <w:rsid w:val="00274973"/>
    <w:rsid w:val="0027605A"/>
    <w:rsid w:val="00277D6F"/>
    <w:rsid w:val="00280725"/>
    <w:rsid w:val="00282058"/>
    <w:rsid w:val="00282B66"/>
    <w:rsid w:val="0028340C"/>
    <w:rsid w:val="002837A6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6C9B"/>
    <w:rsid w:val="002B6CF9"/>
    <w:rsid w:val="002B7F87"/>
    <w:rsid w:val="002C082E"/>
    <w:rsid w:val="002C2B90"/>
    <w:rsid w:val="002C30FE"/>
    <w:rsid w:val="002C33D5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F0A3D"/>
    <w:rsid w:val="002F136C"/>
    <w:rsid w:val="002F2E98"/>
    <w:rsid w:val="002F369A"/>
    <w:rsid w:val="002F5FBB"/>
    <w:rsid w:val="002F6896"/>
    <w:rsid w:val="002F6A74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9A3"/>
    <w:rsid w:val="00333C23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1A18"/>
    <w:rsid w:val="0036272A"/>
    <w:rsid w:val="00363ACE"/>
    <w:rsid w:val="00364AFA"/>
    <w:rsid w:val="00365093"/>
    <w:rsid w:val="00366302"/>
    <w:rsid w:val="003663F6"/>
    <w:rsid w:val="003665E7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B65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B7F"/>
    <w:rsid w:val="003E1E4A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34D9"/>
    <w:rsid w:val="003F6145"/>
    <w:rsid w:val="003F696A"/>
    <w:rsid w:val="0040161E"/>
    <w:rsid w:val="004044D0"/>
    <w:rsid w:val="00410CCB"/>
    <w:rsid w:val="00412B25"/>
    <w:rsid w:val="0041381B"/>
    <w:rsid w:val="00413943"/>
    <w:rsid w:val="00413B57"/>
    <w:rsid w:val="00413B82"/>
    <w:rsid w:val="004153B5"/>
    <w:rsid w:val="00415EAD"/>
    <w:rsid w:val="00421CF2"/>
    <w:rsid w:val="00422435"/>
    <w:rsid w:val="00423325"/>
    <w:rsid w:val="00424269"/>
    <w:rsid w:val="00424A99"/>
    <w:rsid w:val="004259F6"/>
    <w:rsid w:val="00426822"/>
    <w:rsid w:val="00426F65"/>
    <w:rsid w:val="00427D4B"/>
    <w:rsid w:val="00430246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3F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A3C"/>
    <w:rsid w:val="004B6B3D"/>
    <w:rsid w:val="004B6F21"/>
    <w:rsid w:val="004B7522"/>
    <w:rsid w:val="004B7966"/>
    <w:rsid w:val="004C1D0C"/>
    <w:rsid w:val="004C2DDE"/>
    <w:rsid w:val="004C2E65"/>
    <w:rsid w:val="004C41A6"/>
    <w:rsid w:val="004C4650"/>
    <w:rsid w:val="004C5A85"/>
    <w:rsid w:val="004C6853"/>
    <w:rsid w:val="004C744D"/>
    <w:rsid w:val="004C7DBA"/>
    <w:rsid w:val="004D5116"/>
    <w:rsid w:val="004D52F1"/>
    <w:rsid w:val="004D79F1"/>
    <w:rsid w:val="004E06B8"/>
    <w:rsid w:val="004E21C5"/>
    <w:rsid w:val="004E2559"/>
    <w:rsid w:val="004E3B06"/>
    <w:rsid w:val="004E76F7"/>
    <w:rsid w:val="004E7B20"/>
    <w:rsid w:val="004F0CD6"/>
    <w:rsid w:val="004F0DDA"/>
    <w:rsid w:val="004F128E"/>
    <w:rsid w:val="004F2C82"/>
    <w:rsid w:val="004F605C"/>
    <w:rsid w:val="004F6342"/>
    <w:rsid w:val="004F7FBC"/>
    <w:rsid w:val="00500445"/>
    <w:rsid w:val="00500D09"/>
    <w:rsid w:val="00501E48"/>
    <w:rsid w:val="00502D06"/>
    <w:rsid w:val="00504D82"/>
    <w:rsid w:val="00504ED5"/>
    <w:rsid w:val="00505F8C"/>
    <w:rsid w:val="00506AED"/>
    <w:rsid w:val="00511225"/>
    <w:rsid w:val="0051132C"/>
    <w:rsid w:val="00511E55"/>
    <w:rsid w:val="00514309"/>
    <w:rsid w:val="00514915"/>
    <w:rsid w:val="00515731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4116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1B23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27BF"/>
    <w:rsid w:val="005A31D2"/>
    <w:rsid w:val="005A35E8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2597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3F5B"/>
    <w:rsid w:val="00656C53"/>
    <w:rsid w:val="0066174E"/>
    <w:rsid w:val="00661893"/>
    <w:rsid w:val="00663115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EC4"/>
    <w:rsid w:val="006C62CB"/>
    <w:rsid w:val="006C6930"/>
    <w:rsid w:val="006C7D4F"/>
    <w:rsid w:val="006D0036"/>
    <w:rsid w:val="006D0B03"/>
    <w:rsid w:val="006D0E3F"/>
    <w:rsid w:val="006D1352"/>
    <w:rsid w:val="006D1934"/>
    <w:rsid w:val="006D236F"/>
    <w:rsid w:val="006D2A57"/>
    <w:rsid w:val="006D5C71"/>
    <w:rsid w:val="006D676A"/>
    <w:rsid w:val="006E2D48"/>
    <w:rsid w:val="006E4529"/>
    <w:rsid w:val="006E465F"/>
    <w:rsid w:val="006E471B"/>
    <w:rsid w:val="006E5471"/>
    <w:rsid w:val="006E56F3"/>
    <w:rsid w:val="006E6B21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5356"/>
    <w:rsid w:val="007A5941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C6B47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E41"/>
    <w:rsid w:val="007E7148"/>
    <w:rsid w:val="007E7BD5"/>
    <w:rsid w:val="007F05AE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4CA"/>
    <w:rsid w:val="00804799"/>
    <w:rsid w:val="008053F2"/>
    <w:rsid w:val="00811A60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45874"/>
    <w:rsid w:val="008466DC"/>
    <w:rsid w:val="0084678A"/>
    <w:rsid w:val="008472A3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3598"/>
    <w:rsid w:val="008740F5"/>
    <w:rsid w:val="00874DF7"/>
    <w:rsid w:val="008769FB"/>
    <w:rsid w:val="008770FF"/>
    <w:rsid w:val="00877A99"/>
    <w:rsid w:val="0088249C"/>
    <w:rsid w:val="00882A78"/>
    <w:rsid w:val="008831ED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43CE"/>
    <w:rsid w:val="008F578D"/>
    <w:rsid w:val="008F65A1"/>
    <w:rsid w:val="008F6976"/>
    <w:rsid w:val="008F7348"/>
    <w:rsid w:val="009009C6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8BF"/>
    <w:rsid w:val="00924C4A"/>
    <w:rsid w:val="00925806"/>
    <w:rsid w:val="00930952"/>
    <w:rsid w:val="009372CB"/>
    <w:rsid w:val="00937FA5"/>
    <w:rsid w:val="00941237"/>
    <w:rsid w:val="009424EE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5E07"/>
    <w:rsid w:val="009668FC"/>
    <w:rsid w:val="00966BB0"/>
    <w:rsid w:val="00970D04"/>
    <w:rsid w:val="009712CF"/>
    <w:rsid w:val="00972A6E"/>
    <w:rsid w:val="00972AAA"/>
    <w:rsid w:val="00974D9A"/>
    <w:rsid w:val="0097682D"/>
    <w:rsid w:val="00980BD4"/>
    <w:rsid w:val="0098325F"/>
    <w:rsid w:val="00985226"/>
    <w:rsid w:val="00985AA0"/>
    <w:rsid w:val="00985B56"/>
    <w:rsid w:val="00986554"/>
    <w:rsid w:val="00986A19"/>
    <w:rsid w:val="009903B5"/>
    <w:rsid w:val="00990968"/>
    <w:rsid w:val="0099154A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47CE"/>
    <w:rsid w:val="009A5328"/>
    <w:rsid w:val="009A5C85"/>
    <w:rsid w:val="009A68AF"/>
    <w:rsid w:val="009A7749"/>
    <w:rsid w:val="009B2DB1"/>
    <w:rsid w:val="009C02A8"/>
    <w:rsid w:val="009C054E"/>
    <w:rsid w:val="009C09AE"/>
    <w:rsid w:val="009C207D"/>
    <w:rsid w:val="009C3900"/>
    <w:rsid w:val="009C4E2C"/>
    <w:rsid w:val="009C5407"/>
    <w:rsid w:val="009C7EE2"/>
    <w:rsid w:val="009D40F0"/>
    <w:rsid w:val="009D4BE3"/>
    <w:rsid w:val="009D4FA1"/>
    <w:rsid w:val="009D6E05"/>
    <w:rsid w:val="009D71D9"/>
    <w:rsid w:val="009D737C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4A9F"/>
    <w:rsid w:val="00A254E4"/>
    <w:rsid w:val="00A256EE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255E"/>
    <w:rsid w:val="00A346FA"/>
    <w:rsid w:val="00A34D16"/>
    <w:rsid w:val="00A3533F"/>
    <w:rsid w:val="00A35398"/>
    <w:rsid w:val="00A36100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D73"/>
    <w:rsid w:val="00AD15B6"/>
    <w:rsid w:val="00AD39D1"/>
    <w:rsid w:val="00AD5530"/>
    <w:rsid w:val="00AD59CC"/>
    <w:rsid w:val="00AD75D3"/>
    <w:rsid w:val="00AD7E71"/>
    <w:rsid w:val="00AE06A9"/>
    <w:rsid w:val="00AE24C3"/>
    <w:rsid w:val="00AE2C72"/>
    <w:rsid w:val="00AE47B8"/>
    <w:rsid w:val="00AE6349"/>
    <w:rsid w:val="00AE6E2E"/>
    <w:rsid w:val="00AE776B"/>
    <w:rsid w:val="00AF0364"/>
    <w:rsid w:val="00AF0785"/>
    <w:rsid w:val="00AF0788"/>
    <w:rsid w:val="00AF1A95"/>
    <w:rsid w:val="00AF1BAC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DE5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49AB"/>
    <w:rsid w:val="00B455BC"/>
    <w:rsid w:val="00B46643"/>
    <w:rsid w:val="00B5067C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544A"/>
    <w:rsid w:val="00B664BE"/>
    <w:rsid w:val="00B66BCD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21B9"/>
    <w:rsid w:val="00C137FA"/>
    <w:rsid w:val="00C14C34"/>
    <w:rsid w:val="00C14D46"/>
    <w:rsid w:val="00C1597D"/>
    <w:rsid w:val="00C15E92"/>
    <w:rsid w:val="00C17987"/>
    <w:rsid w:val="00C200B7"/>
    <w:rsid w:val="00C21049"/>
    <w:rsid w:val="00C21EA0"/>
    <w:rsid w:val="00C22B4F"/>
    <w:rsid w:val="00C22CD4"/>
    <w:rsid w:val="00C2402E"/>
    <w:rsid w:val="00C30706"/>
    <w:rsid w:val="00C33CE1"/>
    <w:rsid w:val="00C37CEF"/>
    <w:rsid w:val="00C40D85"/>
    <w:rsid w:val="00C4144A"/>
    <w:rsid w:val="00C4392E"/>
    <w:rsid w:val="00C44700"/>
    <w:rsid w:val="00C45576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21CD"/>
    <w:rsid w:val="00C9380D"/>
    <w:rsid w:val="00C9659A"/>
    <w:rsid w:val="00C96AAF"/>
    <w:rsid w:val="00C96B3E"/>
    <w:rsid w:val="00CA40A2"/>
    <w:rsid w:val="00CA47D7"/>
    <w:rsid w:val="00CA616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4C8D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D5C"/>
    <w:rsid w:val="00CF763F"/>
    <w:rsid w:val="00D009CD"/>
    <w:rsid w:val="00D01245"/>
    <w:rsid w:val="00D02704"/>
    <w:rsid w:val="00D04E84"/>
    <w:rsid w:val="00D05E8D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37781"/>
    <w:rsid w:val="00D41389"/>
    <w:rsid w:val="00D418D8"/>
    <w:rsid w:val="00D418DB"/>
    <w:rsid w:val="00D41A16"/>
    <w:rsid w:val="00D43EE7"/>
    <w:rsid w:val="00D44090"/>
    <w:rsid w:val="00D45956"/>
    <w:rsid w:val="00D501F8"/>
    <w:rsid w:val="00D5071E"/>
    <w:rsid w:val="00D5555B"/>
    <w:rsid w:val="00D560C4"/>
    <w:rsid w:val="00D562B0"/>
    <w:rsid w:val="00D60834"/>
    <w:rsid w:val="00D6113A"/>
    <w:rsid w:val="00D62264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4864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7D81"/>
    <w:rsid w:val="00DA06DE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D089F"/>
    <w:rsid w:val="00DD08B1"/>
    <w:rsid w:val="00DD29A9"/>
    <w:rsid w:val="00DD2B6A"/>
    <w:rsid w:val="00DD451A"/>
    <w:rsid w:val="00DD4DE0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DF5C45"/>
    <w:rsid w:val="00E01889"/>
    <w:rsid w:val="00E030EC"/>
    <w:rsid w:val="00E03451"/>
    <w:rsid w:val="00E0360A"/>
    <w:rsid w:val="00E03770"/>
    <w:rsid w:val="00E0481C"/>
    <w:rsid w:val="00E05379"/>
    <w:rsid w:val="00E053E3"/>
    <w:rsid w:val="00E05E43"/>
    <w:rsid w:val="00E06D51"/>
    <w:rsid w:val="00E075D4"/>
    <w:rsid w:val="00E11B60"/>
    <w:rsid w:val="00E1387C"/>
    <w:rsid w:val="00E15E19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57DC"/>
    <w:rsid w:val="00E36470"/>
    <w:rsid w:val="00E37207"/>
    <w:rsid w:val="00E44E0F"/>
    <w:rsid w:val="00E45927"/>
    <w:rsid w:val="00E460C3"/>
    <w:rsid w:val="00E4779B"/>
    <w:rsid w:val="00E50783"/>
    <w:rsid w:val="00E51E52"/>
    <w:rsid w:val="00E553F1"/>
    <w:rsid w:val="00E555BC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E91"/>
    <w:rsid w:val="00EC36D5"/>
    <w:rsid w:val="00EC3FF2"/>
    <w:rsid w:val="00EC4012"/>
    <w:rsid w:val="00EC5344"/>
    <w:rsid w:val="00EC5C55"/>
    <w:rsid w:val="00EC5EF3"/>
    <w:rsid w:val="00EC7104"/>
    <w:rsid w:val="00EC7A53"/>
    <w:rsid w:val="00EC7EAB"/>
    <w:rsid w:val="00ED2670"/>
    <w:rsid w:val="00ED2694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3C75"/>
    <w:rsid w:val="00EF43FA"/>
    <w:rsid w:val="00EF51B1"/>
    <w:rsid w:val="00EF7515"/>
    <w:rsid w:val="00F0058B"/>
    <w:rsid w:val="00F029D8"/>
    <w:rsid w:val="00F037BA"/>
    <w:rsid w:val="00F04477"/>
    <w:rsid w:val="00F04CE9"/>
    <w:rsid w:val="00F057F0"/>
    <w:rsid w:val="00F062B2"/>
    <w:rsid w:val="00F0704A"/>
    <w:rsid w:val="00F07236"/>
    <w:rsid w:val="00F074EA"/>
    <w:rsid w:val="00F07DAF"/>
    <w:rsid w:val="00F07F6C"/>
    <w:rsid w:val="00F11E3F"/>
    <w:rsid w:val="00F123D2"/>
    <w:rsid w:val="00F13857"/>
    <w:rsid w:val="00F2199C"/>
    <w:rsid w:val="00F22075"/>
    <w:rsid w:val="00F22A6F"/>
    <w:rsid w:val="00F23219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59AD"/>
    <w:rsid w:val="00F50581"/>
    <w:rsid w:val="00F50E88"/>
    <w:rsid w:val="00F534F8"/>
    <w:rsid w:val="00F54F94"/>
    <w:rsid w:val="00F555DE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34B"/>
    <w:rsid w:val="00F918EF"/>
    <w:rsid w:val="00F92F27"/>
    <w:rsid w:val="00F93AB2"/>
    <w:rsid w:val="00F94DC4"/>
    <w:rsid w:val="00F9554C"/>
    <w:rsid w:val="00F95856"/>
    <w:rsid w:val="00F971B5"/>
    <w:rsid w:val="00F975DF"/>
    <w:rsid w:val="00FA21C9"/>
    <w:rsid w:val="00FA38C5"/>
    <w:rsid w:val="00FA6297"/>
    <w:rsid w:val="00FA6504"/>
    <w:rsid w:val="00FA7645"/>
    <w:rsid w:val="00FB140C"/>
    <w:rsid w:val="00FB2EBD"/>
    <w:rsid w:val="00FB337A"/>
    <w:rsid w:val="00FB4844"/>
    <w:rsid w:val="00FB53DD"/>
    <w:rsid w:val="00FB67CC"/>
    <w:rsid w:val="00FC0A9B"/>
    <w:rsid w:val="00FC1BFB"/>
    <w:rsid w:val="00FC339D"/>
    <w:rsid w:val="00FC76D3"/>
    <w:rsid w:val="00FD2FB7"/>
    <w:rsid w:val="00FD6A63"/>
    <w:rsid w:val="00FE0B31"/>
    <w:rsid w:val="00FE0B8D"/>
    <w:rsid w:val="00FE3C8A"/>
    <w:rsid w:val="00FE60F8"/>
    <w:rsid w:val="00FE613A"/>
    <w:rsid w:val="00FF1869"/>
    <w:rsid w:val="00FF3FCF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A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5076"/>
    <w:pPr>
      <w:keepNext/>
      <w:tabs>
        <w:tab w:val="num" w:pos="720"/>
      </w:tabs>
      <w:ind w:left="720" w:hanging="360"/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3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">
    <w:name w:val="Гипертекстовая ссылка"/>
    <w:uiPriority w:val="99"/>
    <w:rsid w:val="00EC7EAB"/>
    <w:rPr>
      <w:b/>
      <w:color w:val="008000"/>
    </w:rPr>
  </w:style>
  <w:style w:type="paragraph" w:customStyle="1" w:styleId="a0">
    <w:name w:val="Заголовок статьи"/>
    <w:basedOn w:val="Normal"/>
    <w:next w:val="Normal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3A4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6643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53A4"/>
    <w:rPr>
      <w:sz w:val="24"/>
      <w:szCs w:val="24"/>
    </w:rPr>
  </w:style>
  <w:style w:type="paragraph" w:customStyle="1" w:styleId="a1">
    <w:name w:val="Стиль"/>
    <w:basedOn w:val="Normal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2">
    <w:name w:val="Прижатый влево"/>
    <w:basedOn w:val="Normal"/>
    <w:next w:val="Normal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3">
    <w:name w:val="Цветовое выделение"/>
    <w:uiPriority w:val="99"/>
    <w:rsid w:val="00930952"/>
    <w:rPr>
      <w:b/>
      <w:color w:val="000080"/>
    </w:rPr>
  </w:style>
  <w:style w:type="paragraph" w:customStyle="1" w:styleId="a4">
    <w:name w:val="Знак Знак Знак Знак"/>
    <w:basedOn w:val="Normal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Normal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910E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uo.ru/images/laws/2013/zak/136-ZO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suo.ru/images/laws/2013/zak/136-ZO.doc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83100.1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617</Words>
  <Characters>3519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17</cp:revision>
  <cp:lastPrinted>2014-04-18T08:54:00Z</cp:lastPrinted>
  <dcterms:created xsi:type="dcterms:W3CDTF">2014-04-18T08:37:00Z</dcterms:created>
  <dcterms:modified xsi:type="dcterms:W3CDTF">2014-05-08T06:54:00Z</dcterms:modified>
</cp:coreProperties>
</file>