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C95" w:rsidRPr="00263949" w:rsidRDefault="002F5C95" w:rsidP="0047741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63949">
        <w:rPr>
          <w:b/>
          <w:bCs/>
          <w:sz w:val="28"/>
          <w:szCs w:val="28"/>
        </w:rPr>
        <w:t>Закон Ульяновской области</w:t>
      </w:r>
    </w:p>
    <w:p w:rsidR="002F5C95" w:rsidRDefault="002F5C95" w:rsidP="00477414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:rsidR="002F5C95" w:rsidRPr="00306590" w:rsidRDefault="002F5C95" w:rsidP="00477414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32"/>
        </w:rPr>
      </w:pPr>
    </w:p>
    <w:p w:rsidR="002F5C95" w:rsidRPr="00DF170D" w:rsidRDefault="002F5C95" w:rsidP="00477414">
      <w:pPr>
        <w:widowControl w:val="0"/>
        <w:autoSpaceDE w:val="0"/>
        <w:autoSpaceDN w:val="0"/>
        <w:adjustRightInd w:val="0"/>
        <w:jc w:val="center"/>
        <w:rPr>
          <w:b/>
          <w:bCs/>
          <w:sz w:val="44"/>
          <w:szCs w:val="28"/>
        </w:rPr>
      </w:pPr>
    </w:p>
    <w:p w:rsidR="002F5C95" w:rsidRDefault="002F5C95" w:rsidP="00B55BAD">
      <w:pPr>
        <w:autoSpaceDE w:val="0"/>
        <w:autoSpaceDN w:val="0"/>
        <w:adjustRightInd w:val="0"/>
        <w:jc w:val="center"/>
        <w:rPr>
          <w:b/>
          <w:sz w:val="28"/>
        </w:rPr>
      </w:pPr>
      <w:r w:rsidRPr="00445D7B">
        <w:rPr>
          <w:b/>
          <w:sz w:val="28"/>
          <w:szCs w:val="28"/>
        </w:rPr>
        <w:t>О предоставлении гражданам земельных участков, на которых расположены индивидуальные жилые дома</w:t>
      </w:r>
      <w:r>
        <w:rPr>
          <w:b/>
          <w:sz w:val="28"/>
          <w:szCs w:val="28"/>
        </w:rPr>
        <w:t>,</w:t>
      </w:r>
      <w:r w:rsidRPr="00445D7B">
        <w:rPr>
          <w:b/>
          <w:sz w:val="28"/>
          <w:szCs w:val="28"/>
        </w:rPr>
        <w:t xml:space="preserve"> в собственность бесплатно</w:t>
      </w:r>
    </w:p>
    <w:p w:rsidR="002F5C95" w:rsidRPr="00306590" w:rsidRDefault="002F5C95" w:rsidP="00477414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32"/>
        </w:rPr>
      </w:pPr>
    </w:p>
    <w:p w:rsidR="002F5C95" w:rsidRPr="00E55340" w:rsidRDefault="002F5C95" w:rsidP="00477414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</w:rPr>
      </w:pPr>
    </w:p>
    <w:p w:rsidR="002F5C95" w:rsidRDefault="002F5C95" w:rsidP="00FC6D33">
      <w:pPr>
        <w:ind w:firstLine="650"/>
        <w:jc w:val="both"/>
        <w:rPr>
          <w:b/>
          <w:sz w:val="28"/>
          <w:szCs w:val="28"/>
          <w:lang w:eastAsia="en-US"/>
        </w:rPr>
      </w:pPr>
    </w:p>
    <w:p w:rsidR="002F5C95" w:rsidRPr="00FC6D33" w:rsidRDefault="002F5C95" w:rsidP="00DF170D">
      <w:pPr>
        <w:ind w:firstLine="709"/>
        <w:jc w:val="both"/>
        <w:rPr>
          <w:sz w:val="28"/>
          <w:szCs w:val="28"/>
          <w:lang w:eastAsia="en-US"/>
        </w:rPr>
      </w:pPr>
      <w:r w:rsidRPr="00FC6D33">
        <w:rPr>
          <w:b/>
          <w:sz w:val="28"/>
          <w:szCs w:val="28"/>
          <w:lang w:eastAsia="en-US"/>
        </w:rPr>
        <w:t>Статья 1</w:t>
      </w:r>
    </w:p>
    <w:p w:rsidR="002F5C95" w:rsidRDefault="002F5C95" w:rsidP="00DF170D">
      <w:pPr>
        <w:ind w:firstLine="652"/>
        <w:jc w:val="both"/>
        <w:rPr>
          <w:sz w:val="28"/>
          <w:szCs w:val="28"/>
          <w:lang w:eastAsia="en-US"/>
        </w:rPr>
      </w:pPr>
    </w:p>
    <w:p w:rsidR="002F5C95" w:rsidRPr="00FC6D33" w:rsidRDefault="002F5C95" w:rsidP="00DF170D">
      <w:pPr>
        <w:ind w:firstLine="652"/>
        <w:jc w:val="both"/>
        <w:rPr>
          <w:sz w:val="28"/>
          <w:szCs w:val="28"/>
          <w:lang w:eastAsia="en-US"/>
        </w:rPr>
      </w:pPr>
    </w:p>
    <w:p w:rsidR="002F5C95" w:rsidRPr="00FC6D33" w:rsidRDefault="002F5C95" w:rsidP="00306590">
      <w:pPr>
        <w:spacing w:line="355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1. </w:t>
      </w:r>
      <w:r w:rsidRPr="00FC6D33">
        <w:rPr>
          <w:sz w:val="28"/>
          <w:szCs w:val="28"/>
          <w:lang w:eastAsia="en-US"/>
        </w:rPr>
        <w:t>В соответствии с подпунктом 7 статьи 39</w:t>
      </w:r>
      <w:r w:rsidRPr="00FC6D33">
        <w:rPr>
          <w:sz w:val="28"/>
          <w:szCs w:val="28"/>
          <w:vertAlign w:val="superscript"/>
          <w:lang w:eastAsia="en-US"/>
        </w:rPr>
        <w:t>5</w:t>
      </w:r>
      <w:r w:rsidRPr="00FC6D33">
        <w:rPr>
          <w:sz w:val="28"/>
          <w:szCs w:val="28"/>
          <w:lang w:eastAsia="en-US"/>
        </w:rPr>
        <w:t xml:space="preserve"> Земельного кодекса Российской Федерации установить, что земельный участок, находящийся </w:t>
      </w:r>
      <w:r>
        <w:rPr>
          <w:sz w:val="28"/>
          <w:szCs w:val="28"/>
          <w:lang w:eastAsia="en-US"/>
        </w:rPr>
        <w:br/>
      </w:r>
      <w:r w:rsidRPr="00FC6D33">
        <w:rPr>
          <w:sz w:val="28"/>
          <w:szCs w:val="28"/>
          <w:lang w:eastAsia="en-US"/>
        </w:rPr>
        <w:t>в государственной собственности Ульяновской области или муниципальной собственности муниципального образования Ульяновской области, а равно земельный участок, государственная собственность на которы</w:t>
      </w:r>
      <w:r w:rsidRPr="00101663">
        <w:rPr>
          <w:sz w:val="28"/>
          <w:szCs w:val="28"/>
          <w:lang w:eastAsia="en-US"/>
        </w:rPr>
        <w:t>й</w:t>
      </w:r>
      <w:r w:rsidRPr="00FC6D33">
        <w:rPr>
          <w:sz w:val="28"/>
          <w:szCs w:val="28"/>
          <w:lang w:eastAsia="en-US"/>
        </w:rPr>
        <w:t xml:space="preserve"> не разграничена (далее также – земельный участок), предоставляется гражданину Российской Федерации (далее – гражданин) в собственность бесплатно на основании решения органа, указанного в пунктах 1 или 2 части 1 статьи 3 настоящего Закона (далее также – уполномоченный орган), в случае, если </w:t>
      </w:r>
      <w:r>
        <w:rPr>
          <w:sz w:val="28"/>
          <w:szCs w:val="28"/>
          <w:lang w:eastAsia="en-US"/>
        </w:rPr>
        <w:br/>
      </w:r>
      <w:r w:rsidRPr="00FC6D33">
        <w:rPr>
          <w:sz w:val="28"/>
          <w:szCs w:val="28"/>
          <w:lang w:eastAsia="en-US"/>
        </w:rPr>
        <w:t xml:space="preserve">на соответствующем земельном участке расположен созданный до вступления </w:t>
      </w:r>
      <w:r>
        <w:rPr>
          <w:sz w:val="28"/>
          <w:szCs w:val="28"/>
          <w:lang w:eastAsia="en-US"/>
        </w:rPr>
        <w:br/>
      </w:r>
      <w:r w:rsidRPr="00FC6D33">
        <w:rPr>
          <w:sz w:val="28"/>
          <w:szCs w:val="28"/>
          <w:lang w:eastAsia="en-US"/>
        </w:rPr>
        <w:t>в силу Закона СССР от 6 марта 1990 года № 1305-</w:t>
      </w:r>
      <w:r w:rsidRPr="00FC6D33">
        <w:rPr>
          <w:sz w:val="28"/>
          <w:szCs w:val="28"/>
          <w:lang w:val="en-US" w:eastAsia="en-US"/>
        </w:rPr>
        <w:t>I</w:t>
      </w:r>
      <w:r w:rsidRPr="00FC6D33">
        <w:rPr>
          <w:sz w:val="28"/>
          <w:szCs w:val="28"/>
          <w:lang w:eastAsia="en-US"/>
        </w:rPr>
        <w:t xml:space="preserve"> «О собственности в СССР» индивидуальный жилой дом, в котором гражданин постоянно или преимущественно проживает не менее пятнадцати лет и который является </w:t>
      </w:r>
      <w:r>
        <w:rPr>
          <w:sz w:val="28"/>
          <w:szCs w:val="28"/>
          <w:lang w:eastAsia="en-US"/>
        </w:rPr>
        <w:br/>
      </w:r>
      <w:r w:rsidRPr="00FC6D33">
        <w:rPr>
          <w:sz w:val="28"/>
          <w:szCs w:val="28"/>
          <w:lang w:eastAsia="en-US"/>
        </w:rPr>
        <w:t>для гражданина единственным имеющимся у него жилым помещением (далее – жилой дом), и при этом:</w:t>
      </w:r>
    </w:p>
    <w:p w:rsidR="002F5C95" w:rsidRPr="00FC6D33" w:rsidRDefault="002F5C95" w:rsidP="00306590">
      <w:pPr>
        <w:widowControl w:val="0"/>
        <w:spacing w:line="355" w:lineRule="auto"/>
        <w:ind w:firstLine="709"/>
        <w:jc w:val="both"/>
        <w:rPr>
          <w:sz w:val="28"/>
          <w:szCs w:val="28"/>
          <w:lang w:eastAsia="en-US"/>
        </w:rPr>
      </w:pPr>
      <w:r w:rsidRPr="00FC6D33">
        <w:rPr>
          <w:sz w:val="28"/>
          <w:szCs w:val="28"/>
          <w:lang w:eastAsia="en-US"/>
        </w:rPr>
        <w:t xml:space="preserve">1) предоставление гражданину соответствующего земельного участка </w:t>
      </w:r>
      <w:r>
        <w:rPr>
          <w:sz w:val="28"/>
          <w:szCs w:val="28"/>
          <w:lang w:eastAsia="en-US"/>
        </w:rPr>
        <w:br/>
      </w:r>
      <w:r w:rsidRPr="00FC6D33">
        <w:rPr>
          <w:sz w:val="28"/>
          <w:szCs w:val="28"/>
          <w:lang w:eastAsia="en-US"/>
        </w:rPr>
        <w:t>в собственность не нарушает установленные законодательством Российской Федерации запреты или ограничения, а также права и законные интересы других лиц;</w:t>
      </w:r>
    </w:p>
    <w:p w:rsidR="002F5C95" w:rsidRPr="00FC6D33" w:rsidRDefault="002F5C95" w:rsidP="00306590">
      <w:pPr>
        <w:widowControl w:val="0"/>
        <w:spacing w:line="355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 расположенный</w:t>
      </w:r>
      <w:r w:rsidRPr="00FC6D33">
        <w:rPr>
          <w:sz w:val="28"/>
          <w:szCs w:val="28"/>
          <w:lang w:eastAsia="en-US"/>
        </w:rPr>
        <w:t xml:space="preserve"> на соответствующем земельном участке жилой дом является приго</w:t>
      </w:r>
      <w:r>
        <w:rPr>
          <w:sz w:val="28"/>
          <w:szCs w:val="28"/>
          <w:lang w:eastAsia="en-US"/>
        </w:rPr>
        <w:t>дным для постоянного проживания.</w:t>
      </w:r>
    </w:p>
    <w:p w:rsidR="002F5C95" w:rsidRDefault="002F5C95" w:rsidP="00DF170D">
      <w:pPr>
        <w:spacing w:line="360" w:lineRule="auto"/>
        <w:ind w:firstLine="709"/>
        <w:jc w:val="both"/>
        <w:rPr>
          <w:sz w:val="28"/>
          <w:szCs w:val="28"/>
        </w:rPr>
      </w:pPr>
      <w:r w:rsidRPr="00FC6D33">
        <w:rPr>
          <w:sz w:val="28"/>
          <w:szCs w:val="28"/>
        </w:rPr>
        <w:t>2. Положения части 1 настоящей статьи не применяются, если земельный участок и (или) расположенны</w:t>
      </w:r>
      <w:r w:rsidRPr="00101663">
        <w:rPr>
          <w:sz w:val="28"/>
          <w:szCs w:val="28"/>
        </w:rPr>
        <w:t>й</w:t>
      </w:r>
      <w:r w:rsidRPr="00FC6D33">
        <w:rPr>
          <w:sz w:val="28"/>
          <w:szCs w:val="28"/>
        </w:rPr>
        <w:t xml:space="preserve"> на нём жилой дом могут быть получены гражданином в собственность по основаниям и в порядке, установленным законодательством Российской Федерации.</w:t>
      </w:r>
    </w:p>
    <w:p w:rsidR="002F5C95" w:rsidRPr="00DF170D" w:rsidRDefault="002F5C95" w:rsidP="00DF170D">
      <w:pPr>
        <w:ind w:firstLine="709"/>
        <w:jc w:val="both"/>
        <w:rPr>
          <w:sz w:val="16"/>
          <w:szCs w:val="28"/>
        </w:rPr>
      </w:pPr>
    </w:p>
    <w:p w:rsidR="002F5C95" w:rsidRDefault="002F5C95" w:rsidP="00DF170D">
      <w:pPr>
        <w:ind w:firstLine="709"/>
        <w:jc w:val="both"/>
        <w:rPr>
          <w:b/>
          <w:sz w:val="28"/>
          <w:szCs w:val="28"/>
          <w:lang w:eastAsia="en-US"/>
        </w:rPr>
      </w:pPr>
    </w:p>
    <w:p w:rsidR="002F5C95" w:rsidRPr="00FC6D33" w:rsidRDefault="002F5C95" w:rsidP="00DF170D">
      <w:pPr>
        <w:ind w:firstLine="709"/>
        <w:jc w:val="both"/>
        <w:rPr>
          <w:b/>
          <w:sz w:val="28"/>
          <w:szCs w:val="28"/>
          <w:lang w:eastAsia="en-US"/>
        </w:rPr>
      </w:pPr>
      <w:r w:rsidRPr="00FC6D33">
        <w:rPr>
          <w:b/>
          <w:sz w:val="28"/>
          <w:szCs w:val="28"/>
          <w:lang w:eastAsia="en-US"/>
        </w:rPr>
        <w:t>Статья 2</w:t>
      </w:r>
    </w:p>
    <w:p w:rsidR="002F5C95" w:rsidRDefault="002F5C95" w:rsidP="00DF170D">
      <w:pPr>
        <w:ind w:firstLine="652"/>
        <w:jc w:val="both"/>
        <w:rPr>
          <w:sz w:val="28"/>
          <w:szCs w:val="28"/>
          <w:lang w:eastAsia="en-US"/>
        </w:rPr>
      </w:pPr>
    </w:p>
    <w:p w:rsidR="002F5C95" w:rsidRPr="00FC6D33" w:rsidRDefault="002F5C95" w:rsidP="00DF170D">
      <w:pPr>
        <w:ind w:firstLine="652"/>
        <w:jc w:val="both"/>
        <w:rPr>
          <w:sz w:val="28"/>
          <w:szCs w:val="28"/>
          <w:lang w:eastAsia="en-US"/>
        </w:rPr>
      </w:pPr>
    </w:p>
    <w:p w:rsidR="002F5C95" w:rsidRDefault="002F5C95" w:rsidP="00FC6D3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C6D33">
        <w:rPr>
          <w:sz w:val="28"/>
          <w:szCs w:val="28"/>
        </w:rPr>
        <w:t xml:space="preserve">Образование земельного участка в целях предоставления его гражданину </w:t>
      </w:r>
      <w:r>
        <w:rPr>
          <w:sz w:val="28"/>
          <w:szCs w:val="28"/>
        </w:rPr>
        <w:br/>
      </w:r>
      <w:r w:rsidRPr="00FC6D33">
        <w:rPr>
          <w:sz w:val="28"/>
          <w:szCs w:val="28"/>
        </w:rPr>
        <w:t xml:space="preserve">в собственность бесплатно осуществляется в порядке, установленном Земельным кодексом Российской Федерации. Размер образуемого в указанных целях земельного участка должен соответствовать предельному размеру, предусмотренному пунктом 1 части 3 статьи 11 Закона Ульяновской области </w:t>
      </w:r>
      <w:r>
        <w:rPr>
          <w:sz w:val="28"/>
          <w:szCs w:val="28"/>
        </w:rPr>
        <w:br/>
      </w:r>
      <w:r w:rsidRPr="00FC6D33">
        <w:rPr>
          <w:sz w:val="28"/>
          <w:szCs w:val="28"/>
        </w:rPr>
        <w:t xml:space="preserve">от 17 ноября 2003 года № 059-ЗО «О регулировании земельных отношений </w:t>
      </w:r>
      <w:r>
        <w:rPr>
          <w:sz w:val="28"/>
          <w:szCs w:val="28"/>
        </w:rPr>
        <w:br/>
      </w:r>
      <w:r w:rsidRPr="00FC6D33">
        <w:rPr>
          <w:sz w:val="28"/>
          <w:szCs w:val="28"/>
        </w:rPr>
        <w:t>в Ульяновской области».</w:t>
      </w:r>
    </w:p>
    <w:p w:rsidR="002F5C95" w:rsidRPr="00DF170D" w:rsidRDefault="002F5C95" w:rsidP="00DF170D">
      <w:pPr>
        <w:autoSpaceDE w:val="0"/>
        <w:autoSpaceDN w:val="0"/>
        <w:adjustRightInd w:val="0"/>
        <w:ind w:firstLine="709"/>
        <w:jc w:val="both"/>
        <w:rPr>
          <w:sz w:val="16"/>
          <w:szCs w:val="28"/>
        </w:rPr>
      </w:pPr>
    </w:p>
    <w:p w:rsidR="002F5C95" w:rsidRDefault="002F5C95" w:rsidP="00DF17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F5C95" w:rsidRPr="00FC6D33" w:rsidRDefault="002F5C95" w:rsidP="00DF170D">
      <w:pPr>
        <w:ind w:firstLine="650"/>
        <w:jc w:val="both"/>
        <w:rPr>
          <w:sz w:val="28"/>
          <w:szCs w:val="28"/>
        </w:rPr>
      </w:pPr>
      <w:r w:rsidRPr="00FC6D33">
        <w:rPr>
          <w:b/>
          <w:sz w:val="28"/>
          <w:szCs w:val="28"/>
        </w:rPr>
        <w:t>Статья 3</w:t>
      </w:r>
    </w:p>
    <w:p w:rsidR="002F5C95" w:rsidRDefault="002F5C95" w:rsidP="00DF170D">
      <w:pPr>
        <w:ind w:firstLine="652"/>
        <w:jc w:val="both"/>
        <w:rPr>
          <w:sz w:val="28"/>
          <w:szCs w:val="28"/>
        </w:rPr>
      </w:pPr>
    </w:p>
    <w:p w:rsidR="002F5C95" w:rsidRPr="00FC6D33" w:rsidRDefault="002F5C95" w:rsidP="00DF170D">
      <w:pPr>
        <w:ind w:firstLine="652"/>
        <w:jc w:val="both"/>
        <w:rPr>
          <w:sz w:val="28"/>
          <w:szCs w:val="28"/>
        </w:rPr>
      </w:pPr>
    </w:p>
    <w:p w:rsidR="002F5C95" w:rsidRPr="00FC6D33" w:rsidRDefault="002F5C95" w:rsidP="00C21490">
      <w:pPr>
        <w:spacing w:line="360" w:lineRule="auto"/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FC6D33">
        <w:rPr>
          <w:sz w:val="28"/>
          <w:szCs w:val="28"/>
        </w:rPr>
        <w:t xml:space="preserve">Гражданин, заинтересованный в получении земельного участка </w:t>
      </w:r>
      <w:r>
        <w:rPr>
          <w:sz w:val="28"/>
          <w:szCs w:val="28"/>
        </w:rPr>
        <w:br/>
      </w:r>
      <w:r w:rsidRPr="00FC6D33">
        <w:rPr>
          <w:sz w:val="28"/>
          <w:szCs w:val="28"/>
        </w:rPr>
        <w:t xml:space="preserve">в собственность бесплатно, подаёт по своему выбору лично или посредством почтовой связи на бумажном носителе либо в электронной форме </w:t>
      </w:r>
      <w:r>
        <w:rPr>
          <w:sz w:val="28"/>
          <w:szCs w:val="28"/>
        </w:rPr>
        <w:br/>
      </w:r>
      <w:r w:rsidRPr="00FC6D33">
        <w:rPr>
          <w:sz w:val="28"/>
          <w:szCs w:val="28"/>
        </w:rPr>
        <w:t xml:space="preserve">с использованием информационно-телекоммуникационной сети «Интернет», включая единый портал государственных и муниципальных услуг, заявление </w:t>
      </w:r>
      <w:r>
        <w:rPr>
          <w:sz w:val="28"/>
          <w:szCs w:val="28"/>
        </w:rPr>
        <w:br/>
      </w:r>
      <w:r w:rsidRPr="00FC6D33">
        <w:rPr>
          <w:sz w:val="28"/>
          <w:szCs w:val="28"/>
        </w:rPr>
        <w:t xml:space="preserve">о предоставлении ему земельного участка в собственность бесплатно </w:t>
      </w:r>
      <w:r>
        <w:rPr>
          <w:sz w:val="28"/>
          <w:szCs w:val="28"/>
        </w:rPr>
        <w:br/>
      </w:r>
      <w:r w:rsidRPr="00FC6D33">
        <w:rPr>
          <w:sz w:val="28"/>
          <w:szCs w:val="28"/>
        </w:rPr>
        <w:t>с описанием местоположения земельного участка (далее – заявление):</w:t>
      </w:r>
    </w:p>
    <w:p w:rsidR="002F5C95" w:rsidRPr="00FC6D33" w:rsidRDefault="002F5C95" w:rsidP="00C21490">
      <w:pPr>
        <w:spacing w:line="360" w:lineRule="auto"/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Pr="00FC6D33">
        <w:rPr>
          <w:sz w:val="28"/>
          <w:szCs w:val="28"/>
        </w:rPr>
        <w:t xml:space="preserve">для получения в собственность бесплатно земельного участка, находящегося в государственной собственности Ульяновской области, – </w:t>
      </w:r>
      <w:r>
        <w:rPr>
          <w:sz w:val="28"/>
          <w:szCs w:val="28"/>
        </w:rPr>
        <w:br/>
      </w:r>
      <w:r w:rsidRPr="00FC6D33">
        <w:rPr>
          <w:sz w:val="28"/>
          <w:szCs w:val="28"/>
        </w:rPr>
        <w:t>в исполнительный орган государственной власти Ульяновской области, осуществляющий полномочия по управлению и распоряжению земельными участками, находящимися в государственной собственности Ульяновской области;</w:t>
      </w:r>
    </w:p>
    <w:p w:rsidR="002F5C95" w:rsidRPr="00FC6D33" w:rsidRDefault="002F5C95" w:rsidP="00C2149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Pr="00FC6D33">
        <w:rPr>
          <w:sz w:val="28"/>
          <w:szCs w:val="28"/>
        </w:rPr>
        <w:t xml:space="preserve">для получения в собственность бесплатно земельного участка, находящегося в </w:t>
      </w:r>
      <w:r>
        <w:rPr>
          <w:sz w:val="28"/>
          <w:szCs w:val="28"/>
        </w:rPr>
        <w:t xml:space="preserve">муниципальной </w:t>
      </w:r>
      <w:r w:rsidRPr="00FC6D33">
        <w:rPr>
          <w:sz w:val="28"/>
          <w:szCs w:val="28"/>
        </w:rPr>
        <w:t>собственности муниципального образования Ульяновской области, или земельного участка, государственная собственность на который не разграничена, – в орган местного самоуправления муниципального образования Ульяновской области, осуществляющий полномочия по управлению и распоряжению такими земельными участками.</w:t>
      </w:r>
    </w:p>
    <w:p w:rsidR="002F5C95" w:rsidRPr="00FC6D33" w:rsidRDefault="002F5C95" w:rsidP="00C21490">
      <w:pPr>
        <w:spacing w:line="360" w:lineRule="auto"/>
        <w:ind w:firstLine="709"/>
        <w:jc w:val="both"/>
        <w:rPr>
          <w:sz w:val="28"/>
          <w:szCs w:val="28"/>
        </w:rPr>
      </w:pPr>
      <w:r w:rsidRPr="00FC6D33">
        <w:rPr>
          <w:sz w:val="28"/>
          <w:szCs w:val="28"/>
        </w:rPr>
        <w:t xml:space="preserve">Форма заявления устанавливается указанными уполномоченными органами. </w:t>
      </w:r>
    </w:p>
    <w:p w:rsidR="002F5C95" w:rsidRPr="00FC6D33" w:rsidRDefault="002F5C95" w:rsidP="00C2149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2. </w:t>
      </w:r>
      <w:r w:rsidRPr="00FC6D33">
        <w:rPr>
          <w:sz w:val="28"/>
          <w:szCs w:val="28"/>
        </w:rPr>
        <w:t xml:space="preserve">Заявление может быть подано гражданином в уполномоченный орган также через многофункциональный центр предоставления государственных </w:t>
      </w:r>
      <w:r>
        <w:rPr>
          <w:sz w:val="28"/>
          <w:szCs w:val="28"/>
        </w:rPr>
        <w:br/>
      </w:r>
      <w:r w:rsidRPr="00FC6D33">
        <w:rPr>
          <w:sz w:val="28"/>
          <w:szCs w:val="28"/>
        </w:rPr>
        <w:t>и муниципальных услуг (далее – многофункциональный центр). Порядок и сроки передачи в</w:t>
      </w:r>
      <w:r w:rsidRPr="00FC6D33">
        <w:rPr>
          <w:bCs/>
          <w:sz w:val="28"/>
          <w:szCs w:val="28"/>
        </w:rPr>
        <w:t xml:space="preserve"> уполномоченный орган </w:t>
      </w:r>
      <w:r w:rsidRPr="00FC6D33">
        <w:rPr>
          <w:sz w:val="28"/>
          <w:szCs w:val="28"/>
        </w:rPr>
        <w:t xml:space="preserve">принятых многофункциональным центром заявлений и документов, представляемых одновременно с ними в соответствии </w:t>
      </w:r>
      <w:r>
        <w:rPr>
          <w:sz w:val="28"/>
          <w:szCs w:val="28"/>
        </w:rPr>
        <w:br/>
      </w:r>
      <w:r w:rsidRPr="00FC6D33">
        <w:rPr>
          <w:sz w:val="28"/>
          <w:szCs w:val="28"/>
        </w:rPr>
        <w:t xml:space="preserve">с частью 4 настоящей статьи, </w:t>
      </w:r>
      <w:r w:rsidRPr="00FC6D33">
        <w:rPr>
          <w:bCs/>
          <w:sz w:val="28"/>
          <w:szCs w:val="28"/>
        </w:rPr>
        <w:t>определяются соглашением, заключённым между уполномоченным органом и многофункциональным центром в установленном законодательством Российской Федерации порядке.</w:t>
      </w:r>
    </w:p>
    <w:p w:rsidR="002F5C95" w:rsidRPr="00FC6D33" w:rsidRDefault="002F5C95" w:rsidP="00C2149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6D33">
        <w:rPr>
          <w:sz w:val="28"/>
          <w:szCs w:val="28"/>
        </w:rPr>
        <w:t xml:space="preserve">3. Если право на получение земельного участка в собственность бесплатно в соответствии с настоящим Законом одновременно имеют двое и более граждан, то они обращаются в уполномоченный орган с совместным заявлением. В этом случае земельный участок предоставляется гражданам в общую собственность </w:t>
      </w:r>
      <w:r>
        <w:rPr>
          <w:sz w:val="28"/>
          <w:szCs w:val="28"/>
        </w:rPr>
        <w:br/>
      </w:r>
      <w:r w:rsidRPr="00FC6D33">
        <w:rPr>
          <w:sz w:val="28"/>
          <w:szCs w:val="28"/>
        </w:rPr>
        <w:t>в равных долях либо в долях, размер которых определён соглашением между гражданами.</w:t>
      </w:r>
    </w:p>
    <w:p w:rsidR="002F5C95" w:rsidRPr="00FC6D33" w:rsidRDefault="002F5C95" w:rsidP="00C2149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6D33">
        <w:rPr>
          <w:sz w:val="28"/>
          <w:szCs w:val="28"/>
        </w:rPr>
        <w:t>4. Одновременно с заявлением в уполномоченный орган представляются:</w:t>
      </w:r>
    </w:p>
    <w:p w:rsidR="002F5C95" w:rsidRPr="00FC6D33" w:rsidRDefault="002F5C95" w:rsidP="00C2149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6D33">
        <w:rPr>
          <w:sz w:val="28"/>
          <w:szCs w:val="28"/>
        </w:rPr>
        <w:t>1) копия паспорта гражданина или иного документа, удостоверяющего в соответствии с законодательством Российской Федерации личность гражданина;</w:t>
      </w:r>
    </w:p>
    <w:p w:rsidR="002F5C95" w:rsidRPr="00FC6D33" w:rsidRDefault="002F5C95" w:rsidP="00C2149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Pr="00FC6D33">
        <w:rPr>
          <w:sz w:val="28"/>
          <w:szCs w:val="28"/>
        </w:rPr>
        <w:t xml:space="preserve">документы, подтверждающие постоянное или преимущественное проживание гражданина в жилом доме (документы о регистрации гражданина </w:t>
      </w:r>
      <w:r>
        <w:rPr>
          <w:sz w:val="28"/>
          <w:szCs w:val="28"/>
        </w:rPr>
        <w:br/>
      </w:r>
      <w:r w:rsidRPr="00FC6D33">
        <w:rPr>
          <w:sz w:val="28"/>
          <w:szCs w:val="28"/>
        </w:rPr>
        <w:t>в жилом доме по месту жительства, выписка из домовой (похозяйственной) книги о зарегистрированных в жилом доме по месту жительства и (или) фактически проживающих в жилом доме гражданах);</w:t>
      </w:r>
    </w:p>
    <w:p w:rsidR="002F5C95" w:rsidRPr="00FC6D33" w:rsidRDefault="002F5C95" w:rsidP="00F241B7">
      <w:pPr>
        <w:widowControl w:val="0"/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 w:rsidRPr="00FC6D33">
        <w:rPr>
          <w:sz w:val="28"/>
          <w:szCs w:val="28"/>
        </w:rPr>
        <w:t>3) справк</w:t>
      </w:r>
      <w:r w:rsidRPr="00101663">
        <w:rPr>
          <w:sz w:val="28"/>
          <w:szCs w:val="28"/>
        </w:rPr>
        <w:t>а</w:t>
      </w:r>
      <w:r w:rsidRPr="00FC6D33">
        <w:rPr>
          <w:sz w:val="28"/>
          <w:szCs w:val="28"/>
        </w:rPr>
        <w:t xml:space="preserve"> органа или организации по государственному техническому учёту и (или) технической инвентаризации об отсутствии в собственности гражданина до 1 декабря 1998 года жилых помещений;</w:t>
      </w:r>
    </w:p>
    <w:p w:rsidR="002F5C95" w:rsidRPr="00FC6D33" w:rsidRDefault="002F5C95" w:rsidP="00F241B7">
      <w:pPr>
        <w:widowControl w:val="0"/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 w:rsidRPr="00FC6D33">
        <w:rPr>
          <w:sz w:val="28"/>
          <w:szCs w:val="28"/>
        </w:rPr>
        <w:t>4) заключение проектно-изыскательской организации по результатам обследования элементов ограждающих и несущих конструкций жилого дома;</w:t>
      </w:r>
    </w:p>
    <w:p w:rsidR="002F5C95" w:rsidRPr="00FC6D33" w:rsidRDefault="002F5C95" w:rsidP="00F241B7">
      <w:pPr>
        <w:widowControl w:val="0"/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 w:rsidRPr="00FC6D33">
        <w:rPr>
          <w:sz w:val="28"/>
          <w:szCs w:val="28"/>
        </w:rPr>
        <w:t>5) выписка из Единого государственного реестра прав на недвижимое имущество и сделок с ним о наличии (отсутствии) в собственности гражданина жилых помещений;</w:t>
      </w:r>
    </w:p>
    <w:p w:rsidR="002F5C95" w:rsidRPr="00FC6D33" w:rsidRDefault="002F5C95" w:rsidP="00F241B7">
      <w:pPr>
        <w:widowControl w:val="0"/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 w:rsidRPr="00FC6D33">
        <w:rPr>
          <w:sz w:val="28"/>
          <w:szCs w:val="28"/>
        </w:rPr>
        <w:t>6) документы, подтверждающие отсутствие в собственности гражданина земельных участков, предоставленных ему для индивидуального жилищного строительства;</w:t>
      </w:r>
    </w:p>
    <w:p w:rsidR="002F5C95" w:rsidRPr="00FC6D33" w:rsidRDefault="002F5C95" w:rsidP="00F241B7">
      <w:pPr>
        <w:widowControl w:val="0"/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 w:rsidRPr="00FC6D33">
        <w:rPr>
          <w:sz w:val="28"/>
          <w:szCs w:val="28"/>
        </w:rPr>
        <w:t>7) кадастровая выписка о земельном участке и жилом доме;</w:t>
      </w:r>
    </w:p>
    <w:p w:rsidR="002F5C95" w:rsidRPr="00FC6D33" w:rsidRDefault="002F5C95" w:rsidP="00F241B7">
      <w:pPr>
        <w:widowControl w:val="0"/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 w:rsidRPr="00FC6D33">
        <w:rPr>
          <w:sz w:val="28"/>
          <w:szCs w:val="28"/>
        </w:rPr>
        <w:t>8) выписка из Единого государственного реестра прав на недвижимое имущество и сделок с ним о наличии (отсутствии) зарегистрированных прав третьих лиц на жилой дом.</w:t>
      </w:r>
    </w:p>
    <w:p w:rsidR="002F5C95" w:rsidRPr="00FC6D33" w:rsidRDefault="002F5C95" w:rsidP="00F241B7">
      <w:pPr>
        <w:widowControl w:val="0"/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 w:rsidRPr="00FC6D33">
        <w:rPr>
          <w:sz w:val="28"/>
          <w:szCs w:val="28"/>
        </w:rPr>
        <w:t xml:space="preserve">Документы, указанные в пунктах 1-4 настоящей части, должны быть представлены гражданином в уполномоченный орган по собственной инициативе. </w:t>
      </w:r>
    </w:p>
    <w:p w:rsidR="002F5C95" w:rsidRPr="00FC6D33" w:rsidRDefault="002F5C95" w:rsidP="00F241B7">
      <w:pPr>
        <w:widowControl w:val="0"/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 w:rsidRPr="00FC6D33">
        <w:rPr>
          <w:sz w:val="28"/>
          <w:szCs w:val="28"/>
        </w:rPr>
        <w:t>Документы, указанные в пунктах 5-8 настоящей части, могут быть представлены гражданином в уполномоченный орган по собственной инициативе. Если эти документы не представлены гражданином по собственной инициативе, то уполномоченный орган запрашивает их в порядке межведомственного информационного взаимодействия в органах, предоставляющих государственные услуги, органах, предоставляющих муниципальные услуги, иных государственных органах, органах местного самоуправления либо подведомственных государственным органам или органам местного самоуправления организациях.</w:t>
      </w:r>
    </w:p>
    <w:p w:rsidR="002F5C95" w:rsidRPr="00FC6D33" w:rsidRDefault="002F5C95" w:rsidP="00E07D55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Pr="00FC6D33">
        <w:rPr>
          <w:sz w:val="28"/>
          <w:szCs w:val="28"/>
        </w:rPr>
        <w:t xml:space="preserve">Выполнение кадастровых работ в отношении земельного участка </w:t>
      </w:r>
      <w:r>
        <w:rPr>
          <w:sz w:val="28"/>
          <w:szCs w:val="28"/>
        </w:rPr>
        <w:br/>
      </w:r>
      <w:r w:rsidRPr="00FC6D33">
        <w:rPr>
          <w:sz w:val="28"/>
          <w:szCs w:val="28"/>
        </w:rPr>
        <w:t xml:space="preserve">и жилого дома, а также постановка их на государственный кадастровый учёт </w:t>
      </w:r>
      <w:r>
        <w:rPr>
          <w:sz w:val="28"/>
          <w:szCs w:val="28"/>
        </w:rPr>
        <w:t>обеспечиваю</w:t>
      </w:r>
      <w:r w:rsidRPr="00FC6D33">
        <w:rPr>
          <w:sz w:val="28"/>
          <w:szCs w:val="28"/>
        </w:rPr>
        <w:t xml:space="preserve">тся гражданином самостоятельно за свой счёт до обращения </w:t>
      </w:r>
      <w:r>
        <w:rPr>
          <w:sz w:val="28"/>
          <w:szCs w:val="28"/>
        </w:rPr>
        <w:br/>
      </w:r>
      <w:r w:rsidRPr="00FC6D33">
        <w:rPr>
          <w:sz w:val="28"/>
          <w:szCs w:val="28"/>
        </w:rPr>
        <w:t>с заявлением в уполномоченный орган.</w:t>
      </w:r>
    </w:p>
    <w:p w:rsidR="002F5C95" w:rsidRDefault="002F5C95" w:rsidP="00FF3068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 w:rsidRPr="00FC6D33">
        <w:rPr>
          <w:sz w:val="28"/>
          <w:szCs w:val="28"/>
        </w:rPr>
        <w:t xml:space="preserve">6. Если поступившее в уполномоченный орган заявление в соответствии </w:t>
      </w:r>
      <w:r>
        <w:rPr>
          <w:sz w:val="28"/>
          <w:szCs w:val="28"/>
        </w:rPr>
        <w:br/>
      </w:r>
      <w:r w:rsidRPr="00FC6D33">
        <w:rPr>
          <w:sz w:val="28"/>
          <w:szCs w:val="28"/>
        </w:rPr>
        <w:t xml:space="preserve">с частью 1 настоящей статьи должно быть рассмотрено другим уполномоченным органом, </w:t>
      </w:r>
      <w:r>
        <w:rPr>
          <w:sz w:val="28"/>
          <w:szCs w:val="28"/>
        </w:rPr>
        <w:t>такое заявление направляется в течение семи дней со дня регистрации в соответствующий уполномоченный орган с уведомлением гражданина, направившего заявление, о его переадресации в установленном законодательством Российской Федерации порядке.</w:t>
      </w:r>
    </w:p>
    <w:p w:rsidR="002F5C95" w:rsidRPr="00FC6D33" w:rsidRDefault="002F5C95" w:rsidP="000260F7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FC6D33">
        <w:rPr>
          <w:sz w:val="28"/>
          <w:szCs w:val="28"/>
        </w:rPr>
        <w:t>сли одновременно с поступивш</w:t>
      </w:r>
      <w:bookmarkStart w:id="0" w:name="_GoBack"/>
      <w:bookmarkEnd w:id="0"/>
      <w:r w:rsidRPr="00FC6D33">
        <w:rPr>
          <w:sz w:val="28"/>
          <w:szCs w:val="28"/>
        </w:rPr>
        <w:t xml:space="preserve">им в уполномоченный орган заявлением гражданин не представил (не полностью представил) документы, которые он в соответствии с пунктами 1-4 части 4 настоящей статьи должен представить по собственной инициативе, уполномоченный орган не позднее десяти календарных дней со дня поступления заявления возвращает его гражданину по адресу, указанному в заявлении, с указанием причин, послуживших основаниями для возврата заявления. </w:t>
      </w:r>
    </w:p>
    <w:p w:rsidR="002F5C95" w:rsidRPr="00FC6D33" w:rsidRDefault="002F5C95" w:rsidP="000260F7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 w:rsidRPr="00FC6D33">
        <w:rPr>
          <w:sz w:val="28"/>
          <w:szCs w:val="28"/>
        </w:rPr>
        <w:t xml:space="preserve">После устранения причин, послуживших основаниями для возврата заявления, гражданин вправе повторно обратиться в уполномоченный орган </w:t>
      </w:r>
      <w:r>
        <w:rPr>
          <w:sz w:val="28"/>
          <w:szCs w:val="28"/>
        </w:rPr>
        <w:br/>
      </w:r>
      <w:r w:rsidRPr="00FC6D33">
        <w:rPr>
          <w:sz w:val="28"/>
          <w:szCs w:val="28"/>
        </w:rPr>
        <w:t>с заявлением.</w:t>
      </w:r>
    </w:p>
    <w:p w:rsidR="002F5C95" w:rsidRPr="00FC6D33" w:rsidRDefault="002F5C95" w:rsidP="000260F7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7. </w:t>
      </w:r>
      <w:r w:rsidRPr="00FC6D33">
        <w:rPr>
          <w:sz w:val="28"/>
          <w:szCs w:val="28"/>
        </w:rPr>
        <w:t xml:space="preserve">Решение о предоставлении гражданину земельного участка </w:t>
      </w:r>
      <w:r>
        <w:rPr>
          <w:sz w:val="28"/>
          <w:szCs w:val="28"/>
        </w:rPr>
        <w:br/>
      </w:r>
      <w:r w:rsidRPr="00FC6D33">
        <w:rPr>
          <w:sz w:val="28"/>
          <w:szCs w:val="28"/>
        </w:rPr>
        <w:t>в собственность бесплатно либо об отказе в предоставлении гражданину земельного участка в собственность бесплатно принимается уполномоченным органом в течение 30 календарных дней со дня поступления заявления</w:t>
      </w:r>
      <w:r>
        <w:rPr>
          <w:sz w:val="28"/>
          <w:szCs w:val="28"/>
        </w:rPr>
        <w:t>, если отсутствуют основания для его возврата, предусмотренные частью 6 настоящей статьи</w:t>
      </w:r>
      <w:r w:rsidRPr="00FC6D33">
        <w:rPr>
          <w:sz w:val="28"/>
          <w:szCs w:val="28"/>
        </w:rPr>
        <w:t>. При этом основаниями для принятия уполномоченным органом решения об отказе в предоставлении гражданину земельного участка в собственность бесплатно являются:</w:t>
      </w:r>
    </w:p>
    <w:p w:rsidR="002F5C95" w:rsidRPr="00FC6D33" w:rsidRDefault="002F5C95" w:rsidP="000260F7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 w:rsidRPr="00FC6D33">
        <w:rPr>
          <w:sz w:val="28"/>
          <w:szCs w:val="28"/>
        </w:rPr>
        <w:t xml:space="preserve">1) несоответствие земельного участка и (или) жилого дома требованиям, установленным </w:t>
      </w:r>
      <w:hyperlink r:id="rId6" w:history="1">
        <w:r w:rsidRPr="00FC6D33">
          <w:rPr>
            <w:sz w:val="28"/>
            <w:szCs w:val="28"/>
          </w:rPr>
          <w:t xml:space="preserve">частью 1 статьи </w:t>
        </w:r>
      </w:hyperlink>
      <w:r w:rsidRPr="00FC6D33">
        <w:rPr>
          <w:sz w:val="28"/>
          <w:szCs w:val="28"/>
        </w:rPr>
        <w:t>1 настоящего Закона</w:t>
      </w:r>
      <w:r>
        <w:rPr>
          <w:sz w:val="28"/>
          <w:szCs w:val="28"/>
        </w:rPr>
        <w:t>, а равно непостановка земельного участка и жилого дома на государственный кадастровый учёт</w:t>
      </w:r>
      <w:r w:rsidRPr="00FC6D33">
        <w:rPr>
          <w:sz w:val="28"/>
          <w:szCs w:val="28"/>
        </w:rPr>
        <w:t>;</w:t>
      </w:r>
    </w:p>
    <w:p w:rsidR="002F5C95" w:rsidRPr="00FC6D33" w:rsidRDefault="002F5C95" w:rsidP="000260F7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FC6D33">
        <w:rPr>
          <w:sz w:val="28"/>
          <w:szCs w:val="28"/>
        </w:rPr>
        <w:t xml:space="preserve">наличие возможности получения гражданином в собственность земельного участка и (или) расположенного на нём жилого дома по основаниям и в порядке, установленным законодательством Российской Федерации; </w:t>
      </w:r>
    </w:p>
    <w:p w:rsidR="002F5C95" w:rsidRPr="00FC6D33" w:rsidRDefault="002F5C95" w:rsidP="000260F7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 w:rsidRPr="00FC6D33">
        <w:rPr>
          <w:sz w:val="28"/>
          <w:szCs w:val="28"/>
        </w:rPr>
        <w:t xml:space="preserve">3) использование гражданином до обращения в уполномоченный орган </w:t>
      </w:r>
      <w:r>
        <w:rPr>
          <w:sz w:val="28"/>
          <w:szCs w:val="28"/>
        </w:rPr>
        <w:br/>
      </w:r>
      <w:r w:rsidRPr="00FC6D33">
        <w:rPr>
          <w:sz w:val="28"/>
          <w:szCs w:val="28"/>
        </w:rPr>
        <w:t>с заявлением права на бесплатное получение в собственность земельного участка для индивидуального жилищного строительства.</w:t>
      </w:r>
    </w:p>
    <w:p w:rsidR="002F5C95" w:rsidRPr="00FC6D33" w:rsidRDefault="002F5C95" w:rsidP="000260F7">
      <w:pPr>
        <w:autoSpaceDE w:val="0"/>
        <w:autoSpaceDN w:val="0"/>
        <w:adjustRightInd w:val="0"/>
        <w:spacing w:line="360" w:lineRule="auto"/>
        <w:ind w:firstLine="652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Pr="00FC6D33">
        <w:rPr>
          <w:sz w:val="28"/>
          <w:szCs w:val="28"/>
        </w:rPr>
        <w:t xml:space="preserve">Решение о предоставлении гражданину земельного участка </w:t>
      </w:r>
      <w:r>
        <w:rPr>
          <w:sz w:val="28"/>
          <w:szCs w:val="28"/>
        </w:rPr>
        <w:br/>
      </w:r>
      <w:r w:rsidRPr="00FC6D33">
        <w:rPr>
          <w:sz w:val="28"/>
          <w:szCs w:val="28"/>
        </w:rPr>
        <w:t xml:space="preserve">в собственность бесплатно либо об отказе в предоставлении гражданину земельного участка в собственность бесплатно не позднее пяти календарных дней со дня его принятия направляется уполномоченным органом гражданину </w:t>
      </w:r>
      <w:r>
        <w:rPr>
          <w:sz w:val="28"/>
          <w:szCs w:val="28"/>
        </w:rPr>
        <w:br/>
      </w:r>
      <w:r w:rsidRPr="00FC6D33">
        <w:rPr>
          <w:sz w:val="28"/>
          <w:szCs w:val="28"/>
        </w:rPr>
        <w:t>по указанному в заявлении адресу посредством почто</w:t>
      </w:r>
      <w:r>
        <w:rPr>
          <w:sz w:val="28"/>
          <w:szCs w:val="28"/>
        </w:rPr>
        <w:t>во</w:t>
      </w:r>
      <w:r w:rsidRPr="00FC6D33">
        <w:rPr>
          <w:sz w:val="28"/>
          <w:szCs w:val="28"/>
        </w:rPr>
        <w:t>й связи или выдаётся им гражданину непосредственно, в том числе через многофункциональный центр.</w:t>
      </w:r>
    </w:p>
    <w:p w:rsidR="002F5C95" w:rsidRDefault="002F5C95" w:rsidP="00FC6D3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C6D33">
        <w:rPr>
          <w:sz w:val="28"/>
          <w:szCs w:val="28"/>
        </w:rPr>
        <w:t>Решение уполномоченного органа о предоставлении гражданину земельного участка в собственность бесплатно либо об отказе в предоставлении гражданину земельного участка в собственность бесплатно может быть обжаловано в установленном законодательством Российской Федерации порядке.</w:t>
      </w:r>
    </w:p>
    <w:p w:rsidR="002F5C95" w:rsidRPr="000260F7" w:rsidRDefault="002F5C95" w:rsidP="000260F7">
      <w:pPr>
        <w:autoSpaceDE w:val="0"/>
        <w:autoSpaceDN w:val="0"/>
        <w:adjustRightInd w:val="0"/>
        <w:ind w:firstLine="708"/>
        <w:jc w:val="both"/>
        <w:rPr>
          <w:sz w:val="16"/>
        </w:rPr>
      </w:pPr>
    </w:p>
    <w:p w:rsidR="002F5C95" w:rsidRDefault="002F5C95" w:rsidP="000260F7">
      <w:pPr>
        <w:autoSpaceDE w:val="0"/>
        <w:autoSpaceDN w:val="0"/>
        <w:adjustRightInd w:val="0"/>
        <w:ind w:firstLine="708"/>
        <w:jc w:val="both"/>
        <w:rPr>
          <w:sz w:val="28"/>
        </w:rPr>
      </w:pPr>
    </w:p>
    <w:p w:rsidR="002F5C95" w:rsidRPr="00FC6D33" w:rsidRDefault="002F5C95" w:rsidP="0002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6D33">
        <w:rPr>
          <w:b/>
          <w:sz w:val="28"/>
          <w:szCs w:val="28"/>
        </w:rPr>
        <w:t>Статья 4</w:t>
      </w:r>
    </w:p>
    <w:p w:rsidR="002F5C95" w:rsidRPr="00FC6D33" w:rsidRDefault="002F5C95" w:rsidP="0002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F5C95" w:rsidRPr="00FC6D33" w:rsidRDefault="002F5C95" w:rsidP="00026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F5C95" w:rsidRDefault="002F5C95" w:rsidP="00FC6D3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C6D33">
        <w:rPr>
          <w:sz w:val="28"/>
          <w:szCs w:val="28"/>
        </w:rPr>
        <w:t xml:space="preserve">Положения настоящего Закона не применяются после 31 декабря </w:t>
      </w:r>
      <w:r>
        <w:rPr>
          <w:sz w:val="28"/>
          <w:szCs w:val="28"/>
        </w:rPr>
        <w:br/>
      </w:r>
      <w:r w:rsidRPr="00FC6D33">
        <w:rPr>
          <w:sz w:val="28"/>
          <w:szCs w:val="28"/>
        </w:rPr>
        <w:t>2016 года.</w:t>
      </w:r>
    </w:p>
    <w:p w:rsidR="002F5C95" w:rsidRDefault="002F5C95" w:rsidP="000260F7">
      <w:pPr>
        <w:autoSpaceDE w:val="0"/>
        <w:autoSpaceDN w:val="0"/>
        <w:adjustRightInd w:val="0"/>
        <w:rPr>
          <w:sz w:val="28"/>
          <w:szCs w:val="28"/>
        </w:rPr>
      </w:pPr>
    </w:p>
    <w:p w:rsidR="002F5C95" w:rsidRDefault="002F5C95" w:rsidP="000260F7">
      <w:pPr>
        <w:pStyle w:val="ConsNormal"/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2F5C95" w:rsidRPr="00DD1577" w:rsidRDefault="002F5C95" w:rsidP="00477414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577">
        <w:rPr>
          <w:rFonts w:ascii="Times New Roman" w:hAnsi="Times New Roman" w:cs="Times New Roman"/>
          <w:b/>
          <w:sz w:val="28"/>
          <w:szCs w:val="28"/>
        </w:rPr>
        <w:t xml:space="preserve">Губернатор </w:t>
      </w:r>
      <w:r>
        <w:rPr>
          <w:rFonts w:ascii="Times New Roman" w:hAnsi="Times New Roman" w:cs="Times New Roman"/>
          <w:b/>
          <w:sz w:val="28"/>
          <w:szCs w:val="28"/>
        </w:rPr>
        <w:t xml:space="preserve">Ульяновской области     </w:t>
      </w:r>
      <w:r w:rsidRPr="00DD1577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DD1577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157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DD1577">
        <w:rPr>
          <w:rFonts w:ascii="Times New Roman" w:hAnsi="Times New Roman" w:cs="Times New Roman"/>
          <w:b/>
          <w:sz w:val="28"/>
          <w:szCs w:val="28"/>
        </w:rPr>
        <w:t>С.И.Морозов</w:t>
      </w:r>
    </w:p>
    <w:p w:rsidR="002F5C95" w:rsidRDefault="002F5C95" w:rsidP="00477414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F5C95" w:rsidRDefault="002F5C95" w:rsidP="00477414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F5C95" w:rsidRPr="00DD1577" w:rsidRDefault="002F5C95" w:rsidP="000260F7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г. Ульяновск</w:t>
      </w:r>
    </w:p>
    <w:p w:rsidR="002F5C95" w:rsidRPr="00DD1577" w:rsidRDefault="002F5C95" w:rsidP="000260F7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</w:t>
      </w:r>
      <w:r w:rsidRPr="00DD15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июня</w:t>
      </w:r>
      <w:r w:rsidRPr="00DD1577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D157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F5C95" w:rsidRPr="007549BE" w:rsidRDefault="002F5C95" w:rsidP="000260F7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549BE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59</w:t>
      </w:r>
      <w:r w:rsidRPr="007549BE">
        <w:rPr>
          <w:rFonts w:ascii="Times New Roman" w:hAnsi="Times New Roman" w:cs="Times New Roman"/>
          <w:sz w:val="28"/>
          <w:szCs w:val="28"/>
        </w:rPr>
        <w:t>-ЗО</w:t>
      </w:r>
    </w:p>
    <w:p w:rsidR="002F5C95" w:rsidRDefault="002F5C95" w:rsidP="00477414"/>
    <w:p w:rsidR="002F5C95" w:rsidRDefault="002F5C95"/>
    <w:sectPr w:rsidR="002F5C95" w:rsidSect="00FF3068">
      <w:headerReference w:type="even" r:id="rId7"/>
      <w:headerReference w:type="default" r:id="rId8"/>
      <w:footerReference w:type="first" r:id="rId9"/>
      <w:pgSz w:w="11906" w:h="16838"/>
      <w:pgMar w:top="1134" w:right="680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C95" w:rsidRDefault="002F5C95">
      <w:r>
        <w:separator/>
      </w:r>
    </w:p>
  </w:endnote>
  <w:endnote w:type="continuationSeparator" w:id="0">
    <w:p w:rsidR="002F5C95" w:rsidRDefault="002F5C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C95" w:rsidRPr="00653CEF" w:rsidRDefault="002F5C95" w:rsidP="00653CEF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2704км1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C95" w:rsidRDefault="002F5C95">
      <w:r>
        <w:separator/>
      </w:r>
    </w:p>
  </w:footnote>
  <w:footnote w:type="continuationSeparator" w:id="0">
    <w:p w:rsidR="002F5C95" w:rsidRDefault="002F5C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C95" w:rsidRDefault="002F5C95" w:rsidP="0047741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F5C95" w:rsidRDefault="002F5C9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C95" w:rsidRDefault="002F5C95" w:rsidP="00DF170D">
    <w:pPr>
      <w:pStyle w:val="Header"/>
      <w:jc w:val="center"/>
    </w:pPr>
    <w:r w:rsidRPr="00DF170D">
      <w:rPr>
        <w:rStyle w:val="PageNumber"/>
        <w:sz w:val="28"/>
        <w:szCs w:val="28"/>
      </w:rPr>
      <w:fldChar w:fldCharType="begin"/>
    </w:r>
    <w:r w:rsidRPr="00DF170D">
      <w:rPr>
        <w:rStyle w:val="PageNumber"/>
        <w:sz w:val="28"/>
        <w:szCs w:val="28"/>
      </w:rPr>
      <w:instrText xml:space="preserve">PAGE  </w:instrText>
    </w:r>
    <w:r w:rsidRPr="00DF170D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6</w:t>
    </w:r>
    <w:r w:rsidRPr="00DF170D">
      <w:rPr>
        <w:rStyle w:val="PageNumber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7414"/>
    <w:rsid w:val="00020C65"/>
    <w:rsid w:val="000260F7"/>
    <w:rsid w:val="00101663"/>
    <w:rsid w:val="00127997"/>
    <w:rsid w:val="00132C11"/>
    <w:rsid w:val="00140E03"/>
    <w:rsid w:val="001833A4"/>
    <w:rsid w:val="00193EDF"/>
    <w:rsid w:val="00197E15"/>
    <w:rsid w:val="001F685C"/>
    <w:rsid w:val="00205549"/>
    <w:rsid w:val="00263949"/>
    <w:rsid w:val="00271A3E"/>
    <w:rsid w:val="00286E72"/>
    <w:rsid w:val="002F5C95"/>
    <w:rsid w:val="0030284C"/>
    <w:rsid w:val="00306590"/>
    <w:rsid w:val="003263F2"/>
    <w:rsid w:val="00336747"/>
    <w:rsid w:val="00387905"/>
    <w:rsid w:val="00402030"/>
    <w:rsid w:val="00414E73"/>
    <w:rsid w:val="00445D7B"/>
    <w:rsid w:val="00446279"/>
    <w:rsid w:val="00476346"/>
    <w:rsid w:val="00477414"/>
    <w:rsid w:val="004816A2"/>
    <w:rsid w:val="004F483B"/>
    <w:rsid w:val="0050500B"/>
    <w:rsid w:val="0052191D"/>
    <w:rsid w:val="00552043"/>
    <w:rsid w:val="005542F4"/>
    <w:rsid w:val="00561152"/>
    <w:rsid w:val="00582956"/>
    <w:rsid w:val="005F6043"/>
    <w:rsid w:val="00653CEF"/>
    <w:rsid w:val="006711DD"/>
    <w:rsid w:val="00682348"/>
    <w:rsid w:val="006B3ABC"/>
    <w:rsid w:val="007353EF"/>
    <w:rsid w:val="007549BE"/>
    <w:rsid w:val="007E1F02"/>
    <w:rsid w:val="00821265"/>
    <w:rsid w:val="009571BD"/>
    <w:rsid w:val="00991AE7"/>
    <w:rsid w:val="00996A9C"/>
    <w:rsid w:val="00A767F4"/>
    <w:rsid w:val="00AA44EB"/>
    <w:rsid w:val="00AD7BCF"/>
    <w:rsid w:val="00AE388D"/>
    <w:rsid w:val="00B55BAD"/>
    <w:rsid w:val="00B831B1"/>
    <w:rsid w:val="00BA3454"/>
    <w:rsid w:val="00BB1FE1"/>
    <w:rsid w:val="00BD79CF"/>
    <w:rsid w:val="00C16ED9"/>
    <w:rsid w:val="00C21490"/>
    <w:rsid w:val="00C43584"/>
    <w:rsid w:val="00C639D4"/>
    <w:rsid w:val="00CB26CE"/>
    <w:rsid w:val="00D46EAB"/>
    <w:rsid w:val="00DA5CBB"/>
    <w:rsid w:val="00DC2D53"/>
    <w:rsid w:val="00DC5105"/>
    <w:rsid w:val="00DD1577"/>
    <w:rsid w:val="00DD3060"/>
    <w:rsid w:val="00DE4282"/>
    <w:rsid w:val="00DF170D"/>
    <w:rsid w:val="00E07D55"/>
    <w:rsid w:val="00E55340"/>
    <w:rsid w:val="00ED1F9F"/>
    <w:rsid w:val="00EF59A8"/>
    <w:rsid w:val="00F20E69"/>
    <w:rsid w:val="00F241B7"/>
    <w:rsid w:val="00F260AB"/>
    <w:rsid w:val="00F85E84"/>
    <w:rsid w:val="00F97618"/>
    <w:rsid w:val="00FC6D33"/>
    <w:rsid w:val="00FF3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414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Normal">
    <w:name w:val="ConsNormal"/>
    <w:uiPriority w:val="99"/>
    <w:rsid w:val="00477414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47741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77414"/>
    <w:rPr>
      <w:sz w:val="24"/>
      <w:lang w:eastAsia="ru-RU"/>
    </w:rPr>
  </w:style>
  <w:style w:type="character" w:styleId="PageNumber">
    <w:name w:val="page number"/>
    <w:basedOn w:val="DefaultParagraphFont"/>
    <w:uiPriority w:val="99"/>
    <w:rsid w:val="0047741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9571BD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571BD"/>
    <w:rPr>
      <w:rFonts w:ascii="Tahoma" w:hAnsi="Tahoma"/>
      <w:sz w:val="16"/>
    </w:rPr>
  </w:style>
  <w:style w:type="paragraph" w:styleId="Footer">
    <w:name w:val="footer"/>
    <w:basedOn w:val="Normal"/>
    <w:link w:val="FooterChar"/>
    <w:uiPriority w:val="99"/>
    <w:rsid w:val="00DF170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F170D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0AE68506C62CA13F1C2D6A1BE100EAE7B5D7EFFE75B9C804EAD774D48AF61576A03BB57772D0803A425E41Cz4F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6</Pages>
  <Words>1481</Words>
  <Characters>8447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Пользователь</dc:creator>
  <cp:keywords/>
  <dc:description/>
  <cp:lastModifiedBy>Пользователь</cp:lastModifiedBy>
  <cp:revision>18</cp:revision>
  <cp:lastPrinted>2015-04-27T14:37:00Z</cp:lastPrinted>
  <dcterms:created xsi:type="dcterms:W3CDTF">2015-04-27T12:01:00Z</dcterms:created>
  <dcterms:modified xsi:type="dcterms:W3CDTF">2015-06-08T07:32:00Z</dcterms:modified>
</cp:coreProperties>
</file>