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68" w:rsidRPr="00CB4F07" w:rsidRDefault="00135768" w:rsidP="00847117">
      <w:pPr>
        <w:jc w:val="center"/>
        <w:rPr>
          <w:b/>
        </w:rPr>
      </w:pPr>
      <w:r w:rsidRPr="00CB4F07">
        <w:rPr>
          <w:b/>
        </w:rPr>
        <w:t>Закон Ульяновской области</w:t>
      </w:r>
    </w:p>
    <w:p w:rsidR="00135768" w:rsidRPr="00CB4F07" w:rsidRDefault="00135768" w:rsidP="00847117">
      <w:pPr>
        <w:jc w:val="center"/>
        <w:rPr>
          <w:b/>
          <w:sz w:val="24"/>
          <w:szCs w:val="24"/>
        </w:rPr>
      </w:pPr>
    </w:p>
    <w:p w:rsidR="00135768" w:rsidRPr="00CB4F07" w:rsidRDefault="00135768" w:rsidP="00847117">
      <w:pPr>
        <w:jc w:val="center"/>
        <w:rPr>
          <w:b/>
          <w:sz w:val="24"/>
          <w:szCs w:val="24"/>
        </w:rPr>
      </w:pPr>
    </w:p>
    <w:p w:rsidR="00135768" w:rsidRDefault="00135768" w:rsidP="00847117">
      <w:pPr>
        <w:jc w:val="center"/>
        <w:rPr>
          <w:sz w:val="24"/>
          <w:szCs w:val="24"/>
        </w:rPr>
      </w:pPr>
    </w:p>
    <w:p w:rsidR="00135768" w:rsidRDefault="00135768" w:rsidP="00847117">
      <w:pPr>
        <w:jc w:val="center"/>
        <w:rPr>
          <w:sz w:val="24"/>
          <w:szCs w:val="24"/>
        </w:rPr>
      </w:pPr>
    </w:p>
    <w:p w:rsidR="00135768" w:rsidRDefault="00135768" w:rsidP="00847117">
      <w:pPr>
        <w:jc w:val="center"/>
        <w:rPr>
          <w:sz w:val="24"/>
          <w:szCs w:val="24"/>
        </w:rPr>
      </w:pPr>
    </w:p>
    <w:p w:rsidR="00135768" w:rsidRDefault="00135768" w:rsidP="00847117">
      <w:pPr>
        <w:jc w:val="center"/>
        <w:rPr>
          <w:b/>
          <w:bCs/>
        </w:rPr>
      </w:pPr>
      <w:r>
        <w:rPr>
          <w:b/>
          <w:bCs/>
        </w:rPr>
        <w:t xml:space="preserve">Об исполнении бюджета Территориального фонда обязательного </w:t>
      </w:r>
    </w:p>
    <w:p w:rsidR="00135768" w:rsidRPr="00342690" w:rsidRDefault="00135768" w:rsidP="00847117">
      <w:pPr>
        <w:jc w:val="center"/>
        <w:rPr>
          <w:sz w:val="24"/>
          <w:szCs w:val="24"/>
        </w:rPr>
      </w:pPr>
      <w:r>
        <w:rPr>
          <w:b/>
          <w:bCs/>
        </w:rPr>
        <w:t>медицинского страхования Ульяновской области за 2014 год</w:t>
      </w: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Pr="003B41EC" w:rsidRDefault="00135768" w:rsidP="003B41EC">
      <w:pPr>
        <w:autoSpaceDE w:val="0"/>
        <w:autoSpaceDN w:val="0"/>
        <w:adjustRightInd w:val="0"/>
        <w:ind w:firstLine="5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Принят Законодательным Собранием Ульяновской области 28 мая 2015 года</w:t>
      </w: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35768" w:rsidRDefault="00135768" w:rsidP="006B6582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Утвердить отчёт об исполнении бюджета Территориального фонда обязательного медицинского страхования Ульяновской области за 2014 год по доходам в сумме 11902116,3 тыс. рублей и по расходам в сумме 11786830,5 тыс. рублей с </w:t>
      </w:r>
      <w:r w:rsidRPr="00D878F7">
        <w:t xml:space="preserve">превышением </w:t>
      </w:r>
      <w:r>
        <w:t>доходов</w:t>
      </w:r>
      <w:r w:rsidRPr="00D878F7">
        <w:t xml:space="preserve"> над </w:t>
      </w:r>
      <w:r>
        <w:t>расходами</w:t>
      </w:r>
      <w:r w:rsidRPr="00D878F7">
        <w:t xml:space="preserve"> в сумме </w:t>
      </w:r>
      <w:r>
        <w:t>115285,8</w:t>
      </w:r>
      <w:r w:rsidRPr="00D878F7">
        <w:t xml:space="preserve"> тыс. рублей </w:t>
      </w:r>
      <w:r>
        <w:br/>
      </w:r>
      <w:r w:rsidRPr="00D878F7">
        <w:t>по следующим показателям:</w:t>
      </w:r>
    </w:p>
    <w:p w:rsidR="00135768" w:rsidRDefault="00135768" w:rsidP="006B6582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</w:pPr>
      <w:r>
        <w:t>источникам внутреннего финансирования дефицита бюджета Территориального фонда обязательного медицинского страхования Ульяновской области за 2014 год согласно приложению 1;</w:t>
      </w:r>
    </w:p>
    <w:p w:rsidR="00135768" w:rsidRDefault="00135768" w:rsidP="006B6582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</w:pPr>
      <w:r>
        <w:t>доходам бюджета Территориального фонда обязательного медицинского страхования Ульяновской области за 2014 год согласно приложению 2;</w:t>
      </w:r>
    </w:p>
    <w:p w:rsidR="00135768" w:rsidRDefault="00135768" w:rsidP="006B6582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3) ведомственной структуре расходов бюджета Территориального фонда обязательного медицинского страхования Ульяновской области за 2014 год </w:t>
      </w:r>
      <w:r>
        <w:br/>
        <w:t>согласно приложению 3.</w:t>
      </w:r>
    </w:p>
    <w:p w:rsidR="00135768" w:rsidRPr="00BE0E65" w:rsidRDefault="00135768" w:rsidP="00BE0E65">
      <w:pPr>
        <w:tabs>
          <w:tab w:val="left" w:pos="0"/>
          <w:tab w:val="left" w:pos="1260"/>
        </w:tabs>
        <w:autoSpaceDE w:val="0"/>
        <w:autoSpaceDN w:val="0"/>
        <w:adjustRightInd w:val="0"/>
        <w:rPr>
          <w:sz w:val="16"/>
        </w:rPr>
      </w:pPr>
    </w:p>
    <w:p w:rsidR="00135768" w:rsidRDefault="00135768" w:rsidP="00BE0E65">
      <w:pPr>
        <w:tabs>
          <w:tab w:val="left" w:pos="0"/>
          <w:tab w:val="left" w:pos="993"/>
        </w:tabs>
        <w:autoSpaceDE w:val="0"/>
        <w:autoSpaceDN w:val="0"/>
        <w:adjustRightInd w:val="0"/>
      </w:pPr>
    </w:p>
    <w:p w:rsidR="00135768" w:rsidRDefault="00135768" w:rsidP="00BE0E65">
      <w:pPr>
        <w:tabs>
          <w:tab w:val="left" w:pos="0"/>
          <w:tab w:val="left" w:pos="993"/>
        </w:tabs>
        <w:autoSpaceDE w:val="0"/>
        <w:autoSpaceDN w:val="0"/>
        <w:adjustRightInd w:val="0"/>
      </w:pPr>
    </w:p>
    <w:p w:rsidR="00135768" w:rsidRPr="00C83649" w:rsidRDefault="00135768" w:rsidP="00967D1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C83649">
        <w:rPr>
          <w:b/>
        </w:rPr>
        <w:t>Губернатор</w:t>
      </w:r>
      <w:r>
        <w:rPr>
          <w:b/>
        </w:rPr>
        <w:t xml:space="preserve"> </w:t>
      </w:r>
      <w:r w:rsidRPr="00C83649">
        <w:rPr>
          <w:b/>
        </w:rPr>
        <w:t xml:space="preserve">Ульяновской области  </w:t>
      </w:r>
      <w:r>
        <w:rPr>
          <w:b/>
        </w:rPr>
        <w:t xml:space="preserve">     </w:t>
      </w:r>
      <w:r w:rsidRPr="00C83649">
        <w:rPr>
          <w:b/>
        </w:rPr>
        <w:t xml:space="preserve">                   </w:t>
      </w:r>
      <w:r>
        <w:rPr>
          <w:b/>
        </w:rPr>
        <w:t xml:space="preserve">  </w:t>
      </w:r>
      <w:r w:rsidRPr="00C83649">
        <w:rPr>
          <w:b/>
        </w:rPr>
        <w:t xml:space="preserve">                  </w:t>
      </w:r>
      <w:r>
        <w:rPr>
          <w:b/>
        </w:rPr>
        <w:t xml:space="preserve">          </w:t>
      </w:r>
      <w:r w:rsidRPr="00C83649">
        <w:rPr>
          <w:b/>
        </w:rPr>
        <w:t>С.И.Морозов</w:t>
      </w:r>
    </w:p>
    <w:p w:rsidR="00135768" w:rsidRPr="006B6582" w:rsidRDefault="001357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135768" w:rsidRDefault="001357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135768" w:rsidRDefault="001357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135768" w:rsidRDefault="00135768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г. Ульяновск</w:t>
      </w:r>
    </w:p>
    <w:p w:rsidR="00135768" w:rsidRDefault="00135768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 xml:space="preserve">03 июня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135768" w:rsidRDefault="00135768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№ 58-ЗО</w:t>
      </w:r>
    </w:p>
    <w:p w:rsidR="00135768" w:rsidRDefault="00135768" w:rsidP="000712C4">
      <w:pPr>
        <w:jc w:val="both"/>
        <w:sectPr w:rsidR="00135768" w:rsidSect="00967D16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135768" w:rsidRDefault="00135768" w:rsidP="006C0C61">
      <w:pPr>
        <w:spacing w:line="360" w:lineRule="auto"/>
        <w:ind w:left="6096"/>
        <w:jc w:val="center"/>
      </w:pPr>
      <w:r>
        <w:t>ПРИЛОЖЕНИЕ 1</w:t>
      </w:r>
    </w:p>
    <w:p w:rsidR="00135768" w:rsidRDefault="00135768" w:rsidP="006C0C61">
      <w:pPr>
        <w:ind w:left="6096"/>
        <w:jc w:val="center"/>
      </w:pPr>
      <w:r w:rsidRPr="006A1857">
        <w:t>к Закону Ульяновской области</w:t>
      </w:r>
    </w:p>
    <w:p w:rsidR="00135768" w:rsidRDefault="00135768" w:rsidP="006C0C61">
      <w:pPr>
        <w:ind w:left="6096"/>
        <w:jc w:val="center"/>
      </w:pPr>
      <w:r>
        <w:t xml:space="preserve">от 03.06.2015 № 58-ЗО </w:t>
      </w:r>
    </w:p>
    <w:p w:rsidR="00135768" w:rsidRDefault="00135768" w:rsidP="006C0C61">
      <w:pPr>
        <w:ind w:left="6096"/>
        <w:jc w:val="center"/>
      </w:pPr>
      <w:r w:rsidRPr="006A1857">
        <w:t>«О</w:t>
      </w:r>
      <w:r>
        <w:t>б и</w:t>
      </w:r>
      <w:r>
        <w:t>с</w:t>
      </w:r>
      <w:r>
        <w:t>полнении</w:t>
      </w:r>
      <w:r w:rsidRPr="006A1857">
        <w:t xml:space="preserve"> бюджет</w:t>
      </w:r>
      <w:r>
        <w:t>а</w:t>
      </w:r>
    </w:p>
    <w:p w:rsidR="00135768" w:rsidRDefault="00135768" w:rsidP="006C0C61">
      <w:pPr>
        <w:ind w:left="6096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135768" w:rsidRDefault="00135768" w:rsidP="006C0C61">
      <w:pPr>
        <w:ind w:left="6096"/>
        <w:jc w:val="center"/>
      </w:pPr>
      <w:r w:rsidRPr="006A1857">
        <w:t>обязательного</w:t>
      </w:r>
      <w:r>
        <w:t xml:space="preserve"> </w:t>
      </w:r>
      <w:r w:rsidRPr="006A1857">
        <w:t>медицинского</w:t>
      </w:r>
    </w:p>
    <w:p w:rsidR="00135768" w:rsidRDefault="00135768" w:rsidP="006C0C61">
      <w:pPr>
        <w:ind w:left="6096"/>
        <w:jc w:val="center"/>
      </w:pPr>
      <w:r w:rsidRPr="006A1857">
        <w:t>страхования</w:t>
      </w:r>
      <w:r>
        <w:t xml:space="preserve"> </w:t>
      </w:r>
      <w:r w:rsidRPr="006A1857">
        <w:t>Ульяновской</w:t>
      </w:r>
    </w:p>
    <w:p w:rsidR="00135768" w:rsidRDefault="00135768" w:rsidP="006C0C61">
      <w:pPr>
        <w:ind w:left="6096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14</w:t>
      </w:r>
      <w:r w:rsidRPr="006A1857">
        <w:t xml:space="preserve"> год»</w:t>
      </w:r>
    </w:p>
    <w:p w:rsidR="00135768" w:rsidRDefault="00135768" w:rsidP="006C0C61">
      <w:pPr>
        <w:jc w:val="center"/>
      </w:pPr>
    </w:p>
    <w:p w:rsidR="00135768" w:rsidRDefault="00135768" w:rsidP="006C0C61">
      <w:pPr>
        <w:jc w:val="center"/>
      </w:pPr>
    </w:p>
    <w:p w:rsidR="00135768" w:rsidRDefault="00135768" w:rsidP="006C0C61">
      <w:pPr>
        <w:jc w:val="center"/>
      </w:pPr>
    </w:p>
    <w:p w:rsidR="00135768" w:rsidRDefault="00135768" w:rsidP="00D71169">
      <w:pPr>
        <w:jc w:val="center"/>
      </w:pPr>
      <w:r w:rsidRPr="00975FEE">
        <w:rPr>
          <w:b/>
        </w:rPr>
        <w:t>ИСТОЧНИКИ</w:t>
      </w:r>
    </w:p>
    <w:p w:rsidR="00135768" w:rsidRDefault="00135768" w:rsidP="00C83649">
      <w:pPr>
        <w:jc w:val="center"/>
        <w:rPr>
          <w:b/>
        </w:rPr>
      </w:pPr>
      <w:r w:rsidRPr="00975FEE">
        <w:rPr>
          <w:b/>
        </w:rPr>
        <w:t>внутреннего финансирования дефицита бюджета</w:t>
      </w:r>
    </w:p>
    <w:p w:rsidR="00135768" w:rsidRDefault="00135768" w:rsidP="00C83649">
      <w:pPr>
        <w:jc w:val="center"/>
        <w:rPr>
          <w:b/>
        </w:rPr>
      </w:pPr>
      <w:r w:rsidRPr="00975FEE">
        <w:rPr>
          <w:b/>
        </w:rPr>
        <w:t xml:space="preserve"> </w:t>
      </w:r>
      <w:r>
        <w:rPr>
          <w:b/>
        </w:rPr>
        <w:t>Т</w:t>
      </w:r>
      <w:r w:rsidRPr="00975FEE">
        <w:rPr>
          <w:b/>
        </w:rPr>
        <w:t xml:space="preserve">ерриториального фонда обязательного медицинского страхования </w:t>
      </w:r>
    </w:p>
    <w:p w:rsidR="00135768" w:rsidRPr="00975FEE" w:rsidRDefault="00135768" w:rsidP="00C83649">
      <w:pPr>
        <w:jc w:val="center"/>
        <w:rPr>
          <w:b/>
        </w:rPr>
      </w:pPr>
      <w:r w:rsidRPr="00975FEE">
        <w:rPr>
          <w:b/>
        </w:rPr>
        <w:t>Ульяновской области за 20</w:t>
      </w:r>
      <w:r>
        <w:rPr>
          <w:b/>
        </w:rPr>
        <w:t>14</w:t>
      </w:r>
      <w:r w:rsidRPr="00975FEE">
        <w:rPr>
          <w:b/>
        </w:rPr>
        <w:t xml:space="preserve"> год</w:t>
      </w:r>
    </w:p>
    <w:p w:rsidR="00135768" w:rsidRDefault="00135768" w:rsidP="000E1C4D">
      <w:pPr>
        <w:ind w:firstLine="900"/>
        <w:jc w:val="right"/>
      </w:pPr>
      <w:r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135768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68" w:rsidRDefault="00135768" w:rsidP="00F02A7E">
            <w:pPr>
              <w:jc w:val="center"/>
            </w:pPr>
            <w:r>
              <w:t xml:space="preserve">Код бюджетной </w:t>
            </w:r>
          </w:p>
          <w:p w:rsidR="00135768" w:rsidRDefault="00135768" w:rsidP="00F02A7E">
            <w:pPr>
              <w:jc w:val="center"/>
            </w:pPr>
            <w:r>
              <w:t xml:space="preserve">классификации </w:t>
            </w:r>
          </w:p>
          <w:p w:rsidR="00135768" w:rsidRDefault="00135768" w:rsidP="00F02A7E">
            <w:pPr>
              <w:jc w:val="center"/>
            </w:pPr>
            <w: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768" w:rsidRDefault="00135768" w:rsidP="00F02A7E">
            <w:pPr>
              <w:jc w:val="center"/>
            </w:pPr>
            <w:r>
              <w:t>Наименование 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768" w:rsidRDefault="00135768" w:rsidP="00F02A7E">
            <w:pPr>
              <w:jc w:val="center"/>
            </w:pPr>
            <w:r>
              <w:t>Сумма</w:t>
            </w:r>
          </w:p>
        </w:tc>
      </w:tr>
      <w:tr w:rsidR="00135768" w:rsidTr="00B0262E">
        <w:tc>
          <w:tcPr>
            <w:tcW w:w="3520" w:type="dxa"/>
            <w:tcBorders>
              <w:top w:val="single" w:sz="4" w:space="0" w:color="auto"/>
            </w:tcBorders>
          </w:tcPr>
          <w:p w:rsidR="00135768" w:rsidRPr="008004F9" w:rsidRDefault="00135768" w:rsidP="00131773">
            <w:pPr>
              <w:spacing w:line="228" w:lineRule="auto"/>
              <w:rPr>
                <w:b/>
              </w:rPr>
            </w:pPr>
            <w:r w:rsidRPr="008004F9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135768" w:rsidRPr="008004F9" w:rsidRDefault="00135768" w:rsidP="00131773">
            <w:pPr>
              <w:pStyle w:val="ConsPlusCell"/>
              <w:jc w:val="both"/>
              <w:rPr>
                <w:b/>
                <w:szCs w:val="20"/>
              </w:rPr>
            </w:pPr>
            <w:r w:rsidRPr="008004F9">
              <w:rPr>
                <w:b/>
                <w:szCs w:val="20"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135768" w:rsidRPr="00742D59" w:rsidRDefault="00135768" w:rsidP="00BC47DD">
            <w:pPr>
              <w:jc w:val="center"/>
              <w:rPr>
                <w:b/>
              </w:rPr>
            </w:pPr>
            <w:r w:rsidRPr="00742D59">
              <w:rPr>
                <w:b/>
              </w:rPr>
              <w:t>-</w:t>
            </w:r>
            <w:r>
              <w:rPr>
                <w:b/>
              </w:rPr>
              <w:t>115285,8</w:t>
            </w:r>
          </w:p>
        </w:tc>
      </w:tr>
      <w:tr w:rsidR="00135768" w:rsidTr="00B0262E">
        <w:tc>
          <w:tcPr>
            <w:tcW w:w="3520" w:type="dxa"/>
          </w:tcPr>
          <w:p w:rsidR="00135768" w:rsidRPr="00F02A7E" w:rsidRDefault="00135768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135768" w:rsidRPr="00F02A7E" w:rsidRDefault="00135768" w:rsidP="00F02A7E">
            <w:pPr>
              <w:jc w:val="both"/>
              <w:rPr>
                <w:b/>
              </w:rPr>
            </w:pPr>
            <w:r>
              <w:rPr>
                <w:b/>
              </w:rPr>
              <w:t xml:space="preserve">Изменение остатков  средств  на счетах </w:t>
            </w:r>
            <w:r w:rsidRPr="000323D1">
              <w:rPr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135768" w:rsidRPr="00742D59" w:rsidRDefault="00135768" w:rsidP="00BC47DD">
            <w:pPr>
              <w:jc w:val="center"/>
              <w:rPr>
                <w:b/>
              </w:rPr>
            </w:pPr>
            <w:r w:rsidRPr="00742D59">
              <w:rPr>
                <w:b/>
              </w:rPr>
              <w:t>-</w:t>
            </w:r>
            <w:r>
              <w:rPr>
                <w:b/>
              </w:rPr>
              <w:t>115285,8</w:t>
            </w:r>
          </w:p>
        </w:tc>
      </w:tr>
      <w:tr w:rsidR="00135768">
        <w:trPr>
          <w:trHeight w:val="621"/>
        </w:trPr>
        <w:tc>
          <w:tcPr>
            <w:tcW w:w="3520" w:type="dxa"/>
          </w:tcPr>
          <w:p w:rsidR="00135768" w:rsidRPr="00F02A7E" w:rsidRDefault="00135768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135768" w:rsidRPr="00F02A7E" w:rsidRDefault="00135768" w:rsidP="00E16CD4">
            <w:pPr>
              <w:rPr>
                <w:b/>
              </w:rPr>
            </w:pPr>
            <w:r w:rsidRPr="00F02A7E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135768" w:rsidRPr="00DF2951" w:rsidRDefault="00135768" w:rsidP="00BC47DD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-11902116,3</w:t>
            </w:r>
          </w:p>
        </w:tc>
      </w:tr>
      <w:tr w:rsidR="00135768">
        <w:tc>
          <w:tcPr>
            <w:tcW w:w="3520" w:type="dxa"/>
          </w:tcPr>
          <w:p w:rsidR="00135768" w:rsidRPr="00BC47DD" w:rsidRDefault="00135768" w:rsidP="00714787">
            <w:pPr>
              <w:rPr>
                <w:lang w:val="en-US"/>
              </w:rPr>
            </w:pPr>
            <w:r w:rsidRPr="00BC47DD">
              <w:rPr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135768" w:rsidRPr="00BC47DD" w:rsidRDefault="00135768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135768" w:rsidRPr="00723396" w:rsidRDefault="00135768" w:rsidP="00BC47DD">
            <w:pPr>
              <w:jc w:val="center"/>
              <w:rPr>
                <w:highlight w:val="yellow"/>
              </w:rPr>
            </w:pPr>
            <w:r>
              <w:t>-11902116,3</w:t>
            </w:r>
          </w:p>
        </w:tc>
      </w:tr>
      <w:tr w:rsidR="00135768">
        <w:tc>
          <w:tcPr>
            <w:tcW w:w="3520" w:type="dxa"/>
          </w:tcPr>
          <w:p w:rsidR="00135768" w:rsidRPr="00BC47DD" w:rsidRDefault="00135768" w:rsidP="00714787">
            <w:pPr>
              <w:rPr>
                <w:b/>
              </w:rPr>
            </w:pPr>
            <w:r w:rsidRPr="00BC47DD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135768" w:rsidRPr="00BC47DD" w:rsidRDefault="00135768" w:rsidP="00E16CD4">
            <w:pPr>
              <w:rPr>
                <w:b/>
              </w:rPr>
            </w:pPr>
            <w:r w:rsidRPr="00BC47DD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135768" w:rsidRPr="00DF2951" w:rsidRDefault="00135768" w:rsidP="00F02A7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11786830,5</w:t>
            </w:r>
          </w:p>
        </w:tc>
      </w:tr>
      <w:tr w:rsidR="00135768">
        <w:tc>
          <w:tcPr>
            <w:tcW w:w="3520" w:type="dxa"/>
          </w:tcPr>
          <w:p w:rsidR="00135768" w:rsidRPr="00BC47DD" w:rsidRDefault="00135768" w:rsidP="00714787">
            <w:r w:rsidRPr="00BC47DD">
              <w:rPr>
                <w:lang w:val="en-US"/>
              </w:rPr>
              <w:t>395</w:t>
            </w:r>
            <w:r w:rsidRPr="00BC47DD">
              <w:t xml:space="preserve"> 01 05 02 01 09 0000 610</w:t>
            </w:r>
          </w:p>
        </w:tc>
        <w:tc>
          <w:tcPr>
            <w:tcW w:w="3900" w:type="dxa"/>
          </w:tcPr>
          <w:p w:rsidR="00135768" w:rsidRPr="00BC47DD" w:rsidRDefault="00135768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135768" w:rsidRPr="00723396" w:rsidRDefault="00135768" w:rsidP="00F02A7E">
            <w:pPr>
              <w:jc w:val="center"/>
              <w:rPr>
                <w:highlight w:val="yellow"/>
              </w:rPr>
            </w:pPr>
            <w:r>
              <w:t>11786830,5</w:t>
            </w:r>
          </w:p>
        </w:tc>
      </w:tr>
    </w:tbl>
    <w:p w:rsidR="00135768" w:rsidRDefault="001357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135768" w:rsidRDefault="001357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135768" w:rsidRDefault="001357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135768" w:rsidRDefault="00135768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</w:pPr>
      <w:r>
        <w:t>_______________</w:t>
      </w:r>
    </w:p>
    <w:p w:rsidR="00135768" w:rsidRDefault="001357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135768" w:rsidRDefault="001357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135768" w:rsidRDefault="001357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sectPr w:rsidR="00135768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35768" w:rsidRPr="00910C98" w:rsidRDefault="00135768" w:rsidP="000036B9">
      <w:pPr>
        <w:spacing w:line="360" w:lineRule="auto"/>
        <w:ind w:left="6096"/>
        <w:jc w:val="center"/>
      </w:pPr>
      <w:r w:rsidRPr="00910C98">
        <w:t>ПРИЛОЖЕНИЕ 2</w:t>
      </w:r>
    </w:p>
    <w:p w:rsidR="00135768" w:rsidRPr="00910C98" w:rsidRDefault="00135768" w:rsidP="000036B9">
      <w:pPr>
        <w:ind w:left="6096"/>
        <w:jc w:val="center"/>
      </w:pPr>
      <w:r w:rsidRPr="00910C98">
        <w:t>к Закону Ульяновской области</w:t>
      </w:r>
    </w:p>
    <w:p w:rsidR="00135768" w:rsidRDefault="00135768" w:rsidP="000036B9">
      <w:pPr>
        <w:ind w:left="6096"/>
        <w:jc w:val="center"/>
      </w:pPr>
      <w:r>
        <w:t xml:space="preserve">от 03.06.2015 № 58-ЗО </w:t>
      </w:r>
    </w:p>
    <w:p w:rsidR="00135768" w:rsidRPr="00910C98" w:rsidRDefault="00135768" w:rsidP="000036B9">
      <w:pPr>
        <w:ind w:left="6096"/>
        <w:jc w:val="center"/>
      </w:pPr>
      <w:r w:rsidRPr="00910C98">
        <w:t>«Об и</w:t>
      </w:r>
      <w:r w:rsidRPr="00910C98">
        <w:t>с</w:t>
      </w:r>
      <w:r w:rsidRPr="00910C98">
        <w:t>полнении бюджета</w:t>
      </w:r>
    </w:p>
    <w:p w:rsidR="00135768" w:rsidRPr="00910C98" w:rsidRDefault="00135768" w:rsidP="000036B9">
      <w:pPr>
        <w:ind w:left="6096"/>
        <w:jc w:val="center"/>
      </w:pPr>
      <w:r>
        <w:t>Т</w:t>
      </w:r>
      <w:r w:rsidRPr="00910C98">
        <w:t>ерриториального фонда</w:t>
      </w:r>
    </w:p>
    <w:p w:rsidR="00135768" w:rsidRPr="00910C98" w:rsidRDefault="00135768" w:rsidP="000036B9">
      <w:pPr>
        <w:ind w:left="6096"/>
        <w:jc w:val="center"/>
      </w:pPr>
      <w:r w:rsidRPr="00910C98">
        <w:t>обязательного медицинского</w:t>
      </w:r>
    </w:p>
    <w:p w:rsidR="00135768" w:rsidRDefault="00135768" w:rsidP="000036B9">
      <w:pPr>
        <w:ind w:left="6096"/>
        <w:jc w:val="center"/>
      </w:pPr>
      <w:r w:rsidRPr="00910C98">
        <w:t>страхования</w:t>
      </w:r>
      <w:r>
        <w:t xml:space="preserve"> </w:t>
      </w:r>
      <w:r w:rsidRPr="00910C98">
        <w:t>Ульяновской</w:t>
      </w:r>
    </w:p>
    <w:p w:rsidR="00135768" w:rsidRDefault="00135768" w:rsidP="000036B9">
      <w:pPr>
        <w:tabs>
          <w:tab w:val="left" w:pos="540"/>
          <w:tab w:val="left" w:pos="993"/>
        </w:tabs>
        <w:autoSpaceDE w:val="0"/>
        <w:autoSpaceDN w:val="0"/>
        <w:adjustRightInd w:val="0"/>
        <w:ind w:left="6096"/>
        <w:jc w:val="center"/>
      </w:pPr>
      <w:r w:rsidRPr="00910C98">
        <w:t>области</w:t>
      </w:r>
      <w:r>
        <w:t xml:space="preserve"> </w:t>
      </w:r>
      <w:r w:rsidRPr="00910C98">
        <w:t>за 201</w:t>
      </w:r>
      <w:r>
        <w:t>4</w:t>
      </w:r>
      <w:r w:rsidRPr="00910C98">
        <w:t xml:space="preserve"> год»</w:t>
      </w:r>
    </w:p>
    <w:p w:rsidR="00135768" w:rsidRDefault="00135768" w:rsidP="00910C98"/>
    <w:p w:rsidR="00135768" w:rsidRDefault="00135768" w:rsidP="00910C98"/>
    <w:p w:rsidR="00135768" w:rsidRPr="009143C7" w:rsidRDefault="00135768" w:rsidP="00910C98"/>
    <w:p w:rsidR="00135768" w:rsidRPr="00DA457A" w:rsidRDefault="00135768" w:rsidP="009143C7">
      <w:pPr>
        <w:jc w:val="center"/>
        <w:rPr>
          <w:b/>
        </w:rPr>
      </w:pPr>
      <w:r w:rsidRPr="00DA457A">
        <w:rPr>
          <w:b/>
        </w:rPr>
        <w:t>ДОХОДЫ</w:t>
      </w:r>
    </w:p>
    <w:p w:rsidR="00135768" w:rsidRDefault="00135768" w:rsidP="001F16A5">
      <w:pPr>
        <w:pStyle w:val="Heading2"/>
        <w:ind w:firstLine="0"/>
        <w:rPr>
          <w:bCs w:val="0"/>
        </w:rPr>
      </w:pPr>
      <w:r w:rsidRPr="00DA457A">
        <w:t xml:space="preserve">бюджета Территориального фонда обязательного  </w:t>
      </w:r>
      <w:r w:rsidRPr="00DA457A">
        <w:rPr>
          <w:bCs w:val="0"/>
        </w:rPr>
        <w:t xml:space="preserve">медицинского </w:t>
      </w:r>
      <w:r>
        <w:rPr>
          <w:bCs w:val="0"/>
        </w:rPr>
        <w:br/>
      </w:r>
      <w:r w:rsidRPr="00DA457A">
        <w:rPr>
          <w:bCs w:val="0"/>
        </w:rPr>
        <w:t>страхования  Ульяновской области за 201</w:t>
      </w:r>
      <w:r>
        <w:rPr>
          <w:bCs w:val="0"/>
        </w:rPr>
        <w:t>4</w:t>
      </w:r>
      <w:r w:rsidRPr="00DA457A">
        <w:rPr>
          <w:bCs w:val="0"/>
        </w:rPr>
        <w:t xml:space="preserve"> год</w:t>
      </w:r>
    </w:p>
    <w:p w:rsidR="00135768" w:rsidRPr="00967D16" w:rsidRDefault="00135768" w:rsidP="00967D16"/>
    <w:p w:rsidR="00135768" w:rsidRPr="001F16A5" w:rsidRDefault="00135768" w:rsidP="003E6E82">
      <w:pPr>
        <w:tabs>
          <w:tab w:val="left" w:pos="8460"/>
        </w:tabs>
        <w:jc w:val="right"/>
        <w:rPr>
          <w:b/>
          <w:sz w:val="16"/>
        </w:rPr>
      </w:pPr>
    </w:p>
    <w:p w:rsidR="00135768" w:rsidRDefault="00135768" w:rsidP="003E6E82">
      <w:pPr>
        <w:tabs>
          <w:tab w:val="left" w:pos="8460"/>
        </w:tabs>
        <w:jc w:val="right"/>
      </w:pPr>
      <w:r w:rsidRPr="00F94F2D">
        <w:t>тыс. рублей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6"/>
        <w:gridCol w:w="4558"/>
        <w:gridCol w:w="1536"/>
      </w:tblGrid>
      <w:tr w:rsidR="00135768" w:rsidRPr="007F5EC6" w:rsidTr="000036B9">
        <w:trPr>
          <w:trHeight w:val="227"/>
        </w:trPr>
        <w:tc>
          <w:tcPr>
            <w:tcW w:w="3806" w:type="dxa"/>
            <w:vAlign w:val="center"/>
          </w:tcPr>
          <w:p w:rsidR="00135768" w:rsidRDefault="00135768" w:rsidP="00F02A7E">
            <w:pPr>
              <w:jc w:val="center"/>
            </w:pPr>
            <w:r w:rsidRPr="007F5EC6">
              <w:t xml:space="preserve">Код бюджетной </w:t>
            </w:r>
            <w:r>
              <w:br/>
            </w:r>
            <w:r w:rsidRPr="007F5EC6">
              <w:t xml:space="preserve">классификации </w:t>
            </w:r>
          </w:p>
          <w:p w:rsidR="00135768" w:rsidRPr="007F5EC6" w:rsidRDefault="00135768" w:rsidP="00F02A7E">
            <w:pPr>
              <w:jc w:val="center"/>
            </w:pPr>
            <w:r w:rsidRPr="007F5EC6">
              <w:t>Российской Федерации</w:t>
            </w:r>
          </w:p>
        </w:tc>
        <w:tc>
          <w:tcPr>
            <w:tcW w:w="4558" w:type="dxa"/>
            <w:vAlign w:val="center"/>
          </w:tcPr>
          <w:p w:rsidR="00135768" w:rsidRPr="007F5EC6" w:rsidRDefault="00135768" w:rsidP="00F02A7E">
            <w:pPr>
              <w:jc w:val="center"/>
            </w:pPr>
            <w:r w:rsidRPr="007F5EC6">
              <w:t>Наименование показателей</w:t>
            </w:r>
          </w:p>
        </w:tc>
        <w:tc>
          <w:tcPr>
            <w:tcW w:w="1536" w:type="dxa"/>
            <w:vAlign w:val="center"/>
          </w:tcPr>
          <w:p w:rsidR="00135768" w:rsidRPr="007F5EC6" w:rsidRDefault="00135768" w:rsidP="00F02A7E">
            <w:pPr>
              <w:jc w:val="center"/>
            </w:pPr>
            <w:r w:rsidRPr="007F5EC6">
              <w:t>Сумма</w:t>
            </w:r>
          </w:p>
        </w:tc>
      </w:tr>
    </w:tbl>
    <w:p w:rsidR="00135768" w:rsidRPr="005A6B36" w:rsidRDefault="00135768" w:rsidP="005A6B36">
      <w:pPr>
        <w:spacing w:line="14" w:lineRule="auto"/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73"/>
        <w:gridCol w:w="4591"/>
        <w:gridCol w:w="1536"/>
      </w:tblGrid>
      <w:tr w:rsidR="00135768" w:rsidTr="000036B9">
        <w:trPr>
          <w:trHeight w:val="227"/>
          <w:tblHeader/>
        </w:trPr>
        <w:tc>
          <w:tcPr>
            <w:tcW w:w="3773" w:type="dxa"/>
          </w:tcPr>
          <w:p w:rsidR="00135768" w:rsidRDefault="00135768" w:rsidP="001727B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591" w:type="dxa"/>
          </w:tcPr>
          <w:p w:rsidR="00135768" w:rsidRDefault="00135768" w:rsidP="001727B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36" w:type="dxa"/>
          </w:tcPr>
          <w:p w:rsidR="00135768" w:rsidRDefault="00135768" w:rsidP="001727BC">
            <w:pPr>
              <w:widowControl w:val="0"/>
              <w:jc w:val="center"/>
            </w:pPr>
            <w:r>
              <w:t>3</w:t>
            </w:r>
          </w:p>
        </w:tc>
      </w:tr>
      <w:tr w:rsidR="00135768" w:rsidRPr="004E676B" w:rsidTr="000036B9">
        <w:trPr>
          <w:trHeight w:val="227"/>
        </w:trPr>
        <w:tc>
          <w:tcPr>
            <w:tcW w:w="3773" w:type="dxa"/>
            <w:tcBorders>
              <w:left w:val="nil"/>
              <w:bottom w:val="nil"/>
              <w:right w:val="nil"/>
            </w:tcBorders>
          </w:tcPr>
          <w:p w:rsidR="00135768" w:rsidRPr="00F02A7E" w:rsidRDefault="00135768" w:rsidP="001727BC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000 1 00 00000 00 0000 000</w:t>
            </w:r>
          </w:p>
        </w:tc>
        <w:tc>
          <w:tcPr>
            <w:tcW w:w="4591" w:type="dxa"/>
            <w:tcBorders>
              <w:left w:val="nil"/>
              <w:bottom w:val="nil"/>
              <w:right w:val="nil"/>
            </w:tcBorders>
          </w:tcPr>
          <w:p w:rsidR="00135768" w:rsidRPr="00F02A7E" w:rsidRDefault="00135768" w:rsidP="001727BC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left w:val="nil"/>
              <w:bottom w:val="nil"/>
              <w:right w:val="nil"/>
            </w:tcBorders>
            <w:vAlign w:val="bottom"/>
          </w:tcPr>
          <w:p w:rsidR="00135768" w:rsidRPr="00BC47DD" w:rsidRDefault="00135768" w:rsidP="001727BC">
            <w:pPr>
              <w:widowControl w:val="0"/>
              <w:jc w:val="center"/>
              <w:rPr>
                <w:b/>
                <w:color w:val="FF0000"/>
              </w:rPr>
            </w:pPr>
            <w:r>
              <w:rPr>
                <w:b/>
              </w:rPr>
              <w:t>3903,0</w:t>
            </w:r>
          </w:p>
        </w:tc>
      </w:tr>
      <w:tr w:rsidR="00135768" w:rsidRPr="003E6E82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D388F" w:rsidRDefault="00135768" w:rsidP="003F3F88">
            <w:pPr>
              <w:rPr>
                <w:b/>
              </w:rPr>
            </w:pPr>
            <w:r w:rsidRPr="004D388F">
              <w:rPr>
                <w:b/>
              </w:rPr>
              <w:t>000 1 13 00000 00 0000 000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D388F" w:rsidRDefault="00135768" w:rsidP="003F3F88">
            <w:pPr>
              <w:jc w:val="both"/>
              <w:rPr>
                <w:b/>
              </w:rPr>
            </w:pPr>
            <w:r w:rsidRPr="004D388F">
              <w:rPr>
                <w:b/>
              </w:rPr>
              <w:t>Доходы от оказания платных у</w:t>
            </w:r>
            <w:r w:rsidRPr="004D388F">
              <w:rPr>
                <w:b/>
              </w:rPr>
              <w:t>с</w:t>
            </w:r>
            <w:r w:rsidRPr="004D388F">
              <w:rPr>
                <w:b/>
              </w:rPr>
              <w:t>луг (работ)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D388F" w:rsidRDefault="00135768" w:rsidP="003F3F8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481,1</w:t>
            </w:r>
          </w:p>
        </w:tc>
      </w:tr>
      <w:tr w:rsidR="00135768" w:rsidRPr="003E6E82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C0438" w:rsidRDefault="00135768" w:rsidP="003F3F88">
            <w:r>
              <w:t>395 1 13 02999 09 0000 130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C0438" w:rsidRDefault="00135768" w:rsidP="003F3F88">
            <w:pPr>
              <w:jc w:val="both"/>
            </w:pPr>
            <w:r w:rsidRPr="008B4044">
              <w:t>Прочие доходы от компенсации з</w:t>
            </w:r>
            <w:r w:rsidRPr="008B4044">
              <w:t>а</w:t>
            </w:r>
            <w:r w:rsidRPr="008B4044">
              <w:t>трат бюджетов территориальных фондов обязательного медицинск</w:t>
            </w:r>
            <w:r w:rsidRPr="008B4044">
              <w:t>о</w:t>
            </w:r>
            <w:r w:rsidRPr="008B4044">
              <w:t>го страхования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C0438" w:rsidRDefault="00135768" w:rsidP="003F3F88">
            <w:pPr>
              <w:widowControl w:val="0"/>
              <w:jc w:val="center"/>
            </w:pPr>
            <w:r>
              <w:t>481,1</w:t>
            </w:r>
          </w:p>
        </w:tc>
      </w:tr>
      <w:tr w:rsidR="00135768" w:rsidRPr="00165A90" w:rsidTr="000036B9">
        <w:trPr>
          <w:trHeight w:val="462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DE1B0E" w:rsidRDefault="00135768" w:rsidP="00F02A7E">
            <w:pPr>
              <w:spacing w:line="223" w:lineRule="auto"/>
            </w:pPr>
            <w:r w:rsidRPr="00DE1B0E">
              <w:rPr>
                <w:b/>
              </w:rPr>
              <w:t>000 1 16 00000 00 0000 000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DE1B0E" w:rsidRDefault="00135768" w:rsidP="00F02A7E">
            <w:pPr>
              <w:spacing w:line="223" w:lineRule="auto"/>
              <w:jc w:val="both"/>
              <w:rPr>
                <w:b/>
              </w:rPr>
            </w:pPr>
            <w:r w:rsidRPr="00DE1B0E">
              <w:rPr>
                <w:b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F02A7E" w:rsidRDefault="00135768" w:rsidP="00BC47DD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3448,9</w:t>
            </w:r>
          </w:p>
        </w:tc>
      </w:tr>
      <w:tr w:rsidR="00135768" w:rsidRPr="00E10D5F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786DED">
            <w:pPr>
              <w:spacing w:line="223" w:lineRule="auto"/>
              <w:rPr>
                <w:b/>
              </w:rPr>
            </w:pPr>
            <w:r>
              <w:rPr>
                <w:b/>
              </w:rPr>
              <w:t>000 1 16 20000 00 0000 140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D388F" w:rsidRDefault="00135768" w:rsidP="00786DED">
            <w:pPr>
              <w:spacing w:line="223" w:lineRule="auto"/>
              <w:jc w:val="both"/>
              <w:rPr>
                <w:b/>
              </w:rPr>
            </w:pPr>
            <w:r w:rsidRPr="008B4044">
              <w:rPr>
                <w:b/>
              </w:rPr>
              <w:t>Денежные взыскания (штрафы) за нарушение законодательства Российской Федерации о госуда</w:t>
            </w:r>
            <w:r w:rsidRPr="008B4044">
              <w:rPr>
                <w:b/>
              </w:rPr>
              <w:t>р</w:t>
            </w:r>
            <w:r w:rsidRPr="008B4044">
              <w:rPr>
                <w:b/>
              </w:rPr>
              <w:t>ственных внебюджетных фондах и о конкретных видах обязател</w:t>
            </w:r>
            <w:r w:rsidRPr="008B4044">
              <w:rPr>
                <w:b/>
              </w:rPr>
              <w:t>ь</w:t>
            </w:r>
            <w:r w:rsidRPr="008B4044">
              <w:rPr>
                <w:b/>
              </w:rPr>
              <w:t xml:space="preserve">ного социального страхования, бюджетного законодательства </w:t>
            </w:r>
            <w:r>
              <w:rPr>
                <w:b/>
              </w:rPr>
              <w:br/>
            </w:r>
            <w:r w:rsidRPr="008B4044">
              <w:rPr>
                <w:b/>
              </w:rPr>
              <w:t>(в части бюджетов государстве</w:t>
            </w:r>
            <w:r w:rsidRPr="008B4044">
              <w:rPr>
                <w:b/>
              </w:rPr>
              <w:t>н</w:t>
            </w:r>
            <w:r w:rsidRPr="008B4044">
              <w:rPr>
                <w:b/>
              </w:rPr>
              <w:t>ных внебюджетных фондов)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F02A7E" w:rsidRDefault="00135768" w:rsidP="00F02A7E">
            <w:pPr>
              <w:widowControl w:val="0"/>
              <w:spacing w:line="223" w:lineRule="auto"/>
              <w:jc w:val="center"/>
              <w:rPr>
                <w:b/>
              </w:rPr>
            </w:pPr>
            <w:r>
              <w:rPr>
                <w:b/>
              </w:rPr>
              <w:t>175,6</w:t>
            </w:r>
          </w:p>
        </w:tc>
      </w:tr>
      <w:tr w:rsidR="00135768" w:rsidRPr="00E10D5F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D388F" w:rsidRDefault="00135768" w:rsidP="00F02A7E">
            <w:pPr>
              <w:spacing w:line="223" w:lineRule="auto"/>
            </w:pPr>
            <w:r w:rsidRPr="004D388F">
              <w:t>395 1 16 20040 09 0000 140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D388F" w:rsidRDefault="00135768" w:rsidP="004D388F">
            <w:pPr>
              <w:jc w:val="both"/>
            </w:pPr>
            <w:r w:rsidRPr="008B4044">
              <w:t>Денежные взыскания (штрафы) за нарушение законодательства Ро</w:t>
            </w:r>
            <w:r w:rsidRPr="008B4044">
              <w:t>с</w:t>
            </w:r>
            <w:r w:rsidRPr="008B4044">
              <w:t>сийской Федерации о государс</w:t>
            </w:r>
            <w:r w:rsidRPr="008B4044">
              <w:t>т</w:t>
            </w:r>
            <w:r w:rsidRPr="008B4044">
              <w:t>венных внебюджетных фондах и о конкретных видах обязательного социального страхования, бюдже</w:t>
            </w:r>
            <w:r w:rsidRPr="008B4044">
              <w:t>т</w:t>
            </w:r>
            <w:r w:rsidRPr="008B4044">
              <w:t>ного законодательства (в части бюджетов территориальных фондов обязательного медицинского стр</w:t>
            </w:r>
            <w:r w:rsidRPr="008B4044">
              <w:t>а</w:t>
            </w:r>
            <w:r w:rsidRPr="008B4044">
              <w:t>хования)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Default="00135768" w:rsidP="00F02A7E">
            <w:pPr>
              <w:widowControl w:val="0"/>
              <w:spacing w:line="223" w:lineRule="auto"/>
              <w:jc w:val="center"/>
            </w:pPr>
          </w:p>
          <w:p w:rsidR="00135768" w:rsidRPr="004D388F" w:rsidRDefault="00135768" w:rsidP="00F02A7E">
            <w:pPr>
              <w:widowControl w:val="0"/>
              <w:spacing w:line="223" w:lineRule="auto"/>
              <w:jc w:val="center"/>
            </w:pPr>
            <w:r>
              <w:t>175,6</w:t>
            </w:r>
          </w:p>
        </w:tc>
      </w:tr>
      <w:tr w:rsidR="00135768" w:rsidRPr="00E10D5F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000 1 16 21000 00 0000 140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spacing w:line="223" w:lineRule="auto"/>
              <w:jc w:val="both"/>
              <w:rPr>
                <w:b/>
              </w:rPr>
            </w:pPr>
            <w:r w:rsidRPr="008B4044">
              <w:rPr>
                <w:b/>
                <w:spacing w:val="-6"/>
              </w:rPr>
              <w:t>Денежные взыскания (штрафы) и иные суммы, взыскиваемые с лиц, виновных в совершении престу</w:t>
            </w:r>
            <w:r w:rsidRPr="008B4044">
              <w:rPr>
                <w:b/>
                <w:spacing w:val="-6"/>
              </w:rPr>
              <w:t>п</w:t>
            </w:r>
            <w:r w:rsidRPr="008B4044">
              <w:rPr>
                <w:b/>
                <w:spacing w:val="-6"/>
              </w:rPr>
              <w:t>лений, и в возмещение ущерба имуществу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04901" w:rsidRDefault="00135768" w:rsidP="00F02A7E">
            <w:pPr>
              <w:widowControl w:val="0"/>
              <w:spacing w:line="223" w:lineRule="auto"/>
              <w:jc w:val="center"/>
              <w:rPr>
                <w:b/>
              </w:rPr>
            </w:pPr>
            <w:r>
              <w:rPr>
                <w:b/>
              </w:rPr>
              <w:t>317,0</w:t>
            </w:r>
          </w:p>
        </w:tc>
      </w:tr>
      <w:tr w:rsidR="00135768" w:rsidRPr="00E10D5F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E10D5F" w:rsidRDefault="00135768" w:rsidP="00F02A7E">
            <w:pPr>
              <w:widowControl w:val="0"/>
              <w:spacing w:line="223" w:lineRule="auto"/>
            </w:pPr>
            <w:r w:rsidRPr="00E10D5F">
              <w:t>395 1 16 21090 09 0000 140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5221D1" w:rsidRDefault="00135768" w:rsidP="00F02A7E">
            <w:pPr>
              <w:widowControl w:val="0"/>
              <w:spacing w:line="223" w:lineRule="auto"/>
              <w:jc w:val="both"/>
            </w:pPr>
            <w:r w:rsidRPr="008B4044">
              <w:rPr>
                <w:spacing w:val="-6"/>
              </w:rPr>
              <w:t>Денежные взыскания (штрафы) и иные суммы, взыскиваемые с лиц, виновных в совершении преступл</w:t>
            </w:r>
            <w:r w:rsidRPr="008B4044">
              <w:rPr>
                <w:spacing w:val="-6"/>
              </w:rPr>
              <w:t>е</w:t>
            </w:r>
            <w:r w:rsidRPr="008B4044">
              <w:rPr>
                <w:spacing w:val="-6"/>
              </w:rPr>
              <w:t>ний, и в возмещение ущерба имущ</w:t>
            </w:r>
            <w:r w:rsidRPr="008B4044">
              <w:rPr>
                <w:spacing w:val="-6"/>
              </w:rPr>
              <w:t>е</w:t>
            </w:r>
            <w:r w:rsidRPr="008B4044">
              <w:rPr>
                <w:spacing w:val="-6"/>
              </w:rPr>
              <w:t>ству, зачисляемые в бюджеты терр</w:t>
            </w:r>
            <w:r w:rsidRPr="008B4044">
              <w:rPr>
                <w:spacing w:val="-6"/>
              </w:rPr>
              <w:t>и</w:t>
            </w:r>
            <w:r w:rsidRPr="008B4044">
              <w:rPr>
                <w:spacing w:val="-6"/>
              </w:rPr>
              <w:t>ториальных фондов обязательного медицинского страхования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E676B" w:rsidRDefault="00135768" w:rsidP="00F02A7E">
            <w:pPr>
              <w:widowControl w:val="0"/>
              <w:spacing w:line="223" w:lineRule="auto"/>
              <w:jc w:val="center"/>
              <w:rPr>
                <w:lang w:val="en-US"/>
              </w:rPr>
            </w:pPr>
            <w:r>
              <w:t>317,0</w:t>
            </w:r>
          </w:p>
        </w:tc>
      </w:tr>
      <w:tr w:rsidR="00135768" w:rsidRPr="00F02A7E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000 1 16 32000 00 0000 140</w:t>
            </w:r>
          </w:p>
          <w:p w:rsidR="00135768" w:rsidRPr="00F02A7E" w:rsidRDefault="00135768" w:rsidP="00F02A7E">
            <w:pPr>
              <w:widowControl w:val="0"/>
              <w:spacing w:line="223" w:lineRule="auto"/>
              <w:rPr>
                <w:b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spacing w:line="223" w:lineRule="auto"/>
              <w:jc w:val="both"/>
              <w:rPr>
                <w:b/>
              </w:rPr>
            </w:pPr>
            <w:r w:rsidRPr="008B4044">
              <w:rPr>
                <w:b/>
              </w:rPr>
              <w:t>Денежные взыскания, налага</w:t>
            </w:r>
            <w:r w:rsidRPr="008B4044">
              <w:rPr>
                <w:b/>
              </w:rPr>
              <w:t>е</w:t>
            </w:r>
            <w:r w:rsidRPr="008B4044">
              <w:rPr>
                <w:b/>
              </w:rPr>
              <w:t>мые в возмещение ущерба, пр</w:t>
            </w:r>
            <w:r w:rsidRPr="008B4044">
              <w:rPr>
                <w:b/>
              </w:rPr>
              <w:t>и</w:t>
            </w:r>
            <w:r>
              <w:rPr>
                <w:b/>
              </w:rPr>
              <w:t>чинё</w:t>
            </w:r>
            <w:r w:rsidRPr="008B4044">
              <w:rPr>
                <w:b/>
              </w:rPr>
              <w:t>нного в результате незако</w:t>
            </w:r>
            <w:r w:rsidRPr="008B4044">
              <w:rPr>
                <w:b/>
              </w:rPr>
              <w:t>н</w:t>
            </w:r>
            <w:r w:rsidRPr="008B4044">
              <w:rPr>
                <w:b/>
              </w:rPr>
              <w:t>ного или нецелевого использов</w:t>
            </w:r>
            <w:r w:rsidRPr="008B4044">
              <w:rPr>
                <w:b/>
              </w:rPr>
              <w:t>а</w:t>
            </w:r>
            <w:r w:rsidRPr="008B4044">
              <w:rPr>
                <w:b/>
              </w:rPr>
              <w:t>ния бюджетных средств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F02A7E" w:rsidRDefault="00135768" w:rsidP="00F02A7E">
            <w:pPr>
              <w:widowControl w:val="0"/>
              <w:spacing w:line="223" w:lineRule="auto"/>
              <w:jc w:val="center"/>
              <w:rPr>
                <w:b/>
              </w:rPr>
            </w:pPr>
            <w:r>
              <w:rPr>
                <w:b/>
              </w:rPr>
              <w:t>2956,3</w:t>
            </w:r>
          </w:p>
        </w:tc>
      </w:tr>
      <w:tr w:rsidR="00135768" w:rsidRPr="00C434A4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C434A4" w:rsidRDefault="00135768" w:rsidP="00F02A7E">
            <w:pPr>
              <w:widowControl w:val="0"/>
              <w:spacing w:line="223" w:lineRule="auto"/>
            </w:pPr>
            <w:r w:rsidRPr="00C434A4">
              <w:t>395 1 16 32000 09 0000 140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5221D1" w:rsidRDefault="00135768" w:rsidP="00F02A7E">
            <w:pPr>
              <w:widowControl w:val="0"/>
              <w:spacing w:line="223" w:lineRule="auto"/>
              <w:jc w:val="both"/>
            </w:pPr>
            <w:r w:rsidRPr="008B4044">
              <w:t>Денежные взыскания, налагае</w:t>
            </w:r>
            <w:r>
              <w:t>мые в возмещение ущерба, причинё</w:t>
            </w:r>
            <w:r w:rsidRPr="008B4044">
              <w:t>нного в результате незаконного или нец</w:t>
            </w:r>
            <w:r w:rsidRPr="008B4044">
              <w:t>е</w:t>
            </w:r>
            <w:r w:rsidRPr="008B4044">
              <w:t>левого использования бюджетных средств (в части территориальных фондов обязательного медицинск</w:t>
            </w:r>
            <w:r w:rsidRPr="008B4044">
              <w:t>о</w:t>
            </w:r>
            <w:r w:rsidRPr="008B4044">
              <w:t>го страхования)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434A4" w:rsidRDefault="00135768" w:rsidP="00F02A7E">
            <w:pPr>
              <w:widowControl w:val="0"/>
              <w:spacing w:line="223" w:lineRule="auto"/>
              <w:jc w:val="center"/>
            </w:pPr>
            <w:r>
              <w:t>2956,3</w:t>
            </w:r>
          </w:p>
        </w:tc>
      </w:tr>
      <w:tr w:rsidR="00135768" w:rsidRPr="00F02A7E" w:rsidTr="000036B9">
        <w:trPr>
          <w:trHeight w:val="22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000 1 17 00000 00 0000 000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F02A7E" w:rsidRDefault="001357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-27,0</w:t>
            </w:r>
          </w:p>
        </w:tc>
      </w:tr>
      <w:tr w:rsidR="00135768" w:rsidRPr="00F02A7E" w:rsidTr="000036B9">
        <w:trPr>
          <w:trHeight w:val="945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000 1 17 06000 00 0000 180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Прочие неналоговые поступления в бюджеты государственных вн</w:t>
            </w:r>
            <w:r w:rsidRPr="00F02A7E">
              <w:rPr>
                <w:b/>
              </w:rPr>
              <w:t>е</w:t>
            </w:r>
            <w:r w:rsidRPr="00F02A7E">
              <w:rPr>
                <w:b/>
              </w:rPr>
              <w:t>бюджетных фондов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F02A7E" w:rsidRDefault="001357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-27,0</w:t>
            </w:r>
          </w:p>
        </w:tc>
      </w:tr>
      <w:tr w:rsidR="00135768" w:rsidRPr="00E10D5F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E10D5F" w:rsidRDefault="00135768" w:rsidP="00967D16">
            <w:pPr>
              <w:widowControl w:val="0"/>
            </w:pPr>
            <w:r w:rsidRPr="00E10D5F">
              <w:t>395 1 17 06040 09 0000 180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E10D5F" w:rsidRDefault="00135768" w:rsidP="00967D16">
            <w:pPr>
              <w:widowControl w:val="0"/>
              <w:jc w:val="both"/>
            </w:pPr>
            <w:r w:rsidRPr="00E10D5F">
              <w:t>Прочие неналоговые поступления в территориальные фонды обязател</w:t>
            </w:r>
            <w:r w:rsidRPr="00E10D5F">
              <w:t>ь</w:t>
            </w:r>
            <w:r w:rsidRPr="00E10D5F">
              <w:t>ного медицинского страхования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E10D5F" w:rsidRDefault="00135768" w:rsidP="00967D16">
            <w:pPr>
              <w:widowControl w:val="0"/>
              <w:jc w:val="center"/>
            </w:pPr>
            <w:r>
              <w:t>-27,0</w:t>
            </w:r>
          </w:p>
        </w:tc>
      </w:tr>
      <w:tr w:rsidR="00135768" w:rsidRPr="000A4998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A4998" w:rsidRDefault="00135768" w:rsidP="00967D16">
            <w:pPr>
              <w:widowControl w:val="0"/>
              <w:rPr>
                <w:b/>
              </w:rPr>
            </w:pPr>
            <w:r w:rsidRPr="000A4998">
              <w:rPr>
                <w:b/>
              </w:rPr>
              <w:t>000 2 00 00000 00 0000 000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A4998" w:rsidRDefault="00135768" w:rsidP="00967D16">
            <w:pPr>
              <w:widowControl w:val="0"/>
              <w:spacing w:line="245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6847E0" w:rsidRDefault="00135768" w:rsidP="00967D16">
            <w:pPr>
              <w:widowControl w:val="0"/>
              <w:jc w:val="center"/>
              <w:rPr>
                <w:b/>
                <w:spacing w:val="-4"/>
              </w:rPr>
            </w:pPr>
            <w:r w:rsidRPr="006847E0">
              <w:rPr>
                <w:b/>
                <w:spacing w:val="-4"/>
              </w:rPr>
              <w:t>11898213,3</w:t>
            </w:r>
          </w:p>
        </w:tc>
      </w:tr>
      <w:tr w:rsidR="00135768" w:rsidRPr="006970A2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A4998" w:rsidRDefault="00135768" w:rsidP="00967D16">
            <w:pPr>
              <w:widowControl w:val="0"/>
              <w:rPr>
                <w:b/>
              </w:rPr>
            </w:pPr>
            <w:r w:rsidRPr="000A4998">
              <w:rPr>
                <w:b/>
              </w:rPr>
              <w:t>000 2 02 00000 00 0000 000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A4998" w:rsidRDefault="00135768" w:rsidP="00967D16">
            <w:pPr>
              <w:widowControl w:val="0"/>
              <w:spacing w:line="245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 от других бюджетов бюджетной си</w:t>
            </w:r>
            <w:r w:rsidRPr="000A4998">
              <w:rPr>
                <w:b/>
              </w:rPr>
              <w:t>с</w:t>
            </w:r>
            <w:r w:rsidRPr="000A4998">
              <w:rPr>
                <w:b/>
              </w:rPr>
              <w:t>темы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6847E0" w:rsidRDefault="00135768" w:rsidP="00967D16">
            <w:pPr>
              <w:widowControl w:val="0"/>
              <w:jc w:val="center"/>
              <w:rPr>
                <w:b/>
                <w:spacing w:val="-4"/>
              </w:rPr>
            </w:pPr>
            <w:r w:rsidRPr="006847E0">
              <w:rPr>
                <w:b/>
                <w:spacing w:val="-4"/>
              </w:rPr>
              <w:t>11898213,3</w:t>
            </w:r>
          </w:p>
        </w:tc>
      </w:tr>
      <w:tr w:rsidR="00135768" w:rsidRPr="006970A2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A4998" w:rsidRDefault="00135768" w:rsidP="00967D16">
            <w:pPr>
              <w:widowControl w:val="0"/>
              <w:rPr>
                <w:b/>
              </w:rPr>
            </w:pPr>
            <w:r w:rsidRPr="000A4998">
              <w:rPr>
                <w:b/>
              </w:rPr>
              <w:t>000 2 02 05000 00 0000 151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A4998" w:rsidRDefault="00135768" w:rsidP="00967D16">
            <w:pPr>
              <w:widowControl w:val="0"/>
              <w:spacing w:line="245" w:lineRule="auto"/>
              <w:jc w:val="both"/>
              <w:rPr>
                <w:b/>
              </w:rPr>
            </w:pPr>
            <w:r w:rsidRPr="000A4998">
              <w:rPr>
                <w:b/>
              </w:rPr>
              <w:t>Межбюджетные трансферты, п</w:t>
            </w:r>
            <w:r w:rsidRPr="000A4998">
              <w:rPr>
                <w:b/>
              </w:rPr>
              <w:t>е</w:t>
            </w:r>
            <w:r w:rsidRPr="000A4998">
              <w:rPr>
                <w:b/>
              </w:rPr>
              <w:t>редаваемые бюджетам государс</w:t>
            </w:r>
            <w:r w:rsidRPr="000A4998">
              <w:rPr>
                <w:b/>
              </w:rPr>
              <w:t>т</w:t>
            </w:r>
            <w:r w:rsidRPr="000A4998">
              <w:rPr>
                <w:b/>
              </w:rPr>
              <w:t>венных внебюджетных фондов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F7A6D" w:rsidRDefault="00135768" w:rsidP="001F661C">
            <w:pPr>
              <w:widowControl w:val="0"/>
              <w:jc w:val="center"/>
              <w:rPr>
                <w:b/>
              </w:rPr>
            </w:pPr>
            <w:r w:rsidRPr="00C943C9">
              <w:rPr>
                <w:b/>
                <w:spacing w:val="-4"/>
              </w:rPr>
              <w:t>11898213,3</w:t>
            </w:r>
          </w:p>
        </w:tc>
      </w:tr>
      <w:tr w:rsidR="00135768" w:rsidRPr="00F02A7E" w:rsidTr="009E0CC2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6970A2" w:rsidRDefault="00135768" w:rsidP="0080721A">
            <w:pPr>
              <w:widowControl w:val="0"/>
              <w:rPr>
                <w:b/>
                <w:highlight w:val="red"/>
              </w:rPr>
            </w:pPr>
            <w:r>
              <w:t>395 2 02 05202 09 0000 151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6970A2" w:rsidRDefault="00135768" w:rsidP="00967D16">
            <w:pPr>
              <w:widowControl w:val="0"/>
              <w:spacing w:line="245" w:lineRule="auto"/>
              <w:jc w:val="both"/>
              <w:rPr>
                <w:b/>
                <w:highlight w:val="red"/>
              </w:rPr>
            </w:pPr>
            <w:r w:rsidRPr="008B4044">
              <w:rPr>
                <w:bCs/>
                <w:spacing w:val="-4"/>
              </w:rPr>
              <w:t xml:space="preserve">Межбюджетные трансферты из бюджетов субъектов Российской </w:t>
            </w:r>
            <w:r>
              <w:rPr>
                <w:bCs/>
                <w:spacing w:val="-4"/>
              </w:rPr>
              <w:br/>
            </w:r>
            <w:r w:rsidRPr="008B4044">
              <w:rPr>
                <w:bCs/>
                <w:spacing w:val="-4"/>
              </w:rPr>
              <w:t>Федерации, передаваемые террит</w:t>
            </w:r>
            <w:r w:rsidRPr="008B4044">
              <w:rPr>
                <w:bCs/>
                <w:spacing w:val="-4"/>
              </w:rPr>
              <w:t>о</w:t>
            </w:r>
            <w:r w:rsidRPr="008B4044">
              <w:rPr>
                <w:bCs/>
                <w:spacing w:val="-4"/>
              </w:rPr>
              <w:t>риальным фондам обязательного м</w:t>
            </w:r>
            <w:r w:rsidRPr="008B4044">
              <w:rPr>
                <w:bCs/>
                <w:spacing w:val="-4"/>
              </w:rPr>
              <w:t>е</w:t>
            </w:r>
            <w:r w:rsidRPr="008B4044">
              <w:rPr>
                <w:bCs/>
                <w:spacing w:val="-4"/>
              </w:rPr>
              <w:t>дицинского страхования на дополн</w:t>
            </w:r>
            <w:r w:rsidRPr="008B4044">
              <w:rPr>
                <w:bCs/>
                <w:spacing w:val="-4"/>
              </w:rPr>
              <w:t>и</w:t>
            </w:r>
            <w:r w:rsidRPr="008B4044">
              <w:rPr>
                <w:bCs/>
                <w:spacing w:val="-4"/>
              </w:rPr>
              <w:t>тельное финансовое обеспечение реализации территориальной пр</w:t>
            </w:r>
            <w:r w:rsidRPr="008B4044">
              <w:rPr>
                <w:bCs/>
                <w:spacing w:val="-4"/>
              </w:rPr>
              <w:t>о</w:t>
            </w:r>
            <w:r w:rsidRPr="008B4044">
              <w:rPr>
                <w:bCs/>
                <w:spacing w:val="-4"/>
              </w:rPr>
              <w:t>граммы обязательного медицинского страхования в части базовой пр</w:t>
            </w:r>
            <w:r w:rsidRPr="008B4044">
              <w:rPr>
                <w:bCs/>
                <w:spacing w:val="-4"/>
              </w:rPr>
              <w:t>о</w:t>
            </w:r>
            <w:r w:rsidRPr="008B4044">
              <w:rPr>
                <w:bCs/>
                <w:spacing w:val="-4"/>
              </w:rPr>
              <w:t>граммы обязательного медицинского страхования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9E0CC2">
            <w:pPr>
              <w:widowControl w:val="0"/>
              <w:jc w:val="center"/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Pr="001727BC" w:rsidRDefault="00135768" w:rsidP="009E0CC2">
            <w:pPr>
              <w:widowControl w:val="0"/>
              <w:jc w:val="center"/>
              <w:rPr>
                <w:sz w:val="20"/>
              </w:rPr>
            </w:pPr>
          </w:p>
          <w:p w:rsidR="00135768" w:rsidRDefault="00135768" w:rsidP="009E0CC2">
            <w:pPr>
              <w:widowControl w:val="0"/>
              <w:jc w:val="center"/>
            </w:pPr>
          </w:p>
          <w:p w:rsidR="00135768" w:rsidRPr="009E0CC2" w:rsidRDefault="00135768" w:rsidP="009E0CC2">
            <w:pPr>
              <w:widowControl w:val="0"/>
              <w:jc w:val="center"/>
              <w:rPr>
                <w:sz w:val="38"/>
                <w:szCs w:val="38"/>
              </w:rPr>
            </w:pPr>
          </w:p>
          <w:p w:rsidR="00135768" w:rsidRPr="006970A2" w:rsidRDefault="00135768" w:rsidP="009E0CC2">
            <w:pPr>
              <w:widowControl w:val="0"/>
              <w:jc w:val="center"/>
              <w:rPr>
                <w:b/>
                <w:highlight w:val="red"/>
              </w:rPr>
            </w:pPr>
            <w:r>
              <w:t>832279,4</w:t>
            </w:r>
          </w:p>
        </w:tc>
      </w:tr>
      <w:tr w:rsidR="00135768" w:rsidRPr="00430227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30227" w:rsidRDefault="00135768" w:rsidP="00967D16">
            <w:pPr>
              <w:widowControl w:val="0"/>
            </w:pPr>
            <w:r w:rsidRPr="00F02A7E">
              <w:rPr>
                <w:b/>
              </w:rPr>
              <w:t>000 2 02 05800 09 0000 151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0E2B50" w:rsidRDefault="00135768" w:rsidP="00967D16">
            <w:pPr>
              <w:widowControl w:val="0"/>
              <w:spacing w:line="245" w:lineRule="auto"/>
              <w:jc w:val="both"/>
              <w:rPr>
                <w:spacing w:val="-4"/>
              </w:rPr>
            </w:pPr>
            <w:r w:rsidRPr="000E2B50">
              <w:rPr>
                <w:b/>
                <w:bCs/>
                <w:spacing w:val="-4"/>
              </w:rPr>
              <w:t>Средства Федерального фонда обязательного медицинского стр</w:t>
            </w:r>
            <w:r w:rsidRPr="000E2B50">
              <w:rPr>
                <w:b/>
                <w:bCs/>
                <w:spacing w:val="-4"/>
              </w:rPr>
              <w:t>а</w:t>
            </w:r>
            <w:r w:rsidRPr="000E2B50">
              <w:rPr>
                <w:b/>
                <w:bCs/>
                <w:spacing w:val="-4"/>
              </w:rPr>
              <w:t>хования, передаваемые бюджетам территориальных фондов обяз</w:t>
            </w:r>
            <w:r w:rsidRPr="000E2B50">
              <w:rPr>
                <w:b/>
                <w:bCs/>
                <w:spacing w:val="-4"/>
              </w:rPr>
              <w:t>а</w:t>
            </w:r>
            <w:r w:rsidRPr="000E2B50">
              <w:rPr>
                <w:b/>
                <w:bCs/>
                <w:spacing w:val="-4"/>
              </w:rPr>
              <w:t>тельного медицинского стра</w:t>
            </w:r>
            <w:r>
              <w:rPr>
                <w:b/>
                <w:bCs/>
                <w:spacing w:val="-4"/>
              </w:rPr>
              <w:t>-</w:t>
            </w:r>
            <w:r w:rsidRPr="000E2B50">
              <w:rPr>
                <w:b/>
                <w:bCs/>
                <w:spacing w:val="-4"/>
              </w:rPr>
              <w:t>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0E2B50" w:rsidRDefault="00135768" w:rsidP="00967D16">
            <w:pPr>
              <w:widowControl w:val="0"/>
              <w:jc w:val="center"/>
              <w:rPr>
                <w:spacing w:val="-4"/>
              </w:rPr>
            </w:pPr>
            <w:r w:rsidRPr="000E2B50">
              <w:rPr>
                <w:b/>
                <w:spacing w:val="-4"/>
              </w:rPr>
              <w:t>10935490,8</w:t>
            </w:r>
          </w:p>
        </w:tc>
      </w:tr>
      <w:tr w:rsidR="00135768" w:rsidRPr="00F02A7E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80721A" w:rsidRDefault="00135768" w:rsidP="0080721A">
            <w:pPr>
              <w:widowControl w:val="0"/>
              <w:spacing w:line="223" w:lineRule="auto"/>
              <w:rPr>
                <w:b/>
                <w:highlight w:val="yellow"/>
              </w:rPr>
            </w:pPr>
            <w:r w:rsidRPr="009F6EC3">
              <w:t>395 2 02 05811 09 0001 151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80721A" w:rsidRDefault="00135768" w:rsidP="0080721A">
            <w:pPr>
              <w:autoSpaceDE w:val="0"/>
              <w:autoSpaceDN w:val="0"/>
              <w:adjustRightInd w:val="0"/>
              <w:jc w:val="both"/>
              <w:rPr>
                <w:b/>
                <w:bCs/>
                <w:highlight w:val="yellow"/>
              </w:rPr>
            </w:pPr>
            <w:r w:rsidRPr="008B4044">
              <w:t>Субсидии бюджетам территориал</w:t>
            </w:r>
            <w:r w:rsidRPr="008B4044">
              <w:t>ь</w:t>
            </w:r>
            <w:r w:rsidRPr="008B4044">
              <w:t>ных фондов обязательного мед</w:t>
            </w:r>
            <w:r w:rsidRPr="008B4044">
              <w:t>и</w:t>
            </w:r>
            <w:r w:rsidRPr="008B4044">
              <w:t>цинского страхования на реализ</w:t>
            </w:r>
            <w:r w:rsidRPr="008B4044">
              <w:t>а</w:t>
            </w:r>
            <w:r w:rsidRPr="008B4044">
              <w:t>цию региональных программ м</w:t>
            </w:r>
            <w:r w:rsidRPr="008B4044">
              <w:t>о</w:t>
            </w:r>
            <w:r w:rsidRPr="008B4044">
              <w:t>дернизации здравоохранения суб</w:t>
            </w:r>
            <w:r w:rsidRPr="008B4044">
              <w:t>ъ</w:t>
            </w:r>
            <w:r w:rsidRPr="008B4044">
              <w:t>ектов Российской Федерации в ча</w:t>
            </w:r>
            <w:r w:rsidRPr="008B4044">
              <w:t>с</w:t>
            </w:r>
            <w:r w:rsidRPr="008B4044">
              <w:t>ти укрепления материально-технической базы медицинских у</w:t>
            </w:r>
            <w:r w:rsidRPr="008B4044">
              <w:t>ч</w:t>
            </w:r>
            <w:r w:rsidRPr="008B4044">
              <w:t>реждений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0721A" w:rsidRDefault="00135768" w:rsidP="00967D16">
            <w:pPr>
              <w:widowControl w:val="0"/>
              <w:jc w:val="center"/>
              <w:rPr>
                <w:highlight w:val="yellow"/>
              </w:rPr>
            </w:pPr>
            <w:r w:rsidRPr="009F6EC3">
              <w:t>2017638,3</w:t>
            </w:r>
          </w:p>
        </w:tc>
      </w:tr>
      <w:tr w:rsidR="00135768" w:rsidRPr="00DE1B0E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B1647F" w:rsidRDefault="00135768" w:rsidP="003E457A">
            <w:pPr>
              <w:widowControl w:val="0"/>
              <w:autoSpaceDE w:val="0"/>
              <w:autoSpaceDN w:val="0"/>
              <w:adjustRightInd w:val="0"/>
            </w:pPr>
            <w:r>
              <w:t>395</w:t>
            </w:r>
            <w:r w:rsidRPr="003E534D">
              <w:t xml:space="preserve"> 2 02 05812 09 0000 151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B1647F" w:rsidRDefault="00135768" w:rsidP="0080721A">
            <w:pPr>
              <w:autoSpaceDE w:val="0"/>
              <w:autoSpaceDN w:val="0"/>
              <w:adjustRightInd w:val="0"/>
              <w:jc w:val="both"/>
            </w:pPr>
            <w:r w:rsidRPr="008B4044">
              <w:t>Субвенции бюджетам территор</w:t>
            </w:r>
            <w:r w:rsidRPr="008B4044">
              <w:t>и</w:t>
            </w:r>
            <w:r w:rsidRPr="008B4044">
              <w:t xml:space="preserve">альных фондов обязательного </w:t>
            </w:r>
            <w:r>
              <w:br/>
            </w:r>
            <w:r w:rsidRPr="008B4044">
              <w:t>медицинского страхования на ф</w:t>
            </w:r>
            <w:r w:rsidRPr="008B4044">
              <w:t>и</w:t>
            </w:r>
            <w:r w:rsidRPr="008B4044">
              <w:t>нансовое обеспечение организации обязательного медицинского стр</w:t>
            </w:r>
            <w:r w:rsidRPr="008B4044">
              <w:t>а</w:t>
            </w:r>
            <w:r w:rsidRPr="008B4044">
              <w:t>хования на территориях субъектов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DE1B0E" w:rsidRDefault="00135768" w:rsidP="00967D16">
            <w:pPr>
              <w:widowControl w:val="0"/>
              <w:jc w:val="center"/>
            </w:pPr>
            <w:r>
              <w:t>8890270,0</w:t>
            </w:r>
          </w:p>
        </w:tc>
      </w:tr>
      <w:tr w:rsidR="00135768" w:rsidRPr="00F02A7E" w:rsidTr="000036B9">
        <w:trPr>
          <w:trHeight w:val="1807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967D16">
            <w:pPr>
              <w:widowControl w:val="0"/>
              <w:spacing w:line="223" w:lineRule="auto"/>
              <w:rPr>
                <w:b/>
              </w:rPr>
            </w:pPr>
            <w:r w:rsidRPr="0033690D">
              <w:t>395 2 02 05813 09 0000 151</w:t>
            </w:r>
            <w:r>
              <w:tab/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E5779B" w:rsidRDefault="00135768" w:rsidP="00967D16">
            <w:pPr>
              <w:widowControl w:val="0"/>
              <w:spacing w:line="223" w:lineRule="auto"/>
              <w:jc w:val="both"/>
              <w:rPr>
                <w:b/>
                <w:bCs/>
                <w:spacing w:val="-2"/>
              </w:rPr>
            </w:pPr>
            <w:r w:rsidRPr="008B4044">
              <w:t>Межбюджетные трансферты, пер</w:t>
            </w:r>
            <w:r w:rsidRPr="008B4044">
              <w:t>е</w:t>
            </w:r>
            <w:r w:rsidRPr="008B4044">
              <w:t>даваемые бюджетам территориал</w:t>
            </w:r>
            <w:r w:rsidRPr="008B4044">
              <w:t>ь</w:t>
            </w:r>
            <w:r w:rsidRPr="008B4044">
              <w:t>ных фондов обязательного мед</w:t>
            </w:r>
            <w:r w:rsidRPr="008B4044">
              <w:t>и</w:t>
            </w:r>
            <w:r w:rsidRPr="008B4044">
              <w:t>цинского страхования на единовр</w:t>
            </w:r>
            <w:r w:rsidRPr="008B4044">
              <w:t>е</w:t>
            </w:r>
            <w:r w:rsidRPr="008B4044">
              <w:t>менные компенсационные выплаты медицинским работникам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967D16" w:rsidRDefault="00135768" w:rsidP="00967D16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135768" w:rsidRPr="00967D16" w:rsidRDefault="00135768" w:rsidP="00967D16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135768" w:rsidRPr="00967D16" w:rsidRDefault="00135768" w:rsidP="00967D16">
            <w:pPr>
              <w:widowControl w:val="0"/>
              <w:jc w:val="center"/>
              <w:rPr>
                <w:sz w:val="44"/>
                <w:szCs w:val="32"/>
              </w:rPr>
            </w:pPr>
          </w:p>
          <w:p w:rsidR="00135768" w:rsidRPr="00F02A7E" w:rsidRDefault="00135768" w:rsidP="00967D16">
            <w:pPr>
              <w:widowControl w:val="0"/>
              <w:jc w:val="center"/>
              <w:rPr>
                <w:b/>
              </w:rPr>
            </w:pPr>
            <w:r>
              <w:t>27582,5</w:t>
            </w:r>
          </w:p>
        </w:tc>
      </w:tr>
      <w:tr w:rsidR="00135768" w:rsidRPr="009F6EC3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8B4044" w:rsidRDefault="00135768" w:rsidP="00967D16">
            <w:pPr>
              <w:widowControl w:val="0"/>
              <w:spacing w:line="223" w:lineRule="auto"/>
              <w:rPr>
                <w:b/>
              </w:rPr>
            </w:pPr>
            <w:r w:rsidRPr="008B4044">
              <w:rPr>
                <w:b/>
              </w:rPr>
              <w:t>395 2 02 05999 00 0000 151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8B4044" w:rsidRDefault="00135768" w:rsidP="008072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B4044">
              <w:rPr>
                <w:b/>
              </w:rPr>
              <w:t>Прочие межбюджетные тран</w:t>
            </w:r>
            <w:r w:rsidRPr="008B4044">
              <w:rPr>
                <w:b/>
              </w:rPr>
              <w:t>с</w:t>
            </w:r>
            <w:r w:rsidRPr="008B4044">
              <w:rPr>
                <w:b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967D16">
            <w:pPr>
              <w:widowControl w:val="0"/>
              <w:jc w:val="center"/>
              <w:rPr>
                <w:b/>
              </w:rPr>
            </w:pPr>
            <w:r w:rsidRPr="008B4044">
              <w:rPr>
                <w:b/>
              </w:rPr>
              <w:t>130443,1</w:t>
            </w:r>
          </w:p>
        </w:tc>
      </w:tr>
      <w:tr w:rsidR="00135768" w:rsidRPr="00F02A7E" w:rsidTr="000036B9">
        <w:trPr>
          <w:trHeight w:val="20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9F6EC3" w:rsidRDefault="00135768" w:rsidP="0080721A">
            <w:pPr>
              <w:widowControl w:val="0"/>
              <w:spacing w:line="223" w:lineRule="auto"/>
            </w:pPr>
            <w:r w:rsidRPr="009F6EC3">
              <w:t>395 2 02 05999 09 0000 151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9F6EC3" w:rsidRDefault="00135768" w:rsidP="0080721A">
            <w:pPr>
              <w:autoSpaceDE w:val="0"/>
              <w:autoSpaceDN w:val="0"/>
              <w:adjustRightInd w:val="0"/>
              <w:jc w:val="both"/>
            </w:pPr>
            <w:r w:rsidRPr="009F6EC3">
              <w:t>Прочие межбюджетные трансфе</w:t>
            </w:r>
            <w:r w:rsidRPr="009F6EC3">
              <w:t>р</w:t>
            </w:r>
            <w:r w:rsidRPr="009F6EC3">
              <w:t>ты, передаваемые бюджетам терр</w:t>
            </w:r>
            <w:r w:rsidRPr="009F6EC3">
              <w:t>и</w:t>
            </w:r>
            <w:r w:rsidRPr="009F6EC3">
              <w:t>ториальных фондов обязательного медицинского страхования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0721A" w:rsidRDefault="00135768" w:rsidP="00967D16">
            <w:pPr>
              <w:widowControl w:val="0"/>
              <w:jc w:val="center"/>
            </w:pPr>
            <w:r w:rsidRPr="009F6EC3">
              <w:t>130443,1</w:t>
            </w:r>
          </w:p>
        </w:tc>
      </w:tr>
      <w:tr w:rsidR="00135768" w:rsidRPr="00F02A7E" w:rsidTr="000036B9">
        <w:trPr>
          <w:trHeight w:val="1601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F7A6D" w:rsidRDefault="00135768" w:rsidP="000E3104">
            <w:pPr>
              <w:widowControl w:val="0"/>
              <w:spacing w:line="223" w:lineRule="auto"/>
              <w:rPr>
                <w:b/>
              </w:rPr>
            </w:pPr>
            <w:r w:rsidRPr="004F7A6D">
              <w:rPr>
                <w:b/>
              </w:rPr>
              <w:t>000 2 18 00000 00 0000 00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F7A6D" w:rsidRDefault="00135768" w:rsidP="0090657C">
            <w:pPr>
              <w:widowControl w:val="0"/>
              <w:spacing w:line="223" w:lineRule="auto"/>
              <w:jc w:val="both"/>
              <w:rPr>
                <w:b/>
              </w:rPr>
            </w:pPr>
            <w:r w:rsidRPr="004F7A6D">
              <w:rPr>
                <w:b/>
              </w:rPr>
              <w:t>Доходы бюджетов бюджетной системы Российской Федерации от возврата бюджетами бюдже</w:t>
            </w:r>
            <w:r w:rsidRPr="004F7A6D">
              <w:rPr>
                <w:b/>
              </w:rPr>
              <w:t>т</w:t>
            </w:r>
            <w:r w:rsidRPr="004F7A6D">
              <w:rPr>
                <w:b/>
              </w:rPr>
              <w:t>ной системы Российской Федер</w:t>
            </w:r>
            <w:r w:rsidRPr="004F7A6D">
              <w:rPr>
                <w:b/>
              </w:rPr>
              <w:t>а</w:t>
            </w:r>
            <w:r w:rsidRPr="004F7A6D">
              <w:rPr>
                <w:b/>
              </w:rPr>
              <w:t>ции и организациями остатков субсидий, субвенций и иных ме</w:t>
            </w:r>
            <w:r w:rsidRPr="004F7A6D">
              <w:rPr>
                <w:b/>
              </w:rPr>
              <w:t>ж</w:t>
            </w:r>
            <w:r w:rsidRPr="004F7A6D">
              <w:rPr>
                <w:b/>
              </w:rPr>
              <w:t>бюджетных трансфертов, име</w:t>
            </w:r>
            <w:r w:rsidRPr="004F7A6D">
              <w:rPr>
                <w:b/>
              </w:rPr>
              <w:t>ю</w:t>
            </w:r>
            <w:r w:rsidRPr="004F7A6D">
              <w:rPr>
                <w:b/>
              </w:rPr>
              <w:t>щих целевое назначение, пр</w:t>
            </w:r>
            <w:r w:rsidRPr="004F7A6D">
              <w:rPr>
                <w:b/>
              </w:rPr>
              <w:t>о</w:t>
            </w:r>
            <w:r w:rsidRPr="004F7A6D">
              <w:rPr>
                <w:b/>
              </w:rPr>
              <w:t>шлых лет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F7A6D" w:rsidRDefault="001357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696,7</w:t>
            </w:r>
          </w:p>
        </w:tc>
      </w:tr>
      <w:tr w:rsidR="00135768" w:rsidRPr="00F02A7E" w:rsidTr="000036B9">
        <w:trPr>
          <w:trHeight w:val="1601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F7A6D" w:rsidRDefault="00135768" w:rsidP="00F02A7E">
            <w:pPr>
              <w:widowControl w:val="0"/>
              <w:spacing w:line="223" w:lineRule="auto"/>
              <w:rPr>
                <w:b/>
              </w:rPr>
            </w:pPr>
            <w:r w:rsidRPr="004F7A6D">
              <w:rPr>
                <w:b/>
              </w:rPr>
              <w:t>000 2 18 00000 00 0000 151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F7A6D" w:rsidRDefault="00135768" w:rsidP="0090657C">
            <w:pPr>
              <w:widowControl w:val="0"/>
              <w:spacing w:line="223" w:lineRule="auto"/>
              <w:jc w:val="both"/>
              <w:rPr>
                <w:b/>
              </w:rPr>
            </w:pPr>
            <w:r w:rsidRPr="004F7A6D">
              <w:rPr>
                <w:b/>
              </w:rPr>
              <w:t>Доходы бюджетов</w:t>
            </w:r>
            <w:r>
              <w:rPr>
                <w:b/>
              </w:rPr>
              <w:t xml:space="preserve"> </w:t>
            </w:r>
            <w:r w:rsidRPr="004F7A6D">
              <w:rPr>
                <w:b/>
              </w:rPr>
              <w:t>бюджетной    системы Российской Федерации    от возврата бюджетами бюдже</w:t>
            </w:r>
            <w:r w:rsidRPr="004F7A6D">
              <w:rPr>
                <w:b/>
              </w:rPr>
              <w:t>т</w:t>
            </w:r>
            <w:r w:rsidRPr="004F7A6D">
              <w:rPr>
                <w:b/>
              </w:rPr>
              <w:t>ной  системы Российской Фед</w:t>
            </w:r>
            <w:r w:rsidRPr="004F7A6D">
              <w:rPr>
                <w:b/>
              </w:rPr>
              <w:t>е</w:t>
            </w:r>
            <w:r w:rsidRPr="004F7A6D">
              <w:rPr>
                <w:b/>
              </w:rPr>
              <w:t>рации остатков субсидий, субве</w:t>
            </w:r>
            <w:r w:rsidRPr="004F7A6D">
              <w:rPr>
                <w:b/>
              </w:rPr>
              <w:t>н</w:t>
            </w:r>
            <w:r w:rsidRPr="004F7A6D">
              <w:rPr>
                <w:b/>
              </w:rPr>
              <w:t xml:space="preserve">ций и </w:t>
            </w:r>
            <w:r>
              <w:rPr>
                <w:b/>
              </w:rPr>
              <w:t>иных межбюджетных</w:t>
            </w:r>
            <w:r w:rsidRPr="004F7A6D">
              <w:rPr>
                <w:b/>
              </w:rPr>
              <w:t xml:space="preserve"> транс</w:t>
            </w:r>
            <w:r>
              <w:rPr>
                <w:b/>
              </w:rPr>
              <w:t xml:space="preserve">фертов, </w:t>
            </w:r>
            <w:r w:rsidRPr="004F7A6D">
              <w:rPr>
                <w:b/>
              </w:rPr>
              <w:t>имеющих целевое назначение, прошлых лет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F7A6D" w:rsidRDefault="001357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696,7</w:t>
            </w:r>
          </w:p>
        </w:tc>
      </w:tr>
      <w:tr w:rsidR="00135768" w:rsidRPr="00F02A7E" w:rsidTr="000036B9">
        <w:trPr>
          <w:trHeight w:val="1601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33690D" w:rsidRDefault="00135768" w:rsidP="00F02A7E">
            <w:pPr>
              <w:widowControl w:val="0"/>
              <w:spacing w:line="223" w:lineRule="auto"/>
            </w:pPr>
            <w:r>
              <w:t>395 2 18 06040 09 0000 151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33690D" w:rsidRDefault="00135768" w:rsidP="000E3104">
            <w:pPr>
              <w:widowControl w:val="0"/>
              <w:spacing w:line="223" w:lineRule="auto"/>
              <w:jc w:val="both"/>
            </w:pPr>
            <w:r w:rsidRPr="008B4044">
              <w:t>Доходы бюджетов территориал</w:t>
            </w:r>
            <w:r w:rsidRPr="008B4044">
              <w:t>ь</w:t>
            </w:r>
            <w:r w:rsidRPr="008B4044">
              <w:t>ных фондов обязательного мед</w:t>
            </w:r>
            <w:r w:rsidRPr="008B4044">
              <w:t>и</w:t>
            </w:r>
            <w:r w:rsidRPr="008B4044">
              <w:t xml:space="preserve">цинского страхования от возврата остатков субсидий, субвенций </w:t>
            </w:r>
            <w:r>
              <w:br/>
            </w:r>
            <w:r w:rsidRPr="008B4044">
              <w:t>и иных межбюджетных трансфе</w:t>
            </w:r>
            <w:r w:rsidRPr="008B4044">
              <w:t>р</w:t>
            </w:r>
            <w:r w:rsidRPr="008B4044">
              <w:t>тов, имеющих целевое назначение, прошлых лет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F02A7E">
            <w:pPr>
              <w:widowControl w:val="0"/>
              <w:jc w:val="center"/>
            </w:pPr>
            <w:r>
              <w:t>696,7</w:t>
            </w:r>
          </w:p>
        </w:tc>
      </w:tr>
      <w:tr w:rsidR="00135768" w:rsidRPr="00430227" w:rsidTr="000036B9">
        <w:trPr>
          <w:trHeight w:val="223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30227" w:rsidRDefault="00135768" w:rsidP="00F02A7E">
            <w:pPr>
              <w:widowControl w:val="0"/>
              <w:spacing w:line="223" w:lineRule="auto"/>
            </w:pPr>
            <w:r w:rsidRPr="00F02A7E">
              <w:rPr>
                <w:b/>
              </w:rPr>
              <w:t>000 2 19 00000 00 0000 000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F02A7E">
            <w:pPr>
              <w:widowControl w:val="0"/>
              <w:spacing w:line="223" w:lineRule="auto"/>
              <w:jc w:val="both"/>
              <w:rPr>
                <w:spacing w:val="-6"/>
              </w:rPr>
            </w:pPr>
            <w:r w:rsidRPr="00F02A7E">
              <w:rPr>
                <w:b/>
              </w:rPr>
              <w:t>Возврат остатков субсидий, су</w:t>
            </w:r>
            <w:r w:rsidRPr="00F02A7E">
              <w:rPr>
                <w:b/>
              </w:rPr>
              <w:t>б</w:t>
            </w:r>
            <w:r w:rsidRPr="00F02A7E">
              <w:rPr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9718FC" w:rsidRDefault="00135768" w:rsidP="00F02A7E">
            <w:pPr>
              <w:widowControl w:val="0"/>
              <w:jc w:val="center"/>
              <w:rPr>
                <w:b/>
              </w:rPr>
            </w:pPr>
            <w:r w:rsidRPr="009718FC">
              <w:rPr>
                <w:b/>
              </w:rPr>
              <w:t>-696,7</w:t>
            </w:r>
          </w:p>
        </w:tc>
      </w:tr>
      <w:tr w:rsidR="00135768" w:rsidRPr="00430227" w:rsidTr="000036B9">
        <w:trPr>
          <w:trHeight w:val="1383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30227" w:rsidRDefault="00135768" w:rsidP="009F6EC3">
            <w:pPr>
              <w:widowControl w:val="0"/>
              <w:spacing w:line="223" w:lineRule="auto"/>
            </w:pPr>
            <w:r w:rsidRPr="00065F27">
              <w:t>395 2 19 060</w:t>
            </w:r>
            <w:r>
              <w:t>80</w:t>
            </w:r>
            <w:r w:rsidRPr="00065F27">
              <w:t xml:space="preserve"> 09 0000 151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30227" w:rsidRDefault="00135768" w:rsidP="009F6EC3">
            <w:pPr>
              <w:autoSpaceDE w:val="0"/>
              <w:autoSpaceDN w:val="0"/>
              <w:adjustRightInd w:val="0"/>
              <w:jc w:val="both"/>
            </w:pPr>
            <w:r w:rsidRPr="008B4044">
              <w:t>Возврат остатков субсидий, субве</w:t>
            </w:r>
            <w:r w:rsidRPr="008B4044">
              <w:t>н</w:t>
            </w:r>
            <w:r w:rsidRPr="008B4044">
              <w:t>ций и иных межбюджетных тран</w:t>
            </w:r>
            <w:r w:rsidRPr="008B4044">
              <w:t>с</w:t>
            </w:r>
            <w:r w:rsidRPr="008B4044">
              <w:t>фертов, имеющих целевое назнач</w:t>
            </w:r>
            <w:r w:rsidRPr="008B4044">
              <w:t>е</w:t>
            </w:r>
            <w:r w:rsidRPr="008B4044">
              <w:t>ние, прошлых лет в бюджет Фед</w:t>
            </w:r>
            <w:r w:rsidRPr="008B4044">
              <w:t>е</w:t>
            </w:r>
            <w:r w:rsidRPr="008B4044">
              <w:t>рального фонда обязательного м</w:t>
            </w:r>
            <w:r w:rsidRPr="008B4044">
              <w:t>е</w:t>
            </w:r>
            <w:r w:rsidRPr="008B4044">
              <w:t>дицинского страхования из бюдж</w:t>
            </w:r>
            <w:r w:rsidRPr="008B4044">
              <w:t>е</w:t>
            </w:r>
            <w:r w:rsidRPr="008B4044">
              <w:t>тов территориальных фондов обяз</w:t>
            </w:r>
            <w:r w:rsidRPr="008B4044">
              <w:t>а</w:t>
            </w:r>
            <w:r w:rsidRPr="008B4044">
              <w:t>тельного медицинского страхования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430227" w:rsidRDefault="00135768" w:rsidP="00F02A7E">
            <w:pPr>
              <w:widowControl w:val="0"/>
              <w:jc w:val="center"/>
            </w:pPr>
            <w:r>
              <w:t>-696,7</w:t>
            </w:r>
          </w:p>
        </w:tc>
      </w:tr>
      <w:tr w:rsidR="00135768" w:rsidRPr="00F02A7E" w:rsidTr="000036B9">
        <w:trPr>
          <w:trHeight w:val="259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F02A7E" w:rsidRDefault="00135768" w:rsidP="004F7A6D">
            <w:pPr>
              <w:widowControl w:val="0"/>
              <w:spacing w:line="223" w:lineRule="auto"/>
              <w:rPr>
                <w:b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135768" w:rsidRPr="004F7A6D" w:rsidRDefault="00135768" w:rsidP="004F7A6D">
            <w:pPr>
              <w:widowControl w:val="0"/>
              <w:spacing w:line="223" w:lineRule="auto"/>
              <w:jc w:val="both"/>
            </w:pPr>
            <w:r w:rsidRPr="00F02A7E">
              <w:rPr>
                <w:b/>
              </w:rPr>
              <w:t>Итого доходов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F02A7E" w:rsidRDefault="00135768" w:rsidP="00B80A1F">
            <w:pPr>
              <w:widowControl w:val="0"/>
              <w:jc w:val="center"/>
              <w:rPr>
                <w:b/>
              </w:rPr>
            </w:pPr>
            <w:r w:rsidRPr="00B80A1F">
              <w:rPr>
                <w:b/>
                <w:spacing w:val="-4"/>
              </w:rPr>
              <w:t>11902116,3</w:t>
            </w:r>
          </w:p>
        </w:tc>
      </w:tr>
    </w:tbl>
    <w:p w:rsidR="00135768" w:rsidRDefault="00135768" w:rsidP="00967D16">
      <w:pPr>
        <w:spacing w:line="216" w:lineRule="auto"/>
        <w:jc w:val="center"/>
      </w:pPr>
    </w:p>
    <w:p w:rsidR="00135768" w:rsidRDefault="00135768" w:rsidP="00967D16">
      <w:pPr>
        <w:spacing w:line="216" w:lineRule="auto"/>
        <w:jc w:val="center"/>
      </w:pPr>
    </w:p>
    <w:p w:rsidR="00135768" w:rsidRDefault="00135768" w:rsidP="0081462B">
      <w:pPr>
        <w:spacing w:line="216" w:lineRule="auto"/>
        <w:jc w:val="center"/>
      </w:pPr>
      <w:r>
        <w:t>________________</w:t>
      </w:r>
    </w:p>
    <w:p w:rsidR="00135768" w:rsidRDefault="00135768" w:rsidP="00A22057">
      <w:pPr>
        <w:sectPr w:rsidR="00135768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35768" w:rsidRDefault="00135768" w:rsidP="00C41391">
      <w:pPr>
        <w:spacing w:line="360" w:lineRule="auto"/>
        <w:ind w:left="6096"/>
        <w:jc w:val="center"/>
      </w:pPr>
      <w:r>
        <w:t>П</w:t>
      </w:r>
      <w:r w:rsidRPr="006A1857">
        <w:t xml:space="preserve">РИЛОЖЕНИЕ </w:t>
      </w:r>
      <w:r>
        <w:t>3</w:t>
      </w:r>
    </w:p>
    <w:p w:rsidR="00135768" w:rsidRDefault="00135768" w:rsidP="00C41391">
      <w:pPr>
        <w:ind w:left="6096"/>
        <w:jc w:val="center"/>
      </w:pPr>
      <w:r w:rsidRPr="006A1857">
        <w:t>к Закону Ульяновской области</w:t>
      </w:r>
    </w:p>
    <w:p w:rsidR="00135768" w:rsidRDefault="00135768" w:rsidP="00C41391">
      <w:pPr>
        <w:ind w:left="6096"/>
        <w:jc w:val="center"/>
      </w:pPr>
      <w:r>
        <w:t>от 03.06.2015 № 58-ЗО</w:t>
      </w:r>
    </w:p>
    <w:p w:rsidR="00135768" w:rsidRDefault="00135768" w:rsidP="00C41391">
      <w:pPr>
        <w:ind w:left="6096"/>
        <w:jc w:val="center"/>
      </w:pPr>
      <w:r w:rsidRPr="006A1857">
        <w:t>«О</w:t>
      </w:r>
      <w:r>
        <w:t xml:space="preserve">б исполнении </w:t>
      </w:r>
      <w:r w:rsidRPr="006A1857">
        <w:t xml:space="preserve"> бюджет</w:t>
      </w:r>
      <w:r>
        <w:t>а</w:t>
      </w:r>
    </w:p>
    <w:p w:rsidR="00135768" w:rsidRDefault="00135768" w:rsidP="00C41391">
      <w:pPr>
        <w:ind w:left="6096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135768" w:rsidRDefault="00135768" w:rsidP="00C41391">
      <w:pPr>
        <w:ind w:left="6096"/>
        <w:jc w:val="center"/>
      </w:pPr>
      <w:r w:rsidRPr="006A1857">
        <w:t>обязательного</w:t>
      </w:r>
      <w:r>
        <w:t xml:space="preserve"> </w:t>
      </w:r>
      <w:r w:rsidRPr="006A1857">
        <w:t>медицинского</w:t>
      </w:r>
    </w:p>
    <w:p w:rsidR="00135768" w:rsidRDefault="00135768" w:rsidP="00C41391">
      <w:pPr>
        <w:ind w:left="6096"/>
        <w:jc w:val="center"/>
      </w:pPr>
      <w:r w:rsidRPr="006A1857">
        <w:t>страхования</w:t>
      </w:r>
      <w:r>
        <w:t xml:space="preserve"> </w:t>
      </w:r>
      <w:r w:rsidRPr="006A1857">
        <w:t>Ульяновской</w:t>
      </w:r>
    </w:p>
    <w:p w:rsidR="00135768" w:rsidRDefault="00135768" w:rsidP="00C41391">
      <w:pPr>
        <w:ind w:left="6096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14</w:t>
      </w:r>
      <w:r w:rsidRPr="006A1857">
        <w:t xml:space="preserve"> год</w:t>
      </w:r>
      <w:r>
        <w:t>»</w:t>
      </w:r>
    </w:p>
    <w:p w:rsidR="00135768" w:rsidRDefault="00135768" w:rsidP="001727BC">
      <w:pPr>
        <w:ind w:left="5940"/>
        <w:jc w:val="center"/>
      </w:pPr>
    </w:p>
    <w:p w:rsidR="00135768" w:rsidRDefault="00135768" w:rsidP="001727BC">
      <w:pPr>
        <w:ind w:left="5940"/>
        <w:jc w:val="center"/>
        <w:rPr>
          <w:sz w:val="32"/>
          <w:szCs w:val="32"/>
        </w:rPr>
      </w:pPr>
    </w:p>
    <w:p w:rsidR="00135768" w:rsidRPr="00E17693" w:rsidRDefault="00135768" w:rsidP="001727BC">
      <w:pPr>
        <w:ind w:left="5940"/>
        <w:jc w:val="center"/>
        <w:rPr>
          <w:sz w:val="32"/>
          <w:szCs w:val="32"/>
        </w:rPr>
      </w:pPr>
    </w:p>
    <w:p w:rsidR="00135768" w:rsidRPr="00E17693" w:rsidRDefault="00135768" w:rsidP="008627EE">
      <w:pPr>
        <w:rPr>
          <w:sz w:val="32"/>
          <w:szCs w:val="32"/>
        </w:rPr>
      </w:pPr>
    </w:p>
    <w:p w:rsidR="00135768" w:rsidRDefault="00135768" w:rsidP="00723396">
      <w:pPr>
        <w:suppressAutoHyphens/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135768" w:rsidRDefault="00135768" w:rsidP="00723396">
      <w:pPr>
        <w:suppressAutoHyphens/>
        <w:jc w:val="center"/>
        <w:rPr>
          <w:b/>
        </w:rPr>
      </w:pPr>
      <w:r w:rsidRPr="00DD2C71">
        <w:rPr>
          <w:b/>
        </w:rPr>
        <w:t xml:space="preserve">бюджета </w:t>
      </w:r>
      <w:r>
        <w:rPr>
          <w:b/>
        </w:rPr>
        <w:t xml:space="preserve">Территориального фонда обязательного медицинского </w:t>
      </w:r>
      <w:r>
        <w:rPr>
          <w:b/>
        </w:rPr>
        <w:br/>
        <w:t>страхования Ульяновской области з</w:t>
      </w:r>
      <w:r w:rsidRPr="00DD2C71">
        <w:rPr>
          <w:b/>
        </w:rPr>
        <w:t>а 201</w:t>
      </w:r>
      <w:r>
        <w:rPr>
          <w:b/>
        </w:rPr>
        <w:t>4</w:t>
      </w:r>
      <w:r w:rsidRPr="00DD2C71">
        <w:rPr>
          <w:b/>
        </w:rPr>
        <w:t xml:space="preserve"> год</w:t>
      </w:r>
      <w:r>
        <w:rPr>
          <w:b/>
        </w:rPr>
        <w:t xml:space="preserve"> </w:t>
      </w:r>
    </w:p>
    <w:p w:rsidR="00135768" w:rsidRDefault="00135768" w:rsidP="00847117">
      <w:pPr>
        <w:keepNext/>
        <w:keepLines/>
        <w:jc w:val="center"/>
        <w:rPr>
          <w:b/>
          <w:bCs/>
          <w:sz w:val="32"/>
          <w:szCs w:val="32"/>
        </w:rPr>
      </w:pPr>
    </w:p>
    <w:p w:rsidR="00135768" w:rsidRDefault="00135768" w:rsidP="008034D7">
      <w:pPr>
        <w:ind w:left="7788"/>
        <w:jc w:val="center"/>
      </w:pPr>
      <w:r>
        <w:t xml:space="preserve">      </w:t>
      </w:r>
      <w:r w:rsidRPr="00F94F2D">
        <w:t xml:space="preserve">тыс. </w:t>
      </w:r>
      <w:r>
        <w:t>р</w:t>
      </w:r>
      <w:r w:rsidRPr="00F94F2D">
        <w:t>ублей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3"/>
        <w:gridCol w:w="1008"/>
        <w:gridCol w:w="668"/>
        <w:gridCol w:w="709"/>
        <w:gridCol w:w="1417"/>
        <w:gridCol w:w="851"/>
        <w:gridCol w:w="1558"/>
      </w:tblGrid>
      <w:tr w:rsidR="00135768" w:rsidRPr="00F02A7E" w:rsidTr="00EF0F02">
        <w:tc>
          <w:tcPr>
            <w:tcW w:w="1914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Наименование</w:t>
            </w:r>
          </w:p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расходов</w:t>
            </w:r>
          </w:p>
        </w:tc>
        <w:tc>
          <w:tcPr>
            <w:tcW w:w="501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Мин</w:t>
            </w:r>
          </w:p>
        </w:tc>
        <w:tc>
          <w:tcPr>
            <w:tcW w:w="332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Рз</w:t>
            </w:r>
          </w:p>
        </w:tc>
        <w:tc>
          <w:tcPr>
            <w:tcW w:w="352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ПР</w:t>
            </w:r>
          </w:p>
        </w:tc>
        <w:tc>
          <w:tcPr>
            <w:tcW w:w="704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ЦС</w:t>
            </w:r>
          </w:p>
        </w:tc>
        <w:tc>
          <w:tcPr>
            <w:tcW w:w="423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ВР</w:t>
            </w:r>
          </w:p>
        </w:tc>
        <w:tc>
          <w:tcPr>
            <w:tcW w:w="774" w:type="pct"/>
            <w:vAlign w:val="center"/>
          </w:tcPr>
          <w:p w:rsidR="00135768" w:rsidRPr="00F02A7E" w:rsidRDefault="001357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Сумма</w:t>
            </w:r>
          </w:p>
        </w:tc>
      </w:tr>
    </w:tbl>
    <w:p w:rsidR="00135768" w:rsidRPr="00A506AB" w:rsidRDefault="00135768" w:rsidP="00A506AB">
      <w:pPr>
        <w:spacing w:line="14" w:lineRule="auto"/>
        <w:rPr>
          <w:sz w:val="2"/>
          <w:szCs w:val="2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2"/>
        <w:gridCol w:w="306"/>
        <w:gridCol w:w="465"/>
        <w:gridCol w:w="536"/>
        <w:gridCol w:w="183"/>
        <w:gridCol w:w="503"/>
        <w:gridCol w:w="217"/>
        <w:gridCol w:w="489"/>
        <w:gridCol w:w="944"/>
        <w:gridCol w:w="479"/>
        <w:gridCol w:w="238"/>
        <w:gridCol w:w="610"/>
        <w:gridCol w:w="1357"/>
        <w:gridCol w:w="197"/>
      </w:tblGrid>
      <w:tr w:rsidR="00135768" w:rsidRPr="00294F9A" w:rsidTr="00077AAA">
        <w:trPr>
          <w:tblHeader/>
        </w:trPr>
        <w:tc>
          <w:tcPr>
            <w:tcW w:w="1911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1</w:t>
            </w:r>
          </w:p>
        </w:tc>
        <w:tc>
          <w:tcPr>
            <w:tcW w:w="497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2</w:t>
            </w:r>
          </w:p>
        </w:tc>
        <w:tc>
          <w:tcPr>
            <w:tcW w:w="341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3</w:t>
            </w:r>
          </w:p>
        </w:tc>
        <w:tc>
          <w:tcPr>
            <w:tcW w:w="351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4</w:t>
            </w:r>
          </w:p>
        </w:tc>
        <w:tc>
          <w:tcPr>
            <w:tcW w:w="707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5</w:t>
            </w:r>
          </w:p>
        </w:tc>
        <w:tc>
          <w:tcPr>
            <w:tcW w:w="421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6</w:t>
            </w:r>
          </w:p>
        </w:tc>
        <w:tc>
          <w:tcPr>
            <w:tcW w:w="772" w:type="pct"/>
            <w:gridSpan w:val="2"/>
          </w:tcPr>
          <w:p w:rsidR="00135768" w:rsidRPr="00294F9A" w:rsidRDefault="00135768" w:rsidP="00EF0F02">
            <w:pPr>
              <w:jc w:val="center"/>
            </w:pPr>
            <w:r>
              <w:t>7</w:t>
            </w:r>
          </w:p>
        </w:tc>
      </w:tr>
      <w:tr w:rsidR="00135768" w:rsidRPr="00294F9A" w:rsidTr="00077AAA">
        <w:trPr>
          <w:trHeight w:val="955"/>
        </w:trPr>
        <w:tc>
          <w:tcPr>
            <w:tcW w:w="1911" w:type="pct"/>
            <w:gridSpan w:val="2"/>
            <w:tcBorders>
              <w:left w:val="nil"/>
              <w:bottom w:val="nil"/>
              <w:right w:val="nil"/>
            </w:tcBorders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  <w:rPr>
                <w:b/>
              </w:rPr>
            </w:pPr>
            <w:r w:rsidRPr="00842D83">
              <w:rPr>
                <w:b/>
              </w:rPr>
              <w:t>Территориальные фонды обязательного медицинск</w:t>
            </w:r>
            <w:r w:rsidRPr="00842D83">
              <w:rPr>
                <w:b/>
              </w:rPr>
              <w:t>о</w:t>
            </w:r>
            <w:r w:rsidRPr="00842D83">
              <w:rPr>
                <w:b/>
              </w:rPr>
              <w:t>го страхования</w:t>
            </w:r>
          </w:p>
        </w:tc>
        <w:tc>
          <w:tcPr>
            <w:tcW w:w="497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 w:rsidRPr="00842D83">
              <w:rPr>
                <w:b/>
              </w:rPr>
              <w:t>395</w:t>
            </w:r>
          </w:p>
        </w:tc>
        <w:tc>
          <w:tcPr>
            <w:tcW w:w="341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351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707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421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>
              <w:rPr>
                <w:b/>
              </w:rPr>
              <w:t>11786830,5</w:t>
            </w:r>
          </w:p>
        </w:tc>
      </w:tr>
      <w:tr w:rsidR="00135768" w:rsidRPr="00294F9A" w:rsidTr="00077AAA"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  <w:rPr>
                <w:b/>
              </w:rPr>
            </w:pPr>
            <w:r w:rsidRPr="00842D83">
              <w:rPr>
                <w:b/>
              </w:rPr>
              <w:t>Общегосударственные в</w:t>
            </w:r>
            <w:r w:rsidRPr="00842D83">
              <w:rPr>
                <w:b/>
              </w:rPr>
              <w:t>о</w:t>
            </w:r>
            <w:r w:rsidRPr="00842D83">
              <w:rPr>
                <w:b/>
              </w:rPr>
              <w:t xml:space="preserve">просы  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 w:rsidRPr="00842D83">
              <w:rPr>
                <w:b/>
              </w:rPr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</w:rPr>
            </w:pPr>
            <w:r w:rsidRPr="00842D83">
              <w:rPr>
                <w:b/>
              </w:rPr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>
              <w:rPr>
                <w:b/>
              </w:rPr>
              <w:t>111483,3</w:t>
            </w:r>
          </w:p>
        </w:tc>
      </w:tr>
      <w:tr w:rsidR="00135768" w:rsidRPr="004E1A64" w:rsidTr="00077AAA"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  <w:rPr>
                <w:b/>
              </w:rPr>
            </w:pPr>
            <w:r w:rsidRPr="00842D83">
              <w:rPr>
                <w:b/>
              </w:rPr>
              <w:t>Другие общегосударствен-ные вопросы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 w:rsidRPr="00842D83">
              <w:rPr>
                <w:b/>
              </w:rPr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 w:rsidRPr="00842D83">
              <w:rPr>
                <w:b/>
              </w:rPr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  <w:r w:rsidRPr="00842D83">
              <w:rPr>
                <w:b/>
              </w:rPr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>
              <w:rPr>
                <w:b/>
              </w:rPr>
              <w:t>111483,3</w:t>
            </w:r>
          </w:p>
        </w:tc>
      </w:tr>
      <w:tr w:rsidR="00135768" w:rsidRPr="00294F9A" w:rsidTr="00077AAA">
        <w:trPr>
          <w:trHeight w:val="35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</w:pPr>
            <w:r w:rsidRPr="00842D83">
              <w:t>Выполнение функций апп</w:t>
            </w:r>
            <w:r w:rsidRPr="00842D83">
              <w:t>а</w:t>
            </w:r>
            <w:r w:rsidRPr="00842D83">
              <w:t>ратами государственных вн</w:t>
            </w:r>
            <w:r w:rsidRPr="00842D83">
              <w:t>е</w:t>
            </w:r>
            <w:r w:rsidRPr="00842D83">
              <w:t>бюджетных фондов Росси</w:t>
            </w:r>
            <w:r w:rsidRPr="00842D83">
              <w:t>й</w:t>
            </w:r>
            <w:r w:rsidRPr="00842D83">
              <w:t>ской Федерации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73 2 0000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>
              <w:t>111483,3</w:t>
            </w:r>
          </w:p>
        </w:tc>
      </w:tr>
      <w:tr w:rsidR="00135768" w:rsidRPr="009E30AE" w:rsidTr="00077AAA"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  <w:rPr>
                <w:highlight w:val="yellow"/>
              </w:rPr>
            </w:pPr>
            <w:r w:rsidRPr="00842D83">
              <w:t>Расходы территориальных фондов обязательного мед</w:t>
            </w:r>
            <w:r w:rsidRPr="00842D83">
              <w:t>и</w:t>
            </w:r>
            <w:r w:rsidRPr="00842D83">
              <w:t>цинского страхования на ф</w:t>
            </w:r>
            <w:r w:rsidRPr="00842D83">
              <w:t>и</w:t>
            </w:r>
            <w:r w:rsidRPr="00842D83">
              <w:t>нансовое обеспечение орг</w:t>
            </w:r>
            <w:r w:rsidRPr="00842D83">
              <w:t>а</w:t>
            </w:r>
            <w:r w:rsidRPr="00842D83">
              <w:t>низации обязательного мед</w:t>
            </w:r>
            <w:r w:rsidRPr="00842D83">
              <w:t>и</w:t>
            </w:r>
            <w:r w:rsidRPr="00842D83">
              <w:t>цинского страхования на те</w:t>
            </w:r>
            <w:r w:rsidRPr="00842D83">
              <w:t>р</w:t>
            </w:r>
            <w:r w:rsidRPr="00842D83">
              <w:t>риториях субъектов Росси</w:t>
            </w:r>
            <w:r w:rsidRPr="00842D83">
              <w:t>й</w:t>
            </w:r>
            <w:r w:rsidRPr="00842D83">
              <w:t>ской Федерации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73 2 5093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Default="00135768" w:rsidP="00EF0F02">
            <w:pPr>
              <w:widowControl w:val="0"/>
              <w:spacing w:line="245" w:lineRule="auto"/>
              <w:jc w:val="center"/>
            </w:pPr>
          </w:p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>
              <w:t>111483,3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</w:pPr>
            <w:r w:rsidRPr="00842D83">
              <w:t>Фонд оплаты труда и страх</w:t>
            </w:r>
            <w:r w:rsidRPr="00842D83">
              <w:t>о</w:t>
            </w:r>
            <w:r w:rsidRPr="00842D83">
              <w:t>вые взносы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 xml:space="preserve">73 2 </w:t>
            </w:r>
            <w:r>
              <w:t>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141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>
              <w:t>39990,7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EF0F02">
            <w:pPr>
              <w:widowControl w:val="0"/>
              <w:spacing w:line="245" w:lineRule="auto"/>
              <w:jc w:val="both"/>
              <w:outlineLvl w:val="1"/>
            </w:pPr>
            <w:r w:rsidRPr="00842D83">
              <w:t>Иные выплаты персоналу, за исключением фонда оплаты труда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 xml:space="preserve">73 2 </w:t>
            </w:r>
            <w:r>
              <w:t>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</w:pPr>
            <w:r w:rsidRPr="00842D83">
              <w:t>142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EF0F02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</w:pPr>
            <w:r w:rsidRPr="00842D83">
              <w:t>Закупка товаров,</w:t>
            </w:r>
            <w:r>
              <w:t xml:space="preserve"> работ, услуг в сфере информаци</w:t>
            </w:r>
            <w:r w:rsidRPr="00842D83">
              <w:t>онно-коммуникационных технол</w:t>
            </w:r>
            <w:r w:rsidRPr="00842D83">
              <w:t>о</w:t>
            </w:r>
            <w:r w:rsidRPr="00842D83">
              <w:t>гий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 xml:space="preserve">73 2 </w:t>
            </w:r>
            <w:r>
              <w:t>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242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7194,7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  <w:rPr>
                <w:highlight w:val="yellow"/>
              </w:rPr>
            </w:pPr>
            <w:r w:rsidRPr="00C57A18">
              <w:t>Прочая закупка товаров, р</w:t>
            </w:r>
            <w:r w:rsidRPr="00C57A18">
              <w:t>а</w:t>
            </w:r>
            <w:r w:rsidRPr="00C57A18">
              <w:t>бот и услуг для обеспечения государственных (муниц</w:t>
            </w:r>
            <w:r w:rsidRPr="00C57A18">
              <w:t>и</w:t>
            </w:r>
            <w:r w:rsidRPr="00C57A18">
              <w:t>пальных) нужд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 xml:space="preserve">73 2 </w:t>
            </w:r>
            <w:r w:rsidRPr="00C57A18">
              <w:t>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  <w:r w:rsidRPr="00842D83">
              <w:t>244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Cs/>
                <w:highlight w:val="green"/>
              </w:rPr>
            </w:pPr>
            <w:r>
              <w:rPr>
                <w:bCs/>
              </w:rPr>
              <w:t>63860,5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</w:pPr>
            <w:r w:rsidRPr="00842D83">
              <w:t>Уплата налога на имущество организаций и земельного н</w:t>
            </w:r>
            <w:r w:rsidRPr="00842D83">
              <w:t>а</w:t>
            </w:r>
            <w:r w:rsidRPr="00842D83">
              <w:t>лога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 xml:space="preserve">73 2 </w:t>
            </w:r>
            <w:r>
              <w:t>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851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</w:pPr>
            <w:r w:rsidRPr="00842D83">
              <w:t>Уплата прочих налогов, сб</w:t>
            </w:r>
            <w:r w:rsidRPr="00842D83">
              <w:t>о</w:t>
            </w:r>
            <w:r w:rsidRPr="00842D83">
              <w:t>ров и иных платежей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01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13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 xml:space="preserve">73 2 </w:t>
            </w:r>
            <w:r>
              <w:t>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852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AB6E95" w:rsidRDefault="00135768" w:rsidP="008B357B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AB6E95">
              <w:rPr>
                <w:bCs/>
              </w:rPr>
              <w:t>27,2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outlineLvl w:val="1"/>
              <w:rPr>
                <w:b/>
              </w:rPr>
            </w:pPr>
            <w:r w:rsidRPr="00842D83">
              <w:rPr>
                <w:b/>
              </w:rPr>
              <w:t>Здравоохранение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  <w:r w:rsidRPr="00842D83">
              <w:rPr>
                <w:b/>
              </w:rPr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  <w:r w:rsidRPr="00842D83">
              <w:rPr>
                <w:b/>
              </w:rPr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AB6E95" w:rsidRDefault="00135768" w:rsidP="008B357B">
            <w:pPr>
              <w:widowControl w:val="0"/>
              <w:spacing w:line="235" w:lineRule="auto"/>
              <w:jc w:val="center"/>
              <w:rPr>
                <w:b/>
              </w:rPr>
            </w:pPr>
            <w:r w:rsidRPr="00AB6E95">
              <w:rPr>
                <w:b/>
                <w:bCs/>
              </w:rPr>
              <w:t>9630126,4</w:t>
            </w:r>
          </w:p>
        </w:tc>
      </w:tr>
      <w:tr w:rsidR="00135768" w:rsidRPr="00F02A7E" w:rsidTr="00077AAA">
        <w:trPr>
          <w:trHeight w:val="322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</w:pPr>
            <w:r w:rsidRPr="00842D83">
              <w:t>Другие вопросы в области здравоохранения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AB6E95" w:rsidRDefault="00135768" w:rsidP="008B357B">
            <w:pPr>
              <w:spacing w:line="235" w:lineRule="auto"/>
              <w:jc w:val="center"/>
            </w:pPr>
            <w:r w:rsidRPr="00AB6E95">
              <w:rPr>
                <w:bCs/>
              </w:rPr>
              <w:t>9630126,4</w:t>
            </w:r>
          </w:p>
        </w:tc>
      </w:tr>
      <w:tr w:rsidR="00135768" w:rsidRPr="00F02A7E" w:rsidTr="00077AAA">
        <w:trPr>
          <w:trHeight w:val="96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842D83">
              <w:t>Реализация государственных функций в области социал</w:t>
            </w:r>
            <w:r w:rsidRPr="00842D83">
              <w:t>ь</w:t>
            </w:r>
            <w:r w:rsidRPr="00842D83">
              <w:t>ной политики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73 1 0000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AB6E95" w:rsidRDefault="00135768" w:rsidP="008B357B">
            <w:pPr>
              <w:spacing w:line="235" w:lineRule="auto"/>
              <w:jc w:val="center"/>
              <w:rPr>
                <w:bCs/>
              </w:rPr>
            </w:pPr>
            <w:r w:rsidRPr="0013312F">
              <w:rPr>
                <w:bCs/>
              </w:rPr>
              <w:t>9630126,4</w:t>
            </w:r>
          </w:p>
        </w:tc>
      </w:tr>
      <w:tr w:rsidR="00135768" w:rsidRPr="00F02A7E" w:rsidTr="00077AAA">
        <w:trPr>
          <w:trHeight w:val="661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C57A18">
              <w:t>Расходы территориальных фондов обязательного мед</w:t>
            </w:r>
            <w:r w:rsidRPr="00C57A18">
              <w:t>и</w:t>
            </w:r>
            <w:r w:rsidRPr="00C57A18">
              <w:t>цинского страхования на ф</w:t>
            </w:r>
            <w:r w:rsidRPr="00C57A18">
              <w:t>и</w:t>
            </w:r>
            <w:r w:rsidRPr="00C57A18">
              <w:t>нансовое обеспечение орг</w:t>
            </w:r>
            <w:r w:rsidRPr="00C57A18">
              <w:t>а</w:t>
            </w:r>
            <w:r w:rsidRPr="00C57A18">
              <w:t>низации обязательного мед</w:t>
            </w:r>
            <w:r w:rsidRPr="00C57A18">
              <w:t>и</w:t>
            </w:r>
            <w:r w:rsidRPr="00C57A18">
              <w:t>цинского страхования на те</w:t>
            </w:r>
            <w:r w:rsidRPr="00C57A18">
              <w:t>р</w:t>
            </w:r>
            <w:r w:rsidRPr="00C57A18">
              <w:t>риториях субъектов Росси</w:t>
            </w:r>
            <w:r w:rsidRPr="00C57A18">
              <w:t>й</w:t>
            </w:r>
            <w:r w:rsidRPr="00C57A18">
              <w:t>ской Федерации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73 1 5093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AB6E95" w:rsidRDefault="00135768" w:rsidP="008B357B">
            <w:pPr>
              <w:spacing w:line="235" w:lineRule="auto"/>
              <w:jc w:val="center"/>
            </w:pPr>
            <w:r w:rsidRPr="00AB6E95">
              <w:rPr>
                <w:bCs/>
              </w:rPr>
              <w:t>8797847,0</w:t>
            </w:r>
          </w:p>
        </w:tc>
      </w:tr>
      <w:tr w:rsidR="00135768" w:rsidRPr="00337399" w:rsidTr="00077AAA">
        <w:trPr>
          <w:trHeight w:val="26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</w:pPr>
            <w:r w:rsidRPr="00842D83">
              <w:t>Приобретение товаров, работ, услуг в пользу граждан в ц</w:t>
            </w:r>
            <w:r w:rsidRPr="00842D83">
              <w:t>е</w:t>
            </w:r>
            <w:r w:rsidRPr="00842D83">
              <w:t>лях их социального обеспеч</w:t>
            </w:r>
            <w:r w:rsidRPr="00842D83">
              <w:t>е</w:t>
            </w:r>
            <w:r w:rsidRPr="00842D83">
              <w:t>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73 1 5093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323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742C1A" w:rsidRDefault="00135768" w:rsidP="008B357B">
            <w:pPr>
              <w:spacing w:line="235" w:lineRule="auto"/>
              <w:jc w:val="center"/>
              <w:rPr>
                <w:bCs/>
                <w:highlight w:val="yellow"/>
              </w:rPr>
            </w:pPr>
          </w:p>
          <w:p w:rsidR="00135768" w:rsidRPr="00742C1A" w:rsidRDefault="00135768" w:rsidP="008B357B">
            <w:pPr>
              <w:spacing w:line="235" w:lineRule="auto"/>
              <w:jc w:val="center"/>
              <w:rPr>
                <w:bCs/>
                <w:highlight w:val="yellow"/>
              </w:rPr>
            </w:pPr>
          </w:p>
          <w:p w:rsidR="00135768" w:rsidRPr="00742C1A" w:rsidRDefault="00135768" w:rsidP="008B357B">
            <w:pPr>
              <w:spacing w:line="235" w:lineRule="auto"/>
              <w:jc w:val="center"/>
              <w:rPr>
                <w:bCs/>
                <w:highlight w:val="yellow"/>
              </w:rPr>
            </w:pPr>
            <w:r w:rsidRPr="00AB6E95">
              <w:rPr>
                <w:bCs/>
              </w:rPr>
              <w:t>8497230,2</w:t>
            </w:r>
          </w:p>
        </w:tc>
      </w:tr>
      <w:tr w:rsidR="00135768" w:rsidRPr="00337399" w:rsidTr="00077AAA">
        <w:trPr>
          <w:trHeight w:val="26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42D83" w:rsidRDefault="00135768" w:rsidP="008B357B">
            <w:pPr>
              <w:widowControl w:val="0"/>
              <w:spacing w:line="235" w:lineRule="auto"/>
              <w:jc w:val="both"/>
            </w:pPr>
            <w:r>
              <w:t>Межбюджетные трансферты бюджетам территориальных фондов обязатель</w:t>
            </w:r>
            <w:r w:rsidRPr="00C57A18">
              <w:t>ного мед</w:t>
            </w:r>
            <w:r w:rsidRPr="00C57A18">
              <w:t>и</w:t>
            </w:r>
            <w:r>
              <w:t>цинского страхо</w:t>
            </w:r>
            <w:r w:rsidRPr="00C57A18">
              <w:t>вания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widowControl w:val="0"/>
              <w:spacing w:line="235" w:lineRule="auto"/>
              <w:jc w:val="center"/>
            </w:pPr>
          </w:p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 w:rsidRPr="00842D83">
              <w:t>73 1 5093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42D83" w:rsidRDefault="00135768" w:rsidP="008B357B">
            <w:pPr>
              <w:widowControl w:val="0"/>
              <w:spacing w:line="235" w:lineRule="auto"/>
              <w:jc w:val="center"/>
            </w:pPr>
            <w:r>
              <w:t>580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8B357B">
            <w:pPr>
              <w:spacing w:line="235" w:lineRule="auto"/>
              <w:jc w:val="center"/>
              <w:rPr>
                <w:bCs/>
              </w:rPr>
            </w:pPr>
          </w:p>
          <w:p w:rsidR="00135768" w:rsidRDefault="00135768" w:rsidP="008B357B">
            <w:pPr>
              <w:spacing w:line="235" w:lineRule="auto"/>
              <w:jc w:val="center"/>
              <w:rPr>
                <w:bCs/>
              </w:rPr>
            </w:pPr>
          </w:p>
          <w:p w:rsidR="00135768" w:rsidRDefault="00135768" w:rsidP="008B357B">
            <w:pPr>
              <w:spacing w:line="235" w:lineRule="auto"/>
              <w:jc w:val="center"/>
              <w:rPr>
                <w:bCs/>
              </w:rPr>
            </w:pPr>
          </w:p>
          <w:p w:rsidR="00135768" w:rsidRPr="00842D83" w:rsidRDefault="00135768" w:rsidP="008B357B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300616,8</w:t>
            </w:r>
          </w:p>
        </w:tc>
      </w:tr>
      <w:tr w:rsidR="00135768" w:rsidRPr="00337399" w:rsidTr="00077AAA">
        <w:trPr>
          <w:trHeight w:val="645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8B357B">
            <w:pPr>
              <w:widowControl w:val="0"/>
              <w:spacing w:line="235" w:lineRule="auto"/>
              <w:jc w:val="both"/>
            </w:pPr>
            <w:r w:rsidRPr="00C57A18">
              <w:t>Платежи на финансовое обеспечение скорой медици</w:t>
            </w:r>
            <w:r w:rsidRPr="00C57A18">
              <w:t>н</w:t>
            </w:r>
            <w:r w:rsidRPr="00C57A18">
              <w:t>ской помощи в рамках терр</w:t>
            </w:r>
            <w:r w:rsidRPr="00C57A18">
              <w:t>и</w:t>
            </w:r>
            <w:r w:rsidRPr="00C57A18">
              <w:t>ториальной программы об</w:t>
            </w:r>
            <w:r w:rsidRPr="00C57A18">
              <w:t>я</w:t>
            </w:r>
            <w:r w:rsidRPr="00C57A18">
              <w:t>зательного медицинского страхования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772 0000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spacing w:line="235" w:lineRule="auto"/>
              <w:jc w:val="center"/>
              <w:rPr>
                <w:bCs/>
              </w:rPr>
            </w:pPr>
            <w:r w:rsidRPr="00C57A18">
              <w:rPr>
                <w:bCs/>
              </w:rPr>
              <w:t>458156,2</w:t>
            </w:r>
          </w:p>
        </w:tc>
      </w:tr>
      <w:tr w:rsidR="00135768" w:rsidRPr="00AD1857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8B357B">
            <w:pPr>
              <w:widowControl w:val="0"/>
              <w:spacing w:line="235" w:lineRule="auto"/>
              <w:jc w:val="both"/>
            </w:pPr>
            <w:r w:rsidRPr="00C57A18">
              <w:t>Приобретение товаров, работ, услуг в пользу граждан в ц</w:t>
            </w:r>
            <w:r w:rsidRPr="00C57A18">
              <w:t>е</w:t>
            </w:r>
            <w:r w:rsidRPr="00C57A18">
              <w:t>лях их социального обеспеч</w:t>
            </w:r>
            <w:r w:rsidRPr="00C57A18">
              <w:t>е</w:t>
            </w:r>
            <w:r w:rsidRPr="00C57A18">
              <w:t>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772 0000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widowControl w:val="0"/>
              <w:spacing w:line="235" w:lineRule="auto"/>
              <w:jc w:val="center"/>
            </w:pPr>
            <w:r w:rsidRPr="00C57A18">
              <w:t>323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8B357B">
            <w:pPr>
              <w:spacing w:line="235" w:lineRule="auto"/>
              <w:jc w:val="center"/>
              <w:rPr>
                <w:bCs/>
              </w:rPr>
            </w:pPr>
            <w:r w:rsidRPr="00C57A18">
              <w:rPr>
                <w:bCs/>
              </w:rPr>
              <w:t>458156,2</w:t>
            </w:r>
          </w:p>
        </w:tc>
      </w:tr>
      <w:tr w:rsidR="00135768" w:rsidRPr="00AD1857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Платежи на финансовое обеспечение проведения з</w:t>
            </w:r>
            <w:r w:rsidRPr="00C57A18">
              <w:t>а</w:t>
            </w:r>
            <w:r w:rsidRPr="00C57A18">
              <w:t>местительной почечной тер</w:t>
            </w:r>
            <w:r w:rsidRPr="00C57A18">
              <w:t>а</w:t>
            </w:r>
            <w:r w:rsidRPr="00C57A18">
              <w:t>пии методами диализа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773 0000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 w:rsidRPr="00C57A18">
              <w:rPr>
                <w:bCs/>
              </w:rPr>
              <w:t>367733,2</w:t>
            </w:r>
          </w:p>
        </w:tc>
      </w:tr>
      <w:tr w:rsidR="00135768" w:rsidRPr="00AD1857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Приобретение товаров, работ, услуг в пользу граждан в ц</w:t>
            </w:r>
            <w:r w:rsidRPr="00C57A18">
              <w:t>е</w:t>
            </w:r>
            <w:r w:rsidRPr="00C57A18">
              <w:t>лях их социального обеспеч</w:t>
            </w:r>
            <w:r w:rsidRPr="00C57A18">
              <w:t>е</w:t>
            </w:r>
            <w:r w:rsidRPr="00C57A18">
              <w:t>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773 0000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323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 w:rsidRPr="00C57A18">
              <w:rPr>
                <w:bCs/>
              </w:rPr>
              <w:t>367733,2</w:t>
            </w:r>
          </w:p>
        </w:tc>
      </w:tr>
      <w:tr w:rsidR="00135768" w:rsidRPr="00AD1857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Платежи на финансовое обеспечение вспомогател</w:t>
            </w:r>
            <w:r w:rsidRPr="00C57A18">
              <w:t>ь</w:t>
            </w:r>
            <w:r w:rsidRPr="00C57A18">
              <w:t>ных репродуктивных техн</w:t>
            </w:r>
            <w:r w:rsidRPr="00C57A18">
              <w:t>о</w:t>
            </w:r>
            <w:r w:rsidRPr="00C57A18">
              <w:t>логий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774 0000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 w:rsidRPr="00C57A18">
              <w:rPr>
                <w:bCs/>
              </w:rPr>
              <w:t>6390,0</w:t>
            </w:r>
          </w:p>
        </w:tc>
      </w:tr>
      <w:tr w:rsidR="00135768" w:rsidRPr="00AD1857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Приобретение товаров, работ, услуг в пользу граждан в ц</w:t>
            </w:r>
            <w:r w:rsidRPr="00C57A18">
              <w:t>е</w:t>
            </w:r>
            <w:r w:rsidRPr="00C57A18">
              <w:t>лях их социального обеспеч</w:t>
            </w:r>
            <w:r w:rsidRPr="00C57A18">
              <w:t>е</w:t>
            </w:r>
            <w:r w:rsidRPr="00C57A18">
              <w:t>ния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jc w:val="center"/>
            </w:pPr>
          </w:p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09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774 0000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Default="00135768" w:rsidP="00EF0F02">
            <w:pPr>
              <w:widowControl w:val="0"/>
              <w:jc w:val="center"/>
            </w:pPr>
          </w:p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323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Default="00135768" w:rsidP="00EF0F02">
            <w:pPr>
              <w:jc w:val="center"/>
              <w:rPr>
                <w:bCs/>
              </w:rPr>
            </w:pPr>
          </w:p>
          <w:p w:rsidR="00135768" w:rsidRDefault="00135768" w:rsidP="00EF0F02">
            <w:pPr>
              <w:jc w:val="center"/>
              <w:rPr>
                <w:bCs/>
              </w:rPr>
            </w:pPr>
          </w:p>
          <w:p w:rsidR="00135768" w:rsidRDefault="00135768" w:rsidP="00EF0F02">
            <w:pPr>
              <w:jc w:val="center"/>
              <w:rPr>
                <w:bCs/>
              </w:rPr>
            </w:pPr>
          </w:p>
          <w:p w:rsidR="00135768" w:rsidRPr="00C57A18" w:rsidRDefault="00135768" w:rsidP="00EF0F02">
            <w:pPr>
              <w:jc w:val="center"/>
              <w:rPr>
                <w:bCs/>
              </w:rPr>
            </w:pPr>
            <w:r w:rsidRPr="00C57A18">
              <w:rPr>
                <w:bCs/>
              </w:rPr>
              <w:t>6390,0</w:t>
            </w:r>
          </w:p>
        </w:tc>
      </w:tr>
      <w:tr w:rsidR="00135768" w:rsidRPr="00337399" w:rsidTr="00177AA4">
        <w:trPr>
          <w:trHeight w:val="1593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8B4044" w:rsidRDefault="00135768" w:rsidP="00EF0F02">
            <w:pPr>
              <w:widowControl w:val="0"/>
              <w:jc w:val="both"/>
              <w:rPr>
                <w:b/>
              </w:rPr>
            </w:pPr>
            <w:r w:rsidRPr="008B4044">
              <w:rPr>
                <w:b/>
              </w:rPr>
              <w:t>Межбюджетные трансфе</w:t>
            </w:r>
            <w:r w:rsidRPr="008B4044">
              <w:rPr>
                <w:b/>
              </w:rPr>
              <w:t>р</w:t>
            </w:r>
            <w:r w:rsidRPr="008B4044">
              <w:rPr>
                <w:b/>
              </w:rPr>
              <w:t>ты общего характера бю</w:t>
            </w:r>
            <w:r w:rsidRPr="008B4044">
              <w:rPr>
                <w:b/>
              </w:rPr>
              <w:t>д</w:t>
            </w:r>
            <w:r w:rsidRPr="008B4044">
              <w:rPr>
                <w:b/>
              </w:rPr>
              <w:t>жетам субъектов Росси</w:t>
            </w:r>
            <w:r w:rsidRPr="008B4044">
              <w:rPr>
                <w:b/>
              </w:rPr>
              <w:t>й</w:t>
            </w:r>
            <w:r w:rsidRPr="008B4044">
              <w:rPr>
                <w:b/>
              </w:rPr>
              <w:t>ской Федерации и муниц</w:t>
            </w:r>
            <w:r w:rsidRPr="008B4044">
              <w:rPr>
                <w:b/>
              </w:rPr>
              <w:t>и</w:t>
            </w:r>
            <w:r w:rsidRPr="008B4044">
              <w:rPr>
                <w:b/>
              </w:rPr>
              <w:t>пальных образований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  <w:rPr>
                <w:b/>
              </w:rPr>
            </w:pPr>
            <w:r w:rsidRPr="008B4044">
              <w:rPr>
                <w:b/>
              </w:rPr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  <w:rPr>
                <w:b/>
              </w:rPr>
            </w:pPr>
            <w:r w:rsidRPr="008B4044">
              <w:rPr>
                <w:b/>
              </w:rPr>
              <w:t>14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jc w:val="center"/>
              <w:rPr>
                <w:b/>
                <w:bCs/>
              </w:rPr>
            </w:pPr>
            <w:r w:rsidRPr="008B4044">
              <w:rPr>
                <w:b/>
                <w:bCs/>
              </w:rPr>
              <w:t>2045220,8</w:t>
            </w:r>
          </w:p>
        </w:tc>
      </w:tr>
      <w:tr w:rsidR="00135768" w:rsidRPr="00337399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177AA4" w:rsidRDefault="00135768" w:rsidP="00EF0F02">
            <w:pPr>
              <w:widowControl w:val="0"/>
              <w:jc w:val="both"/>
              <w:rPr>
                <w:spacing w:val="-4"/>
              </w:rPr>
            </w:pPr>
            <w:r w:rsidRPr="00177AA4">
              <w:rPr>
                <w:spacing w:val="-4"/>
              </w:rPr>
              <w:t>Прочие межбюджетные транс</w:t>
            </w:r>
            <w:r>
              <w:rPr>
                <w:spacing w:val="-4"/>
              </w:rPr>
              <w:t>-</w:t>
            </w:r>
            <w:r w:rsidRPr="00177AA4">
              <w:rPr>
                <w:spacing w:val="-4"/>
              </w:rPr>
              <w:t>ферты общего характера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</w:pPr>
            <w:r w:rsidRPr="008B4044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</w:pPr>
            <w:r w:rsidRPr="008B4044">
              <w:t>14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</w:pPr>
            <w:r w:rsidRPr="008B4044">
              <w:t>03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widowControl w:val="0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8B4044" w:rsidRDefault="00135768" w:rsidP="00EF0F02">
            <w:pPr>
              <w:jc w:val="center"/>
              <w:rPr>
                <w:bCs/>
              </w:rPr>
            </w:pPr>
            <w:r w:rsidRPr="008B4044">
              <w:rPr>
                <w:bCs/>
              </w:rPr>
              <w:t>2045220,8</w:t>
            </w:r>
          </w:p>
        </w:tc>
      </w:tr>
      <w:tr w:rsidR="00135768" w:rsidRPr="00AD1857" w:rsidTr="00077AAA">
        <w:trPr>
          <w:trHeight w:val="349"/>
        </w:trPr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Реализация программ моде</w:t>
            </w:r>
            <w:r w:rsidRPr="00C57A18">
              <w:t>р</w:t>
            </w:r>
            <w:r w:rsidRPr="00C57A18">
              <w:t>низации здравоохранения субъектов Российской Фед</w:t>
            </w:r>
            <w:r w:rsidRPr="00C57A18">
              <w:t>е</w:t>
            </w:r>
            <w:r w:rsidRPr="00C57A18">
              <w:t>рации в части укрепления м</w:t>
            </w:r>
            <w:r w:rsidRPr="00C57A18">
              <w:t>а</w:t>
            </w:r>
            <w:r w:rsidRPr="00C57A18">
              <w:t>териально-технической базы медицинских учреждений Российской Федерации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14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73 4 5230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 w:rsidRPr="00C57A18">
              <w:rPr>
                <w:bCs/>
              </w:rPr>
              <w:t>2017638,3</w:t>
            </w:r>
          </w:p>
        </w:tc>
      </w:tr>
      <w:tr w:rsidR="00135768" w:rsidRPr="00F02A7E" w:rsidTr="00077AAA"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Иные межбюджетные тран</w:t>
            </w:r>
            <w:r w:rsidRPr="00C57A18">
              <w:t>с</w:t>
            </w:r>
            <w:r w:rsidRPr="00C57A18">
              <w:t>ферты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14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73 4 5230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540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 w:rsidRPr="00C57A18">
              <w:rPr>
                <w:bCs/>
              </w:rPr>
              <w:t>2017638,3</w:t>
            </w:r>
          </w:p>
        </w:tc>
      </w:tr>
      <w:tr w:rsidR="00135768" w:rsidRPr="00F02A7E" w:rsidTr="00077AAA"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Иные межбюджетные тран</w:t>
            </w:r>
            <w:r w:rsidRPr="00C57A18">
              <w:t>с</w:t>
            </w:r>
            <w:r w:rsidRPr="00C57A18">
              <w:t>ферты на осуществление ед</w:t>
            </w:r>
            <w:r w:rsidRPr="00C57A18">
              <w:t>и</w:t>
            </w:r>
            <w:r w:rsidRPr="00C57A18">
              <w:t>новременных выплат мед</w:t>
            </w:r>
            <w:r w:rsidRPr="00C57A18">
              <w:t>и</w:t>
            </w:r>
            <w:r w:rsidRPr="00C57A18">
              <w:t>цинским работникам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14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73 7 5136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>
              <w:rPr>
                <w:bCs/>
              </w:rPr>
              <w:t>27582,5</w:t>
            </w:r>
          </w:p>
        </w:tc>
      </w:tr>
      <w:tr w:rsidR="00135768" w:rsidRPr="00F02A7E" w:rsidTr="00077AAA">
        <w:tc>
          <w:tcPr>
            <w:tcW w:w="19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C57A18" w:rsidRDefault="00135768" w:rsidP="00EF0F02">
            <w:pPr>
              <w:widowControl w:val="0"/>
              <w:jc w:val="both"/>
            </w:pPr>
            <w:r w:rsidRPr="00C57A18">
              <w:t>Иные межбюджетные тран</w:t>
            </w:r>
            <w:r w:rsidRPr="00C57A18">
              <w:t>с</w:t>
            </w:r>
            <w:r w:rsidRPr="00C57A18">
              <w:t>ферты</w:t>
            </w: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395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14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03</w:t>
            </w:r>
          </w:p>
        </w:tc>
        <w:tc>
          <w:tcPr>
            <w:tcW w:w="7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73 7 5136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widowControl w:val="0"/>
              <w:jc w:val="center"/>
            </w:pPr>
            <w:r w:rsidRPr="00C57A18">
              <w:t>540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C57A18" w:rsidRDefault="00135768" w:rsidP="00EF0F02">
            <w:pPr>
              <w:jc w:val="center"/>
              <w:rPr>
                <w:bCs/>
              </w:rPr>
            </w:pPr>
            <w:r>
              <w:rPr>
                <w:bCs/>
              </w:rPr>
              <w:t>27582,5</w:t>
            </w:r>
          </w:p>
        </w:tc>
      </w:tr>
      <w:tr w:rsidR="00135768" w:rsidRPr="00B940CD" w:rsidTr="008C7607">
        <w:trPr>
          <w:gridAfter w:val="1"/>
          <w:wAfter w:w="98" w:type="pct"/>
        </w:trPr>
        <w:tc>
          <w:tcPr>
            <w:tcW w:w="1759" w:type="pct"/>
            <w:tcBorders>
              <w:top w:val="nil"/>
              <w:left w:val="nil"/>
              <w:bottom w:val="nil"/>
              <w:right w:val="nil"/>
            </w:tcBorders>
          </w:tcPr>
          <w:p w:rsidR="00135768" w:rsidRPr="00B940CD" w:rsidRDefault="00135768" w:rsidP="00EF0F02">
            <w:pPr>
              <w:widowControl w:val="0"/>
              <w:ind w:firstLine="34"/>
              <w:outlineLvl w:val="1"/>
              <w:rPr>
                <w:b/>
              </w:rPr>
            </w:pPr>
            <w:r w:rsidRPr="00B940CD">
              <w:rPr>
                <w:b/>
              </w:rPr>
              <w:t xml:space="preserve">Итого расходов 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B940CD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B940CD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B940CD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B940CD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768" w:rsidRPr="00B940CD" w:rsidRDefault="00135768" w:rsidP="00EF0F0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768" w:rsidRPr="00B940CD" w:rsidRDefault="00135768" w:rsidP="008C7607">
            <w:pPr>
              <w:widowControl w:val="0"/>
              <w:jc w:val="right"/>
              <w:rPr>
                <w:b/>
                <w:highlight w:val="yellow"/>
              </w:rPr>
            </w:pPr>
            <w:r>
              <w:rPr>
                <w:b/>
                <w:szCs w:val="20"/>
              </w:rPr>
              <w:t xml:space="preserve">      </w:t>
            </w:r>
            <w:r w:rsidRPr="00B940CD">
              <w:rPr>
                <w:b/>
                <w:szCs w:val="20"/>
              </w:rPr>
              <w:t>11786830,5</w:t>
            </w:r>
          </w:p>
        </w:tc>
      </w:tr>
    </w:tbl>
    <w:p w:rsidR="00135768" w:rsidRDefault="00135768" w:rsidP="00C22147">
      <w:pPr>
        <w:ind w:firstLine="900"/>
      </w:pPr>
    </w:p>
    <w:p w:rsidR="00135768" w:rsidRDefault="00135768" w:rsidP="00C22147">
      <w:pPr>
        <w:ind w:firstLine="900"/>
      </w:pPr>
    </w:p>
    <w:p w:rsidR="00135768" w:rsidRDefault="00135768" w:rsidP="00077AAA">
      <w:pPr>
        <w:jc w:val="center"/>
      </w:pPr>
      <w:r>
        <w:t>______________</w:t>
      </w:r>
      <w:bookmarkStart w:id="0" w:name="_GoBack"/>
      <w:bookmarkEnd w:id="0"/>
    </w:p>
    <w:sectPr w:rsidR="00135768" w:rsidSect="00967D16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768" w:rsidRDefault="00135768">
      <w:r>
        <w:separator/>
      </w:r>
    </w:p>
  </w:endnote>
  <w:endnote w:type="continuationSeparator" w:id="0">
    <w:p w:rsidR="00135768" w:rsidRDefault="00135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68" w:rsidRDefault="00135768" w:rsidP="003304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5768" w:rsidRDefault="00135768" w:rsidP="00432E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68" w:rsidRDefault="00135768" w:rsidP="00432EB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768" w:rsidRDefault="00135768">
      <w:r>
        <w:separator/>
      </w:r>
    </w:p>
  </w:footnote>
  <w:footnote w:type="continuationSeparator" w:id="0">
    <w:p w:rsidR="00135768" w:rsidRDefault="00135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68" w:rsidRDefault="00135768" w:rsidP="00A14AD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5768" w:rsidRDefault="001357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768" w:rsidRDefault="00135768" w:rsidP="00C75A2B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F84"/>
    <w:rsid w:val="000036B9"/>
    <w:rsid w:val="00004474"/>
    <w:rsid w:val="00015475"/>
    <w:rsid w:val="00022121"/>
    <w:rsid w:val="000273C1"/>
    <w:rsid w:val="000323D1"/>
    <w:rsid w:val="00055BF3"/>
    <w:rsid w:val="0005786E"/>
    <w:rsid w:val="00062D35"/>
    <w:rsid w:val="00065F27"/>
    <w:rsid w:val="000712C4"/>
    <w:rsid w:val="00072352"/>
    <w:rsid w:val="00077AAA"/>
    <w:rsid w:val="0009164C"/>
    <w:rsid w:val="00095F66"/>
    <w:rsid w:val="000A330C"/>
    <w:rsid w:val="000A4998"/>
    <w:rsid w:val="000A4C25"/>
    <w:rsid w:val="000C47B7"/>
    <w:rsid w:val="000D0799"/>
    <w:rsid w:val="000D12CE"/>
    <w:rsid w:val="000D1DB0"/>
    <w:rsid w:val="000E1C4D"/>
    <w:rsid w:val="000E2B50"/>
    <w:rsid w:val="000E3104"/>
    <w:rsid w:val="000E7A40"/>
    <w:rsid w:val="000F03A1"/>
    <w:rsid w:val="00100704"/>
    <w:rsid w:val="0011182B"/>
    <w:rsid w:val="00116BC8"/>
    <w:rsid w:val="00131773"/>
    <w:rsid w:val="0013312F"/>
    <w:rsid w:val="00133DF6"/>
    <w:rsid w:val="00135768"/>
    <w:rsid w:val="00157C73"/>
    <w:rsid w:val="00165575"/>
    <w:rsid w:val="00165A90"/>
    <w:rsid w:val="001727BC"/>
    <w:rsid w:val="00175E89"/>
    <w:rsid w:val="00177AA4"/>
    <w:rsid w:val="00177DC9"/>
    <w:rsid w:val="001833E3"/>
    <w:rsid w:val="001914C6"/>
    <w:rsid w:val="001A1E90"/>
    <w:rsid w:val="001A46A3"/>
    <w:rsid w:val="001C0241"/>
    <w:rsid w:val="001C2189"/>
    <w:rsid w:val="001C5791"/>
    <w:rsid w:val="001D14F7"/>
    <w:rsid w:val="001D7CEA"/>
    <w:rsid w:val="001E63CF"/>
    <w:rsid w:val="001F03EF"/>
    <w:rsid w:val="001F16A5"/>
    <w:rsid w:val="001F2434"/>
    <w:rsid w:val="001F661C"/>
    <w:rsid w:val="00203F5E"/>
    <w:rsid w:val="00222E35"/>
    <w:rsid w:val="00226049"/>
    <w:rsid w:val="002559B3"/>
    <w:rsid w:val="00256954"/>
    <w:rsid w:val="00276890"/>
    <w:rsid w:val="00290082"/>
    <w:rsid w:val="00294F9A"/>
    <w:rsid w:val="002B0B6C"/>
    <w:rsid w:val="002B2A53"/>
    <w:rsid w:val="002D0258"/>
    <w:rsid w:val="002D47B0"/>
    <w:rsid w:val="002D5594"/>
    <w:rsid w:val="002E6AB7"/>
    <w:rsid w:val="002F40C8"/>
    <w:rsid w:val="00315A4C"/>
    <w:rsid w:val="0033041F"/>
    <w:rsid w:val="00331B57"/>
    <w:rsid w:val="0033690D"/>
    <w:rsid w:val="003369C8"/>
    <w:rsid w:val="00337399"/>
    <w:rsid w:val="00342690"/>
    <w:rsid w:val="00346A6F"/>
    <w:rsid w:val="003556FF"/>
    <w:rsid w:val="0035688E"/>
    <w:rsid w:val="00361429"/>
    <w:rsid w:val="003618E7"/>
    <w:rsid w:val="00367739"/>
    <w:rsid w:val="0037347E"/>
    <w:rsid w:val="00375CE6"/>
    <w:rsid w:val="003862EA"/>
    <w:rsid w:val="00390344"/>
    <w:rsid w:val="0039074B"/>
    <w:rsid w:val="003B16DE"/>
    <w:rsid w:val="003B41EC"/>
    <w:rsid w:val="003C28B3"/>
    <w:rsid w:val="003D2767"/>
    <w:rsid w:val="003E457A"/>
    <w:rsid w:val="003E534D"/>
    <w:rsid w:val="003E6E82"/>
    <w:rsid w:val="003F3F88"/>
    <w:rsid w:val="003F4CA7"/>
    <w:rsid w:val="003F5471"/>
    <w:rsid w:val="004007C6"/>
    <w:rsid w:val="00400A7B"/>
    <w:rsid w:val="004012FA"/>
    <w:rsid w:val="00403B6C"/>
    <w:rsid w:val="00404901"/>
    <w:rsid w:val="004065FF"/>
    <w:rsid w:val="00417D23"/>
    <w:rsid w:val="004219FE"/>
    <w:rsid w:val="00430227"/>
    <w:rsid w:val="00432EB6"/>
    <w:rsid w:val="004335FE"/>
    <w:rsid w:val="00437252"/>
    <w:rsid w:val="00440A7C"/>
    <w:rsid w:val="00451383"/>
    <w:rsid w:val="004556C6"/>
    <w:rsid w:val="00457A65"/>
    <w:rsid w:val="004607BB"/>
    <w:rsid w:val="004856DA"/>
    <w:rsid w:val="004B3A45"/>
    <w:rsid w:val="004C0438"/>
    <w:rsid w:val="004C246D"/>
    <w:rsid w:val="004C2E1F"/>
    <w:rsid w:val="004D388F"/>
    <w:rsid w:val="004E1A64"/>
    <w:rsid w:val="004E676B"/>
    <w:rsid w:val="004F0BDA"/>
    <w:rsid w:val="004F7A6D"/>
    <w:rsid w:val="004F7BD5"/>
    <w:rsid w:val="0050313C"/>
    <w:rsid w:val="005221D1"/>
    <w:rsid w:val="00523C6C"/>
    <w:rsid w:val="0052607B"/>
    <w:rsid w:val="0053477A"/>
    <w:rsid w:val="005363AC"/>
    <w:rsid w:val="00542AF8"/>
    <w:rsid w:val="00543D59"/>
    <w:rsid w:val="005449D8"/>
    <w:rsid w:val="00545A94"/>
    <w:rsid w:val="00557A28"/>
    <w:rsid w:val="00573209"/>
    <w:rsid w:val="00574EFF"/>
    <w:rsid w:val="005869F7"/>
    <w:rsid w:val="00592733"/>
    <w:rsid w:val="005A4A3B"/>
    <w:rsid w:val="005A5009"/>
    <w:rsid w:val="005A6B36"/>
    <w:rsid w:val="005B3EC6"/>
    <w:rsid w:val="005C26E8"/>
    <w:rsid w:val="005D27B7"/>
    <w:rsid w:val="005D6265"/>
    <w:rsid w:val="005D6290"/>
    <w:rsid w:val="005E0871"/>
    <w:rsid w:val="005E1249"/>
    <w:rsid w:val="005E23F8"/>
    <w:rsid w:val="005E6F49"/>
    <w:rsid w:val="005F05F1"/>
    <w:rsid w:val="005F2CC4"/>
    <w:rsid w:val="005F3ADA"/>
    <w:rsid w:val="00600DFB"/>
    <w:rsid w:val="00612639"/>
    <w:rsid w:val="006154A9"/>
    <w:rsid w:val="006166FD"/>
    <w:rsid w:val="00627F84"/>
    <w:rsid w:val="00632E95"/>
    <w:rsid w:val="0066399B"/>
    <w:rsid w:val="006654EF"/>
    <w:rsid w:val="006666A9"/>
    <w:rsid w:val="0067027E"/>
    <w:rsid w:val="00670E48"/>
    <w:rsid w:val="00673AD4"/>
    <w:rsid w:val="00676AEA"/>
    <w:rsid w:val="006847E0"/>
    <w:rsid w:val="00685322"/>
    <w:rsid w:val="00687931"/>
    <w:rsid w:val="00691F5D"/>
    <w:rsid w:val="00695DED"/>
    <w:rsid w:val="006970A2"/>
    <w:rsid w:val="006A1857"/>
    <w:rsid w:val="006A3921"/>
    <w:rsid w:val="006B1043"/>
    <w:rsid w:val="006B6582"/>
    <w:rsid w:val="006C0942"/>
    <w:rsid w:val="006C0C61"/>
    <w:rsid w:val="006C64A4"/>
    <w:rsid w:val="006C6B86"/>
    <w:rsid w:val="006D1600"/>
    <w:rsid w:val="006F0181"/>
    <w:rsid w:val="006F77D3"/>
    <w:rsid w:val="007037D0"/>
    <w:rsid w:val="00705E7A"/>
    <w:rsid w:val="00710F79"/>
    <w:rsid w:val="00714787"/>
    <w:rsid w:val="00715D82"/>
    <w:rsid w:val="00723396"/>
    <w:rsid w:val="00726EAC"/>
    <w:rsid w:val="00733B0D"/>
    <w:rsid w:val="00742C1A"/>
    <w:rsid w:val="00742D59"/>
    <w:rsid w:val="00750911"/>
    <w:rsid w:val="007606A8"/>
    <w:rsid w:val="0076104C"/>
    <w:rsid w:val="00764360"/>
    <w:rsid w:val="007678C3"/>
    <w:rsid w:val="00775867"/>
    <w:rsid w:val="007774FE"/>
    <w:rsid w:val="00786DED"/>
    <w:rsid w:val="007A0E42"/>
    <w:rsid w:val="007A4F06"/>
    <w:rsid w:val="007B1C75"/>
    <w:rsid w:val="007B7623"/>
    <w:rsid w:val="007C5AF1"/>
    <w:rsid w:val="007D7BF0"/>
    <w:rsid w:val="007D7EAB"/>
    <w:rsid w:val="007F5EC6"/>
    <w:rsid w:val="008004F9"/>
    <w:rsid w:val="00800EA0"/>
    <w:rsid w:val="00802E00"/>
    <w:rsid w:val="008034D7"/>
    <w:rsid w:val="0080721A"/>
    <w:rsid w:val="0081462B"/>
    <w:rsid w:val="00817A1B"/>
    <w:rsid w:val="00842D83"/>
    <w:rsid w:val="00844B76"/>
    <w:rsid w:val="00847117"/>
    <w:rsid w:val="0084722C"/>
    <w:rsid w:val="0085308D"/>
    <w:rsid w:val="00861E88"/>
    <w:rsid w:val="008627EE"/>
    <w:rsid w:val="00876AC6"/>
    <w:rsid w:val="0088027B"/>
    <w:rsid w:val="00882E13"/>
    <w:rsid w:val="00884D58"/>
    <w:rsid w:val="008953FF"/>
    <w:rsid w:val="008A34DB"/>
    <w:rsid w:val="008A5C57"/>
    <w:rsid w:val="008B357B"/>
    <w:rsid w:val="008B3E78"/>
    <w:rsid w:val="008B4044"/>
    <w:rsid w:val="008C6072"/>
    <w:rsid w:val="008C7607"/>
    <w:rsid w:val="008D2B96"/>
    <w:rsid w:val="008D33E2"/>
    <w:rsid w:val="008D6591"/>
    <w:rsid w:val="008F2EA5"/>
    <w:rsid w:val="008F6386"/>
    <w:rsid w:val="00902FE7"/>
    <w:rsid w:val="00904DFA"/>
    <w:rsid w:val="0090657C"/>
    <w:rsid w:val="00910C98"/>
    <w:rsid w:val="00911C10"/>
    <w:rsid w:val="00913E15"/>
    <w:rsid w:val="009143C7"/>
    <w:rsid w:val="00931BEB"/>
    <w:rsid w:val="009364E9"/>
    <w:rsid w:val="00937E3D"/>
    <w:rsid w:val="009557FE"/>
    <w:rsid w:val="00961AAF"/>
    <w:rsid w:val="009623C9"/>
    <w:rsid w:val="00967D16"/>
    <w:rsid w:val="009718FC"/>
    <w:rsid w:val="00975857"/>
    <w:rsid w:val="00975FEE"/>
    <w:rsid w:val="00995C6D"/>
    <w:rsid w:val="009A7FCB"/>
    <w:rsid w:val="009B0D82"/>
    <w:rsid w:val="009B188F"/>
    <w:rsid w:val="009B3BF7"/>
    <w:rsid w:val="009C4628"/>
    <w:rsid w:val="009D0E78"/>
    <w:rsid w:val="009D2402"/>
    <w:rsid w:val="009D33F2"/>
    <w:rsid w:val="009D3B3A"/>
    <w:rsid w:val="009D3DF4"/>
    <w:rsid w:val="009D54F9"/>
    <w:rsid w:val="009E0CC2"/>
    <w:rsid w:val="009E30AE"/>
    <w:rsid w:val="009E5F49"/>
    <w:rsid w:val="009E6387"/>
    <w:rsid w:val="009F3409"/>
    <w:rsid w:val="009F6EC3"/>
    <w:rsid w:val="009F7C32"/>
    <w:rsid w:val="00A01609"/>
    <w:rsid w:val="00A0559C"/>
    <w:rsid w:val="00A07767"/>
    <w:rsid w:val="00A13653"/>
    <w:rsid w:val="00A14AD0"/>
    <w:rsid w:val="00A15472"/>
    <w:rsid w:val="00A20F8E"/>
    <w:rsid w:val="00A22057"/>
    <w:rsid w:val="00A25C2C"/>
    <w:rsid w:val="00A34041"/>
    <w:rsid w:val="00A4080B"/>
    <w:rsid w:val="00A506AB"/>
    <w:rsid w:val="00A544D1"/>
    <w:rsid w:val="00A94697"/>
    <w:rsid w:val="00AA19CA"/>
    <w:rsid w:val="00AA7FF5"/>
    <w:rsid w:val="00AB0853"/>
    <w:rsid w:val="00AB6E95"/>
    <w:rsid w:val="00AB7735"/>
    <w:rsid w:val="00AC1A80"/>
    <w:rsid w:val="00AD0E18"/>
    <w:rsid w:val="00AD1857"/>
    <w:rsid w:val="00AD65BF"/>
    <w:rsid w:val="00AE5EE3"/>
    <w:rsid w:val="00B0262E"/>
    <w:rsid w:val="00B04963"/>
    <w:rsid w:val="00B072E6"/>
    <w:rsid w:val="00B125B1"/>
    <w:rsid w:val="00B136C4"/>
    <w:rsid w:val="00B14F69"/>
    <w:rsid w:val="00B1647F"/>
    <w:rsid w:val="00B33662"/>
    <w:rsid w:val="00B33E2C"/>
    <w:rsid w:val="00B34363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5F8C"/>
    <w:rsid w:val="00BC141E"/>
    <w:rsid w:val="00BC1893"/>
    <w:rsid w:val="00BC47DD"/>
    <w:rsid w:val="00BD0DB9"/>
    <w:rsid w:val="00BD3105"/>
    <w:rsid w:val="00BD4D65"/>
    <w:rsid w:val="00BD6023"/>
    <w:rsid w:val="00BE0E65"/>
    <w:rsid w:val="00BE3B6C"/>
    <w:rsid w:val="00BE3F73"/>
    <w:rsid w:val="00C001DC"/>
    <w:rsid w:val="00C062E1"/>
    <w:rsid w:val="00C07DE1"/>
    <w:rsid w:val="00C12D9F"/>
    <w:rsid w:val="00C22107"/>
    <w:rsid w:val="00C22147"/>
    <w:rsid w:val="00C33211"/>
    <w:rsid w:val="00C34B9A"/>
    <w:rsid w:val="00C35331"/>
    <w:rsid w:val="00C374A4"/>
    <w:rsid w:val="00C41391"/>
    <w:rsid w:val="00C434A4"/>
    <w:rsid w:val="00C43CCE"/>
    <w:rsid w:val="00C4711D"/>
    <w:rsid w:val="00C50107"/>
    <w:rsid w:val="00C50443"/>
    <w:rsid w:val="00C57A18"/>
    <w:rsid w:val="00C61D9B"/>
    <w:rsid w:val="00C643FB"/>
    <w:rsid w:val="00C75A2B"/>
    <w:rsid w:val="00C83649"/>
    <w:rsid w:val="00C861D0"/>
    <w:rsid w:val="00C943C9"/>
    <w:rsid w:val="00CA7188"/>
    <w:rsid w:val="00CB4F07"/>
    <w:rsid w:val="00CC6D09"/>
    <w:rsid w:val="00CD1306"/>
    <w:rsid w:val="00CD2C4D"/>
    <w:rsid w:val="00CD4B6A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21D58"/>
    <w:rsid w:val="00D27EDD"/>
    <w:rsid w:val="00D313A2"/>
    <w:rsid w:val="00D33F03"/>
    <w:rsid w:val="00D33F5D"/>
    <w:rsid w:val="00D4078B"/>
    <w:rsid w:val="00D42D12"/>
    <w:rsid w:val="00D57A84"/>
    <w:rsid w:val="00D60964"/>
    <w:rsid w:val="00D63432"/>
    <w:rsid w:val="00D66360"/>
    <w:rsid w:val="00D71169"/>
    <w:rsid w:val="00D74F97"/>
    <w:rsid w:val="00D878F7"/>
    <w:rsid w:val="00DA457A"/>
    <w:rsid w:val="00DA6527"/>
    <w:rsid w:val="00DC2299"/>
    <w:rsid w:val="00DC6D65"/>
    <w:rsid w:val="00DC7FD0"/>
    <w:rsid w:val="00DD2C71"/>
    <w:rsid w:val="00DD36D8"/>
    <w:rsid w:val="00DD425B"/>
    <w:rsid w:val="00DD6CAC"/>
    <w:rsid w:val="00DE1B0E"/>
    <w:rsid w:val="00DE3503"/>
    <w:rsid w:val="00DF2951"/>
    <w:rsid w:val="00DF54E5"/>
    <w:rsid w:val="00E0017B"/>
    <w:rsid w:val="00E042A6"/>
    <w:rsid w:val="00E10D5F"/>
    <w:rsid w:val="00E12535"/>
    <w:rsid w:val="00E16CD4"/>
    <w:rsid w:val="00E17693"/>
    <w:rsid w:val="00E20410"/>
    <w:rsid w:val="00E23043"/>
    <w:rsid w:val="00E32DBD"/>
    <w:rsid w:val="00E3509D"/>
    <w:rsid w:val="00E5779B"/>
    <w:rsid w:val="00E60038"/>
    <w:rsid w:val="00E6276F"/>
    <w:rsid w:val="00E66C7A"/>
    <w:rsid w:val="00E730B8"/>
    <w:rsid w:val="00E92121"/>
    <w:rsid w:val="00E93FEF"/>
    <w:rsid w:val="00EB4210"/>
    <w:rsid w:val="00EB5B1E"/>
    <w:rsid w:val="00EE20EE"/>
    <w:rsid w:val="00EF0F02"/>
    <w:rsid w:val="00F0250B"/>
    <w:rsid w:val="00F02A7E"/>
    <w:rsid w:val="00F23E50"/>
    <w:rsid w:val="00F26FDB"/>
    <w:rsid w:val="00F34491"/>
    <w:rsid w:val="00F40567"/>
    <w:rsid w:val="00F56215"/>
    <w:rsid w:val="00F65A0C"/>
    <w:rsid w:val="00F71D80"/>
    <w:rsid w:val="00F86A19"/>
    <w:rsid w:val="00F87D73"/>
    <w:rsid w:val="00F93264"/>
    <w:rsid w:val="00F94F2D"/>
    <w:rsid w:val="00FA0829"/>
    <w:rsid w:val="00FA255E"/>
    <w:rsid w:val="00FA7871"/>
    <w:rsid w:val="00FB68BB"/>
    <w:rsid w:val="00FB75B5"/>
    <w:rsid w:val="00FC4893"/>
    <w:rsid w:val="00FC6825"/>
    <w:rsid w:val="00FD2D09"/>
    <w:rsid w:val="00FD3CEB"/>
    <w:rsid w:val="00FD6063"/>
    <w:rsid w:val="00FD6873"/>
    <w:rsid w:val="00FE4CD1"/>
    <w:rsid w:val="00FE7924"/>
    <w:rsid w:val="00FF2A9D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17"/>
    <w:rPr>
      <w:sz w:val="28"/>
      <w:szCs w:val="28"/>
    </w:rPr>
  </w:style>
  <w:style w:type="paragraph" w:styleId="Heading2">
    <w:name w:val="heading 2"/>
    <w:aliases w:val="Знак"/>
    <w:basedOn w:val="Normal"/>
    <w:next w:val="Normal"/>
    <w:link w:val="Heading2Char"/>
    <w:uiPriority w:val="99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Знак Char"/>
    <w:basedOn w:val="DefaultParagraphFont"/>
    <w:link w:val="Heading2"/>
    <w:uiPriority w:val="99"/>
    <w:locked/>
    <w:rsid w:val="00175E89"/>
    <w:rPr>
      <w:rFonts w:cs="Times New Roman"/>
      <w:b/>
      <w:sz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8471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1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847117"/>
    <w:rPr>
      <w:rFonts w:cs="Times New Roman"/>
    </w:rPr>
  </w:style>
  <w:style w:type="paragraph" w:customStyle="1" w:styleId="ConsNormal">
    <w:name w:val="ConsNormal"/>
    <w:uiPriority w:val="99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0712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D16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65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10</Pages>
  <Words>1739</Words>
  <Characters>9916</Characters>
  <Application>Microsoft Office Outlook</Application>
  <DocSecurity>0</DocSecurity>
  <Lines>0</Lines>
  <Paragraphs>0</Paragraphs>
  <ScaleCrop>false</ScaleCrop>
  <Company>ТФОМС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subject/>
  <dc:creator>Шафранова</dc:creator>
  <cp:keywords/>
  <dc:description/>
  <cp:lastModifiedBy>Пользователь</cp:lastModifiedBy>
  <cp:revision>43</cp:revision>
  <cp:lastPrinted>2015-05-28T13:23:00Z</cp:lastPrinted>
  <dcterms:created xsi:type="dcterms:W3CDTF">2015-04-14T08:31:00Z</dcterms:created>
  <dcterms:modified xsi:type="dcterms:W3CDTF">2015-06-08T07:27:00Z</dcterms:modified>
</cp:coreProperties>
</file>