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0E1" w:rsidRDefault="000D40E1" w:rsidP="00505E77">
      <w:pPr>
        <w:pStyle w:val="BodyText"/>
        <w:jc w:val="center"/>
        <w:rPr>
          <w:b/>
          <w:bCs/>
          <w:szCs w:val="28"/>
        </w:rPr>
      </w:pPr>
      <w:r>
        <w:rPr>
          <w:b/>
          <w:bCs/>
          <w:szCs w:val="28"/>
        </w:rPr>
        <w:t>Закон Ульяновской области</w:t>
      </w:r>
    </w:p>
    <w:p w:rsidR="000D40E1" w:rsidRDefault="000D40E1" w:rsidP="00505E77">
      <w:pPr>
        <w:pStyle w:val="BodyText"/>
        <w:jc w:val="center"/>
        <w:rPr>
          <w:b/>
          <w:bCs/>
          <w:szCs w:val="28"/>
        </w:rPr>
      </w:pPr>
      <w:bookmarkStart w:id="0" w:name="_GoBack"/>
      <w:bookmarkEnd w:id="0"/>
    </w:p>
    <w:p w:rsidR="000D40E1" w:rsidRDefault="000D40E1" w:rsidP="00505E77">
      <w:pPr>
        <w:pStyle w:val="BodyText"/>
        <w:jc w:val="center"/>
        <w:rPr>
          <w:b/>
          <w:bCs/>
          <w:szCs w:val="28"/>
        </w:rPr>
      </w:pPr>
    </w:p>
    <w:p w:rsidR="000D40E1" w:rsidRDefault="000D40E1" w:rsidP="00505E77">
      <w:pPr>
        <w:pStyle w:val="BodyText"/>
        <w:jc w:val="center"/>
        <w:rPr>
          <w:b/>
          <w:bCs/>
          <w:szCs w:val="28"/>
        </w:rPr>
      </w:pPr>
    </w:p>
    <w:p w:rsidR="000D40E1" w:rsidRDefault="000D40E1" w:rsidP="00505E77">
      <w:pPr>
        <w:pStyle w:val="BodyText"/>
        <w:jc w:val="center"/>
        <w:rPr>
          <w:b/>
          <w:bCs/>
          <w:szCs w:val="28"/>
        </w:rPr>
      </w:pPr>
    </w:p>
    <w:p w:rsidR="000D40E1" w:rsidRDefault="000D40E1" w:rsidP="00505E77">
      <w:pPr>
        <w:pStyle w:val="BodyText"/>
        <w:jc w:val="center"/>
        <w:rPr>
          <w:b/>
          <w:bCs/>
          <w:szCs w:val="28"/>
        </w:rPr>
      </w:pPr>
    </w:p>
    <w:p w:rsidR="000D40E1" w:rsidRPr="00931A9C" w:rsidRDefault="000D40E1" w:rsidP="00505E77">
      <w:pPr>
        <w:pStyle w:val="BodyText"/>
        <w:jc w:val="center"/>
        <w:rPr>
          <w:b/>
          <w:szCs w:val="28"/>
        </w:rPr>
      </w:pPr>
      <w:r w:rsidRPr="007647FB">
        <w:rPr>
          <w:b/>
          <w:bCs/>
          <w:szCs w:val="28"/>
        </w:rPr>
        <w:t>О внесении изменени</w:t>
      </w:r>
      <w:r>
        <w:rPr>
          <w:b/>
          <w:bCs/>
          <w:szCs w:val="28"/>
        </w:rPr>
        <w:t>й</w:t>
      </w:r>
      <w:r w:rsidRPr="007647FB">
        <w:rPr>
          <w:b/>
          <w:bCs/>
          <w:szCs w:val="28"/>
        </w:rPr>
        <w:t xml:space="preserve"> в </w:t>
      </w:r>
      <w:r>
        <w:rPr>
          <w:b/>
          <w:bCs/>
          <w:szCs w:val="28"/>
        </w:rPr>
        <w:t xml:space="preserve">статью 2 </w:t>
      </w:r>
      <w:r>
        <w:rPr>
          <w:b/>
          <w:szCs w:val="28"/>
        </w:rPr>
        <w:t xml:space="preserve">Закона </w:t>
      </w:r>
      <w:r w:rsidRPr="007647FB">
        <w:rPr>
          <w:b/>
          <w:szCs w:val="28"/>
        </w:rPr>
        <w:t>Ульяновской области</w:t>
      </w:r>
      <w:r>
        <w:rPr>
          <w:b/>
          <w:szCs w:val="28"/>
        </w:rPr>
        <w:t xml:space="preserve"> «О перечне должностных лиц исполнительных органов государственной власти Ульяновской области, уполномоченных составлять протоколы об отдельных административных правонарушениях, предусмотренных Кодексом Российской Федерации об административных правонарушениях»</w:t>
      </w:r>
      <w:r w:rsidRPr="007647FB">
        <w:rPr>
          <w:b/>
          <w:szCs w:val="28"/>
        </w:rPr>
        <w:t xml:space="preserve"> </w:t>
      </w:r>
    </w:p>
    <w:p w:rsidR="000D40E1" w:rsidRPr="006F605A" w:rsidRDefault="000D40E1" w:rsidP="00931A9C">
      <w:pPr>
        <w:pStyle w:val="BodyText"/>
        <w:rPr>
          <w:bCs/>
          <w:caps/>
          <w:szCs w:val="28"/>
        </w:rPr>
      </w:pPr>
    </w:p>
    <w:p w:rsidR="000D40E1" w:rsidRPr="006F605A" w:rsidRDefault="000D40E1" w:rsidP="00931A9C">
      <w:pPr>
        <w:pStyle w:val="BodyText"/>
        <w:rPr>
          <w:bCs/>
          <w:i/>
          <w:szCs w:val="28"/>
        </w:rPr>
      </w:pPr>
    </w:p>
    <w:p w:rsidR="000D40E1" w:rsidRDefault="000D40E1" w:rsidP="00931A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D40E1" w:rsidRDefault="000D40E1" w:rsidP="00931A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D40E1" w:rsidRDefault="000D40E1" w:rsidP="00931A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D40E1" w:rsidRDefault="000D40E1" w:rsidP="00931A9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647FB">
        <w:rPr>
          <w:sz w:val="28"/>
          <w:szCs w:val="28"/>
        </w:rPr>
        <w:t xml:space="preserve">Внести в часть 3 статьи 2 Закона Ульяновской области от 1 июня 2011 года № 85-ЗО «О перечне должностных лиц исполнительных органов государственной власти Ульяновской области, уполномоченных составлять протоколы </w:t>
      </w:r>
      <w:r>
        <w:rPr>
          <w:sz w:val="28"/>
          <w:szCs w:val="28"/>
        </w:rPr>
        <w:br/>
      </w:r>
      <w:r w:rsidRPr="007647FB">
        <w:rPr>
          <w:sz w:val="28"/>
          <w:szCs w:val="28"/>
        </w:rPr>
        <w:t>об отдельных административных правонарушениях, предусмотренных Кодексом Российской Федерации об административных правонарушениях» («Ульянов</w:t>
      </w:r>
      <w:r>
        <w:rPr>
          <w:sz w:val="28"/>
          <w:szCs w:val="28"/>
        </w:rPr>
        <w:t>ская правда» от 03.06.2011 № 60;</w:t>
      </w:r>
      <w:r w:rsidRPr="007647FB">
        <w:rPr>
          <w:sz w:val="28"/>
          <w:szCs w:val="28"/>
        </w:rPr>
        <w:t xml:space="preserve"> от 08.02.2013 </w:t>
      </w:r>
      <w:r>
        <w:rPr>
          <w:sz w:val="28"/>
          <w:szCs w:val="28"/>
        </w:rPr>
        <w:t>№ 14;</w:t>
      </w:r>
      <w:r w:rsidRPr="007647FB">
        <w:rPr>
          <w:sz w:val="28"/>
          <w:szCs w:val="28"/>
        </w:rPr>
        <w:t xml:space="preserve"> от 19.08.2013 № 97</w:t>
      </w:r>
      <w:r>
        <w:rPr>
          <w:sz w:val="28"/>
          <w:szCs w:val="28"/>
        </w:rPr>
        <w:t>;</w:t>
      </w:r>
      <w:r w:rsidRPr="007647FB">
        <w:rPr>
          <w:sz w:val="28"/>
          <w:szCs w:val="28"/>
        </w:rPr>
        <w:t xml:space="preserve"> от 05.12.2013 № 158</w:t>
      </w:r>
      <w:r>
        <w:rPr>
          <w:sz w:val="28"/>
          <w:szCs w:val="28"/>
        </w:rPr>
        <w:t>; от 24.04.2014 № 59</w:t>
      </w:r>
      <w:r w:rsidRPr="007647FB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следующие </w:t>
      </w:r>
      <w:r w:rsidRPr="007647FB">
        <w:rPr>
          <w:sz w:val="28"/>
          <w:szCs w:val="28"/>
        </w:rPr>
        <w:t>изменени</w:t>
      </w:r>
      <w:r>
        <w:rPr>
          <w:sz w:val="28"/>
          <w:szCs w:val="28"/>
        </w:rPr>
        <w:t>я:</w:t>
      </w:r>
    </w:p>
    <w:p w:rsidR="000D40E1" w:rsidRDefault="000D40E1" w:rsidP="00931A9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абзаце первом слова «и социального развития» исключить;</w:t>
      </w:r>
    </w:p>
    <w:p w:rsidR="000D40E1" w:rsidRDefault="000D40E1" w:rsidP="00931A9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пункте 1 слова «и социального развития» исключить;</w:t>
      </w:r>
    </w:p>
    <w:p w:rsidR="000D40E1" w:rsidRDefault="000D40E1" w:rsidP="00931A9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 пункте 2 слова «и социального развития» исключить. </w:t>
      </w:r>
    </w:p>
    <w:p w:rsidR="000D40E1" w:rsidRDefault="000D40E1" w:rsidP="00931A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D40E1" w:rsidRPr="00EA40D3" w:rsidRDefault="000D40E1" w:rsidP="00931A9C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8"/>
        </w:rPr>
      </w:pPr>
    </w:p>
    <w:p w:rsidR="000D40E1" w:rsidRPr="004C4CA0" w:rsidRDefault="000D40E1" w:rsidP="00931A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D40E1" w:rsidRPr="007647FB" w:rsidRDefault="000D40E1" w:rsidP="00931A9C">
      <w:pPr>
        <w:pStyle w:val="BodyText"/>
        <w:jc w:val="both"/>
        <w:rPr>
          <w:b/>
          <w:bCs/>
          <w:szCs w:val="28"/>
        </w:rPr>
      </w:pPr>
      <w:r w:rsidRPr="007647FB">
        <w:rPr>
          <w:b/>
          <w:bCs/>
          <w:szCs w:val="28"/>
        </w:rPr>
        <w:t xml:space="preserve">Губернатор Ульяновской области                              </w:t>
      </w:r>
      <w:r>
        <w:rPr>
          <w:b/>
          <w:bCs/>
          <w:szCs w:val="28"/>
        </w:rPr>
        <w:t xml:space="preserve">  </w:t>
      </w:r>
      <w:r w:rsidRPr="007647FB">
        <w:rPr>
          <w:b/>
          <w:bCs/>
          <w:szCs w:val="28"/>
        </w:rPr>
        <w:t xml:space="preserve">    </w:t>
      </w:r>
      <w:r>
        <w:rPr>
          <w:b/>
          <w:bCs/>
          <w:szCs w:val="28"/>
        </w:rPr>
        <w:t xml:space="preserve">  </w:t>
      </w:r>
      <w:r w:rsidRPr="007647FB">
        <w:rPr>
          <w:b/>
          <w:bCs/>
          <w:szCs w:val="28"/>
        </w:rPr>
        <w:t xml:space="preserve">                  С.И.Морозов</w:t>
      </w:r>
    </w:p>
    <w:p w:rsidR="000D40E1" w:rsidRDefault="000D40E1" w:rsidP="00931A9C">
      <w:pPr>
        <w:pStyle w:val="BodyText"/>
        <w:jc w:val="center"/>
        <w:rPr>
          <w:szCs w:val="28"/>
        </w:rPr>
      </w:pPr>
    </w:p>
    <w:p w:rsidR="000D40E1" w:rsidRDefault="000D40E1" w:rsidP="00931A9C">
      <w:pPr>
        <w:pStyle w:val="BodyText"/>
        <w:jc w:val="center"/>
        <w:rPr>
          <w:szCs w:val="28"/>
        </w:rPr>
      </w:pPr>
    </w:p>
    <w:p w:rsidR="000D40E1" w:rsidRPr="00931A9C" w:rsidRDefault="000D40E1" w:rsidP="00931A9C">
      <w:pPr>
        <w:pStyle w:val="BodyText"/>
        <w:jc w:val="center"/>
        <w:rPr>
          <w:szCs w:val="28"/>
        </w:rPr>
      </w:pPr>
    </w:p>
    <w:p w:rsidR="000D40E1" w:rsidRPr="007647FB" w:rsidRDefault="000D40E1" w:rsidP="007647FB">
      <w:pPr>
        <w:pStyle w:val="BodyText"/>
        <w:jc w:val="center"/>
        <w:rPr>
          <w:szCs w:val="28"/>
        </w:rPr>
      </w:pPr>
      <w:r w:rsidRPr="007647FB">
        <w:rPr>
          <w:szCs w:val="28"/>
        </w:rPr>
        <w:t>г. Ульяновск</w:t>
      </w:r>
    </w:p>
    <w:p w:rsidR="000D40E1" w:rsidRPr="007647FB" w:rsidRDefault="000D40E1" w:rsidP="007647FB">
      <w:pPr>
        <w:pStyle w:val="BodyText"/>
        <w:jc w:val="center"/>
        <w:rPr>
          <w:szCs w:val="28"/>
        </w:rPr>
      </w:pPr>
      <w:r>
        <w:rPr>
          <w:szCs w:val="28"/>
        </w:rPr>
        <w:t>08</w:t>
      </w:r>
      <w:r w:rsidRPr="007647FB">
        <w:rPr>
          <w:szCs w:val="28"/>
        </w:rPr>
        <w:t xml:space="preserve"> </w:t>
      </w:r>
      <w:r>
        <w:rPr>
          <w:szCs w:val="28"/>
        </w:rPr>
        <w:t xml:space="preserve">мая </w:t>
      </w:r>
      <w:smartTag w:uri="urn:schemas-microsoft-com:office:smarttags" w:element="metricconverter">
        <w:smartTagPr>
          <w:attr w:name="ProductID" w:val="2015 г"/>
        </w:smartTagPr>
        <w:r>
          <w:rPr>
            <w:szCs w:val="28"/>
          </w:rPr>
          <w:t>2</w:t>
        </w:r>
        <w:r w:rsidRPr="007647FB">
          <w:rPr>
            <w:szCs w:val="28"/>
          </w:rPr>
          <w:t>01</w:t>
        </w:r>
        <w:r>
          <w:rPr>
            <w:szCs w:val="28"/>
          </w:rPr>
          <w:t>5</w:t>
        </w:r>
        <w:r w:rsidRPr="007647FB">
          <w:rPr>
            <w:szCs w:val="28"/>
          </w:rPr>
          <w:t xml:space="preserve"> г</w:t>
        </w:r>
      </w:smartTag>
      <w:r w:rsidRPr="007647FB">
        <w:rPr>
          <w:szCs w:val="28"/>
        </w:rPr>
        <w:t>.</w:t>
      </w:r>
    </w:p>
    <w:p w:rsidR="000D40E1" w:rsidRDefault="000D40E1" w:rsidP="007647FB">
      <w:pPr>
        <w:pStyle w:val="BodyText"/>
        <w:jc w:val="center"/>
        <w:rPr>
          <w:szCs w:val="28"/>
        </w:rPr>
      </w:pPr>
      <w:r w:rsidRPr="007647FB">
        <w:rPr>
          <w:szCs w:val="28"/>
        </w:rPr>
        <w:t>№</w:t>
      </w:r>
      <w:r>
        <w:rPr>
          <w:szCs w:val="28"/>
        </w:rPr>
        <w:t xml:space="preserve"> 51</w:t>
      </w:r>
      <w:r w:rsidRPr="007647FB">
        <w:rPr>
          <w:szCs w:val="28"/>
        </w:rPr>
        <w:t>-ЗО</w:t>
      </w:r>
    </w:p>
    <w:sectPr w:rsidR="000D40E1" w:rsidSect="00E450AD">
      <w:headerReference w:type="even" r:id="rId7"/>
      <w:headerReference w:type="default" r:id="rId8"/>
      <w:pgSz w:w="11906" w:h="16838" w:code="9"/>
      <w:pgMar w:top="1134" w:right="680" w:bottom="1134" w:left="130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40E1" w:rsidRDefault="000D40E1">
      <w:r>
        <w:separator/>
      </w:r>
    </w:p>
  </w:endnote>
  <w:endnote w:type="continuationSeparator" w:id="0">
    <w:p w:rsidR="000D40E1" w:rsidRDefault="000D40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40E1" w:rsidRDefault="000D40E1">
      <w:r>
        <w:separator/>
      </w:r>
    </w:p>
  </w:footnote>
  <w:footnote w:type="continuationSeparator" w:id="0">
    <w:p w:rsidR="000D40E1" w:rsidRDefault="000D40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0E1" w:rsidRDefault="000D40E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D40E1" w:rsidRDefault="000D40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0E1" w:rsidRPr="00C01FF9" w:rsidRDefault="000D40E1" w:rsidP="007647FB">
    <w:pPr>
      <w:pStyle w:val="Header"/>
      <w:jc w:val="center"/>
      <w:rPr>
        <w:rStyle w:val="PageNumber"/>
        <w:sz w:val="28"/>
        <w:szCs w:val="28"/>
      </w:rPr>
    </w:pPr>
    <w:r w:rsidRPr="00C01FF9">
      <w:rPr>
        <w:rStyle w:val="PageNumber"/>
        <w:sz w:val="28"/>
        <w:szCs w:val="28"/>
      </w:rPr>
      <w:fldChar w:fldCharType="begin"/>
    </w:r>
    <w:r w:rsidRPr="00C01FF9">
      <w:rPr>
        <w:rStyle w:val="PageNumber"/>
        <w:sz w:val="28"/>
        <w:szCs w:val="28"/>
      </w:rPr>
      <w:instrText xml:space="preserve">PAGE  </w:instrText>
    </w:r>
    <w:r w:rsidRPr="00C01FF9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C01FF9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530A5"/>
    <w:multiLevelType w:val="hybridMultilevel"/>
    <w:tmpl w:val="C060C264"/>
    <w:lvl w:ilvl="0" w:tplc="157C8EC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CC01DA3"/>
    <w:multiLevelType w:val="hybridMultilevel"/>
    <w:tmpl w:val="DD500ADC"/>
    <w:lvl w:ilvl="0" w:tplc="59F6C004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2E69216F"/>
    <w:multiLevelType w:val="hybridMultilevel"/>
    <w:tmpl w:val="9B34BBFE"/>
    <w:lvl w:ilvl="0" w:tplc="54CEB5B6">
      <w:start w:val="1"/>
      <w:numFmt w:val="decimal"/>
      <w:lvlText w:val="%1)"/>
      <w:lvlJc w:val="left"/>
      <w:pPr>
        <w:ind w:left="9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3">
    <w:nsid w:val="2FEE77CC"/>
    <w:multiLevelType w:val="hybridMultilevel"/>
    <w:tmpl w:val="4FF4D03A"/>
    <w:lvl w:ilvl="0" w:tplc="AEF0E46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350E166D"/>
    <w:multiLevelType w:val="hybridMultilevel"/>
    <w:tmpl w:val="5C5A515E"/>
    <w:lvl w:ilvl="0" w:tplc="B16AAD3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4A0F5DD1"/>
    <w:multiLevelType w:val="hybridMultilevel"/>
    <w:tmpl w:val="6AB639C8"/>
    <w:lvl w:ilvl="0" w:tplc="E58A7FDA">
      <w:start w:val="1"/>
      <w:numFmt w:val="decimal"/>
      <w:lvlText w:val="%1)"/>
      <w:lvlJc w:val="left"/>
      <w:pPr>
        <w:tabs>
          <w:tab w:val="num" w:pos="1083"/>
        </w:tabs>
        <w:ind w:left="1083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556254DB"/>
    <w:multiLevelType w:val="hybridMultilevel"/>
    <w:tmpl w:val="844AAF84"/>
    <w:lvl w:ilvl="0" w:tplc="0486E5CA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5EE678FB"/>
    <w:multiLevelType w:val="hybridMultilevel"/>
    <w:tmpl w:val="31CA94A0"/>
    <w:lvl w:ilvl="0" w:tplc="23A0172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67FE46B7"/>
    <w:multiLevelType w:val="hybridMultilevel"/>
    <w:tmpl w:val="A85692F6"/>
    <w:lvl w:ilvl="0" w:tplc="2126FC1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69733AD0"/>
    <w:multiLevelType w:val="hybridMultilevel"/>
    <w:tmpl w:val="98520D10"/>
    <w:lvl w:ilvl="0" w:tplc="CEB0DA7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9"/>
  </w:num>
  <w:num w:numId="5">
    <w:abstractNumId w:val="3"/>
  </w:num>
  <w:num w:numId="6">
    <w:abstractNumId w:val="8"/>
  </w:num>
  <w:num w:numId="7">
    <w:abstractNumId w:val="4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43E8"/>
    <w:rsid w:val="00007426"/>
    <w:rsid w:val="00014BCA"/>
    <w:rsid w:val="00017492"/>
    <w:rsid w:val="00017B14"/>
    <w:rsid w:val="000243CC"/>
    <w:rsid w:val="00033778"/>
    <w:rsid w:val="00036489"/>
    <w:rsid w:val="00040987"/>
    <w:rsid w:val="000413AC"/>
    <w:rsid w:val="0005753A"/>
    <w:rsid w:val="00081F24"/>
    <w:rsid w:val="000D40E1"/>
    <w:rsid w:val="00111BFD"/>
    <w:rsid w:val="00127A18"/>
    <w:rsid w:val="00146D45"/>
    <w:rsid w:val="00161A62"/>
    <w:rsid w:val="00164A09"/>
    <w:rsid w:val="00164C56"/>
    <w:rsid w:val="00165540"/>
    <w:rsid w:val="001913AC"/>
    <w:rsid w:val="00195FBE"/>
    <w:rsid w:val="001B51D6"/>
    <w:rsid w:val="001C0E20"/>
    <w:rsid w:val="001D4810"/>
    <w:rsid w:val="002048E8"/>
    <w:rsid w:val="00211CBC"/>
    <w:rsid w:val="002233E6"/>
    <w:rsid w:val="00233795"/>
    <w:rsid w:val="0023410E"/>
    <w:rsid w:val="0024712E"/>
    <w:rsid w:val="00274D02"/>
    <w:rsid w:val="002937EC"/>
    <w:rsid w:val="002A07ED"/>
    <w:rsid w:val="002B7842"/>
    <w:rsid w:val="002C7384"/>
    <w:rsid w:val="002C7B71"/>
    <w:rsid w:val="002D200A"/>
    <w:rsid w:val="002D43E8"/>
    <w:rsid w:val="002D4E18"/>
    <w:rsid w:val="002F02AD"/>
    <w:rsid w:val="00300FC3"/>
    <w:rsid w:val="003028A8"/>
    <w:rsid w:val="00312909"/>
    <w:rsid w:val="00321EB7"/>
    <w:rsid w:val="00326745"/>
    <w:rsid w:val="00354BC6"/>
    <w:rsid w:val="003573DD"/>
    <w:rsid w:val="003B5C00"/>
    <w:rsid w:val="003C3DAF"/>
    <w:rsid w:val="00434FDD"/>
    <w:rsid w:val="00443017"/>
    <w:rsid w:val="00443BA3"/>
    <w:rsid w:val="00451BCB"/>
    <w:rsid w:val="00464289"/>
    <w:rsid w:val="00466E51"/>
    <w:rsid w:val="00466ED4"/>
    <w:rsid w:val="00480D15"/>
    <w:rsid w:val="00485A99"/>
    <w:rsid w:val="004868AA"/>
    <w:rsid w:val="004910C4"/>
    <w:rsid w:val="004B3305"/>
    <w:rsid w:val="004B3E1E"/>
    <w:rsid w:val="004B66C2"/>
    <w:rsid w:val="004C1043"/>
    <w:rsid w:val="004C3070"/>
    <w:rsid w:val="004C4CA0"/>
    <w:rsid w:val="004C7804"/>
    <w:rsid w:val="00502440"/>
    <w:rsid w:val="00505988"/>
    <w:rsid w:val="00505E77"/>
    <w:rsid w:val="00516692"/>
    <w:rsid w:val="0052441A"/>
    <w:rsid w:val="00540271"/>
    <w:rsid w:val="00540F08"/>
    <w:rsid w:val="0055166C"/>
    <w:rsid w:val="0056364F"/>
    <w:rsid w:val="005739AB"/>
    <w:rsid w:val="0058311D"/>
    <w:rsid w:val="005B53B2"/>
    <w:rsid w:val="005B64FB"/>
    <w:rsid w:val="005D10B6"/>
    <w:rsid w:val="005D13B3"/>
    <w:rsid w:val="005D4CE6"/>
    <w:rsid w:val="005D6BBA"/>
    <w:rsid w:val="005E3CD9"/>
    <w:rsid w:val="005E59CD"/>
    <w:rsid w:val="005E6950"/>
    <w:rsid w:val="005F08A0"/>
    <w:rsid w:val="005F729C"/>
    <w:rsid w:val="00611D2A"/>
    <w:rsid w:val="00634C2E"/>
    <w:rsid w:val="006355EB"/>
    <w:rsid w:val="00650BDE"/>
    <w:rsid w:val="00651230"/>
    <w:rsid w:val="0069204C"/>
    <w:rsid w:val="006941D9"/>
    <w:rsid w:val="006A0C54"/>
    <w:rsid w:val="006B18EA"/>
    <w:rsid w:val="006D39DF"/>
    <w:rsid w:val="006D7ABA"/>
    <w:rsid w:val="006E0AB9"/>
    <w:rsid w:val="006F4EF1"/>
    <w:rsid w:val="006F59D1"/>
    <w:rsid w:val="006F605A"/>
    <w:rsid w:val="0071416F"/>
    <w:rsid w:val="007248E7"/>
    <w:rsid w:val="00725C64"/>
    <w:rsid w:val="0073380A"/>
    <w:rsid w:val="00733845"/>
    <w:rsid w:val="00734959"/>
    <w:rsid w:val="00742D8B"/>
    <w:rsid w:val="00750245"/>
    <w:rsid w:val="00757D06"/>
    <w:rsid w:val="00762231"/>
    <w:rsid w:val="007647FB"/>
    <w:rsid w:val="00772077"/>
    <w:rsid w:val="00776D77"/>
    <w:rsid w:val="007A40D7"/>
    <w:rsid w:val="007B1F23"/>
    <w:rsid w:val="007C5FCB"/>
    <w:rsid w:val="007D49A3"/>
    <w:rsid w:val="007E01EF"/>
    <w:rsid w:val="007E7D9B"/>
    <w:rsid w:val="007F2D45"/>
    <w:rsid w:val="007F6326"/>
    <w:rsid w:val="00814285"/>
    <w:rsid w:val="00820725"/>
    <w:rsid w:val="008268EC"/>
    <w:rsid w:val="00856608"/>
    <w:rsid w:val="00862A62"/>
    <w:rsid w:val="00862B96"/>
    <w:rsid w:val="00864784"/>
    <w:rsid w:val="0086560B"/>
    <w:rsid w:val="00892021"/>
    <w:rsid w:val="008B20BD"/>
    <w:rsid w:val="008D3F67"/>
    <w:rsid w:val="00917891"/>
    <w:rsid w:val="00931A9C"/>
    <w:rsid w:val="00932CAD"/>
    <w:rsid w:val="00937B20"/>
    <w:rsid w:val="00941C7E"/>
    <w:rsid w:val="00990E39"/>
    <w:rsid w:val="009A3B93"/>
    <w:rsid w:val="009A49B7"/>
    <w:rsid w:val="009F0528"/>
    <w:rsid w:val="00A00379"/>
    <w:rsid w:val="00A27EFC"/>
    <w:rsid w:val="00A316EC"/>
    <w:rsid w:val="00A401AD"/>
    <w:rsid w:val="00A50439"/>
    <w:rsid w:val="00A542DE"/>
    <w:rsid w:val="00A55096"/>
    <w:rsid w:val="00A64694"/>
    <w:rsid w:val="00A743D6"/>
    <w:rsid w:val="00A87D73"/>
    <w:rsid w:val="00A90C3D"/>
    <w:rsid w:val="00AC20AA"/>
    <w:rsid w:val="00AE677A"/>
    <w:rsid w:val="00AF5260"/>
    <w:rsid w:val="00B164E5"/>
    <w:rsid w:val="00B2183D"/>
    <w:rsid w:val="00B232BB"/>
    <w:rsid w:val="00B25B99"/>
    <w:rsid w:val="00B5633F"/>
    <w:rsid w:val="00BC6088"/>
    <w:rsid w:val="00BE1848"/>
    <w:rsid w:val="00C01FF9"/>
    <w:rsid w:val="00C03D7B"/>
    <w:rsid w:val="00C06E4D"/>
    <w:rsid w:val="00C11B3A"/>
    <w:rsid w:val="00C63B57"/>
    <w:rsid w:val="00C75C2B"/>
    <w:rsid w:val="00C9146F"/>
    <w:rsid w:val="00CA066F"/>
    <w:rsid w:val="00CB555A"/>
    <w:rsid w:val="00CB5F7C"/>
    <w:rsid w:val="00CC69C4"/>
    <w:rsid w:val="00CE0A89"/>
    <w:rsid w:val="00CE1920"/>
    <w:rsid w:val="00CE27AF"/>
    <w:rsid w:val="00CE2DC0"/>
    <w:rsid w:val="00D0351D"/>
    <w:rsid w:val="00D0478F"/>
    <w:rsid w:val="00D07660"/>
    <w:rsid w:val="00D237A0"/>
    <w:rsid w:val="00D256B5"/>
    <w:rsid w:val="00D45AC0"/>
    <w:rsid w:val="00D6388A"/>
    <w:rsid w:val="00D77095"/>
    <w:rsid w:val="00D8184D"/>
    <w:rsid w:val="00DD61F8"/>
    <w:rsid w:val="00E16AF0"/>
    <w:rsid w:val="00E20A89"/>
    <w:rsid w:val="00E26EEE"/>
    <w:rsid w:val="00E2734F"/>
    <w:rsid w:val="00E450AD"/>
    <w:rsid w:val="00E552B7"/>
    <w:rsid w:val="00EA40D3"/>
    <w:rsid w:val="00EA4CDA"/>
    <w:rsid w:val="00EC2EF5"/>
    <w:rsid w:val="00EC3710"/>
    <w:rsid w:val="00EC3810"/>
    <w:rsid w:val="00ED51AD"/>
    <w:rsid w:val="00EE7686"/>
    <w:rsid w:val="00EF4398"/>
    <w:rsid w:val="00F15C9D"/>
    <w:rsid w:val="00F16D16"/>
    <w:rsid w:val="00F241EC"/>
    <w:rsid w:val="00F5470E"/>
    <w:rsid w:val="00F56825"/>
    <w:rsid w:val="00F740A6"/>
    <w:rsid w:val="00F82FDD"/>
    <w:rsid w:val="00F920FB"/>
    <w:rsid w:val="00F92A53"/>
    <w:rsid w:val="00F92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3573D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573DD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73DD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573DD"/>
    <w:pPr>
      <w:keepNext/>
      <w:spacing w:line="240" w:lineRule="atLeast"/>
      <w:jc w:val="center"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573DD"/>
    <w:pPr>
      <w:keepNext/>
      <w:spacing w:line="240" w:lineRule="atLeast"/>
      <w:outlineLvl w:val="3"/>
    </w:pPr>
    <w:rPr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573DD"/>
    <w:pPr>
      <w:keepNext/>
      <w:spacing w:line="240" w:lineRule="atLeast"/>
      <w:jc w:val="center"/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3573DD"/>
    <w:pPr>
      <w:keepNext/>
      <w:spacing w:line="240" w:lineRule="atLeast"/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3573DD"/>
    <w:pPr>
      <w:keepNext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uiPriority w:val="99"/>
    <w:qFormat/>
    <w:rsid w:val="003573DD"/>
    <w:pPr>
      <w:keepNext/>
      <w:jc w:val="both"/>
      <w:outlineLvl w:val="7"/>
    </w:pPr>
    <w:rPr>
      <w:b/>
      <w:sz w:val="2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573DD"/>
    <w:pPr>
      <w:keepNext/>
      <w:jc w:val="center"/>
      <w:outlineLvl w:val="8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Pr>
      <w:rFonts w:ascii="Cambria" w:hAnsi="Cambria" w:cs="Times New Roman"/>
    </w:rPr>
  </w:style>
  <w:style w:type="paragraph" w:customStyle="1" w:styleId="ConsNormal">
    <w:name w:val="ConsNormal"/>
    <w:uiPriority w:val="99"/>
    <w:rsid w:val="003573D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3573D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3573D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uiPriority w:val="99"/>
    <w:rsid w:val="003573DD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3573DD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semiHidden/>
    <w:rsid w:val="003573D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rsid w:val="003573D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573D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C3810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rsid w:val="003573DD"/>
    <w:pPr>
      <w:jc w:val="right"/>
    </w:pPr>
    <w:rPr>
      <w:bCs/>
      <w:sz w:val="28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Times New Roman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3573DD"/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92E99"/>
    <w:rPr>
      <w:rFonts w:cs="Times New Roman"/>
      <w:sz w:val="24"/>
    </w:rPr>
  </w:style>
  <w:style w:type="paragraph" w:customStyle="1" w:styleId="Eiiey">
    <w:name w:val="Eiiey"/>
    <w:basedOn w:val="Normal"/>
    <w:uiPriority w:val="99"/>
    <w:rsid w:val="003573DD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rsid w:val="003573DD"/>
    <w:pPr>
      <w:ind w:firstLine="708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3573DD"/>
    <w:pPr>
      <w:ind w:left="4500" w:hanging="4500"/>
      <w:jc w:val="center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3573D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Revision">
    <w:name w:val="Revision"/>
    <w:hidden/>
    <w:uiPriority w:val="99"/>
    <w:semiHidden/>
    <w:rsid w:val="005D13B3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5D13B3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D13B3"/>
    <w:rPr>
      <w:rFonts w:ascii="Tahoma" w:hAnsi="Tahoma" w:cs="Times New Roman"/>
      <w:sz w:val="16"/>
    </w:rPr>
  </w:style>
  <w:style w:type="paragraph" w:customStyle="1" w:styleId="ConsPlusTitle">
    <w:name w:val="ConsPlusTitle"/>
    <w:uiPriority w:val="99"/>
    <w:rsid w:val="00081F24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934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1</Pages>
  <Words>172</Words>
  <Characters>984</Characters>
  <Application>Microsoft Office Outlook</Application>
  <DocSecurity>0</DocSecurity>
  <Lines>0</Lines>
  <Paragraphs>0</Paragraphs>
  <ScaleCrop>false</ScaleCrop>
  <Company>Администрация ульяновской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НИЖЕГОРОДСКОЙ ОБЛАСТИ</dc:title>
  <dc:subject/>
  <dc:creator>возьный</dc:creator>
  <cp:keywords/>
  <dc:description/>
  <cp:lastModifiedBy>user</cp:lastModifiedBy>
  <cp:revision>11</cp:revision>
  <cp:lastPrinted>2015-04-28T07:44:00Z</cp:lastPrinted>
  <dcterms:created xsi:type="dcterms:W3CDTF">2015-03-10T13:11:00Z</dcterms:created>
  <dcterms:modified xsi:type="dcterms:W3CDTF">2015-05-14T10:48:00Z</dcterms:modified>
</cp:coreProperties>
</file>