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05C0" w:rsidRPr="00454F50" w:rsidRDefault="00E505C0" w:rsidP="00FD1FD2">
      <w:pPr>
        <w:pStyle w:val="ConsTitle"/>
        <w:ind w:right="0"/>
        <w:rPr>
          <w:rFonts w:ascii="Times New Roman" w:hAnsi="Times New Roman" w:cs="Times New Roman"/>
          <w:bCs w:val="0"/>
          <w:sz w:val="28"/>
          <w:szCs w:val="28"/>
        </w:rPr>
      </w:pPr>
      <w:r w:rsidRPr="00454F50">
        <w:rPr>
          <w:rFonts w:ascii="Times New Roman" w:hAnsi="Times New Roman" w:cs="Times New Roman"/>
          <w:bCs w:val="0"/>
          <w:sz w:val="28"/>
          <w:szCs w:val="28"/>
        </w:rPr>
        <w:t xml:space="preserve">                               Закон Ульяновской области</w:t>
      </w:r>
    </w:p>
    <w:p w:rsidR="00E505C0" w:rsidRDefault="00E505C0" w:rsidP="00FD1FD2">
      <w:pPr>
        <w:pStyle w:val="ConsTitle"/>
        <w:ind w:right="0"/>
        <w:rPr>
          <w:rFonts w:ascii="Times New Roman" w:hAnsi="Times New Roman" w:cs="Times New Roman"/>
          <w:sz w:val="27"/>
          <w:szCs w:val="27"/>
        </w:rPr>
      </w:pPr>
    </w:p>
    <w:p w:rsidR="00E505C0" w:rsidRDefault="00E505C0" w:rsidP="00FD1FD2">
      <w:pPr>
        <w:pStyle w:val="ConsTitle"/>
        <w:ind w:right="0"/>
        <w:rPr>
          <w:rFonts w:ascii="Times New Roman" w:hAnsi="Times New Roman" w:cs="Times New Roman"/>
          <w:sz w:val="27"/>
          <w:szCs w:val="27"/>
          <w:lang w:val="en-US"/>
        </w:rPr>
      </w:pPr>
    </w:p>
    <w:p w:rsidR="00E505C0" w:rsidRDefault="00E505C0" w:rsidP="00FD1FD2">
      <w:pPr>
        <w:pStyle w:val="ConsTitle"/>
        <w:ind w:right="0"/>
        <w:rPr>
          <w:rFonts w:ascii="Times New Roman" w:hAnsi="Times New Roman" w:cs="Times New Roman"/>
          <w:sz w:val="27"/>
          <w:szCs w:val="27"/>
          <w:lang w:val="en-US"/>
        </w:rPr>
      </w:pPr>
    </w:p>
    <w:p w:rsidR="00E505C0" w:rsidRPr="00DA08D1" w:rsidRDefault="00E505C0" w:rsidP="00FD1FD2">
      <w:pPr>
        <w:pStyle w:val="ConsTitle"/>
        <w:ind w:right="0"/>
        <w:rPr>
          <w:rFonts w:ascii="Times New Roman" w:hAnsi="Times New Roman" w:cs="Times New Roman"/>
          <w:sz w:val="27"/>
          <w:szCs w:val="27"/>
          <w:lang w:val="en-US"/>
        </w:rPr>
      </w:pPr>
    </w:p>
    <w:p w:rsidR="00E505C0" w:rsidRPr="00A204EB" w:rsidRDefault="00E505C0" w:rsidP="00FD1FD2">
      <w:pPr>
        <w:pStyle w:val="ConsTitle"/>
        <w:ind w:right="0"/>
        <w:rPr>
          <w:rFonts w:ascii="Times New Roman" w:hAnsi="Times New Roman" w:cs="Times New Roman"/>
          <w:sz w:val="36"/>
          <w:szCs w:val="36"/>
        </w:rPr>
      </w:pPr>
    </w:p>
    <w:p w:rsidR="00E505C0" w:rsidRPr="008243E4" w:rsidRDefault="00E505C0" w:rsidP="00A204EB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3E4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>я в</w:t>
      </w:r>
      <w:r w:rsidRPr="002524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243E4">
        <w:rPr>
          <w:rFonts w:ascii="Times New Roman" w:hAnsi="Times New Roman" w:cs="Times New Roman"/>
          <w:b/>
          <w:bCs/>
          <w:sz w:val="28"/>
          <w:szCs w:val="28"/>
        </w:rPr>
        <w:t xml:space="preserve">Закон Ульяновской области </w:t>
      </w:r>
    </w:p>
    <w:p w:rsidR="00E505C0" w:rsidRDefault="00E505C0" w:rsidP="00A204EB">
      <w:pPr>
        <w:pStyle w:val="Heading1"/>
        <w:jc w:val="center"/>
        <w:rPr>
          <w:b/>
          <w:bCs/>
        </w:rPr>
      </w:pPr>
      <w:r w:rsidRPr="008243E4">
        <w:rPr>
          <w:b/>
          <w:bCs/>
        </w:rPr>
        <w:t>«</w:t>
      </w:r>
      <w:r>
        <w:rPr>
          <w:b/>
          <w:bCs/>
        </w:rPr>
        <w:t>О некоторых вопросах организации розничных рынков</w:t>
      </w:r>
    </w:p>
    <w:p w:rsidR="00E505C0" w:rsidRPr="008243E4" w:rsidRDefault="00E505C0" w:rsidP="00A204EB">
      <w:pPr>
        <w:pStyle w:val="Heading1"/>
        <w:jc w:val="center"/>
        <w:rPr>
          <w:b/>
          <w:bCs/>
        </w:rPr>
      </w:pPr>
      <w:r>
        <w:rPr>
          <w:b/>
          <w:bCs/>
        </w:rPr>
        <w:t>в Ульяновской области</w:t>
      </w:r>
      <w:r w:rsidRPr="008243E4">
        <w:rPr>
          <w:b/>
          <w:bCs/>
        </w:rPr>
        <w:t>»</w:t>
      </w:r>
    </w:p>
    <w:p w:rsidR="00E505C0" w:rsidRDefault="00E505C0" w:rsidP="00A204EB">
      <w:pPr>
        <w:widowControl w:val="0"/>
        <w:jc w:val="center"/>
        <w:rPr>
          <w:sz w:val="28"/>
          <w:szCs w:val="28"/>
        </w:rPr>
      </w:pPr>
    </w:p>
    <w:p w:rsidR="00E505C0" w:rsidRDefault="00E505C0" w:rsidP="00A204EB">
      <w:pPr>
        <w:widowControl w:val="0"/>
        <w:jc w:val="center"/>
        <w:rPr>
          <w:sz w:val="28"/>
          <w:szCs w:val="28"/>
        </w:rPr>
      </w:pPr>
    </w:p>
    <w:p w:rsidR="00E505C0" w:rsidRDefault="00E505C0" w:rsidP="00A204EB">
      <w:pPr>
        <w:widowControl w:val="0"/>
        <w:jc w:val="center"/>
        <w:rPr>
          <w:sz w:val="28"/>
          <w:szCs w:val="28"/>
        </w:rPr>
      </w:pPr>
    </w:p>
    <w:p w:rsidR="00E505C0" w:rsidRDefault="00E505C0" w:rsidP="00A204EB">
      <w:pPr>
        <w:widowControl w:val="0"/>
        <w:jc w:val="center"/>
        <w:rPr>
          <w:sz w:val="28"/>
          <w:szCs w:val="28"/>
        </w:rPr>
      </w:pPr>
    </w:p>
    <w:p w:rsidR="00E505C0" w:rsidRDefault="00E505C0" w:rsidP="00A204EB">
      <w:pPr>
        <w:widowControl w:val="0"/>
        <w:jc w:val="center"/>
        <w:rPr>
          <w:sz w:val="28"/>
          <w:szCs w:val="28"/>
        </w:rPr>
      </w:pPr>
    </w:p>
    <w:p w:rsidR="00E505C0" w:rsidRDefault="00E505C0" w:rsidP="00D14438">
      <w:pPr>
        <w:pStyle w:val="ConsPlusNormal"/>
        <w:tabs>
          <w:tab w:val="left" w:pos="0"/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21C">
        <w:rPr>
          <w:rFonts w:ascii="Times New Roman" w:hAnsi="Times New Roman" w:cs="Times New Roman"/>
          <w:sz w:val="28"/>
          <w:szCs w:val="28"/>
        </w:rPr>
        <w:t>Внести в</w:t>
      </w:r>
      <w:r w:rsidRPr="00DA08D1">
        <w:rPr>
          <w:rFonts w:ascii="Times New Roman" w:hAnsi="Times New Roman" w:cs="Times New Roman"/>
          <w:sz w:val="28"/>
          <w:szCs w:val="28"/>
        </w:rPr>
        <w:t xml:space="preserve"> </w:t>
      </w:r>
      <w:r w:rsidRPr="000F721C">
        <w:rPr>
          <w:rFonts w:ascii="Times New Roman" w:hAnsi="Times New Roman" w:cs="Times New Roman"/>
          <w:sz w:val="28"/>
          <w:szCs w:val="28"/>
        </w:rPr>
        <w:t>Закон Ульяновской области</w:t>
      </w:r>
      <w:r w:rsidRPr="00DA08D1">
        <w:rPr>
          <w:rFonts w:ascii="Times New Roman" w:hAnsi="Times New Roman" w:cs="Times New Roman"/>
          <w:sz w:val="28"/>
          <w:szCs w:val="28"/>
        </w:rPr>
        <w:t xml:space="preserve"> </w:t>
      </w:r>
      <w:r w:rsidRPr="000F721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C5E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Pr="00EC5ECE">
        <w:rPr>
          <w:rFonts w:ascii="Times New Roman" w:hAnsi="Times New Roman" w:cs="Times New Roman"/>
          <w:sz w:val="28"/>
          <w:szCs w:val="28"/>
        </w:rPr>
        <w:t xml:space="preserve"> </w:t>
      </w:r>
      <w:r w:rsidRPr="000F721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07 года</w:t>
      </w:r>
      <w:r w:rsidRPr="000F721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 40</w:t>
      </w:r>
      <w:r w:rsidRPr="000F721C">
        <w:rPr>
          <w:rFonts w:ascii="Times New Roman" w:hAnsi="Times New Roman" w:cs="Times New Roman"/>
          <w:sz w:val="28"/>
          <w:szCs w:val="28"/>
        </w:rPr>
        <w:t>-ЗО</w:t>
      </w:r>
      <w:r>
        <w:rPr>
          <w:rFonts w:ascii="Times New Roman" w:hAnsi="Times New Roman" w:cs="Times New Roman"/>
          <w:sz w:val="28"/>
          <w:szCs w:val="28"/>
        </w:rPr>
        <w:t xml:space="preserve"> «О </w:t>
      </w:r>
      <w:r w:rsidRPr="000F721C">
        <w:rPr>
          <w:rFonts w:ascii="Times New Roman" w:hAnsi="Times New Roman" w:cs="Times New Roman"/>
          <w:sz w:val="28"/>
          <w:szCs w:val="28"/>
        </w:rPr>
        <w:t xml:space="preserve">некоторых вопросах </w:t>
      </w:r>
      <w:r>
        <w:rPr>
          <w:rFonts w:ascii="Times New Roman" w:hAnsi="Times New Roman" w:cs="Times New Roman"/>
          <w:sz w:val="28"/>
          <w:szCs w:val="28"/>
        </w:rPr>
        <w:t>организации розничных рынков в</w:t>
      </w:r>
      <w:r w:rsidRPr="00DA08D1">
        <w:rPr>
          <w:rFonts w:ascii="Times New Roman" w:hAnsi="Times New Roman" w:cs="Times New Roman"/>
          <w:sz w:val="28"/>
          <w:szCs w:val="28"/>
        </w:rPr>
        <w:t xml:space="preserve"> </w:t>
      </w:r>
      <w:r w:rsidRPr="000F721C">
        <w:rPr>
          <w:rFonts w:ascii="Times New Roman" w:hAnsi="Times New Roman" w:cs="Times New Roman"/>
          <w:sz w:val="28"/>
          <w:szCs w:val="28"/>
        </w:rPr>
        <w:t>Ульяновской области</w:t>
      </w:r>
      <w:r w:rsidRPr="00372EB3">
        <w:rPr>
          <w:rFonts w:ascii="Times New Roman" w:hAnsi="Times New Roman" w:cs="Times New Roman"/>
          <w:sz w:val="28"/>
          <w:szCs w:val="28"/>
        </w:rPr>
        <w:t>»</w:t>
      </w:r>
      <w:r w:rsidRPr="00EC5ECE">
        <w:rPr>
          <w:rFonts w:ascii="Times New Roman" w:hAnsi="Times New Roman" w:cs="Times New Roman"/>
          <w:sz w:val="28"/>
          <w:szCs w:val="28"/>
        </w:rPr>
        <w:t xml:space="preserve"> </w:t>
      </w:r>
      <w:r w:rsidRPr="00372EB3">
        <w:rPr>
          <w:rFonts w:ascii="Times New Roman" w:hAnsi="Times New Roman" w:cs="Times New Roman"/>
          <w:sz w:val="28"/>
          <w:szCs w:val="28"/>
        </w:rPr>
        <w:t>(«Ульяновская правда</w:t>
      </w:r>
      <w:r>
        <w:rPr>
          <w:rFonts w:ascii="Times New Roman" w:hAnsi="Times New Roman" w:cs="Times New Roman"/>
          <w:sz w:val="28"/>
          <w:szCs w:val="28"/>
        </w:rPr>
        <w:t>» от</w:t>
      </w:r>
      <w:r w:rsidRPr="00EC5ECE">
        <w:rPr>
          <w:rFonts w:ascii="Times New Roman" w:hAnsi="Times New Roman" w:cs="Times New Roman"/>
          <w:sz w:val="28"/>
          <w:szCs w:val="28"/>
        </w:rPr>
        <w:t xml:space="preserve"> </w:t>
      </w:r>
      <w:r w:rsidRPr="00372EB3">
        <w:rPr>
          <w:rFonts w:ascii="Times New Roman" w:hAnsi="Times New Roman" w:cs="Times New Roman"/>
          <w:sz w:val="28"/>
          <w:szCs w:val="28"/>
        </w:rPr>
        <w:t>07.</w:t>
      </w:r>
      <w:r>
        <w:rPr>
          <w:rFonts w:ascii="Times New Roman" w:hAnsi="Times New Roman" w:cs="Times New Roman"/>
          <w:sz w:val="28"/>
          <w:szCs w:val="28"/>
        </w:rPr>
        <w:t>04.2007 № 29;</w:t>
      </w:r>
      <w:r w:rsidRPr="00EC5E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.11.2008 №91;</w:t>
      </w:r>
      <w:r w:rsidRPr="00EC5E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22.07.2009 № 59; от 09.06.2014 №82-83</w:t>
      </w:r>
      <w:r w:rsidRPr="00372EB3">
        <w:rPr>
          <w:rFonts w:ascii="Times New Roman" w:hAnsi="Times New Roman" w:cs="Times New Roman"/>
          <w:sz w:val="28"/>
          <w:szCs w:val="28"/>
        </w:rPr>
        <w:t>)</w:t>
      </w:r>
      <w:r w:rsidRPr="000F721C">
        <w:rPr>
          <w:rFonts w:ascii="Times New Roman" w:hAnsi="Times New Roman" w:cs="Times New Roman"/>
          <w:sz w:val="28"/>
          <w:szCs w:val="28"/>
        </w:rPr>
        <w:t xml:space="preserve"> изменени</w:t>
      </w:r>
      <w:r>
        <w:rPr>
          <w:rFonts w:ascii="Times New Roman" w:hAnsi="Times New Roman" w:cs="Times New Roman"/>
          <w:sz w:val="28"/>
          <w:szCs w:val="28"/>
        </w:rPr>
        <w:t xml:space="preserve">е, дополнив его статьёй </w:t>
      </w:r>
      <w:r w:rsidRPr="00505D58">
        <w:rPr>
          <w:rFonts w:ascii="Times New Roman" w:hAnsi="Times New Roman" w:cs="Times New Roman"/>
          <w:sz w:val="28"/>
          <w:szCs w:val="28"/>
        </w:rPr>
        <w:t>4</w:t>
      </w:r>
      <w:r w:rsidRPr="00505D58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tbl>
      <w:tblPr>
        <w:tblW w:w="10173" w:type="dxa"/>
        <w:tblInd w:w="-106" w:type="dxa"/>
        <w:tblLook w:val="00A0"/>
      </w:tblPr>
      <w:tblGrid>
        <w:gridCol w:w="2376"/>
        <w:gridCol w:w="7797"/>
      </w:tblGrid>
      <w:tr w:rsidR="00E505C0" w:rsidRPr="008B45D1">
        <w:tc>
          <w:tcPr>
            <w:tcW w:w="2376" w:type="dxa"/>
          </w:tcPr>
          <w:p w:rsidR="00E505C0" w:rsidRPr="008B45D1" w:rsidRDefault="00E505C0" w:rsidP="003D614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8"/>
                <w:szCs w:val="28"/>
              </w:rPr>
            </w:pPr>
            <w:r w:rsidRPr="008B45D1">
              <w:rPr>
                <w:sz w:val="28"/>
                <w:szCs w:val="28"/>
              </w:rPr>
              <w:t xml:space="preserve">«Статья </w:t>
            </w:r>
            <w:r w:rsidRPr="00505D58">
              <w:rPr>
                <w:sz w:val="28"/>
                <w:szCs w:val="28"/>
              </w:rPr>
              <w:t>4</w:t>
            </w:r>
            <w:r w:rsidRPr="00505D58">
              <w:rPr>
                <w:sz w:val="28"/>
                <w:szCs w:val="28"/>
                <w:vertAlign w:val="superscript"/>
              </w:rPr>
              <w:t>1</w:t>
            </w:r>
            <w:r w:rsidRPr="008B45D1">
              <w:rPr>
                <w:sz w:val="28"/>
                <w:szCs w:val="28"/>
              </w:rPr>
              <w:t>.</w:t>
            </w:r>
          </w:p>
        </w:tc>
        <w:tc>
          <w:tcPr>
            <w:tcW w:w="7797" w:type="dxa"/>
          </w:tcPr>
          <w:p w:rsidR="00E505C0" w:rsidRPr="008B45D1" w:rsidRDefault="00E505C0" w:rsidP="004D1AF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Отдельные требования к организации деятельности по продаже товаров (выполнению работ, оказанию услуг) на сельскохозяйственных и сельскохозяйственных коопер</w:t>
            </w:r>
            <w:r>
              <w:rPr>
                <w:b/>
                <w:bCs/>
                <w:sz w:val="28"/>
                <w:szCs w:val="28"/>
              </w:rPr>
              <w:t>а</w:t>
            </w:r>
            <w:r>
              <w:rPr>
                <w:b/>
                <w:bCs/>
                <w:sz w:val="28"/>
                <w:szCs w:val="28"/>
              </w:rPr>
              <w:t>тивных рынках</w:t>
            </w:r>
          </w:p>
        </w:tc>
      </w:tr>
    </w:tbl>
    <w:p w:rsidR="00E505C0" w:rsidRPr="00777F0E" w:rsidRDefault="00E505C0" w:rsidP="00777F0E">
      <w:pPr>
        <w:widowControl w:val="0"/>
        <w:autoSpaceDE w:val="0"/>
        <w:autoSpaceDN w:val="0"/>
        <w:adjustRightInd w:val="0"/>
        <w:ind w:firstLine="539"/>
        <w:jc w:val="both"/>
        <w:outlineLvl w:val="0"/>
        <w:rPr>
          <w:sz w:val="22"/>
          <w:szCs w:val="22"/>
        </w:rPr>
      </w:pPr>
    </w:p>
    <w:p w:rsidR="00E505C0" w:rsidRPr="00777F0E" w:rsidRDefault="00E505C0" w:rsidP="00777F0E">
      <w:pPr>
        <w:widowControl w:val="0"/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</w:p>
    <w:p w:rsidR="00E505C0" w:rsidRPr="00FF448C" w:rsidRDefault="00E505C0" w:rsidP="00A204EB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448C">
        <w:rPr>
          <w:sz w:val="28"/>
          <w:szCs w:val="28"/>
        </w:rPr>
        <w:t>С 1 января 20</w:t>
      </w:r>
      <w:r>
        <w:rPr>
          <w:sz w:val="28"/>
          <w:szCs w:val="28"/>
        </w:rPr>
        <w:t>30</w:t>
      </w:r>
      <w:r w:rsidRPr="00FF448C">
        <w:rPr>
          <w:sz w:val="28"/>
          <w:szCs w:val="28"/>
        </w:rPr>
        <w:t xml:space="preserve"> года для организации деятельности по продаже товаров (выполнению работ, оказанию услуг) на </w:t>
      </w:r>
      <w:r>
        <w:rPr>
          <w:sz w:val="28"/>
          <w:szCs w:val="28"/>
        </w:rPr>
        <w:t xml:space="preserve">сельскохозяйственных и сельско-хозяйственных кооперативных </w:t>
      </w:r>
      <w:r w:rsidRPr="00FF448C">
        <w:rPr>
          <w:sz w:val="28"/>
          <w:szCs w:val="28"/>
        </w:rPr>
        <w:t>рынк</w:t>
      </w:r>
      <w:r>
        <w:rPr>
          <w:sz w:val="28"/>
          <w:szCs w:val="28"/>
        </w:rPr>
        <w:t>ах</w:t>
      </w:r>
      <w:r w:rsidRPr="00FF448C">
        <w:rPr>
          <w:sz w:val="28"/>
          <w:szCs w:val="28"/>
        </w:rPr>
        <w:t xml:space="preserve">, </w:t>
      </w:r>
      <w:r>
        <w:rPr>
          <w:sz w:val="28"/>
          <w:szCs w:val="28"/>
        </w:rPr>
        <w:t>расположенных</w:t>
      </w:r>
      <w:r w:rsidRPr="00FF448C">
        <w:rPr>
          <w:sz w:val="28"/>
          <w:szCs w:val="28"/>
        </w:rPr>
        <w:t xml:space="preserve"> на территори</w:t>
      </w:r>
      <w:r>
        <w:rPr>
          <w:sz w:val="28"/>
          <w:szCs w:val="28"/>
        </w:rPr>
        <w:t>и Ульяновской области</w:t>
      </w:r>
      <w:r w:rsidRPr="00FF448C">
        <w:rPr>
          <w:sz w:val="28"/>
          <w:szCs w:val="28"/>
        </w:rPr>
        <w:t>, управляющие рынками компании использ</w:t>
      </w:r>
      <w:r>
        <w:rPr>
          <w:sz w:val="28"/>
          <w:szCs w:val="28"/>
        </w:rPr>
        <w:t>уют</w:t>
      </w:r>
      <w:r w:rsidRPr="00FF448C">
        <w:rPr>
          <w:sz w:val="28"/>
          <w:szCs w:val="28"/>
        </w:rPr>
        <w:t xml:space="preserve"> исключительно капитальные здания, строения, сооружения. Использование в этих целях временных сооружений запрещается</w:t>
      </w:r>
      <w:r>
        <w:rPr>
          <w:sz w:val="28"/>
          <w:szCs w:val="28"/>
        </w:rPr>
        <w:t>.»</w:t>
      </w:r>
      <w:r w:rsidRPr="00FF448C">
        <w:rPr>
          <w:sz w:val="28"/>
          <w:szCs w:val="28"/>
        </w:rPr>
        <w:t>.</w:t>
      </w:r>
    </w:p>
    <w:p w:rsidR="00E505C0" w:rsidRDefault="00E505C0" w:rsidP="00A204EB">
      <w:pPr>
        <w:jc w:val="both"/>
        <w:rPr>
          <w:b/>
          <w:bCs/>
          <w:sz w:val="28"/>
          <w:szCs w:val="28"/>
        </w:rPr>
      </w:pPr>
    </w:p>
    <w:p w:rsidR="00E505C0" w:rsidRDefault="00E505C0" w:rsidP="00A204EB">
      <w:pPr>
        <w:jc w:val="both"/>
        <w:rPr>
          <w:b/>
          <w:bCs/>
          <w:sz w:val="28"/>
          <w:szCs w:val="28"/>
        </w:rPr>
      </w:pPr>
    </w:p>
    <w:p w:rsidR="00E505C0" w:rsidRPr="00263A1C" w:rsidRDefault="00E505C0" w:rsidP="00A204EB">
      <w:pPr>
        <w:jc w:val="both"/>
        <w:rPr>
          <w:b/>
          <w:bCs/>
          <w:sz w:val="28"/>
          <w:szCs w:val="28"/>
        </w:rPr>
      </w:pPr>
      <w:r w:rsidRPr="00263A1C">
        <w:rPr>
          <w:b/>
          <w:bCs/>
          <w:sz w:val="28"/>
          <w:szCs w:val="28"/>
        </w:rPr>
        <w:t xml:space="preserve">Губернатор Ульяновской области </w:t>
      </w:r>
      <w:r w:rsidRPr="00263A1C">
        <w:rPr>
          <w:b/>
          <w:bCs/>
          <w:sz w:val="28"/>
          <w:szCs w:val="28"/>
        </w:rPr>
        <w:tab/>
      </w:r>
      <w:r w:rsidRPr="00263A1C">
        <w:rPr>
          <w:b/>
          <w:bCs/>
          <w:sz w:val="28"/>
          <w:szCs w:val="28"/>
        </w:rPr>
        <w:tab/>
      </w:r>
      <w:r w:rsidRPr="00263A1C">
        <w:rPr>
          <w:b/>
          <w:bCs/>
          <w:sz w:val="28"/>
          <w:szCs w:val="28"/>
        </w:rPr>
        <w:tab/>
      </w:r>
      <w:r w:rsidRPr="002524A2">
        <w:rPr>
          <w:b/>
          <w:bCs/>
          <w:sz w:val="28"/>
          <w:szCs w:val="28"/>
        </w:rPr>
        <w:t xml:space="preserve">  </w:t>
      </w:r>
      <w:r w:rsidRPr="00263A1C">
        <w:rPr>
          <w:b/>
          <w:bCs/>
          <w:sz w:val="28"/>
          <w:szCs w:val="28"/>
        </w:rPr>
        <w:tab/>
      </w:r>
      <w:r w:rsidRPr="00EC5ECE">
        <w:rPr>
          <w:b/>
          <w:bCs/>
          <w:sz w:val="28"/>
          <w:szCs w:val="28"/>
        </w:rPr>
        <w:t xml:space="preserve">                </w:t>
      </w:r>
      <w:r w:rsidRPr="00263A1C">
        <w:rPr>
          <w:b/>
          <w:bCs/>
          <w:sz w:val="28"/>
          <w:szCs w:val="28"/>
        </w:rPr>
        <w:t>С.И.Морозов</w:t>
      </w:r>
    </w:p>
    <w:p w:rsidR="00E505C0" w:rsidRPr="00777F0E" w:rsidRDefault="00E505C0" w:rsidP="00A204EB">
      <w:pPr>
        <w:jc w:val="center"/>
        <w:rPr>
          <w:sz w:val="14"/>
          <w:szCs w:val="14"/>
        </w:rPr>
      </w:pPr>
    </w:p>
    <w:p w:rsidR="00E505C0" w:rsidRDefault="00E505C0" w:rsidP="00A204EB">
      <w:pPr>
        <w:jc w:val="center"/>
        <w:rPr>
          <w:sz w:val="28"/>
          <w:szCs w:val="28"/>
        </w:rPr>
      </w:pPr>
    </w:p>
    <w:p w:rsidR="00E505C0" w:rsidRPr="00A204EB" w:rsidRDefault="00E505C0" w:rsidP="00A204EB">
      <w:pPr>
        <w:jc w:val="center"/>
        <w:rPr>
          <w:sz w:val="28"/>
          <w:szCs w:val="28"/>
        </w:rPr>
      </w:pPr>
    </w:p>
    <w:p w:rsidR="00E505C0" w:rsidRPr="00263A1C" w:rsidRDefault="00E505C0" w:rsidP="00A204EB">
      <w:pPr>
        <w:jc w:val="center"/>
        <w:rPr>
          <w:sz w:val="28"/>
          <w:szCs w:val="28"/>
        </w:rPr>
      </w:pPr>
      <w:r w:rsidRPr="00263A1C">
        <w:rPr>
          <w:sz w:val="28"/>
          <w:szCs w:val="28"/>
        </w:rPr>
        <w:t>г. Ульяновск</w:t>
      </w:r>
    </w:p>
    <w:p w:rsidR="00E505C0" w:rsidRDefault="00E505C0" w:rsidP="009D71AA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08 мая 2015 г.</w:t>
      </w:r>
    </w:p>
    <w:p w:rsidR="00E505C0" w:rsidRDefault="00E505C0" w:rsidP="009D71AA">
      <w:pPr>
        <w:spacing w:line="288" w:lineRule="auto"/>
        <w:jc w:val="center"/>
        <w:rPr>
          <w:sz w:val="28"/>
          <w:szCs w:val="28"/>
        </w:rPr>
      </w:pPr>
      <w:r w:rsidRPr="00263A1C">
        <w:rPr>
          <w:sz w:val="28"/>
          <w:szCs w:val="28"/>
        </w:rPr>
        <w:t xml:space="preserve">№ </w:t>
      </w:r>
      <w:r>
        <w:rPr>
          <w:sz w:val="28"/>
          <w:szCs w:val="28"/>
        </w:rPr>
        <w:t>45-ЗО</w:t>
      </w:r>
      <w:bookmarkStart w:id="1" w:name="sub_24"/>
      <w:bookmarkEnd w:id="1"/>
    </w:p>
    <w:sectPr w:rsidR="00E505C0" w:rsidSect="00A204EB">
      <w:headerReference w:type="default" r:id="rId7"/>
      <w:footerReference w:type="first" r:id="rId8"/>
      <w:footnotePr>
        <w:pos w:val="beneathText"/>
      </w:footnotePr>
      <w:type w:val="continuous"/>
      <w:pgSz w:w="11905" w:h="16837" w:code="9"/>
      <w:pgMar w:top="1134" w:right="567" w:bottom="1134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5C0" w:rsidRDefault="00E505C0">
      <w:r>
        <w:separator/>
      </w:r>
    </w:p>
  </w:endnote>
  <w:endnote w:type="continuationSeparator" w:id="0">
    <w:p w:rsidR="00E505C0" w:rsidRDefault="00E505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C0" w:rsidRPr="00A204EB" w:rsidRDefault="00E505C0" w:rsidP="00A204EB">
    <w:pPr>
      <w:pStyle w:val="Footer"/>
      <w:jc w:val="right"/>
      <w:rPr>
        <w:sz w:val="16"/>
        <w:szCs w:val="16"/>
      </w:rPr>
    </w:pPr>
    <w:r w:rsidRPr="00A204EB">
      <w:rPr>
        <w:sz w:val="16"/>
        <w:szCs w:val="16"/>
      </w:rPr>
      <w:t>1404чл1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5C0" w:rsidRDefault="00E505C0">
      <w:r>
        <w:separator/>
      </w:r>
    </w:p>
  </w:footnote>
  <w:footnote w:type="continuationSeparator" w:id="0">
    <w:p w:rsidR="00E505C0" w:rsidRDefault="00E505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C0" w:rsidRPr="00FD1FD2" w:rsidRDefault="00E505C0" w:rsidP="004F50B6">
    <w:pPr>
      <w:pStyle w:val="Header"/>
      <w:framePr w:wrap="auto" w:vAnchor="text" w:hAnchor="margin" w:xAlign="center" w:y="1"/>
      <w:rPr>
        <w:rStyle w:val="PageNumber"/>
        <w:sz w:val="28"/>
        <w:szCs w:val="28"/>
      </w:rPr>
    </w:pPr>
    <w:r w:rsidRPr="00FD1FD2">
      <w:rPr>
        <w:rStyle w:val="PageNumber"/>
        <w:sz w:val="28"/>
        <w:szCs w:val="28"/>
      </w:rPr>
      <w:fldChar w:fldCharType="begin"/>
    </w:r>
    <w:r w:rsidRPr="00FD1FD2">
      <w:rPr>
        <w:rStyle w:val="PageNumber"/>
        <w:sz w:val="28"/>
        <w:szCs w:val="28"/>
      </w:rPr>
      <w:instrText xml:space="preserve">PAGE  </w:instrText>
    </w:r>
    <w:r w:rsidRPr="00FD1FD2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FD1FD2">
      <w:rPr>
        <w:rStyle w:val="PageNumber"/>
        <w:sz w:val="28"/>
        <w:szCs w:val="28"/>
      </w:rPr>
      <w:fldChar w:fldCharType="end"/>
    </w:r>
  </w:p>
  <w:p w:rsidR="00E505C0" w:rsidRDefault="00E505C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381D7BD8"/>
    <w:multiLevelType w:val="hybridMultilevel"/>
    <w:tmpl w:val="612C65D0"/>
    <w:lvl w:ilvl="0" w:tplc="900A6864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2">
    <w:nsid w:val="43880B14"/>
    <w:multiLevelType w:val="hybridMultilevel"/>
    <w:tmpl w:val="159EB83C"/>
    <w:lvl w:ilvl="0" w:tplc="F44460A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580E5C12"/>
    <w:multiLevelType w:val="hybridMultilevel"/>
    <w:tmpl w:val="FF120E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E1E6F10"/>
    <w:multiLevelType w:val="hybridMultilevel"/>
    <w:tmpl w:val="9C7A6708"/>
    <w:lvl w:ilvl="0" w:tplc="698EEC02">
      <w:start w:val="3"/>
      <w:numFmt w:val="decimal"/>
      <w:lvlText w:val="%1)"/>
      <w:lvlJc w:val="left"/>
      <w:pPr>
        <w:ind w:left="23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4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1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075" w:hanging="180"/>
      </w:pPr>
      <w:rPr>
        <w:rFonts w:cs="Times New Roman"/>
      </w:rPr>
    </w:lvl>
  </w:abstractNum>
  <w:abstractNum w:abstractNumId="5">
    <w:nsid w:val="6650650B"/>
    <w:multiLevelType w:val="multilevel"/>
    <w:tmpl w:val="612C65D0"/>
    <w:lvl w:ilvl="0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6">
    <w:nsid w:val="70147FEA"/>
    <w:multiLevelType w:val="hybridMultilevel"/>
    <w:tmpl w:val="ABC64672"/>
    <w:lvl w:ilvl="0" w:tplc="C724422A">
      <w:start w:val="2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4BFC"/>
    <w:rsid w:val="00000C6E"/>
    <w:rsid w:val="0001175A"/>
    <w:rsid w:val="00021B35"/>
    <w:rsid w:val="00025730"/>
    <w:rsid w:val="00025E61"/>
    <w:rsid w:val="000275B7"/>
    <w:rsid w:val="00030D29"/>
    <w:rsid w:val="00033F3D"/>
    <w:rsid w:val="000340B1"/>
    <w:rsid w:val="0003437E"/>
    <w:rsid w:val="000343D5"/>
    <w:rsid w:val="00034FD6"/>
    <w:rsid w:val="00041BEF"/>
    <w:rsid w:val="00044763"/>
    <w:rsid w:val="0005627A"/>
    <w:rsid w:val="000578D2"/>
    <w:rsid w:val="00062E60"/>
    <w:rsid w:val="00063688"/>
    <w:rsid w:val="00065DF7"/>
    <w:rsid w:val="0007377C"/>
    <w:rsid w:val="000812D7"/>
    <w:rsid w:val="00081BD0"/>
    <w:rsid w:val="00082D3F"/>
    <w:rsid w:val="0008302E"/>
    <w:rsid w:val="00085D68"/>
    <w:rsid w:val="00091248"/>
    <w:rsid w:val="00094E1C"/>
    <w:rsid w:val="000979B3"/>
    <w:rsid w:val="000A0C1C"/>
    <w:rsid w:val="000A127F"/>
    <w:rsid w:val="000A1FB1"/>
    <w:rsid w:val="000A4865"/>
    <w:rsid w:val="000A59B5"/>
    <w:rsid w:val="000A5ABD"/>
    <w:rsid w:val="000A7BE4"/>
    <w:rsid w:val="000B0D40"/>
    <w:rsid w:val="000B1D2D"/>
    <w:rsid w:val="000B6938"/>
    <w:rsid w:val="000C1546"/>
    <w:rsid w:val="000C2748"/>
    <w:rsid w:val="000C4DB7"/>
    <w:rsid w:val="000C554D"/>
    <w:rsid w:val="000D4ECA"/>
    <w:rsid w:val="000E3876"/>
    <w:rsid w:val="000E3B40"/>
    <w:rsid w:val="000E4793"/>
    <w:rsid w:val="000F1E96"/>
    <w:rsid w:val="000F4A71"/>
    <w:rsid w:val="000F5EE2"/>
    <w:rsid w:val="000F61B2"/>
    <w:rsid w:val="000F721C"/>
    <w:rsid w:val="000F73BE"/>
    <w:rsid w:val="0010046D"/>
    <w:rsid w:val="00103536"/>
    <w:rsid w:val="00113857"/>
    <w:rsid w:val="001154AE"/>
    <w:rsid w:val="001163F0"/>
    <w:rsid w:val="001168E6"/>
    <w:rsid w:val="00120E98"/>
    <w:rsid w:val="00121AA5"/>
    <w:rsid w:val="00123D41"/>
    <w:rsid w:val="001304D4"/>
    <w:rsid w:val="00132652"/>
    <w:rsid w:val="00134FDC"/>
    <w:rsid w:val="00140A15"/>
    <w:rsid w:val="00141F36"/>
    <w:rsid w:val="00146E8E"/>
    <w:rsid w:val="0015092F"/>
    <w:rsid w:val="00150C70"/>
    <w:rsid w:val="001517D5"/>
    <w:rsid w:val="001541B3"/>
    <w:rsid w:val="001557FF"/>
    <w:rsid w:val="00156DC7"/>
    <w:rsid w:val="00162A9A"/>
    <w:rsid w:val="0016389A"/>
    <w:rsid w:val="001734C3"/>
    <w:rsid w:val="00174E4D"/>
    <w:rsid w:val="0017655F"/>
    <w:rsid w:val="00176C34"/>
    <w:rsid w:val="00176F2C"/>
    <w:rsid w:val="00176F3F"/>
    <w:rsid w:val="00181B7F"/>
    <w:rsid w:val="0018411C"/>
    <w:rsid w:val="00184A53"/>
    <w:rsid w:val="00185190"/>
    <w:rsid w:val="00185912"/>
    <w:rsid w:val="00185AFA"/>
    <w:rsid w:val="00185BE6"/>
    <w:rsid w:val="001A0575"/>
    <w:rsid w:val="001A3515"/>
    <w:rsid w:val="001A4098"/>
    <w:rsid w:val="001A4502"/>
    <w:rsid w:val="001A5E01"/>
    <w:rsid w:val="001A5F7D"/>
    <w:rsid w:val="001B1441"/>
    <w:rsid w:val="001C0986"/>
    <w:rsid w:val="001C1064"/>
    <w:rsid w:val="001C2C58"/>
    <w:rsid w:val="001C3A6B"/>
    <w:rsid w:val="001D3AA8"/>
    <w:rsid w:val="001D45D8"/>
    <w:rsid w:val="001D5D36"/>
    <w:rsid w:val="001E3AEC"/>
    <w:rsid w:val="001E51B5"/>
    <w:rsid w:val="001E5C53"/>
    <w:rsid w:val="001F4527"/>
    <w:rsid w:val="001F4F54"/>
    <w:rsid w:val="001F729A"/>
    <w:rsid w:val="0020074C"/>
    <w:rsid w:val="002010D5"/>
    <w:rsid w:val="00214AEB"/>
    <w:rsid w:val="00214E75"/>
    <w:rsid w:val="00215794"/>
    <w:rsid w:val="00217754"/>
    <w:rsid w:val="00221A88"/>
    <w:rsid w:val="00223198"/>
    <w:rsid w:val="002238E0"/>
    <w:rsid w:val="00225D2A"/>
    <w:rsid w:val="002275E7"/>
    <w:rsid w:val="00233B98"/>
    <w:rsid w:val="00237555"/>
    <w:rsid w:val="00244967"/>
    <w:rsid w:val="00245299"/>
    <w:rsid w:val="002467FB"/>
    <w:rsid w:val="00252325"/>
    <w:rsid w:val="002524A2"/>
    <w:rsid w:val="002568FD"/>
    <w:rsid w:val="00261600"/>
    <w:rsid w:val="00263A1C"/>
    <w:rsid w:val="002678E9"/>
    <w:rsid w:val="00270473"/>
    <w:rsid w:val="002747EA"/>
    <w:rsid w:val="00286C4B"/>
    <w:rsid w:val="0028717C"/>
    <w:rsid w:val="00293C96"/>
    <w:rsid w:val="0029709E"/>
    <w:rsid w:val="0029792E"/>
    <w:rsid w:val="002A3E87"/>
    <w:rsid w:val="002A473A"/>
    <w:rsid w:val="002A5DA6"/>
    <w:rsid w:val="002A6106"/>
    <w:rsid w:val="002A735F"/>
    <w:rsid w:val="002B18EE"/>
    <w:rsid w:val="002B1F85"/>
    <w:rsid w:val="002C1673"/>
    <w:rsid w:val="002C4482"/>
    <w:rsid w:val="002C6060"/>
    <w:rsid w:val="002D2B4A"/>
    <w:rsid w:val="002E3301"/>
    <w:rsid w:val="002E7D57"/>
    <w:rsid w:val="002F6ACD"/>
    <w:rsid w:val="00302372"/>
    <w:rsid w:val="00304819"/>
    <w:rsid w:val="00312606"/>
    <w:rsid w:val="00312660"/>
    <w:rsid w:val="00312E65"/>
    <w:rsid w:val="00313FF5"/>
    <w:rsid w:val="00316F00"/>
    <w:rsid w:val="00317021"/>
    <w:rsid w:val="003268B2"/>
    <w:rsid w:val="003304AA"/>
    <w:rsid w:val="00333417"/>
    <w:rsid w:val="003413E3"/>
    <w:rsid w:val="00341C45"/>
    <w:rsid w:val="003431D9"/>
    <w:rsid w:val="003472AD"/>
    <w:rsid w:val="00347493"/>
    <w:rsid w:val="003517EB"/>
    <w:rsid w:val="0035296A"/>
    <w:rsid w:val="00353C75"/>
    <w:rsid w:val="0035676F"/>
    <w:rsid w:val="00360877"/>
    <w:rsid w:val="00361DBF"/>
    <w:rsid w:val="0036395C"/>
    <w:rsid w:val="00364464"/>
    <w:rsid w:val="00364B4D"/>
    <w:rsid w:val="00372EB3"/>
    <w:rsid w:val="00372FC0"/>
    <w:rsid w:val="00375921"/>
    <w:rsid w:val="00375C62"/>
    <w:rsid w:val="003779A2"/>
    <w:rsid w:val="00380083"/>
    <w:rsid w:val="0038107A"/>
    <w:rsid w:val="003819BB"/>
    <w:rsid w:val="00386305"/>
    <w:rsid w:val="00393327"/>
    <w:rsid w:val="00393CA2"/>
    <w:rsid w:val="003953A9"/>
    <w:rsid w:val="003960F0"/>
    <w:rsid w:val="003A09EB"/>
    <w:rsid w:val="003A3FC3"/>
    <w:rsid w:val="003A5D52"/>
    <w:rsid w:val="003B0666"/>
    <w:rsid w:val="003B1060"/>
    <w:rsid w:val="003B4887"/>
    <w:rsid w:val="003B4DD4"/>
    <w:rsid w:val="003B5944"/>
    <w:rsid w:val="003B5D04"/>
    <w:rsid w:val="003B6AE8"/>
    <w:rsid w:val="003B72E9"/>
    <w:rsid w:val="003C26C2"/>
    <w:rsid w:val="003C3AA1"/>
    <w:rsid w:val="003D1155"/>
    <w:rsid w:val="003D15CC"/>
    <w:rsid w:val="003D1A91"/>
    <w:rsid w:val="003D2C0C"/>
    <w:rsid w:val="003D53CA"/>
    <w:rsid w:val="003D5F71"/>
    <w:rsid w:val="003D6142"/>
    <w:rsid w:val="003D64B1"/>
    <w:rsid w:val="003E0105"/>
    <w:rsid w:val="003E4C86"/>
    <w:rsid w:val="003F5334"/>
    <w:rsid w:val="003F70E1"/>
    <w:rsid w:val="0040714E"/>
    <w:rsid w:val="004072A9"/>
    <w:rsid w:val="004075F7"/>
    <w:rsid w:val="00414418"/>
    <w:rsid w:val="00420BE5"/>
    <w:rsid w:val="00421D11"/>
    <w:rsid w:val="004262CF"/>
    <w:rsid w:val="00431053"/>
    <w:rsid w:val="00431C1A"/>
    <w:rsid w:val="0043280E"/>
    <w:rsid w:val="00433F6C"/>
    <w:rsid w:val="00435FC2"/>
    <w:rsid w:val="0044279D"/>
    <w:rsid w:val="0044426C"/>
    <w:rsid w:val="00454F50"/>
    <w:rsid w:val="004669EE"/>
    <w:rsid w:val="00472894"/>
    <w:rsid w:val="004763C5"/>
    <w:rsid w:val="004821D8"/>
    <w:rsid w:val="00482A54"/>
    <w:rsid w:val="00486389"/>
    <w:rsid w:val="00490DB0"/>
    <w:rsid w:val="00497CD7"/>
    <w:rsid w:val="004A4589"/>
    <w:rsid w:val="004A75BE"/>
    <w:rsid w:val="004A7B43"/>
    <w:rsid w:val="004B341D"/>
    <w:rsid w:val="004B74EF"/>
    <w:rsid w:val="004C03D4"/>
    <w:rsid w:val="004C05C5"/>
    <w:rsid w:val="004C3460"/>
    <w:rsid w:val="004D05C1"/>
    <w:rsid w:val="004D1AF0"/>
    <w:rsid w:val="004D5FAD"/>
    <w:rsid w:val="004E21C5"/>
    <w:rsid w:val="004E5C21"/>
    <w:rsid w:val="004F29A2"/>
    <w:rsid w:val="004F50B6"/>
    <w:rsid w:val="004F643A"/>
    <w:rsid w:val="004F759B"/>
    <w:rsid w:val="00500F6D"/>
    <w:rsid w:val="00504232"/>
    <w:rsid w:val="0050584E"/>
    <w:rsid w:val="00505D58"/>
    <w:rsid w:val="00510E3C"/>
    <w:rsid w:val="00512AE2"/>
    <w:rsid w:val="0051501D"/>
    <w:rsid w:val="005204F8"/>
    <w:rsid w:val="00523FE1"/>
    <w:rsid w:val="0052427E"/>
    <w:rsid w:val="0052497D"/>
    <w:rsid w:val="00524D49"/>
    <w:rsid w:val="0052744D"/>
    <w:rsid w:val="00530276"/>
    <w:rsid w:val="00532BB7"/>
    <w:rsid w:val="00533BB9"/>
    <w:rsid w:val="005341AC"/>
    <w:rsid w:val="0054009A"/>
    <w:rsid w:val="005444B3"/>
    <w:rsid w:val="005448E9"/>
    <w:rsid w:val="00551AC7"/>
    <w:rsid w:val="005549B1"/>
    <w:rsid w:val="00555EE4"/>
    <w:rsid w:val="00566218"/>
    <w:rsid w:val="0056640D"/>
    <w:rsid w:val="00566F03"/>
    <w:rsid w:val="00567DCA"/>
    <w:rsid w:val="00571847"/>
    <w:rsid w:val="00571B73"/>
    <w:rsid w:val="0057536C"/>
    <w:rsid w:val="00576597"/>
    <w:rsid w:val="005765D3"/>
    <w:rsid w:val="00580D33"/>
    <w:rsid w:val="005817E8"/>
    <w:rsid w:val="00582D43"/>
    <w:rsid w:val="005841C7"/>
    <w:rsid w:val="0058475C"/>
    <w:rsid w:val="00584AA1"/>
    <w:rsid w:val="00585921"/>
    <w:rsid w:val="00592875"/>
    <w:rsid w:val="00592E56"/>
    <w:rsid w:val="00592F66"/>
    <w:rsid w:val="00596576"/>
    <w:rsid w:val="00596B62"/>
    <w:rsid w:val="0059764B"/>
    <w:rsid w:val="005A1372"/>
    <w:rsid w:val="005A2123"/>
    <w:rsid w:val="005A3D78"/>
    <w:rsid w:val="005A5662"/>
    <w:rsid w:val="005B0351"/>
    <w:rsid w:val="005B7F4A"/>
    <w:rsid w:val="005C4C5B"/>
    <w:rsid w:val="005D38B8"/>
    <w:rsid w:val="005E0317"/>
    <w:rsid w:val="005E0880"/>
    <w:rsid w:val="005E575C"/>
    <w:rsid w:val="005E63BD"/>
    <w:rsid w:val="005F0366"/>
    <w:rsid w:val="005F284A"/>
    <w:rsid w:val="005F3E39"/>
    <w:rsid w:val="005F4DE1"/>
    <w:rsid w:val="005F4E6B"/>
    <w:rsid w:val="005F6769"/>
    <w:rsid w:val="005F680D"/>
    <w:rsid w:val="0060058E"/>
    <w:rsid w:val="00605002"/>
    <w:rsid w:val="00607E53"/>
    <w:rsid w:val="00612ACA"/>
    <w:rsid w:val="00614065"/>
    <w:rsid w:val="00614424"/>
    <w:rsid w:val="0061680E"/>
    <w:rsid w:val="00620668"/>
    <w:rsid w:val="00620C63"/>
    <w:rsid w:val="00623BF8"/>
    <w:rsid w:val="006245C8"/>
    <w:rsid w:val="006251B7"/>
    <w:rsid w:val="006252F6"/>
    <w:rsid w:val="0063070F"/>
    <w:rsid w:val="00631632"/>
    <w:rsid w:val="00635695"/>
    <w:rsid w:val="00643802"/>
    <w:rsid w:val="00643EA1"/>
    <w:rsid w:val="00644E14"/>
    <w:rsid w:val="00645078"/>
    <w:rsid w:val="00651E34"/>
    <w:rsid w:val="0065389A"/>
    <w:rsid w:val="00657A53"/>
    <w:rsid w:val="006803DC"/>
    <w:rsid w:val="006843E2"/>
    <w:rsid w:val="00690EA4"/>
    <w:rsid w:val="00691C66"/>
    <w:rsid w:val="00695777"/>
    <w:rsid w:val="00697140"/>
    <w:rsid w:val="006A1118"/>
    <w:rsid w:val="006A3DAE"/>
    <w:rsid w:val="006A5C36"/>
    <w:rsid w:val="006A640B"/>
    <w:rsid w:val="006B025A"/>
    <w:rsid w:val="006B399C"/>
    <w:rsid w:val="006B48B3"/>
    <w:rsid w:val="006B5013"/>
    <w:rsid w:val="006B60C9"/>
    <w:rsid w:val="006C0CED"/>
    <w:rsid w:val="006C457F"/>
    <w:rsid w:val="006C5AEC"/>
    <w:rsid w:val="006C785F"/>
    <w:rsid w:val="006D2B94"/>
    <w:rsid w:val="006E60DA"/>
    <w:rsid w:val="006E6186"/>
    <w:rsid w:val="006F0AD7"/>
    <w:rsid w:val="006F1486"/>
    <w:rsid w:val="006F1DDB"/>
    <w:rsid w:val="006F4B00"/>
    <w:rsid w:val="006F7EE6"/>
    <w:rsid w:val="0071104E"/>
    <w:rsid w:val="007120DB"/>
    <w:rsid w:val="0071469F"/>
    <w:rsid w:val="007178A6"/>
    <w:rsid w:val="0072424F"/>
    <w:rsid w:val="0073156E"/>
    <w:rsid w:val="00731D7A"/>
    <w:rsid w:val="00731F3B"/>
    <w:rsid w:val="007355D0"/>
    <w:rsid w:val="00736134"/>
    <w:rsid w:val="0073724B"/>
    <w:rsid w:val="00737CCF"/>
    <w:rsid w:val="00740FFB"/>
    <w:rsid w:val="00745950"/>
    <w:rsid w:val="00753BC3"/>
    <w:rsid w:val="00756865"/>
    <w:rsid w:val="007603CC"/>
    <w:rsid w:val="00760C55"/>
    <w:rsid w:val="00760D4C"/>
    <w:rsid w:val="00761409"/>
    <w:rsid w:val="007624E9"/>
    <w:rsid w:val="00763C1D"/>
    <w:rsid w:val="007653D7"/>
    <w:rsid w:val="0076712B"/>
    <w:rsid w:val="00774719"/>
    <w:rsid w:val="00775C6F"/>
    <w:rsid w:val="00777F0E"/>
    <w:rsid w:val="0078282B"/>
    <w:rsid w:val="00784D25"/>
    <w:rsid w:val="00786B8C"/>
    <w:rsid w:val="00787173"/>
    <w:rsid w:val="00787B8F"/>
    <w:rsid w:val="00790E61"/>
    <w:rsid w:val="007921E0"/>
    <w:rsid w:val="00794410"/>
    <w:rsid w:val="00797604"/>
    <w:rsid w:val="007B03AF"/>
    <w:rsid w:val="007C017E"/>
    <w:rsid w:val="007C04E2"/>
    <w:rsid w:val="007C4F13"/>
    <w:rsid w:val="007D36E2"/>
    <w:rsid w:val="007D4D81"/>
    <w:rsid w:val="007D569D"/>
    <w:rsid w:val="007D78A9"/>
    <w:rsid w:val="007E4CC6"/>
    <w:rsid w:val="007E529C"/>
    <w:rsid w:val="007E6339"/>
    <w:rsid w:val="007E6575"/>
    <w:rsid w:val="007E66BD"/>
    <w:rsid w:val="007F102C"/>
    <w:rsid w:val="007F1BB9"/>
    <w:rsid w:val="007F506F"/>
    <w:rsid w:val="00802130"/>
    <w:rsid w:val="00813879"/>
    <w:rsid w:val="0081597E"/>
    <w:rsid w:val="00816383"/>
    <w:rsid w:val="0082016D"/>
    <w:rsid w:val="008241DD"/>
    <w:rsid w:val="0082422B"/>
    <w:rsid w:val="00824287"/>
    <w:rsid w:val="0082429C"/>
    <w:rsid w:val="008243E4"/>
    <w:rsid w:val="00825069"/>
    <w:rsid w:val="008279C1"/>
    <w:rsid w:val="0083043C"/>
    <w:rsid w:val="00835869"/>
    <w:rsid w:val="00836685"/>
    <w:rsid w:val="00847555"/>
    <w:rsid w:val="00847E61"/>
    <w:rsid w:val="008506C3"/>
    <w:rsid w:val="0085530A"/>
    <w:rsid w:val="00863141"/>
    <w:rsid w:val="00867AB6"/>
    <w:rsid w:val="00871D54"/>
    <w:rsid w:val="0087788D"/>
    <w:rsid w:val="00884420"/>
    <w:rsid w:val="00886D85"/>
    <w:rsid w:val="0089085F"/>
    <w:rsid w:val="00894398"/>
    <w:rsid w:val="0089483D"/>
    <w:rsid w:val="008954F7"/>
    <w:rsid w:val="00895539"/>
    <w:rsid w:val="00895BD9"/>
    <w:rsid w:val="00895F1F"/>
    <w:rsid w:val="008A0E9A"/>
    <w:rsid w:val="008A57E5"/>
    <w:rsid w:val="008B45D1"/>
    <w:rsid w:val="008B76B8"/>
    <w:rsid w:val="008C1C08"/>
    <w:rsid w:val="008C3293"/>
    <w:rsid w:val="008C47E5"/>
    <w:rsid w:val="008D3133"/>
    <w:rsid w:val="008D3146"/>
    <w:rsid w:val="008D5022"/>
    <w:rsid w:val="008D66BF"/>
    <w:rsid w:val="008D7D2A"/>
    <w:rsid w:val="008F1B2D"/>
    <w:rsid w:val="008F251F"/>
    <w:rsid w:val="008F3092"/>
    <w:rsid w:val="008F3D5F"/>
    <w:rsid w:val="00901DBA"/>
    <w:rsid w:val="0090328F"/>
    <w:rsid w:val="00916A6F"/>
    <w:rsid w:val="0092006A"/>
    <w:rsid w:val="00922FBB"/>
    <w:rsid w:val="0092307B"/>
    <w:rsid w:val="009232AB"/>
    <w:rsid w:val="00923F3E"/>
    <w:rsid w:val="009327BF"/>
    <w:rsid w:val="00934A4D"/>
    <w:rsid w:val="00937F98"/>
    <w:rsid w:val="00947D61"/>
    <w:rsid w:val="0095177D"/>
    <w:rsid w:val="009528F1"/>
    <w:rsid w:val="0095424D"/>
    <w:rsid w:val="00957C53"/>
    <w:rsid w:val="009625F0"/>
    <w:rsid w:val="00963B1E"/>
    <w:rsid w:val="009726DD"/>
    <w:rsid w:val="0097341E"/>
    <w:rsid w:val="00980ABB"/>
    <w:rsid w:val="0098327E"/>
    <w:rsid w:val="00985BEE"/>
    <w:rsid w:val="00985CC4"/>
    <w:rsid w:val="00986E7B"/>
    <w:rsid w:val="0098724F"/>
    <w:rsid w:val="0099229D"/>
    <w:rsid w:val="00995EB6"/>
    <w:rsid w:val="009A4C9D"/>
    <w:rsid w:val="009A6FDE"/>
    <w:rsid w:val="009B178D"/>
    <w:rsid w:val="009B3567"/>
    <w:rsid w:val="009B6B8F"/>
    <w:rsid w:val="009C4D99"/>
    <w:rsid w:val="009C5030"/>
    <w:rsid w:val="009D3D90"/>
    <w:rsid w:val="009D71AA"/>
    <w:rsid w:val="009E1A78"/>
    <w:rsid w:val="009F1EB3"/>
    <w:rsid w:val="009F4E2C"/>
    <w:rsid w:val="009F576D"/>
    <w:rsid w:val="009F7E60"/>
    <w:rsid w:val="00A02289"/>
    <w:rsid w:val="00A03616"/>
    <w:rsid w:val="00A07650"/>
    <w:rsid w:val="00A130CE"/>
    <w:rsid w:val="00A17681"/>
    <w:rsid w:val="00A204EB"/>
    <w:rsid w:val="00A20B67"/>
    <w:rsid w:val="00A21528"/>
    <w:rsid w:val="00A236D2"/>
    <w:rsid w:val="00A23702"/>
    <w:rsid w:val="00A36FB2"/>
    <w:rsid w:val="00A43302"/>
    <w:rsid w:val="00A56A10"/>
    <w:rsid w:val="00A625D4"/>
    <w:rsid w:val="00A7144D"/>
    <w:rsid w:val="00A73104"/>
    <w:rsid w:val="00A73BA7"/>
    <w:rsid w:val="00A759B7"/>
    <w:rsid w:val="00A76C41"/>
    <w:rsid w:val="00A77F51"/>
    <w:rsid w:val="00A80BE8"/>
    <w:rsid w:val="00A841B5"/>
    <w:rsid w:val="00A8617B"/>
    <w:rsid w:val="00A8685E"/>
    <w:rsid w:val="00A87185"/>
    <w:rsid w:val="00AA3FA6"/>
    <w:rsid w:val="00AA598D"/>
    <w:rsid w:val="00AB0787"/>
    <w:rsid w:val="00AB6ED1"/>
    <w:rsid w:val="00AC22A4"/>
    <w:rsid w:val="00AC3FBA"/>
    <w:rsid w:val="00AC52AC"/>
    <w:rsid w:val="00AC7B55"/>
    <w:rsid w:val="00AD064A"/>
    <w:rsid w:val="00AD1A21"/>
    <w:rsid w:val="00AD36CE"/>
    <w:rsid w:val="00AD37B9"/>
    <w:rsid w:val="00AD3E75"/>
    <w:rsid w:val="00AD6617"/>
    <w:rsid w:val="00AE6DC8"/>
    <w:rsid w:val="00AF2D95"/>
    <w:rsid w:val="00AF5A69"/>
    <w:rsid w:val="00B0126B"/>
    <w:rsid w:val="00B01C70"/>
    <w:rsid w:val="00B01DCB"/>
    <w:rsid w:val="00B04EC5"/>
    <w:rsid w:val="00B061A1"/>
    <w:rsid w:val="00B114DA"/>
    <w:rsid w:val="00B12470"/>
    <w:rsid w:val="00B17338"/>
    <w:rsid w:val="00B246F5"/>
    <w:rsid w:val="00B25844"/>
    <w:rsid w:val="00B25F06"/>
    <w:rsid w:val="00B2746C"/>
    <w:rsid w:val="00B301D7"/>
    <w:rsid w:val="00B326C0"/>
    <w:rsid w:val="00B32D87"/>
    <w:rsid w:val="00B33390"/>
    <w:rsid w:val="00B41211"/>
    <w:rsid w:val="00B5379B"/>
    <w:rsid w:val="00B54EA6"/>
    <w:rsid w:val="00B6149D"/>
    <w:rsid w:val="00B64D1C"/>
    <w:rsid w:val="00B65548"/>
    <w:rsid w:val="00B67120"/>
    <w:rsid w:val="00B72C5B"/>
    <w:rsid w:val="00B74A78"/>
    <w:rsid w:val="00B74C28"/>
    <w:rsid w:val="00B75901"/>
    <w:rsid w:val="00B83A02"/>
    <w:rsid w:val="00B911FC"/>
    <w:rsid w:val="00B91DD5"/>
    <w:rsid w:val="00B95169"/>
    <w:rsid w:val="00BA18B2"/>
    <w:rsid w:val="00BB06BD"/>
    <w:rsid w:val="00BB290C"/>
    <w:rsid w:val="00BB3066"/>
    <w:rsid w:val="00BB6612"/>
    <w:rsid w:val="00BB79DC"/>
    <w:rsid w:val="00BC1D29"/>
    <w:rsid w:val="00BC5977"/>
    <w:rsid w:val="00BD1F37"/>
    <w:rsid w:val="00BD2628"/>
    <w:rsid w:val="00BD77C0"/>
    <w:rsid w:val="00BE1D34"/>
    <w:rsid w:val="00BE21DE"/>
    <w:rsid w:val="00BE6371"/>
    <w:rsid w:val="00BF1E02"/>
    <w:rsid w:val="00BF2313"/>
    <w:rsid w:val="00BF37D2"/>
    <w:rsid w:val="00BF454C"/>
    <w:rsid w:val="00BF66F6"/>
    <w:rsid w:val="00C00006"/>
    <w:rsid w:val="00C033A7"/>
    <w:rsid w:val="00C03D5D"/>
    <w:rsid w:val="00C04354"/>
    <w:rsid w:val="00C04A9B"/>
    <w:rsid w:val="00C05C62"/>
    <w:rsid w:val="00C07AF3"/>
    <w:rsid w:val="00C12274"/>
    <w:rsid w:val="00C12315"/>
    <w:rsid w:val="00C13606"/>
    <w:rsid w:val="00C142B5"/>
    <w:rsid w:val="00C155C3"/>
    <w:rsid w:val="00C17D00"/>
    <w:rsid w:val="00C201F6"/>
    <w:rsid w:val="00C26D7E"/>
    <w:rsid w:val="00C271F8"/>
    <w:rsid w:val="00C27E46"/>
    <w:rsid w:val="00C27E69"/>
    <w:rsid w:val="00C27F14"/>
    <w:rsid w:val="00C316BA"/>
    <w:rsid w:val="00C32345"/>
    <w:rsid w:val="00C341A1"/>
    <w:rsid w:val="00C42155"/>
    <w:rsid w:val="00C43CB8"/>
    <w:rsid w:val="00C45CF9"/>
    <w:rsid w:val="00C53767"/>
    <w:rsid w:val="00C539FD"/>
    <w:rsid w:val="00C54D21"/>
    <w:rsid w:val="00C60821"/>
    <w:rsid w:val="00C60CCB"/>
    <w:rsid w:val="00C64834"/>
    <w:rsid w:val="00C67056"/>
    <w:rsid w:val="00C72AFC"/>
    <w:rsid w:val="00C74945"/>
    <w:rsid w:val="00C74BE5"/>
    <w:rsid w:val="00C81911"/>
    <w:rsid w:val="00C84A08"/>
    <w:rsid w:val="00C92D1A"/>
    <w:rsid w:val="00CA12E1"/>
    <w:rsid w:val="00CA33CD"/>
    <w:rsid w:val="00CA5002"/>
    <w:rsid w:val="00CA5E0B"/>
    <w:rsid w:val="00CB1FBA"/>
    <w:rsid w:val="00CB31BC"/>
    <w:rsid w:val="00CB6B66"/>
    <w:rsid w:val="00CC0E26"/>
    <w:rsid w:val="00CC55E6"/>
    <w:rsid w:val="00CD1B75"/>
    <w:rsid w:val="00CD4462"/>
    <w:rsid w:val="00CD46F3"/>
    <w:rsid w:val="00CD4BFC"/>
    <w:rsid w:val="00CD51B5"/>
    <w:rsid w:val="00CE3111"/>
    <w:rsid w:val="00CE3C10"/>
    <w:rsid w:val="00CE54DC"/>
    <w:rsid w:val="00CF0656"/>
    <w:rsid w:val="00CF0D0A"/>
    <w:rsid w:val="00CF3F56"/>
    <w:rsid w:val="00CF3F5E"/>
    <w:rsid w:val="00CF56FA"/>
    <w:rsid w:val="00CF624D"/>
    <w:rsid w:val="00CF7651"/>
    <w:rsid w:val="00D0304B"/>
    <w:rsid w:val="00D03F42"/>
    <w:rsid w:val="00D07537"/>
    <w:rsid w:val="00D116ED"/>
    <w:rsid w:val="00D14438"/>
    <w:rsid w:val="00D15516"/>
    <w:rsid w:val="00D15EB1"/>
    <w:rsid w:val="00D22595"/>
    <w:rsid w:val="00D243FA"/>
    <w:rsid w:val="00D245D9"/>
    <w:rsid w:val="00D24869"/>
    <w:rsid w:val="00D263B1"/>
    <w:rsid w:val="00D404D8"/>
    <w:rsid w:val="00D43EC1"/>
    <w:rsid w:val="00D47DF2"/>
    <w:rsid w:val="00D522B9"/>
    <w:rsid w:val="00D56F31"/>
    <w:rsid w:val="00D6221F"/>
    <w:rsid w:val="00D63937"/>
    <w:rsid w:val="00D67E44"/>
    <w:rsid w:val="00D712D6"/>
    <w:rsid w:val="00D73986"/>
    <w:rsid w:val="00D77773"/>
    <w:rsid w:val="00D821A2"/>
    <w:rsid w:val="00D83732"/>
    <w:rsid w:val="00D86776"/>
    <w:rsid w:val="00D87157"/>
    <w:rsid w:val="00D92DEC"/>
    <w:rsid w:val="00D95CEE"/>
    <w:rsid w:val="00DA0872"/>
    <w:rsid w:val="00DA08D1"/>
    <w:rsid w:val="00DA10B9"/>
    <w:rsid w:val="00DA2F4D"/>
    <w:rsid w:val="00DA3334"/>
    <w:rsid w:val="00DB0CF7"/>
    <w:rsid w:val="00DC072D"/>
    <w:rsid w:val="00DC251C"/>
    <w:rsid w:val="00DC2636"/>
    <w:rsid w:val="00DC52A9"/>
    <w:rsid w:val="00DC72F7"/>
    <w:rsid w:val="00DD47A2"/>
    <w:rsid w:val="00DE0309"/>
    <w:rsid w:val="00DE18A9"/>
    <w:rsid w:val="00DE6595"/>
    <w:rsid w:val="00DE75FF"/>
    <w:rsid w:val="00E01050"/>
    <w:rsid w:val="00E075B8"/>
    <w:rsid w:val="00E1224B"/>
    <w:rsid w:val="00E12EEF"/>
    <w:rsid w:val="00E23CF0"/>
    <w:rsid w:val="00E30CC3"/>
    <w:rsid w:val="00E325A1"/>
    <w:rsid w:val="00E4210D"/>
    <w:rsid w:val="00E475E4"/>
    <w:rsid w:val="00E505C0"/>
    <w:rsid w:val="00E5240A"/>
    <w:rsid w:val="00E54C88"/>
    <w:rsid w:val="00E60343"/>
    <w:rsid w:val="00E6227F"/>
    <w:rsid w:val="00E63217"/>
    <w:rsid w:val="00E656A2"/>
    <w:rsid w:val="00E71A6E"/>
    <w:rsid w:val="00E72E07"/>
    <w:rsid w:val="00E74D97"/>
    <w:rsid w:val="00E76F00"/>
    <w:rsid w:val="00E81DE0"/>
    <w:rsid w:val="00E9238E"/>
    <w:rsid w:val="00E95E5B"/>
    <w:rsid w:val="00E96F08"/>
    <w:rsid w:val="00EA098F"/>
    <w:rsid w:val="00EA1C14"/>
    <w:rsid w:val="00EA41DB"/>
    <w:rsid w:val="00EA527A"/>
    <w:rsid w:val="00EA5C57"/>
    <w:rsid w:val="00EA6042"/>
    <w:rsid w:val="00EB558B"/>
    <w:rsid w:val="00EC11FF"/>
    <w:rsid w:val="00EC20A5"/>
    <w:rsid w:val="00EC2317"/>
    <w:rsid w:val="00EC25E4"/>
    <w:rsid w:val="00EC26E9"/>
    <w:rsid w:val="00EC3C05"/>
    <w:rsid w:val="00EC3E8B"/>
    <w:rsid w:val="00EC575B"/>
    <w:rsid w:val="00EC5ECE"/>
    <w:rsid w:val="00EC5FD9"/>
    <w:rsid w:val="00EE4DEA"/>
    <w:rsid w:val="00EE6441"/>
    <w:rsid w:val="00EF009D"/>
    <w:rsid w:val="00EF2C40"/>
    <w:rsid w:val="00EF2C5C"/>
    <w:rsid w:val="00F0024A"/>
    <w:rsid w:val="00F014BD"/>
    <w:rsid w:val="00F02E41"/>
    <w:rsid w:val="00F049C3"/>
    <w:rsid w:val="00F10EAD"/>
    <w:rsid w:val="00F11157"/>
    <w:rsid w:val="00F14335"/>
    <w:rsid w:val="00F15F61"/>
    <w:rsid w:val="00F20BB0"/>
    <w:rsid w:val="00F2772E"/>
    <w:rsid w:val="00F27EAC"/>
    <w:rsid w:val="00F34095"/>
    <w:rsid w:val="00F345F7"/>
    <w:rsid w:val="00F40C5C"/>
    <w:rsid w:val="00F4275D"/>
    <w:rsid w:val="00F46D88"/>
    <w:rsid w:val="00F47F21"/>
    <w:rsid w:val="00F50BEC"/>
    <w:rsid w:val="00F55810"/>
    <w:rsid w:val="00F573F3"/>
    <w:rsid w:val="00F62DAE"/>
    <w:rsid w:val="00F66957"/>
    <w:rsid w:val="00F7116B"/>
    <w:rsid w:val="00F71919"/>
    <w:rsid w:val="00F7635F"/>
    <w:rsid w:val="00F778F7"/>
    <w:rsid w:val="00F86AEC"/>
    <w:rsid w:val="00F926A5"/>
    <w:rsid w:val="00F96562"/>
    <w:rsid w:val="00FA2DD0"/>
    <w:rsid w:val="00FB5594"/>
    <w:rsid w:val="00FC1B01"/>
    <w:rsid w:val="00FC6B1B"/>
    <w:rsid w:val="00FD0CFE"/>
    <w:rsid w:val="00FD196F"/>
    <w:rsid w:val="00FD1FD2"/>
    <w:rsid w:val="00FD4C1F"/>
    <w:rsid w:val="00FD5674"/>
    <w:rsid w:val="00FE1AE3"/>
    <w:rsid w:val="00FE29D0"/>
    <w:rsid w:val="00FE325F"/>
    <w:rsid w:val="00FE5306"/>
    <w:rsid w:val="00FE6EF7"/>
    <w:rsid w:val="00FE7639"/>
    <w:rsid w:val="00FF4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E4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A127F"/>
    <w:pPr>
      <w:keepNext/>
      <w:tabs>
        <w:tab w:val="num" w:pos="0"/>
      </w:tabs>
      <w:jc w:val="both"/>
      <w:outlineLvl w:val="0"/>
    </w:pPr>
    <w:rPr>
      <w:rFonts w:eastAsia="Arial Unicode MS"/>
      <w:color w:val="0000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A127F"/>
    <w:pPr>
      <w:keepNext/>
      <w:tabs>
        <w:tab w:val="num" w:pos="0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0A127F"/>
    <w:pPr>
      <w:keepNext/>
      <w:tabs>
        <w:tab w:val="num" w:pos="0"/>
      </w:tabs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WW8Num3z0">
    <w:name w:val="WW8Num3z0"/>
    <w:uiPriority w:val="99"/>
    <w:rsid w:val="000A127F"/>
    <w:rPr>
      <w:b/>
      <w:color w:val="000000"/>
    </w:rPr>
  </w:style>
  <w:style w:type="character" w:customStyle="1" w:styleId="1">
    <w:name w:val="Основной шрифт абзаца1"/>
    <w:uiPriority w:val="99"/>
    <w:rsid w:val="000A127F"/>
  </w:style>
  <w:style w:type="character" w:styleId="PageNumber">
    <w:name w:val="page number"/>
    <w:basedOn w:val="1"/>
    <w:uiPriority w:val="99"/>
    <w:rsid w:val="000A127F"/>
    <w:rPr>
      <w:rFonts w:cs="Times New Roman"/>
    </w:rPr>
  </w:style>
  <w:style w:type="paragraph" w:customStyle="1" w:styleId="a">
    <w:name w:val="Заголовок"/>
    <w:basedOn w:val="Normal"/>
    <w:next w:val="BodyText"/>
    <w:uiPriority w:val="99"/>
    <w:rsid w:val="000A127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A127F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List">
    <w:name w:val="List"/>
    <w:basedOn w:val="BodyText"/>
    <w:uiPriority w:val="99"/>
    <w:rsid w:val="000A127F"/>
  </w:style>
  <w:style w:type="paragraph" w:customStyle="1" w:styleId="10">
    <w:name w:val="Название1"/>
    <w:basedOn w:val="Normal"/>
    <w:uiPriority w:val="99"/>
    <w:rsid w:val="000A127F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11">
    <w:name w:val="Указатель1"/>
    <w:basedOn w:val="Normal"/>
    <w:uiPriority w:val="99"/>
    <w:rsid w:val="000A127F"/>
    <w:pPr>
      <w:suppressLineNumbers/>
    </w:pPr>
  </w:style>
  <w:style w:type="paragraph" w:customStyle="1" w:styleId="ConsNormal">
    <w:name w:val="ConsNormal"/>
    <w:uiPriority w:val="99"/>
    <w:rsid w:val="000A127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0A127F"/>
    <w:pPr>
      <w:suppressAutoHyphens/>
      <w:autoSpaceDE w:val="0"/>
      <w:ind w:right="19772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Title">
    <w:name w:val="ConsTitle"/>
    <w:uiPriority w:val="99"/>
    <w:rsid w:val="000A127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0A127F"/>
    <w:pPr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0A127F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0A127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A127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204EB"/>
    <w:rPr>
      <w:rFonts w:cs="Times New Roman"/>
      <w:sz w:val="24"/>
      <w:szCs w:val="24"/>
    </w:rPr>
  </w:style>
  <w:style w:type="paragraph" w:customStyle="1" w:styleId="12">
    <w:name w:val="Схема документа1"/>
    <w:basedOn w:val="Normal"/>
    <w:uiPriority w:val="99"/>
    <w:rsid w:val="000A127F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rsid w:val="000A12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a0">
    <w:name w:val="Содержимое таблицы"/>
    <w:basedOn w:val="Normal"/>
    <w:uiPriority w:val="99"/>
    <w:rsid w:val="000A127F"/>
    <w:pPr>
      <w:suppressLineNumbers/>
    </w:pPr>
  </w:style>
  <w:style w:type="paragraph" w:customStyle="1" w:styleId="a1">
    <w:name w:val="Заголовок таблицы"/>
    <w:basedOn w:val="a0"/>
    <w:uiPriority w:val="99"/>
    <w:rsid w:val="000A127F"/>
    <w:pPr>
      <w:jc w:val="center"/>
    </w:pPr>
    <w:rPr>
      <w:b/>
      <w:bCs/>
    </w:rPr>
  </w:style>
  <w:style w:type="paragraph" w:customStyle="1" w:styleId="a2">
    <w:name w:val="Содержимое врезки"/>
    <w:basedOn w:val="BodyText"/>
    <w:uiPriority w:val="99"/>
    <w:rsid w:val="000A127F"/>
  </w:style>
  <w:style w:type="table" w:styleId="TableGrid">
    <w:name w:val="Table Grid"/>
    <w:basedOn w:val="TableNormal"/>
    <w:uiPriority w:val="99"/>
    <w:rsid w:val="004F50B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uiPriority w:val="99"/>
    <w:rsid w:val="002C448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customStyle="1" w:styleId="a3">
    <w:name w:val="Таблицы (моноширинный)"/>
    <w:basedOn w:val="Normal"/>
    <w:next w:val="Normal"/>
    <w:uiPriority w:val="99"/>
    <w:rsid w:val="00FD196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4">
    <w:name w:val="Текст (прав. подпись)"/>
    <w:basedOn w:val="Normal"/>
    <w:next w:val="Normal"/>
    <w:uiPriority w:val="99"/>
    <w:rsid w:val="00C271F8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5">
    <w:name w:val="Прижатый влево"/>
    <w:basedOn w:val="Normal"/>
    <w:next w:val="Normal"/>
    <w:uiPriority w:val="99"/>
    <w:rsid w:val="00C53767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a6">
    <w:name w:val="Не вступил в силу"/>
    <w:basedOn w:val="DefaultParagraphFont"/>
    <w:uiPriority w:val="99"/>
    <w:rsid w:val="00E72E07"/>
    <w:rPr>
      <w:rFonts w:cs="Times New Roman"/>
      <w:color w:val="008080"/>
      <w:sz w:val="20"/>
      <w:szCs w:val="20"/>
    </w:rPr>
  </w:style>
  <w:style w:type="character" w:customStyle="1" w:styleId="a7">
    <w:name w:val="Цветовое выделение"/>
    <w:uiPriority w:val="99"/>
    <w:rsid w:val="00E60343"/>
    <w:rPr>
      <w:b/>
      <w:color w:val="000080"/>
    </w:rPr>
  </w:style>
  <w:style w:type="paragraph" w:customStyle="1" w:styleId="a8">
    <w:name w:val="Заголовок статьи"/>
    <w:basedOn w:val="Normal"/>
    <w:next w:val="Normal"/>
    <w:uiPriority w:val="99"/>
    <w:rsid w:val="00E60343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9">
    <w:name w:val="Гипертекстовая ссылка"/>
    <w:basedOn w:val="a7"/>
    <w:uiPriority w:val="99"/>
    <w:rsid w:val="00F11157"/>
    <w:rPr>
      <w:rFonts w:cs="Times New Roman"/>
      <w:bCs/>
      <w:color w:val="008000"/>
    </w:rPr>
  </w:style>
  <w:style w:type="paragraph" w:customStyle="1" w:styleId="aa">
    <w:name w:val="Знак Знак Знак Знак"/>
    <w:basedOn w:val="Normal"/>
    <w:uiPriority w:val="99"/>
    <w:rsid w:val="007653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8A0E9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A0E9A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7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173</Words>
  <Characters>992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User</dc:creator>
  <cp:keywords/>
  <dc:description/>
  <cp:lastModifiedBy>user</cp:lastModifiedBy>
  <cp:revision>9</cp:revision>
  <cp:lastPrinted>2015-04-29T15:55:00Z</cp:lastPrinted>
  <dcterms:created xsi:type="dcterms:W3CDTF">2015-04-14T07:49:00Z</dcterms:created>
  <dcterms:modified xsi:type="dcterms:W3CDTF">2015-05-14T12:29:00Z</dcterms:modified>
</cp:coreProperties>
</file>