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309" w:rsidRPr="0030563F" w:rsidRDefault="00B35309" w:rsidP="0030563F">
      <w:pPr>
        <w:jc w:val="center"/>
        <w:rPr>
          <w:b/>
          <w:color w:val="FFFFFF"/>
        </w:rPr>
      </w:pPr>
      <w:r>
        <w:rPr>
          <w:b/>
          <w:color w:val="FFFFFF"/>
        </w:rPr>
        <w:t>ЗЗЗ</w:t>
      </w:r>
      <w:r w:rsidRPr="0030563F">
        <w:rPr>
          <w:b/>
          <w:color w:val="FFFFFF"/>
        </w:rPr>
        <w:t>ОВЙ ОБ</w:t>
      </w:r>
    </w:p>
    <w:p w:rsidR="00B35309" w:rsidRDefault="00B35309" w:rsidP="007D00C4">
      <w:pPr>
        <w:jc w:val="right"/>
      </w:pPr>
    </w:p>
    <w:p w:rsidR="00B35309" w:rsidRPr="006339CA" w:rsidRDefault="00B35309" w:rsidP="007D00C4">
      <w:pPr>
        <w:jc w:val="right"/>
      </w:pPr>
    </w:p>
    <w:p w:rsidR="00B35309" w:rsidRDefault="00B35309" w:rsidP="007D00C4">
      <w:pPr>
        <w:jc w:val="center"/>
        <w:rPr>
          <w:b/>
          <w:color w:val="FFFFFF"/>
        </w:rPr>
      </w:pPr>
    </w:p>
    <w:p w:rsidR="00B35309" w:rsidRDefault="00B35309" w:rsidP="007D00C4">
      <w:pPr>
        <w:jc w:val="center"/>
        <w:rPr>
          <w:b/>
          <w:color w:val="FFFFFF"/>
        </w:rPr>
      </w:pPr>
      <w:r>
        <w:rPr>
          <w:b/>
          <w:color w:val="FFFFFF"/>
        </w:rPr>
        <w:t>З</w:t>
      </w:r>
    </w:p>
    <w:p w:rsidR="00B35309" w:rsidRDefault="00B35309" w:rsidP="00A23ED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61F4">
        <w:rPr>
          <w:rFonts w:ascii="Times New Roman" w:hAnsi="Times New Roman" w:cs="Times New Roman"/>
          <w:sz w:val="28"/>
          <w:szCs w:val="28"/>
        </w:rPr>
        <w:t xml:space="preserve">Закон Ульяновской области </w:t>
      </w:r>
    </w:p>
    <w:p w:rsidR="00B35309" w:rsidRPr="0030563F" w:rsidRDefault="00B35309" w:rsidP="007D00C4">
      <w:pPr>
        <w:jc w:val="center"/>
        <w:rPr>
          <w:b/>
          <w:color w:val="FFFFFF"/>
        </w:rPr>
      </w:pPr>
      <w:r w:rsidRPr="0030563F">
        <w:rPr>
          <w:b/>
          <w:color w:val="FFFFFF"/>
        </w:rPr>
        <w:t>ОВЙ ОБ</w:t>
      </w:r>
    </w:p>
    <w:p w:rsidR="00B35309" w:rsidRDefault="00B35309" w:rsidP="007D00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35309" w:rsidRDefault="00B35309" w:rsidP="007D00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61F4">
        <w:rPr>
          <w:rFonts w:ascii="Times New Roman" w:hAnsi="Times New Roman" w:cs="Times New Roman"/>
          <w:sz w:val="28"/>
          <w:szCs w:val="28"/>
        </w:rPr>
        <w:t xml:space="preserve">О внесении изменения в статью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061F4">
        <w:rPr>
          <w:rFonts w:ascii="Times New Roman" w:hAnsi="Times New Roman" w:cs="Times New Roman"/>
          <w:sz w:val="28"/>
          <w:szCs w:val="28"/>
        </w:rPr>
        <w:t xml:space="preserve"> Закона Ульяновской области </w:t>
      </w:r>
    </w:p>
    <w:p w:rsidR="00B35309" w:rsidRPr="00E97457" w:rsidRDefault="00B35309" w:rsidP="007D00C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97457">
        <w:rPr>
          <w:b/>
        </w:rPr>
        <w:t>«О транспортном налоге в Ульяновской области»</w:t>
      </w:r>
    </w:p>
    <w:p w:rsidR="00B35309" w:rsidRDefault="00B35309" w:rsidP="007D00C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B35309" w:rsidRDefault="00B35309" w:rsidP="00663FF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5309" w:rsidRDefault="00B35309" w:rsidP="00663FF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5309" w:rsidRPr="00F16B81" w:rsidRDefault="00B35309" w:rsidP="00663FF2">
      <w:pPr>
        <w:jc w:val="center"/>
        <w:rPr>
          <w:b/>
          <w:sz w:val="2"/>
        </w:rPr>
      </w:pPr>
    </w:p>
    <w:p w:rsidR="00B35309" w:rsidRDefault="00B35309" w:rsidP="00A23EDD">
      <w:pPr>
        <w:spacing w:line="360" w:lineRule="auto"/>
        <w:rPr>
          <w:b/>
        </w:rPr>
      </w:pPr>
      <w:r>
        <w:rPr>
          <w:b/>
        </w:rPr>
        <w:t xml:space="preserve">          </w:t>
      </w:r>
      <w:r w:rsidRPr="00FE4D7F">
        <w:rPr>
          <w:b/>
        </w:rPr>
        <w:t>Статья 1</w:t>
      </w:r>
    </w:p>
    <w:p w:rsidR="00B35309" w:rsidRDefault="00B35309" w:rsidP="007F1267">
      <w:pPr>
        <w:spacing w:line="360" w:lineRule="auto"/>
        <w:ind w:firstLine="709"/>
        <w:rPr>
          <w:b/>
        </w:rPr>
      </w:pPr>
    </w:p>
    <w:p w:rsidR="00B35309" w:rsidRDefault="00B35309" w:rsidP="007F1267">
      <w:pPr>
        <w:pStyle w:val="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3FAE">
        <w:rPr>
          <w:rFonts w:ascii="Times New Roman" w:hAnsi="Times New Roman"/>
          <w:sz w:val="28"/>
          <w:szCs w:val="28"/>
        </w:rPr>
        <w:t xml:space="preserve">Внести в </w:t>
      </w:r>
      <w:r>
        <w:rPr>
          <w:rFonts w:ascii="Times New Roman" w:hAnsi="Times New Roman"/>
          <w:sz w:val="28"/>
          <w:szCs w:val="28"/>
        </w:rPr>
        <w:t xml:space="preserve">часть 2 </w:t>
      </w:r>
      <w:r w:rsidRPr="003E3FAE">
        <w:rPr>
          <w:rFonts w:ascii="Times New Roman" w:hAnsi="Times New Roman"/>
          <w:sz w:val="28"/>
          <w:szCs w:val="28"/>
        </w:rPr>
        <w:t>стать</w:t>
      </w:r>
      <w:r>
        <w:rPr>
          <w:rFonts w:ascii="Times New Roman" w:hAnsi="Times New Roman"/>
          <w:sz w:val="28"/>
          <w:szCs w:val="28"/>
        </w:rPr>
        <w:t>и</w:t>
      </w:r>
      <w:r w:rsidRPr="003E3F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Pr="003E3FAE">
        <w:rPr>
          <w:rFonts w:ascii="Times New Roman" w:hAnsi="Times New Roman"/>
          <w:sz w:val="28"/>
          <w:szCs w:val="28"/>
        </w:rPr>
        <w:t xml:space="preserve"> Закона Ульяновской области от </w:t>
      </w:r>
      <w:r>
        <w:rPr>
          <w:rFonts w:ascii="Times New Roman" w:hAnsi="Times New Roman"/>
          <w:sz w:val="28"/>
          <w:szCs w:val="28"/>
        </w:rPr>
        <w:br/>
      </w:r>
      <w:r w:rsidRPr="003E3FAE">
        <w:rPr>
          <w:rFonts w:ascii="Times New Roman" w:hAnsi="Times New Roman"/>
          <w:sz w:val="28"/>
          <w:szCs w:val="28"/>
        </w:rPr>
        <w:t>6 сентября 2007 г</w:t>
      </w:r>
      <w:r>
        <w:rPr>
          <w:rFonts w:ascii="Times New Roman" w:hAnsi="Times New Roman"/>
          <w:sz w:val="28"/>
          <w:szCs w:val="28"/>
        </w:rPr>
        <w:t xml:space="preserve">ода </w:t>
      </w:r>
      <w:r w:rsidRPr="003E3FAE">
        <w:rPr>
          <w:rFonts w:ascii="Times New Roman" w:hAnsi="Times New Roman"/>
          <w:sz w:val="28"/>
          <w:szCs w:val="28"/>
        </w:rPr>
        <w:t xml:space="preserve">№ 130-ЗО «О транспортном налоге в Ульяновской области» </w:t>
      </w:r>
      <w:r w:rsidRPr="001E11E4">
        <w:rPr>
          <w:rFonts w:ascii="Times New Roman" w:hAnsi="Times New Roman"/>
          <w:sz w:val="28"/>
          <w:szCs w:val="28"/>
        </w:rPr>
        <w:t>(«Ульяновская правда» от 08.09.2007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11E4">
        <w:rPr>
          <w:rFonts w:ascii="Times New Roman" w:hAnsi="Times New Roman"/>
          <w:sz w:val="28"/>
          <w:szCs w:val="28"/>
        </w:rPr>
        <w:t>76; от 22.08.2008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11E4">
        <w:rPr>
          <w:rFonts w:ascii="Times New Roman" w:hAnsi="Times New Roman"/>
          <w:sz w:val="28"/>
          <w:szCs w:val="28"/>
        </w:rPr>
        <w:t xml:space="preserve">68; от 30.04.2009 </w:t>
      </w:r>
      <w:r>
        <w:rPr>
          <w:rFonts w:ascii="Times New Roman" w:hAnsi="Times New Roman"/>
          <w:sz w:val="28"/>
          <w:szCs w:val="28"/>
        </w:rPr>
        <w:br/>
      </w:r>
      <w:r w:rsidRPr="001E11E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11E4">
        <w:rPr>
          <w:rFonts w:ascii="Times New Roman" w:hAnsi="Times New Roman"/>
          <w:sz w:val="28"/>
          <w:szCs w:val="28"/>
        </w:rPr>
        <w:t>33; от 11.11.2009 № 90; от 06.10.2010 № 81; от 17.12.2010 № 103</w:t>
      </w:r>
      <w:r>
        <w:rPr>
          <w:rFonts w:ascii="Times New Roman" w:hAnsi="Times New Roman"/>
          <w:sz w:val="28"/>
          <w:szCs w:val="28"/>
        </w:rPr>
        <w:t>;</w:t>
      </w:r>
      <w:r w:rsidRPr="001E11E4">
        <w:rPr>
          <w:rFonts w:ascii="Times New Roman" w:hAnsi="Times New Roman"/>
          <w:sz w:val="28"/>
          <w:szCs w:val="28"/>
        </w:rPr>
        <w:t>от 06.04.2011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11E4">
        <w:rPr>
          <w:rFonts w:ascii="Times New Roman" w:hAnsi="Times New Roman"/>
          <w:sz w:val="28"/>
          <w:szCs w:val="28"/>
        </w:rPr>
        <w:t>36; от 11.05.2011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11E4">
        <w:rPr>
          <w:rFonts w:ascii="Times New Roman" w:hAnsi="Times New Roman"/>
          <w:sz w:val="28"/>
          <w:szCs w:val="28"/>
        </w:rPr>
        <w:t>50; от 12.08.2011 №89; от 12.10.2011 №115; от 02.03.2012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11E4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;</w:t>
      </w:r>
      <w:r w:rsidRPr="001E11E4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</w:t>
      </w:r>
      <w:r w:rsidRPr="001E11E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.06.</w:t>
      </w:r>
      <w:r w:rsidRPr="001E11E4">
        <w:rPr>
          <w:rFonts w:ascii="Times New Roman" w:hAnsi="Times New Roman"/>
          <w:sz w:val="28"/>
          <w:szCs w:val="28"/>
        </w:rPr>
        <w:t>2012</w:t>
      </w:r>
      <w:r>
        <w:rPr>
          <w:rFonts w:ascii="Times New Roman" w:hAnsi="Times New Roman"/>
          <w:sz w:val="28"/>
          <w:szCs w:val="28"/>
        </w:rPr>
        <w:t xml:space="preserve"> № </w:t>
      </w:r>
      <w:r w:rsidRPr="001E11E4">
        <w:rPr>
          <w:rFonts w:ascii="Times New Roman" w:hAnsi="Times New Roman"/>
          <w:sz w:val="28"/>
          <w:szCs w:val="28"/>
        </w:rPr>
        <w:t>59</w:t>
      </w:r>
      <w:r>
        <w:rPr>
          <w:rFonts w:ascii="Times New Roman" w:hAnsi="Times New Roman"/>
          <w:sz w:val="28"/>
          <w:szCs w:val="28"/>
        </w:rPr>
        <w:t xml:space="preserve">; </w:t>
      </w:r>
      <w:r w:rsidRPr="00C94A5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94A5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.10.</w:t>
      </w:r>
      <w:r w:rsidRPr="00C94A52">
        <w:rPr>
          <w:rFonts w:ascii="Times New Roman" w:hAnsi="Times New Roman" w:cs="Times New Roman"/>
          <w:sz w:val="28"/>
          <w:szCs w:val="28"/>
        </w:rPr>
        <w:t>2012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C94A52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; от 30.11.2012 № 133; </w:t>
      </w:r>
      <w:r>
        <w:rPr>
          <w:rFonts w:ascii="Times New Roman" w:hAnsi="Times New Roman" w:cs="Times New Roman"/>
          <w:sz w:val="28"/>
          <w:szCs w:val="28"/>
        </w:rPr>
        <w:br/>
        <w:t>от 06.03.2013 № 25; от 19.08.2013 № 97; от 07.09.2013 № 109</w:t>
      </w:r>
      <w:r w:rsidRPr="001E11E4">
        <w:rPr>
          <w:rFonts w:ascii="Times New Roman" w:hAnsi="Times New Roman"/>
          <w:sz w:val="28"/>
          <w:szCs w:val="28"/>
        </w:rPr>
        <w:t xml:space="preserve">) </w:t>
      </w:r>
      <w:r w:rsidRPr="003E3FA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е</w:t>
      </w:r>
      <w:r w:rsidRPr="003E3FA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заменив в ней слова «5 ноября» словами «1 октября». </w:t>
      </w:r>
    </w:p>
    <w:p w:rsidR="00B35309" w:rsidRDefault="00B35309" w:rsidP="007F126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</w:p>
    <w:p w:rsidR="00B35309" w:rsidRDefault="00B35309" w:rsidP="007F126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DB0A7E">
        <w:rPr>
          <w:b/>
        </w:rPr>
        <w:t>Статья 2</w:t>
      </w:r>
    </w:p>
    <w:p w:rsidR="00B35309" w:rsidRDefault="00B35309" w:rsidP="007F126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</w:p>
    <w:p w:rsidR="00B35309" w:rsidRDefault="00B35309" w:rsidP="00E7068C">
      <w:pPr>
        <w:tabs>
          <w:tab w:val="left" w:pos="1134"/>
          <w:tab w:val="left" w:pos="1418"/>
          <w:tab w:val="left" w:pos="1560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bookmarkStart w:id="0" w:name="_GoBack"/>
      <w:bookmarkEnd w:id="0"/>
      <w:r>
        <w:rPr>
          <w:lang w:eastAsia="en-US"/>
        </w:rPr>
        <w:t>Настоящий Закон вступает в силу с 1 января 2015 года.</w:t>
      </w:r>
    </w:p>
    <w:p w:rsidR="00B35309" w:rsidRDefault="00B35309" w:rsidP="007F1267">
      <w:pPr>
        <w:ind w:firstLine="709"/>
        <w:rPr>
          <w:color w:val="000000"/>
        </w:rPr>
      </w:pPr>
    </w:p>
    <w:p w:rsidR="00B35309" w:rsidRDefault="00B35309" w:rsidP="007F1267">
      <w:pPr>
        <w:ind w:firstLine="709"/>
        <w:rPr>
          <w:color w:val="000000"/>
        </w:rPr>
      </w:pPr>
    </w:p>
    <w:p w:rsidR="00B35309" w:rsidRPr="007F1267" w:rsidRDefault="00B35309" w:rsidP="00A27B7D">
      <w:pPr>
        <w:pStyle w:val="BodyText"/>
        <w:tabs>
          <w:tab w:val="left" w:pos="8100"/>
        </w:tabs>
        <w:jc w:val="left"/>
        <w:rPr>
          <w:b/>
          <w:szCs w:val="28"/>
        </w:rPr>
      </w:pPr>
      <w:r w:rsidRPr="007F1267">
        <w:rPr>
          <w:b/>
          <w:szCs w:val="28"/>
        </w:rPr>
        <w:t xml:space="preserve">Губернатор Ульяновской области                 </w:t>
      </w:r>
      <w:r>
        <w:rPr>
          <w:b/>
          <w:szCs w:val="28"/>
        </w:rPr>
        <w:t xml:space="preserve">        </w:t>
      </w:r>
      <w:r w:rsidRPr="007F1267">
        <w:rPr>
          <w:b/>
          <w:szCs w:val="28"/>
        </w:rPr>
        <w:t xml:space="preserve">                       </w:t>
      </w:r>
      <w:r>
        <w:rPr>
          <w:b/>
          <w:szCs w:val="28"/>
        </w:rPr>
        <w:t xml:space="preserve">      </w:t>
      </w:r>
      <w:r w:rsidRPr="007F1267">
        <w:rPr>
          <w:b/>
          <w:szCs w:val="28"/>
        </w:rPr>
        <w:t>С.И.Морозов</w:t>
      </w:r>
    </w:p>
    <w:p w:rsidR="00B35309" w:rsidRPr="007F1267" w:rsidRDefault="00B35309" w:rsidP="00A27B7D">
      <w:pPr>
        <w:jc w:val="center"/>
      </w:pPr>
    </w:p>
    <w:p w:rsidR="00B35309" w:rsidRDefault="00B35309" w:rsidP="007F1267">
      <w:pPr>
        <w:jc w:val="center"/>
      </w:pPr>
    </w:p>
    <w:p w:rsidR="00B35309" w:rsidRPr="00D34C13" w:rsidRDefault="00B35309" w:rsidP="007F1267">
      <w:pPr>
        <w:jc w:val="center"/>
      </w:pPr>
      <w:r w:rsidRPr="00D34C13">
        <w:t>г. Ульяновск</w:t>
      </w:r>
    </w:p>
    <w:p w:rsidR="00B35309" w:rsidRPr="00D34C13" w:rsidRDefault="00B35309" w:rsidP="007F1267">
      <w:pPr>
        <w:jc w:val="center"/>
      </w:pPr>
      <w:r>
        <w:t>26</w:t>
      </w:r>
      <w:r w:rsidRPr="00D34C13">
        <w:t xml:space="preserve"> </w:t>
      </w:r>
      <w:r>
        <w:t xml:space="preserve">марта </w:t>
      </w:r>
      <w:smartTag w:uri="urn:schemas-microsoft-com:office:smarttags" w:element="metricconverter">
        <w:smartTagPr>
          <w:attr w:name="ProductID" w:val="2014 г"/>
        </w:smartTagPr>
        <w:r w:rsidRPr="00D34C13">
          <w:t>201</w:t>
        </w:r>
        <w:r>
          <w:t>4</w:t>
        </w:r>
        <w:r w:rsidRPr="00D34C13">
          <w:t xml:space="preserve"> г</w:t>
        </w:r>
      </w:smartTag>
      <w:r w:rsidRPr="00D34C13">
        <w:t>.</w:t>
      </w:r>
    </w:p>
    <w:p w:rsidR="00B35309" w:rsidRDefault="00B35309" w:rsidP="007F1267">
      <w:pPr>
        <w:jc w:val="center"/>
      </w:pPr>
      <w:r w:rsidRPr="00D34C13">
        <w:t>№</w:t>
      </w:r>
      <w:r>
        <w:t xml:space="preserve"> 44</w:t>
      </w:r>
      <w:r w:rsidRPr="00D34C13">
        <w:t>-ЗО</w:t>
      </w:r>
    </w:p>
    <w:sectPr w:rsidR="00B35309" w:rsidSect="00E7068C">
      <w:headerReference w:type="even" r:id="rId7"/>
      <w:headerReference w:type="default" r:id="rId8"/>
      <w:pgSz w:w="11906" w:h="16838" w:code="9"/>
      <w:pgMar w:top="1135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309" w:rsidRDefault="00B35309">
      <w:r>
        <w:separator/>
      </w:r>
    </w:p>
  </w:endnote>
  <w:endnote w:type="continuationSeparator" w:id="0">
    <w:p w:rsidR="00B35309" w:rsidRDefault="00B35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309" w:rsidRDefault="00B35309">
      <w:r>
        <w:separator/>
      </w:r>
    </w:p>
  </w:footnote>
  <w:footnote w:type="continuationSeparator" w:id="0">
    <w:p w:rsidR="00B35309" w:rsidRDefault="00B353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309" w:rsidRDefault="00B35309" w:rsidP="00F141A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5309" w:rsidRDefault="00B3530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309" w:rsidRDefault="00B35309" w:rsidP="004B0D99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31F31"/>
    <w:multiLevelType w:val="hybridMultilevel"/>
    <w:tmpl w:val="AB7E8C76"/>
    <w:lvl w:ilvl="0" w:tplc="14844D3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526F2392"/>
    <w:multiLevelType w:val="hybridMultilevel"/>
    <w:tmpl w:val="B2E456AA"/>
    <w:lvl w:ilvl="0" w:tplc="7B72690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61E56C6F"/>
    <w:multiLevelType w:val="hybridMultilevel"/>
    <w:tmpl w:val="F2A4FF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533253B"/>
    <w:multiLevelType w:val="hybridMultilevel"/>
    <w:tmpl w:val="63204C9C"/>
    <w:lvl w:ilvl="0" w:tplc="08BA1F7C">
      <w:start w:val="1"/>
      <w:numFmt w:val="decimal"/>
      <w:lvlText w:val="%1)"/>
      <w:lvlJc w:val="left"/>
      <w:pPr>
        <w:tabs>
          <w:tab w:val="num" w:pos="1776"/>
        </w:tabs>
        <w:ind w:left="1776" w:hanging="10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7833"/>
    <w:rsid w:val="000061F1"/>
    <w:rsid w:val="000215B0"/>
    <w:rsid w:val="0003220D"/>
    <w:rsid w:val="0003479A"/>
    <w:rsid w:val="000427A2"/>
    <w:rsid w:val="00051558"/>
    <w:rsid w:val="000558BB"/>
    <w:rsid w:val="00060F98"/>
    <w:rsid w:val="000761CA"/>
    <w:rsid w:val="0008103A"/>
    <w:rsid w:val="000909EA"/>
    <w:rsid w:val="000A4571"/>
    <w:rsid w:val="000D6E1E"/>
    <w:rsid w:val="000E4F7F"/>
    <w:rsid w:val="000F6B58"/>
    <w:rsid w:val="000F7481"/>
    <w:rsid w:val="00102038"/>
    <w:rsid w:val="00105C19"/>
    <w:rsid w:val="0010743C"/>
    <w:rsid w:val="00113C6A"/>
    <w:rsid w:val="00132A52"/>
    <w:rsid w:val="00154888"/>
    <w:rsid w:val="001557CE"/>
    <w:rsid w:val="001607ED"/>
    <w:rsid w:val="0018159B"/>
    <w:rsid w:val="001A2B28"/>
    <w:rsid w:val="001D08A4"/>
    <w:rsid w:val="001D2F49"/>
    <w:rsid w:val="001E11E4"/>
    <w:rsid w:val="001E1454"/>
    <w:rsid w:val="00210540"/>
    <w:rsid w:val="00212C96"/>
    <w:rsid w:val="002204B1"/>
    <w:rsid w:val="00223955"/>
    <w:rsid w:val="00240404"/>
    <w:rsid w:val="00243276"/>
    <w:rsid w:val="0024395D"/>
    <w:rsid w:val="00260CC9"/>
    <w:rsid w:val="00281BD7"/>
    <w:rsid w:val="002A0A9F"/>
    <w:rsid w:val="002A3AC7"/>
    <w:rsid w:val="002D0928"/>
    <w:rsid w:val="002D66B9"/>
    <w:rsid w:val="002E75B6"/>
    <w:rsid w:val="002F2108"/>
    <w:rsid w:val="002F3924"/>
    <w:rsid w:val="00300DE3"/>
    <w:rsid w:val="003015CA"/>
    <w:rsid w:val="0030563F"/>
    <w:rsid w:val="0031109F"/>
    <w:rsid w:val="00323E3C"/>
    <w:rsid w:val="00334218"/>
    <w:rsid w:val="00335189"/>
    <w:rsid w:val="00341782"/>
    <w:rsid w:val="003572CC"/>
    <w:rsid w:val="00357B98"/>
    <w:rsid w:val="003643C2"/>
    <w:rsid w:val="0037016B"/>
    <w:rsid w:val="00372157"/>
    <w:rsid w:val="003822D1"/>
    <w:rsid w:val="0038526D"/>
    <w:rsid w:val="00386D2F"/>
    <w:rsid w:val="00391E34"/>
    <w:rsid w:val="0039504B"/>
    <w:rsid w:val="003E3FAE"/>
    <w:rsid w:val="003F5F5F"/>
    <w:rsid w:val="00406E1E"/>
    <w:rsid w:val="0041384F"/>
    <w:rsid w:val="0041671A"/>
    <w:rsid w:val="00421BAE"/>
    <w:rsid w:val="00424F44"/>
    <w:rsid w:val="00425E1B"/>
    <w:rsid w:val="00430785"/>
    <w:rsid w:val="00442D06"/>
    <w:rsid w:val="0044378B"/>
    <w:rsid w:val="00450970"/>
    <w:rsid w:val="00452F77"/>
    <w:rsid w:val="004656CD"/>
    <w:rsid w:val="004841B2"/>
    <w:rsid w:val="00485DC0"/>
    <w:rsid w:val="00495FBB"/>
    <w:rsid w:val="004A3E34"/>
    <w:rsid w:val="004B0D99"/>
    <w:rsid w:val="004B21B3"/>
    <w:rsid w:val="004B39A9"/>
    <w:rsid w:val="004B5ACC"/>
    <w:rsid w:val="004D1949"/>
    <w:rsid w:val="004D2950"/>
    <w:rsid w:val="004D69DF"/>
    <w:rsid w:val="004F2FFE"/>
    <w:rsid w:val="0051085B"/>
    <w:rsid w:val="00535059"/>
    <w:rsid w:val="00544F49"/>
    <w:rsid w:val="00546357"/>
    <w:rsid w:val="00552A3D"/>
    <w:rsid w:val="005601A3"/>
    <w:rsid w:val="00560C7B"/>
    <w:rsid w:val="0058090D"/>
    <w:rsid w:val="005852D3"/>
    <w:rsid w:val="00594C28"/>
    <w:rsid w:val="005A4A52"/>
    <w:rsid w:val="005B1CE4"/>
    <w:rsid w:val="005B36F5"/>
    <w:rsid w:val="00606BF6"/>
    <w:rsid w:val="00616A1A"/>
    <w:rsid w:val="00617341"/>
    <w:rsid w:val="0062527E"/>
    <w:rsid w:val="006339CA"/>
    <w:rsid w:val="00645F97"/>
    <w:rsid w:val="00647BD6"/>
    <w:rsid w:val="00657826"/>
    <w:rsid w:val="00663FF2"/>
    <w:rsid w:val="006669C2"/>
    <w:rsid w:val="006B7A16"/>
    <w:rsid w:val="006D706C"/>
    <w:rsid w:val="006E6EF4"/>
    <w:rsid w:val="00715DAF"/>
    <w:rsid w:val="00724942"/>
    <w:rsid w:val="00736571"/>
    <w:rsid w:val="007B4509"/>
    <w:rsid w:val="007B58AF"/>
    <w:rsid w:val="007C2403"/>
    <w:rsid w:val="007C44DB"/>
    <w:rsid w:val="007D00C4"/>
    <w:rsid w:val="007F1267"/>
    <w:rsid w:val="0080431D"/>
    <w:rsid w:val="00806155"/>
    <w:rsid w:val="0087089C"/>
    <w:rsid w:val="00881778"/>
    <w:rsid w:val="008866E8"/>
    <w:rsid w:val="00895C39"/>
    <w:rsid w:val="008A12C5"/>
    <w:rsid w:val="008A2D64"/>
    <w:rsid w:val="008A58C7"/>
    <w:rsid w:val="008B08AD"/>
    <w:rsid w:val="008B2617"/>
    <w:rsid w:val="008C55E5"/>
    <w:rsid w:val="008C760A"/>
    <w:rsid w:val="008D27EB"/>
    <w:rsid w:val="008D32E2"/>
    <w:rsid w:val="008F1872"/>
    <w:rsid w:val="0090027F"/>
    <w:rsid w:val="00923DE9"/>
    <w:rsid w:val="00931508"/>
    <w:rsid w:val="009547B9"/>
    <w:rsid w:val="00960138"/>
    <w:rsid w:val="00966431"/>
    <w:rsid w:val="00971134"/>
    <w:rsid w:val="00980ABB"/>
    <w:rsid w:val="00980D4C"/>
    <w:rsid w:val="00981098"/>
    <w:rsid w:val="00981F41"/>
    <w:rsid w:val="00987BFB"/>
    <w:rsid w:val="00991F51"/>
    <w:rsid w:val="00991F63"/>
    <w:rsid w:val="009A0313"/>
    <w:rsid w:val="009B1458"/>
    <w:rsid w:val="009B56CF"/>
    <w:rsid w:val="009D3F35"/>
    <w:rsid w:val="009D64D5"/>
    <w:rsid w:val="009F52B3"/>
    <w:rsid w:val="009F5D1F"/>
    <w:rsid w:val="00A01A9E"/>
    <w:rsid w:val="00A03A70"/>
    <w:rsid w:val="00A04E18"/>
    <w:rsid w:val="00A15CEB"/>
    <w:rsid w:val="00A1661A"/>
    <w:rsid w:val="00A21F0B"/>
    <w:rsid w:val="00A23EDD"/>
    <w:rsid w:val="00A241A8"/>
    <w:rsid w:val="00A27390"/>
    <w:rsid w:val="00A27B7D"/>
    <w:rsid w:val="00A30483"/>
    <w:rsid w:val="00A4464C"/>
    <w:rsid w:val="00A71A84"/>
    <w:rsid w:val="00A92F44"/>
    <w:rsid w:val="00AA0AED"/>
    <w:rsid w:val="00AA2A67"/>
    <w:rsid w:val="00AB4A50"/>
    <w:rsid w:val="00B0713D"/>
    <w:rsid w:val="00B111D9"/>
    <w:rsid w:val="00B13C6E"/>
    <w:rsid w:val="00B13F8C"/>
    <w:rsid w:val="00B35309"/>
    <w:rsid w:val="00B37833"/>
    <w:rsid w:val="00B55CE9"/>
    <w:rsid w:val="00B93DE6"/>
    <w:rsid w:val="00BB4E98"/>
    <w:rsid w:val="00BC3570"/>
    <w:rsid w:val="00BE2FF1"/>
    <w:rsid w:val="00BF5E83"/>
    <w:rsid w:val="00C2453A"/>
    <w:rsid w:val="00C3449A"/>
    <w:rsid w:val="00C44EBB"/>
    <w:rsid w:val="00C47B3C"/>
    <w:rsid w:val="00C66748"/>
    <w:rsid w:val="00C843CF"/>
    <w:rsid w:val="00C859BA"/>
    <w:rsid w:val="00C872F6"/>
    <w:rsid w:val="00C94A52"/>
    <w:rsid w:val="00CA114C"/>
    <w:rsid w:val="00CA6FA7"/>
    <w:rsid w:val="00CB25C4"/>
    <w:rsid w:val="00CC0F21"/>
    <w:rsid w:val="00CD7B32"/>
    <w:rsid w:val="00CE10B2"/>
    <w:rsid w:val="00CF2A3F"/>
    <w:rsid w:val="00CF472C"/>
    <w:rsid w:val="00D14A0C"/>
    <w:rsid w:val="00D31420"/>
    <w:rsid w:val="00D34C13"/>
    <w:rsid w:val="00D72DE0"/>
    <w:rsid w:val="00DA011D"/>
    <w:rsid w:val="00DB0A7E"/>
    <w:rsid w:val="00DC0AB9"/>
    <w:rsid w:val="00DC4769"/>
    <w:rsid w:val="00DC6124"/>
    <w:rsid w:val="00DE5E2D"/>
    <w:rsid w:val="00DF5735"/>
    <w:rsid w:val="00DF7CEC"/>
    <w:rsid w:val="00E00E6D"/>
    <w:rsid w:val="00E061F4"/>
    <w:rsid w:val="00E1692C"/>
    <w:rsid w:val="00E33DE6"/>
    <w:rsid w:val="00E4491C"/>
    <w:rsid w:val="00E5750E"/>
    <w:rsid w:val="00E663AB"/>
    <w:rsid w:val="00E7068C"/>
    <w:rsid w:val="00E80568"/>
    <w:rsid w:val="00E8171A"/>
    <w:rsid w:val="00E82C82"/>
    <w:rsid w:val="00E96A92"/>
    <w:rsid w:val="00E97457"/>
    <w:rsid w:val="00EC1A55"/>
    <w:rsid w:val="00ED0A4C"/>
    <w:rsid w:val="00ED70B5"/>
    <w:rsid w:val="00EE2207"/>
    <w:rsid w:val="00EF732E"/>
    <w:rsid w:val="00EF785C"/>
    <w:rsid w:val="00F07EEB"/>
    <w:rsid w:val="00F121C0"/>
    <w:rsid w:val="00F141AD"/>
    <w:rsid w:val="00F1515A"/>
    <w:rsid w:val="00F16B81"/>
    <w:rsid w:val="00F21477"/>
    <w:rsid w:val="00F30064"/>
    <w:rsid w:val="00F602FE"/>
    <w:rsid w:val="00F61B5A"/>
    <w:rsid w:val="00F67EBA"/>
    <w:rsid w:val="00F805DB"/>
    <w:rsid w:val="00F81E68"/>
    <w:rsid w:val="00F857F8"/>
    <w:rsid w:val="00F97469"/>
    <w:rsid w:val="00FA5236"/>
    <w:rsid w:val="00FD316C"/>
    <w:rsid w:val="00FD79F5"/>
    <w:rsid w:val="00FE4D7F"/>
    <w:rsid w:val="00FF4B37"/>
    <w:rsid w:val="00FF6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833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67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6748"/>
    <w:rPr>
      <w:rFonts w:ascii="Arial" w:hAnsi="Arial" w:cs="Arial"/>
      <w:b/>
      <w:bCs/>
      <w:color w:val="26282F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1607ED"/>
    <w:pPr>
      <w:ind w:right="-2"/>
      <w:jc w:val="both"/>
    </w:pPr>
    <w:rPr>
      <w:bCs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rsid w:val="00D14A0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D14A0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307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Footer">
    <w:name w:val="footer"/>
    <w:basedOn w:val="Normal"/>
    <w:link w:val="FooterChar"/>
    <w:uiPriority w:val="99"/>
    <w:rsid w:val="004B0D9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60138"/>
    <w:rPr>
      <w:rFonts w:cs="Times New Roman"/>
      <w:sz w:val="28"/>
      <w:szCs w:val="28"/>
    </w:rPr>
  </w:style>
  <w:style w:type="paragraph" w:customStyle="1" w:styleId="ConsPlusTitle">
    <w:name w:val="ConsPlusTitle"/>
    <w:uiPriority w:val="99"/>
    <w:rsid w:val="0030563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30563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Прижатый влево"/>
    <w:basedOn w:val="Normal"/>
    <w:next w:val="Normal"/>
    <w:uiPriority w:val="99"/>
    <w:rsid w:val="00C94A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141</Words>
  <Characters>804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kovaleva</dc:creator>
  <cp:keywords/>
  <dc:description/>
  <cp:lastModifiedBy>user</cp:lastModifiedBy>
  <cp:revision>4</cp:revision>
  <cp:lastPrinted>2014-03-25T10:24:00Z</cp:lastPrinted>
  <dcterms:created xsi:type="dcterms:W3CDTF">2014-03-25T10:19:00Z</dcterms:created>
  <dcterms:modified xsi:type="dcterms:W3CDTF">2014-03-31T06:46:00Z</dcterms:modified>
</cp:coreProperties>
</file>