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53" w:rsidRDefault="006F2F53" w:rsidP="006966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6F2F53" w:rsidRDefault="006F2F53" w:rsidP="006966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2F53" w:rsidRDefault="006F2F53" w:rsidP="006966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2F53" w:rsidRDefault="006F2F53" w:rsidP="006966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2F53" w:rsidRPr="00E47440" w:rsidRDefault="006F2F53" w:rsidP="006966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F2F53" w:rsidRDefault="006F2F53" w:rsidP="00E474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47440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отдельные законодательные акты </w:t>
      </w:r>
    </w:p>
    <w:p w:rsidR="006F2F53" w:rsidRPr="00E47440" w:rsidRDefault="006F2F53" w:rsidP="00E474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47440">
        <w:rPr>
          <w:rFonts w:ascii="Times New Roman" w:hAnsi="Times New Roman"/>
          <w:bCs w:val="0"/>
          <w:sz w:val="28"/>
          <w:szCs w:val="28"/>
        </w:rPr>
        <w:t>Ульяновской области</w:t>
      </w:r>
    </w:p>
    <w:p w:rsidR="006F2F53" w:rsidRDefault="006F2F53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6F2F53" w:rsidRDefault="006F2F53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6F2F53" w:rsidRDefault="006F2F53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6F2F53" w:rsidRDefault="006F2F53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6F2F53" w:rsidRDefault="006F2F53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6F2F53" w:rsidRPr="00571966" w:rsidRDefault="006F2F53" w:rsidP="00696687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2"/>
          <w:szCs w:val="36"/>
        </w:rPr>
      </w:pPr>
    </w:p>
    <w:p w:rsidR="006F2F53" w:rsidRPr="00B23950" w:rsidRDefault="006F2F53" w:rsidP="00571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3950">
        <w:rPr>
          <w:rFonts w:ascii="Times New Roman" w:hAnsi="Times New Roman"/>
          <w:b/>
          <w:bCs/>
          <w:sz w:val="28"/>
          <w:szCs w:val="28"/>
          <w:lang w:eastAsia="ru-RU"/>
        </w:rPr>
        <w:t>Статья 1</w:t>
      </w:r>
    </w:p>
    <w:p w:rsidR="006F2F53" w:rsidRDefault="006F2F53" w:rsidP="00571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F2F53" w:rsidRPr="00942BCD" w:rsidRDefault="006F2F53" w:rsidP="00571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F2F53" w:rsidRDefault="006F2F53" w:rsidP="00571966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Внести в часть 2 статьи 3 </w:t>
      </w:r>
      <w:r>
        <w:rPr>
          <w:rFonts w:ascii="Times New Roman" w:hAnsi="Times New Roman"/>
          <w:sz w:val="28"/>
          <w:szCs w:val="28"/>
          <w:lang w:eastAsia="ru-RU"/>
        </w:rPr>
        <w:t>Закона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Ульяновской области от 30 декабря 2005 года № 158-ЗО «О системе исполнительных органов государственной власти Ульяновской области» («Ульяновская правда» от 06.01.2006 № 1; </w:t>
      </w:r>
      <w:r>
        <w:rPr>
          <w:rFonts w:ascii="Times New Roman" w:hAnsi="Times New Roman"/>
          <w:sz w:val="28"/>
          <w:szCs w:val="28"/>
          <w:lang w:eastAsia="ru-RU"/>
        </w:rPr>
        <w:br/>
        <w:t>от 08.11.2006 № 86; от 08.07.2011 № 74; от 08.07.2013 № 73) изменение, заменив в пункте 4 слово «управления» словами «управления (главные управления)».</w:t>
      </w:r>
    </w:p>
    <w:p w:rsidR="006F2F53" w:rsidRPr="00571966" w:rsidRDefault="006F2F53" w:rsidP="00D24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6"/>
          <w:szCs w:val="28"/>
          <w:lang w:eastAsia="ru-RU"/>
        </w:rPr>
      </w:pPr>
    </w:p>
    <w:p w:rsidR="006F2F53" w:rsidRPr="00942BCD" w:rsidRDefault="006F2F53" w:rsidP="00D24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F2F53" w:rsidRPr="00B23950" w:rsidRDefault="006F2F53" w:rsidP="00D24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395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</w:p>
    <w:p w:rsidR="006F2F53" w:rsidRPr="00942BCD" w:rsidRDefault="006F2F53" w:rsidP="00D24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F2F53" w:rsidRDefault="006F2F53" w:rsidP="00D249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F2F53" w:rsidRDefault="006F2F53" w:rsidP="00571966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Внести в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Р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>еестр должностей государственной гражданской служ</w:t>
      </w:r>
      <w:r>
        <w:rPr>
          <w:rFonts w:ascii="Times New Roman" w:hAnsi="Times New Roman"/>
          <w:bCs/>
          <w:sz w:val="28"/>
          <w:szCs w:val="28"/>
          <w:lang w:eastAsia="ru-RU"/>
        </w:rPr>
        <w:t>бы Ульяновской области, утверждё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>нн</w:t>
      </w:r>
      <w:r>
        <w:rPr>
          <w:rFonts w:ascii="Times New Roman" w:hAnsi="Times New Roman"/>
          <w:bCs/>
          <w:sz w:val="28"/>
          <w:szCs w:val="28"/>
          <w:lang w:eastAsia="ru-RU"/>
        </w:rPr>
        <w:t>ый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Законом Ульяновской области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от 19 декабря 2006 года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212-ЗО </w:t>
      </w: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>О Реестре должностей государственной гражданской службы Ульяновской области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(«Ульяновская правда» </w:t>
      </w:r>
      <w:r>
        <w:rPr>
          <w:rFonts w:ascii="Times New Roman" w:hAnsi="Times New Roman"/>
          <w:sz w:val="28"/>
          <w:szCs w:val="28"/>
        </w:rPr>
        <w:br/>
        <w:t xml:space="preserve">от 23.12.2006 № 107-108; от 12.09.2007 № 77; от 07.12.2007 № 105; </w:t>
      </w:r>
      <w:r>
        <w:rPr>
          <w:rFonts w:ascii="Times New Roman" w:hAnsi="Times New Roman"/>
          <w:sz w:val="28"/>
          <w:szCs w:val="28"/>
        </w:rPr>
        <w:br/>
        <w:t xml:space="preserve">от 22.12.2007 № 110; от 23.04.2008 № 35; от 08.05.2008 № 38; от 19.12.2008 </w:t>
      </w:r>
      <w:r>
        <w:rPr>
          <w:rFonts w:ascii="Times New Roman" w:hAnsi="Times New Roman"/>
          <w:sz w:val="28"/>
          <w:szCs w:val="28"/>
        </w:rPr>
        <w:br/>
        <w:t xml:space="preserve">№ 103; от 04.12.2009 № 97; от 05.02.2010 № 9; от 07.04.2010 № 25; </w:t>
      </w:r>
      <w:r>
        <w:rPr>
          <w:rFonts w:ascii="Times New Roman" w:hAnsi="Times New Roman"/>
          <w:sz w:val="28"/>
          <w:szCs w:val="28"/>
        </w:rPr>
        <w:br/>
        <w:t xml:space="preserve">от 12.05.2010 № 35-36; от 08.12.2010 № 100; от 12.10.2011 № 115; от 28.12.2011 </w:t>
      </w:r>
      <w:r>
        <w:rPr>
          <w:rFonts w:ascii="Times New Roman" w:hAnsi="Times New Roman"/>
          <w:sz w:val="28"/>
          <w:szCs w:val="28"/>
        </w:rPr>
        <w:br/>
        <w:t xml:space="preserve">№ 147; от 27.04.2012 № 44; от 07.09.2012 № 97; от 26.12.2012 № 145; </w:t>
      </w:r>
      <w:r>
        <w:rPr>
          <w:rFonts w:ascii="Times New Roman" w:hAnsi="Times New Roman"/>
          <w:sz w:val="28"/>
          <w:szCs w:val="28"/>
        </w:rPr>
        <w:br/>
        <w:t>от 08.05.2013 № 48;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от 07.09.2013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109; от 11.11.2013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144; от 20.12.2013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№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169; от 28.12.2013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173; от 10.07.2014 </w:t>
      </w:r>
      <w:r>
        <w:rPr>
          <w:rFonts w:ascii="Times New Roman" w:hAnsi="Times New Roman"/>
          <w:bCs/>
          <w:sz w:val="28"/>
          <w:szCs w:val="28"/>
          <w:lang w:eastAsia="ru-RU"/>
        </w:rPr>
        <w:t>№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 xml:space="preserve"> 98</w:t>
      </w:r>
      <w:r>
        <w:rPr>
          <w:rFonts w:ascii="Times New Roman" w:hAnsi="Times New Roman"/>
          <w:bCs/>
          <w:sz w:val="28"/>
          <w:szCs w:val="28"/>
          <w:lang w:eastAsia="ru-RU"/>
        </w:rPr>
        <w:t>; от 09.10.2014 № 149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hAnsi="Times New Roman"/>
          <w:bCs/>
          <w:sz w:val="28"/>
          <w:szCs w:val="28"/>
          <w:lang w:eastAsia="ru-RU"/>
        </w:rPr>
        <w:t>, следующие изменения</w:t>
      </w:r>
      <w:r w:rsidRPr="00E47440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6F2F53" w:rsidRDefault="006F2F53" w:rsidP="0057196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1) в разделе 4:</w:t>
      </w:r>
    </w:p>
    <w:p w:rsidR="006F2F53" w:rsidRDefault="006F2F53" w:rsidP="0057196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а) наименование после слова «инспекции» дополнить словами </w:t>
      </w:r>
      <w:r>
        <w:rPr>
          <w:rFonts w:ascii="Times New Roman" w:hAnsi="Times New Roman"/>
          <w:bCs/>
          <w:sz w:val="28"/>
          <w:szCs w:val="28"/>
          <w:lang w:eastAsia="ru-RU"/>
        </w:rPr>
        <w:br/>
        <w:t>«и территориального органа органа исполнительной власти Ульяновской области»;</w:t>
      </w:r>
    </w:p>
    <w:p w:rsidR="006F2F53" w:rsidRDefault="006F2F53" w:rsidP="0057196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б) в подразделе 1:</w:t>
      </w:r>
    </w:p>
    <w:p w:rsidR="006F2F53" w:rsidRDefault="006F2F53" w:rsidP="00571966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строку 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Заместитель министра Ульяновской области, за исключением Главной государственной инспекции*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4-1-1-47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6F2F53" w:rsidRDefault="006F2F53" w:rsidP="00456BA4">
      <w:pPr>
        <w:pStyle w:val="21"/>
        <w:spacing w:before="120" w:after="120" w:line="240" w:lineRule="auto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Заместитель министра Ульяновской области*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4-1-1-47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»;</w:t>
            </w:r>
          </w:p>
        </w:tc>
      </w:tr>
    </w:tbl>
    <w:p w:rsidR="006F2F53" w:rsidRDefault="006F2F53" w:rsidP="00B23950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строку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Руководитель органа исполнительной власти:</w:t>
            </w:r>
          </w:p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директор департамента, председатель комитета, начальник управления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4-1-1-48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6F2F53" w:rsidRDefault="006F2F53" w:rsidP="00A22017">
      <w:pPr>
        <w:pStyle w:val="21"/>
        <w:spacing w:before="120" w:after="120" w:line="240" w:lineRule="auto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Руководитель органа исполнительной власти:</w:t>
            </w:r>
          </w:p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директор департамента, председатель комитета, начальник главного управления, начальник управления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4-1-1-48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»;</w:t>
            </w:r>
          </w:p>
        </w:tc>
      </w:tr>
    </w:tbl>
    <w:p w:rsidR="006F2F53" w:rsidRDefault="006F2F53" w:rsidP="00B23950">
      <w:pPr>
        <w:pStyle w:val="21"/>
        <w:spacing w:before="120" w:after="120" w:line="240" w:lineRule="auto"/>
        <w:ind w:firstLine="709"/>
        <w:rPr>
          <w:szCs w:val="28"/>
        </w:rPr>
      </w:pPr>
      <w:r>
        <w:rPr>
          <w:szCs w:val="28"/>
        </w:rPr>
        <w:t>строку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Директор департамента в министерстве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4-1-2-50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6F2F53" w:rsidRDefault="006F2F53" w:rsidP="00727D02">
      <w:pPr>
        <w:pStyle w:val="21"/>
        <w:spacing w:before="120"/>
        <w:ind w:firstLine="0"/>
        <w:rPr>
          <w:szCs w:val="28"/>
        </w:rPr>
      </w:pPr>
      <w:r>
        <w:rPr>
          <w:szCs w:val="28"/>
        </w:rPr>
        <w:t>после слова «министерстве» дополнить словами «, главном управлении»;</w:t>
      </w:r>
    </w:p>
    <w:p w:rsidR="006F2F53" w:rsidRDefault="006F2F53" w:rsidP="00B23950">
      <w:pPr>
        <w:pStyle w:val="21"/>
        <w:spacing w:after="120" w:line="240" w:lineRule="auto"/>
        <w:ind w:firstLine="709"/>
        <w:rPr>
          <w:szCs w:val="28"/>
        </w:rPr>
      </w:pPr>
      <w:r>
        <w:rPr>
          <w:szCs w:val="28"/>
        </w:rPr>
        <w:t>строку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Заместитель директора департамента в министерстве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4-1-2-51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6F2F53" w:rsidRDefault="006F2F53" w:rsidP="00A22017">
      <w:pPr>
        <w:pStyle w:val="21"/>
        <w:spacing w:before="120" w:line="240" w:lineRule="auto"/>
        <w:ind w:firstLine="0"/>
        <w:rPr>
          <w:szCs w:val="28"/>
        </w:rPr>
      </w:pPr>
      <w:r>
        <w:rPr>
          <w:szCs w:val="28"/>
        </w:rPr>
        <w:t>после слова «министерстве» дополнить словами «, главном управлении»;</w:t>
      </w:r>
    </w:p>
    <w:p w:rsidR="006F2F53" w:rsidRDefault="006F2F53" w:rsidP="00B23950">
      <w:pPr>
        <w:pStyle w:val="21"/>
        <w:spacing w:before="120" w:after="120" w:line="240" w:lineRule="auto"/>
        <w:ind w:firstLine="709"/>
        <w:rPr>
          <w:szCs w:val="28"/>
        </w:rPr>
      </w:pPr>
      <w:r>
        <w:rPr>
          <w:szCs w:val="28"/>
        </w:rPr>
        <w:t>строки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Руководитель территориального органа органа исполнительной власти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4-1-3-53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4" w:type="dxa"/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Заместитель руководителя территориального органа органа исполнительной власти</w:t>
            </w:r>
          </w:p>
        </w:tc>
        <w:tc>
          <w:tcPr>
            <w:tcW w:w="1987" w:type="dxa"/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4-1-3-53</w:t>
            </w:r>
            <w:r w:rsidRPr="00D0705C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  <w:vAlign w:val="bottom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6F2F53" w:rsidRDefault="006F2F53" w:rsidP="00571966">
      <w:pPr>
        <w:pStyle w:val="21"/>
        <w:spacing w:before="120" w:line="600" w:lineRule="auto"/>
        <w:ind w:firstLine="0"/>
        <w:rPr>
          <w:szCs w:val="28"/>
        </w:rPr>
      </w:pPr>
      <w:r>
        <w:rPr>
          <w:szCs w:val="28"/>
        </w:rPr>
        <w:t>исключить;</w:t>
      </w:r>
    </w:p>
    <w:p w:rsidR="006F2F53" w:rsidRDefault="006F2F53" w:rsidP="00571966">
      <w:pPr>
        <w:pStyle w:val="21"/>
        <w:spacing w:after="120"/>
        <w:ind w:firstLine="709"/>
        <w:rPr>
          <w:szCs w:val="28"/>
        </w:rPr>
      </w:pPr>
      <w:r>
        <w:rPr>
          <w:szCs w:val="28"/>
        </w:rPr>
        <w:t>строку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Начальник отдела: в министерстве, департаменте, управлении, комитете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4-1-3-54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  <w:vAlign w:val="bottom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6F2F53" w:rsidRDefault="006F2F53" w:rsidP="002B022F">
      <w:pPr>
        <w:pStyle w:val="21"/>
        <w:spacing w:before="120" w:after="120" w:line="240" w:lineRule="auto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Начальник отдела: в министерстве, департаменте, комитете, главном управлении, управлении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4-1-3-54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  <w:vAlign w:val="bottom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»;</w:t>
            </w:r>
          </w:p>
        </w:tc>
      </w:tr>
    </w:tbl>
    <w:p w:rsidR="006F2F53" w:rsidRDefault="006F2F53" w:rsidP="00B23950">
      <w:pPr>
        <w:pStyle w:val="21"/>
        <w:spacing w:before="120" w:after="120" w:line="240" w:lineRule="auto"/>
        <w:ind w:firstLine="709"/>
        <w:rPr>
          <w:szCs w:val="28"/>
        </w:rPr>
      </w:pPr>
      <w:r>
        <w:rPr>
          <w:szCs w:val="28"/>
        </w:rPr>
        <w:t>в) в строке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6944"/>
        <w:gridCol w:w="1987"/>
        <w:gridCol w:w="469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944" w:type="dxa"/>
            <w:vAlign w:val="center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Начальник отдела в территориальном органе, департаменте органа исполнительной власти</w:t>
            </w:r>
          </w:p>
        </w:tc>
        <w:tc>
          <w:tcPr>
            <w:tcW w:w="1987" w:type="dxa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4-3-3-57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  <w:vAlign w:val="bottom"/>
          </w:tcPr>
          <w:p w:rsidR="006F2F53" w:rsidRPr="00D0705C" w:rsidRDefault="006F2F53" w:rsidP="00D07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705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6F2F53" w:rsidRDefault="006F2F53" w:rsidP="00727D02">
      <w:pPr>
        <w:pStyle w:val="21"/>
        <w:spacing w:before="120"/>
        <w:ind w:firstLine="0"/>
        <w:rPr>
          <w:szCs w:val="28"/>
        </w:rPr>
      </w:pPr>
      <w:r>
        <w:rPr>
          <w:szCs w:val="28"/>
        </w:rPr>
        <w:t>подраздела 3 слова «территориальном органе,» исключить;</w:t>
      </w:r>
    </w:p>
    <w:p w:rsidR="006F2F53" w:rsidRDefault="006F2F53" w:rsidP="00B23950">
      <w:pPr>
        <w:pStyle w:val="21"/>
        <w:spacing w:after="120" w:line="240" w:lineRule="auto"/>
        <w:ind w:firstLine="709"/>
        <w:rPr>
          <w:szCs w:val="28"/>
        </w:rPr>
      </w:pPr>
      <w:r>
        <w:rPr>
          <w:szCs w:val="28"/>
        </w:rPr>
        <w:t>2) дополнить разделом 4</w:t>
      </w:r>
      <w:r w:rsidRPr="0008663E">
        <w:rPr>
          <w:szCs w:val="28"/>
          <w:vertAlign w:val="superscript"/>
        </w:rPr>
        <w:t xml:space="preserve">2 </w:t>
      </w:r>
      <w:r>
        <w:rPr>
          <w:szCs w:val="28"/>
        </w:rPr>
        <w:t>следующего содержания: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"/>
        <w:gridCol w:w="6901"/>
        <w:gridCol w:w="2010"/>
        <w:gridCol w:w="469"/>
      </w:tblGrid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8911" w:type="dxa"/>
            <w:gridSpan w:val="2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 w:val="8"/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  <w:vertAlign w:val="superscript"/>
              </w:rPr>
            </w:pPr>
            <w:r w:rsidRPr="00D0705C">
              <w:rPr>
                <w:szCs w:val="28"/>
              </w:rPr>
              <w:t>Раздел 4</w:t>
            </w:r>
            <w:r w:rsidRPr="00D0705C">
              <w:rPr>
                <w:szCs w:val="28"/>
                <w:vertAlign w:val="superscript"/>
              </w:rPr>
              <w:t>2</w:t>
            </w: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 w:val="24"/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 xml:space="preserve">Перечень должностей в территориальном органе </w:t>
            </w: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органа исполнительной власти Ульяновской области</w:t>
            </w: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 w:val="36"/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1. Должности категории «руководители»</w:t>
            </w:r>
          </w:p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Ведущая группа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rPr>
                <w:szCs w:val="28"/>
              </w:rPr>
            </w:pPr>
            <w:r w:rsidRPr="00D0705C">
              <w:rPr>
                <w:bCs/>
                <w:szCs w:val="28"/>
              </w:rPr>
              <w:t>Руководитель территориального органа органа исполнительной власти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-1-3-71</w:t>
            </w:r>
            <w:r w:rsidRPr="00D0705C">
              <w:rPr>
                <w:szCs w:val="28"/>
                <w:vertAlign w:val="superscript"/>
              </w:rPr>
              <w:t>20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Заместитель руководителя территориального органа органа исполнительной власти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-1-3-71</w:t>
            </w:r>
            <w:r w:rsidRPr="00D0705C">
              <w:rPr>
                <w:szCs w:val="28"/>
                <w:vertAlign w:val="superscript"/>
              </w:rPr>
              <w:t>21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8911" w:type="dxa"/>
            <w:gridSpan w:val="2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2. Должности категории «специалисты»</w:t>
            </w:r>
          </w:p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Ведущая группа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Начальник отдела в территориальном органе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-3-3-71</w:t>
            </w:r>
            <w:r w:rsidRPr="00D0705C">
              <w:rPr>
                <w:szCs w:val="28"/>
                <w:vertAlign w:val="superscript"/>
              </w:rPr>
              <w:t>22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Референт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-3-3-71</w:t>
            </w:r>
            <w:r w:rsidRPr="00D0705C">
              <w:rPr>
                <w:szCs w:val="28"/>
                <w:vertAlign w:val="superscript"/>
              </w:rPr>
              <w:t>23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Главный консультант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-3-3-71</w:t>
            </w:r>
            <w:r w:rsidRPr="00D0705C">
              <w:rPr>
                <w:szCs w:val="28"/>
                <w:vertAlign w:val="superscript"/>
              </w:rPr>
              <w:t>24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Ведущий консультант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-3-3-71</w:t>
            </w:r>
            <w:r w:rsidRPr="00D0705C">
              <w:rPr>
                <w:szCs w:val="28"/>
                <w:vertAlign w:val="superscript"/>
              </w:rPr>
              <w:t>25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Консультант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-3-3-71</w:t>
            </w:r>
            <w:r w:rsidRPr="00D0705C">
              <w:rPr>
                <w:szCs w:val="28"/>
                <w:vertAlign w:val="superscript"/>
              </w:rPr>
              <w:t>26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8911" w:type="dxa"/>
            <w:gridSpan w:val="2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Старшая группа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Главный специалист-эксперт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-3-4-71</w:t>
            </w:r>
            <w:r w:rsidRPr="00D0705C">
              <w:rPr>
                <w:szCs w:val="28"/>
                <w:vertAlign w:val="superscript"/>
              </w:rPr>
              <w:t>27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Ведущий специалист-эксперт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-3-4-71</w:t>
            </w:r>
            <w:r w:rsidRPr="00D0705C">
              <w:rPr>
                <w:szCs w:val="28"/>
                <w:vertAlign w:val="superscript"/>
              </w:rPr>
              <w:t>28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52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Специалист-эксперт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52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-3-4-71</w:t>
            </w:r>
            <w:r w:rsidRPr="00D0705C">
              <w:rPr>
                <w:szCs w:val="28"/>
                <w:vertAlign w:val="superscript"/>
              </w:rPr>
              <w:t>29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8911" w:type="dxa"/>
            <w:gridSpan w:val="2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3. Должности категории «обеспечивающие специалисты»</w:t>
            </w:r>
          </w:p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Старшая группа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Старший специалист 1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-4-4-71</w:t>
            </w:r>
            <w:r w:rsidRPr="00D0705C">
              <w:rPr>
                <w:szCs w:val="28"/>
                <w:vertAlign w:val="superscript"/>
              </w:rPr>
              <w:t>30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Старший специалист 2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-4-4-71</w:t>
            </w:r>
            <w:r w:rsidRPr="00D0705C">
              <w:rPr>
                <w:szCs w:val="28"/>
                <w:vertAlign w:val="superscript"/>
              </w:rPr>
              <w:t>31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Старший специалист 3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-4-4-71</w:t>
            </w:r>
            <w:r w:rsidRPr="00D0705C">
              <w:rPr>
                <w:szCs w:val="28"/>
                <w:vertAlign w:val="superscript"/>
              </w:rPr>
              <w:t>32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8911" w:type="dxa"/>
            <w:gridSpan w:val="2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Младшая группа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Специалист 1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-4-5-71</w:t>
            </w:r>
            <w:r w:rsidRPr="00D0705C">
              <w:rPr>
                <w:szCs w:val="28"/>
                <w:vertAlign w:val="superscript"/>
              </w:rPr>
              <w:t>33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Специалист 2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-4-5-71</w:t>
            </w:r>
            <w:r w:rsidRPr="00D0705C">
              <w:rPr>
                <w:szCs w:val="28"/>
                <w:vertAlign w:val="superscript"/>
              </w:rPr>
              <w:t>34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Специалист 3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4</w:t>
            </w:r>
            <w:r w:rsidRPr="00D0705C">
              <w:rPr>
                <w:szCs w:val="28"/>
                <w:vertAlign w:val="superscript"/>
              </w:rPr>
              <w:t>2</w:t>
            </w:r>
            <w:r w:rsidRPr="00D0705C">
              <w:rPr>
                <w:szCs w:val="28"/>
              </w:rPr>
              <w:t>-4-5-71</w:t>
            </w:r>
            <w:r w:rsidRPr="00D0705C">
              <w:rPr>
                <w:szCs w:val="28"/>
                <w:vertAlign w:val="superscript"/>
              </w:rPr>
              <w:t>35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»;</w:t>
            </w:r>
          </w:p>
        </w:tc>
      </w:tr>
    </w:tbl>
    <w:p w:rsidR="006F2F53" w:rsidRDefault="006F2F53" w:rsidP="00ED6C0A">
      <w:pPr>
        <w:pStyle w:val="21"/>
        <w:spacing w:before="120" w:after="120" w:line="240" w:lineRule="auto"/>
        <w:ind w:firstLine="669"/>
        <w:rPr>
          <w:szCs w:val="28"/>
        </w:rPr>
      </w:pPr>
      <w:r>
        <w:rPr>
          <w:szCs w:val="28"/>
        </w:rPr>
        <w:t>3) строки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"/>
        <w:gridCol w:w="6901"/>
        <w:gridCol w:w="2010"/>
        <w:gridCol w:w="469"/>
      </w:tblGrid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Старший специалист 2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5-4-4-84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Старший специалист 3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5-4-4-84</w:t>
            </w:r>
            <w:r w:rsidRPr="00D0705C">
              <w:rPr>
                <w:szCs w:val="28"/>
                <w:vertAlign w:val="superscript"/>
              </w:rPr>
              <w:t>1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ED6C0A">
      <w:pPr>
        <w:pStyle w:val="21"/>
        <w:spacing w:before="120" w:line="240" w:lineRule="auto"/>
        <w:ind w:firstLine="0"/>
        <w:rPr>
          <w:szCs w:val="28"/>
        </w:rPr>
      </w:pPr>
      <w:r>
        <w:rPr>
          <w:szCs w:val="28"/>
        </w:rPr>
        <w:t>подраздела 4 раздела 5 исключить;</w:t>
      </w:r>
    </w:p>
    <w:p w:rsidR="006F2F53" w:rsidRDefault="006F2F53" w:rsidP="00ED6C0A">
      <w:pPr>
        <w:pStyle w:val="21"/>
        <w:spacing w:before="120" w:after="120" w:line="240" w:lineRule="auto"/>
        <w:ind w:firstLine="669"/>
        <w:rPr>
          <w:szCs w:val="28"/>
        </w:rPr>
      </w:pPr>
      <w:r>
        <w:rPr>
          <w:szCs w:val="28"/>
        </w:rPr>
        <w:t>4) строки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"/>
        <w:gridCol w:w="6901"/>
        <w:gridCol w:w="2010"/>
        <w:gridCol w:w="469"/>
      </w:tblGrid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Старший специалист 2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6-4-4-84</w:t>
            </w:r>
            <w:r w:rsidRPr="00D0705C">
              <w:rPr>
                <w:szCs w:val="28"/>
                <w:vertAlign w:val="superscript"/>
              </w:rPr>
              <w:t>4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7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6901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bCs/>
                <w:szCs w:val="28"/>
              </w:rPr>
            </w:pPr>
            <w:r w:rsidRPr="00D0705C">
              <w:rPr>
                <w:bCs/>
                <w:szCs w:val="28"/>
              </w:rPr>
              <w:t>Старший специалист 3 разряда</w:t>
            </w:r>
          </w:p>
        </w:tc>
        <w:tc>
          <w:tcPr>
            <w:tcW w:w="201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center"/>
              <w:rPr>
                <w:szCs w:val="28"/>
              </w:rPr>
            </w:pPr>
            <w:r w:rsidRPr="00D0705C">
              <w:rPr>
                <w:szCs w:val="28"/>
              </w:rPr>
              <w:t>6-4-4-84</w:t>
            </w:r>
            <w:r w:rsidRPr="00D0705C">
              <w:rPr>
                <w:szCs w:val="28"/>
                <w:vertAlign w:val="superscript"/>
              </w:rPr>
              <w:t>5</w:t>
            </w:r>
          </w:p>
        </w:tc>
        <w:tc>
          <w:tcPr>
            <w:tcW w:w="469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ED6C0A">
      <w:pPr>
        <w:pStyle w:val="21"/>
        <w:spacing w:before="120" w:line="240" w:lineRule="auto"/>
        <w:ind w:firstLine="0"/>
        <w:rPr>
          <w:szCs w:val="28"/>
        </w:rPr>
      </w:pPr>
      <w:r>
        <w:rPr>
          <w:szCs w:val="28"/>
        </w:rPr>
        <w:t>раздела 6 исключить.</w:t>
      </w:r>
    </w:p>
    <w:p w:rsidR="006F2F53" w:rsidRDefault="006F2F53" w:rsidP="00791BD9">
      <w:pPr>
        <w:pStyle w:val="21"/>
        <w:spacing w:line="240" w:lineRule="auto"/>
        <w:ind w:firstLine="0"/>
        <w:rPr>
          <w:szCs w:val="28"/>
        </w:rPr>
      </w:pPr>
    </w:p>
    <w:p w:rsidR="006F2F53" w:rsidRDefault="006F2F53" w:rsidP="00791BD9">
      <w:pPr>
        <w:pStyle w:val="21"/>
        <w:spacing w:line="240" w:lineRule="auto"/>
        <w:ind w:firstLine="0"/>
        <w:rPr>
          <w:szCs w:val="28"/>
        </w:rPr>
      </w:pPr>
    </w:p>
    <w:p w:rsidR="006F2F53" w:rsidRPr="00B23950" w:rsidRDefault="006F2F53" w:rsidP="000C1056">
      <w:pPr>
        <w:pStyle w:val="21"/>
        <w:spacing w:line="240" w:lineRule="auto"/>
        <w:ind w:firstLine="670"/>
        <w:rPr>
          <w:b/>
          <w:szCs w:val="28"/>
        </w:rPr>
      </w:pPr>
      <w:r w:rsidRPr="00B23950">
        <w:rPr>
          <w:b/>
          <w:szCs w:val="28"/>
        </w:rPr>
        <w:t xml:space="preserve">Статья </w:t>
      </w:r>
      <w:r>
        <w:rPr>
          <w:b/>
          <w:szCs w:val="28"/>
        </w:rPr>
        <w:t>3</w:t>
      </w:r>
    </w:p>
    <w:p w:rsidR="006F2F53" w:rsidRPr="00FE6FB8" w:rsidRDefault="006F2F53" w:rsidP="000C1056">
      <w:pPr>
        <w:pStyle w:val="21"/>
        <w:ind w:firstLine="0"/>
        <w:rPr>
          <w:sz w:val="36"/>
          <w:szCs w:val="28"/>
        </w:rPr>
      </w:pPr>
    </w:p>
    <w:p w:rsidR="006F2F53" w:rsidRDefault="006F2F53" w:rsidP="00B239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</w:t>
      </w:r>
      <w:hyperlink r:id="rId6" w:history="1">
        <w:r w:rsidRPr="00882CC5">
          <w:rPr>
            <w:rFonts w:ascii="Times New Roman" w:hAnsi="Times New Roman"/>
            <w:color w:val="000000"/>
            <w:sz w:val="28"/>
            <w:szCs w:val="28"/>
            <w:lang w:eastAsia="ru-RU"/>
          </w:rPr>
          <w:t>приложение 2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к Закону Ульяновской области от 7 ноября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2007 года № 163-ЗО «О муниципальной службе в Ульяновской области» («Ульяновская правда» от 09.11.2007 № 95; от 13.06.2008 № 48; от 15.10.2008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84; от 24.10.2008 № 88; от 28.11.2008 № 97; от 05.12.2008 № 99;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19.12.2008 № 103; от 03.04.2009 № 25; от 22.07.2009 № 59; от 02.10.2009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80; от 05.04.2010 № 25; от 12.05.2010 № 35-36; от 09.10.2010 № 83;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08.11.2010 № 91; от 06.05.2011 № 48; от 11.05.2011 № 50; от 08.06.2011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62; от 12.08.2011 № 89; от 28.12.2011 № 147; от 24.07.2012 № 78;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28.12.2012 № 146; от 08.05.2013 № 48; от 11.11.2013 № 114; от 06.02.2014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16; от 31.03.2014 № 45; от 08.05.2014 № 65; от 09.06.2014 № 82-83; </w:t>
      </w:r>
      <w:r>
        <w:rPr>
          <w:rFonts w:ascii="Times New Roman" w:hAnsi="Times New Roman"/>
          <w:sz w:val="28"/>
          <w:szCs w:val="28"/>
          <w:lang w:eastAsia="ru-RU"/>
        </w:rPr>
        <w:br/>
        <w:t>от 09.10.2014 № 194) следующие изменения:</w:t>
      </w:r>
    </w:p>
    <w:p w:rsidR="006F2F53" w:rsidRDefault="006F2F53" w:rsidP="00B23950">
      <w:pPr>
        <w:pStyle w:val="21"/>
        <w:ind w:firstLine="709"/>
        <w:rPr>
          <w:szCs w:val="28"/>
        </w:rPr>
      </w:pPr>
      <w:r>
        <w:rPr>
          <w:szCs w:val="28"/>
        </w:rPr>
        <w:t xml:space="preserve">1) строки 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40"/>
        <w:gridCol w:w="5159"/>
        <w:gridCol w:w="406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Глава местной администрации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Директор департамента в министерстве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Заместитель главы местной администрации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 xml:space="preserve">Заместитель директора департамента в министерстве 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 xml:space="preserve">Руководитель аппарата 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Заместитель директора департамента в министерстве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0C1056">
      <w:pPr>
        <w:pStyle w:val="21"/>
        <w:spacing w:before="120"/>
        <w:ind w:firstLine="0"/>
        <w:rPr>
          <w:szCs w:val="28"/>
        </w:rPr>
      </w:pPr>
      <w:r>
        <w:rPr>
          <w:szCs w:val="28"/>
        </w:rPr>
        <w:t>подраздела 1.1 раздела 1 изложить в следующей редакции: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29"/>
        <w:gridCol w:w="5142"/>
        <w:gridCol w:w="434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Глава местной администрации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Директор департамента в министерстве, главном управлении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Заместитель главы местной администрации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 xml:space="preserve">Заместитель директора департамента в министерстве, главном управлении 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Руководитель аппарата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Заместитель директора департамента в министерстве, главном управлении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»;</w:t>
            </w:r>
          </w:p>
        </w:tc>
      </w:tr>
    </w:tbl>
    <w:p w:rsidR="006F2F53" w:rsidRDefault="006F2F53" w:rsidP="00B23950">
      <w:pPr>
        <w:pStyle w:val="21"/>
        <w:spacing w:before="120"/>
        <w:ind w:firstLine="709"/>
        <w:rPr>
          <w:szCs w:val="28"/>
        </w:rPr>
      </w:pPr>
      <w:r>
        <w:rPr>
          <w:szCs w:val="28"/>
        </w:rPr>
        <w:t>2) в подразделе 2.1 раздела 2:</w:t>
      </w:r>
    </w:p>
    <w:p w:rsidR="006F2F53" w:rsidRDefault="006F2F53" w:rsidP="00B23950">
      <w:pPr>
        <w:pStyle w:val="21"/>
        <w:spacing w:before="120"/>
        <w:ind w:firstLine="709"/>
        <w:rPr>
          <w:szCs w:val="28"/>
        </w:rPr>
      </w:pPr>
      <w:r>
        <w:rPr>
          <w:szCs w:val="28"/>
        </w:rPr>
        <w:t>а) строки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40"/>
        <w:gridCol w:w="5159"/>
        <w:gridCol w:w="406"/>
      </w:tblGrid>
      <w:tr w:rsidR="006F2F53" w:rsidTr="00D0705C">
        <w:trPr>
          <w:trHeight w:val="579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Первый заместитель главы местной администрации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 xml:space="preserve">Директор департамента в министерстве 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rPr>
          <w:trHeight w:val="67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Заместитель главы местной администрации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 xml:space="preserve">Директор департамента в министерстве 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E903F3">
      <w:pPr>
        <w:pStyle w:val="21"/>
        <w:spacing w:before="120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29"/>
        <w:gridCol w:w="5142"/>
        <w:gridCol w:w="434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Первый заместитель главы местной администрации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Директор департамента в министерстве, главном управлении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Заместитель главы местной администрации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Директор департамента в министерстве, главном управлении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»;</w:t>
            </w:r>
          </w:p>
        </w:tc>
      </w:tr>
    </w:tbl>
    <w:p w:rsidR="006F2F53" w:rsidRDefault="006F2F53" w:rsidP="00B23950">
      <w:pPr>
        <w:pStyle w:val="21"/>
        <w:spacing w:before="120"/>
        <w:ind w:firstLine="709"/>
        <w:rPr>
          <w:szCs w:val="28"/>
        </w:rPr>
      </w:pPr>
      <w:r>
        <w:rPr>
          <w:szCs w:val="28"/>
        </w:rPr>
        <w:t>б) строку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40"/>
        <w:gridCol w:w="5159"/>
        <w:gridCol w:w="406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Руководитель аппарата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 xml:space="preserve">Директор департамента в министерстве 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5D1A03">
      <w:pPr>
        <w:pStyle w:val="21"/>
        <w:spacing w:before="120" w:after="120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29"/>
        <w:gridCol w:w="5142"/>
        <w:gridCol w:w="434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Руководитель аппарата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Директор департамента в министерстве, главном управлении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»;</w:t>
            </w:r>
          </w:p>
        </w:tc>
      </w:tr>
    </w:tbl>
    <w:p w:rsidR="006F2F53" w:rsidRDefault="006F2F53" w:rsidP="00FE6FB8">
      <w:pPr>
        <w:pStyle w:val="21"/>
        <w:spacing w:before="120" w:line="336" w:lineRule="auto"/>
        <w:ind w:firstLine="709"/>
        <w:rPr>
          <w:szCs w:val="28"/>
        </w:rPr>
      </w:pPr>
      <w:r>
        <w:rPr>
          <w:szCs w:val="28"/>
        </w:rPr>
        <w:t>в) строку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40"/>
        <w:gridCol w:w="5159"/>
        <w:gridCol w:w="406"/>
      </w:tblGrid>
      <w:tr w:rsidR="006F2F53" w:rsidTr="00D0705C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line="228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line="228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управлении, комитете, инспекции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 w:val="52"/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C55D60">
      <w:pPr>
        <w:pStyle w:val="21"/>
        <w:spacing w:before="120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29"/>
        <w:gridCol w:w="5142"/>
        <w:gridCol w:w="434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»;</w:t>
            </w:r>
          </w:p>
        </w:tc>
      </w:tr>
    </w:tbl>
    <w:p w:rsidR="006F2F53" w:rsidRDefault="006F2F53" w:rsidP="00B23950">
      <w:pPr>
        <w:pStyle w:val="21"/>
        <w:spacing w:before="120"/>
        <w:ind w:firstLine="709"/>
        <w:rPr>
          <w:szCs w:val="28"/>
        </w:rPr>
      </w:pPr>
      <w:r>
        <w:rPr>
          <w:szCs w:val="28"/>
        </w:rPr>
        <w:t>3) в разделе 3:</w:t>
      </w:r>
    </w:p>
    <w:p w:rsidR="006F2F53" w:rsidRDefault="006F2F53" w:rsidP="00B23950">
      <w:pPr>
        <w:pStyle w:val="21"/>
        <w:spacing w:before="120"/>
        <w:ind w:firstLine="709"/>
        <w:rPr>
          <w:szCs w:val="28"/>
        </w:rPr>
      </w:pPr>
      <w:r>
        <w:rPr>
          <w:szCs w:val="28"/>
        </w:rPr>
        <w:t>а) в подразделе 3.2:</w:t>
      </w:r>
    </w:p>
    <w:p w:rsidR="006F2F53" w:rsidRDefault="006F2F53" w:rsidP="00B23950">
      <w:pPr>
        <w:pStyle w:val="21"/>
        <w:spacing w:before="120"/>
        <w:ind w:firstLine="709"/>
        <w:rPr>
          <w:szCs w:val="28"/>
        </w:rPr>
      </w:pPr>
      <w:r>
        <w:rPr>
          <w:szCs w:val="28"/>
        </w:rPr>
        <w:t>строки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40"/>
        <w:gridCol w:w="5159"/>
        <w:gridCol w:w="406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Заместитель главы администрации города, заместитель главы города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Директор департамента в министерстве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Руководитель аппарата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 xml:space="preserve">Директор департамента в министерстве 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680FF7">
      <w:pPr>
        <w:pStyle w:val="21"/>
        <w:spacing w:before="120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29"/>
        <w:gridCol w:w="5142"/>
        <w:gridCol w:w="434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Заместитель главы администрации города, заместитель главы города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Директор департамента в министерстве, главном управлении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Руководитель аппарата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Директор департамента в министерстве, главном управлении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»;</w:t>
            </w:r>
          </w:p>
        </w:tc>
      </w:tr>
    </w:tbl>
    <w:p w:rsidR="006F2F53" w:rsidRDefault="006F2F53" w:rsidP="00B23950">
      <w:pPr>
        <w:pStyle w:val="21"/>
        <w:spacing w:before="120"/>
        <w:ind w:firstLine="709"/>
        <w:rPr>
          <w:szCs w:val="28"/>
        </w:rPr>
      </w:pPr>
      <w:r>
        <w:rPr>
          <w:szCs w:val="28"/>
        </w:rPr>
        <w:t>строки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40"/>
        <w:gridCol w:w="5159"/>
        <w:gridCol w:w="406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управления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управлении, комитете, инспекции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Председатель комитета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управлении, комитете, инспекции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 (в том числе в органах местной администрации, наделённых правами юридического лица)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управлении, комитете, инспекции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680FF7">
      <w:pPr>
        <w:pStyle w:val="21"/>
        <w:spacing w:before="120"/>
        <w:ind w:firstLine="0"/>
        <w:rPr>
          <w:szCs w:val="28"/>
        </w:rPr>
      </w:pPr>
      <w:r>
        <w:rPr>
          <w:szCs w:val="28"/>
        </w:rPr>
        <w:t>изложить в следующей редакции: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29"/>
        <w:gridCol w:w="5142"/>
        <w:gridCol w:w="434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управления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Председатель комитета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40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40" w:lineRule="auto"/>
              <w:ind w:firstLine="0"/>
              <w:rPr>
                <w:szCs w:val="28"/>
              </w:rPr>
            </w:pPr>
          </w:p>
        </w:tc>
      </w:tr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 (в том числе в органах местной администрации, наделённых правами юридического лица)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»;</w:t>
            </w:r>
          </w:p>
        </w:tc>
      </w:tr>
    </w:tbl>
    <w:p w:rsidR="006F2F53" w:rsidRDefault="006F2F53" w:rsidP="009F190C">
      <w:pPr>
        <w:pStyle w:val="21"/>
        <w:spacing w:before="120" w:line="336" w:lineRule="auto"/>
        <w:ind w:firstLine="709"/>
        <w:rPr>
          <w:szCs w:val="28"/>
        </w:rPr>
      </w:pPr>
      <w:r>
        <w:rPr>
          <w:szCs w:val="28"/>
        </w:rPr>
        <w:t>б) строку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40"/>
        <w:gridCol w:w="5159"/>
        <w:gridCol w:w="406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управлении, комитете, инспекции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9F190C">
      <w:pPr>
        <w:pStyle w:val="21"/>
        <w:spacing w:before="120" w:line="336" w:lineRule="auto"/>
        <w:ind w:firstLine="0"/>
        <w:rPr>
          <w:szCs w:val="28"/>
        </w:rPr>
      </w:pPr>
      <w:r>
        <w:rPr>
          <w:szCs w:val="28"/>
        </w:rPr>
        <w:t>подраздела 3.3 изложить в следующей редакции: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29"/>
        <w:gridCol w:w="5142"/>
        <w:gridCol w:w="434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отдела: в министерстве, департаменте, главном управлении, управлении, комитете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»;</w:t>
            </w:r>
          </w:p>
        </w:tc>
      </w:tr>
    </w:tbl>
    <w:p w:rsidR="006F2F53" w:rsidRDefault="006F2F53" w:rsidP="009F190C">
      <w:pPr>
        <w:pStyle w:val="21"/>
        <w:spacing w:before="120"/>
        <w:ind w:firstLine="709"/>
        <w:rPr>
          <w:szCs w:val="28"/>
        </w:rPr>
      </w:pPr>
      <w:r>
        <w:rPr>
          <w:szCs w:val="28"/>
        </w:rPr>
        <w:t>в) подраздел 3.4 после строки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40"/>
        <w:gridCol w:w="5159"/>
        <w:gridCol w:w="406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40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Начальник отдела</w:t>
            </w:r>
          </w:p>
        </w:tc>
        <w:tc>
          <w:tcPr>
            <w:tcW w:w="5159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 xml:space="preserve">Заместитель начальника отдела </w:t>
            </w:r>
            <w:r w:rsidRPr="00D0705C">
              <w:rPr>
                <w:szCs w:val="28"/>
              </w:rPr>
              <w:br/>
              <w:t>в управлении</w:t>
            </w: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</w:p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</w:t>
            </w:r>
          </w:p>
        </w:tc>
      </w:tr>
    </w:tbl>
    <w:p w:rsidR="006F2F53" w:rsidRDefault="006F2F53" w:rsidP="009F190C">
      <w:pPr>
        <w:pStyle w:val="21"/>
        <w:spacing w:before="120" w:line="336" w:lineRule="auto"/>
        <w:ind w:firstLine="0"/>
        <w:rPr>
          <w:szCs w:val="28"/>
        </w:rPr>
      </w:pPr>
      <w:r>
        <w:rPr>
          <w:szCs w:val="28"/>
        </w:rPr>
        <w:t>дополнить строкой следующего содержания: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"/>
        <w:gridCol w:w="4029"/>
        <w:gridCol w:w="5142"/>
        <w:gridCol w:w="434"/>
      </w:tblGrid>
      <w:tr w:rsidR="006F2F53" w:rsidTr="00D0705C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«</w:t>
            </w:r>
          </w:p>
        </w:tc>
        <w:tc>
          <w:tcPr>
            <w:tcW w:w="4029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Заместитель начальника отдела</w:t>
            </w:r>
          </w:p>
        </w:tc>
        <w:tc>
          <w:tcPr>
            <w:tcW w:w="5142" w:type="dxa"/>
          </w:tcPr>
          <w:p w:rsidR="006F2F53" w:rsidRPr="00D0705C" w:rsidRDefault="006F2F53" w:rsidP="00D0705C">
            <w:pPr>
              <w:pStyle w:val="21"/>
              <w:spacing w:after="120" w:line="235" w:lineRule="auto"/>
              <w:ind w:firstLine="0"/>
              <w:jc w:val="left"/>
              <w:rPr>
                <w:szCs w:val="28"/>
              </w:rPr>
            </w:pPr>
            <w:r w:rsidRPr="00D0705C">
              <w:rPr>
                <w:szCs w:val="28"/>
              </w:rPr>
              <w:t>Ведущий консультант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6F2F53" w:rsidRPr="00D0705C" w:rsidRDefault="006F2F53" w:rsidP="00D0705C">
            <w:pPr>
              <w:pStyle w:val="21"/>
              <w:spacing w:line="235" w:lineRule="auto"/>
              <w:ind w:firstLine="0"/>
              <w:rPr>
                <w:szCs w:val="28"/>
              </w:rPr>
            </w:pPr>
            <w:r w:rsidRPr="00D0705C">
              <w:rPr>
                <w:szCs w:val="28"/>
              </w:rPr>
              <w:t>».</w:t>
            </w:r>
          </w:p>
        </w:tc>
      </w:tr>
    </w:tbl>
    <w:p w:rsidR="006F2F53" w:rsidRPr="009F190C" w:rsidRDefault="006F2F53" w:rsidP="00997D4A">
      <w:pPr>
        <w:pStyle w:val="21"/>
        <w:spacing w:line="240" w:lineRule="auto"/>
        <w:ind w:firstLine="0"/>
        <w:rPr>
          <w:sz w:val="22"/>
          <w:szCs w:val="22"/>
        </w:rPr>
      </w:pPr>
    </w:p>
    <w:p w:rsidR="006F2F53" w:rsidRPr="009F190C" w:rsidRDefault="006F2F53" w:rsidP="00997D4A">
      <w:pPr>
        <w:pStyle w:val="21"/>
        <w:spacing w:line="240" w:lineRule="auto"/>
        <w:ind w:firstLine="0"/>
        <w:rPr>
          <w:sz w:val="22"/>
          <w:szCs w:val="22"/>
        </w:rPr>
      </w:pPr>
    </w:p>
    <w:p w:rsidR="006F2F53" w:rsidRPr="00B23950" w:rsidRDefault="006F2F53" w:rsidP="00A24539">
      <w:pPr>
        <w:pStyle w:val="21"/>
        <w:spacing w:line="240" w:lineRule="auto"/>
        <w:ind w:firstLine="670"/>
        <w:rPr>
          <w:b/>
          <w:szCs w:val="28"/>
        </w:rPr>
      </w:pPr>
      <w:r w:rsidRPr="00B23950">
        <w:rPr>
          <w:b/>
          <w:szCs w:val="28"/>
        </w:rPr>
        <w:t xml:space="preserve">Статья </w:t>
      </w:r>
      <w:r>
        <w:rPr>
          <w:b/>
          <w:szCs w:val="28"/>
        </w:rPr>
        <w:t>4</w:t>
      </w:r>
    </w:p>
    <w:p w:rsidR="006F2F53" w:rsidRPr="009F190C" w:rsidRDefault="006F2F53" w:rsidP="00997D4A">
      <w:pPr>
        <w:pStyle w:val="21"/>
        <w:spacing w:line="240" w:lineRule="auto"/>
        <w:ind w:firstLine="0"/>
        <w:rPr>
          <w:sz w:val="22"/>
          <w:szCs w:val="22"/>
        </w:rPr>
      </w:pPr>
    </w:p>
    <w:p w:rsidR="006F2F53" w:rsidRPr="009F190C" w:rsidRDefault="006F2F53" w:rsidP="00997D4A">
      <w:pPr>
        <w:pStyle w:val="21"/>
        <w:spacing w:line="240" w:lineRule="auto"/>
        <w:ind w:firstLine="0"/>
        <w:rPr>
          <w:sz w:val="22"/>
          <w:szCs w:val="22"/>
        </w:rPr>
      </w:pPr>
    </w:p>
    <w:p w:rsidR="006F2F53" w:rsidRDefault="006F2F53" w:rsidP="00D94552">
      <w:pPr>
        <w:pStyle w:val="21"/>
        <w:spacing w:line="336" w:lineRule="auto"/>
        <w:ind w:firstLine="669"/>
        <w:rPr>
          <w:szCs w:val="28"/>
        </w:rPr>
      </w:pPr>
      <w:r>
        <w:rPr>
          <w:szCs w:val="28"/>
        </w:rPr>
        <w:t xml:space="preserve">Финансовое обеспечение расходных обязательств, связанных </w:t>
      </w:r>
      <w:r>
        <w:rPr>
          <w:szCs w:val="28"/>
        </w:rPr>
        <w:br/>
        <w:t xml:space="preserve">с реализацией Закона Ульяновской области от 19 декабря 2006 № 212-ЗО </w:t>
      </w:r>
      <w:r>
        <w:rPr>
          <w:szCs w:val="28"/>
        </w:rPr>
        <w:br/>
        <w:t>«О Реестре должностей государственной гражданской службы Ульяновской области» (в редакции настоящего Закона), осуществляется в пределах бюджетных ассигнований областного бюджета Ульяновской области, выделенных исполнительным органам государственной власти Ульяновской области на формирование фонда оплаты труда государственных гражданских служащих Ульяновской области.</w:t>
      </w:r>
    </w:p>
    <w:p w:rsidR="006F2F53" w:rsidRDefault="006F2F53" w:rsidP="005D1A03">
      <w:pPr>
        <w:pStyle w:val="21"/>
        <w:spacing w:line="240" w:lineRule="auto"/>
        <w:ind w:firstLine="670"/>
        <w:rPr>
          <w:szCs w:val="28"/>
        </w:rPr>
      </w:pPr>
    </w:p>
    <w:p w:rsidR="006F2F53" w:rsidRDefault="006F2F53" w:rsidP="005D1A03">
      <w:pPr>
        <w:pStyle w:val="21"/>
        <w:spacing w:line="240" w:lineRule="auto"/>
        <w:ind w:firstLine="0"/>
        <w:rPr>
          <w:szCs w:val="28"/>
        </w:rPr>
      </w:pPr>
    </w:p>
    <w:tbl>
      <w:tblPr>
        <w:tblW w:w="10035" w:type="dxa"/>
        <w:tblLayout w:type="fixed"/>
        <w:tblLook w:val="00A0"/>
      </w:tblPr>
      <w:tblGrid>
        <w:gridCol w:w="4985"/>
        <w:gridCol w:w="5050"/>
      </w:tblGrid>
      <w:tr w:rsidR="006F2F53" w:rsidRPr="002933DC">
        <w:tc>
          <w:tcPr>
            <w:tcW w:w="4985" w:type="dxa"/>
          </w:tcPr>
          <w:p w:rsidR="006F2F53" w:rsidRPr="002933DC" w:rsidRDefault="006F2F53" w:rsidP="000727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050" w:type="dxa"/>
          </w:tcPr>
          <w:p w:rsidR="006F2F53" w:rsidRPr="002933DC" w:rsidRDefault="006F2F53" w:rsidP="000727E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С.И.Морозов</w:t>
            </w:r>
          </w:p>
        </w:tc>
      </w:tr>
    </w:tbl>
    <w:p w:rsidR="006F2F53" w:rsidRPr="009F190C" w:rsidRDefault="006F2F53" w:rsidP="00696687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F2F53" w:rsidRDefault="006F2F53" w:rsidP="006966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F53" w:rsidRPr="008B5526" w:rsidRDefault="006F2F53" w:rsidP="008B55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5526">
        <w:rPr>
          <w:rFonts w:ascii="Times New Roman" w:hAnsi="Times New Roman"/>
          <w:sz w:val="28"/>
          <w:szCs w:val="28"/>
        </w:rPr>
        <w:t>г. Ульяновск</w:t>
      </w:r>
    </w:p>
    <w:p w:rsidR="006F2F53" w:rsidRPr="008B5526" w:rsidRDefault="006F2F53" w:rsidP="008B55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 февраля 2015</w:t>
      </w:r>
      <w:r w:rsidRPr="008B5526">
        <w:rPr>
          <w:rFonts w:ascii="Times New Roman" w:hAnsi="Times New Roman"/>
          <w:sz w:val="28"/>
          <w:szCs w:val="28"/>
        </w:rPr>
        <w:t xml:space="preserve"> г.</w:t>
      </w:r>
    </w:p>
    <w:p w:rsidR="006F2F53" w:rsidRPr="008B5526" w:rsidRDefault="006F2F53" w:rsidP="008B5526">
      <w:pPr>
        <w:spacing w:after="0" w:line="240" w:lineRule="auto"/>
        <w:jc w:val="center"/>
        <w:rPr>
          <w:sz w:val="28"/>
          <w:szCs w:val="28"/>
        </w:rPr>
      </w:pPr>
      <w:r w:rsidRPr="008B552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</w:t>
      </w:r>
      <w:r w:rsidRPr="008B5526">
        <w:rPr>
          <w:rFonts w:ascii="Times New Roman" w:hAnsi="Times New Roman"/>
          <w:sz w:val="28"/>
          <w:szCs w:val="28"/>
          <w:lang w:val="en-US"/>
        </w:rPr>
        <w:t>-</w:t>
      </w:r>
      <w:r w:rsidRPr="008B5526">
        <w:rPr>
          <w:rFonts w:ascii="Times New Roman" w:hAnsi="Times New Roman"/>
          <w:sz w:val="28"/>
          <w:szCs w:val="28"/>
        </w:rPr>
        <w:t>ЗО</w:t>
      </w:r>
    </w:p>
    <w:sectPr w:rsidR="006F2F53" w:rsidRPr="008B5526" w:rsidSect="00D24929">
      <w:headerReference w:type="even" r:id="rId7"/>
      <w:headerReference w:type="default" r:id="rId8"/>
      <w:foot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F53" w:rsidRDefault="006F2F53">
      <w:r>
        <w:separator/>
      </w:r>
    </w:p>
  </w:endnote>
  <w:endnote w:type="continuationSeparator" w:id="0">
    <w:p w:rsidR="006F2F53" w:rsidRDefault="006F2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53" w:rsidRPr="00571966" w:rsidRDefault="006F2F53" w:rsidP="00571966">
    <w:pPr>
      <w:pStyle w:val="Footer"/>
      <w:jc w:val="right"/>
      <w:rPr>
        <w:rFonts w:ascii="Times New Roman" w:hAnsi="Times New Roman"/>
        <w:sz w:val="16"/>
        <w:szCs w:val="16"/>
      </w:rPr>
    </w:pPr>
    <w:r w:rsidRPr="00571966">
      <w:rPr>
        <w:rFonts w:ascii="Times New Roman" w:hAnsi="Times New Roman"/>
        <w:sz w:val="16"/>
        <w:szCs w:val="16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F53" w:rsidRDefault="006F2F53">
      <w:r>
        <w:separator/>
      </w:r>
    </w:p>
  </w:footnote>
  <w:footnote w:type="continuationSeparator" w:id="0">
    <w:p w:rsidR="006F2F53" w:rsidRDefault="006F2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53" w:rsidRDefault="006F2F53" w:rsidP="000727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2F53" w:rsidRDefault="006F2F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53" w:rsidRPr="00B83F8D" w:rsidRDefault="006F2F53" w:rsidP="00D24929">
    <w:pPr>
      <w:pStyle w:val="Header"/>
      <w:spacing w:after="0" w:line="240" w:lineRule="auto"/>
      <w:jc w:val="center"/>
      <w:rPr>
        <w:rStyle w:val="PageNumber"/>
        <w:rFonts w:ascii="Times New Roman" w:hAnsi="Times New Roman"/>
        <w:sz w:val="28"/>
        <w:szCs w:val="28"/>
      </w:rPr>
    </w:pPr>
    <w:r w:rsidRPr="00B83F8D">
      <w:rPr>
        <w:rStyle w:val="PageNumber"/>
        <w:rFonts w:ascii="Times New Roman" w:hAnsi="Times New Roman"/>
        <w:sz w:val="28"/>
        <w:szCs w:val="28"/>
      </w:rPr>
      <w:fldChar w:fldCharType="begin"/>
    </w:r>
    <w:r w:rsidRPr="00B83F8D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B83F8D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7</w:t>
    </w:r>
    <w:r w:rsidRPr="00B83F8D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687"/>
    <w:rsid w:val="00002CDE"/>
    <w:rsid w:val="0000590C"/>
    <w:rsid w:val="0000672C"/>
    <w:rsid w:val="00010AAC"/>
    <w:rsid w:val="000127AA"/>
    <w:rsid w:val="000175D7"/>
    <w:rsid w:val="00020CE8"/>
    <w:rsid w:val="000214A7"/>
    <w:rsid w:val="0002176B"/>
    <w:rsid w:val="00024D17"/>
    <w:rsid w:val="00026702"/>
    <w:rsid w:val="000307BB"/>
    <w:rsid w:val="00031F4A"/>
    <w:rsid w:val="000342EF"/>
    <w:rsid w:val="00034696"/>
    <w:rsid w:val="00037292"/>
    <w:rsid w:val="00040B69"/>
    <w:rsid w:val="000429E1"/>
    <w:rsid w:val="000432F9"/>
    <w:rsid w:val="000436C7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7275F"/>
    <w:rsid w:val="000727E5"/>
    <w:rsid w:val="000748AF"/>
    <w:rsid w:val="000759CD"/>
    <w:rsid w:val="00082D5A"/>
    <w:rsid w:val="00085549"/>
    <w:rsid w:val="000855B8"/>
    <w:rsid w:val="0008663E"/>
    <w:rsid w:val="00086696"/>
    <w:rsid w:val="00086D00"/>
    <w:rsid w:val="00091A1D"/>
    <w:rsid w:val="0009700E"/>
    <w:rsid w:val="00097F22"/>
    <w:rsid w:val="000A299B"/>
    <w:rsid w:val="000A2EE7"/>
    <w:rsid w:val="000A3127"/>
    <w:rsid w:val="000A621A"/>
    <w:rsid w:val="000A6244"/>
    <w:rsid w:val="000B2D3F"/>
    <w:rsid w:val="000B3588"/>
    <w:rsid w:val="000B4B03"/>
    <w:rsid w:val="000C02CF"/>
    <w:rsid w:val="000C1056"/>
    <w:rsid w:val="000C2BAD"/>
    <w:rsid w:val="000C7DA3"/>
    <w:rsid w:val="000D02F5"/>
    <w:rsid w:val="000D3447"/>
    <w:rsid w:val="000D4190"/>
    <w:rsid w:val="000D6296"/>
    <w:rsid w:val="000E050B"/>
    <w:rsid w:val="000E11A8"/>
    <w:rsid w:val="000E3530"/>
    <w:rsid w:val="000F65F5"/>
    <w:rsid w:val="00101ABD"/>
    <w:rsid w:val="001163C6"/>
    <w:rsid w:val="00116417"/>
    <w:rsid w:val="00117DAC"/>
    <w:rsid w:val="00117F3C"/>
    <w:rsid w:val="00120BC3"/>
    <w:rsid w:val="0012108F"/>
    <w:rsid w:val="00121956"/>
    <w:rsid w:val="00122169"/>
    <w:rsid w:val="00123D38"/>
    <w:rsid w:val="001311FA"/>
    <w:rsid w:val="00133C57"/>
    <w:rsid w:val="00133EAA"/>
    <w:rsid w:val="00134A02"/>
    <w:rsid w:val="00134CBD"/>
    <w:rsid w:val="0013580E"/>
    <w:rsid w:val="0013618F"/>
    <w:rsid w:val="001369F7"/>
    <w:rsid w:val="00142772"/>
    <w:rsid w:val="001462A5"/>
    <w:rsid w:val="0014770E"/>
    <w:rsid w:val="00152C53"/>
    <w:rsid w:val="001534FD"/>
    <w:rsid w:val="001558DF"/>
    <w:rsid w:val="001638B9"/>
    <w:rsid w:val="00163C3D"/>
    <w:rsid w:val="00164AAB"/>
    <w:rsid w:val="00164D80"/>
    <w:rsid w:val="00167374"/>
    <w:rsid w:val="00171B4C"/>
    <w:rsid w:val="00173AF8"/>
    <w:rsid w:val="00173E69"/>
    <w:rsid w:val="00181A9A"/>
    <w:rsid w:val="00181C90"/>
    <w:rsid w:val="00182B76"/>
    <w:rsid w:val="001845FB"/>
    <w:rsid w:val="00185A0D"/>
    <w:rsid w:val="00186E03"/>
    <w:rsid w:val="0019300B"/>
    <w:rsid w:val="001B35FB"/>
    <w:rsid w:val="001B78AA"/>
    <w:rsid w:val="001C1FD1"/>
    <w:rsid w:val="001D0F07"/>
    <w:rsid w:val="001D1D23"/>
    <w:rsid w:val="001D43F7"/>
    <w:rsid w:val="001D6B5F"/>
    <w:rsid w:val="001D6CA1"/>
    <w:rsid w:val="001E24C4"/>
    <w:rsid w:val="001E2D7E"/>
    <w:rsid w:val="001F39DB"/>
    <w:rsid w:val="001F7657"/>
    <w:rsid w:val="001F7DB1"/>
    <w:rsid w:val="00205273"/>
    <w:rsid w:val="00207450"/>
    <w:rsid w:val="00213ECD"/>
    <w:rsid w:val="002169E1"/>
    <w:rsid w:val="00221C3A"/>
    <w:rsid w:val="00226051"/>
    <w:rsid w:val="00231A23"/>
    <w:rsid w:val="0023419C"/>
    <w:rsid w:val="00245C40"/>
    <w:rsid w:val="00246714"/>
    <w:rsid w:val="00250DA9"/>
    <w:rsid w:val="002547F1"/>
    <w:rsid w:val="002559E3"/>
    <w:rsid w:val="00257834"/>
    <w:rsid w:val="00260B45"/>
    <w:rsid w:val="0026188E"/>
    <w:rsid w:val="00265868"/>
    <w:rsid w:val="002665D5"/>
    <w:rsid w:val="00274986"/>
    <w:rsid w:val="00275749"/>
    <w:rsid w:val="002770D6"/>
    <w:rsid w:val="00281BD8"/>
    <w:rsid w:val="00284770"/>
    <w:rsid w:val="00286BB9"/>
    <w:rsid w:val="002927F9"/>
    <w:rsid w:val="002933DC"/>
    <w:rsid w:val="0029428C"/>
    <w:rsid w:val="002946FB"/>
    <w:rsid w:val="00296321"/>
    <w:rsid w:val="002A179E"/>
    <w:rsid w:val="002A5F3A"/>
    <w:rsid w:val="002B022F"/>
    <w:rsid w:val="002B15ED"/>
    <w:rsid w:val="002C0175"/>
    <w:rsid w:val="002C1EC6"/>
    <w:rsid w:val="002C37E2"/>
    <w:rsid w:val="002C5C01"/>
    <w:rsid w:val="002D2527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12D"/>
    <w:rsid w:val="002E539E"/>
    <w:rsid w:val="002E6E1C"/>
    <w:rsid w:val="002F0098"/>
    <w:rsid w:val="002F0665"/>
    <w:rsid w:val="002F0867"/>
    <w:rsid w:val="002F1A0E"/>
    <w:rsid w:val="002F3B20"/>
    <w:rsid w:val="002F4B9A"/>
    <w:rsid w:val="002F681A"/>
    <w:rsid w:val="002F7A2A"/>
    <w:rsid w:val="00300C7B"/>
    <w:rsid w:val="00306082"/>
    <w:rsid w:val="00307638"/>
    <w:rsid w:val="00325AFC"/>
    <w:rsid w:val="00337529"/>
    <w:rsid w:val="0034403C"/>
    <w:rsid w:val="00344050"/>
    <w:rsid w:val="00345B23"/>
    <w:rsid w:val="00346B64"/>
    <w:rsid w:val="00352276"/>
    <w:rsid w:val="00352466"/>
    <w:rsid w:val="003527B9"/>
    <w:rsid w:val="00352B7F"/>
    <w:rsid w:val="00352EBD"/>
    <w:rsid w:val="003567C2"/>
    <w:rsid w:val="003718A6"/>
    <w:rsid w:val="003727CF"/>
    <w:rsid w:val="00372A3B"/>
    <w:rsid w:val="0037398A"/>
    <w:rsid w:val="003757E8"/>
    <w:rsid w:val="00375C4E"/>
    <w:rsid w:val="00376FCD"/>
    <w:rsid w:val="003821CE"/>
    <w:rsid w:val="003840AA"/>
    <w:rsid w:val="00384149"/>
    <w:rsid w:val="0038789B"/>
    <w:rsid w:val="00387C50"/>
    <w:rsid w:val="003951FB"/>
    <w:rsid w:val="003A0D38"/>
    <w:rsid w:val="003A62F7"/>
    <w:rsid w:val="003A7339"/>
    <w:rsid w:val="003B4309"/>
    <w:rsid w:val="003B4E53"/>
    <w:rsid w:val="003B5152"/>
    <w:rsid w:val="003B672A"/>
    <w:rsid w:val="003B687C"/>
    <w:rsid w:val="003C3102"/>
    <w:rsid w:val="003C4D82"/>
    <w:rsid w:val="003C5BEF"/>
    <w:rsid w:val="003C7832"/>
    <w:rsid w:val="003D1627"/>
    <w:rsid w:val="003D3630"/>
    <w:rsid w:val="003D3BE5"/>
    <w:rsid w:val="003D5A8B"/>
    <w:rsid w:val="003D641A"/>
    <w:rsid w:val="003E25D6"/>
    <w:rsid w:val="003E2A7F"/>
    <w:rsid w:val="003E3AB3"/>
    <w:rsid w:val="003E3C82"/>
    <w:rsid w:val="003E5279"/>
    <w:rsid w:val="003E57A7"/>
    <w:rsid w:val="003E5DC3"/>
    <w:rsid w:val="003F2625"/>
    <w:rsid w:val="003F556A"/>
    <w:rsid w:val="00403158"/>
    <w:rsid w:val="004102C3"/>
    <w:rsid w:val="0041070D"/>
    <w:rsid w:val="004131DB"/>
    <w:rsid w:val="00415FC2"/>
    <w:rsid w:val="004168A4"/>
    <w:rsid w:val="004201B7"/>
    <w:rsid w:val="00422C01"/>
    <w:rsid w:val="00422DEF"/>
    <w:rsid w:val="0042501E"/>
    <w:rsid w:val="004425F5"/>
    <w:rsid w:val="004439D2"/>
    <w:rsid w:val="00443C12"/>
    <w:rsid w:val="00450CB0"/>
    <w:rsid w:val="004530E4"/>
    <w:rsid w:val="00455AE3"/>
    <w:rsid w:val="00456BA4"/>
    <w:rsid w:val="00462AC7"/>
    <w:rsid w:val="00463D77"/>
    <w:rsid w:val="004651CD"/>
    <w:rsid w:val="00466388"/>
    <w:rsid w:val="00485EBC"/>
    <w:rsid w:val="0048711B"/>
    <w:rsid w:val="00487C29"/>
    <w:rsid w:val="00490FBC"/>
    <w:rsid w:val="00491534"/>
    <w:rsid w:val="00494DED"/>
    <w:rsid w:val="00496E10"/>
    <w:rsid w:val="004A1532"/>
    <w:rsid w:val="004A3927"/>
    <w:rsid w:val="004A5306"/>
    <w:rsid w:val="004B0CBB"/>
    <w:rsid w:val="004B2EAF"/>
    <w:rsid w:val="004C040B"/>
    <w:rsid w:val="004C11D9"/>
    <w:rsid w:val="004C2089"/>
    <w:rsid w:val="004C5E58"/>
    <w:rsid w:val="004C69A9"/>
    <w:rsid w:val="004C7D9E"/>
    <w:rsid w:val="004D2801"/>
    <w:rsid w:val="004D426B"/>
    <w:rsid w:val="004D5240"/>
    <w:rsid w:val="004D52D5"/>
    <w:rsid w:val="004D52F5"/>
    <w:rsid w:val="004D7BF0"/>
    <w:rsid w:val="004E2397"/>
    <w:rsid w:val="004F3EB1"/>
    <w:rsid w:val="004F426E"/>
    <w:rsid w:val="004F6C5A"/>
    <w:rsid w:val="0050040E"/>
    <w:rsid w:val="005004A5"/>
    <w:rsid w:val="00503A83"/>
    <w:rsid w:val="005061B5"/>
    <w:rsid w:val="005078FA"/>
    <w:rsid w:val="00507A63"/>
    <w:rsid w:val="00514C2E"/>
    <w:rsid w:val="00516354"/>
    <w:rsid w:val="0051747C"/>
    <w:rsid w:val="00520561"/>
    <w:rsid w:val="00520649"/>
    <w:rsid w:val="005236C8"/>
    <w:rsid w:val="00523DBD"/>
    <w:rsid w:val="00532C95"/>
    <w:rsid w:val="005344BB"/>
    <w:rsid w:val="005419E4"/>
    <w:rsid w:val="0054709B"/>
    <w:rsid w:val="00550CE7"/>
    <w:rsid w:val="0055182A"/>
    <w:rsid w:val="00564661"/>
    <w:rsid w:val="00564EDF"/>
    <w:rsid w:val="00565F29"/>
    <w:rsid w:val="005671AD"/>
    <w:rsid w:val="00567448"/>
    <w:rsid w:val="00570890"/>
    <w:rsid w:val="00571966"/>
    <w:rsid w:val="00572C42"/>
    <w:rsid w:val="00575137"/>
    <w:rsid w:val="00586A9B"/>
    <w:rsid w:val="00590246"/>
    <w:rsid w:val="005904BB"/>
    <w:rsid w:val="005938B5"/>
    <w:rsid w:val="00594068"/>
    <w:rsid w:val="00596417"/>
    <w:rsid w:val="005A175A"/>
    <w:rsid w:val="005A3322"/>
    <w:rsid w:val="005B396D"/>
    <w:rsid w:val="005B5BB1"/>
    <w:rsid w:val="005C1CD7"/>
    <w:rsid w:val="005C4B0F"/>
    <w:rsid w:val="005C6BC9"/>
    <w:rsid w:val="005C7BFC"/>
    <w:rsid w:val="005D1A03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B20"/>
    <w:rsid w:val="006037EE"/>
    <w:rsid w:val="00604BFA"/>
    <w:rsid w:val="006067C6"/>
    <w:rsid w:val="006122F8"/>
    <w:rsid w:val="0061757C"/>
    <w:rsid w:val="006214BB"/>
    <w:rsid w:val="00621A5A"/>
    <w:rsid w:val="006235E0"/>
    <w:rsid w:val="006238F5"/>
    <w:rsid w:val="00630FC2"/>
    <w:rsid w:val="0063308A"/>
    <w:rsid w:val="006444A4"/>
    <w:rsid w:val="0064473A"/>
    <w:rsid w:val="00646347"/>
    <w:rsid w:val="00647A66"/>
    <w:rsid w:val="006505A2"/>
    <w:rsid w:val="006538FE"/>
    <w:rsid w:val="00657A50"/>
    <w:rsid w:val="0066511A"/>
    <w:rsid w:val="00672242"/>
    <w:rsid w:val="00672DA7"/>
    <w:rsid w:val="00673E09"/>
    <w:rsid w:val="00675053"/>
    <w:rsid w:val="00680BCA"/>
    <w:rsid w:val="00680FF7"/>
    <w:rsid w:val="00681920"/>
    <w:rsid w:val="00681DF6"/>
    <w:rsid w:val="0068231E"/>
    <w:rsid w:val="00683A5E"/>
    <w:rsid w:val="00687699"/>
    <w:rsid w:val="00690181"/>
    <w:rsid w:val="006904E0"/>
    <w:rsid w:val="00692452"/>
    <w:rsid w:val="006965ED"/>
    <w:rsid w:val="00696687"/>
    <w:rsid w:val="006A3DAF"/>
    <w:rsid w:val="006A3F70"/>
    <w:rsid w:val="006A7A9F"/>
    <w:rsid w:val="006B2207"/>
    <w:rsid w:val="006B56DD"/>
    <w:rsid w:val="006C0D77"/>
    <w:rsid w:val="006C1C5F"/>
    <w:rsid w:val="006C34EA"/>
    <w:rsid w:val="006C439E"/>
    <w:rsid w:val="006E4C57"/>
    <w:rsid w:val="006E5CD8"/>
    <w:rsid w:val="006E6907"/>
    <w:rsid w:val="006E6AEF"/>
    <w:rsid w:val="006E7162"/>
    <w:rsid w:val="006E7CB7"/>
    <w:rsid w:val="006E7DA8"/>
    <w:rsid w:val="006F2F53"/>
    <w:rsid w:val="006F30D1"/>
    <w:rsid w:val="006F3568"/>
    <w:rsid w:val="00701C2E"/>
    <w:rsid w:val="007047FE"/>
    <w:rsid w:val="00707323"/>
    <w:rsid w:val="00707E04"/>
    <w:rsid w:val="00710F61"/>
    <w:rsid w:val="00717935"/>
    <w:rsid w:val="00720998"/>
    <w:rsid w:val="00722F55"/>
    <w:rsid w:val="00724015"/>
    <w:rsid w:val="00724CBE"/>
    <w:rsid w:val="007275C4"/>
    <w:rsid w:val="00727D02"/>
    <w:rsid w:val="00736072"/>
    <w:rsid w:val="00741646"/>
    <w:rsid w:val="00742767"/>
    <w:rsid w:val="0074775B"/>
    <w:rsid w:val="00750B71"/>
    <w:rsid w:val="00754B8E"/>
    <w:rsid w:val="00754E1E"/>
    <w:rsid w:val="00756D39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93F"/>
    <w:rsid w:val="007840B2"/>
    <w:rsid w:val="00790B4C"/>
    <w:rsid w:val="007915CB"/>
    <w:rsid w:val="00791BD9"/>
    <w:rsid w:val="0079278B"/>
    <w:rsid w:val="00795C1A"/>
    <w:rsid w:val="007979A8"/>
    <w:rsid w:val="007A0E4F"/>
    <w:rsid w:val="007B1711"/>
    <w:rsid w:val="007B21E3"/>
    <w:rsid w:val="007B3ADE"/>
    <w:rsid w:val="007B5B8B"/>
    <w:rsid w:val="007C3BE9"/>
    <w:rsid w:val="007C546E"/>
    <w:rsid w:val="007D077F"/>
    <w:rsid w:val="007D4C70"/>
    <w:rsid w:val="007D5E57"/>
    <w:rsid w:val="007D7BD5"/>
    <w:rsid w:val="007E26D8"/>
    <w:rsid w:val="007E368C"/>
    <w:rsid w:val="007E384B"/>
    <w:rsid w:val="007E4EDD"/>
    <w:rsid w:val="007E7223"/>
    <w:rsid w:val="007F132F"/>
    <w:rsid w:val="007F4A77"/>
    <w:rsid w:val="00802755"/>
    <w:rsid w:val="00802C23"/>
    <w:rsid w:val="008031F4"/>
    <w:rsid w:val="0080441E"/>
    <w:rsid w:val="00807592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493C"/>
    <w:rsid w:val="00846662"/>
    <w:rsid w:val="00847AE3"/>
    <w:rsid w:val="00851397"/>
    <w:rsid w:val="0085616F"/>
    <w:rsid w:val="00857E68"/>
    <w:rsid w:val="00861463"/>
    <w:rsid w:val="00865C70"/>
    <w:rsid w:val="0086789F"/>
    <w:rsid w:val="008728C1"/>
    <w:rsid w:val="00882CC5"/>
    <w:rsid w:val="00891233"/>
    <w:rsid w:val="0089257F"/>
    <w:rsid w:val="00893350"/>
    <w:rsid w:val="008944E2"/>
    <w:rsid w:val="00896AF9"/>
    <w:rsid w:val="008A2C1F"/>
    <w:rsid w:val="008B2890"/>
    <w:rsid w:val="008B5526"/>
    <w:rsid w:val="008C1D41"/>
    <w:rsid w:val="008C3E43"/>
    <w:rsid w:val="008C4DB8"/>
    <w:rsid w:val="008C6B06"/>
    <w:rsid w:val="008D460B"/>
    <w:rsid w:val="008D78A5"/>
    <w:rsid w:val="008E28BE"/>
    <w:rsid w:val="008E2A76"/>
    <w:rsid w:val="008E38BB"/>
    <w:rsid w:val="008E43A2"/>
    <w:rsid w:val="008E4757"/>
    <w:rsid w:val="008E5FD9"/>
    <w:rsid w:val="008E6CF2"/>
    <w:rsid w:val="008F2268"/>
    <w:rsid w:val="009013CF"/>
    <w:rsid w:val="009140BC"/>
    <w:rsid w:val="00915DC6"/>
    <w:rsid w:val="00917DE3"/>
    <w:rsid w:val="00920450"/>
    <w:rsid w:val="0092252A"/>
    <w:rsid w:val="0092381B"/>
    <w:rsid w:val="00925E1B"/>
    <w:rsid w:val="009319FD"/>
    <w:rsid w:val="00936E3A"/>
    <w:rsid w:val="0094267F"/>
    <w:rsid w:val="00942BCD"/>
    <w:rsid w:val="009456B1"/>
    <w:rsid w:val="0094577D"/>
    <w:rsid w:val="009472B8"/>
    <w:rsid w:val="00951FDA"/>
    <w:rsid w:val="009538B1"/>
    <w:rsid w:val="00953AAE"/>
    <w:rsid w:val="00957ED9"/>
    <w:rsid w:val="00960409"/>
    <w:rsid w:val="00960913"/>
    <w:rsid w:val="00960A83"/>
    <w:rsid w:val="009643F6"/>
    <w:rsid w:val="009647B6"/>
    <w:rsid w:val="00965750"/>
    <w:rsid w:val="00970195"/>
    <w:rsid w:val="00970715"/>
    <w:rsid w:val="00972C94"/>
    <w:rsid w:val="00977196"/>
    <w:rsid w:val="00981AD0"/>
    <w:rsid w:val="009827F7"/>
    <w:rsid w:val="009870A7"/>
    <w:rsid w:val="00987322"/>
    <w:rsid w:val="00991A29"/>
    <w:rsid w:val="009945D0"/>
    <w:rsid w:val="00994D1E"/>
    <w:rsid w:val="00996209"/>
    <w:rsid w:val="009963F1"/>
    <w:rsid w:val="009971CB"/>
    <w:rsid w:val="00997D4A"/>
    <w:rsid w:val="009A040C"/>
    <w:rsid w:val="009A1252"/>
    <w:rsid w:val="009A3BF3"/>
    <w:rsid w:val="009A5A4C"/>
    <w:rsid w:val="009B1A1E"/>
    <w:rsid w:val="009B2D6A"/>
    <w:rsid w:val="009B4426"/>
    <w:rsid w:val="009C0B8A"/>
    <w:rsid w:val="009C2C4B"/>
    <w:rsid w:val="009C3730"/>
    <w:rsid w:val="009D186B"/>
    <w:rsid w:val="009D1F27"/>
    <w:rsid w:val="009D24CA"/>
    <w:rsid w:val="009D5A9A"/>
    <w:rsid w:val="009E354E"/>
    <w:rsid w:val="009E78C4"/>
    <w:rsid w:val="009F04A4"/>
    <w:rsid w:val="009F0F16"/>
    <w:rsid w:val="009F190C"/>
    <w:rsid w:val="009F52B7"/>
    <w:rsid w:val="00A01073"/>
    <w:rsid w:val="00A01428"/>
    <w:rsid w:val="00A014F6"/>
    <w:rsid w:val="00A02C77"/>
    <w:rsid w:val="00A039BA"/>
    <w:rsid w:val="00A0462E"/>
    <w:rsid w:val="00A05D65"/>
    <w:rsid w:val="00A106FE"/>
    <w:rsid w:val="00A10772"/>
    <w:rsid w:val="00A10C12"/>
    <w:rsid w:val="00A12B11"/>
    <w:rsid w:val="00A13B12"/>
    <w:rsid w:val="00A14432"/>
    <w:rsid w:val="00A17672"/>
    <w:rsid w:val="00A20BDC"/>
    <w:rsid w:val="00A22017"/>
    <w:rsid w:val="00A2263E"/>
    <w:rsid w:val="00A24539"/>
    <w:rsid w:val="00A24DEB"/>
    <w:rsid w:val="00A26AB1"/>
    <w:rsid w:val="00A27992"/>
    <w:rsid w:val="00A30ED9"/>
    <w:rsid w:val="00A31873"/>
    <w:rsid w:val="00A42963"/>
    <w:rsid w:val="00A470E3"/>
    <w:rsid w:val="00A54464"/>
    <w:rsid w:val="00A54C4A"/>
    <w:rsid w:val="00A553CE"/>
    <w:rsid w:val="00A5746C"/>
    <w:rsid w:val="00A60AE9"/>
    <w:rsid w:val="00A62359"/>
    <w:rsid w:val="00A6442C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F4F"/>
    <w:rsid w:val="00A93B00"/>
    <w:rsid w:val="00A9400A"/>
    <w:rsid w:val="00A95693"/>
    <w:rsid w:val="00A958B4"/>
    <w:rsid w:val="00A96BED"/>
    <w:rsid w:val="00AA4232"/>
    <w:rsid w:val="00AA5969"/>
    <w:rsid w:val="00AB109E"/>
    <w:rsid w:val="00AB3A38"/>
    <w:rsid w:val="00AB5DA2"/>
    <w:rsid w:val="00AB7C2D"/>
    <w:rsid w:val="00AC03CF"/>
    <w:rsid w:val="00AC19FF"/>
    <w:rsid w:val="00AC6B86"/>
    <w:rsid w:val="00AD15FC"/>
    <w:rsid w:val="00AD48FA"/>
    <w:rsid w:val="00AD6EB7"/>
    <w:rsid w:val="00AE26A5"/>
    <w:rsid w:val="00AE40CA"/>
    <w:rsid w:val="00AE458A"/>
    <w:rsid w:val="00AE56C2"/>
    <w:rsid w:val="00AE6C58"/>
    <w:rsid w:val="00B00A51"/>
    <w:rsid w:val="00B00A82"/>
    <w:rsid w:val="00B00C8E"/>
    <w:rsid w:val="00B02C33"/>
    <w:rsid w:val="00B046A7"/>
    <w:rsid w:val="00B05E78"/>
    <w:rsid w:val="00B11ACC"/>
    <w:rsid w:val="00B12F9D"/>
    <w:rsid w:val="00B1548C"/>
    <w:rsid w:val="00B21422"/>
    <w:rsid w:val="00B23950"/>
    <w:rsid w:val="00B24420"/>
    <w:rsid w:val="00B24EA9"/>
    <w:rsid w:val="00B277C8"/>
    <w:rsid w:val="00B30981"/>
    <w:rsid w:val="00B33D6A"/>
    <w:rsid w:val="00B35154"/>
    <w:rsid w:val="00B354FB"/>
    <w:rsid w:val="00B35601"/>
    <w:rsid w:val="00B35EC0"/>
    <w:rsid w:val="00B36180"/>
    <w:rsid w:val="00B40ED2"/>
    <w:rsid w:val="00B415BA"/>
    <w:rsid w:val="00B50B1D"/>
    <w:rsid w:val="00B50CA9"/>
    <w:rsid w:val="00B5229C"/>
    <w:rsid w:val="00B522A5"/>
    <w:rsid w:val="00B527B8"/>
    <w:rsid w:val="00B533FE"/>
    <w:rsid w:val="00B53B74"/>
    <w:rsid w:val="00B602ED"/>
    <w:rsid w:val="00B656C0"/>
    <w:rsid w:val="00B66228"/>
    <w:rsid w:val="00B66CFA"/>
    <w:rsid w:val="00B765B7"/>
    <w:rsid w:val="00B76F1C"/>
    <w:rsid w:val="00B812BB"/>
    <w:rsid w:val="00B83F8D"/>
    <w:rsid w:val="00B86C3A"/>
    <w:rsid w:val="00B90485"/>
    <w:rsid w:val="00B96157"/>
    <w:rsid w:val="00B9647E"/>
    <w:rsid w:val="00BA6469"/>
    <w:rsid w:val="00BB2F74"/>
    <w:rsid w:val="00BB5A7F"/>
    <w:rsid w:val="00BB5B70"/>
    <w:rsid w:val="00BB6819"/>
    <w:rsid w:val="00BC03B6"/>
    <w:rsid w:val="00BC2C3D"/>
    <w:rsid w:val="00BC4F05"/>
    <w:rsid w:val="00BD13B2"/>
    <w:rsid w:val="00BD2D44"/>
    <w:rsid w:val="00BE29A2"/>
    <w:rsid w:val="00BE5193"/>
    <w:rsid w:val="00BE6C97"/>
    <w:rsid w:val="00BF021A"/>
    <w:rsid w:val="00BF3E21"/>
    <w:rsid w:val="00C00303"/>
    <w:rsid w:val="00C0053B"/>
    <w:rsid w:val="00C01CB0"/>
    <w:rsid w:val="00C035EF"/>
    <w:rsid w:val="00C036D2"/>
    <w:rsid w:val="00C05CF2"/>
    <w:rsid w:val="00C0702A"/>
    <w:rsid w:val="00C10CE1"/>
    <w:rsid w:val="00C10D4E"/>
    <w:rsid w:val="00C11717"/>
    <w:rsid w:val="00C26967"/>
    <w:rsid w:val="00C31B01"/>
    <w:rsid w:val="00C32CE7"/>
    <w:rsid w:val="00C34DFC"/>
    <w:rsid w:val="00C352E0"/>
    <w:rsid w:val="00C434B7"/>
    <w:rsid w:val="00C47E3C"/>
    <w:rsid w:val="00C51ADC"/>
    <w:rsid w:val="00C55D60"/>
    <w:rsid w:val="00C60599"/>
    <w:rsid w:val="00C60AC8"/>
    <w:rsid w:val="00C708D3"/>
    <w:rsid w:val="00C70926"/>
    <w:rsid w:val="00C70E4F"/>
    <w:rsid w:val="00C7490E"/>
    <w:rsid w:val="00C74E1A"/>
    <w:rsid w:val="00C82ED7"/>
    <w:rsid w:val="00C85E41"/>
    <w:rsid w:val="00C942CA"/>
    <w:rsid w:val="00C95019"/>
    <w:rsid w:val="00C97DD5"/>
    <w:rsid w:val="00CA0E95"/>
    <w:rsid w:val="00CA2623"/>
    <w:rsid w:val="00CA423F"/>
    <w:rsid w:val="00CC03E3"/>
    <w:rsid w:val="00CC1FBE"/>
    <w:rsid w:val="00CC317E"/>
    <w:rsid w:val="00CC5DCA"/>
    <w:rsid w:val="00CE53C3"/>
    <w:rsid w:val="00CE67A5"/>
    <w:rsid w:val="00CF07DF"/>
    <w:rsid w:val="00CF0943"/>
    <w:rsid w:val="00CF281F"/>
    <w:rsid w:val="00CF2E97"/>
    <w:rsid w:val="00CF45B9"/>
    <w:rsid w:val="00D03870"/>
    <w:rsid w:val="00D0705C"/>
    <w:rsid w:val="00D2169A"/>
    <w:rsid w:val="00D23E2C"/>
    <w:rsid w:val="00D24929"/>
    <w:rsid w:val="00D2599B"/>
    <w:rsid w:val="00D325AF"/>
    <w:rsid w:val="00D32769"/>
    <w:rsid w:val="00D37291"/>
    <w:rsid w:val="00D374CA"/>
    <w:rsid w:val="00D44E65"/>
    <w:rsid w:val="00D472C7"/>
    <w:rsid w:val="00D47F23"/>
    <w:rsid w:val="00D5127C"/>
    <w:rsid w:val="00D51B69"/>
    <w:rsid w:val="00D60A2B"/>
    <w:rsid w:val="00D60E9C"/>
    <w:rsid w:val="00D66933"/>
    <w:rsid w:val="00D67296"/>
    <w:rsid w:val="00D706FE"/>
    <w:rsid w:val="00D72680"/>
    <w:rsid w:val="00D77B77"/>
    <w:rsid w:val="00D804B4"/>
    <w:rsid w:val="00D857F1"/>
    <w:rsid w:val="00D87D25"/>
    <w:rsid w:val="00D94552"/>
    <w:rsid w:val="00D9541A"/>
    <w:rsid w:val="00D964B3"/>
    <w:rsid w:val="00DA044C"/>
    <w:rsid w:val="00DA21EE"/>
    <w:rsid w:val="00DA2750"/>
    <w:rsid w:val="00DA56CA"/>
    <w:rsid w:val="00DB27CF"/>
    <w:rsid w:val="00DB4323"/>
    <w:rsid w:val="00DB668C"/>
    <w:rsid w:val="00DC033A"/>
    <w:rsid w:val="00DC4245"/>
    <w:rsid w:val="00DC6F29"/>
    <w:rsid w:val="00DD0933"/>
    <w:rsid w:val="00DD19B2"/>
    <w:rsid w:val="00DD4ADC"/>
    <w:rsid w:val="00DD65E0"/>
    <w:rsid w:val="00DE0980"/>
    <w:rsid w:val="00DE4FD9"/>
    <w:rsid w:val="00DE600A"/>
    <w:rsid w:val="00DE663D"/>
    <w:rsid w:val="00DF24DF"/>
    <w:rsid w:val="00DF464F"/>
    <w:rsid w:val="00DF59AF"/>
    <w:rsid w:val="00DF6B7F"/>
    <w:rsid w:val="00E05099"/>
    <w:rsid w:val="00E06C2C"/>
    <w:rsid w:val="00E10C30"/>
    <w:rsid w:val="00E13CCD"/>
    <w:rsid w:val="00E14C60"/>
    <w:rsid w:val="00E15B41"/>
    <w:rsid w:val="00E162D8"/>
    <w:rsid w:val="00E24018"/>
    <w:rsid w:val="00E258CE"/>
    <w:rsid w:val="00E32A1E"/>
    <w:rsid w:val="00E33065"/>
    <w:rsid w:val="00E42E92"/>
    <w:rsid w:val="00E442AB"/>
    <w:rsid w:val="00E4523B"/>
    <w:rsid w:val="00E457A8"/>
    <w:rsid w:val="00E47440"/>
    <w:rsid w:val="00E47B3C"/>
    <w:rsid w:val="00E52609"/>
    <w:rsid w:val="00E54181"/>
    <w:rsid w:val="00E56735"/>
    <w:rsid w:val="00E56E22"/>
    <w:rsid w:val="00E614B2"/>
    <w:rsid w:val="00E616D9"/>
    <w:rsid w:val="00E61A68"/>
    <w:rsid w:val="00E621D7"/>
    <w:rsid w:val="00E676EC"/>
    <w:rsid w:val="00E7722C"/>
    <w:rsid w:val="00E81AC0"/>
    <w:rsid w:val="00E84B6B"/>
    <w:rsid w:val="00E85D34"/>
    <w:rsid w:val="00E85FF3"/>
    <w:rsid w:val="00E903F3"/>
    <w:rsid w:val="00E90D2F"/>
    <w:rsid w:val="00E938A0"/>
    <w:rsid w:val="00E958FF"/>
    <w:rsid w:val="00E96F47"/>
    <w:rsid w:val="00E97955"/>
    <w:rsid w:val="00EA2A71"/>
    <w:rsid w:val="00EA35D5"/>
    <w:rsid w:val="00EB0F78"/>
    <w:rsid w:val="00EB5020"/>
    <w:rsid w:val="00EC4940"/>
    <w:rsid w:val="00ED0869"/>
    <w:rsid w:val="00ED09F7"/>
    <w:rsid w:val="00ED0B8A"/>
    <w:rsid w:val="00ED3BD7"/>
    <w:rsid w:val="00ED415C"/>
    <w:rsid w:val="00ED6C0A"/>
    <w:rsid w:val="00EE25B2"/>
    <w:rsid w:val="00EE5180"/>
    <w:rsid w:val="00EF0618"/>
    <w:rsid w:val="00EF2609"/>
    <w:rsid w:val="00EF26F8"/>
    <w:rsid w:val="00EF2A2A"/>
    <w:rsid w:val="00EF4C97"/>
    <w:rsid w:val="00EF56AB"/>
    <w:rsid w:val="00F00C33"/>
    <w:rsid w:val="00F0170E"/>
    <w:rsid w:val="00F0439F"/>
    <w:rsid w:val="00F04475"/>
    <w:rsid w:val="00F05640"/>
    <w:rsid w:val="00F0649E"/>
    <w:rsid w:val="00F115DC"/>
    <w:rsid w:val="00F12F81"/>
    <w:rsid w:val="00F13651"/>
    <w:rsid w:val="00F13B61"/>
    <w:rsid w:val="00F13CCB"/>
    <w:rsid w:val="00F1487A"/>
    <w:rsid w:val="00F17F23"/>
    <w:rsid w:val="00F202E7"/>
    <w:rsid w:val="00F2112E"/>
    <w:rsid w:val="00F26A60"/>
    <w:rsid w:val="00F310A6"/>
    <w:rsid w:val="00F31B06"/>
    <w:rsid w:val="00F34134"/>
    <w:rsid w:val="00F3422F"/>
    <w:rsid w:val="00F4075C"/>
    <w:rsid w:val="00F410C5"/>
    <w:rsid w:val="00F41607"/>
    <w:rsid w:val="00F41C8F"/>
    <w:rsid w:val="00F45E80"/>
    <w:rsid w:val="00F46129"/>
    <w:rsid w:val="00F47FEC"/>
    <w:rsid w:val="00F500B2"/>
    <w:rsid w:val="00F53E65"/>
    <w:rsid w:val="00F558D3"/>
    <w:rsid w:val="00F64B8A"/>
    <w:rsid w:val="00F65707"/>
    <w:rsid w:val="00F8153A"/>
    <w:rsid w:val="00F839B4"/>
    <w:rsid w:val="00F849F6"/>
    <w:rsid w:val="00F85926"/>
    <w:rsid w:val="00F86949"/>
    <w:rsid w:val="00F91462"/>
    <w:rsid w:val="00F92084"/>
    <w:rsid w:val="00F941EE"/>
    <w:rsid w:val="00F94EA4"/>
    <w:rsid w:val="00F970A3"/>
    <w:rsid w:val="00FA0756"/>
    <w:rsid w:val="00FA163C"/>
    <w:rsid w:val="00FA2756"/>
    <w:rsid w:val="00FA7D84"/>
    <w:rsid w:val="00FB15DF"/>
    <w:rsid w:val="00FB291E"/>
    <w:rsid w:val="00FB3E40"/>
    <w:rsid w:val="00FB6B86"/>
    <w:rsid w:val="00FB71FF"/>
    <w:rsid w:val="00FC14F0"/>
    <w:rsid w:val="00FD0FCF"/>
    <w:rsid w:val="00FD1873"/>
    <w:rsid w:val="00FD4713"/>
    <w:rsid w:val="00FD5905"/>
    <w:rsid w:val="00FD5D8A"/>
    <w:rsid w:val="00FD6D28"/>
    <w:rsid w:val="00FE060C"/>
    <w:rsid w:val="00FE0E06"/>
    <w:rsid w:val="00FE4472"/>
    <w:rsid w:val="00FE6364"/>
    <w:rsid w:val="00FE6FB8"/>
    <w:rsid w:val="00FE78A5"/>
    <w:rsid w:val="00FF0E2B"/>
    <w:rsid w:val="00FF1929"/>
    <w:rsid w:val="00FF6A30"/>
    <w:rsid w:val="00FF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687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966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9668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69668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70A7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696687"/>
    <w:rPr>
      <w:rFonts w:cs="Times New Roman"/>
    </w:rPr>
  </w:style>
  <w:style w:type="table" w:styleId="TableGrid">
    <w:name w:val="Table Grid"/>
    <w:basedOn w:val="TableNormal"/>
    <w:uiPriority w:val="99"/>
    <w:rsid w:val="006966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Normal"/>
    <w:uiPriority w:val="99"/>
    <w:rsid w:val="0034403C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D24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24929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57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7196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BF8845751F0325DB3DBB381595AD793676D6F49BFEBED265E03C19A3FAE37CC309E55F36A1F5495573C2c8Y2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7</Pages>
  <Words>1343</Words>
  <Characters>7659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10</cp:revision>
  <cp:lastPrinted>2015-01-28T13:21:00Z</cp:lastPrinted>
  <dcterms:created xsi:type="dcterms:W3CDTF">2014-12-11T08:25:00Z</dcterms:created>
  <dcterms:modified xsi:type="dcterms:W3CDTF">2015-02-10T06:52:00Z</dcterms:modified>
</cp:coreProperties>
</file>