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40" w:rsidRPr="00165E74" w:rsidRDefault="00856940" w:rsidP="00856B9D">
      <w:pPr>
        <w:pStyle w:val="ConsPlusTitle"/>
        <w:widowControl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65E74">
        <w:rPr>
          <w:rFonts w:ascii="Times New Roman" w:hAnsi="Times New Roman" w:cs="Times New Roman"/>
          <w:spacing w:val="-4"/>
          <w:sz w:val="28"/>
          <w:szCs w:val="28"/>
        </w:rPr>
        <w:t>Закон Ульяновской области</w:t>
      </w:r>
    </w:p>
    <w:p w:rsidR="00856940" w:rsidRPr="00A26E72" w:rsidRDefault="00856940" w:rsidP="00856B9D">
      <w:pPr>
        <w:pStyle w:val="ConsPlusTitle"/>
        <w:widowControl/>
        <w:jc w:val="center"/>
        <w:rPr>
          <w:rFonts w:ascii="Times New Roman" w:hAnsi="Times New Roman" w:cs="Times New Roman"/>
          <w:spacing w:val="-4"/>
          <w:sz w:val="36"/>
          <w:szCs w:val="36"/>
        </w:rPr>
      </w:pPr>
    </w:p>
    <w:p w:rsidR="00856940" w:rsidRPr="00A26E72" w:rsidRDefault="00856940" w:rsidP="00165E74">
      <w:pPr>
        <w:pStyle w:val="ConsPlusTitle"/>
        <w:widowControl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36"/>
          <w:szCs w:val="36"/>
        </w:rPr>
        <w:t xml:space="preserve">           </w:t>
      </w:r>
      <w:r w:rsidRPr="00A26E72">
        <w:rPr>
          <w:rFonts w:ascii="Times New Roman" w:hAnsi="Times New Roman" w:cs="Times New Roman"/>
          <w:spacing w:val="-4"/>
          <w:sz w:val="28"/>
          <w:szCs w:val="28"/>
        </w:rPr>
        <w:t>О внесении изменений в статью 1 Закона У</w:t>
      </w:r>
      <w:r w:rsidRPr="00A26E72">
        <w:rPr>
          <w:rFonts w:ascii="Times New Roman" w:hAnsi="Times New Roman"/>
          <w:spacing w:val="-4"/>
          <w:sz w:val="28"/>
          <w:szCs w:val="28"/>
        </w:rPr>
        <w:t>льяновской области</w:t>
      </w:r>
    </w:p>
    <w:p w:rsidR="00856940" w:rsidRPr="00A26E72" w:rsidRDefault="00856940" w:rsidP="004F3F3A">
      <w:pPr>
        <w:pStyle w:val="ConsPlusTitle"/>
        <w:widowControl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26E72">
        <w:rPr>
          <w:rFonts w:ascii="Times New Roman" w:hAnsi="Times New Roman"/>
          <w:spacing w:val="-4"/>
          <w:sz w:val="28"/>
          <w:szCs w:val="28"/>
        </w:rPr>
        <w:t>«О муниципальной службе в Ульяновской области»</w:t>
      </w:r>
    </w:p>
    <w:p w:rsidR="00856940" w:rsidRPr="00A26E72" w:rsidRDefault="00856940" w:rsidP="004F3F3A">
      <w:pPr>
        <w:pStyle w:val="ConsPlusNormal"/>
        <w:widowControl/>
        <w:spacing w:line="396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856940" w:rsidRPr="005526B9" w:rsidRDefault="00856940" w:rsidP="00165E74">
      <w:pPr>
        <w:autoSpaceDE w:val="0"/>
        <w:autoSpaceDN w:val="0"/>
        <w:adjustRightInd w:val="0"/>
        <w:spacing w:after="0" w:line="396" w:lineRule="auto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         </w:t>
      </w:r>
      <w:r w:rsidRPr="005526B9">
        <w:rPr>
          <w:rFonts w:ascii="Times New Roman" w:hAnsi="Times New Roman"/>
          <w:spacing w:val="2"/>
          <w:sz w:val="28"/>
          <w:szCs w:val="28"/>
        </w:rPr>
        <w:t xml:space="preserve">Внести в статью 1 Закона Ульяновской области от 7 ноября 2007 года </w:t>
      </w:r>
      <w:r w:rsidRPr="005526B9">
        <w:rPr>
          <w:rFonts w:ascii="Times New Roman" w:hAnsi="Times New Roman"/>
          <w:spacing w:val="2"/>
          <w:sz w:val="28"/>
          <w:szCs w:val="28"/>
        </w:rPr>
        <w:br/>
        <w:t>№ 163-ЗО «О муниципальной службе в Ульяновской области» («</w:t>
      </w:r>
      <w:r w:rsidRPr="005526B9">
        <w:rPr>
          <w:rFonts w:ascii="Times New Roman" w:hAnsi="Times New Roman"/>
          <w:spacing w:val="2"/>
          <w:sz w:val="28"/>
          <w:szCs w:val="28"/>
          <w:lang w:eastAsia="ru-RU"/>
        </w:rPr>
        <w:t xml:space="preserve">Ульяновская правда» от 09.11.2007 № 95; от 13.06.2008 № 48; от 15.10.2008 № 84;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5526B9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 24.10.2008 № 88; от 28.11.2008 № 97; от 05.12.2008 № 99; от 19.12.2008 № 103; от 03.04.2009 № 25; от 22.07.2009 № 59; от 02.10.2009 № 80; от 05.04.2010 № 25;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5526B9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 12.05.2010 № 35-36; от 09.10.2010 № 83; от 08.11.2010 № 91; от 06.05.2011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5526B9">
        <w:rPr>
          <w:rFonts w:ascii="Times New Roman" w:hAnsi="Times New Roman"/>
          <w:spacing w:val="2"/>
          <w:sz w:val="28"/>
          <w:szCs w:val="28"/>
          <w:lang w:eastAsia="ru-RU"/>
        </w:rPr>
        <w:t xml:space="preserve">№ 48; от 11.05.2011 № 50; от 08.06.2011 № 62; от 12.08.2011 № 89; от 28.12.2011 № 147; от 24.07.2012 № 78; от 28.12.2012 № 146; от 08.05.2013 № 48;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5526B9">
        <w:rPr>
          <w:rFonts w:ascii="Times New Roman" w:hAnsi="Times New Roman"/>
          <w:spacing w:val="2"/>
          <w:sz w:val="28"/>
          <w:szCs w:val="28"/>
          <w:lang w:eastAsia="ru-RU"/>
        </w:rPr>
        <w:t>от 11.11.2013 № 144; от 06.02.2014 № 16) следующие изменения:</w:t>
      </w:r>
    </w:p>
    <w:p w:rsidR="00856940" w:rsidRPr="005526B9" w:rsidRDefault="00856940" w:rsidP="005526B9">
      <w:pPr>
        <w:autoSpaceDE w:val="0"/>
        <w:autoSpaceDN w:val="0"/>
        <w:adjustRightInd w:val="0"/>
        <w:spacing w:after="0" w:line="39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526B9">
        <w:rPr>
          <w:rFonts w:ascii="Times New Roman" w:hAnsi="Times New Roman"/>
          <w:sz w:val="28"/>
          <w:szCs w:val="28"/>
          <w:lang w:eastAsia="ru-RU"/>
        </w:rPr>
        <w:t>1) пункт 3 части 1 дополнить словами «, если иное не предусмотрено частью 1</w:t>
      </w:r>
      <w:r w:rsidRPr="005526B9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1 </w:t>
      </w:r>
      <w:r w:rsidRPr="005526B9">
        <w:rPr>
          <w:rFonts w:ascii="Times New Roman" w:hAnsi="Times New Roman"/>
          <w:sz w:val="28"/>
          <w:szCs w:val="28"/>
          <w:lang w:eastAsia="ru-RU"/>
        </w:rPr>
        <w:t>настоящей статьи»;</w:t>
      </w:r>
    </w:p>
    <w:p w:rsidR="00856940" w:rsidRPr="005526B9" w:rsidRDefault="00856940" w:rsidP="005526B9">
      <w:pPr>
        <w:autoSpaceDE w:val="0"/>
        <w:autoSpaceDN w:val="0"/>
        <w:adjustRightInd w:val="0"/>
        <w:spacing w:after="0" w:line="39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526B9">
        <w:rPr>
          <w:rFonts w:ascii="Times New Roman" w:hAnsi="Times New Roman"/>
          <w:sz w:val="28"/>
          <w:szCs w:val="28"/>
          <w:lang w:eastAsia="ru-RU"/>
        </w:rPr>
        <w:t>2) дополнить частью 1</w:t>
      </w:r>
      <w:r w:rsidRPr="005526B9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5526B9"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856940" w:rsidRPr="005526B9" w:rsidRDefault="00856940" w:rsidP="005526B9">
      <w:pPr>
        <w:autoSpaceDE w:val="0"/>
        <w:autoSpaceDN w:val="0"/>
        <w:adjustRightInd w:val="0"/>
        <w:spacing w:after="0" w:line="39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526B9">
        <w:rPr>
          <w:rFonts w:ascii="Times New Roman" w:hAnsi="Times New Roman"/>
          <w:sz w:val="28"/>
          <w:szCs w:val="28"/>
          <w:lang w:eastAsia="ru-RU"/>
        </w:rPr>
        <w:t>«1</w:t>
      </w:r>
      <w:r w:rsidRPr="005526B9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5526B9">
        <w:rPr>
          <w:rFonts w:ascii="Times New Roman" w:hAnsi="Times New Roman"/>
          <w:sz w:val="28"/>
          <w:szCs w:val="28"/>
          <w:lang w:eastAsia="ru-RU"/>
        </w:rPr>
        <w:t>. Для лиц, имеющих дипломы специалиста или магистра с отличием, в течение трёх лет со дня выдачи диплома устанавливаются квалификационные требования к стажу муниципальной службы (государственной службы) или стажу работы по специальности для замещения ведущих должностей муниципальной службы – не менее одного года стажа муниципальной службы (государственной службы) или стажа работы по специальности.».</w:t>
      </w:r>
    </w:p>
    <w:p w:rsidR="00856940" w:rsidRDefault="00856940" w:rsidP="00BD464B">
      <w:pPr>
        <w:suppressAutoHyphens/>
        <w:spacing w:after="0" w:line="336" w:lineRule="auto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856940" w:rsidRPr="007314A7" w:rsidRDefault="00856940" w:rsidP="00BD464B">
      <w:pPr>
        <w:suppressAutoHyphens/>
        <w:spacing w:after="0" w:line="336" w:lineRule="auto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tbl>
      <w:tblPr>
        <w:tblW w:w="10091" w:type="dxa"/>
        <w:tblLayout w:type="fixed"/>
        <w:tblLook w:val="00A0"/>
      </w:tblPr>
      <w:tblGrid>
        <w:gridCol w:w="4985"/>
        <w:gridCol w:w="5106"/>
      </w:tblGrid>
      <w:tr w:rsidR="00856940" w:rsidRPr="00A26E72" w:rsidTr="00361061">
        <w:tc>
          <w:tcPr>
            <w:tcW w:w="4985" w:type="dxa"/>
          </w:tcPr>
          <w:p w:rsidR="00856940" w:rsidRPr="00A26E72" w:rsidRDefault="00856940" w:rsidP="00BD464B">
            <w:pPr>
              <w:spacing w:after="0" w:line="336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A26E72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06" w:type="dxa"/>
          </w:tcPr>
          <w:p w:rsidR="00856940" w:rsidRPr="00A26E72" w:rsidRDefault="00856940" w:rsidP="00BD464B">
            <w:pPr>
              <w:spacing w:after="0" w:line="336" w:lineRule="auto"/>
              <w:jc w:val="right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A26E72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                                          С.И.Морозов</w:t>
            </w:r>
          </w:p>
        </w:tc>
      </w:tr>
    </w:tbl>
    <w:p w:rsidR="00856940" w:rsidRDefault="00856940" w:rsidP="00BD464B">
      <w:pPr>
        <w:spacing w:after="0" w:line="336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856940" w:rsidRPr="00A26E72" w:rsidRDefault="00856940" w:rsidP="00CA5BF0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856940" w:rsidRPr="00A26E72" w:rsidRDefault="00856940" w:rsidP="00CA5BF0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A26E72">
        <w:rPr>
          <w:rFonts w:ascii="Times New Roman" w:hAnsi="Times New Roman"/>
          <w:spacing w:val="-4"/>
          <w:sz w:val="28"/>
          <w:szCs w:val="28"/>
        </w:rPr>
        <w:t>г. Ульяновск</w:t>
      </w:r>
    </w:p>
    <w:p w:rsidR="00856940" w:rsidRPr="00A26E72" w:rsidRDefault="00856940" w:rsidP="00CA5BF0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26</w:t>
      </w:r>
      <w:r w:rsidRPr="00A26E72">
        <w:rPr>
          <w:rFonts w:ascii="Times New Roman" w:hAnsi="Times New Roman"/>
          <w:spacing w:val="-4"/>
          <w:sz w:val="28"/>
          <w:szCs w:val="28"/>
        </w:rPr>
        <w:t xml:space="preserve">  </w:t>
      </w:r>
      <w:r>
        <w:rPr>
          <w:rFonts w:ascii="Times New Roman" w:hAnsi="Times New Roman"/>
          <w:spacing w:val="-4"/>
          <w:sz w:val="28"/>
          <w:szCs w:val="28"/>
        </w:rPr>
        <w:t>марта</w:t>
      </w:r>
      <w:r w:rsidRPr="00A26E72">
        <w:rPr>
          <w:rFonts w:ascii="Times New Roman" w:hAnsi="Times New Roman"/>
          <w:spacing w:val="-4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A26E72">
          <w:rPr>
            <w:rFonts w:ascii="Times New Roman" w:hAnsi="Times New Roman"/>
            <w:spacing w:val="-4"/>
            <w:sz w:val="28"/>
            <w:szCs w:val="28"/>
          </w:rPr>
          <w:t>2014 г</w:t>
        </w:r>
      </w:smartTag>
      <w:r w:rsidRPr="00A26E72">
        <w:rPr>
          <w:rFonts w:ascii="Times New Roman" w:hAnsi="Times New Roman"/>
          <w:spacing w:val="-4"/>
          <w:sz w:val="28"/>
          <w:szCs w:val="28"/>
        </w:rPr>
        <w:t>.</w:t>
      </w:r>
    </w:p>
    <w:p w:rsidR="00856940" w:rsidRPr="00A26E72" w:rsidRDefault="00856940" w:rsidP="00CA5BF0">
      <w:pPr>
        <w:spacing w:after="0" w:line="240" w:lineRule="auto"/>
        <w:jc w:val="center"/>
        <w:rPr>
          <w:spacing w:val="-4"/>
          <w:sz w:val="28"/>
          <w:szCs w:val="28"/>
        </w:rPr>
      </w:pPr>
      <w:r w:rsidRPr="00A26E72">
        <w:rPr>
          <w:rFonts w:ascii="Times New Roman" w:hAnsi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/>
          <w:spacing w:val="-4"/>
          <w:sz w:val="28"/>
          <w:szCs w:val="28"/>
        </w:rPr>
        <w:t>39</w:t>
      </w:r>
      <w:r w:rsidRPr="00A26E72">
        <w:rPr>
          <w:rFonts w:ascii="Times New Roman" w:hAnsi="Times New Roman"/>
          <w:spacing w:val="-4"/>
          <w:sz w:val="28"/>
          <w:szCs w:val="28"/>
          <w:lang w:val="en-US"/>
        </w:rPr>
        <w:t>-</w:t>
      </w:r>
      <w:r w:rsidRPr="00A26E72">
        <w:rPr>
          <w:rFonts w:ascii="Times New Roman" w:hAnsi="Times New Roman"/>
          <w:spacing w:val="-4"/>
          <w:sz w:val="28"/>
          <w:szCs w:val="28"/>
        </w:rPr>
        <w:t>ЗО</w:t>
      </w:r>
      <w:bookmarkStart w:id="0" w:name="_GoBack"/>
      <w:bookmarkEnd w:id="0"/>
    </w:p>
    <w:sectPr w:rsidR="00856940" w:rsidRPr="00A26E72" w:rsidSect="00CF2002">
      <w:headerReference w:type="even" r:id="rId6"/>
      <w:headerReference w:type="default" r:id="rId7"/>
      <w:pgSz w:w="11906" w:h="16838" w:code="9"/>
      <w:pgMar w:top="1134" w:right="567" w:bottom="96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940" w:rsidRDefault="00856940">
      <w:r>
        <w:separator/>
      </w:r>
    </w:p>
  </w:endnote>
  <w:endnote w:type="continuationSeparator" w:id="0">
    <w:p w:rsidR="00856940" w:rsidRDefault="0085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940" w:rsidRDefault="00856940">
      <w:r>
        <w:separator/>
      </w:r>
    </w:p>
  </w:footnote>
  <w:footnote w:type="continuationSeparator" w:id="0">
    <w:p w:rsidR="00856940" w:rsidRDefault="00856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40" w:rsidRDefault="00856940" w:rsidP="00AF31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6940" w:rsidRDefault="008569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40" w:rsidRPr="00361061" w:rsidRDefault="00856940" w:rsidP="004F3F3A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361061">
      <w:rPr>
        <w:rStyle w:val="PageNumber"/>
        <w:rFonts w:ascii="Times New Roman" w:hAnsi="Times New Roman"/>
        <w:sz w:val="28"/>
        <w:szCs w:val="28"/>
      </w:rPr>
      <w:fldChar w:fldCharType="begin"/>
    </w:r>
    <w:r w:rsidRPr="00361061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361061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361061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7C64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4309"/>
    <w:rsid w:val="0007275F"/>
    <w:rsid w:val="000748AF"/>
    <w:rsid w:val="000759CD"/>
    <w:rsid w:val="00082D5A"/>
    <w:rsid w:val="00085549"/>
    <w:rsid w:val="000855B8"/>
    <w:rsid w:val="00086696"/>
    <w:rsid w:val="00086D00"/>
    <w:rsid w:val="00091A1D"/>
    <w:rsid w:val="00097F22"/>
    <w:rsid w:val="000A072E"/>
    <w:rsid w:val="000A2EE7"/>
    <w:rsid w:val="000A3127"/>
    <w:rsid w:val="000A621A"/>
    <w:rsid w:val="000A6244"/>
    <w:rsid w:val="000B2D3F"/>
    <w:rsid w:val="000B3588"/>
    <w:rsid w:val="000B4B03"/>
    <w:rsid w:val="000C59A2"/>
    <w:rsid w:val="000C7DA3"/>
    <w:rsid w:val="000D02F5"/>
    <w:rsid w:val="000D3447"/>
    <w:rsid w:val="000D4190"/>
    <w:rsid w:val="000D4C31"/>
    <w:rsid w:val="000D6296"/>
    <w:rsid w:val="000E050B"/>
    <w:rsid w:val="000E11A8"/>
    <w:rsid w:val="000E3530"/>
    <w:rsid w:val="000E4090"/>
    <w:rsid w:val="00100206"/>
    <w:rsid w:val="00101ABD"/>
    <w:rsid w:val="0010434E"/>
    <w:rsid w:val="0011135F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A2B"/>
    <w:rsid w:val="00134CBD"/>
    <w:rsid w:val="0013580E"/>
    <w:rsid w:val="0013618F"/>
    <w:rsid w:val="001369F7"/>
    <w:rsid w:val="00142772"/>
    <w:rsid w:val="001462A5"/>
    <w:rsid w:val="0014770E"/>
    <w:rsid w:val="001558DF"/>
    <w:rsid w:val="001638B9"/>
    <w:rsid w:val="00163C3D"/>
    <w:rsid w:val="00164AAB"/>
    <w:rsid w:val="00164D80"/>
    <w:rsid w:val="00165E74"/>
    <w:rsid w:val="00167374"/>
    <w:rsid w:val="00167F98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A6053"/>
    <w:rsid w:val="001B35FB"/>
    <w:rsid w:val="001B78AA"/>
    <w:rsid w:val="001D0ADC"/>
    <w:rsid w:val="001D0F07"/>
    <w:rsid w:val="001D1D23"/>
    <w:rsid w:val="001D43F7"/>
    <w:rsid w:val="001D6B5F"/>
    <w:rsid w:val="001D6CA1"/>
    <w:rsid w:val="001E24C4"/>
    <w:rsid w:val="001E2D7E"/>
    <w:rsid w:val="001F7657"/>
    <w:rsid w:val="001F7DB1"/>
    <w:rsid w:val="00205273"/>
    <w:rsid w:val="00213ECD"/>
    <w:rsid w:val="00221C3A"/>
    <w:rsid w:val="00226051"/>
    <w:rsid w:val="00231A23"/>
    <w:rsid w:val="0023419C"/>
    <w:rsid w:val="00234599"/>
    <w:rsid w:val="00235BE0"/>
    <w:rsid w:val="00237D36"/>
    <w:rsid w:val="00246714"/>
    <w:rsid w:val="00250DA9"/>
    <w:rsid w:val="002525B0"/>
    <w:rsid w:val="002547F1"/>
    <w:rsid w:val="0025592D"/>
    <w:rsid w:val="002559E3"/>
    <w:rsid w:val="00257834"/>
    <w:rsid w:val="002606B4"/>
    <w:rsid w:val="00260B45"/>
    <w:rsid w:val="0026188E"/>
    <w:rsid w:val="00264FB3"/>
    <w:rsid w:val="00265868"/>
    <w:rsid w:val="00274986"/>
    <w:rsid w:val="00275749"/>
    <w:rsid w:val="00284770"/>
    <w:rsid w:val="00284EBA"/>
    <w:rsid w:val="0029428C"/>
    <w:rsid w:val="002946FB"/>
    <w:rsid w:val="00296EAC"/>
    <w:rsid w:val="002A5F3A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638"/>
    <w:rsid w:val="003204AA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61061"/>
    <w:rsid w:val="00364300"/>
    <w:rsid w:val="003718A6"/>
    <w:rsid w:val="003720D7"/>
    <w:rsid w:val="003727CF"/>
    <w:rsid w:val="00372A3B"/>
    <w:rsid w:val="003757E8"/>
    <w:rsid w:val="00375C4E"/>
    <w:rsid w:val="00376816"/>
    <w:rsid w:val="003776E4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672A"/>
    <w:rsid w:val="003C3102"/>
    <w:rsid w:val="003C4A85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3F6D34"/>
    <w:rsid w:val="00405BE4"/>
    <w:rsid w:val="004102C3"/>
    <w:rsid w:val="0041070D"/>
    <w:rsid w:val="004131DB"/>
    <w:rsid w:val="0041549B"/>
    <w:rsid w:val="00415FC2"/>
    <w:rsid w:val="004201B7"/>
    <w:rsid w:val="00422C01"/>
    <w:rsid w:val="004311F2"/>
    <w:rsid w:val="004425F5"/>
    <w:rsid w:val="004439D2"/>
    <w:rsid w:val="00443C12"/>
    <w:rsid w:val="00447238"/>
    <w:rsid w:val="00447405"/>
    <w:rsid w:val="00450CB0"/>
    <w:rsid w:val="004530E4"/>
    <w:rsid w:val="00455AE3"/>
    <w:rsid w:val="00466D5E"/>
    <w:rsid w:val="00470BEE"/>
    <w:rsid w:val="00480437"/>
    <w:rsid w:val="00485EBC"/>
    <w:rsid w:val="0048711B"/>
    <w:rsid w:val="00490FBC"/>
    <w:rsid w:val="00491534"/>
    <w:rsid w:val="00494DED"/>
    <w:rsid w:val="00495DEB"/>
    <w:rsid w:val="00496E10"/>
    <w:rsid w:val="004A1532"/>
    <w:rsid w:val="004A47A1"/>
    <w:rsid w:val="004A6BEC"/>
    <w:rsid w:val="004B0CBB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2397"/>
    <w:rsid w:val="004E3DCE"/>
    <w:rsid w:val="004E6A4F"/>
    <w:rsid w:val="004F3EB1"/>
    <w:rsid w:val="004F3F3A"/>
    <w:rsid w:val="004F6C5A"/>
    <w:rsid w:val="0050040E"/>
    <w:rsid w:val="005004A5"/>
    <w:rsid w:val="00503A83"/>
    <w:rsid w:val="005061B5"/>
    <w:rsid w:val="005078FA"/>
    <w:rsid w:val="00514C2E"/>
    <w:rsid w:val="00516354"/>
    <w:rsid w:val="00520561"/>
    <w:rsid w:val="005236C8"/>
    <w:rsid w:val="005344BB"/>
    <w:rsid w:val="00535250"/>
    <w:rsid w:val="005419E4"/>
    <w:rsid w:val="0055182A"/>
    <w:rsid w:val="005526B9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A3322"/>
    <w:rsid w:val="005A47C4"/>
    <w:rsid w:val="005A5F88"/>
    <w:rsid w:val="005B094A"/>
    <w:rsid w:val="005B396D"/>
    <w:rsid w:val="005B3E73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03DE"/>
    <w:rsid w:val="005E1EF1"/>
    <w:rsid w:val="005E1F9B"/>
    <w:rsid w:val="005E69B2"/>
    <w:rsid w:val="005E74D7"/>
    <w:rsid w:val="005F0B4F"/>
    <w:rsid w:val="005F18FC"/>
    <w:rsid w:val="005F6BD6"/>
    <w:rsid w:val="005F7E0F"/>
    <w:rsid w:val="0060199F"/>
    <w:rsid w:val="00602B20"/>
    <w:rsid w:val="006037EE"/>
    <w:rsid w:val="006067C6"/>
    <w:rsid w:val="006122F8"/>
    <w:rsid w:val="00621A5A"/>
    <w:rsid w:val="006235E0"/>
    <w:rsid w:val="00626B87"/>
    <w:rsid w:val="00630FC2"/>
    <w:rsid w:val="0063308A"/>
    <w:rsid w:val="00634EFA"/>
    <w:rsid w:val="006444A4"/>
    <w:rsid w:val="0064473A"/>
    <w:rsid w:val="00646347"/>
    <w:rsid w:val="006505A2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C0D77"/>
    <w:rsid w:val="006C1C5F"/>
    <w:rsid w:val="006C34EA"/>
    <w:rsid w:val="006E5CD8"/>
    <w:rsid w:val="006E6907"/>
    <w:rsid w:val="006E6AEF"/>
    <w:rsid w:val="006E7162"/>
    <w:rsid w:val="006E7CB7"/>
    <w:rsid w:val="006E7DA8"/>
    <w:rsid w:val="006F05DD"/>
    <w:rsid w:val="006F3568"/>
    <w:rsid w:val="00701C2E"/>
    <w:rsid w:val="007047FE"/>
    <w:rsid w:val="00707323"/>
    <w:rsid w:val="00707E04"/>
    <w:rsid w:val="00710F61"/>
    <w:rsid w:val="00715224"/>
    <w:rsid w:val="00717935"/>
    <w:rsid w:val="00720998"/>
    <w:rsid w:val="0072178D"/>
    <w:rsid w:val="00722F55"/>
    <w:rsid w:val="00724CBE"/>
    <w:rsid w:val="007268EF"/>
    <w:rsid w:val="00727B2E"/>
    <w:rsid w:val="007314A7"/>
    <w:rsid w:val="00741646"/>
    <w:rsid w:val="00742767"/>
    <w:rsid w:val="00745E1C"/>
    <w:rsid w:val="00750B71"/>
    <w:rsid w:val="00754E1E"/>
    <w:rsid w:val="007564C9"/>
    <w:rsid w:val="00756D39"/>
    <w:rsid w:val="007624EA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384B"/>
    <w:rsid w:val="007E7223"/>
    <w:rsid w:val="007F132F"/>
    <w:rsid w:val="00802C23"/>
    <w:rsid w:val="008031F4"/>
    <w:rsid w:val="0080441E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6940"/>
    <w:rsid w:val="00856B9D"/>
    <w:rsid w:val="00857E68"/>
    <w:rsid w:val="00862F1F"/>
    <w:rsid w:val="008634D2"/>
    <w:rsid w:val="0086789F"/>
    <w:rsid w:val="008728C1"/>
    <w:rsid w:val="00877609"/>
    <w:rsid w:val="00891233"/>
    <w:rsid w:val="00891925"/>
    <w:rsid w:val="0089257F"/>
    <w:rsid w:val="00893350"/>
    <w:rsid w:val="008944E2"/>
    <w:rsid w:val="008A2C1F"/>
    <w:rsid w:val="008B2890"/>
    <w:rsid w:val="008B3F42"/>
    <w:rsid w:val="008C1D41"/>
    <w:rsid w:val="008C3E43"/>
    <w:rsid w:val="008C4DB8"/>
    <w:rsid w:val="008D2421"/>
    <w:rsid w:val="008D460B"/>
    <w:rsid w:val="008E28BE"/>
    <w:rsid w:val="008E2A76"/>
    <w:rsid w:val="008E38BB"/>
    <w:rsid w:val="008E4FD9"/>
    <w:rsid w:val="008E6CF2"/>
    <w:rsid w:val="008F05CC"/>
    <w:rsid w:val="008F6248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1FDA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7196"/>
    <w:rsid w:val="00981AD0"/>
    <w:rsid w:val="009827F7"/>
    <w:rsid w:val="00987322"/>
    <w:rsid w:val="00991C37"/>
    <w:rsid w:val="009945D0"/>
    <w:rsid w:val="00996209"/>
    <w:rsid w:val="009971CB"/>
    <w:rsid w:val="009A040C"/>
    <w:rsid w:val="009A1252"/>
    <w:rsid w:val="009A5A4C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1C10"/>
    <w:rsid w:val="009E78C4"/>
    <w:rsid w:val="009F0413"/>
    <w:rsid w:val="009F04A4"/>
    <w:rsid w:val="009F0FDD"/>
    <w:rsid w:val="009F363E"/>
    <w:rsid w:val="009F52B7"/>
    <w:rsid w:val="009F6027"/>
    <w:rsid w:val="00A01073"/>
    <w:rsid w:val="00A02C77"/>
    <w:rsid w:val="00A05D65"/>
    <w:rsid w:val="00A10772"/>
    <w:rsid w:val="00A10C12"/>
    <w:rsid w:val="00A12B11"/>
    <w:rsid w:val="00A13B12"/>
    <w:rsid w:val="00A13B95"/>
    <w:rsid w:val="00A14432"/>
    <w:rsid w:val="00A2263E"/>
    <w:rsid w:val="00A26AB1"/>
    <w:rsid w:val="00A26E72"/>
    <w:rsid w:val="00A27992"/>
    <w:rsid w:val="00A31873"/>
    <w:rsid w:val="00A41E4D"/>
    <w:rsid w:val="00A42963"/>
    <w:rsid w:val="00A45B93"/>
    <w:rsid w:val="00A46C70"/>
    <w:rsid w:val="00A470E3"/>
    <w:rsid w:val="00A4736D"/>
    <w:rsid w:val="00A54464"/>
    <w:rsid w:val="00A54C4A"/>
    <w:rsid w:val="00A553CE"/>
    <w:rsid w:val="00A5746C"/>
    <w:rsid w:val="00A60AE9"/>
    <w:rsid w:val="00A61E17"/>
    <w:rsid w:val="00A62359"/>
    <w:rsid w:val="00A6442C"/>
    <w:rsid w:val="00A746FA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EB7"/>
    <w:rsid w:val="00AE26A5"/>
    <w:rsid w:val="00AE56A7"/>
    <w:rsid w:val="00AE56C2"/>
    <w:rsid w:val="00AF31E9"/>
    <w:rsid w:val="00B00A51"/>
    <w:rsid w:val="00B00A82"/>
    <w:rsid w:val="00B00C8E"/>
    <w:rsid w:val="00B02C33"/>
    <w:rsid w:val="00B05E78"/>
    <w:rsid w:val="00B1080E"/>
    <w:rsid w:val="00B11ACC"/>
    <w:rsid w:val="00B12F9D"/>
    <w:rsid w:val="00B21422"/>
    <w:rsid w:val="00B24420"/>
    <w:rsid w:val="00B270ED"/>
    <w:rsid w:val="00B277C8"/>
    <w:rsid w:val="00B33D6A"/>
    <w:rsid w:val="00B35154"/>
    <w:rsid w:val="00B354FB"/>
    <w:rsid w:val="00B35601"/>
    <w:rsid w:val="00B35EC0"/>
    <w:rsid w:val="00B36180"/>
    <w:rsid w:val="00B40ED2"/>
    <w:rsid w:val="00B411C5"/>
    <w:rsid w:val="00B415BA"/>
    <w:rsid w:val="00B45C14"/>
    <w:rsid w:val="00B50CA9"/>
    <w:rsid w:val="00B5229C"/>
    <w:rsid w:val="00B522A5"/>
    <w:rsid w:val="00B533FE"/>
    <w:rsid w:val="00B53B74"/>
    <w:rsid w:val="00B602ED"/>
    <w:rsid w:val="00B60995"/>
    <w:rsid w:val="00B656C0"/>
    <w:rsid w:val="00B66228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13B2"/>
    <w:rsid w:val="00BD2D44"/>
    <w:rsid w:val="00BD464B"/>
    <w:rsid w:val="00BE29A2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4DFC"/>
    <w:rsid w:val="00C352E0"/>
    <w:rsid w:val="00C42436"/>
    <w:rsid w:val="00C47E3C"/>
    <w:rsid w:val="00C51ADC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2623"/>
    <w:rsid w:val="00CA5BF0"/>
    <w:rsid w:val="00CC1006"/>
    <w:rsid w:val="00CC1FBE"/>
    <w:rsid w:val="00CC5DCA"/>
    <w:rsid w:val="00CD30FC"/>
    <w:rsid w:val="00CD4C09"/>
    <w:rsid w:val="00CE53C3"/>
    <w:rsid w:val="00CE67A5"/>
    <w:rsid w:val="00CF07DF"/>
    <w:rsid w:val="00CF0943"/>
    <w:rsid w:val="00CF2002"/>
    <w:rsid w:val="00CF45B9"/>
    <w:rsid w:val="00D03870"/>
    <w:rsid w:val="00D10079"/>
    <w:rsid w:val="00D133E1"/>
    <w:rsid w:val="00D2169A"/>
    <w:rsid w:val="00D23E2C"/>
    <w:rsid w:val="00D2599B"/>
    <w:rsid w:val="00D33199"/>
    <w:rsid w:val="00D34A60"/>
    <w:rsid w:val="00D37291"/>
    <w:rsid w:val="00D374CA"/>
    <w:rsid w:val="00D44E65"/>
    <w:rsid w:val="00D472C7"/>
    <w:rsid w:val="00D47F23"/>
    <w:rsid w:val="00D47FA3"/>
    <w:rsid w:val="00D5127C"/>
    <w:rsid w:val="00D51B69"/>
    <w:rsid w:val="00D60A2B"/>
    <w:rsid w:val="00D66933"/>
    <w:rsid w:val="00D706FE"/>
    <w:rsid w:val="00D74267"/>
    <w:rsid w:val="00D77B77"/>
    <w:rsid w:val="00D804B4"/>
    <w:rsid w:val="00D857F1"/>
    <w:rsid w:val="00D9541A"/>
    <w:rsid w:val="00D964B3"/>
    <w:rsid w:val="00DA044C"/>
    <w:rsid w:val="00DA21EE"/>
    <w:rsid w:val="00DB27CF"/>
    <w:rsid w:val="00DB4323"/>
    <w:rsid w:val="00DB668C"/>
    <w:rsid w:val="00DC6F29"/>
    <w:rsid w:val="00DD19B2"/>
    <w:rsid w:val="00DD4ADC"/>
    <w:rsid w:val="00DD65E0"/>
    <w:rsid w:val="00DE0980"/>
    <w:rsid w:val="00DE4FD9"/>
    <w:rsid w:val="00DE7124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0624"/>
    <w:rsid w:val="00E30892"/>
    <w:rsid w:val="00E442AB"/>
    <w:rsid w:val="00E4523B"/>
    <w:rsid w:val="00E457A8"/>
    <w:rsid w:val="00E47B3C"/>
    <w:rsid w:val="00E50D65"/>
    <w:rsid w:val="00E52609"/>
    <w:rsid w:val="00E56CCB"/>
    <w:rsid w:val="00E616D9"/>
    <w:rsid w:val="00E81AC0"/>
    <w:rsid w:val="00E828BC"/>
    <w:rsid w:val="00E84B6B"/>
    <w:rsid w:val="00E85D34"/>
    <w:rsid w:val="00E85FF3"/>
    <w:rsid w:val="00E90D2F"/>
    <w:rsid w:val="00E938A0"/>
    <w:rsid w:val="00E958FF"/>
    <w:rsid w:val="00E96F47"/>
    <w:rsid w:val="00E97955"/>
    <w:rsid w:val="00EA2A71"/>
    <w:rsid w:val="00EA35D5"/>
    <w:rsid w:val="00EA5D98"/>
    <w:rsid w:val="00EA5EAA"/>
    <w:rsid w:val="00EB5020"/>
    <w:rsid w:val="00EC43D2"/>
    <w:rsid w:val="00EC4940"/>
    <w:rsid w:val="00ED0869"/>
    <w:rsid w:val="00ED09F7"/>
    <w:rsid w:val="00ED0B8A"/>
    <w:rsid w:val="00ED3BD7"/>
    <w:rsid w:val="00ED415C"/>
    <w:rsid w:val="00EE25B2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3D37"/>
    <w:rsid w:val="00F26A60"/>
    <w:rsid w:val="00F27C16"/>
    <w:rsid w:val="00F310A6"/>
    <w:rsid w:val="00F34134"/>
    <w:rsid w:val="00F40A4A"/>
    <w:rsid w:val="00F410C5"/>
    <w:rsid w:val="00F41607"/>
    <w:rsid w:val="00F41C8F"/>
    <w:rsid w:val="00F46129"/>
    <w:rsid w:val="00F47574"/>
    <w:rsid w:val="00F47FEC"/>
    <w:rsid w:val="00F500B2"/>
    <w:rsid w:val="00F53E65"/>
    <w:rsid w:val="00F558D3"/>
    <w:rsid w:val="00F64B8A"/>
    <w:rsid w:val="00F65707"/>
    <w:rsid w:val="00F75C0D"/>
    <w:rsid w:val="00F8153A"/>
    <w:rsid w:val="00F839B4"/>
    <w:rsid w:val="00F849F6"/>
    <w:rsid w:val="00F85926"/>
    <w:rsid w:val="00F86949"/>
    <w:rsid w:val="00F91462"/>
    <w:rsid w:val="00F93A2C"/>
    <w:rsid w:val="00FA15F6"/>
    <w:rsid w:val="00FA7D84"/>
    <w:rsid w:val="00FB15DF"/>
    <w:rsid w:val="00FB5941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2AA8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610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70ED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B27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270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222</Words>
  <Characters>1268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27</cp:revision>
  <cp:lastPrinted>2014-03-25T10:50:00Z</cp:lastPrinted>
  <dcterms:created xsi:type="dcterms:W3CDTF">2014-02-20T11:03:00Z</dcterms:created>
  <dcterms:modified xsi:type="dcterms:W3CDTF">2014-03-31T06:55:00Z</dcterms:modified>
</cp:coreProperties>
</file>