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FA" w:rsidRPr="0027008E" w:rsidRDefault="00FA12FA" w:rsidP="0027008E">
      <w:pPr>
        <w:rPr>
          <w:b/>
          <w:sz w:val="28"/>
          <w:szCs w:val="28"/>
        </w:rPr>
      </w:pPr>
      <w:r>
        <w:rPr>
          <w:sz w:val="36"/>
        </w:rPr>
        <w:t xml:space="preserve">                              </w:t>
      </w:r>
      <w:r w:rsidRPr="0027008E">
        <w:rPr>
          <w:b/>
          <w:sz w:val="28"/>
          <w:szCs w:val="28"/>
        </w:rPr>
        <w:t>Закон Ульяновской области</w:t>
      </w:r>
    </w:p>
    <w:p w:rsidR="00FA12FA" w:rsidRDefault="00FA12FA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FA12FA" w:rsidRDefault="00FA12FA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FA12FA" w:rsidRPr="00695EBA" w:rsidRDefault="00FA12FA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FA12FA" w:rsidRPr="00817C4E" w:rsidRDefault="00FA12FA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817C4E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FA12FA" w:rsidRPr="00817C4E" w:rsidRDefault="00FA12FA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817C4E">
        <w:rPr>
          <w:rFonts w:ascii="Times New Roman" w:hAnsi="Times New Roman"/>
          <w:b/>
          <w:sz w:val="28"/>
          <w:szCs w:val="28"/>
        </w:rPr>
        <w:t>«Об областном бюджете Ульяновской области</w:t>
      </w:r>
    </w:p>
    <w:p w:rsidR="00FA12FA" w:rsidRPr="00B148E1" w:rsidRDefault="00FA12FA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</w:t>
      </w:r>
      <w:r>
        <w:rPr>
          <w:b/>
          <w:sz w:val="28"/>
        </w:rPr>
        <w:t>5</w:t>
      </w:r>
      <w:r w:rsidRPr="00B148E1">
        <w:rPr>
          <w:b/>
          <w:sz w:val="28"/>
        </w:rPr>
        <w:t xml:space="preserve"> год и на плановый период 201</w:t>
      </w:r>
      <w:r>
        <w:rPr>
          <w:b/>
          <w:sz w:val="28"/>
        </w:rPr>
        <w:t>6</w:t>
      </w:r>
      <w:r w:rsidRPr="00B148E1">
        <w:rPr>
          <w:b/>
          <w:sz w:val="28"/>
        </w:rPr>
        <w:t xml:space="preserve"> и 201</w:t>
      </w:r>
      <w:r>
        <w:rPr>
          <w:b/>
          <w:sz w:val="28"/>
        </w:rPr>
        <w:t>7</w:t>
      </w:r>
      <w:r w:rsidRPr="00B148E1">
        <w:rPr>
          <w:b/>
          <w:sz w:val="28"/>
        </w:rPr>
        <w:t xml:space="preserve"> годов</w:t>
      </w:r>
      <w:r>
        <w:rPr>
          <w:b/>
          <w:sz w:val="28"/>
        </w:rPr>
        <w:t>»</w:t>
      </w:r>
    </w:p>
    <w:p w:rsidR="00FA12FA" w:rsidRPr="00B148E1" w:rsidRDefault="00FA12FA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FA12FA" w:rsidRDefault="00FA12FA" w:rsidP="00106D80">
      <w:pPr>
        <w:spacing w:line="235" w:lineRule="auto"/>
        <w:rPr>
          <w:sz w:val="24"/>
          <w:szCs w:val="24"/>
          <w:highlight w:val="yellow"/>
        </w:rPr>
      </w:pPr>
    </w:p>
    <w:p w:rsidR="00FA12FA" w:rsidRDefault="00FA12FA" w:rsidP="00106D80">
      <w:pPr>
        <w:spacing w:line="235" w:lineRule="auto"/>
        <w:rPr>
          <w:sz w:val="24"/>
          <w:szCs w:val="24"/>
          <w:highlight w:val="yellow"/>
        </w:rPr>
      </w:pPr>
    </w:p>
    <w:p w:rsidR="00FA12FA" w:rsidRDefault="00FA12FA" w:rsidP="00106D80">
      <w:pPr>
        <w:spacing w:line="235" w:lineRule="auto"/>
        <w:rPr>
          <w:sz w:val="24"/>
          <w:szCs w:val="24"/>
          <w:highlight w:val="yellow"/>
        </w:rPr>
      </w:pPr>
    </w:p>
    <w:p w:rsidR="00FA12FA" w:rsidRPr="00B148E1" w:rsidRDefault="00FA12FA" w:rsidP="00106D80">
      <w:pPr>
        <w:spacing w:line="235" w:lineRule="auto"/>
        <w:rPr>
          <w:sz w:val="24"/>
          <w:szCs w:val="24"/>
          <w:highlight w:val="yellow"/>
        </w:rPr>
      </w:pPr>
    </w:p>
    <w:p w:rsidR="00FA12FA" w:rsidRDefault="00FA12FA" w:rsidP="00106D80">
      <w:pPr>
        <w:spacing w:line="235" w:lineRule="auto"/>
        <w:rPr>
          <w:sz w:val="24"/>
          <w:szCs w:val="24"/>
          <w:highlight w:val="yellow"/>
        </w:rPr>
      </w:pPr>
    </w:p>
    <w:p w:rsidR="00FA12FA" w:rsidRDefault="00FA12FA" w:rsidP="00106D80">
      <w:pPr>
        <w:spacing w:line="235" w:lineRule="auto"/>
        <w:rPr>
          <w:sz w:val="24"/>
          <w:szCs w:val="24"/>
          <w:highlight w:val="yellow"/>
        </w:rPr>
      </w:pPr>
    </w:p>
    <w:p w:rsidR="00FA12FA" w:rsidRDefault="00FA12FA" w:rsidP="00106D80">
      <w:pPr>
        <w:spacing w:line="235" w:lineRule="auto"/>
        <w:rPr>
          <w:sz w:val="24"/>
          <w:szCs w:val="24"/>
          <w:highlight w:val="yellow"/>
        </w:rPr>
      </w:pPr>
    </w:p>
    <w:p w:rsidR="00FA12FA" w:rsidRPr="0037270E" w:rsidRDefault="00FA12FA" w:rsidP="00695EBA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37270E">
        <w:rPr>
          <w:sz w:val="28"/>
        </w:rPr>
        <w:t xml:space="preserve">Внести в Закон Ульяновской области от 2 декабря 2014 года № 190-ЗО </w:t>
      </w:r>
      <w:r w:rsidRPr="0037270E">
        <w:rPr>
          <w:sz w:val="28"/>
        </w:rPr>
        <w:br/>
        <w:t xml:space="preserve">«Об областном бюджете Ульяновской области на 2015 год и на плановый </w:t>
      </w:r>
      <w:r w:rsidRPr="0037270E">
        <w:rPr>
          <w:sz w:val="28"/>
        </w:rPr>
        <w:br/>
        <w:t xml:space="preserve">период 2016 и 2017 годов» («Ульяновская правда» от 04.12.2014 № 177-178; </w:t>
      </w:r>
      <w:r>
        <w:rPr>
          <w:sz w:val="28"/>
          <w:lang/>
        </w:rPr>
        <w:br/>
      </w:r>
      <w:r w:rsidRPr="0037270E">
        <w:rPr>
          <w:sz w:val="28"/>
        </w:rPr>
        <w:t>от</w:t>
      </w:r>
      <w:r>
        <w:rPr>
          <w:sz w:val="28"/>
          <w:lang/>
        </w:rPr>
        <w:t xml:space="preserve"> </w:t>
      </w:r>
      <w:r w:rsidRPr="0037270E">
        <w:rPr>
          <w:sz w:val="28"/>
        </w:rPr>
        <w:t>05.03.2015 № 28) следующие изменения:</w:t>
      </w:r>
    </w:p>
    <w:p w:rsidR="00FA12FA" w:rsidRPr="008E79B1" w:rsidRDefault="00FA12FA" w:rsidP="0052243C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 w:rsidRPr="008E79B1">
        <w:rPr>
          <w:sz w:val="28"/>
          <w:szCs w:val="28"/>
        </w:rPr>
        <w:t>1) часть 1 статьи 1 изложить в следующей редакции:</w:t>
      </w:r>
    </w:p>
    <w:p w:rsidR="00FA12FA" w:rsidRPr="008E79B1" w:rsidRDefault="00FA12FA" w:rsidP="008C4C75">
      <w:pPr>
        <w:widowControl w:val="0"/>
        <w:spacing w:line="353" w:lineRule="auto"/>
        <w:ind w:firstLine="720"/>
        <w:jc w:val="both"/>
        <w:rPr>
          <w:sz w:val="28"/>
          <w:szCs w:val="28"/>
        </w:rPr>
      </w:pPr>
      <w:r w:rsidRPr="008E79B1">
        <w:rPr>
          <w:sz w:val="28"/>
          <w:szCs w:val="28"/>
        </w:rPr>
        <w:t>«1. Утвердить основные характеристики областного бюджета Ульяновской области на 2015 год:</w:t>
      </w:r>
    </w:p>
    <w:p w:rsidR="00FA12FA" w:rsidRPr="009B1DA0" w:rsidRDefault="00FA12FA" w:rsidP="008C4C75">
      <w:pPr>
        <w:widowControl w:val="0"/>
        <w:spacing w:line="353" w:lineRule="auto"/>
        <w:ind w:firstLine="720"/>
        <w:jc w:val="both"/>
        <w:rPr>
          <w:sz w:val="28"/>
          <w:szCs w:val="28"/>
        </w:rPr>
      </w:pPr>
      <w:r w:rsidRPr="009B1DA0">
        <w:rPr>
          <w:sz w:val="28"/>
          <w:szCs w:val="28"/>
        </w:rPr>
        <w:t>1) общий объём доходов областного бюджета Ульяновской области в сумме 36030940,07822 тыс. рублей, в том числе</w:t>
      </w:r>
      <w:r w:rsidRPr="009B1DA0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                        </w:t>
      </w:r>
      <w:r>
        <w:rPr>
          <w:iCs/>
          <w:sz w:val="28"/>
          <w:szCs w:val="28"/>
        </w:rPr>
        <w:t>8083044,3</w:t>
      </w:r>
      <w:r w:rsidRPr="009B1DA0">
        <w:rPr>
          <w:iCs/>
          <w:sz w:val="28"/>
          <w:szCs w:val="28"/>
        </w:rPr>
        <w:t xml:space="preserve"> тыс. рублей;</w:t>
      </w:r>
    </w:p>
    <w:p w:rsidR="00FA12FA" w:rsidRPr="008E79B1" w:rsidRDefault="00FA12FA" w:rsidP="008C4C75">
      <w:pPr>
        <w:widowControl w:val="0"/>
        <w:spacing w:line="353" w:lineRule="auto"/>
        <w:ind w:firstLine="720"/>
        <w:jc w:val="both"/>
        <w:rPr>
          <w:sz w:val="28"/>
          <w:szCs w:val="28"/>
        </w:rPr>
      </w:pPr>
      <w:r w:rsidRPr="008E79B1">
        <w:rPr>
          <w:sz w:val="28"/>
          <w:szCs w:val="28"/>
        </w:rPr>
        <w:t xml:space="preserve">2) общий объём расходов областного бюджета Ульяновской области  </w:t>
      </w:r>
      <w:r w:rsidRPr="008E79B1">
        <w:rPr>
          <w:sz w:val="28"/>
          <w:szCs w:val="28"/>
        </w:rPr>
        <w:br/>
        <w:t xml:space="preserve">в сумме 41179370,24446 тыс. рублей; </w:t>
      </w:r>
    </w:p>
    <w:p w:rsidR="00FA12FA" w:rsidRPr="008E79B1" w:rsidRDefault="00FA12FA" w:rsidP="008C4C75">
      <w:pPr>
        <w:widowControl w:val="0"/>
        <w:spacing w:line="353" w:lineRule="auto"/>
        <w:ind w:firstLine="720"/>
        <w:jc w:val="both"/>
        <w:rPr>
          <w:sz w:val="28"/>
          <w:szCs w:val="28"/>
        </w:rPr>
      </w:pPr>
      <w:r w:rsidRPr="008E79B1">
        <w:rPr>
          <w:sz w:val="28"/>
          <w:szCs w:val="28"/>
        </w:rPr>
        <w:t>3) дефицит областного бюджета Ульяновской области в сумме                              5148430,16624 тыс. рублей.</w:t>
      </w:r>
      <w:r>
        <w:rPr>
          <w:sz w:val="28"/>
          <w:szCs w:val="28"/>
        </w:rPr>
        <w:t>»;</w:t>
      </w:r>
    </w:p>
    <w:p w:rsidR="00FA12FA" w:rsidRPr="00CF796B" w:rsidRDefault="00FA12FA" w:rsidP="003F6C8C">
      <w:pPr>
        <w:spacing w:line="360" w:lineRule="auto"/>
        <w:ind w:firstLine="709"/>
        <w:jc w:val="both"/>
        <w:rPr>
          <w:sz w:val="28"/>
          <w:szCs w:val="28"/>
        </w:rPr>
      </w:pPr>
      <w:r w:rsidRPr="00CF796B">
        <w:rPr>
          <w:sz w:val="28"/>
          <w:szCs w:val="28"/>
        </w:rPr>
        <w:t>2) части 1 и 2 статьи 2 изложить в следующей редакции:</w:t>
      </w:r>
    </w:p>
    <w:p w:rsidR="00FA12FA" w:rsidRPr="00B359B1" w:rsidRDefault="00FA12FA" w:rsidP="00EB39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359B1">
        <w:rPr>
          <w:sz w:val="28"/>
          <w:szCs w:val="28"/>
        </w:rPr>
        <w:t>1. Установить верхний предел государственного внутреннего долга Уль</w:t>
      </w:r>
      <w:r w:rsidRPr="00B359B1">
        <w:rPr>
          <w:sz w:val="28"/>
          <w:szCs w:val="28"/>
        </w:rPr>
        <w:t>я</w:t>
      </w:r>
      <w:r w:rsidRPr="00B359B1">
        <w:rPr>
          <w:sz w:val="28"/>
          <w:szCs w:val="28"/>
        </w:rPr>
        <w:t>новской области:</w:t>
      </w:r>
    </w:p>
    <w:p w:rsidR="00FA12FA" w:rsidRPr="001E3E36" w:rsidRDefault="00FA12FA" w:rsidP="00EB396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359B1">
        <w:rPr>
          <w:sz w:val="28"/>
          <w:szCs w:val="28"/>
        </w:rPr>
        <w:t xml:space="preserve">1) по состоянию на 1 января 2016 года в сумме 20941256,7 тыс. рублей, </w:t>
      </w:r>
      <w:r>
        <w:rPr>
          <w:sz w:val="28"/>
          <w:szCs w:val="28"/>
        </w:rPr>
        <w:br/>
      </w:r>
      <w:r w:rsidRPr="00B359B1">
        <w:rPr>
          <w:sz w:val="28"/>
          <w:szCs w:val="28"/>
        </w:rPr>
        <w:t xml:space="preserve">в том числе предельный объём обязательств по государственным гарантиям </w:t>
      </w:r>
      <w:r w:rsidRPr="00B359B1">
        <w:rPr>
          <w:sz w:val="28"/>
          <w:szCs w:val="28"/>
        </w:rPr>
        <w:br/>
      </w:r>
      <w:r w:rsidRPr="001E3E36">
        <w:rPr>
          <w:sz w:val="28"/>
          <w:szCs w:val="28"/>
        </w:rPr>
        <w:t>357552,3 тыс. рублей;</w:t>
      </w:r>
    </w:p>
    <w:p w:rsidR="00FA12FA" w:rsidRPr="001E3E36" w:rsidRDefault="00FA12FA" w:rsidP="00EE65C7">
      <w:pPr>
        <w:autoSpaceDE w:val="0"/>
        <w:autoSpaceDN w:val="0"/>
        <w:adjustRightInd w:val="0"/>
        <w:spacing w:line="324" w:lineRule="auto"/>
        <w:ind w:firstLine="709"/>
        <w:jc w:val="both"/>
        <w:rPr>
          <w:sz w:val="28"/>
          <w:szCs w:val="28"/>
        </w:rPr>
      </w:pPr>
      <w:r w:rsidRPr="001E3E36">
        <w:rPr>
          <w:sz w:val="28"/>
          <w:szCs w:val="28"/>
        </w:rPr>
        <w:t xml:space="preserve">2) по состоянию на 1 января 2017 года в сумме 17040107,79 тыс. рублей, </w:t>
      </w:r>
      <w:r>
        <w:rPr>
          <w:sz w:val="28"/>
          <w:szCs w:val="28"/>
        </w:rPr>
        <w:br/>
      </w:r>
      <w:r w:rsidRPr="001E3E36">
        <w:rPr>
          <w:sz w:val="28"/>
          <w:szCs w:val="28"/>
        </w:rPr>
        <w:t xml:space="preserve">в том числе предельный объём обязательств по государственным гарантиям </w:t>
      </w:r>
      <w:r w:rsidRPr="001E3E36">
        <w:rPr>
          <w:sz w:val="28"/>
          <w:szCs w:val="28"/>
        </w:rPr>
        <w:br/>
        <w:t>320901,35 тыс. рублей;</w:t>
      </w:r>
    </w:p>
    <w:p w:rsidR="00FA12FA" w:rsidRPr="0004398B" w:rsidRDefault="00FA12FA" w:rsidP="00EE65C7">
      <w:pPr>
        <w:autoSpaceDE w:val="0"/>
        <w:autoSpaceDN w:val="0"/>
        <w:adjustRightInd w:val="0"/>
        <w:spacing w:line="324" w:lineRule="auto"/>
        <w:ind w:firstLine="709"/>
        <w:jc w:val="both"/>
        <w:rPr>
          <w:sz w:val="28"/>
          <w:szCs w:val="28"/>
        </w:rPr>
      </w:pPr>
      <w:r w:rsidRPr="0004398B">
        <w:rPr>
          <w:sz w:val="28"/>
          <w:szCs w:val="28"/>
        </w:rPr>
        <w:t xml:space="preserve">3) по состоянию на 1 января 2018 года в сумме 15271536,34 тыс. рублей, </w:t>
      </w:r>
      <w:r>
        <w:rPr>
          <w:sz w:val="28"/>
          <w:szCs w:val="28"/>
        </w:rPr>
        <w:br/>
      </w:r>
      <w:r w:rsidRPr="0004398B">
        <w:rPr>
          <w:sz w:val="28"/>
          <w:szCs w:val="28"/>
        </w:rPr>
        <w:t xml:space="preserve">в том числе предельный объём обязательств по государственным гарантиям </w:t>
      </w:r>
      <w:r w:rsidRPr="0004398B">
        <w:rPr>
          <w:sz w:val="28"/>
          <w:szCs w:val="28"/>
        </w:rPr>
        <w:br/>
        <w:t>278486,0 тыс. рублей.</w:t>
      </w:r>
    </w:p>
    <w:p w:rsidR="00FA12FA" w:rsidRPr="0004398B" w:rsidRDefault="00FA12FA" w:rsidP="00EE65C7">
      <w:pPr>
        <w:autoSpaceDE w:val="0"/>
        <w:autoSpaceDN w:val="0"/>
        <w:adjustRightInd w:val="0"/>
        <w:spacing w:line="324" w:lineRule="auto"/>
        <w:ind w:firstLine="709"/>
        <w:jc w:val="both"/>
        <w:rPr>
          <w:sz w:val="28"/>
          <w:szCs w:val="28"/>
        </w:rPr>
      </w:pPr>
      <w:r w:rsidRPr="0004398B">
        <w:rPr>
          <w:sz w:val="28"/>
          <w:szCs w:val="28"/>
        </w:rPr>
        <w:t>2. Установить предельный объём государственного долга Ульяновской о</w:t>
      </w:r>
      <w:r w:rsidRPr="0004398B">
        <w:rPr>
          <w:sz w:val="28"/>
          <w:szCs w:val="28"/>
        </w:rPr>
        <w:t>б</w:t>
      </w:r>
      <w:r w:rsidRPr="0004398B">
        <w:rPr>
          <w:sz w:val="28"/>
          <w:szCs w:val="28"/>
        </w:rPr>
        <w:t>ласти:</w:t>
      </w:r>
    </w:p>
    <w:p w:rsidR="00FA12FA" w:rsidRPr="0004398B" w:rsidRDefault="00FA12FA" w:rsidP="00EE65C7">
      <w:pPr>
        <w:autoSpaceDE w:val="0"/>
        <w:autoSpaceDN w:val="0"/>
        <w:adjustRightInd w:val="0"/>
        <w:spacing w:line="324" w:lineRule="auto"/>
        <w:ind w:firstLine="709"/>
        <w:jc w:val="both"/>
        <w:rPr>
          <w:sz w:val="28"/>
          <w:szCs w:val="28"/>
        </w:rPr>
      </w:pPr>
      <w:r w:rsidRPr="0004398B">
        <w:rPr>
          <w:sz w:val="28"/>
          <w:szCs w:val="28"/>
        </w:rPr>
        <w:t>1) на 2015 год – в сумме 26329262,0 тыс. рублей;</w:t>
      </w:r>
    </w:p>
    <w:p w:rsidR="00FA12FA" w:rsidRPr="0004398B" w:rsidRDefault="00FA12FA" w:rsidP="00EE65C7">
      <w:pPr>
        <w:autoSpaceDE w:val="0"/>
        <w:autoSpaceDN w:val="0"/>
        <w:adjustRightInd w:val="0"/>
        <w:spacing w:line="324" w:lineRule="auto"/>
        <w:ind w:firstLine="709"/>
        <w:jc w:val="both"/>
        <w:rPr>
          <w:sz w:val="28"/>
          <w:szCs w:val="28"/>
        </w:rPr>
      </w:pPr>
      <w:r w:rsidRPr="0004398B">
        <w:rPr>
          <w:sz w:val="28"/>
          <w:szCs w:val="28"/>
        </w:rPr>
        <w:t>2) на 2016 год – в сумме 22644306,44 тыс. рублей;</w:t>
      </w:r>
    </w:p>
    <w:p w:rsidR="00FA12FA" w:rsidRPr="0004398B" w:rsidRDefault="00FA12FA" w:rsidP="00EE65C7">
      <w:pPr>
        <w:autoSpaceDE w:val="0"/>
        <w:autoSpaceDN w:val="0"/>
        <w:adjustRightInd w:val="0"/>
        <w:spacing w:line="324" w:lineRule="auto"/>
        <w:ind w:firstLine="709"/>
        <w:jc w:val="both"/>
        <w:rPr>
          <w:sz w:val="28"/>
          <w:szCs w:val="28"/>
        </w:rPr>
      </w:pPr>
      <w:r w:rsidRPr="0004398B">
        <w:rPr>
          <w:sz w:val="28"/>
          <w:szCs w:val="28"/>
        </w:rPr>
        <w:t>3) на 2017 год – в сумме 20609880,34 тыс. рублей.</w:t>
      </w:r>
      <w:r>
        <w:rPr>
          <w:sz w:val="28"/>
          <w:szCs w:val="28"/>
        </w:rPr>
        <w:t>»;</w:t>
      </w:r>
    </w:p>
    <w:p w:rsidR="00FA12FA" w:rsidRPr="00A54F09" w:rsidRDefault="00FA12FA" w:rsidP="00EE65C7">
      <w:pPr>
        <w:pStyle w:val="BodyText"/>
        <w:widowControl w:val="0"/>
        <w:autoSpaceDE w:val="0"/>
        <w:autoSpaceDN w:val="0"/>
        <w:adjustRightInd w:val="0"/>
        <w:spacing w:line="324" w:lineRule="auto"/>
        <w:ind w:firstLine="720"/>
        <w:rPr>
          <w:bCs/>
          <w:szCs w:val="28"/>
        </w:rPr>
      </w:pPr>
      <w:r w:rsidRPr="00A54F09">
        <w:rPr>
          <w:bCs/>
          <w:szCs w:val="28"/>
        </w:rPr>
        <w:t>3) в пункте 1 части 5 статьи 6 цифры «2592600,6» заменить цифрами «3316888,3»;</w:t>
      </w:r>
    </w:p>
    <w:p w:rsidR="00FA12FA" w:rsidRPr="00B62CD5" w:rsidRDefault="00FA12FA" w:rsidP="00EE65C7">
      <w:pPr>
        <w:pStyle w:val="BodyText"/>
        <w:widowControl w:val="0"/>
        <w:autoSpaceDE w:val="0"/>
        <w:autoSpaceDN w:val="0"/>
        <w:adjustRightInd w:val="0"/>
        <w:spacing w:line="324" w:lineRule="auto"/>
        <w:ind w:firstLine="720"/>
        <w:rPr>
          <w:bCs/>
          <w:szCs w:val="28"/>
        </w:rPr>
      </w:pPr>
      <w:r>
        <w:rPr>
          <w:bCs/>
          <w:szCs w:val="28"/>
        </w:rPr>
        <w:t>4</w:t>
      </w:r>
      <w:r w:rsidRPr="00CF796B">
        <w:rPr>
          <w:bCs/>
          <w:szCs w:val="28"/>
        </w:rPr>
        <w:t>) в статье 10:</w:t>
      </w:r>
    </w:p>
    <w:p w:rsidR="00FA12FA" w:rsidRDefault="00FA12FA" w:rsidP="00EE65C7">
      <w:pPr>
        <w:pStyle w:val="BodyText"/>
        <w:widowControl w:val="0"/>
        <w:autoSpaceDE w:val="0"/>
        <w:autoSpaceDN w:val="0"/>
        <w:adjustRightInd w:val="0"/>
        <w:spacing w:line="324" w:lineRule="auto"/>
        <w:ind w:firstLine="720"/>
        <w:rPr>
          <w:bCs/>
          <w:szCs w:val="28"/>
        </w:rPr>
      </w:pPr>
      <w:r w:rsidRPr="001B0DEE">
        <w:rPr>
          <w:bCs/>
          <w:szCs w:val="28"/>
        </w:rPr>
        <w:t>а) наименование изложить в следующей редакции:</w:t>
      </w:r>
    </w:p>
    <w:tbl>
      <w:tblPr>
        <w:tblW w:w="9900" w:type="dxa"/>
        <w:tblInd w:w="108" w:type="dxa"/>
        <w:tblBorders>
          <w:insideH w:val="single" w:sz="4" w:space="0" w:color="000000"/>
          <w:insideV w:val="single" w:sz="4" w:space="0" w:color="000000"/>
        </w:tblBorders>
        <w:tblLook w:val="01E0"/>
      </w:tblPr>
      <w:tblGrid>
        <w:gridCol w:w="2200"/>
        <w:gridCol w:w="7700"/>
      </w:tblGrid>
      <w:tr w:rsidR="00FA12FA" w:rsidRPr="002F4EC4" w:rsidTr="00FC37D3">
        <w:tc>
          <w:tcPr>
            <w:tcW w:w="2200" w:type="dxa"/>
            <w:tcBorders>
              <w:right w:val="nil"/>
            </w:tcBorders>
          </w:tcPr>
          <w:p w:rsidR="00FA12FA" w:rsidRPr="002F4EC4" w:rsidRDefault="00FA12FA" w:rsidP="00EE65C7">
            <w:pPr>
              <w:spacing w:line="324" w:lineRule="auto"/>
              <w:ind w:firstLine="601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F4EC4">
              <w:rPr>
                <w:bCs/>
                <w:sz w:val="28"/>
                <w:szCs w:val="28"/>
              </w:rPr>
              <w:t xml:space="preserve">Статья </w:t>
            </w:r>
            <w:r>
              <w:rPr>
                <w:bCs/>
                <w:sz w:val="28"/>
                <w:szCs w:val="28"/>
              </w:rPr>
              <w:t>10</w:t>
            </w:r>
            <w:r w:rsidRPr="002F4EC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</w:tcBorders>
          </w:tcPr>
          <w:p w:rsidR="00FA12FA" w:rsidRPr="002F4EC4" w:rsidRDefault="00FA12FA" w:rsidP="00EE65C7">
            <w:pPr>
              <w:spacing w:line="324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Межбюджетные трансферты бюджетам муниципальных районов и городских округов Ульяновской области, бю</w:t>
            </w:r>
            <w:r>
              <w:rPr>
                <w:b/>
                <w:sz w:val="28"/>
                <w:szCs w:val="28"/>
              </w:rPr>
              <w:t>д</w:t>
            </w:r>
            <w:r>
              <w:rPr>
                <w:b/>
                <w:sz w:val="28"/>
                <w:szCs w:val="28"/>
              </w:rPr>
              <w:t>жету Территориального фонда обязательного медици</w:t>
            </w:r>
            <w:r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ского страхования Ульяновской области и бюджету Пе</w:t>
            </w:r>
            <w:r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сионного фонда Российской Федерации на 2015 год и на плановый период 2016 и 2017 годов</w:t>
            </w:r>
            <w:r w:rsidRPr="00E62330">
              <w:rPr>
                <w:sz w:val="28"/>
                <w:szCs w:val="28"/>
              </w:rPr>
              <w:t>»;</w:t>
            </w:r>
          </w:p>
        </w:tc>
      </w:tr>
    </w:tbl>
    <w:p w:rsidR="00FA12FA" w:rsidRPr="00695EBA" w:rsidRDefault="00FA12FA" w:rsidP="00EE65C7">
      <w:pPr>
        <w:pStyle w:val="BodyText"/>
        <w:widowControl w:val="0"/>
        <w:autoSpaceDE w:val="0"/>
        <w:autoSpaceDN w:val="0"/>
        <w:adjustRightInd w:val="0"/>
        <w:spacing w:line="324" w:lineRule="auto"/>
        <w:ind w:firstLine="720"/>
        <w:rPr>
          <w:bCs/>
          <w:sz w:val="6"/>
          <w:szCs w:val="28"/>
        </w:rPr>
      </w:pPr>
    </w:p>
    <w:p w:rsidR="00FA12FA" w:rsidRPr="00E62330" w:rsidRDefault="00FA12FA" w:rsidP="00EE65C7">
      <w:pPr>
        <w:pStyle w:val="BodyText"/>
        <w:widowControl w:val="0"/>
        <w:autoSpaceDE w:val="0"/>
        <w:autoSpaceDN w:val="0"/>
        <w:adjustRightInd w:val="0"/>
        <w:spacing w:line="336" w:lineRule="auto"/>
        <w:ind w:firstLine="720"/>
        <w:rPr>
          <w:bCs/>
          <w:szCs w:val="28"/>
        </w:rPr>
      </w:pPr>
      <w:r w:rsidRPr="00E62330">
        <w:rPr>
          <w:bCs/>
          <w:szCs w:val="28"/>
        </w:rPr>
        <w:t>б) част</w:t>
      </w:r>
      <w:r>
        <w:rPr>
          <w:bCs/>
          <w:szCs w:val="28"/>
        </w:rPr>
        <w:t>и</w:t>
      </w:r>
      <w:r w:rsidRPr="00E62330">
        <w:rPr>
          <w:bCs/>
          <w:szCs w:val="28"/>
        </w:rPr>
        <w:t xml:space="preserve"> 1</w:t>
      </w:r>
      <w:r>
        <w:rPr>
          <w:bCs/>
          <w:szCs w:val="28"/>
        </w:rPr>
        <w:t xml:space="preserve"> и</w:t>
      </w:r>
      <w:r w:rsidRPr="00E62330">
        <w:rPr>
          <w:bCs/>
          <w:szCs w:val="28"/>
        </w:rPr>
        <w:t xml:space="preserve"> </w:t>
      </w:r>
      <w:r>
        <w:rPr>
          <w:bCs/>
          <w:szCs w:val="28"/>
        </w:rPr>
        <w:t xml:space="preserve">2 </w:t>
      </w:r>
      <w:r w:rsidRPr="00E62330">
        <w:rPr>
          <w:bCs/>
          <w:szCs w:val="28"/>
        </w:rPr>
        <w:t>изложить в следующей редакции:</w:t>
      </w:r>
    </w:p>
    <w:p w:rsidR="00FA12FA" w:rsidRDefault="00FA12FA" w:rsidP="00EE65C7">
      <w:pPr>
        <w:autoSpaceDE w:val="0"/>
        <w:autoSpaceDN w:val="0"/>
        <w:adjustRightInd w:val="0"/>
        <w:spacing w:line="336" w:lineRule="auto"/>
        <w:ind w:firstLine="720"/>
        <w:jc w:val="both"/>
        <w:rPr>
          <w:sz w:val="28"/>
          <w:szCs w:val="28"/>
        </w:rPr>
      </w:pPr>
      <w:r w:rsidRPr="003E530F">
        <w:rPr>
          <w:sz w:val="28"/>
          <w:szCs w:val="28"/>
        </w:rPr>
        <w:t>«1. Утвердить объём межбюджетных трансфертов бюджетам муниципал</w:t>
      </w:r>
      <w:r w:rsidRPr="003E530F">
        <w:rPr>
          <w:sz w:val="28"/>
          <w:szCs w:val="28"/>
        </w:rPr>
        <w:t>ь</w:t>
      </w:r>
      <w:r w:rsidRPr="003E530F">
        <w:rPr>
          <w:sz w:val="28"/>
          <w:szCs w:val="28"/>
        </w:rPr>
        <w:t>ных районов и городских округов Ульяновской области, бюджету Территориал</w:t>
      </w:r>
      <w:r w:rsidRPr="003E530F">
        <w:rPr>
          <w:sz w:val="28"/>
          <w:szCs w:val="28"/>
        </w:rPr>
        <w:t>ь</w:t>
      </w:r>
      <w:r w:rsidRPr="003E530F">
        <w:rPr>
          <w:sz w:val="28"/>
          <w:szCs w:val="28"/>
        </w:rPr>
        <w:t>ного фонда обязательного медицинского страхования</w:t>
      </w:r>
      <w:r>
        <w:rPr>
          <w:sz w:val="28"/>
          <w:szCs w:val="28"/>
        </w:rPr>
        <w:t xml:space="preserve"> Ульяновской области </w:t>
      </w:r>
      <w:r>
        <w:rPr>
          <w:sz w:val="28"/>
          <w:szCs w:val="28"/>
        </w:rPr>
        <w:br/>
      </w:r>
      <w:r w:rsidRPr="003E530F">
        <w:rPr>
          <w:sz w:val="28"/>
          <w:szCs w:val="28"/>
        </w:rPr>
        <w:t>и бюджету Пенсионного фонда Российской Федерации на 2015 год в общей сумме 10383853,9081 тыс. рублей, в том числе бюджету Территориального фонда обяз</w:t>
      </w:r>
      <w:r w:rsidRPr="003E530F">
        <w:rPr>
          <w:sz w:val="28"/>
          <w:szCs w:val="28"/>
        </w:rPr>
        <w:t>а</w:t>
      </w:r>
      <w:r w:rsidRPr="003E530F">
        <w:rPr>
          <w:sz w:val="28"/>
          <w:szCs w:val="28"/>
        </w:rPr>
        <w:t>тельного медицинского страхования Ульяновской области в сумме</w:t>
      </w:r>
      <w:r w:rsidRPr="003E530F">
        <w:rPr>
          <w:sz w:val="28"/>
          <w:szCs w:val="28"/>
        </w:rPr>
        <w:br/>
      </w:r>
      <w:r w:rsidRPr="00E62330">
        <w:rPr>
          <w:sz w:val="28"/>
          <w:szCs w:val="28"/>
        </w:rPr>
        <w:t>408090,26 тыс.</w:t>
      </w:r>
      <w:r w:rsidRPr="003E530F">
        <w:rPr>
          <w:sz w:val="28"/>
          <w:szCs w:val="28"/>
        </w:rPr>
        <w:t xml:space="preserve"> рублей и бюджету Пенсионного фонда </w:t>
      </w:r>
      <w:r w:rsidRPr="007A723E">
        <w:rPr>
          <w:sz w:val="28"/>
          <w:szCs w:val="28"/>
        </w:rPr>
        <w:t xml:space="preserve">Российской Федерации </w:t>
      </w:r>
      <w:r>
        <w:rPr>
          <w:sz w:val="28"/>
          <w:szCs w:val="28"/>
        </w:rPr>
        <w:br/>
      </w:r>
      <w:r w:rsidRPr="007A723E">
        <w:rPr>
          <w:sz w:val="28"/>
          <w:szCs w:val="28"/>
        </w:rPr>
        <w:t>в сумме 22074,5 тыс. рублей, на 2016 год – в общей сумме 9172717,11 тыс. ру</w:t>
      </w:r>
      <w:r w:rsidRPr="007A723E">
        <w:rPr>
          <w:sz w:val="28"/>
          <w:szCs w:val="28"/>
        </w:rPr>
        <w:t>б</w:t>
      </w:r>
      <w:r w:rsidRPr="007A723E">
        <w:rPr>
          <w:sz w:val="28"/>
          <w:szCs w:val="28"/>
        </w:rPr>
        <w:t>лей, в том числе бюджету Территориального фонда обязательного медицинского страхования Ульяновской области в сумме</w:t>
      </w:r>
      <w:r>
        <w:rPr>
          <w:sz w:val="28"/>
          <w:szCs w:val="28"/>
        </w:rPr>
        <w:t xml:space="preserve"> </w:t>
      </w:r>
      <w:r w:rsidRPr="007A723E">
        <w:rPr>
          <w:sz w:val="28"/>
          <w:szCs w:val="28"/>
        </w:rPr>
        <w:t>374123,2 тыс. рублей</w:t>
      </w:r>
      <w:r w:rsidRPr="007A723E">
        <w:rPr>
          <w:spacing w:val="-10"/>
          <w:sz w:val="28"/>
          <w:szCs w:val="28"/>
        </w:rPr>
        <w:t xml:space="preserve"> и бюджету Пенс</w:t>
      </w:r>
      <w:r w:rsidRPr="007A723E">
        <w:rPr>
          <w:spacing w:val="-10"/>
          <w:sz w:val="28"/>
          <w:szCs w:val="28"/>
        </w:rPr>
        <w:t>и</w:t>
      </w:r>
      <w:r w:rsidRPr="007A723E">
        <w:rPr>
          <w:spacing w:val="-10"/>
          <w:sz w:val="28"/>
          <w:szCs w:val="28"/>
        </w:rPr>
        <w:t>онного фонда Российской Федерации в сумме 22400,0 тыс. рублей</w:t>
      </w:r>
      <w:r w:rsidRPr="007A723E">
        <w:rPr>
          <w:sz w:val="28"/>
          <w:szCs w:val="28"/>
        </w:rPr>
        <w:t xml:space="preserve">, на 2017 год – </w:t>
      </w:r>
      <w:r>
        <w:rPr>
          <w:sz w:val="28"/>
          <w:szCs w:val="28"/>
        </w:rPr>
        <w:br/>
      </w:r>
      <w:r w:rsidRPr="007A723E">
        <w:rPr>
          <w:sz w:val="28"/>
          <w:szCs w:val="28"/>
        </w:rPr>
        <w:t>в общей сумме 9292955,33 тыс. рублей, в том числе бюджету Территориального фонда обязательного медицинского страхования Ульяновской области в сумме 374123,2</w:t>
      </w:r>
      <w:r w:rsidRPr="007A723E">
        <w:rPr>
          <w:i/>
          <w:sz w:val="28"/>
          <w:szCs w:val="28"/>
        </w:rPr>
        <w:t xml:space="preserve"> </w:t>
      </w:r>
      <w:r w:rsidRPr="007A723E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7A723E">
        <w:rPr>
          <w:sz w:val="28"/>
          <w:szCs w:val="28"/>
        </w:rPr>
        <w:t xml:space="preserve">и бюджету Пенсионного фонда Российской Федерации </w:t>
      </w:r>
      <w:r>
        <w:rPr>
          <w:sz w:val="28"/>
          <w:szCs w:val="28"/>
        </w:rPr>
        <w:br/>
      </w:r>
      <w:r w:rsidRPr="007A723E">
        <w:rPr>
          <w:sz w:val="28"/>
          <w:szCs w:val="28"/>
        </w:rPr>
        <w:t>в сумме 21300,0 тыс. рублей.</w:t>
      </w:r>
    </w:p>
    <w:p w:rsidR="00FA12FA" w:rsidRDefault="00FA12FA" w:rsidP="00EE65C7">
      <w:pPr>
        <w:autoSpaceDE w:val="0"/>
        <w:autoSpaceDN w:val="0"/>
        <w:adjustRightInd w:val="0"/>
        <w:spacing w:line="37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распределение межбюджетных трансфертов бюджетам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ципальных районов и городских округов Ульяновской области:</w:t>
      </w:r>
    </w:p>
    <w:p w:rsidR="00FA12FA" w:rsidRDefault="00FA12FA" w:rsidP="00EE65C7">
      <w:pPr>
        <w:autoSpaceDE w:val="0"/>
        <w:autoSpaceDN w:val="0"/>
        <w:adjustRightInd w:val="0"/>
        <w:spacing w:line="37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 2015 год – в сумме 9649499,87154 тыс. рублей согласно приложениям 10 и 12 к настоящему Закону;</w:t>
      </w:r>
    </w:p>
    <w:p w:rsidR="00FA12FA" w:rsidRPr="007A723E" w:rsidRDefault="00FA12FA" w:rsidP="00EE65C7">
      <w:pPr>
        <w:autoSpaceDE w:val="0"/>
        <w:autoSpaceDN w:val="0"/>
        <w:adjustRightInd w:val="0"/>
        <w:spacing w:line="37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на 2016 год – в сумме 8389457,91 тыс. рублей, на 2017 год – в сумме 8242133,83 тыс. рублей согласно приложениям 11 и 13 к настоящему Закону.»;</w:t>
      </w:r>
    </w:p>
    <w:p w:rsidR="00FA12FA" w:rsidRPr="00AD7DC3" w:rsidRDefault="00FA12FA" w:rsidP="00EE65C7">
      <w:pPr>
        <w:spacing w:line="37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76742">
        <w:rPr>
          <w:sz w:val="28"/>
          <w:szCs w:val="28"/>
        </w:rPr>
        <w:t>) приложени</w:t>
      </w:r>
      <w:r>
        <w:rPr>
          <w:sz w:val="28"/>
          <w:szCs w:val="28"/>
        </w:rPr>
        <w:t>е</w:t>
      </w:r>
      <w:r w:rsidRPr="00176742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Pr="00AD7DC3">
        <w:rPr>
          <w:sz w:val="28"/>
          <w:szCs w:val="28"/>
        </w:rPr>
        <w:t>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FA12FA" w:rsidRPr="00176742" w:rsidTr="00176742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76742" w:rsidRDefault="00FA12FA" w:rsidP="00EE65C7">
            <w:pPr>
              <w:widowControl w:val="0"/>
              <w:autoSpaceDE w:val="0"/>
              <w:autoSpaceDN w:val="0"/>
              <w:adjustRightInd w:val="0"/>
              <w:spacing w:line="37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76742">
              <w:rPr>
                <w:sz w:val="28"/>
                <w:szCs w:val="28"/>
              </w:rPr>
              <w:t>233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76742" w:rsidRDefault="00FA12FA" w:rsidP="00EE65C7">
            <w:pPr>
              <w:widowControl w:val="0"/>
              <w:autoSpaceDE w:val="0"/>
              <w:autoSpaceDN w:val="0"/>
              <w:adjustRightInd w:val="0"/>
              <w:spacing w:line="374" w:lineRule="auto"/>
              <w:jc w:val="center"/>
              <w:rPr>
                <w:sz w:val="28"/>
                <w:szCs w:val="28"/>
              </w:rPr>
            </w:pPr>
            <w:r w:rsidRPr="00176742">
              <w:rPr>
                <w:sz w:val="28"/>
                <w:szCs w:val="28"/>
              </w:rPr>
              <w:t>2 02 04091 02 0000 151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76742" w:rsidRDefault="00FA12FA" w:rsidP="00EE65C7">
            <w:pPr>
              <w:widowControl w:val="0"/>
              <w:autoSpaceDE w:val="0"/>
              <w:autoSpaceDN w:val="0"/>
              <w:adjustRightInd w:val="0"/>
              <w:spacing w:line="374" w:lineRule="auto"/>
              <w:jc w:val="both"/>
              <w:rPr>
                <w:spacing w:val="-4"/>
                <w:sz w:val="28"/>
                <w:szCs w:val="28"/>
              </w:rPr>
            </w:pPr>
            <w:r w:rsidRPr="00176742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176742">
              <w:rPr>
                <w:spacing w:val="-4"/>
                <w:sz w:val="28"/>
                <w:szCs w:val="28"/>
              </w:rPr>
              <w:t>д</w:t>
            </w:r>
            <w:r w:rsidRPr="00176742">
              <w:rPr>
                <w:spacing w:val="-4"/>
                <w:sz w:val="28"/>
                <w:szCs w:val="28"/>
              </w:rPr>
              <w:t>жетам субъектов Российской Федерации на фина</w:t>
            </w:r>
            <w:r w:rsidRPr="00176742">
              <w:rPr>
                <w:spacing w:val="-4"/>
                <w:sz w:val="28"/>
                <w:szCs w:val="28"/>
              </w:rPr>
              <w:t>н</w:t>
            </w:r>
            <w:r w:rsidRPr="00176742">
              <w:rPr>
                <w:spacing w:val="-4"/>
                <w:sz w:val="28"/>
                <w:szCs w:val="28"/>
              </w:rPr>
              <w:t>совое обеспечение дорожной деятельности</w:t>
            </w:r>
            <w:r>
              <w:rPr>
                <w:spacing w:val="-4"/>
                <w:sz w:val="28"/>
                <w:szCs w:val="28"/>
              </w:rPr>
              <w:t>»</w:t>
            </w:r>
          </w:p>
        </w:tc>
      </w:tr>
    </w:tbl>
    <w:p w:rsidR="00FA12FA" w:rsidRDefault="00FA12FA" w:rsidP="00EE65C7">
      <w:pPr>
        <w:pStyle w:val="BodyText2"/>
        <w:spacing w:after="0" w:line="374" w:lineRule="auto"/>
        <w:jc w:val="both"/>
        <w:rPr>
          <w:sz w:val="28"/>
          <w:szCs w:val="28"/>
        </w:rPr>
      </w:pPr>
      <w:r w:rsidRPr="00176742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FA12FA" w:rsidRPr="00176742" w:rsidTr="00176742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76742" w:rsidRDefault="00FA12FA" w:rsidP="00EE65C7">
            <w:pPr>
              <w:widowControl w:val="0"/>
              <w:autoSpaceDE w:val="0"/>
              <w:autoSpaceDN w:val="0"/>
              <w:adjustRightInd w:val="0"/>
              <w:spacing w:line="37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176742">
              <w:rPr>
                <w:sz w:val="28"/>
                <w:szCs w:val="28"/>
              </w:rPr>
              <w:t>233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76742" w:rsidRDefault="00FA12FA" w:rsidP="00EE65C7">
            <w:pPr>
              <w:widowControl w:val="0"/>
              <w:autoSpaceDE w:val="0"/>
              <w:autoSpaceDN w:val="0"/>
              <w:adjustRightInd w:val="0"/>
              <w:spacing w:line="374" w:lineRule="auto"/>
              <w:jc w:val="center"/>
              <w:rPr>
                <w:sz w:val="28"/>
                <w:szCs w:val="28"/>
              </w:rPr>
            </w:pPr>
            <w:r w:rsidRPr="00176742">
              <w:rPr>
                <w:sz w:val="28"/>
                <w:szCs w:val="28"/>
              </w:rPr>
              <w:t>2 02 04095 02 0000 151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76742" w:rsidRDefault="00FA12FA" w:rsidP="00EE65C7">
            <w:pPr>
              <w:widowControl w:val="0"/>
              <w:autoSpaceDE w:val="0"/>
              <w:autoSpaceDN w:val="0"/>
              <w:adjustRightInd w:val="0"/>
              <w:spacing w:line="374" w:lineRule="auto"/>
              <w:jc w:val="both"/>
              <w:rPr>
                <w:spacing w:val="-4"/>
                <w:sz w:val="28"/>
                <w:szCs w:val="28"/>
              </w:rPr>
            </w:pPr>
            <w:r w:rsidRPr="00176742">
              <w:rPr>
                <w:spacing w:val="-4"/>
                <w:sz w:val="28"/>
                <w:szCs w:val="28"/>
              </w:rPr>
              <w:t>Межбюджетные трансферты, передаваемые бю</w:t>
            </w:r>
            <w:r w:rsidRPr="00176742">
              <w:rPr>
                <w:spacing w:val="-4"/>
                <w:sz w:val="28"/>
                <w:szCs w:val="28"/>
              </w:rPr>
              <w:t>д</w:t>
            </w:r>
            <w:r w:rsidRPr="00176742">
              <w:rPr>
                <w:spacing w:val="-4"/>
                <w:sz w:val="28"/>
                <w:szCs w:val="28"/>
              </w:rPr>
              <w:t>жетам субъектов Российской Федерации на реал</w:t>
            </w:r>
            <w:r w:rsidRPr="00176742">
              <w:rPr>
                <w:spacing w:val="-4"/>
                <w:sz w:val="28"/>
                <w:szCs w:val="28"/>
              </w:rPr>
              <w:t>и</w:t>
            </w:r>
            <w:r w:rsidRPr="00176742">
              <w:rPr>
                <w:spacing w:val="-4"/>
                <w:sz w:val="28"/>
                <w:szCs w:val="28"/>
              </w:rPr>
              <w:t>зацию мероприятий региональных программ в сфере дорожного хозяйства по решениям Прав</w:t>
            </w:r>
            <w:r w:rsidRPr="00176742">
              <w:rPr>
                <w:spacing w:val="-4"/>
                <w:sz w:val="28"/>
                <w:szCs w:val="28"/>
              </w:rPr>
              <w:t>и</w:t>
            </w:r>
            <w:r w:rsidRPr="00176742">
              <w:rPr>
                <w:spacing w:val="-4"/>
                <w:sz w:val="28"/>
                <w:szCs w:val="28"/>
              </w:rPr>
              <w:t>тельства Российской Федерации</w:t>
            </w:r>
            <w:r>
              <w:rPr>
                <w:spacing w:val="-4"/>
                <w:sz w:val="28"/>
                <w:szCs w:val="28"/>
              </w:rPr>
              <w:t>»;</w:t>
            </w:r>
          </w:p>
        </w:tc>
      </w:tr>
    </w:tbl>
    <w:p w:rsidR="00FA12FA" w:rsidRPr="00681918" w:rsidRDefault="00FA12FA" w:rsidP="00EE65C7">
      <w:pPr>
        <w:spacing w:line="37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81918">
        <w:rPr>
          <w:sz w:val="28"/>
          <w:szCs w:val="28"/>
        </w:rPr>
        <w:t>) в приложении 6:</w:t>
      </w:r>
    </w:p>
    <w:p w:rsidR="00FA12FA" w:rsidRPr="006B2C24" w:rsidRDefault="00FA12FA" w:rsidP="00EE65C7">
      <w:pPr>
        <w:spacing w:line="374" w:lineRule="auto"/>
        <w:ind w:firstLine="709"/>
        <w:jc w:val="both"/>
        <w:rPr>
          <w:sz w:val="28"/>
          <w:szCs w:val="28"/>
        </w:rPr>
      </w:pPr>
      <w:r w:rsidRPr="006B2C24">
        <w:rPr>
          <w:sz w:val="28"/>
          <w:szCs w:val="28"/>
        </w:rPr>
        <w:t>а) в строке «Кредиты кредитных организаций в валюте Российской Федер</w:t>
      </w:r>
      <w:r w:rsidRPr="006B2C24">
        <w:rPr>
          <w:sz w:val="28"/>
          <w:szCs w:val="28"/>
        </w:rPr>
        <w:t>а</w:t>
      </w:r>
      <w:r w:rsidRPr="006B2C24">
        <w:rPr>
          <w:sz w:val="28"/>
          <w:szCs w:val="28"/>
        </w:rPr>
        <w:t>ции» (код 01 02 00 00 00 0000 000) цифры «4618248,4» заменить цифрами «3068588,9»;</w:t>
      </w:r>
    </w:p>
    <w:p w:rsidR="00FA12FA" w:rsidRPr="006E353B" w:rsidRDefault="00FA12FA" w:rsidP="00EE65C7">
      <w:pPr>
        <w:spacing w:line="374" w:lineRule="auto"/>
        <w:ind w:firstLine="709"/>
        <w:jc w:val="both"/>
        <w:rPr>
          <w:sz w:val="28"/>
          <w:szCs w:val="28"/>
        </w:rPr>
      </w:pPr>
      <w:r w:rsidRPr="006E353B">
        <w:rPr>
          <w:sz w:val="28"/>
          <w:szCs w:val="28"/>
        </w:rPr>
        <w:t>б) в строке «Получение кредитов от кредитных организаций в валюте Ро</w:t>
      </w:r>
      <w:r w:rsidRPr="006E353B">
        <w:rPr>
          <w:sz w:val="28"/>
          <w:szCs w:val="28"/>
        </w:rPr>
        <w:t>с</w:t>
      </w:r>
      <w:r w:rsidRPr="006E353B">
        <w:rPr>
          <w:sz w:val="28"/>
          <w:szCs w:val="28"/>
        </w:rPr>
        <w:t>сийской Федерации» (код 01 02 00 00 00 0000 700) цифры «8097654,4» заменить цифрами «6547994,9»;</w:t>
      </w:r>
    </w:p>
    <w:p w:rsidR="00FA12FA" w:rsidRPr="006E353B" w:rsidRDefault="00FA12F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6E353B">
        <w:rPr>
          <w:sz w:val="28"/>
          <w:szCs w:val="28"/>
        </w:rPr>
        <w:t>в) в строке «Получение кредитов от кредитных организаций бюджетами субъектов Российской Федерации в валюте Российской Федерации» (код 01 02 00 00 02 0000 710) цифры «8097654,4» заменить цифрами «6547994,9»;</w:t>
      </w:r>
    </w:p>
    <w:p w:rsidR="00FA12FA" w:rsidRPr="006E353B" w:rsidRDefault="00FA12FA" w:rsidP="003D108D">
      <w:pPr>
        <w:spacing w:line="360" w:lineRule="auto"/>
        <w:ind w:firstLine="709"/>
        <w:jc w:val="both"/>
        <w:rPr>
          <w:sz w:val="28"/>
          <w:szCs w:val="28"/>
        </w:rPr>
      </w:pPr>
      <w:r w:rsidRPr="006E353B">
        <w:rPr>
          <w:sz w:val="28"/>
          <w:szCs w:val="28"/>
        </w:rPr>
        <w:t>г) в строке «Бюджетные кредиты от других бюджетов бюджетной системы Российской Федерации» (код 01 03 00 00 00 0000 000) цифры «-1076111,1»</w:t>
      </w:r>
      <w:r w:rsidRPr="006E353B">
        <w:rPr>
          <w:sz w:val="28"/>
          <w:szCs w:val="28"/>
        </w:rPr>
        <w:br/>
        <w:t>заменить цифрами «473548,4»;</w:t>
      </w:r>
    </w:p>
    <w:p w:rsidR="00FA12FA" w:rsidRPr="006E353B" w:rsidRDefault="00FA12FA" w:rsidP="009872E7">
      <w:pPr>
        <w:spacing w:line="360" w:lineRule="auto"/>
        <w:ind w:firstLine="709"/>
        <w:jc w:val="both"/>
        <w:rPr>
          <w:sz w:val="28"/>
          <w:szCs w:val="28"/>
        </w:rPr>
      </w:pPr>
      <w:r w:rsidRPr="006E353B">
        <w:rPr>
          <w:sz w:val="28"/>
          <w:szCs w:val="28"/>
        </w:rPr>
        <w:t>д) в строке «Бюджетные кредиты от других бюджетов бюджетной системы Российской Федерации в валюте Российской Федерации» (код 01 03 01 00 00 0000 000) цифры «-1076111,1» заменить цифрами «473548,4»;</w:t>
      </w:r>
    </w:p>
    <w:p w:rsidR="00FA12FA" w:rsidRPr="00F06EE7" w:rsidRDefault="00FA12F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F06EE7">
        <w:rPr>
          <w:sz w:val="28"/>
          <w:szCs w:val="28"/>
        </w:rPr>
        <w:t>е) в строке «Получение бюджетных кредитов от других бюджетов бюдже</w:t>
      </w:r>
      <w:r w:rsidRPr="00F06EE7">
        <w:rPr>
          <w:sz w:val="28"/>
          <w:szCs w:val="28"/>
        </w:rPr>
        <w:t>т</w:t>
      </w:r>
      <w:r w:rsidRPr="00F06EE7">
        <w:rPr>
          <w:sz w:val="28"/>
          <w:szCs w:val="28"/>
        </w:rPr>
        <w:t>ной системы Российской Федерации в валюте Российской Федерации» (код 01 03 01 00 00 0000 700) цифры «1500000,0» заменить цифрами «2739700,0»;</w:t>
      </w:r>
    </w:p>
    <w:p w:rsidR="00FA12FA" w:rsidRPr="00F06EE7" w:rsidRDefault="00FA12F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F06EE7">
        <w:rPr>
          <w:sz w:val="28"/>
          <w:szCs w:val="28"/>
        </w:rPr>
        <w:t>ж) в строке «Получение бюджетных кредитов от других бюджетов бюдже</w:t>
      </w:r>
      <w:r w:rsidRPr="00F06EE7">
        <w:rPr>
          <w:sz w:val="28"/>
          <w:szCs w:val="28"/>
        </w:rPr>
        <w:t>т</w:t>
      </w:r>
      <w:r w:rsidRPr="00F06EE7">
        <w:rPr>
          <w:sz w:val="28"/>
          <w:szCs w:val="28"/>
        </w:rPr>
        <w:t>ной системы Российской Федерации бюджетами субъектов Российской Федер</w:t>
      </w:r>
      <w:r w:rsidRPr="00F06EE7">
        <w:rPr>
          <w:sz w:val="28"/>
          <w:szCs w:val="28"/>
        </w:rPr>
        <w:t>а</w:t>
      </w:r>
      <w:r w:rsidRPr="00F06EE7">
        <w:rPr>
          <w:sz w:val="28"/>
          <w:szCs w:val="28"/>
        </w:rPr>
        <w:t>ции в валюте Российской Федерации» (код 01 03 01 00 02 0000 710) цифры «1500000,0» заменить цифрами «2739700,0»;</w:t>
      </w:r>
    </w:p>
    <w:p w:rsidR="00FA12FA" w:rsidRPr="00F06EE7" w:rsidRDefault="00FA12F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F06EE7">
        <w:rPr>
          <w:sz w:val="28"/>
          <w:szCs w:val="28"/>
        </w:rPr>
        <w:t>з) в строке «Погашение бюджетных кредитов, полученных от других бю</w:t>
      </w:r>
      <w:r w:rsidRPr="00F06EE7">
        <w:rPr>
          <w:sz w:val="28"/>
          <w:szCs w:val="28"/>
        </w:rPr>
        <w:t>д</w:t>
      </w:r>
      <w:r w:rsidRPr="00F06EE7">
        <w:rPr>
          <w:sz w:val="28"/>
          <w:szCs w:val="28"/>
        </w:rPr>
        <w:t>жетов бюджетной системы Российской Федерации в валюте Российской Федер</w:t>
      </w:r>
      <w:r w:rsidRPr="00F06EE7">
        <w:rPr>
          <w:sz w:val="28"/>
          <w:szCs w:val="28"/>
        </w:rPr>
        <w:t>а</w:t>
      </w:r>
      <w:r w:rsidRPr="00F06EE7">
        <w:rPr>
          <w:sz w:val="28"/>
          <w:szCs w:val="28"/>
        </w:rPr>
        <w:t>ции» (код 01 03 01 00 00 0000 800) цифры «-2576111,1» заменить цифрами</w:t>
      </w:r>
      <w:r w:rsidRPr="00F06EE7">
        <w:rPr>
          <w:sz w:val="28"/>
          <w:szCs w:val="28"/>
        </w:rPr>
        <w:br/>
        <w:t>«-2266151,6»;</w:t>
      </w:r>
    </w:p>
    <w:p w:rsidR="00FA12FA" w:rsidRDefault="00FA12F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F06EE7">
        <w:rPr>
          <w:sz w:val="28"/>
          <w:szCs w:val="28"/>
        </w:rPr>
        <w:t>и) в строке «Погашение бюджетами субъектов Российской Федерации кр</w:t>
      </w:r>
      <w:r w:rsidRPr="00F06EE7">
        <w:rPr>
          <w:sz w:val="28"/>
          <w:szCs w:val="28"/>
        </w:rPr>
        <w:t>е</w:t>
      </w:r>
      <w:r w:rsidRPr="00F06EE7">
        <w:rPr>
          <w:sz w:val="28"/>
          <w:szCs w:val="28"/>
        </w:rPr>
        <w:t>дитов от других бюджетов бюджетной системы Российской Федерации в валюте Российской Федерации» (код 01 03 01 00 02 0000 810) цифры «-2576111,1» зам</w:t>
      </w:r>
      <w:r w:rsidRPr="00F06EE7">
        <w:rPr>
          <w:sz w:val="28"/>
          <w:szCs w:val="28"/>
        </w:rPr>
        <w:t>е</w:t>
      </w:r>
      <w:r w:rsidRPr="00F06EE7">
        <w:rPr>
          <w:sz w:val="28"/>
          <w:szCs w:val="28"/>
        </w:rPr>
        <w:t>нить цифрами «-2266151,6»;</w:t>
      </w:r>
    </w:p>
    <w:p w:rsidR="00FA12FA" w:rsidRDefault="00FA12FA" w:rsidP="002B08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строку</w:t>
      </w:r>
    </w:p>
    <w:tbl>
      <w:tblPr>
        <w:tblW w:w="10056" w:type="dxa"/>
        <w:tblInd w:w="93" w:type="dxa"/>
        <w:tblLook w:val="00A0"/>
      </w:tblPr>
      <w:tblGrid>
        <w:gridCol w:w="3417"/>
        <w:gridCol w:w="4678"/>
        <w:gridCol w:w="1961"/>
      </w:tblGrid>
      <w:tr w:rsidR="00FA12FA" w:rsidRPr="0041008F" w:rsidTr="0041008F">
        <w:tc>
          <w:tcPr>
            <w:tcW w:w="3417" w:type="dxa"/>
            <w:noWrap/>
          </w:tcPr>
          <w:p w:rsidR="00FA12FA" w:rsidRPr="0041008F" w:rsidRDefault="00FA12FA" w:rsidP="0041008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1008F">
              <w:rPr>
                <w:sz w:val="28"/>
                <w:szCs w:val="28"/>
              </w:rPr>
              <w:t>01 03 01 00 02 5102 810</w:t>
            </w:r>
          </w:p>
        </w:tc>
        <w:tc>
          <w:tcPr>
            <w:tcW w:w="4678" w:type="dxa"/>
          </w:tcPr>
          <w:p w:rsidR="00FA12FA" w:rsidRPr="0041008F" w:rsidRDefault="00FA12FA" w:rsidP="0041008F">
            <w:pPr>
              <w:spacing w:line="360" w:lineRule="auto"/>
              <w:rPr>
                <w:sz w:val="28"/>
                <w:szCs w:val="28"/>
              </w:rPr>
            </w:pPr>
            <w:r w:rsidRPr="0041008F">
              <w:rPr>
                <w:sz w:val="28"/>
                <w:szCs w:val="28"/>
              </w:rPr>
              <w:t>Бюджетные кредиты, предоставле</w:t>
            </w:r>
            <w:r w:rsidRPr="0041008F">
              <w:rPr>
                <w:sz w:val="28"/>
                <w:szCs w:val="28"/>
              </w:rPr>
              <w:t>н</w:t>
            </w:r>
            <w:r w:rsidRPr="0041008F">
              <w:rPr>
                <w:sz w:val="28"/>
                <w:szCs w:val="28"/>
              </w:rPr>
              <w:t>ные на строительство, реконстру</w:t>
            </w:r>
            <w:r w:rsidRPr="0041008F">
              <w:rPr>
                <w:sz w:val="28"/>
                <w:szCs w:val="28"/>
              </w:rPr>
              <w:t>к</w:t>
            </w:r>
            <w:r w:rsidRPr="0041008F">
              <w:rPr>
                <w:sz w:val="28"/>
                <w:szCs w:val="28"/>
              </w:rPr>
              <w:t>цию, капитальный ремонт, ремонт и содержание а</w:t>
            </w:r>
            <w:r>
              <w:rPr>
                <w:sz w:val="28"/>
                <w:szCs w:val="28"/>
              </w:rPr>
              <w:t>в</w:t>
            </w:r>
            <w:r w:rsidRPr="0041008F">
              <w:rPr>
                <w:sz w:val="28"/>
                <w:szCs w:val="28"/>
              </w:rPr>
              <w:t>томобильных дорог общего пользования (за исключен</w:t>
            </w:r>
            <w:r w:rsidRPr="0041008F">
              <w:rPr>
                <w:sz w:val="28"/>
                <w:szCs w:val="28"/>
              </w:rPr>
              <w:t>и</w:t>
            </w:r>
            <w:r w:rsidRPr="0041008F">
              <w:rPr>
                <w:sz w:val="28"/>
                <w:szCs w:val="28"/>
              </w:rPr>
              <w:t>ем автомобильных дорог федерал</w:t>
            </w:r>
            <w:r w:rsidRPr="0041008F">
              <w:rPr>
                <w:sz w:val="28"/>
                <w:szCs w:val="28"/>
              </w:rPr>
              <w:t>ь</w:t>
            </w:r>
            <w:r w:rsidRPr="0041008F">
              <w:rPr>
                <w:sz w:val="28"/>
                <w:szCs w:val="28"/>
              </w:rPr>
              <w:t>ного значения), возврат которых осуществляется субъектом Росси</w:t>
            </w:r>
            <w:r w:rsidRPr="0041008F">
              <w:rPr>
                <w:sz w:val="28"/>
                <w:szCs w:val="28"/>
              </w:rPr>
              <w:t>й</w:t>
            </w:r>
            <w:r w:rsidRPr="0041008F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1961" w:type="dxa"/>
            <w:noWrap/>
            <w:vAlign w:val="bottom"/>
          </w:tcPr>
          <w:p w:rsidR="00FA12FA" w:rsidRDefault="00FA12FA" w:rsidP="0041008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1008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1008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1008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1008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1008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1008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1008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41008F" w:rsidRDefault="00FA12FA" w:rsidP="004100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1008F">
              <w:rPr>
                <w:sz w:val="28"/>
                <w:szCs w:val="28"/>
              </w:rPr>
              <w:t>-309959,5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A12FA" w:rsidRPr="0041008F" w:rsidRDefault="00FA12FA" w:rsidP="0041008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FA12FA" w:rsidRPr="0041008F" w:rsidRDefault="00FA12FA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41008F">
        <w:rPr>
          <w:sz w:val="28"/>
          <w:szCs w:val="28"/>
        </w:rPr>
        <w:t>л) в строке «Изменение остатков средств на счетах по учёту средств бюдж</w:t>
      </w:r>
      <w:r w:rsidRPr="0041008F">
        <w:rPr>
          <w:sz w:val="28"/>
          <w:szCs w:val="28"/>
        </w:rPr>
        <w:t>е</w:t>
      </w:r>
      <w:r w:rsidRPr="0041008F">
        <w:rPr>
          <w:sz w:val="28"/>
          <w:szCs w:val="28"/>
        </w:rPr>
        <w:t>тов» (код 01 05 00 00 00 0000 000) цифры «71551,58392» заменить цифрами «1687180,16624»;</w:t>
      </w:r>
    </w:p>
    <w:p w:rsidR="00FA12FA" w:rsidRPr="0041008F" w:rsidRDefault="00FA12FA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41008F">
        <w:rPr>
          <w:sz w:val="28"/>
          <w:szCs w:val="28"/>
        </w:rPr>
        <w:t>м) в строке «Увеличение остатков средств бюджетов» (код 01 05 00 00 00 0000 500) цифры «-43764094,69663» заменить цифрами «-45989217,97822»;</w:t>
      </w:r>
    </w:p>
    <w:p w:rsidR="00FA12FA" w:rsidRPr="0041008F" w:rsidRDefault="00FA12FA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41008F">
        <w:rPr>
          <w:sz w:val="28"/>
          <w:szCs w:val="28"/>
        </w:rPr>
        <w:t>н) в строке «Увеличение прочих остатков средств бюджетов» (код 01 05 02 00 00 0000 500) цифры «-43764094,69663» заменить цифрами «-45989217,97822»;</w:t>
      </w:r>
    </w:p>
    <w:p w:rsidR="00FA12FA" w:rsidRPr="0041008F" w:rsidRDefault="00FA12FA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41008F">
        <w:rPr>
          <w:sz w:val="28"/>
          <w:szCs w:val="28"/>
        </w:rPr>
        <w:t xml:space="preserve">о) в строке «Увеличение прочих остатков денежных средств бюджетов» (код 01 05 02 01 00 0000 510) цифры «-43764094,69663» заменить цифрами </w:t>
      </w:r>
      <w:r w:rsidRPr="0041008F">
        <w:rPr>
          <w:sz w:val="28"/>
          <w:szCs w:val="28"/>
        </w:rPr>
        <w:br/>
        <w:t>«-45989217,97822»;</w:t>
      </w:r>
    </w:p>
    <w:p w:rsidR="00FA12FA" w:rsidRPr="0041008F" w:rsidRDefault="00FA12FA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41008F">
        <w:rPr>
          <w:sz w:val="28"/>
          <w:szCs w:val="28"/>
        </w:rPr>
        <w:t xml:space="preserve">п) в строке «Увеличение прочих остатков денежных средств бюджетов субъектов Российской Федерации» (код 01 05 02 01 02 0000 510) цифры </w:t>
      </w:r>
      <w:r w:rsidRPr="0041008F">
        <w:rPr>
          <w:sz w:val="28"/>
          <w:szCs w:val="28"/>
        </w:rPr>
        <w:br/>
        <w:t>«-43764094,69663» заменить цифрами «-45989217,97822»;</w:t>
      </w:r>
    </w:p>
    <w:p w:rsidR="00FA12FA" w:rsidRPr="0041008F" w:rsidRDefault="00FA12FA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41008F">
        <w:rPr>
          <w:sz w:val="28"/>
          <w:szCs w:val="28"/>
        </w:rPr>
        <w:t>р) в строке «Уменьшение остатков средств бюджетов» (код 01 05 00 00 00 0000 600) цифры «43835646,28055» заменить цифрами «47676398,14446»;</w:t>
      </w:r>
    </w:p>
    <w:p w:rsidR="00FA12FA" w:rsidRPr="0041008F" w:rsidRDefault="00FA12FA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41008F">
        <w:rPr>
          <w:sz w:val="28"/>
          <w:szCs w:val="28"/>
        </w:rPr>
        <w:t>с) в строке «Уменьшение прочих остатков средств бюджетов» (код 01 05 02 00 00 0000 600) цифры «43835646,28055» заменить цифрами «47676398,14446»;</w:t>
      </w:r>
    </w:p>
    <w:p w:rsidR="00FA12FA" w:rsidRPr="0041008F" w:rsidRDefault="00FA12FA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41008F">
        <w:rPr>
          <w:sz w:val="28"/>
          <w:szCs w:val="28"/>
        </w:rPr>
        <w:t>т) в строке «Уменьшение прочих остатков денежных средств бюджетов» (код 01 05 02 01 00 0000 610) цифры «43835646,28055» заменить цифрами «47676398,14446»;</w:t>
      </w:r>
    </w:p>
    <w:p w:rsidR="00FA12FA" w:rsidRPr="0041008F" w:rsidRDefault="00FA12FA" w:rsidP="001C10A5">
      <w:pPr>
        <w:spacing w:line="353" w:lineRule="auto"/>
        <w:ind w:firstLine="709"/>
        <w:jc w:val="both"/>
        <w:rPr>
          <w:sz w:val="28"/>
          <w:szCs w:val="28"/>
        </w:rPr>
      </w:pPr>
      <w:r w:rsidRPr="0041008F">
        <w:rPr>
          <w:sz w:val="28"/>
          <w:szCs w:val="28"/>
        </w:rPr>
        <w:t>у) в строке «Уменьшение прочих остатков денежных средств бюджетов субъектов Российской Федерации» (код 01 05 02 01 02 0000 610) цифры «43835646,28055» заменить цифрами «47676398,14446»;</w:t>
      </w:r>
    </w:p>
    <w:p w:rsidR="00FA12FA" w:rsidRPr="0041008F" w:rsidRDefault="00FA12FA" w:rsidP="00606D2D">
      <w:pPr>
        <w:spacing w:line="360" w:lineRule="auto"/>
        <w:ind w:firstLine="709"/>
        <w:jc w:val="both"/>
        <w:rPr>
          <w:sz w:val="28"/>
          <w:szCs w:val="28"/>
        </w:rPr>
      </w:pPr>
      <w:r w:rsidRPr="0041008F">
        <w:rPr>
          <w:sz w:val="28"/>
          <w:szCs w:val="28"/>
        </w:rPr>
        <w:t>ф) в строке «ИТОГО» цифры «3532801,58392» заменить цифрами «5148430,16624»;</w:t>
      </w:r>
    </w:p>
    <w:p w:rsidR="00FA12FA" w:rsidRPr="00051745" w:rsidRDefault="00FA12FA" w:rsidP="00606D2D">
      <w:pPr>
        <w:spacing w:line="360" w:lineRule="auto"/>
        <w:ind w:firstLine="709"/>
        <w:jc w:val="both"/>
        <w:rPr>
          <w:sz w:val="28"/>
          <w:szCs w:val="28"/>
        </w:rPr>
      </w:pPr>
      <w:r w:rsidRPr="007A7A2E">
        <w:rPr>
          <w:sz w:val="28"/>
          <w:szCs w:val="28"/>
        </w:rPr>
        <w:t>7) в приложении 7:</w:t>
      </w:r>
    </w:p>
    <w:p w:rsidR="00FA12FA" w:rsidRPr="00DE7F6B" w:rsidRDefault="00FA12FA" w:rsidP="00606D2D">
      <w:pPr>
        <w:spacing w:line="360" w:lineRule="auto"/>
        <w:ind w:firstLine="709"/>
        <w:jc w:val="both"/>
        <w:rPr>
          <w:sz w:val="28"/>
          <w:szCs w:val="28"/>
        </w:rPr>
      </w:pPr>
      <w:r w:rsidRPr="00DE7F6B">
        <w:rPr>
          <w:sz w:val="28"/>
          <w:szCs w:val="28"/>
        </w:rPr>
        <w:t>а) в строке «Кредиты кредитных организаций в валюте Российской Федер</w:t>
      </w:r>
      <w:r w:rsidRPr="00DE7F6B">
        <w:rPr>
          <w:sz w:val="28"/>
          <w:szCs w:val="28"/>
        </w:rPr>
        <w:t>а</w:t>
      </w:r>
      <w:r w:rsidRPr="00DE7F6B">
        <w:rPr>
          <w:sz w:val="28"/>
          <w:szCs w:val="28"/>
        </w:rPr>
        <w:t>ции» (код 01 02 00 00 00 0000 000) цифры «-2299398,0» заменить цифрами</w:t>
      </w:r>
      <w:r w:rsidRPr="00DE7F6B">
        <w:rPr>
          <w:sz w:val="28"/>
          <w:szCs w:val="28"/>
        </w:rPr>
        <w:br/>
        <w:t>«-3039398,0», цифры «144793,9» заменить цифрами «640673,9»;</w:t>
      </w:r>
    </w:p>
    <w:p w:rsidR="00FA12FA" w:rsidRPr="00DE7F6B" w:rsidRDefault="00FA12FA" w:rsidP="00606D2D">
      <w:pPr>
        <w:spacing w:line="360" w:lineRule="auto"/>
        <w:ind w:firstLine="709"/>
        <w:jc w:val="both"/>
        <w:rPr>
          <w:sz w:val="28"/>
          <w:szCs w:val="28"/>
        </w:rPr>
      </w:pPr>
      <w:r w:rsidRPr="00DE7F6B">
        <w:rPr>
          <w:sz w:val="28"/>
          <w:szCs w:val="28"/>
        </w:rPr>
        <w:t>б) в строке «Получение кредитов от кредитных организаций в валюте Ро</w:t>
      </w:r>
      <w:r w:rsidRPr="00DE7F6B">
        <w:rPr>
          <w:sz w:val="28"/>
          <w:szCs w:val="28"/>
        </w:rPr>
        <w:t>с</w:t>
      </w:r>
      <w:r w:rsidRPr="00DE7F6B">
        <w:rPr>
          <w:sz w:val="28"/>
          <w:szCs w:val="28"/>
        </w:rPr>
        <w:t>сийской Федерации» (код 01 02 00 00 00 0000 700) цифры «2800602,0» заменить цифрами «2060602,0», цифры «3394793,9» заменить цифрами «3890673,9»;</w:t>
      </w:r>
    </w:p>
    <w:p w:rsidR="00FA12FA" w:rsidRPr="00AC59E9" w:rsidRDefault="00FA12FA" w:rsidP="00606D2D">
      <w:pPr>
        <w:spacing w:line="360" w:lineRule="auto"/>
        <w:ind w:firstLine="709"/>
        <w:jc w:val="both"/>
        <w:rPr>
          <w:sz w:val="28"/>
          <w:szCs w:val="28"/>
        </w:rPr>
      </w:pPr>
      <w:r w:rsidRPr="00AC59E9">
        <w:rPr>
          <w:sz w:val="28"/>
          <w:szCs w:val="28"/>
        </w:rPr>
        <w:t>в) в строке «Получение кредитов от кредитных организаций бюджетами субъектов Российской Федерации в валюте Российской Федерации» (код 01 02 00 00 02 0000 710) цифры «2800602,0» заменить цифрами «2060602,0», цифры «3394793,9» заменить цифрами «3890673,9»;</w:t>
      </w:r>
    </w:p>
    <w:p w:rsidR="00FA12FA" w:rsidRPr="00AC59E9" w:rsidRDefault="00FA12FA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AC59E9">
        <w:rPr>
          <w:sz w:val="28"/>
          <w:szCs w:val="28"/>
        </w:rPr>
        <w:t xml:space="preserve">г) в строке «Бюджетные кредиты от других бюджетов бюджетной системы Российской Федерации» (код 01 03 00 00 00 0000 000) цифры «-1565100,0» заменить цифрами «-825100,0», цифры «-1870950,0» заменить цифрами </w:t>
      </w:r>
      <w:r w:rsidRPr="00AC59E9">
        <w:rPr>
          <w:sz w:val="28"/>
          <w:szCs w:val="28"/>
        </w:rPr>
        <w:br/>
        <w:t>«-2366830,0»;</w:t>
      </w:r>
    </w:p>
    <w:p w:rsidR="00FA12FA" w:rsidRPr="00AC59E9" w:rsidRDefault="00FA12FA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AC59E9">
        <w:rPr>
          <w:sz w:val="28"/>
          <w:szCs w:val="28"/>
        </w:rPr>
        <w:t>д) в строке «Бюджетные кредиты от других бюджетов бюджетной системы Российской Федерации в валюте Российской Федерации» (код 01 03 01 00 00 0000 000) цифры «-1565100,0» заменить цифрами «-825100,0», цифры «-1870950,0» заменить цифрами «-2366830,0»;</w:t>
      </w:r>
    </w:p>
    <w:p w:rsidR="00FA12FA" w:rsidRPr="00AC59E9" w:rsidRDefault="00FA12FA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AC59E9">
        <w:rPr>
          <w:sz w:val="28"/>
          <w:szCs w:val="28"/>
        </w:rPr>
        <w:t>е) в строке «Погашение бюджетных кредитов, полученных от других бюджетов бюджетной системы Российской Федерации в валюте Российской Федерации» (код 01 03 01 00 00 0000 800) цифры «-1565100,0» заменить цифрами</w:t>
      </w:r>
      <w:r w:rsidRPr="00AC59E9">
        <w:rPr>
          <w:sz w:val="28"/>
          <w:szCs w:val="28"/>
        </w:rPr>
        <w:br/>
        <w:t>«-825100,0», цифры «-1870950,0» заменить цифрами «-2366830,0»;</w:t>
      </w:r>
    </w:p>
    <w:p w:rsidR="00FA12FA" w:rsidRPr="00297C49" w:rsidRDefault="00FA12FA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297C49">
        <w:rPr>
          <w:sz w:val="28"/>
          <w:szCs w:val="28"/>
        </w:rPr>
        <w:t xml:space="preserve">ж) в строке «Погашение бюджетами субъектов Российской Федерации кредитов от других бюджетов бюджетной системы Российской Федерации в валюте Российской Федерации» (код 01 03 01 00 02 0000 810) цифры «-1565100,0» заменить цифрами «-825100,0», цифры «-1870950,0» заменить цифрами </w:t>
      </w:r>
      <w:r w:rsidRPr="00297C49">
        <w:rPr>
          <w:sz w:val="28"/>
          <w:szCs w:val="28"/>
        </w:rPr>
        <w:br/>
        <w:t>«-2366830,0»;</w:t>
      </w:r>
    </w:p>
    <w:p w:rsidR="00FA12FA" w:rsidRPr="00297C49" w:rsidRDefault="00FA12FA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297C49">
        <w:rPr>
          <w:sz w:val="28"/>
          <w:szCs w:val="28"/>
        </w:rPr>
        <w:t>з) в строке «Бюджетные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Федерации» (код 01 03 01 00 02 5002 810) цифры «-1870950,0» заменить цифрами «-2366830,0»;</w:t>
      </w:r>
    </w:p>
    <w:p w:rsidR="00FA12FA" w:rsidRPr="007A7A2E" w:rsidRDefault="00FA12FA" w:rsidP="00404832">
      <w:pPr>
        <w:widowControl w:val="0"/>
        <w:suppressAutoHyphens/>
        <w:spacing w:line="331" w:lineRule="auto"/>
        <w:ind w:firstLine="709"/>
        <w:jc w:val="both"/>
        <w:rPr>
          <w:sz w:val="28"/>
          <w:szCs w:val="28"/>
        </w:rPr>
      </w:pPr>
      <w:r w:rsidRPr="007A7A2E">
        <w:rPr>
          <w:sz w:val="28"/>
          <w:szCs w:val="28"/>
        </w:rPr>
        <w:t>и) строку</w:t>
      </w:r>
    </w:p>
    <w:tbl>
      <w:tblPr>
        <w:tblW w:w="9938" w:type="dxa"/>
        <w:tblInd w:w="93" w:type="dxa"/>
        <w:tblLook w:val="00A0"/>
      </w:tblPr>
      <w:tblGrid>
        <w:gridCol w:w="3276"/>
        <w:gridCol w:w="3969"/>
        <w:gridCol w:w="1559"/>
        <w:gridCol w:w="1134"/>
      </w:tblGrid>
      <w:tr w:rsidR="00FA12FA" w:rsidRPr="009906DF" w:rsidTr="009906DF">
        <w:tc>
          <w:tcPr>
            <w:tcW w:w="3276" w:type="dxa"/>
            <w:noWrap/>
          </w:tcPr>
          <w:p w:rsidR="00FA12FA" w:rsidRPr="009906DF" w:rsidRDefault="00FA12FA" w:rsidP="009906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906DF">
              <w:rPr>
                <w:sz w:val="28"/>
                <w:szCs w:val="28"/>
              </w:rPr>
              <w:t>01 03 01 00 02 5102 810</w:t>
            </w:r>
          </w:p>
        </w:tc>
        <w:tc>
          <w:tcPr>
            <w:tcW w:w="3969" w:type="dxa"/>
          </w:tcPr>
          <w:p w:rsidR="00FA12FA" w:rsidRPr="009906DF" w:rsidRDefault="00FA12FA" w:rsidP="009906DF">
            <w:pPr>
              <w:spacing w:line="360" w:lineRule="auto"/>
              <w:rPr>
                <w:sz w:val="28"/>
                <w:szCs w:val="28"/>
              </w:rPr>
            </w:pPr>
            <w:r w:rsidRPr="009906DF">
              <w:rPr>
                <w:sz w:val="28"/>
                <w:szCs w:val="28"/>
              </w:rPr>
              <w:t>Бюджетные кредиты, предо</w:t>
            </w:r>
            <w:r w:rsidRPr="009906DF">
              <w:rPr>
                <w:sz w:val="28"/>
                <w:szCs w:val="28"/>
              </w:rPr>
              <w:t>с</w:t>
            </w:r>
            <w:r w:rsidRPr="009906DF">
              <w:rPr>
                <w:sz w:val="28"/>
                <w:szCs w:val="28"/>
              </w:rPr>
              <w:t>тавленные на строительство, реконструкцию, капитальный ремонт, ремонт и содержание а</w:t>
            </w:r>
            <w:r>
              <w:rPr>
                <w:sz w:val="28"/>
                <w:szCs w:val="28"/>
              </w:rPr>
              <w:t>в</w:t>
            </w:r>
            <w:r w:rsidRPr="009906DF">
              <w:rPr>
                <w:sz w:val="28"/>
                <w:szCs w:val="28"/>
              </w:rPr>
              <w:t>томобильных дорог общего пользования (за исключением автомобильных дорог фед</w:t>
            </w:r>
            <w:r w:rsidRPr="009906DF">
              <w:rPr>
                <w:sz w:val="28"/>
                <w:szCs w:val="28"/>
              </w:rPr>
              <w:t>е</w:t>
            </w:r>
            <w:r w:rsidRPr="009906DF">
              <w:rPr>
                <w:sz w:val="28"/>
                <w:szCs w:val="28"/>
              </w:rPr>
              <w:t>рального значения), возврат которых осуществляется суб</w:t>
            </w:r>
            <w:r w:rsidRPr="009906DF">
              <w:rPr>
                <w:sz w:val="28"/>
                <w:szCs w:val="28"/>
              </w:rPr>
              <w:t>ъ</w:t>
            </w:r>
            <w:r w:rsidRPr="009906DF">
              <w:rPr>
                <w:sz w:val="28"/>
                <w:szCs w:val="28"/>
              </w:rPr>
              <w:t>ектом Российской Федерации</w:t>
            </w:r>
          </w:p>
        </w:tc>
        <w:tc>
          <w:tcPr>
            <w:tcW w:w="1559" w:type="dxa"/>
            <w:noWrap/>
            <w:vAlign w:val="bottom"/>
          </w:tcPr>
          <w:p w:rsidR="00FA12FA" w:rsidRPr="009906DF" w:rsidRDefault="00FA12FA" w:rsidP="009906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06DF">
              <w:rPr>
                <w:sz w:val="28"/>
                <w:szCs w:val="28"/>
              </w:rPr>
              <w:t>-740000,0</w:t>
            </w:r>
          </w:p>
        </w:tc>
        <w:tc>
          <w:tcPr>
            <w:tcW w:w="1134" w:type="dxa"/>
            <w:noWrap/>
            <w:vAlign w:val="bottom"/>
          </w:tcPr>
          <w:p w:rsidR="00FA12FA" w:rsidRPr="009906DF" w:rsidRDefault="00FA12FA" w:rsidP="009906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906DF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A12FA" w:rsidRPr="009906DF" w:rsidRDefault="00FA12FA" w:rsidP="009906DF">
      <w:pPr>
        <w:widowControl w:val="0"/>
        <w:suppressAutoHyphens/>
        <w:spacing w:line="331" w:lineRule="auto"/>
        <w:jc w:val="both"/>
        <w:rPr>
          <w:sz w:val="28"/>
          <w:szCs w:val="28"/>
        </w:rPr>
      </w:pPr>
      <w:r w:rsidRPr="009906DF">
        <w:rPr>
          <w:sz w:val="28"/>
          <w:szCs w:val="28"/>
        </w:rPr>
        <w:t>исключить;</w:t>
      </w:r>
    </w:p>
    <w:p w:rsidR="00FA12FA" w:rsidRPr="00FF526A" w:rsidRDefault="00FA12FA" w:rsidP="004253D0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FF526A">
        <w:rPr>
          <w:sz w:val="28"/>
          <w:szCs w:val="28"/>
        </w:rPr>
        <w:t>) приложение 8 изложить в следующей редакции:</w:t>
      </w:r>
    </w:p>
    <w:tbl>
      <w:tblPr>
        <w:tblW w:w="9938" w:type="dxa"/>
        <w:tblInd w:w="93" w:type="dxa"/>
        <w:tblLook w:val="00A0"/>
      </w:tblPr>
      <w:tblGrid>
        <w:gridCol w:w="3984"/>
        <w:gridCol w:w="1545"/>
        <w:gridCol w:w="236"/>
        <w:gridCol w:w="236"/>
        <w:gridCol w:w="128"/>
        <w:gridCol w:w="3809"/>
      </w:tblGrid>
      <w:tr w:rsidR="00FA12FA" w:rsidRPr="00FF526A" w:rsidTr="00AD510E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FF526A" w:rsidRDefault="00FA12FA" w:rsidP="00AD510E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FF526A" w:rsidRDefault="00FA12FA" w:rsidP="00D24C90">
            <w:pPr>
              <w:spacing w:line="360" w:lineRule="auto"/>
              <w:ind w:left="601"/>
              <w:jc w:val="center"/>
              <w:rPr>
                <w:sz w:val="28"/>
                <w:szCs w:val="28"/>
              </w:rPr>
            </w:pPr>
            <w:r w:rsidRPr="00FF526A">
              <w:rPr>
                <w:sz w:val="28"/>
                <w:szCs w:val="28"/>
              </w:rPr>
              <w:t>«ПРИЛОЖЕНИЕ 8</w:t>
            </w:r>
          </w:p>
        </w:tc>
      </w:tr>
      <w:tr w:rsidR="00FA12FA" w:rsidRPr="00FF526A" w:rsidTr="00AD510E">
        <w:trPr>
          <w:trHeight w:val="614"/>
        </w:trPr>
        <w:tc>
          <w:tcPr>
            <w:tcW w:w="3984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bottom"/>
          </w:tcPr>
          <w:p w:rsidR="00FA12FA" w:rsidRPr="00FF526A" w:rsidRDefault="00FA12FA" w:rsidP="00AD510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single" w:sz="4" w:space="0" w:color="FFFFFF"/>
              <w:bottom w:val="nil"/>
              <w:right w:val="nil"/>
            </w:tcBorders>
            <w:vAlign w:val="bottom"/>
          </w:tcPr>
          <w:p w:rsidR="00FA12FA" w:rsidRPr="00FF526A" w:rsidRDefault="00FA12FA" w:rsidP="00D24C90">
            <w:pPr>
              <w:ind w:left="601"/>
              <w:jc w:val="center"/>
              <w:rPr>
                <w:sz w:val="28"/>
                <w:szCs w:val="28"/>
              </w:rPr>
            </w:pPr>
            <w:r w:rsidRPr="00FF526A">
              <w:rPr>
                <w:sz w:val="28"/>
                <w:szCs w:val="28"/>
              </w:rPr>
              <w:t>к Закону Ульяновской области</w:t>
            </w:r>
            <w:r w:rsidRPr="00FF526A">
              <w:rPr>
                <w:sz w:val="28"/>
                <w:szCs w:val="28"/>
              </w:rPr>
              <w:br/>
              <w:t xml:space="preserve">«Об областном бюджете </w:t>
            </w:r>
            <w:r w:rsidRPr="00FF526A">
              <w:rPr>
                <w:sz w:val="28"/>
                <w:szCs w:val="28"/>
              </w:rPr>
              <w:br/>
              <w:t xml:space="preserve">Ульяновской области на 2015 год </w:t>
            </w:r>
            <w:r w:rsidRPr="00FF526A">
              <w:rPr>
                <w:sz w:val="28"/>
                <w:szCs w:val="28"/>
              </w:rPr>
              <w:br/>
              <w:t>и на плановый период 2016 и 2017 годов»</w:t>
            </w:r>
          </w:p>
        </w:tc>
      </w:tr>
      <w:tr w:rsidR="00FA12FA" w:rsidRPr="00FF526A" w:rsidTr="00AD510E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FF526A" w:rsidRDefault="00FA12FA" w:rsidP="00AD510E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FF526A" w:rsidRDefault="00FA12FA" w:rsidP="00AD510E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FF526A" w:rsidRDefault="00FA12FA" w:rsidP="00AD510E">
            <w:pPr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FF526A" w:rsidRDefault="00FA12FA" w:rsidP="00AD510E">
            <w:pPr>
              <w:rPr>
                <w:sz w:val="28"/>
                <w:szCs w:val="28"/>
              </w:rPr>
            </w:pPr>
          </w:p>
        </w:tc>
      </w:tr>
      <w:tr w:rsidR="00FA12FA" w:rsidRPr="00FF526A" w:rsidTr="00AD510E">
        <w:trPr>
          <w:trHeight w:val="1185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FF526A" w:rsidRDefault="00FA12FA" w:rsidP="00AD510E">
            <w:pPr>
              <w:jc w:val="center"/>
              <w:rPr>
                <w:b/>
                <w:bCs/>
                <w:sz w:val="28"/>
                <w:szCs w:val="28"/>
              </w:rPr>
            </w:pPr>
            <w:r w:rsidRPr="00FF526A">
              <w:rPr>
                <w:b/>
                <w:bCs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</w:p>
          <w:p w:rsidR="00FA12FA" w:rsidRPr="00FF526A" w:rsidRDefault="00FA12FA" w:rsidP="00AD510E">
            <w:pPr>
              <w:jc w:val="center"/>
              <w:rPr>
                <w:b/>
                <w:bCs/>
                <w:sz w:val="28"/>
                <w:szCs w:val="28"/>
              </w:rPr>
            </w:pPr>
            <w:r w:rsidRPr="00FF526A">
              <w:rPr>
                <w:b/>
                <w:bCs/>
                <w:sz w:val="28"/>
                <w:szCs w:val="28"/>
              </w:rPr>
              <w:t>Ульяновской области на 2015 год по разделам, подразделам,</w:t>
            </w:r>
          </w:p>
          <w:p w:rsidR="00FA12FA" w:rsidRPr="00FF526A" w:rsidRDefault="00FA12FA" w:rsidP="00D24C90">
            <w:pPr>
              <w:jc w:val="center"/>
              <w:rPr>
                <w:b/>
                <w:bCs/>
                <w:sz w:val="28"/>
                <w:szCs w:val="28"/>
              </w:rPr>
            </w:pPr>
            <w:r w:rsidRPr="00FF526A">
              <w:rPr>
                <w:b/>
                <w:bCs/>
                <w:sz w:val="28"/>
                <w:szCs w:val="28"/>
              </w:rPr>
              <w:t>целевым статьям (государственным программам Ульяновской области</w:t>
            </w:r>
          </w:p>
          <w:p w:rsidR="00FA12FA" w:rsidRPr="00FF526A" w:rsidRDefault="00FA12FA" w:rsidP="00D24C90">
            <w:pPr>
              <w:jc w:val="center"/>
              <w:rPr>
                <w:b/>
                <w:bCs/>
                <w:sz w:val="28"/>
                <w:szCs w:val="28"/>
              </w:rPr>
            </w:pPr>
            <w:r w:rsidRPr="00FF526A">
              <w:rPr>
                <w:b/>
                <w:bCs/>
                <w:sz w:val="28"/>
                <w:szCs w:val="28"/>
              </w:rPr>
              <w:t>и непрограммным направлениям деятельности),</w:t>
            </w:r>
          </w:p>
          <w:p w:rsidR="00FA12FA" w:rsidRPr="00FF526A" w:rsidRDefault="00FA12FA" w:rsidP="00D24C90">
            <w:pPr>
              <w:jc w:val="center"/>
              <w:rPr>
                <w:b/>
                <w:bCs/>
                <w:sz w:val="28"/>
                <w:szCs w:val="28"/>
              </w:rPr>
            </w:pPr>
            <w:r w:rsidRPr="00FF526A">
              <w:rPr>
                <w:b/>
                <w:bCs/>
                <w:sz w:val="28"/>
                <w:szCs w:val="28"/>
              </w:rPr>
              <w:t>группам видов расходов классификации расходов бюджетов</w:t>
            </w:r>
          </w:p>
        </w:tc>
      </w:tr>
      <w:tr w:rsidR="00FA12FA" w:rsidRPr="00FF526A" w:rsidTr="00AD510E">
        <w:trPr>
          <w:trHeight w:val="375"/>
        </w:trPr>
        <w:tc>
          <w:tcPr>
            <w:tcW w:w="5529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FA12FA" w:rsidRPr="00FF526A" w:rsidRDefault="00FA12FA" w:rsidP="00AD510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A12FA" w:rsidRPr="00FF526A" w:rsidRDefault="00FA12FA" w:rsidP="00AD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FA12FA" w:rsidRPr="00FF526A" w:rsidRDefault="00FA12FA" w:rsidP="00AD510E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FF526A" w:rsidRDefault="00FA12FA" w:rsidP="00AD510E">
            <w:pPr>
              <w:jc w:val="right"/>
              <w:rPr>
                <w:sz w:val="28"/>
                <w:szCs w:val="28"/>
              </w:rPr>
            </w:pPr>
            <w:r w:rsidRPr="00FF526A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FF526A" w:rsidRDefault="00FA12FA" w:rsidP="00814246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1"/>
        <w:gridCol w:w="567"/>
        <w:gridCol w:w="574"/>
        <w:gridCol w:w="1269"/>
        <w:gridCol w:w="720"/>
        <w:gridCol w:w="2257"/>
      </w:tblGrid>
      <w:tr w:rsidR="00FA12FA" w:rsidRPr="003C19BD" w:rsidTr="00FF526A">
        <w:tc>
          <w:tcPr>
            <w:tcW w:w="4551" w:type="dxa"/>
            <w:vAlign w:val="center"/>
          </w:tcPr>
          <w:p w:rsidR="00FA12FA" w:rsidRPr="003C19BD" w:rsidRDefault="00FA12FA" w:rsidP="00FF526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bookmarkStart w:id="0" w:name="RANGE!A1:D80"/>
            <w:bookmarkEnd w:id="0"/>
            <w:r w:rsidRPr="00FF526A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567" w:type="dxa"/>
            <w:vAlign w:val="center"/>
          </w:tcPr>
          <w:p w:rsidR="00FA12FA" w:rsidRPr="003C19BD" w:rsidRDefault="00FA12FA" w:rsidP="00FF526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F526A">
              <w:rPr>
                <w:sz w:val="28"/>
                <w:szCs w:val="28"/>
              </w:rPr>
              <w:t>Рз</w:t>
            </w:r>
          </w:p>
        </w:tc>
        <w:tc>
          <w:tcPr>
            <w:tcW w:w="574" w:type="dxa"/>
            <w:vAlign w:val="center"/>
          </w:tcPr>
          <w:p w:rsidR="00FA12FA" w:rsidRPr="003C19BD" w:rsidRDefault="00FA12FA" w:rsidP="00FF526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F526A">
              <w:rPr>
                <w:sz w:val="28"/>
                <w:szCs w:val="28"/>
              </w:rPr>
              <w:t>ПР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center"/>
          </w:tcPr>
          <w:p w:rsidR="00FA12FA" w:rsidRPr="003C19BD" w:rsidRDefault="00FA12FA" w:rsidP="00FF526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F526A">
              <w:rPr>
                <w:sz w:val="28"/>
                <w:szCs w:val="28"/>
              </w:rPr>
              <w:t>ЦС</w:t>
            </w:r>
          </w:p>
        </w:tc>
        <w:tc>
          <w:tcPr>
            <w:tcW w:w="720" w:type="dxa"/>
            <w:vAlign w:val="center"/>
          </w:tcPr>
          <w:p w:rsidR="00FA12FA" w:rsidRPr="003C19BD" w:rsidRDefault="00FA12FA" w:rsidP="00FF526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F526A">
              <w:rPr>
                <w:sz w:val="28"/>
                <w:szCs w:val="28"/>
              </w:rPr>
              <w:t>ВР</w:t>
            </w:r>
          </w:p>
        </w:tc>
        <w:tc>
          <w:tcPr>
            <w:tcW w:w="2257" w:type="dxa"/>
            <w:noWrap/>
            <w:vAlign w:val="center"/>
          </w:tcPr>
          <w:p w:rsidR="00FA12FA" w:rsidRPr="003C19BD" w:rsidRDefault="00FA12FA" w:rsidP="00FF526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FF526A">
              <w:rPr>
                <w:sz w:val="28"/>
                <w:szCs w:val="28"/>
              </w:rPr>
              <w:t>Сумма</w:t>
            </w:r>
          </w:p>
        </w:tc>
      </w:tr>
    </w:tbl>
    <w:p w:rsidR="00FA12FA" w:rsidRPr="00FF526A" w:rsidRDefault="00FA12FA">
      <w:pPr>
        <w:rPr>
          <w:sz w:val="2"/>
          <w:szCs w:val="2"/>
        </w:rPr>
      </w:pPr>
    </w:p>
    <w:tbl>
      <w:tblPr>
        <w:tblW w:w="10253" w:type="dxa"/>
        <w:tblInd w:w="93" w:type="dxa"/>
        <w:tblLook w:val="00A0"/>
      </w:tblPr>
      <w:tblGrid>
        <w:gridCol w:w="4551"/>
        <w:gridCol w:w="567"/>
        <w:gridCol w:w="574"/>
        <w:gridCol w:w="1269"/>
        <w:gridCol w:w="720"/>
        <w:gridCol w:w="2257"/>
        <w:gridCol w:w="315"/>
      </w:tblGrid>
      <w:tr w:rsidR="00FA12FA" w:rsidRPr="003C19BD" w:rsidTr="00EB3601">
        <w:trPr>
          <w:gridAfter w:val="1"/>
          <w:wAfter w:w="315" w:type="dxa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A" w:rsidRPr="003C19BD" w:rsidRDefault="00FA12FA" w:rsidP="00E303B2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3C19BD">
              <w:rPr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2FA" w:rsidRPr="003C19BD" w:rsidRDefault="00FA12FA" w:rsidP="00E303B2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3C19BD">
              <w:rPr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2FA" w:rsidRPr="003C19BD" w:rsidRDefault="00FA12FA" w:rsidP="00E303B2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3C19BD">
              <w:rPr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FA12FA" w:rsidRPr="003C19BD" w:rsidRDefault="00FA12FA" w:rsidP="00E303B2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3C19BD">
              <w:rPr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2FA" w:rsidRPr="003C19BD" w:rsidRDefault="00FA12FA" w:rsidP="00E303B2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3C19BD">
              <w:rPr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3C19BD" w:rsidRDefault="00FA12FA" w:rsidP="00E303B2">
            <w:pPr>
              <w:jc w:val="center"/>
              <w:rPr>
                <w:bCs/>
                <w:color w:val="000000"/>
                <w:sz w:val="28"/>
                <w:szCs w:val="28"/>
                <w:lang w:val="en-US"/>
              </w:rPr>
            </w:pPr>
            <w:r w:rsidRPr="003C19BD">
              <w:rPr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tcBorders>
              <w:top w:val="single" w:sz="4" w:space="0" w:color="auto"/>
            </w:tcBorders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</w:tcBorders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2174951,126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Функционирование высшего дол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ностного лица субъекта Российской Федерации и муниципального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3275,13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3275,13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3275,13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3275,13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Функционирование законодател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(представительных) органов государственной власти и предст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146461,77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146461,77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3898,832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3898,832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Депутаты Законодательного Со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рания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30034,17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30034,17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112528,768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92594,768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19731,5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202,5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ственной власти субъектов Росси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ской Федерации, местных админ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страций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200561,57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200561,57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Руководитель высшего исполн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15994,898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15994,898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184566,672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182699,672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1857,0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77868,5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77868,5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аппар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тов судов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77868,5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68733,5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9045,0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фина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128315,9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25190,3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Председатель Счётной палаты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 и его заместитель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4091,3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11 0 1007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4091,3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21099,0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19129,7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1890,8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«Управление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сударственными финансами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2015-2019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103125,6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мы» государственной программы Ульяновской области «Управление государственными финансами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2015-2019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103125,6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103125,6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81291,2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21789,7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44,7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61114,8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61114,8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8260,4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8260,4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автоматизирова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ная информационная система «В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боры»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21812,1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21150,2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627,9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30342,3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30342,3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Резервный фонд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Другие общегосударственные 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1517353,456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344939,056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аппар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та Общественной палаты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5272,3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4839,7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429,6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пре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ставителя Правительства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области, направляемого для работы при Торговом представ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тельстве Российской Федерации в Федеративной Республике Герм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4000,8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999,2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Ульяновскому реги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нальному отделению Общеросси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ской общественной организации «Ассоциация юристов России» на финансовое обеспечение затрат, связанных с деятельностью Асс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циации по содействию развитию правового просвещения и оказанию бесплатной юридической помощи на территории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65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Совету муниципальных образований Ульяновской области на финансовое обеспечение затрат по осуществлению социально ор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ентированных видов деятельности в целях содействия развитию мес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самоуправления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4308F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65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4308F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65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Ульяновской регионал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ной организации Всероссийской общественной организации ветер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нов (пенсионеров) войны, труда, Вооружённых Сил и правоохран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тельных органов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4308F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65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4308F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65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 по патриотическому воспитанию граждан Российской Федерации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4308F">
            <w:pPr>
              <w:spacing w:line="36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4308F">
            <w:pPr>
              <w:spacing w:line="365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5123,4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3913,0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1203,4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 в сфере проведения научных исследований в области истории и культуры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FC37D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3 октября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131-ЗО «О бесплатной юридич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ской помощи на территории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1425,0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1425,0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A67F1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Субсидии Ульяновской регионал</w:t>
            </w:r>
            <w:r w:rsidRPr="00507AB7">
              <w:rPr>
                <w:sz w:val="28"/>
                <w:szCs w:val="28"/>
              </w:rPr>
              <w:t>ь</w:t>
            </w:r>
            <w:r w:rsidRPr="00507AB7">
              <w:rPr>
                <w:sz w:val="28"/>
                <w:szCs w:val="28"/>
              </w:rPr>
              <w:t>ной общественной организации Общероссийской общественной о</w:t>
            </w:r>
            <w:r w:rsidRPr="00507AB7">
              <w:rPr>
                <w:sz w:val="28"/>
                <w:szCs w:val="28"/>
              </w:rPr>
              <w:t>р</w:t>
            </w:r>
            <w:r w:rsidRPr="00507AB7">
              <w:rPr>
                <w:sz w:val="28"/>
                <w:szCs w:val="28"/>
              </w:rPr>
              <w:t xml:space="preserve">ганизации </w:t>
            </w:r>
            <w:r>
              <w:rPr>
                <w:sz w:val="28"/>
                <w:szCs w:val="28"/>
              </w:rPr>
              <w:t>–</w:t>
            </w:r>
            <w:r w:rsidRPr="00507AB7">
              <w:rPr>
                <w:sz w:val="28"/>
                <w:szCs w:val="28"/>
              </w:rPr>
              <w:t xml:space="preserve"> Общество «Знание» России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11 0 1025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11 0 1025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Мероприятия по развитию общес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венно ориентированного и гра</w:t>
            </w:r>
            <w:r w:rsidRPr="00507AB7">
              <w:rPr>
                <w:sz w:val="28"/>
                <w:szCs w:val="28"/>
              </w:rPr>
              <w:t>ж</w:t>
            </w:r>
            <w:r w:rsidRPr="00507AB7">
              <w:rPr>
                <w:sz w:val="28"/>
                <w:szCs w:val="28"/>
              </w:rPr>
              <w:t>данского образования, в части п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гашения кредиторской задолженн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сти прошлых лет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11 0 1026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11 0 1026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депут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тов Государственной Думы и их помощников в избирательных о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ругах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8117,7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6513,7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1604,0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членов Совета Фед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рации и их помощников в субъе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тах Российской Федерации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2139,6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1860,3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279,3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Создание и развитие сети мног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функциональных центров предо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тавления государственных и 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ципальных услуг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11 0 5392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16590,6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11 0 5392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16590,6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ектов Российской Федерации в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ответствии с пунктом 1 статьи 4 Федерального закона «Об актах гражданского состояния» полном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чий Российской Федерации на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сударственную регистрацию актов гражданского состояния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66235,9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43542,0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10296,6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12390,3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организацией и обеспеч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нием деятельности муниципальных комиссий по делам несовершенн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летних и защите их прав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11 0 7101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21011,7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11 0 7101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21011,7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административных правон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рушениях, предусмотренных К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дексом Ульяновской области об административных правонаруш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11 0 7102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447,6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11 0 7102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447,6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4F468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проведением на террит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рии Ульяновской области публи</w:t>
            </w:r>
            <w:r w:rsidRPr="00507AB7">
              <w:rPr>
                <w:color w:val="000000"/>
                <w:sz w:val="28"/>
                <w:szCs w:val="28"/>
              </w:rPr>
              <w:t>ч</w:t>
            </w:r>
            <w:r w:rsidRPr="00507AB7">
              <w:rPr>
                <w:color w:val="000000"/>
                <w:sz w:val="28"/>
                <w:szCs w:val="28"/>
              </w:rPr>
              <w:t>ных мероприятий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4F468B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4F468B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4F468B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11 0 7103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4F468B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4F468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4F468B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4F468B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4F468B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4F468B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11 0 7103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4F468B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4F468B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4F468B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Субвенции на финансовое обесп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 xml:space="preserve">занных с осуществлением </w:t>
            </w:r>
            <w:r>
              <w:rPr>
                <w:sz w:val="28"/>
                <w:szCs w:val="28"/>
              </w:rPr>
              <w:t xml:space="preserve">органами местного самоуправления </w:t>
            </w:r>
            <w:r w:rsidRPr="00507AB7">
              <w:rPr>
                <w:sz w:val="28"/>
                <w:szCs w:val="28"/>
              </w:rPr>
              <w:t>муниц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пальн</w:t>
            </w:r>
            <w:r>
              <w:rPr>
                <w:sz w:val="28"/>
                <w:szCs w:val="28"/>
              </w:rPr>
              <w:t>ого</w:t>
            </w:r>
            <w:r w:rsidRPr="00507AB7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 xml:space="preserve"> «Новом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лыклинский район» государстве</w:t>
            </w:r>
            <w:r w:rsidRPr="00507AB7">
              <w:rPr>
                <w:sz w:val="28"/>
                <w:szCs w:val="28"/>
              </w:rPr>
              <w:t>н</w:t>
            </w:r>
            <w:r w:rsidRPr="00507AB7">
              <w:rPr>
                <w:sz w:val="28"/>
                <w:szCs w:val="28"/>
              </w:rPr>
              <w:t>ных полномочий по подбору и п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 xml:space="preserve">редаче </w:t>
            </w:r>
            <w:r>
              <w:rPr>
                <w:sz w:val="28"/>
                <w:szCs w:val="28"/>
              </w:rPr>
              <w:t xml:space="preserve">федеральному </w:t>
            </w:r>
            <w:r w:rsidRPr="00507AB7">
              <w:rPr>
                <w:sz w:val="28"/>
                <w:szCs w:val="28"/>
              </w:rPr>
              <w:t>органу и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полнительно</w:t>
            </w:r>
            <w:r>
              <w:rPr>
                <w:sz w:val="28"/>
                <w:szCs w:val="28"/>
              </w:rPr>
              <w:t>й</w:t>
            </w:r>
            <w:r w:rsidRPr="00507AB7">
              <w:rPr>
                <w:sz w:val="28"/>
                <w:szCs w:val="28"/>
              </w:rPr>
              <w:t xml:space="preserve"> власти, осущест</w:t>
            </w:r>
            <w:r w:rsidRPr="00507AB7">
              <w:rPr>
                <w:sz w:val="28"/>
                <w:szCs w:val="28"/>
              </w:rPr>
              <w:t>в</w:t>
            </w:r>
            <w:r w:rsidRPr="00507AB7">
              <w:rPr>
                <w:sz w:val="28"/>
                <w:szCs w:val="28"/>
              </w:rPr>
              <w:t>ляющему правоприменительные функции, функции по контролю, надзору и оказанию государстве</w:t>
            </w:r>
            <w:r w:rsidRPr="00507AB7">
              <w:rPr>
                <w:sz w:val="28"/>
                <w:szCs w:val="28"/>
              </w:rPr>
              <w:t>н</w:t>
            </w:r>
            <w:r w:rsidRPr="00507AB7">
              <w:rPr>
                <w:sz w:val="28"/>
                <w:szCs w:val="28"/>
              </w:rPr>
              <w:t>ных услуг в сфере миграции, в ц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лях размещения специальных у</w:t>
            </w:r>
            <w:r w:rsidRPr="00507AB7">
              <w:rPr>
                <w:sz w:val="28"/>
                <w:szCs w:val="28"/>
              </w:rPr>
              <w:t>ч</w:t>
            </w:r>
            <w:r w:rsidRPr="00507AB7">
              <w:rPr>
                <w:sz w:val="28"/>
                <w:szCs w:val="28"/>
              </w:rPr>
              <w:t>реждений, предусмотренных Фед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ральным законом от 25 июля 2002 года № 115-ФЗ «О правовом пол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жении иностранных граждан в Ро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сийской Федерации», зданий с пр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легающими земельными участками, соответствующих требованиям, у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тановленным Правительством Ро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4F468B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4F468B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4F468B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11 0 7133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4F468B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4F468B">
            <w:pPr>
              <w:spacing w:line="353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5003,88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11 0 7133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5003,88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76345,976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66921,576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7806,4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1618,0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FC37D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6 октября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170-ЗО «О мерах государстве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ной поддержки общественных об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единений пожарной охраны и до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ровольных пожарных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760,0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760,0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101471,2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66329,9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34680,3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461,0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5 мая 2011 года № 73-ЗО «О наградах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1320,2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1320,2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Расходы, связанные с исполнением решений, принятых судебными 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ганами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9953,7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9953,7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и 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30492,8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«Создание эффе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тивных механизмов государстве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ного контроля (надзора) в сфере образования, лицензирования,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сударственной аккредитации обр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зовательной деятельности и мон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торинга в системе образования на уровне Ульяновской области»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и 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2042,9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автономн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го учреждения «Ульяновский обл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стной центр информационно-методического и организационно-технического сопровождения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цедур надзора и контроля в сфере образования»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79 3 1807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2042,9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79 3 1807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2042,9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28449,9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28449,9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24841,8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3488,8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119,3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мер соц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альной поддержки отдельных кат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Внедрение современных технол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гий в деятельность учреждений системы социальной защиты и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служивания населения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236102,4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204694,4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30794,7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613,3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«Гражданское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щество и государственная наци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нальная политика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12850,0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«Содействие разв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тию институтов гражданского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щества и поддержка социально ориентированных некоммерческих организаций и добровольческой (волонтёрской) деятельности в Ульяновской области» на 2014-2018 годы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«Гражданское общество и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ственная национальная политика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социал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но ориентированным некоммерч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81 1 2500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81 1 2500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социально орие</w:t>
            </w:r>
            <w:r w:rsidRPr="00507AB7">
              <w:rPr>
                <w:sz w:val="28"/>
                <w:szCs w:val="28"/>
              </w:rPr>
              <w:t>н</w:t>
            </w:r>
            <w:r w:rsidRPr="00507AB7">
              <w:rPr>
                <w:sz w:val="28"/>
                <w:szCs w:val="28"/>
              </w:rPr>
              <w:t>тированным некоммерческим орг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низациям информационной по</w:t>
            </w:r>
            <w:r w:rsidRPr="00507AB7">
              <w:rPr>
                <w:sz w:val="28"/>
                <w:szCs w:val="28"/>
              </w:rPr>
              <w:t>д</w:t>
            </w:r>
            <w:r w:rsidRPr="00507AB7">
              <w:rPr>
                <w:sz w:val="28"/>
                <w:szCs w:val="28"/>
              </w:rPr>
              <w:t>держки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81 1 2501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81 1 2501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81 1 2501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консультационной поддержки, а также поддержки в области подготовки, переподгото</w:t>
            </w:r>
            <w:r w:rsidRPr="00507AB7">
              <w:rPr>
                <w:sz w:val="28"/>
                <w:szCs w:val="28"/>
              </w:rPr>
              <w:t>в</w:t>
            </w:r>
            <w:r w:rsidRPr="00507AB7">
              <w:rPr>
                <w:sz w:val="28"/>
                <w:szCs w:val="28"/>
              </w:rPr>
              <w:t>ки и повышения квалификации р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ботников и добровольцев социал</w:t>
            </w:r>
            <w:r w:rsidRPr="00507AB7">
              <w:rPr>
                <w:sz w:val="28"/>
                <w:szCs w:val="28"/>
              </w:rPr>
              <w:t>ь</w:t>
            </w:r>
            <w:r w:rsidRPr="00507AB7">
              <w:rPr>
                <w:sz w:val="28"/>
                <w:szCs w:val="28"/>
              </w:rPr>
              <w:t>но ориентированных некоммерч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ских организаций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81 1 2502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81 1 2502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81 1 2502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Меры, направленные на поддержку деятельности социально ориент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рованных некоммерческих орган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заций и участие в ней граждан и юридических лиц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81 1 2503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81 1 2503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Мониторинг и анализ эффективн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сти реализации мероприятий по</w:t>
            </w:r>
            <w:r w:rsidRPr="00507AB7">
              <w:rPr>
                <w:sz w:val="28"/>
                <w:szCs w:val="28"/>
              </w:rPr>
              <w:t>д</w:t>
            </w:r>
            <w:r w:rsidRPr="00507AB7">
              <w:rPr>
                <w:sz w:val="28"/>
                <w:szCs w:val="28"/>
              </w:rPr>
              <w:t>программы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81 1 2504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81 1 2504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«Укрепление еди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ства российской нации и этнокул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турное развитие народов России на территории Ульяновской области» на 2015-2018 годы государственной программы Ульяновской области «Гражданское общество и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ственная национальная политика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Создание и сопровождение сист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мы мониторинга состояния межн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циональных отношений и раннего предупреждения межнациональных конфликтов, базирующейся на д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версификации источников инфо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мации и предусматривающей во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можность оперативного реагиров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ния на конфликтные и предко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фликтные ситуации 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комплексной информ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ционной кампании, направленной на укрепление единства российской нации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Профилактика этнополитического и религиозно-политического эк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тремизма, ксенофобии и нетерп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мости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4308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Оказание финансовой поддержки общественным инициативам в сф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ре укрепления гражданского еди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ства и гармонизации межнаци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нальных отношений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4308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4308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4308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Дополнительное профессиональное образование государственных гр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жданских служащих Ульяновской области и муниципальных служ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щих, в компетенции которых нах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дятся вопросы в сфере общегра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данского единства и гармонизации межнациональных отношений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4308F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4308F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Создание условий для этноконфе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сиональной адаптации мигрантов, прибывающих в Ульяновскую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ласть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81 2 2510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Совершенствование деятельности органов государственной власти Ульяновской области по реализ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ции своих полномочий в сфере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сударственной национальной пол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тики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Этнокультурное развитие народов, проживающих на территории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725,0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725,0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дарственного управления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2015-2020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351289,8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Развитие кадровой политики в си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теме государственного и муниц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пального управления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на 2015-2020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866,7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866,7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350423,1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217300,2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131154,4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1968,5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недеятельности на территории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4187,5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«Комплексные меры по обеспечению общественного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рядка, противодействию престу</w:t>
            </w:r>
            <w:r w:rsidRPr="00507AB7">
              <w:rPr>
                <w:color w:val="000000"/>
                <w:sz w:val="28"/>
                <w:szCs w:val="28"/>
              </w:rPr>
              <w:t>п</w:t>
            </w:r>
            <w:r w:rsidRPr="00507AB7">
              <w:rPr>
                <w:color w:val="000000"/>
                <w:sz w:val="28"/>
                <w:szCs w:val="28"/>
              </w:rPr>
              <w:t>ности и профилактике правонар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шений на территории Ульяновской области» на 2014-2018 годы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«Обеспечение прав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порядка и безопасности жизнеде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3817,5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Вовлечение общественности в де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тельность по предупреждению пр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вонарушений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1940,0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Предупреждение и пресечение пр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ступлений с участием несоверше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Противодействие распространению идеологии терроризма, повышение антитеррористической защищённ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 объектов на территории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Информационно-методическое обеспечение профилактики прав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нарушений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86 2 2713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недеятельности на территории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Организационно-правовое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антинаркотической деятел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86 3 2715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86 3 2715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34311,2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34311,2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ных государственных архивов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87 1 4405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29710,7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87 1 4405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29710,7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Субвенции на финансовое обесп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занных с хранением, комплектов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нием, учётом и использованием а</w:t>
            </w:r>
            <w:r w:rsidRPr="00507AB7">
              <w:rPr>
                <w:sz w:val="28"/>
                <w:szCs w:val="28"/>
              </w:rPr>
              <w:t>р</w:t>
            </w:r>
            <w:r w:rsidRPr="00507AB7">
              <w:rPr>
                <w:sz w:val="28"/>
                <w:szCs w:val="28"/>
              </w:rPr>
              <w:t>хивных документов, относящихся к государственной собственности Ульяновской области и находящи</w:t>
            </w:r>
            <w:r w:rsidRPr="00507AB7">
              <w:rPr>
                <w:sz w:val="28"/>
                <w:szCs w:val="28"/>
              </w:rPr>
              <w:t>х</w:t>
            </w:r>
            <w:r w:rsidRPr="00507AB7">
              <w:rPr>
                <w:sz w:val="28"/>
                <w:szCs w:val="28"/>
              </w:rPr>
              <w:t>ся на территориях муниципальных районов и городских округов Уль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87 1 7132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4600,5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87 1 7132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4600,5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инфо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мационного общества и электро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ного правительства в Ульяновской области» на 2015-2019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145597,1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«Снижение админ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стративных барьеров, оптимизация и повышение качества предоста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ления государственных услуг и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полнительными органами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ственной власти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 и муниципальных услуг 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ганами местного самоуправления муниципальных образований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2015-2019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 государственной программы Ульяновской области «Развитие информационного общества и эле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тронного правительства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110636,3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автономн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го учреждения «Многофункци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нальный центр предоставления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сударственных и муниципальных услуг в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96 1 2801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86884,8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96 1 2801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86884,8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Мероприятия в сфере информац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онных технологий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96 1 2802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96 1 2802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бюджетного учреждения «Электронный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96 1 8022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22251,5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96 1 8022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22251,5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FC37D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«Повышение уровня доступности информационных и телекоммуникационных технол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гий для физических и юридических лиц в Ульяновской области» на 2015-2019 годы государственной программы Ульяновской области «Развитие информационного общ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ства и электронного правительства в Ульяновской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2015-2019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8812,7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бюджетного учреждения «Электронный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96 2 8022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8812,7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96 2 8022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8812,7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информ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ционно-телекоммуникационного взаимодействия исполнительных органов государственной власти Ульяновской области» на 2015-2019 годы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«Ра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витие информационного общества и электронного правительства в Ульяновской области» на 2015-2019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22491,4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бюджетного учреждения «Электронный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96 3 8022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22491,4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96 3 8022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22491,4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FC37D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«Внедрение резул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татов космической деятельности и создание региональной инфр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структуры пространственных да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ных Ульяновской области» на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2015-2019 годы государственной программы Ульяновской области «Развитие информационного общ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ства и электронного правительства в Ульяновской области» на 2015-2019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96 4 0000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3656,7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бюджетного учреждения «Электронный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96 4 8022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3656,7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96 4 8022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3656,7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«Повышение э</w:t>
            </w:r>
            <w:r w:rsidRPr="00507AB7">
              <w:rPr>
                <w:color w:val="000000"/>
                <w:sz w:val="28"/>
                <w:szCs w:val="28"/>
              </w:rPr>
              <w:t>ф</w:t>
            </w:r>
            <w:r w:rsidRPr="00507AB7">
              <w:rPr>
                <w:color w:val="000000"/>
                <w:sz w:val="28"/>
                <w:szCs w:val="28"/>
              </w:rPr>
              <w:t>фективности управления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ственным имуществом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343644,6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Организация работы по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нию развитием объектов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ственного имущества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9158,7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9058,7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«Пов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шение эффективности управления государственным имуществом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2015-2019 годы» государственной программы Ульяновской области «Повышение эффективности управления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дарственным имуществом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2015-2019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334485,9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«Региональный з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мельно-имущественный информ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ционный центр»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25275,5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19640,5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5495,0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автономн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го учреждения «Волга-спорт-арена»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281497,4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281497,4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27713,0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25802,2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1909,2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14958,1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полномочий Ро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сийской Федерации в области пе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вичного воинского учёта на терр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ториях, где отсутствуют военные комиссариаты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507AB7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507AB7">
              <w:rPr>
                <w:b/>
                <w:bCs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408080,22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го и техногенного характера, гра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данская оборона</w:t>
            </w:r>
          </w:p>
        </w:tc>
        <w:tc>
          <w:tcPr>
            <w:tcW w:w="567" w:type="dxa"/>
            <w:vAlign w:val="bottom"/>
          </w:tcPr>
          <w:p w:rsidR="00FA12FA" w:rsidRDefault="00FA12FA" w:rsidP="00FC37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128054,12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недеятельности на территории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128054,12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«Снижение рисков и смягчение последствий чрезвыча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ных ситуаций природного и техн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генного характера на территории Ульяновской области» на 2014-2018 годы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«Обеспечение правопорядка и безопасности жизнедеятельности на территории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128054,12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Создание системы обеспечения в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зова экстренных оперативных служб по единому номеру «112» 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86 1 2703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Создание комплексной системы экстренного оповещения населения на территории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42669,8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42669,8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Освежение запасов средств инд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видуальной защиты для гражда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ской обороны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335,12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335,12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Создание территориального стр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хового фонда документации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199,9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199,9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«Служба гражданской защиты и пожарной безопасности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82849,3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76150,3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6605,0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пожарной безопасн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280026,1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недеятельности на территории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280026,1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«Снижение рисков и смягчение последствий чрезвыча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ных ситуаций природного и техн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генного характера на территории Ульяновской области» на 2014-2018 годы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«Обеспечение правопорядка и безопасности жизнедеятельности на территории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280026,1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Содержание пожарных частей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тивопожарной службы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609,6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609,6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«Служба гражданской защиты и пожарной безопасности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279416,5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253950,5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24182,0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1244,0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5339544,66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260284,7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184856,7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«Содействие зан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тости населения, улучшение усл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вий и охраны труда» государстве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 «Социальная поддержка и защита населения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184230,6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по обеспечению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прав граждан на труд и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циальную защиту от безработицы, а также создание благоприятных у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31084,2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19982,6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11101,6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Финансовое обеспечение дополн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тельных мероприятий в сфере зан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тости населения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617,9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617,9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Информационное сопровождение реализации мероприятий, напра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ленных на снижение напряжённ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 на рынке труда среди незан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тых инвалидов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80 4 1507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Профессиональное обучение и 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полнительное профессиональное образование женщин в период о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пуска по уходу за ребёнком до до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тижения им возраста трёх лет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3531,3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3531,3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 занятости населения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136957,7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115285,7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20413,4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1258,6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дополнительных мер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приятий в сфере занятости насел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80 4 5083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11739,4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80 4 5083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11739,4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«Оказание содейс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вия добровольному переселению в Ульяновскую область соотечест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венников, проживающих за руб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жом»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80 5 0000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626,1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по оказанию содейс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вия добровольному переселению в Ульяновскую область соотечес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венников, проживающих за руб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жом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626,1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192,1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75428,0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«Форм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рование благоприятного инвест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ционного климата в Ульяновской области» на 2014-2018 годы» на 2015-2018 годы государственной программы Ульяновской области «Формирование благоприятного инвестиционного климата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75428,0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75428,0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62442,9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12930,6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870249,36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243162,12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Возмещение части затрат на прио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ретение элитных семян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11 0 5031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16462,5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11 0 5031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16462,5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Возмещение части затрат на ра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корчёвку выбывших из эксплуат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ции старых садов и рекультивацию раскорчёванных площадей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11 0 5033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3477,0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11 0 5033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3477,0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Возмещение части затрат на з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кладку и уход за многолетними плодовыми и ягодными насажд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11 0 5034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3700,4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11 0 5034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3700,4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Оказание несвязанной поддержки сельскохозяйственным товаропр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изводителям в области растени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11 0 5041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178031,4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11 0 5041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178031,4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Поддержка племенного животн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11 0 5042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26651,0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11 0 5042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26651,0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1 килограмм реализ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ванного и (или) отгруженного на собственную переработку молока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11 0 5043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8027,3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11 0 5043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8027,3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Поддержка племенного крупнор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гатого скота мясного направления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11 0 5050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410,9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11 0 5050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410,9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организацией отлова бе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надзорных домашних животных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11 0 7110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6401,62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11 0 7110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6401,62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«Охрана окру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70699,1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государственных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грамм, государственным заказч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ком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координатором которых явл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ется Министерство сельского, ле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ного хозяйства и природных ресу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сов Ульяновской области»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ственной программы Ульяновской области «Охрана окружающей ср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70699,1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бюджетного учреждения «Агентство по разв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тию сельских территорий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88 4 4606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11215,1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88 4 4606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11215,1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59484,0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49339,3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10101,7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сел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дукции, сырья и продовольствия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397439,04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сельского хозяйства»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«Ра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витие сельского хозяйства и рег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лирование рынков сельскохозяйс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венной продукции, сырья и прод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вольствия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366939,04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поддержку сельскох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зяйственных товаропроизводит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лей, государственную поддержку кредитования малых форм хозяйс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вования на селе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93 1 4601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361939,04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93 1 4601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361939,04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Расходы, связанные с оплатой т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варов, работ и услуг в сфере сел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93 1 4602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93 1 4602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«Устойчивое разв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тие сельских территорий»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ственной программы Ульяновской области «Развитие сельского хозя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ства и регулирование рынков сел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 xml:space="preserve">скохозяйственной продукции, 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сырья и продовольствия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Поддержка местных инициатив граждан, проживающих в сельской местности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93 2 4603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93 2 4603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Поощрение и популяризация до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тижений в сфере развития сельских территорий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93 2 4604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93 2 4604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мелиор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ции земель сельскохозяйственного назначения»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«Ра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витие сельского хозяйства и рег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лирование рынков сельскохозяйс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венной продукции, сырья и прод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вольствия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Строительство, реконструкция, техническое перевооружение м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лиоративных систем общего и и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дивидуального пользования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93 3 4605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93 3 4605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дарственной ветеринарной службы Ульяновской области в 2014-2018 годах»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158949,1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по развитию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ственной ветеринарной службы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94 0 6001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94 0 6001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государственной ветеринарной службы Ульяновской области в 2014-2018 годах» государственной программы Ульяновской области «Развитие государственной ветер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нарной службы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 в 2014-2018 годах»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149449,1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ных государственных бюджетных учреждений, обеспечивающих пр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доставление услуг в области ж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вотноводства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94 1 6002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135717,2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94 1 6002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135717,2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13731,9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12671,3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1052,8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51144,2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19439,2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мочий в области водных отнош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11 0 5128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19439,2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11 0 5128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19439,2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«Охрана окр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31705,0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«Охрана окружа</w:t>
            </w:r>
            <w:r w:rsidRPr="00507AB7">
              <w:rPr>
                <w:color w:val="000000"/>
                <w:sz w:val="28"/>
                <w:szCs w:val="28"/>
              </w:rPr>
              <w:t>ю</w:t>
            </w:r>
            <w:r w:rsidRPr="00507AB7">
              <w:rPr>
                <w:color w:val="000000"/>
                <w:sz w:val="28"/>
                <w:szCs w:val="28"/>
              </w:rPr>
              <w:t>щей среды»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«О</w:t>
            </w:r>
            <w:r w:rsidRPr="00507AB7">
              <w:rPr>
                <w:color w:val="000000"/>
                <w:sz w:val="28"/>
                <w:szCs w:val="28"/>
              </w:rPr>
              <w:t>х</w:t>
            </w:r>
            <w:r w:rsidRPr="00507AB7">
              <w:rPr>
                <w:color w:val="000000"/>
                <w:sz w:val="28"/>
                <w:szCs w:val="28"/>
              </w:rPr>
              <w:t>рана окружающей среды и восст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Поддержка деятельности в сфере охраны окружающей среды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водох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зяйственного комплекса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государственной программы Ульяновской области «Охрана окружающей среды и во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31605,0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Строительство (реконструкция)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оружений инженерной защиты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88 2 4608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22705,0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88 2 4608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22705,0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Подготовка проектной документ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ции выполнения работ по кап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тальному ремонту гидротехнич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ских сооружений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88 2 4609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88 2 4609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Капитальный ремонт гидротехн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ческих сооружений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88 2 4621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в целях капитального ремонта гос</w:t>
            </w:r>
            <w:r w:rsidRPr="00507AB7">
              <w:rPr>
                <w:sz w:val="28"/>
                <w:szCs w:val="28"/>
              </w:rPr>
              <w:t>у</w:t>
            </w:r>
            <w:r w:rsidRPr="00507AB7">
              <w:rPr>
                <w:sz w:val="28"/>
                <w:szCs w:val="28"/>
              </w:rPr>
              <w:t>дарственного (муниципального) имущества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88 2 4621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206024,7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области лесных о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ношений в рамках непрограммных направлений деятельности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192328,9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учре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дений, обеспечивающих выполн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ние функций в области лесных о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ношений в рамках непрограммных направлений деятельности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152144,1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152144,1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86522,4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46930,3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18191,4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органа государственной власти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в области лесных о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ношений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12 4 0000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40184,8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отдельных полн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40184,8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31779,3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8405,5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«Охрана окр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13695,8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лесного хозяйства»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«О</w:t>
            </w:r>
            <w:r w:rsidRPr="00507AB7">
              <w:rPr>
                <w:color w:val="000000"/>
                <w:sz w:val="28"/>
                <w:szCs w:val="28"/>
              </w:rPr>
              <w:t>х</w:t>
            </w:r>
            <w:r w:rsidRPr="00507AB7">
              <w:rPr>
                <w:color w:val="000000"/>
                <w:sz w:val="28"/>
                <w:szCs w:val="28"/>
              </w:rPr>
              <w:t>рана окружающей среды и восст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Охрана и защита лесов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88 3 4612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88 3 4612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использования лесов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88 3 4613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369,0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88 3 4613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369,0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4308F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государственных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грамм, государственным заказч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ком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координатором которых явл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ется Министерство сельского, ле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ного хозяйства и природных ресу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сов Ульяновской области»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ственной программы Ульяновской области «Охрана окружающей ср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13195,8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бюджетного учреждения «Пожарная безопа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ность»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88 4 4615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7805,6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88 4 4615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7805,6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ных государственных казённых у</w:t>
            </w:r>
            <w:r w:rsidRPr="00507AB7">
              <w:rPr>
                <w:color w:val="000000"/>
                <w:sz w:val="28"/>
                <w:szCs w:val="28"/>
              </w:rPr>
              <w:t>ч</w:t>
            </w:r>
            <w:r w:rsidRPr="00507AB7">
              <w:rPr>
                <w:color w:val="000000"/>
                <w:sz w:val="28"/>
                <w:szCs w:val="28"/>
              </w:rPr>
              <w:t>реждений в сфере лесного хозяйс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5390,2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916,3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3291,9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1182,0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152633,4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тран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портной системы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2014-2019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152633,4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нас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ления Ульяновской области качес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венными услугами пассажирского транспорта в 2015-2018 годах»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тран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портной системы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2014-2019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152633,4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компенсацию недоп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лученных доходов от перевозки пассажиров автомобильным тран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портом юридическим лицам, инд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видуальным предпринимателям, осуществляющим данную деятел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92 2 4231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92 2 4231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компенсацию недоп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лученных доходов, связанных с 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ревозкой пассажиров на железн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дорожном транспорте в пригоро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ном сообщении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92 2 4232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92 2 4232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Ежегодная областная премия «Лучший работник речной отра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ли»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92 2 4233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92 2 4233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организациям воздушн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го транспорта в целях обеспечения доступности внутренних реги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нальных воздушных перевозок па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сажиров воздушным транспортом в Приволжском федеральном округе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92 2 4234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2333,4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92 2 4234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2333,4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Приобретение автобусов, раб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тающих на газомоторном топливе, и ввод их в эксплуатацию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92 2 4235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92 2 4235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3454088,3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тран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портной системы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2014-2019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3443504,39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системы дорожного хозяйства Ульяновской области в 2014-2019 годах»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«Развитие транспор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ной системы Ульяновской области» на 2014-2019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3211135,29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1756153,8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1721397,815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34755,985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Реконструкция автомобильных 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рог на территории муниципального образования «Инзенское городское поселение» Инзенского района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30807,0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30807,0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дорожно-строительным организациям, осуществляющим дорожную деятельность на автом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бильных дорогах регионального или межмуниципального значения Ульяновской области, на возмещ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ние затрат, связанных с уплатой процентов по кредитам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областным государс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венным казённым предприятиям на возмещение части затрат, связа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ных с приобретением дорожно-транспортной техники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184497,9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184497,9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«Департамент автом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бильных дорог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432861,89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52403,8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35655,5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9F73E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344802,59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92 1 5390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167047,0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92 1 5390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167047,0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Реализация мероприятий реги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нальных программ в сфере доро</w:t>
            </w:r>
            <w:r w:rsidRPr="00507AB7">
              <w:rPr>
                <w:sz w:val="28"/>
                <w:szCs w:val="28"/>
              </w:rPr>
              <w:t>ж</w:t>
            </w:r>
            <w:r w:rsidRPr="00507AB7">
              <w:rPr>
                <w:sz w:val="28"/>
                <w:szCs w:val="28"/>
              </w:rPr>
              <w:t>ного хозяйства по решениям Пр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вительства Российской Федерации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92 1 5420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424287,7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92 1 5420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13954,131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92 1 5420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410333,569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подготовку проектной документации, строительство, 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конструкцию, капитальный ремонт, ремонт и содержание (установку дорожных знаков и нанесение гор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зонтальной разметки) автомобил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дорог общего пользования м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стного значения, мостов и иных и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кусственных дорожных сооруж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ний на них, в том числе на прое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тирование и строительство (реко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струкцию) автомобильных дорог общего пользования местного зн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чения с твёрдым покрытием до сельских населённых пунктов, не имеющих круглогодичной связи с сетью автомобильных дорог общ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го пользования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92 1 7060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170480,0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92 1 7060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170480,0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«Повышение без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пасности дорожного движения в Ульяновской области в 2014-2018 годах» государственной программы Ульяновской области «Развитие транспортной системы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2014-2019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232369,1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по обеспечению эк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плуатации специальных средств, применяемых в целях фиксации административных правонаруш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ний в области безопасности доро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ного движения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92 3 4241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137200,0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92 3 4241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137200,0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Мероприятия, направленные на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вершенствование организации 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рожного движения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92 3 4242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95169,1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92 3 4242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95169,1</w:t>
            </w:r>
          </w:p>
        </w:tc>
      </w:tr>
      <w:tr w:rsidR="00FA12FA" w:rsidRPr="00FC37D3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FC37D3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Государственная программа Уль</w:t>
            </w:r>
            <w:r w:rsidRPr="00FC37D3">
              <w:rPr>
                <w:sz w:val="28"/>
                <w:szCs w:val="28"/>
              </w:rPr>
              <w:t>я</w:t>
            </w:r>
            <w:r w:rsidRPr="00FC37D3">
              <w:rPr>
                <w:sz w:val="28"/>
                <w:szCs w:val="28"/>
              </w:rPr>
              <w:t>новской области «Развитие сел</w:t>
            </w:r>
            <w:r w:rsidRPr="00FC37D3">
              <w:rPr>
                <w:sz w:val="28"/>
                <w:szCs w:val="28"/>
              </w:rPr>
              <w:t>ь</w:t>
            </w:r>
            <w:r w:rsidRPr="00FC37D3">
              <w:rPr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FC37D3">
              <w:rPr>
                <w:sz w:val="28"/>
                <w:szCs w:val="28"/>
              </w:rPr>
              <w:t>о</w:t>
            </w:r>
            <w:r w:rsidRPr="00FC37D3">
              <w:rPr>
                <w:sz w:val="28"/>
                <w:szCs w:val="28"/>
              </w:rPr>
              <w:t>дукции, сырья и продовольствия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93 0 0000</w:t>
            </w:r>
          </w:p>
        </w:tc>
        <w:tc>
          <w:tcPr>
            <w:tcW w:w="720" w:type="dxa"/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FC37D3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10583,91</w:t>
            </w:r>
          </w:p>
        </w:tc>
      </w:tr>
      <w:tr w:rsidR="00FA12FA" w:rsidRPr="00FC37D3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FC37D3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Подпрограмма «Устойчивое разв</w:t>
            </w:r>
            <w:r w:rsidRPr="00FC37D3">
              <w:rPr>
                <w:sz w:val="28"/>
                <w:szCs w:val="28"/>
              </w:rPr>
              <w:t>и</w:t>
            </w:r>
            <w:r w:rsidRPr="00FC37D3">
              <w:rPr>
                <w:sz w:val="28"/>
                <w:szCs w:val="28"/>
              </w:rPr>
              <w:t>тие сельских территорий» госуда</w:t>
            </w:r>
            <w:r w:rsidRPr="00FC37D3">
              <w:rPr>
                <w:sz w:val="28"/>
                <w:szCs w:val="28"/>
              </w:rPr>
              <w:t>р</w:t>
            </w:r>
            <w:r w:rsidRPr="00FC37D3">
              <w:rPr>
                <w:sz w:val="28"/>
                <w:szCs w:val="28"/>
              </w:rPr>
              <w:t>ственной программы Ульяновской области  «Развитие сельского х</w:t>
            </w:r>
            <w:r w:rsidRPr="00FC37D3">
              <w:rPr>
                <w:sz w:val="28"/>
                <w:szCs w:val="28"/>
              </w:rPr>
              <w:t>о</w:t>
            </w:r>
            <w:r w:rsidRPr="00FC37D3">
              <w:rPr>
                <w:sz w:val="28"/>
                <w:szCs w:val="28"/>
              </w:rPr>
              <w:t>зяйства и регулирование рынков сельскохозяйственной продукции, сырья и продовольствия в Ульяно</w:t>
            </w:r>
            <w:r w:rsidRPr="00FC37D3">
              <w:rPr>
                <w:sz w:val="28"/>
                <w:szCs w:val="28"/>
              </w:rPr>
              <w:t>в</w:t>
            </w:r>
            <w:r w:rsidRPr="00FC37D3">
              <w:rPr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93 2 0000</w:t>
            </w:r>
          </w:p>
        </w:tc>
        <w:tc>
          <w:tcPr>
            <w:tcW w:w="720" w:type="dxa"/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FC37D3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10583,91</w:t>
            </w:r>
          </w:p>
        </w:tc>
      </w:tr>
      <w:tr w:rsidR="00FA12FA" w:rsidRPr="00FC37D3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FC37D3" w:rsidRDefault="00FA12FA" w:rsidP="009F73E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Субсидии на развитие сети автом</w:t>
            </w:r>
            <w:r w:rsidRPr="00FC37D3">
              <w:rPr>
                <w:sz w:val="28"/>
                <w:szCs w:val="28"/>
              </w:rPr>
              <w:t>о</w:t>
            </w:r>
            <w:r w:rsidRPr="00FC37D3">
              <w:rPr>
                <w:sz w:val="28"/>
                <w:szCs w:val="28"/>
              </w:rPr>
              <w:t>бильных дорог, ведущих к общес</w:t>
            </w:r>
            <w:r w:rsidRPr="00FC37D3">
              <w:rPr>
                <w:sz w:val="28"/>
                <w:szCs w:val="28"/>
              </w:rPr>
              <w:t>т</w:t>
            </w:r>
            <w:r w:rsidRPr="00FC37D3">
              <w:rPr>
                <w:sz w:val="28"/>
                <w:szCs w:val="28"/>
              </w:rPr>
              <w:t>венно</w:t>
            </w:r>
            <w:r>
              <w:rPr>
                <w:sz w:val="28"/>
                <w:szCs w:val="28"/>
              </w:rPr>
              <w:t xml:space="preserve"> </w:t>
            </w:r>
            <w:r w:rsidRPr="00FC37D3">
              <w:rPr>
                <w:sz w:val="28"/>
                <w:szCs w:val="28"/>
              </w:rPr>
              <w:t>значимым объектам сельских населённых пунктов, объектам производства и переработки сел</w:t>
            </w:r>
            <w:r w:rsidRPr="00FC37D3">
              <w:rPr>
                <w:sz w:val="28"/>
                <w:szCs w:val="28"/>
              </w:rPr>
              <w:t>ь</w:t>
            </w:r>
            <w:r w:rsidRPr="00FC37D3">
              <w:rPr>
                <w:sz w:val="28"/>
                <w:szCs w:val="28"/>
              </w:rPr>
              <w:t>скохозяйственной продукции</w:t>
            </w:r>
          </w:p>
        </w:tc>
        <w:tc>
          <w:tcPr>
            <w:tcW w:w="567" w:type="dxa"/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93 2 7069</w:t>
            </w:r>
          </w:p>
        </w:tc>
        <w:tc>
          <w:tcPr>
            <w:tcW w:w="720" w:type="dxa"/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FC37D3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10583,91</w:t>
            </w:r>
          </w:p>
        </w:tc>
      </w:tr>
      <w:tr w:rsidR="00FA12FA" w:rsidRPr="00FC37D3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FC37D3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93 2 7069</w:t>
            </w:r>
          </w:p>
        </w:tc>
        <w:tc>
          <w:tcPr>
            <w:tcW w:w="720" w:type="dxa"/>
            <w:vAlign w:val="bottom"/>
          </w:tcPr>
          <w:p w:rsidR="00FA12FA" w:rsidRPr="00FC37D3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FC37D3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C37D3">
              <w:rPr>
                <w:sz w:val="28"/>
                <w:szCs w:val="28"/>
              </w:rPr>
              <w:t>10583,91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Другие вопросы в области наци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345120,0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стро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тельства и архитектуры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4546,2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«Создание ко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фортной среды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 на 2014-2018 годы»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ственной программы Ульяновской области «Развитие строительства и архитектуры в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Организация и проведение соц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ально значимых мероприятий в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 архитектуры и градостро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85 3 4011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85 3 4011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140,4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85 3 4011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360,0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Подпрограмма «Увековечение п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мяти лиц, внёсших особый вклад в историю Ульяновской области, на 2014-2018 годы» государственной программы Ульяновской области «Развитие строительства и архите</w:t>
            </w:r>
            <w:r w:rsidRPr="00507AB7">
              <w:rPr>
                <w:sz w:val="28"/>
                <w:szCs w:val="28"/>
              </w:rPr>
              <w:t>к</w:t>
            </w:r>
            <w:r w:rsidRPr="00507AB7">
              <w:rPr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85 4 0000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2045,8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Субсидии бюджету муниципальн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го образования «город Ульяновск» на изготовление и установку п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мятников в целях увековечения п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мяти лиц, внёсших особый вклад в историю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85 4 7029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2045,8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85 4 7029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2045,8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Подпрограмма «Обеспечение ре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sz w:val="28"/>
                <w:szCs w:val="28"/>
              </w:rPr>
              <w:t>м</w:t>
            </w:r>
            <w:r w:rsidRPr="00507AB7">
              <w:rPr>
                <w:sz w:val="28"/>
                <w:szCs w:val="28"/>
              </w:rPr>
              <w:t>мы» на 2015-2018 годы государс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венной программы Ульяновской области «Развитие строительства и архитектуры в Ульяновской обла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85 5 0000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ного государственного автономн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го учреждения «Региональный гр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достроительный центр»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85 5 4052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85 5 4052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«Формирование благоприятного инвестиционного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333448,0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«Формирование и развитие инфраструктуры зон ра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вития Ульяновской области» на 2014-2018 годы государственной программы Ульяновской области «Формирование благоприятного инвестиционного климата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134498,1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дополнител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акций, выпускаемых при ув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личении уставного капитала акци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нерного общества «Корпорация развития Ульяновской области», в целях оплаты основного долга по кредиту на строительство объектов инфраструктуры промышленных зон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90 1 6201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42779,7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90 1 6201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42779,7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дополнител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акций, выпускаемых при ув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личении уставного капитала акци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нерного общества «Корпорация развития Ульяновской области», в целях выкупа акций открытого а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ционерного общества «Портовая особая экономическая зона «Уль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90 1 6203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46509,7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90 1 6203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46509,7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FC37D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организациям, которым в соответствии с Законом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от 15 марта 2005 года № 019-ЗО «О развитии инвестиц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онной деятельности на территории Ульяновской области» присвоен статус организации, уполномоче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ной в сфере формирования и разв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тия инфраструктуры промышле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ных зон, в целях возмещения части затрат указанных организаций в связи с осуществлением меропри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тий по формированию и развитию инфраструктуры промышленных зон и функций, определённых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становлением Правительства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от 16.08.2013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367-П «О некоторых вопросах деятельности организации, упо</w:t>
            </w:r>
            <w:r w:rsidRPr="00507AB7">
              <w:rPr>
                <w:color w:val="000000"/>
                <w:sz w:val="28"/>
                <w:szCs w:val="28"/>
              </w:rPr>
              <w:t>л</w:t>
            </w:r>
            <w:r w:rsidRPr="00507AB7">
              <w:rPr>
                <w:color w:val="000000"/>
                <w:sz w:val="28"/>
                <w:szCs w:val="28"/>
              </w:rPr>
              <w:t>номоченной в сфере формирования и развития инфраструктуры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мышленных зон»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90 1 6204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45208,7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90 1 6204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45208,7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иннов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ционной и инвестиционной де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тельности в Ульяновской области» на 2014-2018 годы государственной программы Ульяновской области «Формирование благоприятного инвестиционного климата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Субсидии субъектам малого и среднего предпринимательства на создание и (или) обеспечение де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тельности центров молодёжного инновационного творчества, орие</w:t>
            </w:r>
            <w:r w:rsidRPr="00507AB7">
              <w:rPr>
                <w:sz w:val="28"/>
                <w:szCs w:val="28"/>
              </w:rPr>
              <w:t>н</w:t>
            </w:r>
            <w:r w:rsidRPr="00507AB7">
              <w:rPr>
                <w:sz w:val="28"/>
                <w:szCs w:val="28"/>
              </w:rPr>
              <w:t>тированных на обеспечение де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тельности в научно-технической сфере субъектов малого и среднего предпринимательства, детей и м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лодёжи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90 2 6210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90 2 6210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Внесение членского взноса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в Ассоциацию экономического взаимодействия субъектов Российской Федерации «Ассоциация инновационных 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гионов России»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«Ульяновск – ави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ционная столица»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 государственной программы Ульяновской области «Формиров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ние благоприятного инвестицио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ного климата в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103232,8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Приобретение в собственность Ульяновской области дополнител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акций, выпускаемых при ув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личении уставного капитала откр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того акционерного общества «А</w:t>
            </w:r>
            <w:r w:rsidRPr="00507AB7">
              <w:rPr>
                <w:color w:val="000000"/>
                <w:sz w:val="28"/>
                <w:szCs w:val="28"/>
              </w:rPr>
              <w:t>э</w:t>
            </w:r>
            <w:r w:rsidRPr="00507AB7">
              <w:rPr>
                <w:color w:val="000000"/>
                <w:sz w:val="28"/>
                <w:szCs w:val="28"/>
              </w:rPr>
              <w:t>ропорт Ульяновск», в целях оплаты основного долга по кредиту на 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конструкцию здания аэровокзала открытого акционерного общества «Аэропорт Ульяновск»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90 3 6230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90 3 6230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юридическим лицам, осуществляющим аэропортовую деятельность, на возмещение з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трат, связанных с уплатой проце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тов по кредитам, привлечённым в целях реконструкции объектов а</w:t>
            </w:r>
            <w:r w:rsidRPr="00507AB7">
              <w:rPr>
                <w:color w:val="000000"/>
                <w:sz w:val="28"/>
                <w:szCs w:val="28"/>
              </w:rPr>
              <w:t>э</w:t>
            </w:r>
            <w:r w:rsidRPr="00507AB7">
              <w:rPr>
                <w:color w:val="000000"/>
                <w:sz w:val="28"/>
                <w:szCs w:val="28"/>
              </w:rPr>
              <w:t>ропортовой инфраструктуры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90 3 6231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90 3 6231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малого и среднего предпринимательства в Ульяновской области» на 2014-2018 годы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«Формирование благоприятного инвестиционного климата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90 4 0000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52500,0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автономной некоммерч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ской организации «Региональный центр поддержки и сопровождения предпринимательства» в целях ф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нансового обеспечения затрат,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обеспечением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 центра поддержки предприн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мательства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90 4 6251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90 4 6251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центра кластерного развития для субъе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тов малого и среднего предприн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мательства посредством предоста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ления субсидий автономной н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коммерческой организации «Центр развития ядерного инновационного кластера города Димитровграда Ульяновской области»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Фонду «Корпорация по развитию пре</w:t>
            </w:r>
            <w:r w:rsidRPr="00507AB7">
              <w:rPr>
                <w:sz w:val="28"/>
                <w:szCs w:val="28"/>
              </w:rPr>
              <w:t>д</w:t>
            </w:r>
            <w:r w:rsidRPr="00507AB7">
              <w:rPr>
                <w:sz w:val="28"/>
                <w:szCs w:val="28"/>
              </w:rPr>
              <w:t>принимательства Ульяновской о</w:t>
            </w:r>
            <w:r w:rsidRPr="00507AB7">
              <w:rPr>
                <w:sz w:val="28"/>
                <w:szCs w:val="28"/>
              </w:rPr>
              <w:t>б</w:t>
            </w:r>
            <w:r w:rsidRPr="00507AB7">
              <w:rPr>
                <w:sz w:val="28"/>
                <w:szCs w:val="28"/>
              </w:rPr>
              <w:t>ласти» на развитие регионального интегрированного центра Росси</w:t>
            </w:r>
            <w:r w:rsidRPr="00507AB7">
              <w:rPr>
                <w:sz w:val="28"/>
                <w:szCs w:val="28"/>
              </w:rPr>
              <w:t>й</w:t>
            </w:r>
            <w:r w:rsidRPr="00507AB7">
              <w:rPr>
                <w:sz w:val="28"/>
                <w:szCs w:val="28"/>
              </w:rPr>
              <w:t>ского представительства Европе</w:t>
            </w:r>
            <w:r w:rsidRPr="00507AB7">
              <w:rPr>
                <w:sz w:val="28"/>
                <w:szCs w:val="28"/>
              </w:rPr>
              <w:t>й</w:t>
            </w:r>
            <w:r w:rsidRPr="00507AB7">
              <w:rPr>
                <w:sz w:val="28"/>
                <w:szCs w:val="28"/>
              </w:rPr>
              <w:t>ской сети поддержки предприним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тельства «Консорциум EEN-Россия» на базе Ульяновского р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гионального представительства Е</w:t>
            </w:r>
            <w:r w:rsidRPr="00507AB7">
              <w:rPr>
                <w:sz w:val="28"/>
                <w:szCs w:val="28"/>
              </w:rPr>
              <w:t>в</w:t>
            </w:r>
            <w:r w:rsidRPr="00507AB7">
              <w:rPr>
                <w:sz w:val="28"/>
                <w:szCs w:val="28"/>
              </w:rPr>
              <w:t>ропейского Информационного Корреспондентского Центра в Ро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сии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90 4 6253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90 4 6253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40392D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автономной некоммерч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ской организации «Центр класте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развития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в целях финансового обеспеч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затрат, связанных с обеспеч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нием деятельности центра класте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развития для субъектов мал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го и среднего предпринимательства</w:t>
            </w:r>
          </w:p>
        </w:tc>
        <w:tc>
          <w:tcPr>
            <w:tcW w:w="567" w:type="dxa"/>
            <w:vAlign w:val="bottom"/>
          </w:tcPr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40392D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40392D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40392D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40392D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40392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40392D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4039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Фонду «Ульяновский региональный фонд поручительств» в целях финансов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го обеспечения затрат указанного фонда по предоставлению поруч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тельств по обязательствам субъе</w:t>
            </w:r>
            <w:r w:rsidRPr="00507AB7">
              <w:rPr>
                <w:sz w:val="28"/>
                <w:szCs w:val="28"/>
              </w:rPr>
              <w:t>к</w:t>
            </w:r>
            <w:r w:rsidRPr="00507AB7">
              <w:rPr>
                <w:sz w:val="28"/>
                <w:szCs w:val="28"/>
              </w:rPr>
              <w:t>тов малого и среднего предприн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мательства и организаций инфр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структуры поддержки малого и среднего предпринимательства, о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нованным на кредитных договорах, договорах займа, финансовой аре</w:t>
            </w:r>
            <w:r w:rsidRPr="00507AB7">
              <w:rPr>
                <w:sz w:val="28"/>
                <w:szCs w:val="28"/>
              </w:rPr>
              <w:t>н</w:t>
            </w:r>
            <w:r w:rsidRPr="00507AB7">
              <w:rPr>
                <w:sz w:val="28"/>
                <w:szCs w:val="28"/>
              </w:rPr>
              <w:t>ды (лизинга), договорах о предо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тавлении банковской гарантии и иных договорах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4039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4039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4039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90 4 6255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4039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40392D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90 4 6255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субъе</w:t>
            </w:r>
            <w:r w:rsidRPr="00507AB7">
              <w:rPr>
                <w:sz w:val="28"/>
                <w:szCs w:val="28"/>
              </w:rPr>
              <w:t>к</w:t>
            </w:r>
            <w:r w:rsidRPr="00507AB7">
              <w:rPr>
                <w:sz w:val="28"/>
                <w:szCs w:val="28"/>
              </w:rPr>
              <w:t>там малого и среднего предприн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мательства на возмещение части затрат, связанных с уплатой перв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го взноса (аванса) при заключении договора лизинга оборудования с российскими лизинговыми орган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зациями в целях создания и (или) развития и (или) модернизации производства товаров (работ, у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луг)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90 4 6256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90 4 6256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авт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номной некоммерческой организ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ции «Региональный центр по</w:t>
            </w:r>
            <w:r w:rsidRPr="00507AB7">
              <w:rPr>
                <w:sz w:val="28"/>
                <w:szCs w:val="28"/>
              </w:rPr>
              <w:t>д</w:t>
            </w:r>
            <w:r w:rsidRPr="00507AB7">
              <w:rPr>
                <w:sz w:val="28"/>
                <w:szCs w:val="28"/>
              </w:rPr>
              <w:t>держки и сопровождения предпр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нимательства» на создание и (или) обеспечение деятельности центра инноваций социальной сферы для целей оказания информационно-аналитической, консультационной и организационной поддержки субъектам социального предпр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нимательства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90 4 6257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90 4 6257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Фонду «Корпорация по развитию пре</w:t>
            </w:r>
            <w:r w:rsidRPr="00507AB7">
              <w:rPr>
                <w:sz w:val="28"/>
                <w:szCs w:val="28"/>
              </w:rPr>
              <w:t>д</w:t>
            </w:r>
            <w:r w:rsidRPr="00507AB7">
              <w:rPr>
                <w:sz w:val="28"/>
                <w:szCs w:val="28"/>
              </w:rPr>
              <w:t>принимательства Ульяновской о</w:t>
            </w:r>
            <w:r w:rsidRPr="00507AB7">
              <w:rPr>
                <w:sz w:val="28"/>
                <w:szCs w:val="28"/>
              </w:rPr>
              <w:t>б</w:t>
            </w:r>
            <w:r w:rsidRPr="00507AB7">
              <w:rPr>
                <w:sz w:val="28"/>
                <w:szCs w:val="28"/>
              </w:rPr>
              <w:t>ласти» на развитие системы ми</w:t>
            </w:r>
            <w:r w:rsidRPr="00507AB7">
              <w:rPr>
                <w:sz w:val="28"/>
                <w:szCs w:val="28"/>
              </w:rPr>
              <w:t>к</w:t>
            </w:r>
            <w:r w:rsidRPr="00507AB7">
              <w:rPr>
                <w:sz w:val="28"/>
                <w:szCs w:val="28"/>
              </w:rPr>
              <w:t>рофинансирования посредством предоставления микрозаймов суб</w:t>
            </w:r>
            <w:r w:rsidRPr="00507AB7">
              <w:rPr>
                <w:sz w:val="28"/>
                <w:szCs w:val="28"/>
              </w:rPr>
              <w:t>ъ</w:t>
            </w:r>
            <w:r w:rsidRPr="00507AB7">
              <w:rPr>
                <w:sz w:val="28"/>
                <w:szCs w:val="28"/>
              </w:rPr>
              <w:t>ектам малого и среднего предпр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нимательства и организациям и</w:t>
            </w:r>
            <w:r w:rsidRPr="00507AB7">
              <w:rPr>
                <w:sz w:val="28"/>
                <w:szCs w:val="28"/>
              </w:rPr>
              <w:t>н</w:t>
            </w:r>
            <w:r w:rsidRPr="00507AB7">
              <w:rPr>
                <w:sz w:val="28"/>
                <w:szCs w:val="28"/>
              </w:rPr>
              <w:t>фраструктуры поддержки малого и среднего предпринимательства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90 4 6258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90 4 6258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Фонду «Корпорация по развитию пре</w:t>
            </w:r>
            <w:r w:rsidRPr="00507AB7">
              <w:rPr>
                <w:sz w:val="28"/>
                <w:szCs w:val="28"/>
              </w:rPr>
              <w:t>д</w:t>
            </w:r>
            <w:r w:rsidRPr="00507AB7">
              <w:rPr>
                <w:sz w:val="28"/>
                <w:szCs w:val="28"/>
              </w:rPr>
              <w:t>принимательства Ульяновской о</w:t>
            </w:r>
            <w:r w:rsidRPr="00507AB7">
              <w:rPr>
                <w:sz w:val="28"/>
                <w:szCs w:val="28"/>
              </w:rPr>
              <w:t>б</w:t>
            </w:r>
            <w:r w:rsidRPr="00507AB7">
              <w:rPr>
                <w:sz w:val="28"/>
                <w:szCs w:val="28"/>
              </w:rPr>
              <w:t>ласти» в целях финансового обе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печения затрат, связанных с обе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печением деятельности (развитием) регионального центра координации поддержки экспортно ориентир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ванных субъектов малого и средн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го предпринимательства для целей оказания информационно-аналити</w:t>
            </w:r>
            <w:r>
              <w:rPr>
                <w:sz w:val="28"/>
                <w:szCs w:val="28"/>
              </w:rPr>
              <w:t>-</w:t>
            </w:r>
            <w:r w:rsidRPr="00507AB7">
              <w:rPr>
                <w:sz w:val="28"/>
                <w:szCs w:val="28"/>
              </w:rPr>
              <w:t>ческой, консультационной и орг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низационной поддержки внешн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экономической деятельности суб</w:t>
            </w:r>
            <w:r w:rsidRPr="00507AB7">
              <w:rPr>
                <w:sz w:val="28"/>
                <w:szCs w:val="28"/>
              </w:rPr>
              <w:t>ъ</w:t>
            </w:r>
            <w:r w:rsidRPr="00507AB7">
              <w:rPr>
                <w:sz w:val="28"/>
                <w:szCs w:val="28"/>
              </w:rPr>
              <w:t>ектов малого и среднего предпр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нимательства, содействия привл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чению инвестиций и выходу эк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портно ориентированных субъектов малого и среднего предприним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тельства на международные рынки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90 4 6259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90 4 6259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субъе</w:t>
            </w:r>
            <w:r w:rsidRPr="00507AB7">
              <w:rPr>
                <w:sz w:val="28"/>
                <w:szCs w:val="28"/>
              </w:rPr>
              <w:t>к</w:t>
            </w:r>
            <w:r w:rsidRPr="00507AB7">
              <w:rPr>
                <w:sz w:val="28"/>
                <w:szCs w:val="28"/>
              </w:rPr>
              <w:t>там малого и среднего предприн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мательства на возмещение части затрат, связанных с приобретением оборудования в целях создания и (или) развития и (или) модерниз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ции производства товаров (работ, услуг)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90 4 6260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90 4 6260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Субсидирование части затрат, св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занных с уплатой процентов по кредитам, привлечённым субъект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ми малого и среднего предприн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мательства в российских креди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ных организациях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90 4 6261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90 4 6261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«Реструктуризация и стимулирование развития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мышленности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2015-2018 годы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ственной программы Ульяновской области «Формирование благопр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ятного инвестиционного климата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90 5 0000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Проведение модернизации и техн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ческого перевооружения произво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ственного сектора исправительных учреждений Управления Федерал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ной службы исполнения наказаний по Ульяновской области за счёт приобретения оборудования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90 5 6280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90 5 6280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«Форм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рование благоприятного инвест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ционного климата в Ульяновской области» на 2014-2018 годы» на 2015-2018 годы государственной программы Ульяновской области «Формирование благоприятного инвестиционного климата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38917,1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«Центр мониторинга деятельности регулируемых орг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низаций Ульяновской области»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10741,8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9003,2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1725,0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«Департамент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ственных программ развития мал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го и среднего бизнеса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17414,7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10952,3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5459,7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1002,7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«Центр по сопрово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дению закупок»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10760,6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8134,0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2605,1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туризма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7125,8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Рекламно-информационное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развития туризма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91 0 6401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91 0 6401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«Ульяновский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ной ресурсный центр развития 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ризма и сервиса»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6125,8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6059,5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62,3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Жилищно-коммунальное хозя</w:t>
            </w:r>
            <w:r w:rsidRPr="00507AB7">
              <w:rPr>
                <w:b/>
                <w:bCs/>
                <w:color w:val="000000"/>
                <w:sz w:val="28"/>
                <w:szCs w:val="28"/>
              </w:rPr>
              <w:t>й</w:t>
            </w:r>
            <w:r w:rsidRPr="00507AB7">
              <w:rPr>
                <w:b/>
                <w:bCs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716935,19639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349312,29186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349312,29186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Обеспечение мероприятий по пер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селению граждан из аварийного жилищного фонда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11 0 9502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153812,29186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11 0 9502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153812,29186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мероприятий по кап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тальному ремонту многокварти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ных домов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11 0 9601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25561,168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11 0 9601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815,552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11 0 9601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24745,616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мероприятий по пер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селению граждан из аварийного жилищного фонда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11 0 9602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169938,832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11 0 9602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169938,832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14965,5607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Государственная программа Уль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новской области «Развитие сел</w:t>
            </w:r>
            <w:r w:rsidRPr="00507AB7">
              <w:rPr>
                <w:sz w:val="28"/>
                <w:szCs w:val="28"/>
              </w:rPr>
              <w:t>ь</w:t>
            </w:r>
            <w:r w:rsidRPr="00507AB7">
              <w:rPr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дукции, сырья и продовольствия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93 0 0000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14965,5607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Подпрограмма «Устойчивое разв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тие сельских территорий» госуда</w:t>
            </w:r>
            <w:r w:rsidRPr="00507AB7">
              <w:rPr>
                <w:sz w:val="28"/>
                <w:szCs w:val="28"/>
              </w:rPr>
              <w:t>р</w:t>
            </w:r>
            <w:r w:rsidRPr="00507AB7">
              <w:rPr>
                <w:sz w:val="28"/>
                <w:szCs w:val="28"/>
              </w:rPr>
              <w:t>ственной программы Ульяновской области «Развитие сельского хозя</w:t>
            </w:r>
            <w:r w:rsidRPr="00507AB7">
              <w:rPr>
                <w:sz w:val="28"/>
                <w:szCs w:val="28"/>
              </w:rPr>
              <w:t>й</w:t>
            </w:r>
            <w:r w:rsidRPr="00507AB7">
              <w:rPr>
                <w:sz w:val="28"/>
                <w:szCs w:val="28"/>
              </w:rPr>
              <w:t>ства и регулирование рынков сел</w:t>
            </w:r>
            <w:r w:rsidRPr="00507AB7">
              <w:rPr>
                <w:sz w:val="28"/>
                <w:szCs w:val="28"/>
              </w:rPr>
              <w:t>ь</w:t>
            </w:r>
            <w:r w:rsidRPr="00507AB7">
              <w:rPr>
                <w:sz w:val="28"/>
                <w:szCs w:val="28"/>
              </w:rPr>
              <w:t>скохозяйственной продукции, с</w:t>
            </w:r>
            <w:r w:rsidRPr="00507AB7">
              <w:rPr>
                <w:sz w:val="28"/>
                <w:szCs w:val="28"/>
              </w:rPr>
              <w:t>ы</w:t>
            </w:r>
            <w:r w:rsidRPr="00507AB7">
              <w:rPr>
                <w:sz w:val="28"/>
                <w:szCs w:val="28"/>
              </w:rPr>
              <w:t>рья и продовольствия в Ульяно</w:t>
            </w:r>
            <w:r w:rsidRPr="00507AB7">
              <w:rPr>
                <w:sz w:val="28"/>
                <w:szCs w:val="28"/>
              </w:rPr>
              <w:t>в</w:t>
            </w:r>
            <w:r w:rsidRPr="00507AB7">
              <w:rPr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93 2 0000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14965,5607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Реализация мероприятий федерал</w:t>
            </w:r>
            <w:r w:rsidRPr="00507AB7">
              <w:rPr>
                <w:sz w:val="28"/>
                <w:szCs w:val="28"/>
              </w:rPr>
              <w:t>ь</w:t>
            </w:r>
            <w:r w:rsidRPr="00507AB7">
              <w:rPr>
                <w:sz w:val="28"/>
                <w:szCs w:val="28"/>
              </w:rPr>
              <w:t>ной целевой программы «Устойч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93 2 5018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14965,5607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93 2 5018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14965,5607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Другие вопросы в области жили</w:t>
            </w:r>
            <w:r w:rsidRPr="00507AB7">
              <w:rPr>
                <w:color w:val="000000"/>
                <w:sz w:val="28"/>
                <w:szCs w:val="28"/>
              </w:rPr>
              <w:t>щ</w:t>
            </w:r>
            <w:r w:rsidRPr="00507AB7">
              <w:rPr>
                <w:color w:val="000000"/>
                <w:sz w:val="28"/>
                <w:szCs w:val="28"/>
              </w:rPr>
              <w:t>но-коммунального хозяйства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352657,34383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2134,0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Прочие мероприятия, осущест</w:t>
            </w:r>
            <w:r w:rsidRPr="00507AB7">
              <w:rPr>
                <w:sz w:val="28"/>
                <w:szCs w:val="28"/>
              </w:rPr>
              <w:t>в</w:t>
            </w:r>
            <w:r w:rsidRPr="00507AB7">
              <w:rPr>
                <w:sz w:val="28"/>
                <w:szCs w:val="28"/>
              </w:rPr>
              <w:t>ляемые за счёт межбюджетных трансфертов прошлых лет из фед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рального бюджета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11 0 5898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1900,0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11 0 5898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1900,0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расходного обязательства, связанного с установлением норм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тивов потребления населением твёрдого топлива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11 0 7111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11 0 7111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жили</w:t>
            </w:r>
            <w:r w:rsidRPr="00507AB7">
              <w:rPr>
                <w:color w:val="000000"/>
                <w:sz w:val="28"/>
                <w:szCs w:val="28"/>
              </w:rPr>
              <w:t>щ</w:t>
            </w:r>
            <w:r w:rsidRPr="00507AB7">
              <w:rPr>
                <w:color w:val="000000"/>
                <w:sz w:val="28"/>
                <w:szCs w:val="28"/>
              </w:rPr>
              <w:t>но-коммунального хозяйства и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вышение энергетической эффе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тивности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181358,94383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«Чистая вода»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«Развитие жилищно-коммунального хозяйства и пов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шение энергетической эффективн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51811,70727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на во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мещение затрат, связанных с в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полнением работ и оказанием услуг в сфере водоснабжения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83 1 2901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34211,3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83 1 2901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34211,3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погашение кредито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ской задолженности за ранее в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полненные работы по строительс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ву и реконструкции объектов вод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снабжения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83 1 7002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11301,7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83 1 7002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11301,7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Субсидии на ремонт объектов в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доснабжения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83 1 7009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6298,70727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83 1 7009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6298,70727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«Газификация нас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лённых пунктов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государственной программы Ульяновской области «Развитие жилищно-коммунального хозяйства и повышение энергетической э</w:t>
            </w:r>
            <w:r w:rsidRPr="00507AB7">
              <w:rPr>
                <w:color w:val="000000"/>
                <w:sz w:val="28"/>
                <w:szCs w:val="28"/>
              </w:rPr>
              <w:t>ф</w:t>
            </w:r>
            <w:r w:rsidRPr="00507AB7">
              <w:rPr>
                <w:color w:val="000000"/>
                <w:sz w:val="28"/>
                <w:szCs w:val="28"/>
              </w:rPr>
              <w:t>фективности в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10254,83656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Субсидии на строительство объе</w:t>
            </w:r>
            <w:r w:rsidRPr="00507AB7">
              <w:rPr>
                <w:sz w:val="28"/>
                <w:szCs w:val="28"/>
              </w:rPr>
              <w:t>к</w:t>
            </w:r>
            <w:r w:rsidRPr="00507AB7">
              <w:rPr>
                <w:sz w:val="28"/>
                <w:szCs w:val="28"/>
              </w:rPr>
              <w:t>тов газоснабжения, в том числе подготовку проектной документ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ции, проведение экспертизы пр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ектной документации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83 2 7004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10254,83656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83 2 7004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10254,83656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«Содействие 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 образованиям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в подготовке и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хождении отопительных сезонов»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жили</w:t>
            </w:r>
            <w:r w:rsidRPr="00507AB7">
              <w:rPr>
                <w:color w:val="000000"/>
                <w:sz w:val="28"/>
                <w:szCs w:val="28"/>
              </w:rPr>
              <w:t>щ</w:t>
            </w:r>
            <w:r w:rsidRPr="00507AB7">
              <w:rPr>
                <w:color w:val="000000"/>
                <w:sz w:val="28"/>
                <w:szCs w:val="28"/>
              </w:rPr>
              <w:t>но-коммунального хозяйства и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вышение энергетической эффе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тивности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111941,9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на во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мещение затрат, связанных с в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полнением работ и оказанием услуг в сфере теплоснабжения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83 3 2902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42991,9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83 3 2902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42991,9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оказание содействия поселениям Ульяновской области в подготовке и прохождении отоп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тельного сезона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83 3 7006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26700,0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83 3 7006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26700,0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Погашение кредиторской задо</w:t>
            </w:r>
            <w:r w:rsidRPr="00507AB7">
              <w:rPr>
                <w:sz w:val="28"/>
                <w:szCs w:val="28"/>
              </w:rPr>
              <w:t>л</w:t>
            </w:r>
            <w:r w:rsidRPr="00507AB7">
              <w:rPr>
                <w:sz w:val="28"/>
                <w:szCs w:val="28"/>
              </w:rPr>
              <w:t>женности за ранее выполненные работы и оказанные услуги в сфере теплоснабжения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83 3 7007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83 3 7007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Субсидии на погашение задолже</w:t>
            </w:r>
            <w:r w:rsidRPr="00507AB7">
              <w:rPr>
                <w:sz w:val="28"/>
                <w:szCs w:val="28"/>
              </w:rPr>
              <w:t>н</w:t>
            </w:r>
            <w:r w:rsidRPr="00507AB7">
              <w:rPr>
                <w:sz w:val="28"/>
                <w:szCs w:val="28"/>
              </w:rPr>
              <w:t>ности теплоснабжающих организ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ций муниципальных образований Ульяновской области за потре</w:t>
            </w:r>
            <w:r w:rsidRPr="00507AB7">
              <w:rPr>
                <w:sz w:val="28"/>
                <w:szCs w:val="28"/>
              </w:rPr>
              <w:t>б</w:t>
            </w:r>
            <w:r w:rsidRPr="00507AB7">
              <w:rPr>
                <w:sz w:val="28"/>
                <w:szCs w:val="28"/>
              </w:rPr>
              <w:t>лённый природный газ, связанной с осуществлением регулируемых в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дов деятельности в сфере тепл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снабжения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83 3 7008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83 3 7008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«Энергосбережение и повышение энергетической э</w:t>
            </w:r>
            <w:r w:rsidRPr="00507AB7">
              <w:rPr>
                <w:color w:val="000000"/>
                <w:sz w:val="28"/>
                <w:szCs w:val="28"/>
              </w:rPr>
              <w:t>ф</w:t>
            </w:r>
            <w:r w:rsidRPr="00507AB7">
              <w:rPr>
                <w:color w:val="000000"/>
                <w:sz w:val="28"/>
                <w:szCs w:val="28"/>
              </w:rPr>
              <w:t>фективности в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государственной программы Ульяновской области «Развитие жилищно-коммунального хозяйства и повышение энергетической э</w:t>
            </w:r>
            <w:r w:rsidRPr="00507AB7">
              <w:rPr>
                <w:color w:val="000000"/>
                <w:sz w:val="28"/>
                <w:szCs w:val="28"/>
              </w:rPr>
              <w:t>ф</w:t>
            </w:r>
            <w:r w:rsidRPr="00507AB7">
              <w:rPr>
                <w:color w:val="000000"/>
                <w:sz w:val="28"/>
                <w:szCs w:val="28"/>
              </w:rPr>
              <w:t>фективности в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83 4 0000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7350,5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«Фонд содействия 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формированию жилищно-коммунального комплекса и эне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гоэффективности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83 4 2903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543,63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83 4 2903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543,63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ного государственного бюджетного учреждения «Центр энергосбер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жения»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83 4 2905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6806,87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83 4 2905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6806,87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стро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тельства и архитектуры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99445,0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мы» на 2015-2018 годы государс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венной программы Ульяновской области «Развитие строительства и архитектуры в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85 5 0000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99445,0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«Ульяновскоблстро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заказчик»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26740,8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23113,6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3477,0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некоммерческой орган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зации Фонд модернизации жили</w:t>
            </w:r>
            <w:r w:rsidRPr="00507AB7">
              <w:rPr>
                <w:color w:val="000000"/>
                <w:sz w:val="28"/>
                <w:szCs w:val="28"/>
              </w:rPr>
              <w:t>щ</w:t>
            </w:r>
            <w:r w:rsidRPr="00507AB7">
              <w:rPr>
                <w:color w:val="000000"/>
                <w:sz w:val="28"/>
                <w:szCs w:val="28"/>
              </w:rPr>
              <w:t>но-коммунального комплекса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 на финансовое обеспечение затрат, связанных с его деятельностью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85 5 4051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9597,4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85 5 4051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9597,4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63106,8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57357,1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5699,7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сел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дукции, сырья и продовольствия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69719,4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«Устойчивое разв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тие сельских территорий»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ственной программы Ульяновской области «Развитие сельского хозя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ства и регулирование рынков сел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 xml:space="preserve">скохозяйственной продукции, 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сырья и продовольствия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69719,4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софинансирование мероприятий по строительству об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ектов газоснабжения в сельской местности в рамках реализации ф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93 2 7067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22777,2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93 2 7067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22777,2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софинансирование мероприятий по строительству и реконструкции объектов водосна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жения в сельской местности в 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ках реализации федеральной цел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вой программы «Устойчивое разв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тие сельских территорий на 2014-2017 годы и на период до 2020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да»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93 2 7068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46942,2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93 2 7068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46942,2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56879,5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«Охрана окр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«Охрана окружа</w:t>
            </w:r>
            <w:r w:rsidRPr="00507AB7">
              <w:rPr>
                <w:color w:val="000000"/>
                <w:sz w:val="28"/>
                <w:szCs w:val="28"/>
              </w:rPr>
              <w:t>ю</w:t>
            </w:r>
            <w:r w:rsidRPr="00507AB7">
              <w:rPr>
                <w:color w:val="000000"/>
                <w:sz w:val="28"/>
                <w:szCs w:val="28"/>
              </w:rPr>
              <w:t>щей среды»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«О</w:t>
            </w:r>
            <w:r w:rsidRPr="00507AB7">
              <w:rPr>
                <w:color w:val="000000"/>
                <w:sz w:val="28"/>
                <w:szCs w:val="28"/>
              </w:rPr>
              <w:t>х</w:t>
            </w:r>
            <w:r w:rsidRPr="00507AB7">
              <w:rPr>
                <w:color w:val="000000"/>
                <w:sz w:val="28"/>
                <w:szCs w:val="28"/>
              </w:rPr>
              <w:t>рана окружающей среды и восст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Ликвидация несанкционированных объектов размещения твёрдых б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товых отходов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88 1 4619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88 1 4619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16879,5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6879,5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ектов Российской Федерации в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ответствии с частью первой статьи 6 Федерального закона «О живо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ектов Российской Федерации в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ответствии с частью первой статьи 6 Федерального закона «О живо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ном мире» полномочий Российской Федерации в области охраны и и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83,7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ектов Российской Федерации в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ответствии с частью 1 статьи 33 Федерального закона «Об охоте и о сохранении охотничьих ресурсов и о внесении изменений в отдельные законодательные акты Российской Федерации» полномочий Росси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ской Федерации в области охраны и использования охотничьих ресу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сов по федеральному государс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венному охотничьему надзору, в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даче разрешений на добычу охо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ничьих ресурсов и заключению охотхозяйственных соглашений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6506,7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5127,3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1370,3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ектов Российской Федерации в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ответствии с частью 1 статьи 33 Федерального закона «Об охоте и о сохранении охотничьих ресурсов и о внесении изменений в отдельные законодательные акты Российской Федерации» полномочий Росси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ской Федерации в области охраны и использования охотничьих ресу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сов (за исключением полномочий Российской Федерации по фед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ральному государственному охо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ничьему надзору, выдаче разреш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ний на добычу охотничьих ресу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сов и заключению охотхозяйстве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ных соглашений)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11 0 5990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154,5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11 0 5990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154,5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«Охрана окр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«Охрана окружа</w:t>
            </w:r>
            <w:r w:rsidRPr="00507AB7">
              <w:rPr>
                <w:color w:val="000000"/>
                <w:sz w:val="28"/>
                <w:szCs w:val="28"/>
              </w:rPr>
              <w:t>ю</w:t>
            </w:r>
            <w:r w:rsidRPr="00507AB7">
              <w:rPr>
                <w:color w:val="000000"/>
                <w:sz w:val="28"/>
                <w:szCs w:val="28"/>
              </w:rPr>
              <w:t>щей среды»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«О</w:t>
            </w:r>
            <w:r w:rsidRPr="00507AB7">
              <w:rPr>
                <w:color w:val="000000"/>
                <w:sz w:val="28"/>
                <w:szCs w:val="28"/>
              </w:rPr>
              <w:t>х</w:t>
            </w:r>
            <w:r w:rsidRPr="00507AB7">
              <w:rPr>
                <w:color w:val="000000"/>
                <w:sz w:val="28"/>
                <w:szCs w:val="28"/>
              </w:rPr>
              <w:t>рана окружающей среды и восст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Поддержка деятельности в сфере охраны окружающей среды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«Охрана окр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«Охрана окружа</w:t>
            </w:r>
            <w:r w:rsidRPr="00507AB7">
              <w:rPr>
                <w:color w:val="000000"/>
                <w:sz w:val="28"/>
                <w:szCs w:val="28"/>
              </w:rPr>
              <w:t>ю</w:t>
            </w:r>
            <w:r w:rsidRPr="00507AB7">
              <w:rPr>
                <w:color w:val="000000"/>
                <w:sz w:val="28"/>
                <w:szCs w:val="28"/>
              </w:rPr>
              <w:t>щей среды»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«О</w:t>
            </w:r>
            <w:r w:rsidRPr="00507AB7">
              <w:rPr>
                <w:color w:val="000000"/>
                <w:sz w:val="28"/>
                <w:szCs w:val="28"/>
              </w:rPr>
              <w:t>х</w:t>
            </w:r>
            <w:r w:rsidRPr="00507AB7">
              <w:rPr>
                <w:color w:val="000000"/>
                <w:sz w:val="28"/>
                <w:szCs w:val="28"/>
              </w:rPr>
              <w:t>рана окружающей среды и восст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новление природных ресурсов в Ульяновской области на 2014-2020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по проектированию строительства полигонов по утил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зации твёрдых бытовых отходов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88 1 4618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88 1 4618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8213677,55754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1812969,134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и 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1812969,134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общего образования и дополнительного образования детей в Ульяновской области»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«Ра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витие и модернизация образования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1812969,134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Финансовое обеспечение получ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дошкольного образования в ч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стных дошкольных образовател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9110,8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9110,8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Модернизация региональных си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тем дошкольного образования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79 1 5059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88111,3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79 1 5059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88111,3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развитие системы 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школьного образования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79 1 7093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10173,0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79 1 7093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10173,0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обеспечением государс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венных гарантий реализации прав на получение общедоступного и бесплатного дошкольного образ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вания в муниципальных дошкол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79 1 7119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1705574,034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79 1 7119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1705574,034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5023101,82354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и 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4582240,12354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общего образования и дополнительного образования детей в Ульяновской области»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«Ра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витие и модернизация образования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4581280,22354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Финансовое обеспечение получ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дошкольного, начального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щего, основного общего, среднего общего образования в частных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щеобразовательных организациях, осуществляющих образовательную деятельность по имеющим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ственную аккредитацию основным общеобразовательным программам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2846,4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79 1 1802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2846,4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Развитие материально-технической базы системы образования, осн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щение образовательных организ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ций оборудованием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9896,0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9896,0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35578,3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20430,5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14346,9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280,9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Специальные (коррекционные) у</w:t>
            </w:r>
            <w:r w:rsidRPr="00507AB7">
              <w:rPr>
                <w:color w:val="000000"/>
                <w:sz w:val="28"/>
                <w:szCs w:val="28"/>
              </w:rPr>
              <w:t>ч</w:t>
            </w:r>
            <w:r w:rsidRPr="00507AB7">
              <w:rPr>
                <w:color w:val="000000"/>
                <w:sz w:val="28"/>
                <w:szCs w:val="28"/>
              </w:rPr>
              <w:t>реждения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423774,3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334306,9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82856,4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1773,7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4837,3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Финансовое обеспечение мер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приятий федеральной целевой пр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граммы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79 1 5026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11512,0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79 1 5026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7491,5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79 1 5026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4020,5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Мероприятия государственной пр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граммы Российской Федерации «Доступная среда» на 2011-2015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79 1 5027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3268,82354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79 1 5027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0,87336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79 1 5027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3267,95018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79 1 5088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1600,0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79 1 5088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1600,0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развитие материал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но-технической базы системы обр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зования, оснащение образовател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организаций оборудованием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79 1 7092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33775,0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79 1 7092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33775,0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обеспечением государс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венных гарантий реализации прав на получение общедоступного и бесплатного дошкольного, начал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ного общего, основного общего, среднего общего образования, а также обеспечением дополнител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ного образования в муниципальных общеобразовательных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79 1 7114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3888623,4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79 1 7114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3888623,4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предоставлением бе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платно специальных учебников и учебных пособий, иной учебной литературы, а также услуг сурдоп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реводчиков и тифлосурдоперево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чиков при получении обучающ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мися с ограниченными возможн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стями здоровья образования в м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ниципальных образовательных 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ганизациях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79 1 7115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9137,7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79 1 7115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9137,7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осуществлением ежем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сячной доплаты за наличие учёной степени кандидата наук или докт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ра наук педагогическим работн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кам муниципальных общеобразов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тельных организаций, имеющим учёную степень и замещающим (занимающим) в указанных общ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образовательных организациях штатные должности, предусмо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ренные квалификационными спр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вочниками или профессиональн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ми стандартами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79 1 7116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494,2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79 1 7116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494,2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осуществлением обуча</w:t>
            </w:r>
            <w:r w:rsidRPr="00507AB7">
              <w:rPr>
                <w:color w:val="000000"/>
                <w:sz w:val="28"/>
                <w:szCs w:val="28"/>
              </w:rPr>
              <w:t>ю</w:t>
            </w:r>
            <w:r w:rsidRPr="00507AB7">
              <w:rPr>
                <w:color w:val="000000"/>
                <w:sz w:val="28"/>
                <w:szCs w:val="28"/>
              </w:rPr>
              <w:t>щимся 10-х (11-х) и 11-х (12-х) классов муниципальных общеобр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зовательных организаций ежем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сячных денежных выплат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10153,9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10153,9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организацией и обеспеч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нием получения педагогическими работниками муниципальных обр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зовательных организаций не реже чем один раз в три года дополн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тельного профессионального обр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зования по профилю педагогич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ской деятельности за счёт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ных ассигнований областного бюджета Ульяновской области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79 1 7120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16420,0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79 1 7120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16420,0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 по внешкольной раб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те с детьми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134200,2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134200,2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Подпрограмма «Обеспечение ре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sz w:val="28"/>
                <w:szCs w:val="28"/>
              </w:rPr>
              <w:t>м</w:t>
            </w:r>
            <w:r w:rsidRPr="00507AB7">
              <w:rPr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507AB7">
              <w:rPr>
                <w:sz w:val="28"/>
                <w:szCs w:val="28"/>
              </w:rPr>
              <w:t>ь</w:t>
            </w:r>
            <w:r w:rsidRPr="00507AB7">
              <w:rPr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новской области» на  2014-2018 г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959,9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959,9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959,9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«Семья и дети»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Учреждения, оказывающие соц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альные услуги несовершенноле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ним, оказавшимся в трудной жи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ненной ситуации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166255,1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75389,8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2411,7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2647,5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30497,0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Модернизация материально-технической базы государственных учреждений культуры, областных государственных архивов и образ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вательных организаций в сфере культуры и искусства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87 0 4401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3069,0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87 0 4401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3069,0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27428,0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 по внешкольной раб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те с детьми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27428,0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87 1 8014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27428,0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физич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163660,6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Реконструкция, ремонт объектов спорта, подготовка проектной 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кументации, проведение государс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венной экспертизы проектной 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кументации создаваемых объектов спорта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161860,6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 по внешкольной раб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те с детьми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161860,6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93521,5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14187,5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53841,8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309,8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Среднее профессиональное образ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вание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1026307,1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и 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995596,1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среднего профессионального образования в Ульяновской области» государс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венной программы Ульяновской области «Развитие и модернизация образования в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995083,1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Стипендии Президента Российской Федерации и Правительства Ро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сийской Федерации для обуча</w:t>
            </w:r>
            <w:r w:rsidRPr="00507AB7">
              <w:rPr>
                <w:sz w:val="28"/>
                <w:szCs w:val="28"/>
              </w:rPr>
              <w:t>ю</w:t>
            </w:r>
            <w:r w:rsidRPr="00507AB7">
              <w:rPr>
                <w:sz w:val="28"/>
                <w:szCs w:val="28"/>
              </w:rPr>
              <w:t>щихся по направлениям подготовки (специальностям), соответству</w:t>
            </w:r>
            <w:r w:rsidRPr="00507AB7">
              <w:rPr>
                <w:sz w:val="28"/>
                <w:szCs w:val="28"/>
              </w:rPr>
              <w:t>ю</w:t>
            </w:r>
            <w:r w:rsidRPr="00507AB7">
              <w:rPr>
                <w:sz w:val="28"/>
                <w:szCs w:val="28"/>
              </w:rPr>
              <w:t>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79 2 3893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352,0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79 2 3893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352,0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Финансовое обеспечение мер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приятий федеральной целевой пр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граммы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79 2 5026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15676,4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79 2 5026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15676,4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Профессиональные образовател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ные организации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979054,7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103186,4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875868,3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Подпрограмма «Обеспечение ре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sz w:val="28"/>
                <w:szCs w:val="28"/>
              </w:rPr>
              <w:t>м</w:t>
            </w:r>
            <w:r w:rsidRPr="00507AB7">
              <w:rPr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507AB7">
              <w:rPr>
                <w:sz w:val="28"/>
                <w:szCs w:val="28"/>
              </w:rPr>
              <w:t>ь</w:t>
            </w:r>
            <w:r w:rsidRPr="00507AB7">
              <w:rPr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новской области» на  2014-2018 г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513,0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513,0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513,0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Профессиональные образовател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ные организации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Профессиональная подготовка, 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реподготовка и повышение квал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фикации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40827,6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1456,3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Переподготовка и повышение кв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лификации кадров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11 0 1021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1456,3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11 0 1021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1456,3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4261,2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Повышение квалификации и пер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подготовка специалистов со сре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ним профессиональным и высшим медицинским образованием для медицинских организаций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ственной системы здравоохранения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4261,2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4261,2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и 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бюджетного учреждения «Институт повышения квалификации»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79 7 1812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79 7 1812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дарственного управления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2015-2020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3457,0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Развитие кадровой политики в си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теме государственного и муниц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пального управления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на 2015-2020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3457,0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3457,0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Молодёжная политика и оздоро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ление детей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147753,1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по проведению озд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78 0 8017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78 0 8017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и 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127183,7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3817E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«Организация отд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ха, оздоровления детей и работн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ков бюджетной сферы Ульяновской области»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«Ра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витие и модернизация образования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127183,7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вательных организациях, за искл</w:t>
            </w:r>
            <w:r w:rsidRPr="00507AB7">
              <w:rPr>
                <w:color w:val="000000"/>
                <w:sz w:val="28"/>
                <w:szCs w:val="28"/>
              </w:rPr>
              <w:t>ю</w:t>
            </w:r>
            <w:r w:rsidRPr="00507AB7">
              <w:rPr>
                <w:color w:val="000000"/>
                <w:sz w:val="28"/>
                <w:szCs w:val="28"/>
              </w:rPr>
              <w:t>чением детей-сирот и детей, оста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шихся без попечения родителей, находящихся в общеобразовател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организациях для детей-сирот и детей, оставшихся без попечения родителей, и детей, находящихся в трудной жизненной ситуации, в з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городных детских оздоровительных лагерях (центрах)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79 6 1809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18187,5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79 6 1809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18187,5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Учреждения, обеспечивающие пр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доставление услуг в сфере орган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зации и обеспечения отдыха и о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доровления детей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79 6 1810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3547,8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79 6 1810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3547,8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Организация и обеспечение отдыха детей, обучающихся в общеобраз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вательных организациях, за искл</w:t>
            </w:r>
            <w:r w:rsidRPr="00507AB7">
              <w:rPr>
                <w:sz w:val="28"/>
                <w:szCs w:val="28"/>
              </w:rPr>
              <w:t>ю</w:t>
            </w:r>
            <w:r w:rsidRPr="00507AB7">
              <w:rPr>
                <w:sz w:val="28"/>
                <w:szCs w:val="28"/>
              </w:rPr>
              <w:t>чением детей-сирот и детей, оста</w:t>
            </w:r>
            <w:r w:rsidRPr="00507AB7">
              <w:rPr>
                <w:sz w:val="28"/>
                <w:szCs w:val="28"/>
              </w:rPr>
              <w:t>в</w:t>
            </w:r>
            <w:r w:rsidRPr="00507AB7">
              <w:rPr>
                <w:sz w:val="28"/>
                <w:szCs w:val="28"/>
              </w:rPr>
              <w:t>шихся без попечения родителей, находящихся в общеобразовател</w:t>
            </w:r>
            <w:r w:rsidRPr="00507AB7">
              <w:rPr>
                <w:sz w:val="28"/>
                <w:szCs w:val="28"/>
              </w:rPr>
              <w:t>ь</w:t>
            </w:r>
            <w:r w:rsidRPr="00507AB7">
              <w:rPr>
                <w:sz w:val="28"/>
                <w:szCs w:val="28"/>
              </w:rPr>
              <w:t>ных организациях для детей-сирот и детей, оставшихся без попечения родителей, и детей, находящихся в трудной жизненной ситуации, в з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городных лагерях отдыха и озд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ровления детей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79 6 1818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2704,3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79 6 1818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2704,3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Субвенции на финансовое обесп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занных с организацией и обеспеч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нием отдыха детей, обучающихся в общеобразовательных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ях, за исключением детей-сирот и детей, оставшихся без попечения родителей, находящихся в образ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вательных организациях для детей-сирот и детей, оставшихся без п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печения родителей, и детей, нах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дящихся в трудной жизненной с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туации, в лагерях, организованных образовательными организациями, осуществляющими организацию отдыха и оздоровления обуча</w:t>
            </w:r>
            <w:r w:rsidRPr="00507AB7">
              <w:rPr>
                <w:sz w:val="28"/>
                <w:szCs w:val="28"/>
              </w:rPr>
              <w:t>ю</w:t>
            </w:r>
            <w:r w:rsidRPr="00507AB7">
              <w:rPr>
                <w:sz w:val="28"/>
                <w:szCs w:val="28"/>
              </w:rPr>
              <w:t>щихся в каникулярное время (с дневным пребыванием)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79 6 7118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48055,2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79 6 7118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48055,2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по проведению озд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54688,9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511,7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54177,2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мол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дёжной политики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«Молодёжь»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«Развитие молодё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ной политики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сфере молодёжной политики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4593,0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Мероприятия по проведению озд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87 1 8017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157,4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87 1 8017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157,4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Государственная программа Уль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новской области «Развитие физич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ской культуры и спорта в Ульяно</w:t>
            </w:r>
            <w:r w:rsidRPr="00507AB7">
              <w:rPr>
                <w:sz w:val="28"/>
                <w:szCs w:val="28"/>
              </w:rPr>
              <w:t>в</w:t>
            </w:r>
            <w:r w:rsidRPr="00507AB7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6767,4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Подпрограмма «Обеспечение ре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sz w:val="28"/>
                <w:szCs w:val="28"/>
              </w:rPr>
              <w:t>м</w:t>
            </w:r>
            <w:r w:rsidRPr="00507AB7">
              <w:rPr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6767,4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Мероприятия по проведению озд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89 1 8017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6767,4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ния государственными внебюдже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89 1 8017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976,5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89 1 8017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5790,9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Другие вопросы в области образ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162718,8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11685,7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Подготовка специалистов со сре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ним профессиональным образов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нием для медицинских организаций государственной системы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11685,7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11685,7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и 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129899,5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«Формирование и ведение информационных систем в системе образования на уровне Ульяновской области» государс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венной программы Ульяновской области «Развитие и модернизация образования в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79 4 0000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35289,0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областному государс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венному автономному учреждению «Центр информационных технол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гий»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79 4 1808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35289,0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79 4 1808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35289,0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94610,5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39606,9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28278,7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6328,2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79 7 1806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Лицензирование и аккредитация образовательных организаций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79 7 1815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2662,1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79 7 1815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2662,1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ектов Российской Федерации в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ответствии с частью 1 статьи 7 Ф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дерального закона «Об образовании в Российской Федерации» полн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мочий Российской Федерации в сфере образования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9701,7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9031,7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28" w:type="dxa"/>
              <w:right w:w="28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59ГО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42639,8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42371,1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245,2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недеятельности на территории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«Комплексные меры по обеспечению общественного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рядка, противодействию престу</w:t>
            </w:r>
            <w:r w:rsidRPr="00507AB7">
              <w:rPr>
                <w:color w:val="000000"/>
                <w:sz w:val="28"/>
                <w:szCs w:val="28"/>
              </w:rPr>
              <w:t>п</w:t>
            </w:r>
            <w:r w:rsidRPr="00507AB7">
              <w:rPr>
                <w:color w:val="000000"/>
                <w:sz w:val="28"/>
                <w:szCs w:val="28"/>
              </w:rPr>
              <w:t>ности и профилактике правонар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шений на территории Ульяновской области» на 2014-2018 годы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«Обеспечение прав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порядка и безопасности жизнеде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Предупреждение и пресечение пр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ступлений с участием несоверше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недеятельности на территории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19133,6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19133,6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Государственная поддержка в сф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ре образования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87 1 4411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19133,6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87 1 4411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19133,6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657344,24739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583526,94739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Комплектование книжных фондов библиотек муниципальных образ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ваний и государственных библи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тек городов Москвы и Санкт-Петербурга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11 0 5144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11 0 5144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недеятельности на территории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недеятельности на территории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582644,94739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Модернизация материально-технической базы государственных учреждений культуры, областных государственных архивов и образ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вательных организаций в сфере культуры и искусства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20284,6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20284,6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приоритетных напра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лений государственной культурной политики 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Сохранение и государственная ох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рана объектов культурного насл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дия, расположенных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87 0 4404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Софинансирование капитальных вложений в объекты муниципал</w:t>
            </w:r>
            <w:r w:rsidRPr="00507AB7">
              <w:rPr>
                <w:sz w:val="28"/>
                <w:szCs w:val="28"/>
              </w:rPr>
              <w:t>ь</w:t>
            </w:r>
            <w:r w:rsidRPr="00507AB7">
              <w:rPr>
                <w:sz w:val="28"/>
                <w:szCs w:val="28"/>
              </w:rPr>
              <w:t>ной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87 0 5112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49897,7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87 0 5112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49897,7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реконструкцию и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ведение ремонтно-реставрацион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ных работ зданий муниципальных учреждений культуры, муниц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пальных архивов и образовател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организаций в сфере культуры и искусства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87 0 7083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18880,34739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87 0 7083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18880,34739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Субсидии на строительство, прио</w:t>
            </w:r>
            <w:r w:rsidRPr="00507AB7">
              <w:rPr>
                <w:sz w:val="28"/>
                <w:szCs w:val="28"/>
              </w:rPr>
              <w:t>б</w:t>
            </w:r>
            <w:r w:rsidRPr="00507AB7">
              <w:rPr>
                <w:sz w:val="28"/>
                <w:szCs w:val="28"/>
              </w:rPr>
              <w:t>ретение (выкуп) зданий в целях размещения муниципальных учр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ждений культуры, муниципальных архивов и образовательных орган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заций в сфере культуры и искусства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87 0 7084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53000,0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87 0 7084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53000,0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создание модельных библиотек в муниципальных обр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зованиях Ульяновской области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87 0 7089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87 0 7089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развитие парков (па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ковых зон) в муниципальных обр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зованиях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87 0 7097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87 0 7097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429482,3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ных государственных библиотек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87 1 4406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61764,5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87 1 4406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61764,5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ных государственных музеев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87 1 4407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112030,0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87 1 4407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112030,0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ных государственных театров, ко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цертных и других организаций и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полнительских искусств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87 1 4408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165311,6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87 1 4408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165311,6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бюджетного учреждения культуры «Центр н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родной культуры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87 1 4409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90376,2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87 1 4409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90376,2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автономн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го учреждения культуры «Уль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яновскКинофонд»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87 1 4410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87 1 4410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Другие вопросы в области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ры, кинематографии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59631,0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1321,1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ектов Российской Федерации в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ответствии с пунктом 1 статьи 9</w:t>
            </w:r>
            <w:r w:rsidRPr="00507AB7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507AB7">
              <w:rPr>
                <w:color w:val="000000"/>
                <w:sz w:val="28"/>
                <w:szCs w:val="28"/>
              </w:rPr>
              <w:t xml:space="preserve"> Федерального закона «Об объектах культурного наследия (памятниках истории и культуры) народов Ро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сийской Федерации» полномочий Российской Федерации в отнош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нии объектов культурного наследия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11 0 5950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1321,1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Расходы на выплату персоналу в целях обеспечения выполнения функций государственными (мун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ния государственными внебюдже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11 0 5950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1055,0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11 0 5950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266,1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58309,9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приоритетных напра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лений государственной культурной политики 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33309,9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25443,4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23527,3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1909,4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 по обеспечению х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7866,5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6401,7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1461,2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10513212,79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Стационарная медицинская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3567078,53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3567078,53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Мероприятия, направленные на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вершенствование оказания специ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лизированной, включая высокоте</w:t>
            </w:r>
            <w:r w:rsidRPr="00507AB7">
              <w:rPr>
                <w:color w:val="000000"/>
                <w:sz w:val="28"/>
                <w:szCs w:val="28"/>
              </w:rPr>
              <w:t>х</w:t>
            </w:r>
            <w:r w:rsidRPr="00507AB7">
              <w:rPr>
                <w:color w:val="000000"/>
                <w:sz w:val="28"/>
                <w:szCs w:val="28"/>
              </w:rPr>
              <w:t>нологичную, медицинской помощи, скорой, в том числе скорой специ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лизированной, медицинской пом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щи, организации медицинской эв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куации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Мероприятия, направленные на о</w:t>
            </w:r>
            <w:r w:rsidRPr="00507AB7">
              <w:rPr>
                <w:sz w:val="28"/>
                <w:szCs w:val="28"/>
              </w:rPr>
              <w:t>х</w:t>
            </w:r>
            <w:r w:rsidRPr="00507AB7">
              <w:rPr>
                <w:sz w:val="28"/>
                <w:szCs w:val="28"/>
              </w:rPr>
              <w:t>рану здоровья матери и ребёнка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78 0 2105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78 0 2105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Проектирование, строительство и ввод в эксплуатацию перинатал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ного центра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262567,8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36001,46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78 0 2114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226566,34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Государственные учреждения здр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896154,23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421599,4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236626,9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230986,93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6941,0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Финансовое обеспечение закупок антивирусных препаратов для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филактики и лечения лиц, инфиц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рованных вирусами иммунодеф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цита человека и гепатитов В и С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78 0 5072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294489,9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78 0 5072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294489,9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Финансовое обеспечение закупок антибактериальных и противот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беркулёзных лекарственных преп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ратов (второго ряда), применяемых при лечении больных туберкулёзом с множественной лекарственной устойчивостью возбудителя, и ди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агностических средств для выявл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ния, определения чувствительности микобактерии туберкулёза и мон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торинга лечения больных туберк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лёзом с множественной лекарст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венной устойчивостью возбудителя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78 0 5174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37082,5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78 0 5174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37082,5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Реализация программ модерниз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ции здравоохранения субъектов Российской Федерации в части ук</w:t>
            </w:r>
            <w:r>
              <w:rPr>
                <w:sz w:val="28"/>
                <w:szCs w:val="28"/>
              </w:rPr>
              <w:t>-</w:t>
            </w:r>
            <w:r w:rsidRPr="00507AB7">
              <w:rPr>
                <w:sz w:val="28"/>
                <w:szCs w:val="28"/>
              </w:rPr>
              <w:t>репления материально-технической базы медицинских учреждений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78 0 5230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2017638,3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78 0 5230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2017638,3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отдельных меропри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тий государственной программы Российской Федерации «Развитие здравоохранения»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78 0 5382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27027,4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78 0 5382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27027,4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821646,5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821646,5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Организация диспансеризации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сударственных гражданских сл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7225,9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7225,9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Мероприятия, направленные на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вершенствование системы лекарс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венного обеспечения, в том числе при оказании медицинской помощи в амбулаторных условиях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253089,1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253089,1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Государственные учреждения здр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218261,0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62164,4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31524,2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124247,3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325,1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Реконструкция зданий в целях ра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мещения государственных учре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дений здравоохранения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Оказание отдельным категориям граждан государственной социал</w:t>
            </w:r>
            <w:r w:rsidRPr="00507AB7">
              <w:rPr>
                <w:sz w:val="28"/>
                <w:szCs w:val="28"/>
              </w:rPr>
              <w:t>ь</w:t>
            </w:r>
            <w:r w:rsidRPr="00507AB7">
              <w:rPr>
                <w:sz w:val="28"/>
                <w:szCs w:val="28"/>
              </w:rPr>
              <w:t>ной помощи по обеспечению л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карственными препаратами, мед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цинскими изделиями, а также сп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циализированными продуктами л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чебного питания для детей-инвалидов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78 0 3093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224401,8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78 0 3093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224401,8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отдельных полномочий в области лекарственного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78 0 5161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107321,2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78 0 5161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107321,2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мероприятий по проф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лактике ВИЧ-инфекции и гепатитов B и C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78 0 5179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1347,5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78 0 5179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1347,5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50351,2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50351,2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Государственные учреждения здр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50351,2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21571,7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9979,3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18689,7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5070,0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5070,0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Государственные учреждения здр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5070,0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5070,0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Санаторно-оздоровительная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мощь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153364,9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153364,9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Государственные учреждения здр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153364,9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153364,9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Заготовка, переработка, хранение и обеспечение безопасности доно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ской крови и её компонентов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154683,0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154683,0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Государственные учреждения здр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154683,0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154683,0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9331C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6350</w:t>
            </w:r>
            <w:r w:rsidRPr="00507AB7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6350</w:t>
            </w:r>
            <w:r w:rsidRPr="00507AB7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Государственные учреждения здр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6350,3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4915,3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1231,5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203,5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Другие вопросы в области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9331C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57</w:t>
            </w:r>
            <w:r>
              <w:rPr>
                <w:color w:val="000000"/>
                <w:sz w:val="28"/>
                <w:szCs w:val="28"/>
              </w:rPr>
              <w:t>54668</w:t>
            </w:r>
            <w:r w:rsidRPr="00507AB7">
              <w:rPr>
                <w:color w:val="000000"/>
                <w:sz w:val="28"/>
                <w:szCs w:val="28"/>
              </w:rPr>
              <w:t>,3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9331C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57</w:t>
            </w:r>
            <w:r>
              <w:rPr>
                <w:color w:val="000000"/>
                <w:sz w:val="28"/>
                <w:szCs w:val="28"/>
              </w:rPr>
              <w:t>46408</w:t>
            </w:r>
            <w:r w:rsidRPr="00507AB7">
              <w:rPr>
                <w:color w:val="000000"/>
                <w:sz w:val="28"/>
                <w:szCs w:val="28"/>
              </w:rPr>
              <w:t>,3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Мероприятия, направленные на профилактику заболеваний и фо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мирование здорового образа жизни. Развитие первичной медико-санитарной помощи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6470,3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6470,3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Мероприятия, направленные на с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вершенствование оказания специ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лизированной, включая высокоте</w:t>
            </w:r>
            <w:r w:rsidRPr="00507AB7">
              <w:rPr>
                <w:sz w:val="28"/>
                <w:szCs w:val="28"/>
              </w:rPr>
              <w:t>х</w:t>
            </w:r>
            <w:r w:rsidRPr="00507AB7">
              <w:rPr>
                <w:sz w:val="28"/>
                <w:szCs w:val="28"/>
              </w:rPr>
              <w:t>нологичную, медицинской помощи, скорой, в том числе скорой специ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лизированной, медицинской пом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щи, организации медицинской эв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куации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78 0 2103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78 0 2103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 xml:space="preserve">Мероприятия, направленные на развитие государственно-частного партнёрства в сфере охраны 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здоровья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39000,0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39000,0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Мероприятия, направленные на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вершенствование системы лекарс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венного обеспечения, в том числе при оказании медицинской помощи в амбулаторных условиях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Ежегодная областная премия «Пр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звание»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Оказание паллиативной медици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ской помощи в стационарных усл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виях жителям города Димитровгр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да и Мелекесского района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492,0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492,0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Оказание жителям Мелекесского и Новомалыклинского районов 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циализированной медицинской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418,31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418,31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Государственные учреждения здр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воохранения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338099,2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172729,0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65032,4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96819,2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3518,6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Оказание жителям города Дими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ровграда, Мелекесского и Новом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лыклинского районов специализ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рованной медицинской помощи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78 0 2120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6728,99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78 0 2120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6728,99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образованиями лимфоидной, кров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творной и родственных им тк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ней, гемофилией, муковисцидозом, г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пофизарным нанизмом, болезнью Гоше, рассеянным склерозом, а также после трансплантации орг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нов и (или) тканей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78 0 5133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11247,0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78 0 5133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11247,0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ектов Российской Федерации в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ответствии с частью 1 статьи 15 Федерального закона «Об основах охраны здоровья граждан в Росси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ской Федерации» полномочий Ро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сийской Федерации в сфере охраны здоровья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59Б0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59Б0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Платежи на финансовое обеспеч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ние реализации территориальной программы обязательного мед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цинского страхования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78 0 7302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408090,26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78 0 7302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408090,26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Страховые взносы на обязательное медицинское страхование нераб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тающего населения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78 0 7303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4873710,2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78 0 7303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4873710,2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181-ЗО «Об обеспечении полн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ценным питанием беременных женщин, кормящих матерей, а та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же детей в возрасте до трёх лет в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78 0 8004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46668,0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78 0 8004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46668,0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Приобретение служебных жилых помещений (квартир) с целью включения в специализированный государственный жилищный фонд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78 0 8011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78 0 8011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недеятельности на территории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8260,0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«Комплексные меры по обеспечению общественного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рядка, противодействию престу</w:t>
            </w:r>
            <w:r w:rsidRPr="00507AB7">
              <w:rPr>
                <w:color w:val="000000"/>
                <w:sz w:val="28"/>
                <w:szCs w:val="28"/>
              </w:rPr>
              <w:t>п</w:t>
            </w:r>
            <w:r w:rsidRPr="00507AB7">
              <w:rPr>
                <w:color w:val="000000"/>
                <w:sz w:val="28"/>
                <w:szCs w:val="28"/>
              </w:rPr>
              <w:t>ности и профилактике правонар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шений на территории Ульяновской области» на 2014-2018 годы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дарственной программы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«Обеспечение прав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порядка и безопасности жизнеде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тельности на территории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Снижение уровня алкоголизации населения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86 2 2710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«Комплексные меры противодействия злоупотреблению наркотиками и их незаконному обороту на территории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«Обеспечение правопорядка и безопасности жи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недеятельности на территории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8979755,39714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114484,3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114484,3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мер соц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альной поддержки отдельных кат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114484,3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Доплаты к пенсиям государстве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ных гражданских служащих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2993,9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101490,4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обслуживание насел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805881,8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805881,8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мер соц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альной поддержки отдельных кат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519345,8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 социального обслуж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вания инвалидов, граждан пожил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го возраста и иных категорий гра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519345,8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26391,0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29857,1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F1BC2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F1BC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461448,2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F1BC2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F1BC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1649,5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F1BC2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Субсидии юридическим лицам, не являющимся государственными (муниципальными) учреждениями, индивидуальным предпринимат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лям, оказывающим услуги в обла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ти социального обслуживания</w:t>
            </w:r>
            <w:r>
              <w:rPr>
                <w:sz w:val="28"/>
                <w:szCs w:val="28"/>
              </w:rPr>
              <w:t xml:space="preserve">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80 1 1236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F1BC2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F1BC2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80 1 1236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F1BC2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F1BC2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80 1 1236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F1BC2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F1BC2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«Семья и дети»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F1BC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286536,0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5F1BC2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Учреждения, оказывающие соц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альные услуги несовершенноле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ним, оказавшимся в трудной жи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ненной ситуации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5F1BC2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5F1BC2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265049,4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186277,7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72250,0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3800,0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2721,7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социального обслуж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вания «Центр социально-психологической помощи семье и детям «Семья» в г. Ульяновске»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21486,6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20356,8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1062,8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6708345,49714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549443,9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Обеспечение инвалидов технич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11 0 5130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341248,6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ния государственными внебюдже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11 0 5130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11995,82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11 0 5130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2059,0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11 0 5130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327173,78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11 0 5130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полномочий по обеспечению жильём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жильём ветеранов Великой Отеч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ственной войны 1941-1945 годов»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11 0 5134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141590,7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11 0 5134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141590,7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переданных по</w:t>
            </w:r>
            <w:r w:rsidRPr="00507AB7">
              <w:rPr>
                <w:color w:val="000000"/>
                <w:sz w:val="28"/>
                <w:szCs w:val="28"/>
              </w:rPr>
              <w:t>л</w:t>
            </w:r>
            <w:r w:rsidRPr="00507AB7">
              <w:rPr>
                <w:color w:val="000000"/>
                <w:sz w:val="28"/>
                <w:szCs w:val="28"/>
              </w:rPr>
              <w:t>номочий Российской Федерации по предоставлению отдельных мер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циальной поддержки граждан,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вергшихся воздействию радиации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25664,6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379,3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25285,3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Оказание государственной соц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альной помощи отдельным катег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риям граждан в части оплаты сан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торно-курортного лечения, а также проезда на междугородном тран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порте к месту лечения и обратно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11 0 5194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40940,0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11 0 5194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40920,0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11 0 5194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41578,6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43-ЗО «О мерах государственной социальной поддержки отдельных категорий специалистов, работа</w:t>
            </w:r>
            <w:r w:rsidRPr="00507AB7">
              <w:rPr>
                <w:color w:val="000000"/>
                <w:sz w:val="28"/>
                <w:szCs w:val="28"/>
              </w:rPr>
              <w:t>ю</w:t>
            </w:r>
            <w:r w:rsidRPr="00507AB7">
              <w:rPr>
                <w:color w:val="000000"/>
                <w:sz w:val="28"/>
                <w:szCs w:val="28"/>
              </w:rPr>
              <w:t>щих и проживающих в сельских населённых пунктах, рабочих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сёлках и посёлках городского типа на территории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13033,8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78 0 8003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230,1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12803,7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циалистов на территории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28544,8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2466,4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26078,4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и 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28850,0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A9635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«Организация отд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ха, оздоровления детей и работн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ков бюджетной сферы Ульяновской области»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«Ра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витие и модернизация образования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6641,8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Организация оздоровления рабо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ников бюджетной сферы на терр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тории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79 6 1811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3982,8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79 6 1811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3982,8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организацию оздоро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ления работников бюджетной сф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ры на территории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79 6 7095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2659,0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79 6 7095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2659,0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22208,2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осуществлением един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временных денежных выплат пед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гогическим работникам муниц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пальных образовательных орган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заций, реализующих образовател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ную программу дошкольного обр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зования, имеющим статус молодых специалистов (за исключением 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дагогических работников, раб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тающих и проживающих в сел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ских населённых пунктах, рабочих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сёлках (посёлках городского т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па) Ульяновской области)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79 7 7121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2241,1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79 7 7121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2241,1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реализацией Закона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от 2 мая 2012 года № 49-ЗО «О мерах социальной поддержки отдельных категорий молодых специалистов на террит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рии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79 7 7123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18097,4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79 7 7123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18097,4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циалистов на территории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1869,7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1561,7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6042362,9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мер соц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альной поддержки отдельных кат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горий граждан»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4479248,3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гражданам субс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дий на оплату жилого помещения и коммунальных услуг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268913,5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3973,9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264939,6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Компенсация отдельным категор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 граждан расходов по оплате ж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лых помещений и коммунальных услуг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99568,7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1544,6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98024,1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31 августа 2013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159-ЗО «Об оказании адресной материальной помощи гражданам, оказавшимся в трудной жизненной ситуации»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62300,0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61396,0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12831,0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12831,0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мер государственной социальной поддержки ветеранов труда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1204027,2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25977,0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1178050,2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мер государственной социальной поддержки тружеников тыла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2651,3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2594,6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мер государственной социальной поддержки реабилит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25663,6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560,0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25103,6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9 января 2008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10-ЗО «О звании «Ветеран труда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1219542,6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23124,6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1196418,0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луг по погребению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6910,4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6712,4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</w:t>
            </w:r>
            <w:r>
              <w:rPr>
                <w:color w:val="000000"/>
                <w:sz w:val="28"/>
                <w:szCs w:val="28"/>
              </w:rPr>
              <w:t>кой области от 5 июля 2013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112-ЗО «О дополнительных м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рах социальной поддержки, пре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доставляемых супругам, детям и родителям лиц, замещавших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дарственные должности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области, должности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ственной гражданской службы Ульяновской области или должн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 в государственных органах Ульяновской области, не являю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щиеся должностями государстве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ной гражданской службы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области, и погибших при и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полнении должностных (трудовых) обязанностей или умерших всле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ствие ранения, контузии, заболев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ния или увечья, полученных при исполнении должностных (труд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вых) обязанностей»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294,1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287,3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мер социальной поддержки педагогическим рабо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никам, работающим и (или) прож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вающим в сельских населённых пунктах, рабочих посёлках (посё</w:t>
            </w:r>
            <w:r w:rsidRPr="00507AB7">
              <w:rPr>
                <w:color w:val="000000"/>
                <w:sz w:val="28"/>
                <w:szCs w:val="28"/>
              </w:rPr>
              <w:t>л</w:t>
            </w:r>
            <w:r w:rsidRPr="00507AB7">
              <w:rPr>
                <w:color w:val="000000"/>
                <w:sz w:val="28"/>
                <w:szCs w:val="28"/>
              </w:rPr>
              <w:t>ках городского типа)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238292,1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4167,4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234124,7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Компенсационные выплаты за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езд на садово-дачные массивы для социально незащищённой катег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рии лиц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4173,4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4082,4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держки военнослужащим, сотру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никам правоохранительных орг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нов и членам их семей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134,4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4 ноября 2003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056-ЗО «О социальной поддер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ке инвалидов боевых действий, проживающих на территории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448,3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435,4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19 декабря 2007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225-ЗО «О социальной поддер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ке родителей и супругов военн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служащих, сотрудников органов внутренних дел, Федеральной службы безопасности Российской Федерации, прокуратуры Росси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ской Федерации, органов уголовно-исполнительной системы Мин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стерства юстиции Российской Ф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дерации, погибших при исполнении обязанностей военной службы, служебных обязанностей или умерших вследствие ранения, ко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тузии, заболеваний, увечья, пол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ченных при исполнении обязанн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стей военной службы, служебных обязанностей»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2110,1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2049,6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</w:t>
            </w:r>
            <w:r>
              <w:rPr>
                <w:color w:val="000000"/>
                <w:sz w:val="28"/>
                <w:szCs w:val="28"/>
              </w:rPr>
              <w:t xml:space="preserve"> области от 3 октября 2014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147-ЗО «О правовом регулир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вании отдельных вопросов де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тельности народных дружин»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972,3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мер социальной поддержки и социального обсл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живания лицам, страдающим пс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хическими расстройствами, нах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дящимся в трудной жизненной с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туации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2019,3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1961,4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13829,1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13829,1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8 октября 2008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150-ЗО «О материальном обе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печении вдовы Сычёва В.А. и вд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вы Доронина Н.П.»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960,0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Единовременная выплата за вред, причинённый при оказании прот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вотуберкулёзной помощи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поддер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ки которым относится к ведению Российской Федерации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18960,5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18960,5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Оказание мер социальной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8093,6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231,9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7861,7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9 ноября 2010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177-ЗО «О мерах социальной поддержки инвалидов и участников Великой Отечественной войны, в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теранов боевых действий, бывших несовершеннолетних узников концлагерей, гетто и других мест принудительного содержания, со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данных фашистами и их союзник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ми в период второй мировой во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ны, в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19154,5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367,9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18786,6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20 декабря 2010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226-ЗО «О мерах государстве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ной поддержки граждан в связи с введением на территории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экономически обо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нованных тарифов и нормативов потребления коммунальных услуг»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6605,3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6517,5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4 апреля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47-ЗО «О социальной поддержке жён граждан, уволенных с военной службы»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2061,3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2002,2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исполнения полном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чий по предоставлению ежемеся</w:t>
            </w:r>
            <w:r w:rsidRPr="00507AB7">
              <w:rPr>
                <w:color w:val="000000"/>
                <w:sz w:val="28"/>
                <w:szCs w:val="28"/>
              </w:rPr>
              <w:t>ч</w:t>
            </w:r>
            <w:r w:rsidRPr="00507AB7">
              <w:rPr>
                <w:color w:val="000000"/>
                <w:sz w:val="28"/>
                <w:szCs w:val="28"/>
              </w:rPr>
              <w:t>ной денежной компенсации на оп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лату жилищно-коммунальных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34898,4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34898,4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государственным гражданским служащим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единовременной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циальной выплаты на приобретение жилого помещения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80 1 1229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30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203-ЗО «О мерах социальной поддержки граждан, родившихся в период с 1 января 1932 года по 31 декабря 1945 года»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57200,0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1640,0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55560,0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Выплата премий инвалидам,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живающим на территории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152,3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27 января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3-ЗО «О дополнительных мерах социальной поддержки работников противопожарной службы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области, профессионал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аварийно-спасательных служб и профессиональных аварийно-спасательных формирований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и лиц из их числа»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36,5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6 октября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168-ЗО «О сельских старостах»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1979,5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1922,8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31 августа 2013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160-ЗО «О правовом регулир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вании отдельных вопросов, связа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ных с оказанием государственной социальной помощи»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1580,0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F84308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 xml:space="preserve">Осуществление полномочий по обеспечению жильём отдельных категорий граждан, установленных </w:t>
            </w:r>
            <w:r>
              <w:rPr>
                <w:color w:val="000000"/>
                <w:sz w:val="28"/>
                <w:szCs w:val="28"/>
              </w:rPr>
              <w:t>ф</w:t>
            </w:r>
            <w:r w:rsidRPr="00507AB7">
              <w:rPr>
                <w:color w:val="000000"/>
                <w:sz w:val="28"/>
                <w:szCs w:val="28"/>
              </w:rPr>
              <w:t>едеральными законами от 12 я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варя 1995 года № 5-ФЗ «О ветер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нах» и от 24 ноября 1995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181-ФЗ «О социальной защите инвалидов в Российской Федер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80 1 5135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55153,4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80 1 5135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55153,4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переданного по</w:t>
            </w:r>
            <w:r w:rsidRPr="00507AB7">
              <w:rPr>
                <w:color w:val="000000"/>
                <w:sz w:val="28"/>
                <w:szCs w:val="28"/>
              </w:rPr>
              <w:t>л</w:t>
            </w:r>
            <w:r w:rsidRPr="00507AB7">
              <w:rPr>
                <w:color w:val="000000"/>
                <w:sz w:val="28"/>
                <w:szCs w:val="28"/>
              </w:rPr>
              <w:t>номочия Российской Федерации по осуществлению ежегодной дене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ной выплаты лицам, награждённым нагрудным знаком «Почётный 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нор России»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116515,7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1807,4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114708,3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Выплата государственного един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временного пособия и ежемесячной денежной компенсации гражданам при возникновении поствакцинал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осложнений в соответствии с Федеральным законом от 17 се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тября 1998 года № 157-ФЗ «Об и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мунопрофилактике инфекционных болезней»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317,4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313,0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Оплата жилищно-коммунальных услуг отдельным категориям гра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958208,4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15712,0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942496,4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данской ответственности владел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цев транспортных средств в соо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ветствии с Федеральным законом от 25 апреля 2002 года № 40-ФЗ «Об обязательном страховании гражданской ответственности вл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дельцев транспортных средств»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1103,8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1076,2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43-ЗО «О мерах государственной социальной поддержки отдельных категорий специалистов, работа</w:t>
            </w:r>
            <w:r w:rsidRPr="00507AB7">
              <w:rPr>
                <w:color w:val="000000"/>
                <w:sz w:val="28"/>
                <w:szCs w:val="28"/>
              </w:rPr>
              <w:t>ю</w:t>
            </w:r>
            <w:r w:rsidRPr="00507AB7">
              <w:rPr>
                <w:color w:val="000000"/>
                <w:sz w:val="28"/>
                <w:szCs w:val="28"/>
              </w:rPr>
              <w:t>щих и проживающих в сельских населённых пунктах, рабочих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сёлках и посёлках городского типа на территории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циалистов на территории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914,6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900,6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6 октября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170-ЗО «О мерах государстве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ной поддержки общественных об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единений пожарной охраны и до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ровольных пожарных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8502,9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8261,7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30 января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05-ЗО «О пожарной безопасн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 в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80 1 8007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5 мая 2011 года № 73-ЗО «О наградах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14950,5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426,9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14523,6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«Семья и дети»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1345619,2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мер социальной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держки многодетных семей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192263,1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4226,5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188036,6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164655,3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1475,3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163180,0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6 мая 2006 года № 51-ЗО «О социальной поддержке детей военнослужащих, сотрудников 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ганов внутренних дел, Федеральной службы безопасности Российской Федерации, прокуратуры Росси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ской Федерации, органов уголовно-исполнительной системы Мин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стерства юстиции Российской Ф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дерации»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597,7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580,6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5 февраля 2008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24-ЗО «О дополнительных мерах социальной поддержки семей, имеющих детей»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126440,6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1868,6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124572,0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Выплата ежегодной премии Губе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натора Ульяновской области «С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мья года»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253,8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31 августа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113-ЗО «О ежемесячной дене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ной выплате на ребёнка до дост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жения им возраста трёх лет»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125212,1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4389,2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120822,9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6 мая 2013 года № 68-ЗО «О предоставлении на территории Ульяновской области отдельным категориям инвалидов, имеющих детей, дополнительной меры соц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альной поддержки в сфере оплаты жилых помещений частного ж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лищного фонда»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163,5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158,8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Компенсация потерь в доходах 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ганизаций железнодорожного транспорта, связанных с предоста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лением обучающимся льгот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1692,6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1692,6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Выплата единовременного пособия беременной жене военнослужащ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го, проходящего военную службу по призыву, а также ежемесячного пособия на ребёнка военнослуж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щего, проходящего военную слу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бу по призыву, в соответствии с Федеральным законом от 19 мая 1995 года № 81-ФЗ «О государс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венных пособиях гражданам, имеющим детей»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9325,2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9293,2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Выплата пособий по уходу за 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бёнком до достижения им возраста полутора лет гражданам, не подл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жащим обязательному социальному страхованию на случай временной нетрудоспособности и в связи с м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теринством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403394,1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1340,0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402054,1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Выплата пособий при рождении ребёнка гражданам, не подлеж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щим обязательному социальному страхованию на случай временной нетрудоспособности и в связи с м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теринством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47334,8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47084,8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Выплата единовременных пособий женщинам, вставшим на учёт в м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дицинских учреждениях в ранние сроки беременности, уволенным в связи с ликвидацией организаций, прекращением деятельности (по</w:t>
            </w:r>
            <w:r w:rsidRPr="00507AB7">
              <w:rPr>
                <w:color w:val="000000"/>
                <w:sz w:val="28"/>
                <w:szCs w:val="28"/>
              </w:rPr>
              <w:t>л</w:t>
            </w:r>
            <w:r w:rsidRPr="00507AB7">
              <w:rPr>
                <w:color w:val="000000"/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80 2 5386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80 2 5386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Выплата пособий по беременности и родам женщинам, уволенным в связи с ликвидацией организаций, прекращением деятельности (по</w:t>
            </w:r>
            <w:r w:rsidRPr="00507AB7">
              <w:rPr>
                <w:color w:val="000000"/>
                <w:sz w:val="28"/>
                <w:szCs w:val="28"/>
              </w:rPr>
              <w:t>л</w:t>
            </w:r>
            <w:r w:rsidRPr="00507AB7">
              <w:rPr>
                <w:color w:val="000000"/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80 2 5387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80 2 5387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180-ЗО «О некоторых мерах по улучшению демографической си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туации в Ульяновской области»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271728,9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341,9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271387,0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  <w:t>№</w:t>
            </w:r>
            <w:r w:rsidRPr="00507AB7">
              <w:rPr>
                <w:color w:val="000000"/>
                <w:sz w:val="28"/>
                <w:szCs w:val="28"/>
              </w:rPr>
              <w:t xml:space="preserve"> 181-ЗО «Об обеспечении полн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ценным питанием беременных женщин, кормящих матерей, а та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же детей в возрасте до трёх лет в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2554,5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73,2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2481,3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«Доступная среда»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по повышению уро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ня доступности приоритетных об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ектов социальной защиты насел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и услуг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Комплекс информационных,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светительских и общественных м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роприятий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80 3 1403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80 3 1403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4800,0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3200,0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«Содействие зан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тости населения, улучшение усл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вий и охраны труда» государстве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ной программы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 «Социальная поддержка и защита населения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197445,4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по обеспечению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прав граждан на труд и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циальную защиту от безработицы, а также создание благоприятных у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5022,5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4862,5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по обеспечению улучшения условий и охраны труда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Социальные выплаты безработным гражданам в соответствии с Зак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ном Российской Федерации от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19 апреля 1991 года № 1032-I «О занятости населения в Российской Федерации»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192272,9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169348,4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22074,5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мол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дёжной политики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6363,56824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жильём молодых семей» государс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венной программы Ульяновской области «Развитие молодёжной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литики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6363,56824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дополнительной социальной выплаты молодым семьям на приобретение (стро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тельство) жилых помещений при рождении ребёнка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82 2 2401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995,2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82 2 2401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995,2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Мероприятия подпрограммы «Обеспечение жильём молодых с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мей» федеральной целевой пр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граммы «Жилище» на 2011-2015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82 2 5020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481,80817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82 2 5020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481,80817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предоставление соц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альных выплат молодым семьям на приобретение (строительство) ж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лых помещений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82 2 7017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4886,56007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82 2 7017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4004,8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82 2 7017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881,76007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2291,3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культуры и сохранение объектов культурного наследия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годы» государственной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культ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ры и сохранение объектов культу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ного наследия в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2291,3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реализацией Закона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от 2 мая 2012 года № 49-ЗО «О мерах социальной поддержки отдельных категорий молодых специалистов на террит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рии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87 1 7123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1174,6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87 1 7123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1174,6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5 апреля 2006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43-ЗО «О мерах государственной социальной поддержки отдельных категорий специалистов, работа</w:t>
            </w:r>
            <w:r w:rsidRPr="00507AB7">
              <w:rPr>
                <w:color w:val="000000"/>
                <w:sz w:val="28"/>
                <w:szCs w:val="28"/>
              </w:rPr>
              <w:t>ю</w:t>
            </w:r>
            <w:r w:rsidRPr="00507AB7">
              <w:rPr>
                <w:color w:val="000000"/>
                <w:sz w:val="28"/>
                <w:szCs w:val="28"/>
              </w:rPr>
              <w:t>щих и проживающих в сельских населённых пунктах, рабочих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сёлках и посёлках городского типа на территории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Средства на реализацию Закона Ульяновской области от 2 мая 2012 года № 49-ЗО «О мерах социальной поддержки отдельных категорий молодых специалистов на террит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рии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87 1 8005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Государственная программа Уль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новской области «Развитие физич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ской культуры и спорта в Ульяно</w:t>
            </w:r>
            <w:r w:rsidRPr="00507AB7">
              <w:rPr>
                <w:sz w:val="28"/>
                <w:szCs w:val="28"/>
              </w:rPr>
              <w:t>в</w:t>
            </w:r>
            <w:r w:rsidRPr="00507AB7">
              <w:rPr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344,14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Подпрограмма «Обеспечение ре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sz w:val="28"/>
                <w:szCs w:val="28"/>
              </w:rPr>
              <w:t>м</w:t>
            </w:r>
            <w:r w:rsidRPr="00507AB7">
              <w:rPr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344,14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26798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Субвенции на финансовое обесп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занных с реализацией Закона Уль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новской области от 2 мая 2012 года № 49-ЗО «О мерах социальной поддержки отдельных категорий молодых специалистов на террит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рии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267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267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267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89 1 7123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2679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331,34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26798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267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267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267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89 1 7123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2679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331,34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циалистов на территории Ульяно</w:t>
            </w:r>
            <w:r w:rsidRPr="00507AB7">
              <w:rPr>
                <w:sz w:val="28"/>
                <w:szCs w:val="28"/>
              </w:rPr>
              <w:t>в</w:t>
            </w:r>
            <w:r w:rsidRPr="00507AB7">
              <w:rPr>
                <w:sz w:val="28"/>
                <w:szCs w:val="28"/>
              </w:rPr>
              <w:t xml:space="preserve">ской области» 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сел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дукции, сырья и продовольствия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37111,0889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«Устойчивое разв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тие сельских территорий»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ственной программы Ульяновской области «Развитие сельского хозя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ства и регулирование рынков сел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скохозяйственной продукции, с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рья и продовольствия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37111,0889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лищных условий граждан, прож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вающих в сельской местности,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93 2 7065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93 2 7065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софинансирование мероприятий по улучшению ж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лищных условий молодых семей и молодых специалистов, прож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вающих в сельской местности,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93 2 7066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26611,0889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93 2 7066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26611,0889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дарственной ветеринарной службы Ульяновской области в 2014-2018 годах»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государственной ветеринарной службы Ульяновской области в 2014-2018 годах» государственной программы Ульяновской области «Развитие государственной ветер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нарной службы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 в 2014-2018 годах»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2 мая 2012 года № 49-ЗО «О мерах социальной поддержки отдельных категорий молодых 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циалистов на территории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94 1 8005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94 1 8005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1029364,6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и 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233304,4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и модернизация образования в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2014-2018 годы» государственной программы Ульяновской области «Развитие и модернизация образования в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233304,4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Денежные выплаты студентам, обучающимся в профессиональных образовательных организациях и образовательных организациях высшего образования, находящихся на территории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79 7 1813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6091,8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79 7 1813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6091,8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Меры социальной поддержки, пр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доставляемые талантливым и од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рённым обучающимся, педагогич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ским и научным работникам обр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зовательных организаций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79 7 1814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18878,0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79 7 1814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18878,0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выплатой родителям (з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конным представителям) детей,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сещающих муниципальные и час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ные образовательные организации, реализующие образовательную программу дошкольного образов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ния, компенсации части внесённой в соответствующие образовател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ные организации родительской платы за присмотр и уход за детьми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79 7 7122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206894,6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79 7 7122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206894,6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2 ноября 2011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180-ЗО «О некоторых мерах по улучшению демографической с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туации в Ульяновской области»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1440,0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79 7 8002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1440,0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635657,3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«Семья и дети»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сударственной программы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635657,3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F18D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Закона Ульяновской области от 31 августа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507AB7">
              <w:rPr>
                <w:color w:val="000000"/>
                <w:sz w:val="28"/>
                <w:szCs w:val="28"/>
              </w:rPr>
              <w:t>№ 112-ЗО «О единовременном 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нежном пособии гражданам, ус</w:t>
            </w:r>
            <w:r w:rsidRPr="00507AB7">
              <w:rPr>
                <w:color w:val="000000"/>
                <w:sz w:val="28"/>
                <w:szCs w:val="28"/>
              </w:rPr>
              <w:t>ы</w:t>
            </w:r>
            <w:r w:rsidRPr="00507AB7">
              <w:rPr>
                <w:color w:val="000000"/>
                <w:sz w:val="28"/>
                <w:szCs w:val="28"/>
              </w:rPr>
              <w:t>новившим (удочерившим) детей-сирот и детей, оставшихся без п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печения родителей, на территории Ульяновской области»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тей, оставшихся без попечения 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дителей, обучающимся в муниц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пальных образовательных орган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зациях, находящихся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3048,4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3048,4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Ремонт жилых помещений, пр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надлежащих детям-сиротам и 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тям, оставшимся без попечения 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3945,6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3945,6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держки в сфере гарантий права 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тавшихся без попечения родителей, на медицинское обеспечение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мер социальной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держки в сфере гарантий права 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а также лиц из числа детей-сирот и детей, о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тавшихся без попечения родителей, на образование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490,0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80 2 1309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490,0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последующих детей до достижения ребёнком во</w:t>
            </w:r>
            <w:r w:rsidRPr="00507AB7">
              <w:rPr>
                <w:sz w:val="28"/>
                <w:szCs w:val="28"/>
              </w:rPr>
              <w:t>з</w:t>
            </w:r>
            <w:r w:rsidRPr="00507AB7">
              <w:rPr>
                <w:sz w:val="28"/>
                <w:szCs w:val="28"/>
              </w:rPr>
              <w:t>раста трёх лет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80 2 5084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176770,4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80 2 5084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176770,4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ния, в семью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80 2 5260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10427,5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80 2 5260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10427,5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Осуществление переданных орг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нам государственной власти суб</w:t>
            </w:r>
            <w:r w:rsidRPr="00507AB7">
              <w:rPr>
                <w:color w:val="000000"/>
                <w:sz w:val="28"/>
                <w:szCs w:val="28"/>
              </w:rPr>
              <w:t>ъ</w:t>
            </w:r>
            <w:r w:rsidRPr="00507AB7">
              <w:rPr>
                <w:color w:val="000000"/>
                <w:sz w:val="28"/>
                <w:szCs w:val="28"/>
              </w:rPr>
              <w:t>ектов Российской Федерации в с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ответствии с пунктом 3 статьи 25 Федерального закона «Об основах системы профилактики безнадзо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ности и правонарушений несове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шеннолетних» полномочий Росси</w:t>
            </w:r>
            <w:r w:rsidRPr="00507AB7">
              <w:rPr>
                <w:color w:val="000000"/>
                <w:sz w:val="28"/>
                <w:szCs w:val="28"/>
              </w:rPr>
              <w:t>й</w:t>
            </w:r>
            <w:r w:rsidRPr="00507AB7">
              <w:rPr>
                <w:color w:val="000000"/>
                <w:sz w:val="28"/>
                <w:szCs w:val="28"/>
              </w:rPr>
              <w:t>ской Федерации по осуществлению деятельности, связанной с перево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кой между субъектами Российской Федерации, а также в пределах те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риторий государств – участников Содружества Независимых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 несовершеннолетних, сам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вольно ушедших из семей, детских домов, школ-интернатов, специал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учебно-воспитательных и иных детских учреждений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осуществлением ежем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сячной денежной выплаты на обе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печение проезда детей-сирот и 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тей, оставшихся без попечения 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дителей, а также лиц из числа 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тей-сирот и детей, оставшихся без попечения родителей, обучающи</w:t>
            </w:r>
            <w:r w:rsidRPr="00507AB7">
              <w:rPr>
                <w:color w:val="000000"/>
                <w:sz w:val="28"/>
                <w:szCs w:val="28"/>
              </w:rPr>
              <w:t>х</w:t>
            </w:r>
            <w:r w:rsidRPr="00507AB7">
              <w:rPr>
                <w:color w:val="000000"/>
                <w:sz w:val="28"/>
                <w:szCs w:val="28"/>
              </w:rPr>
              <w:t>ся в муниципальных образовател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ратно к месту обучения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80 2 7104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9743,0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80 2 7104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9743,0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осуществлением ежем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сячной выплаты на содержание 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бёнка в семье опекуна (попечителя) и приёмной семье, а также по 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ществлению выплаты вознагражд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ния, причитающегося приёмному родителю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80 2 7105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411045,0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80 2 7105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411045,0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опекой и попечительством в отношении несовершеннолетних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80 2 7106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13435,4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80 2 7106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13435,4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стро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тельства и архитектуры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160402,9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«Стимулирование развития жилищного строительства в Ульяновской области на 2014-2018 годы»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«Ра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витие строительства и архитектуры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160402,9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предоставления ж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507AB7">
              <w:rPr>
                <w:color w:val="000000"/>
                <w:sz w:val="28"/>
                <w:szCs w:val="28"/>
              </w:rPr>
              <w:t>н</w:t>
            </w:r>
            <w:r w:rsidRPr="00507AB7">
              <w:rPr>
                <w:color w:val="000000"/>
                <w:sz w:val="28"/>
                <w:szCs w:val="28"/>
              </w:rPr>
              <w:t>ных жилых помещений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85 1 4003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137301,0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85 1 4003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137301,0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10FB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Компенсация расходов за наём (поднаём) жилого помещения д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 xml:space="preserve">тям-сиротам, детям, оставшимся без попечения родителей, </w:t>
            </w:r>
            <w:r>
              <w:rPr>
                <w:sz w:val="28"/>
                <w:szCs w:val="28"/>
              </w:rPr>
              <w:t xml:space="preserve">а </w:t>
            </w:r>
            <w:r w:rsidRPr="00507AB7">
              <w:rPr>
                <w:sz w:val="28"/>
                <w:szCs w:val="28"/>
              </w:rPr>
              <w:t>также лицам из числа детей-сирот и д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тей, оставшихся без попечения р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дителей, на территории Ульяно</w:t>
            </w:r>
            <w:r w:rsidRPr="00507AB7">
              <w:rPr>
                <w:sz w:val="28"/>
                <w:szCs w:val="28"/>
              </w:rPr>
              <w:t>в</w:t>
            </w:r>
            <w:r w:rsidRPr="00507AB7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85 1 4006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1362,6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85 1 4006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1362,6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циализированных жилых помещ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85 1 5082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21739,3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85 1 5082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21739,3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Другие вопросы в области соц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альной политики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320827,2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здрав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охранения в Ульяновской области» на 2014-2020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Единовременные компенсационные выплаты медицинским работникам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78 0 2118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Осуществление единовременных выплат медицинским работникам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78 0 5136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78 0 5136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30000,0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«Социальная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держка и защита населения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272327,2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мы» государственной программы Ульяновской области «Социальная поддержка и защита населения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80 6 0000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272327,2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100216,1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94374,8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5405,3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436,0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169611,1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168048,6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1291,2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по энергосбережению и энергоэффективности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80 6 8018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стро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тельства и архитектуры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«Стимулирование развития жилищного строительства в Ульяновской области на 2014-2018 годы»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«Ра</w:t>
            </w:r>
            <w:r w:rsidRPr="00507AB7">
              <w:rPr>
                <w:color w:val="000000"/>
                <w:sz w:val="28"/>
                <w:szCs w:val="28"/>
              </w:rPr>
              <w:t>з</w:t>
            </w:r>
            <w:r w:rsidRPr="00507AB7">
              <w:rPr>
                <w:color w:val="000000"/>
                <w:sz w:val="28"/>
                <w:szCs w:val="28"/>
              </w:rPr>
              <w:t>витие строительства и архитектуры в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работникам обла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стных государственных учрежд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ний Ульяновской области един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временных социальных выплат на приобретение жилых помещений с привлечением средств ипотечных кредитов (займов)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85 1 4001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4400,0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85 1 4001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4400,0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Субсидии на осуществление рабо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никам муниципальных учреждений муниципальных образований Уль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новской области единовременных социальных выплат на приобрет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ние жилых помещений с привлеч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нием средств ипотечных кредитов (займов)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85 1 7020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06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85 1 7020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572980,49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физич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автономн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го учреждения «Управление спо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тивными сооружениями»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89 1 6111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89 1 6111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387919,7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физич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387919,7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Финансовое обеспечение расходов общепрограммного характера по федеральной целевой программе «Развитие физической культуры и спорта в Российской Федерации на 2006-2015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89 0 5095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134068,1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89 0 5095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134068,1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Реконструкция, ремонт объектов спорта, подготовка проектной д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кументации, проведение государс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венной экспертизы проектной до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507AB7">
              <w:rPr>
                <w:color w:val="000000"/>
                <w:sz w:val="28"/>
                <w:szCs w:val="28"/>
              </w:rPr>
              <w:t>кументации создаваемых объектов спорта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64000,0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64000,0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Приобретение зданий и сооруж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ний в государственную собстве</w:t>
            </w:r>
            <w:r w:rsidRPr="00507AB7">
              <w:rPr>
                <w:sz w:val="28"/>
                <w:szCs w:val="28"/>
              </w:rPr>
              <w:t>н</w:t>
            </w:r>
            <w:r w:rsidRPr="00507AB7">
              <w:rPr>
                <w:sz w:val="28"/>
                <w:szCs w:val="28"/>
              </w:rPr>
              <w:t>ность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89 0 6105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89 0 6105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строительство и р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конструкцию объектов спорта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89 0 7016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71284,6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89 0 7016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71284,6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на софинансирование расходных обязательств муниц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пальных образований Ульяновской области по ремонту объектов спо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89 0 7082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4725,0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89 0 7082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4725,0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101842,0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Реализация мероприятий подпр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граммы «Развитие футбола в Ро</w:t>
            </w:r>
            <w:r w:rsidRPr="00507AB7">
              <w:rPr>
                <w:sz w:val="28"/>
                <w:szCs w:val="28"/>
              </w:rPr>
              <w:t>с</w:t>
            </w:r>
            <w:r w:rsidRPr="00507AB7">
              <w:rPr>
                <w:sz w:val="28"/>
                <w:szCs w:val="28"/>
              </w:rPr>
              <w:t>сийской Федерации на 2008-2015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89 1 5017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16842,0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89 1 5017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16842,0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54980,0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Дополнительное материальное обеспечение лиц, проживающих на территории Ульяновской области и имеющих выдающиеся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89 1 6114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89 1 6114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113480,0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физич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113480,0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Финансовое обеспечение участия спортивных клубов по игровым в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дам спорта в соответствующих спортивных мероприятиях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Финансовое обеспечение деятел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ности экспериментальных групп олимпийской подготовки по баз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вым видам спорта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27000,0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24720,0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26480,0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«Центр спортивной подготовки»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26480,0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24694,0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1243,4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542,6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Другие вопросы в области физич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ской культуры и спорта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16667,69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«Развитие физич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ской культуры и спорта в Ульяно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16667,69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«Обеспечение ре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лизации государственной програ</w:t>
            </w:r>
            <w:r w:rsidRPr="00507AB7">
              <w:rPr>
                <w:color w:val="000000"/>
                <w:sz w:val="28"/>
                <w:szCs w:val="28"/>
              </w:rPr>
              <w:t>м</w:t>
            </w:r>
            <w:r w:rsidRPr="00507AB7">
              <w:rPr>
                <w:color w:val="000000"/>
                <w:sz w:val="28"/>
                <w:szCs w:val="28"/>
              </w:rPr>
              <w:t>мы Ульяновской области «Развитие физической культуры и спорта в Ульяновской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16667,69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Субсидии автономной некоммерч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ской организации «Дирекция по подготовке и проведению Чемпи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ната мира по хоккею с мячом в 2016 году» на финансовое обесп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чение затрат, связанных с её де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тельностью, а также подготовкой и проведением Чемпионата мира по хоккею с мячом в 2016 году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89 1 6115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5090,7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Предоставление субсидий бюдже</w:t>
            </w:r>
            <w:r w:rsidRPr="00507AB7">
              <w:rPr>
                <w:sz w:val="28"/>
                <w:szCs w:val="28"/>
              </w:rPr>
              <w:t>т</w:t>
            </w:r>
            <w:r w:rsidRPr="00507AB7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89 1 6115</w:t>
            </w:r>
          </w:p>
        </w:tc>
        <w:tc>
          <w:tcPr>
            <w:tcW w:w="720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5090,7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C604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Проведение независимой эксперт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зы финансовой модели проекта строительства и эксплуатации имущественного комплекса «Во</w:t>
            </w:r>
            <w:r w:rsidRPr="00507AB7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га-с</w:t>
            </w:r>
            <w:r w:rsidRPr="00507AB7">
              <w:rPr>
                <w:sz w:val="28"/>
                <w:szCs w:val="28"/>
              </w:rPr>
              <w:t>порт-</w:t>
            </w:r>
            <w:r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рена»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89 1 6116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89 1 6116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дарственных органов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10526,99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9278,89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847,6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400,5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181405,6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77316,2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«Гражданское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щество и государственная наци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нальная политика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77316,2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информ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ционного пространства на террит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рии Ульяновской области» на 2015-2018 годы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«Гражданское общество и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ственная национальная политика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77316,2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34844,0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81 3 2513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11744,0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23100,0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Информирование о деятельности политических партий, предста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ленных в Законодательном Собр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нии Ульяновской области, при о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вещении их деятельности реги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нальным телеканалом и радиокан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лом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2106,0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81 3 2514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2106,0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телер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диокомпаний, учреждённых Прав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тельством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37526,2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81 3 2515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37526,2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Субсидии организациям, осущест</w:t>
            </w:r>
            <w:r w:rsidRPr="00507AB7">
              <w:rPr>
                <w:color w:val="000000"/>
                <w:sz w:val="28"/>
                <w:szCs w:val="28"/>
              </w:rPr>
              <w:t>в</w:t>
            </w:r>
            <w:r w:rsidRPr="00507AB7">
              <w:rPr>
                <w:color w:val="000000"/>
                <w:sz w:val="28"/>
                <w:szCs w:val="28"/>
              </w:rPr>
              <w:t>ляющим производство, распростр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нение и тиражирование соц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ально значимых программ в сфере эле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тронных средств массовой инфо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мации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2840,0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81 3 2516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2840,0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Периодическая печать и издател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81405,4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«Гражданское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щество и государственная наци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нальная политика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81405,4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информ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ционного пространства на террит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рии Ульяновской области» на 2015-2018 годы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«Гражданское общество и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ственная национальная политика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81405,4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Поддержка в области периодич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ских печатных средств массовой информации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17800,0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81 3 2517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17800,0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Областные автономные учрежд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в сфере периодических печа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ных средств массовой информации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63605,4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Предоставление субсидий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81 3 2518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63605,4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22684,0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19384,0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Обеспечение деятельности облас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ного государственного казённого учреждения «Аналитика»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19384,0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18141,3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1203,3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39,4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«Гражданское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щество и государственная наци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нальная политика Ульяновской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«Развитие информ</w:t>
            </w:r>
            <w:r w:rsidRPr="00507AB7">
              <w:rPr>
                <w:color w:val="000000"/>
                <w:sz w:val="28"/>
                <w:szCs w:val="28"/>
              </w:rPr>
              <w:t>а</w:t>
            </w:r>
            <w:r w:rsidRPr="00507AB7">
              <w:rPr>
                <w:color w:val="000000"/>
                <w:sz w:val="28"/>
                <w:szCs w:val="28"/>
              </w:rPr>
              <w:t>ционного пространства на террит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рии Ульяновской области» на 2015-2018 годы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«Гражданское общество и госуда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ственная национальная политика Ульяновской области» на 2014-2018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сфере информац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онной политики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3300,0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1450,0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1439737,9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«Управление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сударственными финансами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2015-2019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«Управление гос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дарственным долгом Ульяновской области» государственной 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граммы Ульяновской области «Управление государственными финансами Ульяновской области» на 2015-2019 годы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95 1 0000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Управление государственным до</w:t>
            </w:r>
            <w:r w:rsidRPr="00507AB7">
              <w:rPr>
                <w:color w:val="000000"/>
                <w:sz w:val="28"/>
                <w:szCs w:val="28"/>
              </w:rPr>
              <w:t>л</w:t>
            </w:r>
            <w:r w:rsidRPr="00507AB7">
              <w:rPr>
                <w:color w:val="000000"/>
                <w:sz w:val="28"/>
                <w:szCs w:val="28"/>
              </w:rPr>
              <w:t>гом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95 1 6501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95 1 6501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Межбюджетные трансферты о</w:t>
            </w:r>
            <w:r w:rsidRPr="00507AB7"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Pr="00507AB7">
              <w:rPr>
                <w:b/>
                <w:bCs/>
                <w:color w:val="000000"/>
                <w:sz w:val="28"/>
                <w:szCs w:val="28"/>
              </w:rPr>
              <w:t>щего характера бюджетам бю</w:t>
            </w:r>
            <w:r w:rsidRPr="00507AB7">
              <w:rPr>
                <w:b/>
                <w:bCs/>
                <w:color w:val="000000"/>
                <w:sz w:val="28"/>
                <w:szCs w:val="28"/>
              </w:rPr>
              <w:t>д</w:t>
            </w:r>
            <w:r w:rsidRPr="00507AB7">
              <w:rPr>
                <w:b/>
                <w:bCs/>
                <w:color w:val="000000"/>
                <w:sz w:val="28"/>
                <w:szCs w:val="28"/>
              </w:rPr>
              <w:t>жетной системы Российской Ф</w:t>
            </w:r>
            <w:r w:rsidRPr="00507AB7"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Pr="00507AB7">
              <w:rPr>
                <w:b/>
                <w:bCs/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1909907,46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Дотации на выравнивание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ной обеспеченности субъектов Ро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сийской Федерации и муниципал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1611964,3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«Управление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сударственными финансами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2015-2019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1611964,3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«Повышение э</w:t>
            </w:r>
            <w:r w:rsidRPr="00507AB7">
              <w:rPr>
                <w:color w:val="000000"/>
                <w:sz w:val="28"/>
                <w:szCs w:val="28"/>
              </w:rPr>
              <w:t>ф</w:t>
            </w:r>
            <w:r w:rsidRPr="00507AB7">
              <w:rPr>
                <w:color w:val="000000"/>
                <w:sz w:val="28"/>
                <w:szCs w:val="28"/>
              </w:rPr>
              <w:t>фективности предоставления ме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бюджетных трансфертов бюджетам муниципальных районов (горо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ских округов)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государственной программы Ульяновской области «Управление государственными финансами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2015-2019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1611964,3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Дотации на выравнивание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ной обеспеченности городских о</w:t>
            </w:r>
            <w:r w:rsidRPr="00507AB7">
              <w:rPr>
                <w:color w:val="000000"/>
                <w:sz w:val="28"/>
                <w:szCs w:val="28"/>
              </w:rPr>
              <w:t>к</w:t>
            </w:r>
            <w:r w:rsidRPr="00507AB7">
              <w:rPr>
                <w:color w:val="000000"/>
                <w:sz w:val="28"/>
                <w:szCs w:val="28"/>
              </w:rPr>
              <w:t>ругов Ульяновской области из о</w:t>
            </w:r>
            <w:r w:rsidRPr="00507AB7">
              <w:rPr>
                <w:color w:val="000000"/>
                <w:sz w:val="28"/>
                <w:szCs w:val="28"/>
              </w:rPr>
              <w:t>б</w:t>
            </w:r>
            <w:r w:rsidRPr="00507AB7">
              <w:rPr>
                <w:color w:val="000000"/>
                <w:sz w:val="28"/>
                <w:szCs w:val="28"/>
              </w:rPr>
              <w:t>ластного фонда финансовой по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держки поселений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95 2 7201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205315,2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95 2 7201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205315,2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Дотации на выравнивание бюдже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ной обеспеченности муниципал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ных районов и городских округов Ульяновской области из областного фонда финансовой поддержки м</w:t>
            </w:r>
            <w:r w:rsidRPr="00507AB7">
              <w:rPr>
                <w:color w:val="000000"/>
                <w:sz w:val="28"/>
                <w:szCs w:val="28"/>
              </w:rPr>
              <w:t>у</w:t>
            </w:r>
            <w:r w:rsidRPr="00507AB7">
              <w:rPr>
                <w:color w:val="000000"/>
                <w:sz w:val="28"/>
                <w:szCs w:val="28"/>
              </w:rPr>
              <w:t>ниципальных районов (городских округов)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95 2 7202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1406649,1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95 2 7202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1406649,1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Прочие межбюджетные трансфе</w:t>
            </w:r>
            <w:r w:rsidRPr="00507AB7">
              <w:rPr>
                <w:color w:val="000000"/>
                <w:sz w:val="28"/>
                <w:szCs w:val="28"/>
              </w:rPr>
              <w:t>р</w:t>
            </w:r>
            <w:r w:rsidRPr="00507AB7">
              <w:rPr>
                <w:color w:val="000000"/>
                <w:sz w:val="28"/>
                <w:szCs w:val="28"/>
              </w:rPr>
              <w:t>ты общего характера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297943,16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граммных направлений деятельн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66274,3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Субсидии на реализацию проектов развития муниципальных образ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ваний Ульяновской области, подг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товленных на основе местных ин</w:t>
            </w:r>
            <w:r w:rsidRPr="00507AB7">
              <w:rPr>
                <w:sz w:val="28"/>
                <w:szCs w:val="28"/>
              </w:rPr>
              <w:t>и</w:t>
            </w:r>
            <w:r w:rsidRPr="00507AB7">
              <w:rPr>
                <w:sz w:val="28"/>
                <w:szCs w:val="28"/>
              </w:rPr>
              <w:t>циатив граждан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11 0 7042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11 0 7042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12000,0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Реализация мероприятий по разв</w:t>
            </w:r>
            <w:r w:rsidRPr="00507AB7">
              <w:rPr>
                <w:color w:val="000000"/>
                <w:sz w:val="28"/>
                <w:szCs w:val="28"/>
              </w:rPr>
              <w:t>и</w:t>
            </w:r>
            <w:r w:rsidRPr="00507AB7">
              <w:rPr>
                <w:color w:val="000000"/>
                <w:sz w:val="28"/>
                <w:szCs w:val="28"/>
              </w:rPr>
              <w:t>тию инфраструктуры муниципал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ного образования «город Дими</w:t>
            </w:r>
            <w:r w:rsidRPr="00507AB7">
              <w:rPr>
                <w:color w:val="000000"/>
                <w:sz w:val="28"/>
                <w:szCs w:val="28"/>
              </w:rPr>
              <w:t>т</w:t>
            </w:r>
            <w:r w:rsidRPr="00507AB7">
              <w:rPr>
                <w:color w:val="000000"/>
                <w:sz w:val="28"/>
                <w:szCs w:val="28"/>
              </w:rPr>
              <w:t>ровград»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11 0 7301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46274,3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11 0 7301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46274,3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Дотации муниципальным образ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ваниям Ульяновской области в ц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лях содействия достижению и (или) поощрения достижения наилучших значений показателей для оценки эффективности деятельности орг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нов местного самоуправления г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родских округов и муниципальных районов Ульяновской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11 0 7311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11 0 7311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8000,0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Государственная программа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 «Управление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сударственными финансами Уль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новской области» на 2015-2019 г</w:t>
            </w:r>
            <w:r w:rsidRPr="00507AB7">
              <w:rPr>
                <w:color w:val="000000"/>
                <w:sz w:val="28"/>
                <w:szCs w:val="28"/>
              </w:rPr>
              <w:t>о</w:t>
            </w:r>
            <w:r w:rsidRPr="00507AB7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231668,86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Подпрограмма «Повышение э</w:t>
            </w:r>
            <w:r w:rsidRPr="00507AB7">
              <w:rPr>
                <w:color w:val="000000"/>
                <w:sz w:val="28"/>
                <w:szCs w:val="28"/>
              </w:rPr>
              <w:t>ф</w:t>
            </w:r>
            <w:r w:rsidRPr="00507AB7">
              <w:rPr>
                <w:color w:val="000000"/>
                <w:sz w:val="28"/>
                <w:szCs w:val="28"/>
              </w:rPr>
              <w:t>фективности предоставления ме</w:t>
            </w:r>
            <w:r w:rsidRPr="00507AB7">
              <w:rPr>
                <w:color w:val="000000"/>
                <w:sz w:val="28"/>
                <w:szCs w:val="28"/>
              </w:rPr>
              <w:t>ж</w:t>
            </w:r>
            <w:r w:rsidRPr="00507AB7">
              <w:rPr>
                <w:color w:val="000000"/>
                <w:sz w:val="28"/>
                <w:szCs w:val="28"/>
              </w:rPr>
              <w:t>бюджетных трансфертов бюджетам муниципальных районов (горо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ских округов) Ульяновской обла</w:t>
            </w:r>
            <w:r w:rsidRPr="00507AB7">
              <w:rPr>
                <w:color w:val="000000"/>
                <w:sz w:val="28"/>
                <w:szCs w:val="28"/>
              </w:rPr>
              <w:t>с</w:t>
            </w:r>
            <w:r w:rsidRPr="00507AB7">
              <w:rPr>
                <w:color w:val="000000"/>
                <w:sz w:val="28"/>
                <w:szCs w:val="28"/>
              </w:rPr>
              <w:t>ти» государственной программы Ульяновской области «Управление государственными финансами Ул</w:t>
            </w:r>
            <w:r w:rsidRPr="00507AB7">
              <w:rPr>
                <w:color w:val="000000"/>
                <w:sz w:val="28"/>
                <w:szCs w:val="28"/>
              </w:rPr>
              <w:t>ь</w:t>
            </w:r>
            <w:r w:rsidRPr="00507AB7">
              <w:rPr>
                <w:color w:val="000000"/>
                <w:sz w:val="28"/>
                <w:szCs w:val="28"/>
              </w:rPr>
              <w:t>яновской области» на 2015-2019 годы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95 2 0000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231668,86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Субсидии бюджетам муниципал</w:t>
            </w:r>
            <w:r w:rsidRPr="00507AB7">
              <w:rPr>
                <w:sz w:val="28"/>
                <w:szCs w:val="28"/>
              </w:rPr>
              <w:t>ь</w:t>
            </w:r>
            <w:r w:rsidRPr="00507AB7">
              <w:rPr>
                <w:sz w:val="28"/>
                <w:szCs w:val="28"/>
              </w:rPr>
              <w:t>ных районов (городских округов) Ульяновской области в целях с</w:t>
            </w:r>
            <w:r w:rsidRPr="00507AB7">
              <w:rPr>
                <w:sz w:val="28"/>
                <w:szCs w:val="28"/>
              </w:rPr>
              <w:t>о</w:t>
            </w:r>
            <w:r w:rsidRPr="00507AB7">
              <w:rPr>
                <w:sz w:val="28"/>
                <w:szCs w:val="28"/>
              </w:rPr>
              <w:t>финансирования расходов на в</w:t>
            </w:r>
            <w:r w:rsidRPr="00507AB7">
              <w:rPr>
                <w:sz w:val="28"/>
                <w:szCs w:val="28"/>
              </w:rPr>
              <w:t>ы</w:t>
            </w:r>
            <w:r w:rsidRPr="00507AB7">
              <w:rPr>
                <w:sz w:val="28"/>
                <w:szCs w:val="28"/>
              </w:rPr>
              <w:t>плату заработной платы с начисл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ниями работникам муниципальных учреждений (за исключением орг</w:t>
            </w:r>
            <w:r w:rsidRPr="00507AB7">
              <w:rPr>
                <w:sz w:val="28"/>
                <w:szCs w:val="28"/>
              </w:rPr>
              <w:t>а</w:t>
            </w:r>
            <w:r w:rsidRPr="00507AB7">
              <w:rPr>
                <w:sz w:val="28"/>
                <w:szCs w:val="28"/>
              </w:rPr>
              <w:t>нов местного самоуправления) м</w:t>
            </w:r>
            <w:r w:rsidRPr="00507AB7">
              <w:rPr>
                <w:sz w:val="28"/>
                <w:szCs w:val="28"/>
              </w:rPr>
              <w:t>у</w:t>
            </w:r>
            <w:r w:rsidRPr="00507AB7">
              <w:rPr>
                <w:sz w:val="28"/>
                <w:szCs w:val="28"/>
              </w:rPr>
              <w:t>ниципальных образований, оплату коммунальных услуг и приобрет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ние твёрдого топлива (уголь, дрова) муниципальными учреждениями (за исключением органов местного самоуправления) (включая погаш</w:t>
            </w:r>
            <w:r w:rsidRPr="00507AB7">
              <w:rPr>
                <w:sz w:val="28"/>
                <w:szCs w:val="28"/>
              </w:rPr>
              <w:t>е</w:t>
            </w:r>
            <w:r w:rsidRPr="00507AB7">
              <w:rPr>
                <w:sz w:val="28"/>
                <w:szCs w:val="28"/>
              </w:rPr>
              <w:t>ние кредиторской задолженности) муниципальных образований Уль</w:t>
            </w:r>
            <w:r w:rsidRPr="00507AB7">
              <w:rPr>
                <w:sz w:val="28"/>
                <w:szCs w:val="28"/>
              </w:rPr>
              <w:t>я</w:t>
            </w:r>
            <w:r w:rsidRPr="00507AB7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95 2 7041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102161,56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95 2 7041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07AB7">
              <w:rPr>
                <w:sz w:val="28"/>
                <w:szCs w:val="28"/>
              </w:rPr>
              <w:t>102161,56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Субвенции на финансовое обесп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чение расходных обязательств, св</w:t>
            </w:r>
            <w:r w:rsidRPr="00507AB7">
              <w:rPr>
                <w:color w:val="000000"/>
                <w:sz w:val="28"/>
                <w:szCs w:val="28"/>
              </w:rPr>
              <w:t>я</w:t>
            </w:r>
            <w:r w:rsidRPr="00507AB7">
              <w:rPr>
                <w:color w:val="000000"/>
                <w:sz w:val="28"/>
                <w:szCs w:val="28"/>
              </w:rPr>
              <w:t>занных с расчётом и предоставл</w:t>
            </w:r>
            <w:r w:rsidRPr="00507AB7">
              <w:rPr>
                <w:color w:val="000000"/>
                <w:sz w:val="28"/>
                <w:szCs w:val="28"/>
              </w:rPr>
              <w:t>е</w:t>
            </w:r>
            <w:r w:rsidRPr="00507AB7">
              <w:rPr>
                <w:color w:val="000000"/>
                <w:sz w:val="28"/>
                <w:szCs w:val="28"/>
              </w:rPr>
              <w:t>нием дотаций на выравнивание бюджетной обеспеченности бю</w:t>
            </w:r>
            <w:r w:rsidRPr="00507AB7">
              <w:rPr>
                <w:color w:val="000000"/>
                <w:sz w:val="28"/>
                <w:szCs w:val="28"/>
              </w:rPr>
              <w:t>д</w:t>
            </w:r>
            <w:r w:rsidRPr="00507AB7">
              <w:rPr>
                <w:color w:val="000000"/>
                <w:sz w:val="28"/>
                <w:szCs w:val="28"/>
              </w:rPr>
              <w:t>жетам поселений</w:t>
            </w:r>
          </w:p>
        </w:tc>
        <w:tc>
          <w:tcPr>
            <w:tcW w:w="567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95 2 7131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129507,3</w:t>
            </w:r>
          </w:p>
        </w:tc>
      </w:tr>
      <w:tr w:rsidR="00FA12FA" w:rsidRPr="00507AB7" w:rsidTr="00EB3601">
        <w:trPr>
          <w:gridAfter w:val="1"/>
          <w:wAfter w:w="315" w:type="dxa"/>
        </w:trPr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95 2 7131</w:t>
            </w: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FA12FA" w:rsidRPr="00507AB7" w:rsidRDefault="00FA12FA" w:rsidP="00FC37D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07AB7">
              <w:rPr>
                <w:color w:val="000000"/>
                <w:sz w:val="28"/>
                <w:szCs w:val="28"/>
              </w:rPr>
              <w:t>129507,3</w:t>
            </w:r>
          </w:p>
        </w:tc>
      </w:tr>
      <w:tr w:rsidR="00FA12FA" w:rsidRPr="00507AB7" w:rsidTr="00EB3601">
        <w:tc>
          <w:tcPr>
            <w:tcW w:w="4551" w:type="dxa"/>
            <w:vAlign w:val="center"/>
          </w:tcPr>
          <w:p w:rsidR="00FA12FA" w:rsidRPr="00507AB7" w:rsidRDefault="00FA12FA" w:rsidP="008E46D6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507AB7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FA12FA" w:rsidRPr="00507AB7" w:rsidRDefault="00FA12FA" w:rsidP="008E46D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FA12FA" w:rsidRPr="00EB3601" w:rsidRDefault="00FA12FA" w:rsidP="00FC37D3">
            <w:pPr>
              <w:spacing w:line="360" w:lineRule="auto"/>
              <w:jc w:val="right"/>
              <w:rPr>
                <w:b/>
                <w:bCs/>
                <w:color w:val="000000"/>
                <w:spacing w:val="-8"/>
                <w:sz w:val="28"/>
                <w:szCs w:val="28"/>
              </w:rPr>
            </w:pPr>
            <w:r w:rsidRPr="00EB3601">
              <w:rPr>
                <w:b/>
                <w:bCs/>
                <w:color w:val="000000"/>
                <w:spacing w:val="-8"/>
                <w:sz w:val="28"/>
                <w:szCs w:val="28"/>
              </w:rPr>
              <w:t>41179370,24446</w:t>
            </w:r>
            <w:r w:rsidRPr="00EB3601">
              <w:rPr>
                <w:bCs/>
                <w:color w:val="000000"/>
                <w:spacing w:val="-8"/>
                <w:sz w:val="28"/>
                <w:szCs w:val="28"/>
              </w:rPr>
              <w:t>»;</w:t>
            </w:r>
          </w:p>
        </w:tc>
        <w:tc>
          <w:tcPr>
            <w:tcW w:w="315" w:type="dxa"/>
          </w:tcPr>
          <w:p w:rsidR="00FA12FA" w:rsidRPr="00507AB7" w:rsidRDefault="00FA12FA"/>
        </w:tc>
      </w:tr>
    </w:tbl>
    <w:p w:rsidR="00FA12FA" w:rsidRPr="007D2FF5" w:rsidRDefault="00FA12FA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9</w:t>
      </w:r>
      <w:r w:rsidRPr="007D2FF5">
        <w:rPr>
          <w:sz w:val="28"/>
        </w:rPr>
        <w:t xml:space="preserve">) </w:t>
      </w:r>
      <w:r w:rsidRPr="007D2FF5">
        <w:rPr>
          <w:sz w:val="28"/>
          <w:szCs w:val="28"/>
        </w:rPr>
        <w:t>в приложении 9:</w:t>
      </w:r>
    </w:p>
    <w:p w:rsidR="00FA12FA" w:rsidRDefault="00FA12FA" w:rsidP="006A4D9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6A4D93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6A4D93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6A4D93">
        <w:rPr>
          <w:sz w:val="28"/>
          <w:szCs w:val="28"/>
        </w:rPr>
        <w:t>Развитие транспортной системы Ульяновской области</w:t>
      </w:r>
      <w:r>
        <w:rPr>
          <w:sz w:val="28"/>
          <w:szCs w:val="28"/>
        </w:rPr>
        <w:t>»</w:t>
      </w:r>
      <w:r w:rsidRPr="006A4D93">
        <w:rPr>
          <w:sz w:val="28"/>
          <w:szCs w:val="28"/>
        </w:rPr>
        <w:t xml:space="preserve"> на 2014-2019 годы</w:t>
      </w:r>
      <w:r>
        <w:rPr>
          <w:sz w:val="28"/>
          <w:szCs w:val="28"/>
        </w:rPr>
        <w:t>» (Рз 04 ПР 09 ЦС 92 0 0000) цифры «2816954,3» заменить цифрами «2801628,49», цифры «2507967,6» заменить цифрами «2474475,674»;</w:t>
      </w:r>
    </w:p>
    <w:p w:rsidR="00FA12FA" w:rsidRDefault="00FA12FA" w:rsidP="00571DA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6A4D93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6A4D93">
        <w:rPr>
          <w:sz w:val="28"/>
          <w:szCs w:val="28"/>
        </w:rPr>
        <w:t>Подпрограмма «Развитие системы дорожного хозяйства Уль</w:t>
      </w:r>
      <w:r w:rsidRPr="006A4D93">
        <w:rPr>
          <w:sz w:val="28"/>
          <w:szCs w:val="28"/>
        </w:rPr>
        <w:t>я</w:t>
      </w:r>
      <w:r w:rsidRPr="006A4D93">
        <w:rPr>
          <w:sz w:val="28"/>
          <w:szCs w:val="28"/>
        </w:rPr>
        <w:t>новской области в 2014-2019 годах» государственной программы Ульяновской области «Развитие транспортной системы Ульяновской области» на 2014-2019 г</w:t>
      </w:r>
      <w:r w:rsidRPr="006A4D93">
        <w:rPr>
          <w:sz w:val="28"/>
          <w:szCs w:val="28"/>
        </w:rPr>
        <w:t>о</w:t>
      </w:r>
      <w:r w:rsidRPr="006A4D93">
        <w:rPr>
          <w:sz w:val="28"/>
          <w:szCs w:val="28"/>
        </w:rPr>
        <w:t>ды</w:t>
      </w:r>
      <w:r>
        <w:rPr>
          <w:sz w:val="28"/>
          <w:szCs w:val="28"/>
        </w:rPr>
        <w:t>» (Рз 04 ПР 09 ЦС 92 1 0000) цифры «2550045,9» заменить цифрами «2534720,09», цифры «2240819,5» заменить цифрами «2207327,574»;</w:t>
      </w:r>
    </w:p>
    <w:p w:rsidR="00FA12FA" w:rsidRDefault="00FA12FA" w:rsidP="006A4D9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6A4D93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143CF0">
        <w:rPr>
          <w:sz w:val="28"/>
          <w:szCs w:val="28"/>
        </w:rPr>
        <w:t>Мероприятия по развитию системы дорожного хозяйства Уль</w:t>
      </w:r>
      <w:r w:rsidRPr="00143CF0">
        <w:rPr>
          <w:sz w:val="28"/>
          <w:szCs w:val="28"/>
        </w:rPr>
        <w:t>я</w:t>
      </w:r>
      <w:r w:rsidRPr="00143CF0">
        <w:rPr>
          <w:sz w:val="28"/>
          <w:szCs w:val="28"/>
        </w:rPr>
        <w:t>новской области</w:t>
      </w:r>
      <w:r>
        <w:rPr>
          <w:sz w:val="28"/>
          <w:szCs w:val="28"/>
        </w:rPr>
        <w:t>» (Рз 04 ПР 09 ЦС 92 1 4201) цифры «1954943,4»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«1939617,59», цифры «1648568,9» заменить цифрами «1615076,974»;</w:t>
      </w:r>
    </w:p>
    <w:p w:rsidR="00FA12FA" w:rsidRDefault="00FA12FA" w:rsidP="006A4D9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6A4D93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«Закупка товаров, работ и услуг для государственных (муниц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пальных) нужд» (Рз 04 ПР 09 ЦС 92 1 4201 ВР 200) цифры «1859943,4» заменить цифрами «1844617,59», цифры «1523568,9» заменить цифрами «1490076,974»;</w:t>
      </w:r>
    </w:p>
    <w:p w:rsidR="00FA12FA" w:rsidRDefault="00FA12FA" w:rsidP="006A4D9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д) после строки</w:t>
      </w:r>
    </w:p>
    <w:tbl>
      <w:tblPr>
        <w:tblW w:w="10207" w:type="dxa"/>
        <w:tblInd w:w="-34" w:type="dxa"/>
        <w:tblLook w:val="00A0"/>
      </w:tblPr>
      <w:tblGrid>
        <w:gridCol w:w="3828"/>
        <w:gridCol w:w="567"/>
        <w:gridCol w:w="567"/>
        <w:gridCol w:w="1440"/>
        <w:gridCol w:w="700"/>
        <w:gridCol w:w="1404"/>
        <w:gridCol w:w="1701"/>
      </w:tblGrid>
      <w:tr w:rsidR="00FA12FA" w:rsidRPr="00544A90" w:rsidTr="00544A90">
        <w:trPr>
          <w:trHeight w:val="1125"/>
        </w:trPr>
        <w:tc>
          <w:tcPr>
            <w:tcW w:w="3828" w:type="dxa"/>
            <w:vAlign w:val="center"/>
          </w:tcPr>
          <w:p w:rsidR="00FA12FA" w:rsidRPr="00544A90" w:rsidRDefault="00FA12FA" w:rsidP="00544A9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44A90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544A90">
              <w:rPr>
                <w:color w:val="000000"/>
                <w:sz w:val="28"/>
                <w:szCs w:val="28"/>
              </w:rPr>
              <w:t>с</w:t>
            </w:r>
            <w:r w:rsidRPr="00544A90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FA12FA" w:rsidRPr="00544A90" w:rsidRDefault="00FA12FA" w:rsidP="00544A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4A9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FA12FA" w:rsidRPr="00544A90" w:rsidRDefault="00FA12FA" w:rsidP="00544A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4A9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FA12FA" w:rsidRPr="00544A90" w:rsidRDefault="00FA12FA" w:rsidP="00544A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4A90">
              <w:rPr>
                <w:color w:val="000000"/>
                <w:sz w:val="28"/>
                <w:szCs w:val="28"/>
              </w:rPr>
              <w:t>92 3 4243</w:t>
            </w:r>
          </w:p>
        </w:tc>
        <w:tc>
          <w:tcPr>
            <w:tcW w:w="700" w:type="dxa"/>
            <w:vAlign w:val="bottom"/>
          </w:tcPr>
          <w:p w:rsidR="00FA12FA" w:rsidRPr="00544A90" w:rsidRDefault="00FA12FA" w:rsidP="00544A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44A9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404" w:type="dxa"/>
            <w:noWrap/>
            <w:vAlign w:val="bottom"/>
          </w:tcPr>
          <w:p w:rsidR="00FA12FA" w:rsidRPr="00544A90" w:rsidRDefault="00FA12FA" w:rsidP="00544A9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4A90">
              <w:rPr>
                <w:color w:val="000000"/>
                <w:sz w:val="28"/>
                <w:szCs w:val="28"/>
              </w:rPr>
              <w:t>136832,0</w:t>
            </w:r>
          </w:p>
        </w:tc>
        <w:tc>
          <w:tcPr>
            <w:tcW w:w="1701" w:type="dxa"/>
            <w:noWrap/>
            <w:vAlign w:val="bottom"/>
          </w:tcPr>
          <w:p w:rsidR="00FA12FA" w:rsidRPr="00544A90" w:rsidRDefault="00FA12FA" w:rsidP="00544A90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544A90">
              <w:rPr>
                <w:color w:val="000000"/>
                <w:sz w:val="28"/>
                <w:szCs w:val="28"/>
              </w:rPr>
              <w:t>136832,0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FA12FA" w:rsidRDefault="00FA12FA" w:rsidP="00E656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828"/>
        <w:gridCol w:w="508"/>
        <w:gridCol w:w="567"/>
        <w:gridCol w:w="1520"/>
        <w:gridCol w:w="689"/>
        <w:gridCol w:w="1394"/>
        <w:gridCol w:w="1701"/>
      </w:tblGrid>
      <w:tr w:rsidR="00FA12FA" w:rsidRPr="00E65662" w:rsidTr="00E65662">
        <w:tc>
          <w:tcPr>
            <w:tcW w:w="3828" w:type="dxa"/>
            <w:vAlign w:val="center"/>
          </w:tcPr>
          <w:p w:rsidR="00FA12FA" w:rsidRPr="00E65662" w:rsidRDefault="00FA12FA" w:rsidP="00E6566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65662">
              <w:rPr>
                <w:sz w:val="28"/>
                <w:szCs w:val="28"/>
              </w:rPr>
              <w:t>Государственная программа Ульяновской об</w:t>
            </w:r>
            <w:r>
              <w:rPr>
                <w:sz w:val="28"/>
                <w:szCs w:val="28"/>
              </w:rPr>
              <w:t>ласти «</w:t>
            </w:r>
            <w:r w:rsidRPr="00E65662">
              <w:rPr>
                <w:sz w:val="28"/>
                <w:szCs w:val="28"/>
              </w:rPr>
              <w:t>Разв</w:t>
            </w:r>
            <w:r w:rsidRPr="00E65662">
              <w:rPr>
                <w:sz w:val="28"/>
                <w:szCs w:val="28"/>
              </w:rPr>
              <w:t>и</w:t>
            </w:r>
            <w:r w:rsidRPr="00E65662">
              <w:rPr>
                <w:sz w:val="28"/>
                <w:szCs w:val="28"/>
              </w:rPr>
              <w:t>тие сельского хозяйства и р</w:t>
            </w:r>
            <w:r w:rsidRPr="00E65662">
              <w:rPr>
                <w:sz w:val="28"/>
                <w:szCs w:val="28"/>
              </w:rPr>
              <w:t>е</w:t>
            </w:r>
            <w:r w:rsidRPr="00E65662">
              <w:rPr>
                <w:sz w:val="28"/>
                <w:szCs w:val="28"/>
              </w:rPr>
              <w:t>гулирование рынков сельск</w:t>
            </w:r>
            <w:r w:rsidRPr="00E65662">
              <w:rPr>
                <w:sz w:val="28"/>
                <w:szCs w:val="28"/>
              </w:rPr>
              <w:t>о</w:t>
            </w:r>
            <w:r w:rsidRPr="00E65662">
              <w:rPr>
                <w:sz w:val="28"/>
                <w:szCs w:val="28"/>
              </w:rPr>
              <w:t>хозяйственной продукции,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E65662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8" w:type="dxa"/>
            <w:vAlign w:val="bottom"/>
          </w:tcPr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09</w:t>
            </w:r>
          </w:p>
        </w:tc>
        <w:tc>
          <w:tcPr>
            <w:tcW w:w="1520" w:type="dxa"/>
            <w:vAlign w:val="bottom"/>
          </w:tcPr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93 0 0000</w:t>
            </w:r>
          </w:p>
        </w:tc>
        <w:tc>
          <w:tcPr>
            <w:tcW w:w="689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94" w:type="dxa"/>
            <w:noWrap/>
            <w:vAlign w:val="bottom"/>
          </w:tcPr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15325,81</w:t>
            </w:r>
          </w:p>
        </w:tc>
        <w:tc>
          <w:tcPr>
            <w:tcW w:w="1701" w:type="dxa"/>
            <w:noWrap/>
            <w:vAlign w:val="bottom"/>
          </w:tcPr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33491,926</w:t>
            </w:r>
          </w:p>
        </w:tc>
      </w:tr>
      <w:tr w:rsidR="00FA12FA" w:rsidRPr="00E65662" w:rsidTr="00E65662">
        <w:tc>
          <w:tcPr>
            <w:tcW w:w="3828" w:type="dxa"/>
            <w:vAlign w:val="center"/>
          </w:tcPr>
          <w:p w:rsidR="00FA12FA" w:rsidRPr="00E65662" w:rsidRDefault="00FA12FA" w:rsidP="00E65662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E65662">
              <w:rPr>
                <w:sz w:val="28"/>
                <w:szCs w:val="28"/>
              </w:rPr>
              <w:t>Устойчивое развитие сельских террит</w:t>
            </w:r>
            <w:r w:rsidRPr="00E65662">
              <w:rPr>
                <w:sz w:val="28"/>
                <w:szCs w:val="28"/>
              </w:rPr>
              <w:t>о</w:t>
            </w:r>
            <w:r w:rsidRPr="00E65662">
              <w:rPr>
                <w:sz w:val="28"/>
                <w:szCs w:val="28"/>
              </w:rPr>
              <w:t>рий</w:t>
            </w:r>
            <w:r>
              <w:rPr>
                <w:sz w:val="28"/>
                <w:szCs w:val="28"/>
              </w:rPr>
              <w:t>»</w:t>
            </w:r>
            <w:r w:rsidRPr="00E65662">
              <w:rPr>
                <w:sz w:val="28"/>
                <w:szCs w:val="28"/>
              </w:rPr>
              <w:t xml:space="preserve"> государственной пр</w:t>
            </w:r>
            <w:r w:rsidRPr="00E65662">
              <w:rPr>
                <w:sz w:val="28"/>
                <w:szCs w:val="28"/>
              </w:rPr>
              <w:t>о</w:t>
            </w:r>
            <w:r w:rsidRPr="00E65662">
              <w:rPr>
                <w:sz w:val="28"/>
                <w:szCs w:val="28"/>
              </w:rPr>
              <w:t>граммы Ульяновской облас</w:t>
            </w:r>
            <w:r>
              <w:rPr>
                <w:sz w:val="28"/>
                <w:szCs w:val="28"/>
              </w:rPr>
              <w:t>ти  «</w:t>
            </w:r>
            <w:r w:rsidRPr="00E65662">
              <w:rPr>
                <w:sz w:val="28"/>
                <w:szCs w:val="28"/>
              </w:rPr>
              <w:t>Развитие сельского хозяйс</w:t>
            </w:r>
            <w:r w:rsidRPr="00E65662">
              <w:rPr>
                <w:sz w:val="28"/>
                <w:szCs w:val="28"/>
              </w:rPr>
              <w:t>т</w:t>
            </w:r>
            <w:r w:rsidRPr="00E65662">
              <w:rPr>
                <w:sz w:val="28"/>
                <w:szCs w:val="28"/>
              </w:rPr>
              <w:t>ва и регулирование рынков сельскохозяйственной пр</w:t>
            </w:r>
            <w:r w:rsidRPr="00E65662">
              <w:rPr>
                <w:sz w:val="28"/>
                <w:szCs w:val="28"/>
              </w:rPr>
              <w:t>о</w:t>
            </w:r>
            <w:r w:rsidRPr="00E65662">
              <w:rPr>
                <w:sz w:val="28"/>
                <w:szCs w:val="28"/>
              </w:rPr>
              <w:t>дукции, сырья и продовол</w:t>
            </w:r>
            <w:r w:rsidRPr="00E65662">
              <w:rPr>
                <w:sz w:val="28"/>
                <w:szCs w:val="28"/>
              </w:rPr>
              <w:t>ь</w:t>
            </w:r>
            <w:r w:rsidRPr="00E65662">
              <w:rPr>
                <w:sz w:val="28"/>
                <w:szCs w:val="28"/>
              </w:rPr>
              <w:t>ствия в Ульяновской обла</w:t>
            </w:r>
            <w:r w:rsidRPr="00E65662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ти»</w:t>
            </w:r>
            <w:r w:rsidRPr="00E65662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08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09</w:t>
            </w:r>
          </w:p>
        </w:tc>
        <w:tc>
          <w:tcPr>
            <w:tcW w:w="1520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93 2 0000</w:t>
            </w:r>
          </w:p>
        </w:tc>
        <w:tc>
          <w:tcPr>
            <w:tcW w:w="689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94" w:type="dxa"/>
            <w:noWrap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15325,81</w:t>
            </w:r>
          </w:p>
        </w:tc>
        <w:tc>
          <w:tcPr>
            <w:tcW w:w="1701" w:type="dxa"/>
            <w:noWrap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33491,926</w:t>
            </w:r>
          </w:p>
        </w:tc>
      </w:tr>
      <w:tr w:rsidR="00FA12FA" w:rsidRPr="00E65662" w:rsidTr="00E65662">
        <w:tc>
          <w:tcPr>
            <w:tcW w:w="3828" w:type="dxa"/>
            <w:vAlign w:val="center"/>
          </w:tcPr>
          <w:p w:rsidR="00FA12FA" w:rsidRPr="00E65662" w:rsidRDefault="00FA12FA" w:rsidP="00EB360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Субсидии на развитие сети автомобильных дорог, вед</w:t>
            </w:r>
            <w:r w:rsidRPr="00E65662">
              <w:rPr>
                <w:sz w:val="28"/>
                <w:szCs w:val="28"/>
              </w:rPr>
              <w:t>у</w:t>
            </w:r>
            <w:r w:rsidRPr="00E65662">
              <w:rPr>
                <w:sz w:val="28"/>
                <w:szCs w:val="28"/>
              </w:rPr>
              <w:t>щих к общественно</w:t>
            </w:r>
            <w:r>
              <w:rPr>
                <w:sz w:val="28"/>
                <w:szCs w:val="28"/>
              </w:rPr>
              <w:t xml:space="preserve"> </w:t>
            </w:r>
            <w:r w:rsidRPr="00E65662">
              <w:rPr>
                <w:sz w:val="28"/>
                <w:szCs w:val="28"/>
              </w:rPr>
              <w:t>знач</w:t>
            </w:r>
            <w:r w:rsidRPr="00E65662">
              <w:rPr>
                <w:sz w:val="28"/>
                <w:szCs w:val="28"/>
              </w:rPr>
              <w:t>и</w:t>
            </w:r>
            <w:r w:rsidRPr="00E65662">
              <w:rPr>
                <w:sz w:val="28"/>
                <w:szCs w:val="28"/>
              </w:rPr>
              <w:t>мым объектам сельских нас</w:t>
            </w:r>
            <w:r w:rsidRPr="00E65662">
              <w:rPr>
                <w:sz w:val="28"/>
                <w:szCs w:val="28"/>
              </w:rPr>
              <w:t>е</w:t>
            </w:r>
            <w:r w:rsidRPr="00E65662">
              <w:rPr>
                <w:sz w:val="28"/>
                <w:szCs w:val="28"/>
              </w:rPr>
              <w:t>лённых пунктов, объектам производства и переработки сельскохозяйственной пр</w:t>
            </w:r>
            <w:r w:rsidRPr="00E65662">
              <w:rPr>
                <w:sz w:val="28"/>
                <w:szCs w:val="28"/>
              </w:rPr>
              <w:t>о</w:t>
            </w:r>
            <w:r w:rsidRPr="00E65662">
              <w:rPr>
                <w:sz w:val="28"/>
                <w:szCs w:val="28"/>
              </w:rPr>
              <w:t>дукции</w:t>
            </w:r>
          </w:p>
        </w:tc>
        <w:tc>
          <w:tcPr>
            <w:tcW w:w="508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09</w:t>
            </w:r>
          </w:p>
        </w:tc>
        <w:tc>
          <w:tcPr>
            <w:tcW w:w="1520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93 2 7069</w:t>
            </w:r>
          </w:p>
        </w:tc>
        <w:tc>
          <w:tcPr>
            <w:tcW w:w="689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94" w:type="dxa"/>
            <w:noWrap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15325,81</w:t>
            </w:r>
          </w:p>
        </w:tc>
        <w:tc>
          <w:tcPr>
            <w:tcW w:w="1701" w:type="dxa"/>
            <w:noWrap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33491,926</w:t>
            </w:r>
          </w:p>
        </w:tc>
      </w:tr>
      <w:tr w:rsidR="00FA12FA" w:rsidRPr="00E65662" w:rsidTr="00E65662">
        <w:tc>
          <w:tcPr>
            <w:tcW w:w="3828" w:type="dxa"/>
            <w:vAlign w:val="center"/>
          </w:tcPr>
          <w:p w:rsidR="00FA12FA" w:rsidRPr="00E65662" w:rsidRDefault="00FA12FA" w:rsidP="00E6566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08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09</w:t>
            </w:r>
          </w:p>
        </w:tc>
        <w:tc>
          <w:tcPr>
            <w:tcW w:w="1520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93 2 7069</w:t>
            </w:r>
          </w:p>
        </w:tc>
        <w:tc>
          <w:tcPr>
            <w:tcW w:w="689" w:type="dxa"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500</w:t>
            </w:r>
          </w:p>
        </w:tc>
        <w:tc>
          <w:tcPr>
            <w:tcW w:w="1394" w:type="dxa"/>
            <w:noWrap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15325,81</w:t>
            </w:r>
          </w:p>
        </w:tc>
        <w:tc>
          <w:tcPr>
            <w:tcW w:w="1701" w:type="dxa"/>
            <w:noWrap/>
            <w:vAlign w:val="bottom"/>
          </w:tcPr>
          <w:p w:rsidR="00FA12FA" w:rsidRPr="00E65662" w:rsidRDefault="00FA12FA" w:rsidP="00E656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65662">
              <w:rPr>
                <w:sz w:val="28"/>
                <w:szCs w:val="28"/>
              </w:rPr>
              <w:t>33491,926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A12FA" w:rsidRDefault="00FA12FA" w:rsidP="006A4D9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е) строки</w:t>
      </w:r>
    </w:p>
    <w:tbl>
      <w:tblPr>
        <w:tblW w:w="10207" w:type="dxa"/>
        <w:tblInd w:w="-34" w:type="dxa"/>
        <w:tblLook w:val="00A0"/>
      </w:tblPr>
      <w:tblGrid>
        <w:gridCol w:w="3681"/>
        <w:gridCol w:w="556"/>
        <w:gridCol w:w="556"/>
        <w:gridCol w:w="1337"/>
        <w:gridCol w:w="690"/>
        <w:gridCol w:w="1686"/>
        <w:gridCol w:w="1701"/>
      </w:tblGrid>
      <w:tr w:rsidR="00FA12FA" w:rsidRPr="00544A90" w:rsidTr="00544A90">
        <w:tc>
          <w:tcPr>
            <w:tcW w:w="3681" w:type="dxa"/>
            <w:vAlign w:val="center"/>
          </w:tcPr>
          <w:p w:rsidR="00FA12FA" w:rsidRPr="00544A90" w:rsidRDefault="00FA12FA" w:rsidP="00544A90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44A90">
              <w:rPr>
                <w:sz w:val="28"/>
                <w:szCs w:val="28"/>
              </w:rPr>
              <w:t>Организация и обеспеч</w:t>
            </w:r>
            <w:r w:rsidRPr="00544A90">
              <w:rPr>
                <w:sz w:val="28"/>
                <w:szCs w:val="28"/>
              </w:rPr>
              <w:t>е</w:t>
            </w:r>
            <w:r w:rsidRPr="00544A90">
              <w:rPr>
                <w:sz w:val="28"/>
                <w:szCs w:val="28"/>
              </w:rPr>
              <w:t>ние отдыха детей, обуча</w:t>
            </w:r>
            <w:r w:rsidRPr="00544A90">
              <w:rPr>
                <w:sz w:val="28"/>
                <w:szCs w:val="28"/>
              </w:rPr>
              <w:t>ю</w:t>
            </w:r>
            <w:r w:rsidRPr="00544A90">
              <w:rPr>
                <w:sz w:val="28"/>
                <w:szCs w:val="28"/>
              </w:rPr>
              <w:t>щихся в общеобразовател</w:t>
            </w:r>
            <w:r w:rsidRPr="00544A90">
              <w:rPr>
                <w:sz w:val="28"/>
                <w:szCs w:val="28"/>
              </w:rPr>
              <w:t>ь</w:t>
            </w:r>
            <w:r w:rsidRPr="00544A90">
              <w:rPr>
                <w:sz w:val="28"/>
                <w:szCs w:val="28"/>
              </w:rPr>
              <w:t>ных организациях, за и</w:t>
            </w:r>
            <w:r w:rsidRPr="00544A90">
              <w:rPr>
                <w:sz w:val="28"/>
                <w:szCs w:val="28"/>
              </w:rPr>
              <w:t>с</w:t>
            </w:r>
            <w:r w:rsidRPr="00544A90">
              <w:rPr>
                <w:sz w:val="28"/>
                <w:szCs w:val="28"/>
              </w:rPr>
              <w:t>ключением детей-сирот и детей, оставшихся без поп</w:t>
            </w:r>
            <w:r w:rsidRPr="00544A90">
              <w:rPr>
                <w:sz w:val="28"/>
                <w:szCs w:val="28"/>
              </w:rPr>
              <w:t>е</w:t>
            </w:r>
            <w:r w:rsidRPr="00544A90">
              <w:rPr>
                <w:sz w:val="28"/>
                <w:szCs w:val="28"/>
              </w:rPr>
              <w:t>чения родителей, наход</w:t>
            </w:r>
            <w:r w:rsidRPr="00544A90">
              <w:rPr>
                <w:sz w:val="28"/>
                <w:szCs w:val="28"/>
              </w:rPr>
              <w:t>я</w:t>
            </w:r>
            <w:r w:rsidRPr="00544A90">
              <w:rPr>
                <w:sz w:val="28"/>
                <w:szCs w:val="28"/>
              </w:rPr>
              <w:t>щихся в общеобразовател</w:t>
            </w:r>
            <w:r w:rsidRPr="00544A90">
              <w:rPr>
                <w:sz w:val="28"/>
                <w:szCs w:val="28"/>
              </w:rPr>
              <w:t>ь</w:t>
            </w:r>
            <w:r w:rsidRPr="00544A90">
              <w:rPr>
                <w:sz w:val="28"/>
                <w:szCs w:val="28"/>
              </w:rPr>
              <w:t>ных организациях для д</w:t>
            </w:r>
            <w:r w:rsidRPr="00544A90">
              <w:rPr>
                <w:sz w:val="28"/>
                <w:szCs w:val="28"/>
              </w:rPr>
              <w:t>е</w:t>
            </w:r>
            <w:r w:rsidRPr="00544A90">
              <w:rPr>
                <w:sz w:val="28"/>
                <w:szCs w:val="28"/>
              </w:rPr>
              <w:t>тей-сирот и детей, оста</w:t>
            </w:r>
            <w:r w:rsidRPr="00544A90">
              <w:rPr>
                <w:sz w:val="28"/>
                <w:szCs w:val="28"/>
              </w:rPr>
              <w:t>в</w:t>
            </w:r>
            <w:r w:rsidRPr="00544A90">
              <w:rPr>
                <w:sz w:val="28"/>
                <w:szCs w:val="28"/>
              </w:rPr>
              <w:t>шихся без попечения род</w:t>
            </w:r>
            <w:r w:rsidRPr="00544A90">
              <w:rPr>
                <w:sz w:val="28"/>
                <w:szCs w:val="28"/>
              </w:rPr>
              <w:t>и</w:t>
            </w:r>
            <w:r w:rsidRPr="00544A90">
              <w:rPr>
                <w:sz w:val="28"/>
                <w:szCs w:val="28"/>
              </w:rPr>
              <w:t>телей, и детей, находящихся в трудной жизненной ситу</w:t>
            </w:r>
            <w:r w:rsidRPr="00544A90">
              <w:rPr>
                <w:sz w:val="28"/>
                <w:szCs w:val="28"/>
              </w:rPr>
              <w:t>а</w:t>
            </w:r>
            <w:r w:rsidRPr="00544A90">
              <w:rPr>
                <w:sz w:val="28"/>
                <w:szCs w:val="28"/>
              </w:rPr>
              <w:t>ции, в загородных детских оздоровительных лагерях (центрах)</w:t>
            </w:r>
          </w:p>
        </w:tc>
        <w:tc>
          <w:tcPr>
            <w:tcW w:w="556" w:type="dxa"/>
            <w:vAlign w:val="bottom"/>
          </w:tcPr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44A90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A90">
              <w:rPr>
                <w:sz w:val="28"/>
                <w:szCs w:val="28"/>
              </w:rPr>
              <w:t>07</w:t>
            </w:r>
          </w:p>
        </w:tc>
        <w:tc>
          <w:tcPr>
            <w:tcW w:w="556" w:type="dxa"/>
            <w:vAlign w:val="bottom"/>
          </w:tcPr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44A90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A90">
              <w:rPr>
                <w:sz w:val="28"/>
                <w:szCs w:val="28"/>
              </w:rPr>
              <w:t>07</w:t>
            </w:r>
          </w:p>
        </w:tc>
        <w:tc>
          <w:tcPr>
            <w:tcW w:w="1337" w:type="dxa"/>
            <w:vAlign w:val="bottom"/>
          </w:tcPr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44A90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A90">
              <w:rPr>
                <w:sz w:val="28"/>
                <w:szCs w:val="28"/>
              </w:rPr>
              <w:t>79 6 1809</w:t>
            </w:r>
          </w:p>
        </w:tc>
        <w:tc>
          <w:tcPr>
            <w:tcW w:w="690" w:type="dxa"/>
            <w:vAlign w:val="bottom"/>
          </w:tcPr>
          <w:p w:rsidR="00FA12FA" w:rsidRPr="00544A90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  <w:noWrap/>
            <w:vAlign w:val="bottom"/>
          </w:tcPr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44A90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A90">
              <w:rPr>
                <w:sz w:val="28"/>
                <w:szCs w:val="28"/>
              </w:rPr>
              <w:t>69443,2</w:t>
            </w:r>
          </w:p>
        </w:tc>
        <w:tc>
          <w:tcPr>
            <w:tcW w:w="1701" w:type="dxa"/>
            <w:noWrap/>
            <w:vAlign w:val="bottom"/>
          </w:tcPr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544A90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A90">
              <w:rPr>
                <w:sz w:val="28"/>
                <w:szCs w:val="28"/>
              </w:rPr>
              <w:t>60745,4</w:t>
            </w:r>
          </w:p>
        </w:tc>
      </w:tr>
      <w:tr w:rsidR="00FA12FA" w:rsidRPr="00544A90" w:rsidTr="00544A90">
        <w:tc>
          <w:tcPr>
            <w:tcW w:w="3681" w:type="dxa"/>
            <w:vAlign w:val="center"/>
          </w:tcPr>
          <w:p w:rsidR="00FA12FA" w:rsidRPr="00544A90" w:rsidRDefault="00FA12FA" w:rsidP="00544A9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44A90"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544A90">
              <w:rPr>
                <w:sz w:val="28"/>
                <w:szCs w:val="28"/>
              </w:rPr>
              <w:t>е</w:t>
            </w:r>
            <w:r w:rsidRPr="00544A90">
              <w:rPr>
                <w:sz w:val="28"/>
                <w:szCs w:val="28"/>
              </w:rPr>
              <w:t>коммерческим организац</w:t>
            </w:r>
            <w:r w:rsidRPr="00544A90">
              <w:rPr>
                <w:sz w:val="28"/>
                <w:szCs w:val="28"/>
              </w:rPr>
              <w:t>и</w:t>
            </w:r>
            <w:r w:rsidRPr="00544A90">
              <w:rPr>
                <w:sz w:val="28"/>
                <w:szCs w:val="28"/>
              </w:rPr>
              <w:t>ям</w:t>
            </w:r>
          </w:p>
        </w:tc>
        <w:tc>
          <w:tcPr>
            <w:tcW w:w="556" w:type="dxa"/>
            <w:vAlign w:val="bottom"/>
          </w:tcPr>
          <w:p w:rsidR="00FA12FA" w:rsidRPr="00544A90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A90">
              <w:rPr>
                <w:sz w:val="28"/>
                <w:szCs w:val="28"/>
              </w:rPr>
              <w:t>07</w:t>
            </w:r>
          </w:p>
        </w:tc>
        <w:tc>
          <w:tcPr>
            <w:tcW w:w="556" w:type="dxa"/>
            <w:vAlign w:val="bottom"/>
          </w:tcPr>
          <w:p w:rsidR="00FA12FA" w:rsidRPr="00544A90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A90">
              <w:rPr>
                <w:sz w:val="28"/>
                <w:szCs w:val="28"/>
              </w:rPr>
              <w:t>07</w:t>
            </w:r>
          </w:p>
        </w:tc>
        <w:tc>
          <w:tcPr>
            <w:tcW w:w="1337" w:type="dxa"/>
            <w:vAlign w:val="bottom"/>
          </w:tcPr>
          <w:p w:rsidR="00FA12FA" w:rsidRPr="00544A90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A90">
              <w:rPr>
                <w:sz w:val="28"/>
                <w:szCs w:val="28"/>
              </w:rPr>
              <w:t>79 6 1809</w:t>
            </w:r>
          </w:p>
        </w:tc>
        <w:tc>
          <w:tcPr>
            <w:tcW w:w="690" w:type="dxa"/>
            <w:vAlign w:val="bottom"/>
          </w:tcPr>
          <w:p w:rsidR="00FA12FA" w:rsidRPr="00544A90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A90">
              <w:rPr>
                <w:sz w:val="28"/>
                <w:szCs w:val="28"/>
              </w:rPr>
              <w:t>600</w:t>
            </w:r>
          </w:p>
        </w:tc>
        <w:tc>
          <w:tcPr>
            <w:tcW w:w="1686" w:type="dxa"/>
            <w:noWrap/>
            <w:vAlign w:val="bottom"/>
          </w:tcPr>
          <w:p w:rsidR="00FA12FA" w:rsidRPr="00544A90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A90">
              <w:rPr>
                <w:sz w:val="28"/>
                <w:szCs w:val="28"/>
              </w:rPr>
              <w:t>69443,2</w:t>
            </w:r>
          </w:p>
        </w:tc>
        <w:tc>
          <w:tcPr>
            <w:tcW w:w="1701" w:type="dxa"/>
            <w:noWrap/>
            <w:vAlign w:val="bottom"/>
          </w:tcPr>
          <w:p w:rsidR="00FA12FA" w:rsidRPr="00544A90" w:rsidRDefault="00FA12FA" w:rsidP="00544A9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44A90">
              <w:rPr>
                <w:sz w:val="28"/>
                <w:szCs w:val="28"/>
              </w:rPr>
              <w:t>60745,4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A12FA" w:rsidRDefault="00FA12FA" w:rsidP="00544A9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FA12FA" w:rsidRDefault="00FA12FA" w:rsidP="00544A9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ж) после строки</w:t>
      </w:r>
    </w:p>
    <w:tbl>
      <w:tblPr>
        <w:tblW w:w="10207" w:type="dxa"/>
        <w:tblInd w:w="-34" w:type="dxa"/>
        <w:tblLook w:val="00A0"/>
      </w:tblPr>
      <w:tblGrid>
        <w:gridCol w:w="3686"/>
        <w:gridCol w:w="567"/>
        <w:gridCol w:w="567"/>
        <w:gridCol w:w="1276"/>
        <w:gridCol w:w="700"/>
        <w:gridCol w:w="1710"/>
        <w:gridCol w:w="1701"/>
      </w:tblGrid>
      <w:tr w:rsidR="00FA12FA" w:rsidRPr="00454FB9" w:rsidTr="00454FB9">
        <w:tc>
          <w:tcPr>
            <w:tcW w:w="3686" w:type="dxa"/>
            <w:vAlign w:val="center"/>
          </w:tcPr>
          <w:p w:rsidR="00FA12FA" w:rsidRPr="00454FB9" w:rsidRDefault="00FA12FA" w:rsidP="00454FB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54FB9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454FB9">
              <w:rPr>
                <w:color w:val="000000"/>
                <w:sz w:val="28"/>
                <w:szCs w:val="28"/>
              </w:rPr>
              <w:t>е</w:t>
            </w:r>
            <w:r w:rsidRPr="00454FB9">
              <w:rPr>
                <w:color w:val="000000"/>
                <w:sz w:val="28"/>
                <w:szCs w:val="28"/>
              </w:rPr>
              <w:t>коммерческим организац</w:t>
            </w:r>
            <w:r w:rsidRPr="00454FB9">
              <w:rPr>
                <w:color w:val="000000"/>
                <w:sz w:val="28"/>
                <w:szCs w:val="28"/>
              </w:rPr>
              <w:t>и</w:t>
            </w:r>
            <w:r w:rsidRPr="00454FB9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54FB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54FB9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54FB9">
              <w:rPr>
                <w:color w:val="000000"/>
                <w:sz w:val="28"/>
                <w:szCs w:val="28"/>
              </w:rPr>
              <w:t>79 6 1810</w:t>
            </w:r>
          </w:p>
        </w:tc>
        <w:tc>
          <w:tcPr>
            <w:tcW w:w="700" w:type="dxa"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54FB9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10" w:type="dxa"/>
            <w:noWrap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54FB9">
              <w:rPr>
                <w:color w:val="000000"/>
                <w:sz w:val="28"/>
                <w:szCs w:val="28"/>
              </w:rPr>
              <w:t>3953,3</w:t>
            </w:r>
          </w:p>
        </w:tc>
        <w:tc>
          <w:tcPr>
            <w:tcW w:w="1701" w:type="dxa"/>
            <w:noWrap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54FB9">
              <w:rPr>
                <w:color w:val="000000"/>
                <w:sz w:val="28"/>
                <w:szCs w:val="28"/>
              </w:rPr>
              <w:t>3604,8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FA12FA" w:rsidRDefault="00FA12FA" w:rsidP="00544A9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686"/>
        <w:gridCol w:w="567"/>
        <w:gridCol w:w="567"/>
        <w:gridCol w:w="1418"/>
        <w:gridCol w:w="700"/>
        <w:gridCol w:w="1568"/>
        <w:gridCol w:w="1701"/>
      </w:tblGrid>
      <w:tr w:rsidR="00FA12FA" w:rsidRPr="00454FB9" w:rsidTr="00454FB9">
        <w:tc>
          <w:tcPr>
            <w:tcW w:w="3686" w:type="dxa"/>
            <w:vAlign w:val="center"/>
          </w:tcPr>
          <w:p w:rsidR="00FA12FA" w:rsidRPr="00454FB9" w:rsidRDefault="00FA12FA" w:rsidP="00454FB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«Организация и обеспечение отдыха детей, обучающихся в общеобразовательных о</w:t>
            </w:r>
            <w:r w:rsidRPr="00454FB9">
              <w:rPr>
                <w:sz w:val="28"/>
                <w:szCs w:val="28"/>
              </w:rPr>
              <w:t>р</w:t>
            </w:r>
            <w:r w:rsidRPr="00454FB9">
              <w:rPr>
                <w:sz w:val="28"/>
                <w:szCs w:val="28"/>
              </w:rPr>
              <w:t>ганизациях, за исключением детей-сирот и детей, оста</w:t>
            </w:r>
            <w:r w:rsidRPr="00454FB9">
              <w:rPr>
                <w:sz w:val="28"/>
                <w:szCs w:val="28"/>
              </w:rPr>
              <w:t>в</w:t>
            </w:r>
            <w:r w:rsidRPr="00454FB9">
              <w:rPr>
                <w:sz w:val="28"/>
                <w:szCs w:val="28"/>
              </w:rPr>
              <w:t>шихся без попечения род</w:t>
            </w:r>
            <w:r w:rsidRPr="00454FB9">
              <w:rPr>
                <w:sz w:val="28"/>
                <w:szCs w:val="28"/>
              </w:rPr>
              <w:t>и</w:t>
            </w:r>
            <w:r w:rsidRPr="00454FB9">
              <w:rPr>
                <w:sz w:val="28"/>
                <w:szCs w:val="28"/>
              </w:rPr>
              <w:t>телей, находящихся в общ</w:t>
            </w:r>
            <w:r w:rsidRPr="00454FB9">
              <w:rPr>
                <w:sz w:val="28"/>
                <w:szCs w:val="28"/>
              </w:rPr>
              <w:t>е</w:t>
            </w:r>
            <w:r w:rsidRPr="00454FB9">
              <w:rPr>
                <w:sz w:val="28"/>
                <w:szCs w:val="28"/>
              </w:rPr>
              <w:t>образовательных организ</w:t>
            </w:r>
            <w:r w:rsidRPr="00454FB9">
              <w:rPr>
                <w:sz w:val="28"/>
                <w:szCs w:val="28"/>
              </w:rPr>
              <w:t>а</w:t>
            </w:r>
            <w:r w:rsidRPr="00454FB9">
              <w:rPr>
                <w:sz w:val="28"/>
                <w:szCs w:val="28"/>
              </w:rPr>
              <w:t>циях для детей-сирот и д</w:t>
            </w:r>
            <w:r w:rsidRPr="00454FB9">
              <w:rPr>
                <w:sz w:val="28"/>
                <w:szCs w:val="28"/>
              </w:rPr>
              <w:t>е</w:t>
            </w:r>
            <w:r w:rsidRPr="00454FB9">
              <w:rPr>
                <w:sz w:val="28"/>
                <w:szCs w:val="28"/>
              </w:rPr>
              <w:t>тей, оставшихся без попеч</w:t>
            </w:r>
            <w:r w:rsidRPr="00454FB9">
              <w:rPr>
                <w:sz w:val="28"/>
                <w:szCs w:val="28"/>
              </w:rPr>
              <w:t>е</w:t>
            </w:r>
            <w:r w:rsidRPr="00454FB9">
              <w:rPr>
                <w:sz w:val="28"/>
                <w:szCs w:val="28"/>
              </w:rPr>
              <w:t>ния родителей, и детей, н</w:t>
            </w:r>
            <w:r w:rsidRPr="00454FB9">
              <w:rPr>
                <w:sz w:val="28"/>
                <w:szCs w:val="28"/>
              </w:rPr>
              <w:t>а</w:t>
            </w:r>
            <w:r w:rsidRPr="00454FB9">
              <w:rPr>
                <w:sz w:val="28"/>
                <w:szCs w:val="28"/>
              </w:rPr>
              <w:t>ходящихся в трудной жи</w:t>
            </w:r>
            <w:r w:rsidRPr="00454FB9">
              <w:rPr>
                <w:sz w:val="28"/>
                <w:szCs w:val="28"/>
              </w:rPr>
              <w:t>з</w:t>
            </w:r>
            <w:r w:rsidRPr="00454FB9">
              <w:rPr>
                <w:sz w:val="28"/>
                <w:szCs w:val="28"/>
              </w:rPr>
              <w:t>ненной ситуации, в загоро</w:t>
            </w:r>
            <w:r w:rsidRPr="00454FB9">
              <w:rPr>
                <w:sz w:val="28"/>
                <w:szCs w:val="28"/>
              </w:rPr>
              <w:t>д</w:t>
            </w:r>
            <w:r w:rsidRPr="00454FB9">
              <w:rPr>
                <w:sz w:val="28"/>
                <w:szCs w:val="28"/>
              </w:rPr>
              <w:t>ных лагерях отдыха и озд</w:t>
            </w:r>
            <w:r w:rsidRPr="00454FB9">
              <w:rPr>
                <w:sz w:val="28"/>
                <w:szCs w:val="28"/>
              </w:rPr>
              <w:t>о</w:t>
            </w:r>
            <w:r w:rsidRPr="00454FB9">
              <w:rPr>
                <w:sz w:val="28"/>
                <w:szCs w:val="28"/>
              </w:rPr>
              <w:t>ровления детей</w:t>
            </w:r>
          </w:p>
        </w:tc>
        <w:tc>
          <w:tcPr>
            <w:tcW w:w="567" w:type="dxa"/>
            <w:vAlign w:val="bottom"/>
          </w:tcPr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79 6 1818</w:t>
            </w:r>
          </w:p>
        </w:tc>
        <w:tc>
          <w:tcPr>
            <w:tcW w:w="700" w:type="dxa"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8" w:type="dxa"/>
            <w:noWrap/>
            <w:vAlign w:val="bottom"/>
          </w:tcPr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69443,2</w:t>
            </w:r>
          </w:p>
        </w:tc>
        <w:tc>
          <w:tcPr>
            <w:tcW w:w="1701" w:type="dxa"/>
            <w:noWrap/>
            <w:vAlign w:val="bottom"/>
          </w:tcPr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60745,4</w:t>
            </w:r>
          </w:p>
        </w:tc>
      </w:tr>
      <w:tr w:rsidR="00FA12FA" w:rsidRPr="00454FB9" w:rsidTr="00454FB9">
        <w:tc>
          <w:tcPr>
            <w:tcW w:w="3686" w:type="dxa"/>
            <w:vAlign w:val="center"/>
          </w:tcPr>
          <w:p w:rsidR="00FA12FA" w:rsidRPr="00454FB9" w:rsidRDefault="00FA12FA" w:rsidP="00454FB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454FB9">
              <w:rPr>
                <w:sz w:val="28"/>
                <w:szCs w:val="28"/>
              </w:rPr>
              <w:t>е</w:t>
            </w:r>
            <w:r w:rsidRPr="00454FB9">
              <w:rPr>
                <w:sz w:val="28"/>
                <w:szCs w:val="28"/>
              </w:rPr>
              <w:t>коммерческим организац</w:t>
            </w:r>
            <w:r w:rsidRPr="00454FB9">
              <w:rPr>
                <w:sz w:val="28"/>
                <w:szCs w:val="28"/>
              </w:rPr>
              <w:t>и</w:t>
            </w:r>
            <w:r w:rsidRPr="00454FB9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07</w:t>
            </w:r>
          </w:p>
        </w:tc>
        <w:tc>
          <w:tcPr>
            <w:tcW w:w="1418" w:type="dxa"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79 6 1818</w:t>
            </w:r>
          </w:p>
        </w:tc>
        <w:tc>
          <w:tcPr>
            <w:tcW w:w="700" w:type="dxa"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600</w:t>
            </w:r>
          </w:p>
        </w:tc>
        <w:tc>
          <w:tcPr>
            <w:tcW w:w="1568" w:type="dxa"/>
            <w:noWrap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69443,2</w:t>
            </w:r>
          </w:p>
        </w:tc>
        <w:tc>
          <w:tcPr>
            <w:tcW w:w="1701" w:type="dxa"/>
            <w:noWrap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60745,4»;</w:t>
            </w:r>
          </w:p>
        </w:tc>
      </w:tr>
    </w:tbl>
    <w:p w:rsidR="00FA12FA" w:rsidRDefault="00FA12FA" w:rsidP="00544A9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строку</w:t>
      </w:r>
    </w:p>
    <w:tbl>
      <w:tblPr>
        <w:tblW w:w="10207" w:type="dxa"/>
        <w:tblInd w:w="-34" w:type="dxa"/>
        <w:tblLook w:val="00A0"/>
      </w:tblPr>
      <w:tblGrid>
        <w:gridCol w:w="3631"/>
        <w:gridCol w:w="622"/>
        <w:gridCol w:w="562"/>
        <w:gridCol w:w="1394"/>
        <w:gridCol w:w="737"/>
        <w:gridCol w:w="1560"/>
        <w:gridCol w:w="1701"/>
      </w:tblGrid>
      <w:tr w:rsidR="00FA12FA" w:rsidRPr="00454FB9" w:rsidTr="00E16C14">
        <w:tc>
          <w:tcPr>
            <w:tcW w:w="3631" w:type="dxa"/>
            <w:vAlign w:val="center"/>
          </w:tcPr>
          <w:p w:rsidR="00FA12FA" w:rsidRPr="00454FB9" w:rsidRDefault="00FA12FA" w:rsidP="00E16C1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54FB9">
              <w:rPr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обеспечен</w:t>
            </w:r>
            <w:r w:rsidRPr="00454FB9">
              <w:rPr>
                <w:sz w:val="28"/>
                <w:szCs w:val="28"/>
              </w:rPr>
              <w:t>и</w:t>
            </w:r>
            <w:r w:rsidRPr="00454FB9">
              <w:rPr>
                <w:sz w:val="28"/>
                <w:szCs w:val="28"/>
              </w:rPr>
              <w:t>ем отдыха детей, обуча</w:t>
            </w:r>
            <w:r w:rsidRPr="00454FB9">
              <w:rPr>
                <w:sz w:val="28"/>
                <w:szCs w:val="28"/>
              </w:rPr>
              <w:t>ю</w:t>
            </w:r>
            <w:r w:rsidRPr="00454FB9">
              <w:rPr>
                <w:sz w:val="28"/>
                <w:szCs w:val="28"/>
              </w:rPr>
              <w:t>щихся в общеобразовател</w:t>
            </w:r>
            <w:r w:rsidRPr="00454FB9">
              <w:rPr>
                <w:sz w:val="28"/>
                <w:szCs w:val="28"/>
              </w:rPr>
              <w:t>ь</w:t>
            </w:r>
            <w:r w:rsidRPr="00454FB9">
              <w:rPr>
                <w:sz w:val="28"/>
                <w:szCs w:val="28"/>
              </w:rPr>
              <w:t>ных организациях, за и</w:t>
            </w:r>
            <w:r w:rsidRPr="00454FB9">
              <w:rPr>
                <w:sz w:val="28"/>
                <w:szCs w:val="28"/>
              </w:rPr>
              <w:t>с</w:t>
            </w:r>
            <w:r w:rsidRPr="00454FB9">
              <w:rPr>
                <w:sz w:val="28"/>
                <w:szCs w:val="28"/>
              </w:rPr>
              <w:t>ключением детей-сирот и детей, оставшихся без п</w:t>
            </w:r>
            <w:r w:rsidRPr="00454FB9">
              <w:rPr>
                <w:sz w:val="28"/>
                <w:szCs w:val="28"/>
              </w:rPr>
              <w:t>о</w:t>
            </w:r>
            <w:r w:rsidRPr="00454FB9">
              <w:rPr>
                <w:sz w:val="28"/>
                <w:szCs w:val="28"/>
              </w:rPr>
              <w:t>печения родителей, нах</w:t>
            </w:r>
            <w:r w:rsidRPr="00454FB9">
              <w:rPr>
                <w:sz w:val="28"/>
                <w:szCs w:val="28"/>
              </w:rPr>
              <w:t>о</w:t>
            </w:r>
            <w:r w:rsidRPr="00454FB9">
              <w:rPr>
                <w:sz w:val="28"/>
                <w:szCs w:val="28"/>
              </w:rPr>
              <w:t>дящихся в образовательных организациях для детей-сирот и детей, оставшихся без попечения родителей, и детей, находящихся в тру</w:t>
            </w:r>
            <w:r w:rsidRPr="00454FB9">
              <w:rPr>
                <w:sz w:val="28"/>
                <w:szCs w:val="28"/>
              </w:rPr>
              <w:t>д</w:t>
            </w:r>
            <w:r w:rsidRPr="00454FB9">
              <w:rPr>
                <w:sz w:val="28"/>
                <w:szCs w:val="28"/>
              </w:rPr>
              <w:t>ной жизненной ситуации, в детских оздоровительных лагерях с дневным преб</w:t>
            </w:r>
            <w:r w:rsidRPr="00454FB9">
              <w:rPr>
                <w:sz w:val="28"/>
                <w:szCs w:val="28"/>
              </w:rPr>
              <w:t>ы</w:t>
            </w:r>
            <w:r w:rsidRPr="00454FB9">
              <w:rPr>
                <w:sz w:val="28"/>
                <w:szCs w:val="28"/>
              </w:rPr>
              <w:t>ванием</w:t>
            </w:r>
          </w:p>
        </w:tc>
        <w:tc>
          <w:tcPr>
            <w:tcW w:w="622" w:type="dxa"/>
            <w:vAlign w:val="bottom"/>
          </w:tcPr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454FB9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07</w:t>
            </w:r>
          </w:p>
        </w:tc>
        <w:tc>
          <w:tcPr>
            <w:tcW w:w="562" w:type="dxa"/>
            <w:vAlign w:val="bottom"/>
          </w:tcPr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454FB9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07</w:t>
            </w:r>
          </w:p>
        </w:tc>
        <w:tc>
          <w:tcPr>
            <w:tcW w:w="1394" w:type="dxa"/>
            <w:vAlign w:val="bottom"/>
          </w:tcPr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454FB9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79 6 7118</w:t>
            </w:r>
          </w:p>
        </w:tc>
        <w:tc>
          <w:tcPr>
            <w:tcW w:w="737" w:type="dxa"/>
            <w:vAlign w:val="center"/>
          </w:tcPr>
          <w:p w:rsidR="00FA12FA" w:rsidRPr="00454FB9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454FB9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51106,8</w:t>
            </w:r>
          </w:p>
        </w:tc>
        <w:tc>
          <w:tcPr>
            <w:tcW w:w="1701" w:type="dxa"/>
            <w:noWrap/>
            <w:vAlign w:val="bottom"/>
          </w:tcPr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454FB9" w:rsidRDefault="00FA12FA" w:rsidP="00E16C1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54158,5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A12FA" w:rsidRDefault="00FA12FA" w:rsidP="00544A9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Look w:val="00A0"/>
      </w:tblPr>
      <w:tblGrid>
        <w:gridCol w:w="3631"/>
        <w:gridCol w:w="622"/>
        <w:gridCol w:w="562"/>
        <w:gridCol w:w="1394"/>
        <w:gridCol w:w="737"/>
        <w:gridCol w:w="1560"/>
        <w:gridCol w:w="1701"/>
      </w:tblGrid>
      <w:tr w:rsidR="00FA12FA" w:rsidRPr="00454FB9" w:rsidTr="00454FB9">
        <w:tc>
          <w:tcPr>
            <w:tcW w:w="3631" w:type="dxa"/>
            <w:vAlign w:val="center"/>
          </w:tcPr>
          <w:p w:rsidR="00FA12FA" w:rsidRPr="00454FB9" w:rsidRDefault="00FA12FA" w:rsidP="00454FB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454FB9">
              <w:rPr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обеспечен</w:t>
            </w:r>
            <w:r w:rsidRPr="00454FB9">
              <w:rPr>
                <w:sz w:val="28"/>
                <w:szCs w:val="28"/>
              </w:rPr>
              <w:t>и</w:t>
            </w:r>
            <w:r w:rsidRPr="00454FB9">
              <w:rPr>
                <w:sz w:val="28"/>
                <w:szCs w:val="28"/>
              </w:rPr>
              <w:t>ем отдыха детей, обуча</w:t>
            </w:r>
            <w:r w:rsidRPr="00454FB9">
              <w:rPr>
                <w:sz w:val="28"/>
                <w:szCs w:val="28"/>
              </w:rPr>
              <w:t>ю</w:t>
            </w:r>
            <w:r w:rsidRPr="00454FB9">
              <w:rPr>
                <w:sz w:val="28"/>
                <w:szCs w:val="28"/>
              </w:rPr>
              <w:t>щихся в общеобразовател</w:t>
            </w:r>
            <w:r w:rsidRPr="00454FB9">
              <w:rPr>
                <w:sz w:val="28"/>
                <w:szCs w:val="28"/>
              </w:rPr>
              <w:t>ь</w:t>
            </w:r>
            <w:r w:rsidRPr="00454FB9">
              <w:rPr>
                <w:sz w:val="28"/>
                <w:szCs w:val="28"/>
              </w:rPr>
              <w:t>ных организациях, за и</w:t>
            </w:r>
            <w:r w:rsidRPr="00454FB9">
              <w:rPr>
                <w:sz w:val="28"/>
                <w:szCs w:val="28"/>
              </w:rPr>
              <w:t>с</w:t>
            </w:r>
            <w:r w:rsidRPr="00454FB9">
              <w:rPr>
                <w:sz w:val="28"/>
                <w:szCs w:val="28"/>
              </w:rPr>
              <w:t>ключением детей-сирот и детей, оставшихся без п</w:t>
            </w:r>
            <w:r w:rsidRPr="00454FB9">
              <w:rPr>
                <w:sz w:val="28"/>
                <w:szCs w:val="28"/>
              </w:rPr>
              <w:t>о</w:t>
            </w:r>
            <w:r w:rsidRPr="00454FB9">
              <w:rPr>
                <w:sz w:val="28"/>
                <w:szCs w:val="28"/>
              </w:rPr>
              <w:t>печения родителей, нах</w:t>
            </w:r>
            <w:r w:rsidRPr="00454FB9">
              <w:rPr>
                <w:sz w:val="28"/>
                <w:szCs w:val="28"/>
              </w:rPr>
              <w:t>о</w:t>
            </w:r>
            <w:r w:rsidRPr="00454FB9">
              <w:rPr>
                <w:sz w:val="28"/>
                <w:szCs w:val="28"/>
              </w:rPr>
              <w:t>дящихся в образовательных организациях для детей-сирот и детей, оставшихся без попечения родителей, и детей, находящихся в тру</w:t>
            </w:r>
            <w:r w:rsidRPr="00454FB9">
              <w:rPr>
                <w:sz w:val="28"/>
                <w:szCs w:val="28"/>
              </w:rPr>
              <w:t>д</w:t>
            </w:r>
            <w:r w:rsidRPr="00454FB9">
              <w:rPr>
                <w:sz w:val="28"/>
                <w:szCs w:val="28"/>
              </w:rPr>
              <w:t>ной жизненной ситуации, в лагерях, организованных образовательными орган</w:t>
            </w:r>
            <w:r w:rsidRPr="00454FB9">
              <w:rPr>
                <w:sz w:val="28"/>
                <w:szCs w:val="28"/>
              </w:rPr>
              <w:t>и</w:t>
            </w:r>
            <w:r w:rsidRPr="00454FB9">
              <w:rPr>
                <w:sz w:val="28"/>
                <w:szCs w:val="28"/>
              </w:rPr>
              <w:t>зациями, осуществляющ</w:t>
            </w:r>
            <w:r w:rsidRPr="00454FB9">
              <w:rPr>
                <w:sz w:val="28"/>
                <w:szCs w:val="28"/>
              </w:rPr>
              <w:t>и</w:t>
            </w:r>
            <w:r w:rsidRPr="00454FB9">
              <w:rPr>
                <w:sz w:val="28"/>
                <w:szCs w:val="28"/>
              </w:rPr>
              <w:t>ми организацию отдыха и оздоровления обучающихся в каникулярное время (с дневным пребыванием)</w:t>
            </w:r>
          </w:p>
        </w:tc>
        <w:tc>
          <w:tcPr>
            <w:tcW w:w="622" w:type="dxa"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07</w:t>
            </w:r>
          </w:p>
        </w:tc>
        <w:tc>
          <w:tcPr>
            <w:tcW w:w="562" w:type="dxa"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07</w:t>
            </w:r>
          </w:p>
        </w:tc>
        <w:tc>
          <w:tcPr>
            <w:tcW w:w="1394" w:type="dxa"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79 6 7118</w:t>
            </w:r>
          </w:p>
        </w:tc>
        <w:tc>
          <w:tcPr>
            <w:tcW w:w="737" w:type="dxa"/>
            <w:vAlign w:val="center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noWrap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51106,8</w:t>
            </w:r>
          </w:p>
        </w:tc>
        <w:tc>
          <w:tcPr>
            <w:tcW w:w="1701" w:type="dxa"/>
            <w:noWrap/>
            <w:vAlign w:val="bottom"/>
          </w:tcPr>
          <w:p w:rsidR="00FA12FA" w:rsidRPr="00454FB9" w:rsidRDefault="00FA12FA" w:rsidP="00454F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4FB9">
              <w:rPr>
                <w:sz w:val="28"/>
                <w:szCs w:val="28"/>
              </w:rPr>
              <w:t>54158,5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A12FA" w:rsidRDefault="00FA12FA" w:rsidP="006A4D9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</w:t>
      </w:r>
      <w:r w:rsidRPr="006A4D93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«Стационарная медицинская помощь» (Рз 09 ПР 01) цифры «1201605,9» заменить цифрами «1202318,34»;</w:t>
      </w:r>
    </w:p>
    <w:p w:rsidR="00FA12FA" w:rsidRDefault="00FA12FA" w:rsidP="00733DEF">
      <w:pPr>
        <w:spacing w:line="37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к) </w:t>
      </w:r>
      <w:r w:rsidRPr="006A4D93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4B6C36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4B6C36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4B6C36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01</w:t>
      </w:r>
      <w:r>
        <w:rPr>
          <w:sz w:val="28"/>
          <w:szCs w:val="28"/>
        </w:rPr>
        <w:br/>
        <w:t>ЦС 78 0 0000) цифры «1201605,9» заменить цифрами «1202318,34»;</w:t>
      </w:r>
    </w:p>
    <w:p w:rsidR="00FA12FA" w:rsidRDefault="00FA12FA" w:rsidP="00733DEF">
      <w:pPr>
        <w:spacing w:line="37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л) в строке «Проектирование, строительство и ввод в эксплуатацию перин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тального центра» (Рз 09 ПР 01 ЦС 78 0 2114) цифры «174179,8»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«174892,24»;</w:t>
      </w:r>
    </w:p>
    <w:p w:rsidR="00FA12FA" w:rsidRDefault="00FA12FA" w:rsidP="00733DEF">
      <w:pPr>
        <w:spacing w:line="37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м) в строке «Иные бюджетные ассигнования» (Рз 09 ПР 01 ЦС 78 0 2114</w:t>
      </w:r>
      <w:r>
        <w:rPr>
          <w:sz w:val="28"/>
          <w:szCs w:val="28"/>
        </w:rPr>
        <w:br/>
        <w:t>ВР 800) цифры «174179,8» заменить цифрами «174892,24»;</w:t>
      </w:r>
    </w:p>
    <w:p w:rsidR="00FA12FA" w:rsidRDefault="00FA12FA" w:rsidP="00733DEF">
      <w:pPr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н) в строке «Амбулаторная помощь» (Рз 09 ПР 02) цифры «577939,6»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«577227,16»;</w:t>
      </w:r>
    </w:p>
    <w:p w:rsidR="00FA12FA" w:rsidRDefault="00FA12FA" w:rsidP="00733DEF">
      <w:pPr>
        <w:spacing w:line="37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о) в строке «</w:t>
      </w:r>
      <w:r w:rsidRPr="00CF118E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CF118E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CF118E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>» (Рз 09 ПР 02</w:t>
      </w:r>
      <w:r>
        <w:rPr>
          <w:sz w:val="28"/>
          <w:szCs w:val="28"/>
        </w:rPr>
        <w:br/>
        <w:t>ЦС 78 0 0000) цифры «577939,6» заменить цифрами «577227,16»;</w:t>
      </w:r>
    </w:p>
    <w:p w:rsidR="00FA12FA" w:rsidRDefault="00FA12FA" w:rsidP="00733DEF">
      <w:pPr>
        <w:spacing w:line="37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п) в строке «</w:t>
      </w:r>
      <w:r w:rsidRPr="00BA09EB">
        <w:rPr>
          <w:sz w:val="28"/>
          <w:szCs w:val="28"/>
        </w:rPr>
        <w:t>Реконструкция зданий в целях размещения государственных учреждений здравоохранения</w:t>
      </w:r>
      <w:r>
        <w:rPr>
          <w:sz w:val="28"/>
          <w:szCs w:val="28"/>
        </w:rPr>
        <w:t>» (Рз 09 ПР 02 ЦС 78 0 2119) цифры «111732,0»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«111019,56»;</w:t>
      </w:r>
    </w:p>
    <w:p w:rsidR="00FA12FA" w:rsidRDefault="00FA12FA" w:rsidP="00733DEF">
      <w:pPr>
        <w:spacing w:line="37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р) в строке «</w:t>
      </w:r>
      <w:r w:rsidRPr="00BA09EB">
        <w:rPr>
          <w:sz w:val="28"/>
          <w:szCs w:val="28"/>
        </w:rPr>
        <w:t>Капитальные вложения в объекты государственной (муниц</w:t>
      </w:r>
      <w:r w:rsidRPr="00BA09EB">
        <w:rPr>
          <w:sz w:val="28"/>
          <w:szCs w:val="28"/>
        </w:rPr>
        <w:t>и</w:t>
      </w:r>
      <w:r w:rsidRPr="00BA09EB">
        <w:rPr>
          <w:sz w:val="28"/>
          <w:szCs w:val="28"/>
        </w:rPr>
        <w:t>пальной) собственности</w:t>
      </w:r>
      <w:r>
        <w:rPr>
          <w:sz w:val="28"/>
          <w:szCs w:val="28"/>
        </w:rPr>
        <w:t>» (Рз 09 ПР 02 ЦС 78 0 2119 ВР 400) цифры «111732,0» заменить цифрами «111019,56»;</w:t>
      </w:r>
    </w:p>
    <w:p w:rsidR="00FA12FA" w:rsidRDefault="00FA12FA" w:rsidP="00733DEF">
      <w:pPr>
        <w:spacing w:line="37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с) строки</w:t>
      </w:r>
    </w:p>
    <w:tbl>
      <w:tblPr>
        <w:tblW w:w="10193" w:type="dxa"/>
        <w:tblInd w:w="-34" w:type="dxa"/>
        <w:tblLook w:val="00A0"/>
      </w:tblPr>
      <w:tblGrid>
        <w:gridCol w:w="3544"/>
        <w:gridCol w:w="554"/>
        <w:gridCol w:w="554"/>
        <w:gridCol w:w="1444"/>
        <w:gridCol w:w="636"/>
        <w:gridCol w:w="2199"/>
        <w:gridCol w:w="1262"/>
      </w:tblGrid>
      <w:tr w:rsidR="00FA12FA" w:rsidRPr="00FE1714" w:rsidTr="00FE1714">
        <w:tc>
          <w:tcPr>
            <w:tcW w:w="3544" w:type="dxa"/>
            <w:vAlign w:val="center"/>
          </w:tcPr>
          <w:p w:rsidR="00FA12FA" w:rsidRPr="00FE1714" w:rsidRDefault="00FA12FA" w:rsidP="00733DEF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E1714">
              <w:rPr>
                <w:color w:val="000000"/>
                <w:sz w:val="28"/>
                <w:szCs w:val="28"/>
              </w:rPr>
              <w:t>Оказание жителям Мел</w:t>
            </w:r>
            <w:r w:rsidRPr="00FE1714">
              <w:rPr>
                <w:color w:val="000000"/>
                <w:sz w:val="28"/>
                <w:szCs w:val="28"/>
              </w:rPr>
              <w:t>е</w:t>
            </w:r>
            <w:r w:rsidRPr="00FE1714">
              <w:rPr>
                <w:color w:val="000000"/>
                <w:sz w:val="28"/>
                <w:szCs w:val="28"/>
              </w:rPr>
              <w:t>кесского и Новомалыкли</w:t>
            </w:r>
            <w:r w:rsidRPr="00FE1714">
              <w:rPr>
                <w:color w:val="000000"/>
                <w:sz w:val="28"/>
                <w:szCs w:val="28"/>
              </w:rPr>
              <w:t>н</w:t>
            </w:r>
            <w:r w:rsidRPr="00FE1714">
              <w:rPr>
                <w:color w:val="000000"/>
                <w:sz w:val="28"/>
                <w:szCs w:val="28"/>
              </w:rPr>
              <w:t>ского районов специализ</w:t>
            </w:r>
            <w:r w:rsidRPr="00FE1714">
              <w:rPr>
                <w:color w:val="000000"/>
                <w:sz w:val="28"/>
                <w:szCs w:val="28"/>
              </w:rPr>
              <w:t>и</w:t>
            </w:r>
            <w:r w:rsidRPr="00FE1714">
              <w:rPr>
                <w:color w:val="000000"/>
                <w:sz w:val="28"/>
                <w:szCs w:val="28"/>
              </w:rPr>
              <w:t>рованной медицинской п</w:t>
            </w:r>
            <w:r w:rsidRPr="00FE1714">
              <w:rPr>
                <w:color w:val="000000"/>
                <w:sz w:val="28"/>
                <w:szCs w:val="28"/>
              </w:rPr>
              <w:t>о</w:t>
            </w:r>
            <w:r w:rsidRPr="00FE1714">
              <w:rPr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554" w:type="dxa"/>
            <w:vAlign w:val="bottom"/>
          </w:tcPr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4" w:type="dxa"/>
            <w:vAlign w:val="bottom"/>
          </w:tcPr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4" w:type="dxa"/>
            <w:vAlign w:val="bottom"/>
          </w:tcPr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78 0 2116</w:t>
            </w:r>
          </w:p>
        </w:tc>
        <w:tc>
          <w:tcPr>
            <w:tcW w:w="636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noWrap/>
            <w:vAlign w:val="bottom"/>
          </w:tcPr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5679,7</w:t>
            </w:r>
          </w:p>
        </w:tc>
        <w:tc>
          <w:tcPr>
            <w:tcW w:w="1262" w:type="dxa"/>
            <w:noWrap/>
            <w:vAlign w:val="bottom"/>
          </w:tcPr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5364,2</w:t>
            </w:r>
          </w:p>
        </w:tc>
      </w:tr>
      <w:tr w:rsidR="00FA12FA" w:rsidRPr="00FE1714" w:rsidTr="00FE1714">
        <w:tc>
          <w:tcPr>
            <w:tcW w:w="3544" w:type="dxa"/>
            <w:vAlign w:val="center"/>
          </w:tcPr>
          <w:p w:rsidR="00FA12FA" w:rsidRPr="00FE1714" w:rsidRDefault="00FA12FA" w:rsidP="00733DEF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4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4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4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78 0 2116</w:t>
            </w:r>
          </w:p>
        </w:tc>
        <w:tc>
          <w:tcPr>
            <w:tcW w:w="636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99" w:type="dxa"/>
            <w:noWrap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5679,7</w:t>
            </w:r>
          </w:p>
        </w:tc>
        <w:tc>
          <w:tcPr>
            <w:tcW w:w="1262" w:type="dxa"/>
            <w:noWrap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5364,2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FA12FA" w:rsidRDefault="00FA12FA" w:rsidP="00733DEF">
      <w:pPr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FA12FA" w:rsidRDefault="00FA12FA" w:rsidP="00733DEF">
      <w:pPr>
        <w:spacing w:line="37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т) после строки</w:t>
      </w:r>
    </w:p>
    <w:tbl>
      <w:tblPr>
        <w:tblW w:w="10207" w:type="dxa"/>
        <w:tblInd w:w="-34" w:type="dxa"/>
        <w:tblLook w:val="00A0"/>
      </w:tblPr>
      <w:tblGrid>
        <w:gridCol w:w="3544"/>
        <w:gridCol w:w="567"/>
        <w:gridCol w:w="567"/>
        <w:gridCol w:w="1440"/>
        <w:gridCol w:w="700"/>
        <w:gridCol w:w="2113"/>
        <w:gridCol w:w="1276"/>
      </w:tblGrid>
      <w:tr w:rsidR="00FA12FA" w:rsidRPr="00734900" w:rsidTr="00734900">
        <w:tc>
          <w:tcPr>
            <w:tcW w:w="3544" w:type="dxa"/>
            <w:vAlign w:val="center"/>
          </w:tcPr>
          <w:p w:rsidR="00FA12FA" w:rsidRPr="00734900" w:rsidRDefault="00FA12FA" w:rsidP="00733DEF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34900">
              <w:rPr>
                <w:color w:val="000000"/>
                <w:sz w:val="28"/>
                <w:szCs w:val="28"/>
              </w:rPr>
              <w:t>Иные бюджетные асси</w:t>
            </w:r>
            <w:r w:rsidRPr="00734900">
              <w:rPr>
                <w:color w:val="000000"/>
                <w:sz w:val="28"/>
                <w:szCs w:val="28"/>
              </w:rPr>
              <w:t>г</w:t>
            </w:r>
            <w:r w:rsidRPr="00734900">
              <w:rPr>
                <w:color w:val="000000"/>
                <w:sz w:val="28"/>
                <w:szCs w:val="28"/>
              </w:rPr>
              <w:t>нования</w:t>
            </w:r>
          </w:p>
        </w:tc>
        <w:tc>
          <w:tcPr>
            <w:tcW w:w="567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0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0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13" w:type="dxa"/>
            <w:noWrap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4221,4</w:t>
            </w:r>
          </w:p>
        </w:tc>
        <w:tc>
          <w:tcPr>
            <w:tcW w:w="1276" w:type="dxa"/>
            <w:noWrap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4221,4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FA12FA" w:rsidRDefault="00FA12FA" w:rsidP="0085124F">
      <w:pPr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193" w:type="dxa"/>
        <w:tblInd w:w="-34" w:type="dxa"/>
        <w:tblLook w:val="00A0"/>
      </w:tblPr>
      <w:tblGrid>
        <w:gridCol w:w="3544"/>
        <w:gridCol w:w="554"/>
        <w:gridCol w:w="554"/>
        <w:gridCol w:w="1444"/>
        <w:gridCol w:w="636"/>
        <w:gridCol w:w="2199"/>
        <w:gridCol w:w="1262"/>
      </w:tblGrid>
      <w:tr w:rsidR="00FA12FA" w:rsidRPr="00FE1714" w:rsidTr="00E16C14">
        <w:tc>
          <w:tcPr>
            <w:tcW w:w="3544" w:type="dxa"/>
            <w:vAlign w:val="center"/>
          </w:tcPr>
          <w:p w:rsidR="00FA12FA" w:rsidRPr="00FE1714" w:rsidRDefault="00FA12FA" w:rsidP="00733DEF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E1714">
              <w:rPr>
                <w:color w:val="000000"/>
                <w:sz w:val="28"/>
                <w:szCs w:val="28"/>
              </w:rPr>
              <w:t xml:space="preserve">Оказание жителям </w:t>
            </w:r>
            <w:r>
              <w:rPr>
                <w:color w:val="000000"/>
                <w:sz w:val="28"/>
                <w:szCs w:val="28"/>
              </w:rPr>
              <w:t xml:space="preserve">города Димитровграда, </w:t>
            </w:r>
            <w:r w:rsidRPr="00FE1714">
              <w:rPr>
                <w:color w:val="000000"/>
                <w:sz w:val="28"/>
                <w:szCs w:val="28"/>
              </w:rPr>
              <w:t>Мелеке</w:t>
            </w:r>
            <w:r w:rsidRPr="00FE1714">
              <w:rPr>
                <w:color w:val="000000"/>
                <w:sz w:val="28"/>
                <w:szCs w:val="28"/>
              </w:rPr>
              <w:t>с</w:t>
            </w:r>
            <w:r w:rsidRPr="00FE1714">
              <w:rPr>
                <w:color w:val="000000"/>
                <w:sz w:val="28"/>
                <w:szCs w:val="28"/>
              </w:rPr>
              <w:t>ского и Новомалыклинск</w:t>
            </w:r>
            <w:r w:rsidRPr="00FE1714">
              <w:rPr>
                <w:color w:val="000000"/>
                <w:sz w:val="28"/>
                <w:szCs w:val="28"/>
              </w:rPr>
              <w:t>о</w:t>
            </w:r>
            <w:r w:rsidRPr="00FE1714">
              <w:rPr>
                <w:color w:val="000000"/>
                <w:sz w:val="28"/>
                <w:szCs w:val="28"/>
              </w:rPr>
              <w:t>го районов специализир</w:t>
            </w:r>
            <w:r w:rsidRPr="00FE1714">
              <w:rPr>
                <w:color w:val="000000"/>
                <w:sz w:val="28"/>
                <w:szCs w:val="28"/>
              </w:rPr>
              <w:t>о</w:t>
            </w:r>
            <w:r w:rsidRPr="00FE1714">
              <w:rPr>
                <w:color w:val="000000"/>
                <w:sz w:val="28"/>
                <w:szCs w:val="28"/>
              </w:rPr>
              <w:t>ванной медицинской п</w:t>
            </w:r>
            <w:r w:rsidRPr="00FE1714">
              <w:rPr>
                <w:color w:val="000000"/>
                <w:sz w:val="28"/>
                <w:szCs w:val="28"/>
              </w:rPr>
              <w:t>о</w:t>
            </w:r>
            <w:r w:rsidRPr="00FE1714">
              <w:rPr>
                <w:color w:val="000000"/>
                <w:sz w:val="28"/>
                <w:szCs w:val="28"/>
              </w:rPr>
              <w:t>мощи</w:t>
            </w:r>
          </w:p>
        </w:tc>
        <w:tc>
          <w:tcPr>
            <w:tcW w:w="554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4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4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78 0 21</w:t>
            </w: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99" w:type="dxa"/>
            <w:noWrap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5679,7</w:t>
            </w:r>
          </w:p>
        </w:tc>
        <w:tc>
          <w:tcPr>
            <w:tcW w:w="1262" w:type="dxa"/>
            <w:noWrap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5364,2</w:t>
            </w:r>
          </w:p>
        </w:tc>
      </w:tr>
      <w:tr w:rsidR="00FA12FA" w:rsidRPr="00FE1714" w:rsidTr="00E16C14">
        <w:tc>
          <w:tcPr>
            <w:tcW w:w="3544" w:type="dxa"/>
            <w:vAlign w:val="center"/>
          </w:tcPr>
          <w:p w:rsidR="00FA12FA" w:rsidRPr="00FE1714" w:rsidRDefault="00FA12FA" w:rsidP="00733DEF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54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54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44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78 0 21</w:t>
            </w: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99" w:type="dxa"/>
            <w:noWrap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5679,7</w:t>
            </w:r>
          </w:p>
        </w:tc>
        <w:tc>
          <w:tcPr>
            <w:tcW w:w="1262" w:type="dxa"/>
            <w:noWrap/>
            <w:vAlign w:val="bottom"/>
          </w:tcPr>
          <w:p w:rsidR="00FA12FA" w:rsidRPr="00FE1714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FE1714">
              <w:rPr>
                <w:color w:val="000000"/>
                <w:sz w:val="28"/>
                <w:szCs w:val="28"/>
              </w:rPr>
              <w:t>5364,2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FA12FA" w:rsidRDefault="00FA12FA" w:rsidP="00733DEF">
      <w:pPr>
        <w:spacing w:line="37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у) после строки</w:t>
      </w:r>
    </w:p>
    <w:tbl>
      <w:tblPr>
        <w:tblW w:w="10207" w:type="dxa"/>
        <w:tblInd w:w="-34" w:type="dxa"/>
        <w:tblLook w:val="00A0"/>
      </w:tblPr>
      <w:tblGrid>
        <w:gridCol w:w="3544"/>
        <w:gridCol w:w="563"/>
        <w:gridCol w:w="563"/>
        <w:gridCol w:w="1406"/>
        <w:gridCol w:w="532"/>
        <w:gridCol w:w="1973"/>
        <w:gridCol w:w="1626"/>
      </w:tblGrid>
      <w:tr w:rsidR="00FA12FA" w:rsidRPr="00734900" w:rsidTr="00734900">
        <w:tc>
          <w:tcPr>
            <w:tcW w:w="3544" w:type="dxa"/>
            <w:vAlign w:val="center"/>
          </w:tcPr>
          <w:p w:rsidR="00FA12FA" w:rsidRPr="00734900" w:rsidRDefault="00FA12FA" w:rsidP="00733DEF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34900">
              <w:rPr>
                <w:color w:val="000000"/>
                <w:sz w:val="28"/>
                <w:szCs w:val="28"/>
              </w:rPr>
              <w:t>Страховые взносы на об</w:t>
            </w:r>
            <w:r w:rsidRPr="00734900">
              <w:rPr>
                <w:color w:val="000000"/>
                <w:sz w:val="28"/>
                <w:szCs w:val="28"/>
              </w:rPr>
              <w:t>я</w:t>
            </w:r>
            <w:r w:rsidRPr="00734900">
              <w:rPr>
                <w:color w:val="000000"/>
                <w:sz w:val="28"/>
                <w:szCs w:val="28"/>
              </w:rPr>
              <w:t>зательное медицинское страхование неработающ</w:t>
            </w:r>
            <w:r w:rsidRPr="00734900">
              <w:rPr>
                <w:color w:val="000000"/>
                <w:sz w:val="28"/>
                <w:szCs w:val="28"/>
              </w:rPr>
              <w:t>е</w:t>
            </w:r>
            <w:r w:rsidRPr="00734900">
              <w:rPr>
                <w:color w:val="000000"/>
                <w:sz w:val="28"/>
                <w:szCs w:val="28"/>
              </w:rPr>
              <w:t>го населения</w:t>
            </w:r>
          </w:p>
        </w:tc>
        <w:tc>
          <w:tcPr>
            <w:tcW w:w="563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3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06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78 0 7303</w:t>
            </w:r>
          </w:p>
        </w:tc>
        <w:tc>
          <w:tcPr>
            <w:tcW w:w="532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noWrap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2873710,2</w:t>
            </w:r>
          </w:p>
        </w:tc>
        <w:tc>
          <w:tcPr>
            <w:tcW w:w="1626" w:type="dxa"/>
            <w:noWrap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2873710,2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FA12FA" w:rsidRDefault="00FA12FA" w:rsidP="00733DEF">
      <w:pPr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204" w:type="dxa"/>
        <w:tblInd w:w="-34" w:type="dxa"/>
        <w:tblLook w:val="00A0"/>
      </w:tblPr>
      <w:tblGrid>
        <w:gridCol w:w="3544"/>
        <w:gridCol w:w="560"/>
        <w:gridCol w:w="560"/>
        <w:gridCol w:w="1380"/>
        <w:gridCol w:w="636"/>
        <w:gridCol w:w="1898"/>
        <w:gridCol w:w="1626"/>
      </w:tblGrid>
      <w:tr w:rsidR="00FA12FA" w:rsidRPr="00734900" w:rsidTr="00734900">
        <w:tc>
          <w:tcPr>
            <w:tcW w:w="3544" w:type="dxa"/>
            <w:vAlign w:val="center"/>
          </w:tcPr>
          <w:p w:rsidR="00FA12FA" w:rsidRPr="00734900" w:rsidRDefault="00FA12FA" w:rsidP="00733DEF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«Социальное обеспечение и иные выплаты населению</w:t>
            </w:r>
          </w:p>
        </w:tc>
        <w:tc>
          <w:tcPr>
            <w:tcW w:w="560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0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0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78 0 7303</w:t>
            </w:r>
          </w:p>
        </w:tc>
        <w:tc>
          <w:tcPr>
            <w:tcW w:w="636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98" w:type="dxa"/>
            <w:noWrap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2873710,2</w:t>
            </w:r>
          </w:p>
        </w:tc>
        <w:tc>
          <w:tcPr>
            <w:tcW w:w="1626" w:type="dxa"/>
            <w:noWrap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2873710,2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FA12FA" w:rsidRDefault="00FA12FA" w:rsidP="00733DEF">
      <w:pPr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ф) строку</w:t>
      </w:r>
    </w:p>
    <w:tbl>
      <w:tblPr>
        <w:tblW w:w="10204" w:type="dxa"/>
        <w:tblInd w:w="-34" w:type="dxa"/>
        <w:tblLook w:val="00A0"/>
      </w:tblPr>
      <w:tblGrid>
        <w:gridCol w:w="3544"/>
        <w:gridCol w:w="560"/>
        <w:gridCol w:w="560"/>
        <w:gridCol w:w="1380"/>
        <w:gridCol w:w="636"/>
        <w:gridCol w:w="1898"/>
        <w:gridCol w:w="1626"/>
      </w:tblGrid>
      <w:tr w:rsidR="00FA12FA" w:rsidRPr="00734900" w:rsidTr="00E16C14">
        <w:tc>
          <w:tcPr>
            <w:tcW w:w="3544" w:type="dxa"/>
            <w:vAlign w:val="center"/>
          </w:tcPr>
          <w:p w:rsidR="00FA12FA" w:rsidRPr="00734900" w:rsidRDefault="00FA12FA" w:rsidP="00733DEF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</w:t>
            </w:r>
          </w:p>
        </w:tc>
        <w:tc>
          <w:tcPr>
            <w:tcW w:w="560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0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80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78 0 7303</w:t>
            </w:r>
          </w:p>
        </w:tc>
        <w:tc>
          <w:tcPr>
            <w:tcW w:w="636" w:type="dxa"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98" w:type="dxa"/>
            <w:noWrap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2873710,2</w:t>
            </w:r>
          </w:p>
        </w:tc>
        <w:tc>
          <w:tcPr>
            <w:tcW w:w="1626" w:type="dxa"/>
            <w:noWrap/>
            <w:vAlign w:val="bottom"/>
          </w:tcPr>
          <w:p w:rsidR="00FA12FA" w:rsidRPr="00734900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734900">
              <w:rPr>
                <w:color w:val="000000"/>
                <w:sz w:val="28"/>
                <w:szCs w:val="28"/>
              </w:rPr>
              <w:t>2873710,2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FA12FA" w:rsidRDefault="00FA12FA" w:rsidP="00733DEF">
      <w:pPr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FA12FA" w:rsidRDefault="00FA12FA" w:rsidP="00733DEF">
      <w:pPr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х) в строке «</w:t>
      </w:r>
      <w:r w:rsidRPr="006D54CF">
        <w:rPr>
          <w:sz w:val="28"/>
          <w:szCs w:val="28"/>
        </w:rPr>
        <w:t>Учреждения социального обслуживания инвалидов, граждан пожилого возраста и иных категорий граждан</w:t>
      </w:r>
      <w:r>
        <w:rPr>
          <w:sz w:val="28"/>
          <w:szCs w:val="28"/>
        </w:rPr>
        <w:t>» (Рз 10 ПР 02 ЦС 80 1 1209) цифры «516278,9» заменить цифрами «506278,9», цифры «514363,8» заменить цифрами «504363,8»;</w:t>
      </w:r>
    </w:p>
    <w:p w:rsidR="00FA12FA" w:rsidRDefault="00FA12FA" w:rsidP="00733DEF">
      <w:pPr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ц) в строке «</w:t>
      </w:r>
      <w:r w:rsidRPr="006D54CF">
        <w:rPr>
          <w:sz w:val="28"/>
          <w:szCs w:val="28"/>
        </w:rPr>
        <w:t>Предоставление субсидий бюджетным, автономным учрежд</w:t>
      </w:r>
      <w:r w:rsidRPr="006D54CF">
        <w:rPr>
          <w:sz w:val="28"/>
          <w:szCs w:val="28"/>
        </w:rPr>
        <w:t>е</w:t>
      </w:r>
      <w:r w:rsidRPr="006D54CF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10 ПР 02 ЦС 80 1 1209 ВР 600) цифры «466605,5» заменить цифрами «456605,5», цифры «465316,3» заменить цифрами «455316,3»;</w:t>
      </w:r>
    </w:p>
    <w:p w:rsidR="00FA12FA" w:rsidRDefault="00FA12FA" w:rsidP="00733DEF">
      <w:pPr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ч) после строки</w:t>
      </w:r>
    </w:p>
    <w:tbl>
      <w:tblPr>
        <w:tblW w:w="10207" w:type="dxa"/>
        <w:tblInd w:w="-34" w:type="dxa"/>
        <w:tblLook w:val="00A0"/>
      </w:tblPr>
      <w:tblGrid>
        <w:gridCol w:w="3544"/>
        <w:gridCol w:w="567"/>
        <w:gridCol w:w="567"/>
        <w:gridCol w:w="1440"/>
        <w:gridCol w:w="700"/>
        <w:gridCol w:w="1688"/>
        <w:gridCol w:w="1701"/>
      </w:tblGrid>
      <w:tr w:rsidR="00FA12FA" w:rsidRPr="006D54CF" w:rsidTr="006D54CF">
        <w:tc>
          <w:tcPr>
            <w:tcW w:w="3544" w:type="dxa"/>
            <w:vAlign w:val="center"/>
          </w:tcPr>
          <w:p w:rsidR="00FA12FA" w:rsidRPr="006D54CF" w:rsidRDefault="00FA12FA" w:rsidP="00733DEF">
            <w:pPr>
              <w:spacing w:line="374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6D54CF">
              <w:rPr>
                <w:color w:val="000000"/>
                <w:sz w:val="28"/>
                <w:szCs w:val="28"/>
              </w:rPr>
              <w:t>Иные бюджетные асси</w:t>
            </w:r>
            <w:r w:rsidRPr="006D54CF">
              <w:rPr>
                <w:color w:val="000000"/>
                <w:sz w:val="28"/>
                <w:szCs w:val="28"/>
              </w:rPr>
              <w:t>г</w:t>
            </w:r>
            <w:r w:rsidRPr="006D54CF">
              <w:rPr>
                <w:color w:val="000000"/>
                <w:sz w:val="28"/>
                <w:szCs w:val="28"/>
              </w:rPr>
              <w:t>нования</w:t>
            </w:r>
          </w:p>
        </w:tc>
        <w:tc>
          <w:tcPr>
            <w:tcW w:w="567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6D54C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6D54C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6D54CF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00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6D54C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688" w:type="dxa"/>
            <w:noWrap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 w:rsidRPr="006D54CF">
              <w:rPr>
                <w:color w:val="000000"/>
                <w:sz w:val="28"/>
                <w:szCs w:val="28"/>
              </w:rPr>
              <w:t>388,9</w:t>
            </w:r>
          </w:p>
        </w:tc>
        <w:tc>
          <w:tcPr>
            <w:tcW w:w="1701" w:type="dxa"/>
            <w:noWrap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388,9»</w:t>
            </w:r>
          </w:p>
        </w:tc>
      </w:tr>
    </w:tbl>
    <w:p w:rsidR="00FA12FA" w:rsidRDefault="00FA12FA" w:rsidP="00733DEF">
      <w:pPr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544"/>
        <w:gridCol w:w="567"/>
        <w:gridCol w:w="567"/>
        <w:gridCol w:w="1440"/>
        <w:gridCol w:w="700"/>
        <w:gridCol w:w="1688"/>
        <w:gridCol w:w="1701"/>
      </w:tblGrid>
      <w:tr w:rsidR="00FA12FA" w:rsidRPr="006D54CF" w:rsidTr="006D54CF">
        <w:tc>
          <w:tcPr>
            <w:tcW w:w="3544" w:type="dxa"/>
            <w:vAlign w:val="center"/>
          </w:tcPr>
          <w:p w:rsidR="00FA12FA" w:rsidRPr="006D54CF" w:rsidRDefault="00FA12FA" w:rsidP="00733DEF">
            <w:pPr>
              <w:spacing w:line="37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D54CF">
              <w:rPr>
                <w:sz w:val="28"/>
                <w:szCs w:val="28"/>
              </w:rPr>
              <w:t>Субсидии юридическим лицам, не являющимся го</w:t>
            </w:r>
            <w:r>
              <w:rPr>
                <w:sz w:val="28"/>
                <w:szCs w:val="28"/>
              </w:rPr>
              <w:t>-</w:t>
            </w:r>
            <w:r w:rsidRPr="006D54CF">
              <w:rPr>
                <w:sz w:val="28"/>
                <w:szCs w:val="28"/>
              </w:rPr>
              <w:t>сударственными (муници</w:t>
            </w:r>
            <w:r>
              <w:rPr>
                <w:sz w:val="28"/>
                <w:szCs w:val="28"/>
              </w:rPr>
              <w:t>-</w:t>
            </w:r>
            <w:r w:rsidRPr="006D54CF">
              <w:rPr>
                <w:sz w:val="28"/>
                <w:szCs w:val="28"/>
              </w:rPr>
              <w:t>пальными) учреждениями, индивидуальным предпри</w:t>
            </w:r>
            <w:r>
              <w:rPr>
                <w:sz w:val="28"/>
                <w:szCs w:val="28"/>
              </w:rPr>
              <w:t>-</w:t>
            </w:r>
            <w:r w:rsidRPr="006D54CF">
              <w:rPr>
                <w:sz w:val="28"/>
                <w:szCs w:val="28"/>
              </w:rPr>
              <w:t>нимателям, оказывающим услуги в области социаль</w:t>
            </w:r>
            <w:r>
              <w:rPr>
                <w:sz w:val="28"/>
                <w:szCs w:val="28"/>
              </w:rPr>
              <w:t>-</w:t>
            </w:r>
            <w:r w:rsidRPr="006D54CF">
              <w:rPr>
                <w:sz w:val="28"/>
                <w:szCs w:val="28"/>
              </w:rPr>
              <w:t>ного обслуживания</w:t>
            </w:r>
            <w:r>
              <w:rPr>
                <w:sz w:val="28"/>
                <w:szCs w:val="28"/>
              </w:rPr>
              <w:t xml:space="preserve"> нас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ления</w:t>
            </w:r>
          </w:p>
        </w:tc>
        <w:tc>
          <w:tcPr>
            <w:tcW w:w="567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80 1 1236</w:t>
            </w:r>
          </w:p>
        </w:tc>
        <w:tc>
          <w:tcPr>
            <w:tcW w:w="700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88" w:type="dxa"/>
            <w:noWrap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</w:t>
            </w:r>
          </w:p>
        </w:tc>
        <w:tc>
          <w:tcPr>
            <w:tcW w:w="1701" w:type="dxa"/>
            <w:noWrap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10000,0</w:t>
            </w:r>
          </w:p>
        </w:tc>
      </w:tr>
      <w:tr w:rsidR="00FA12FA" w:rsidRPr="006D54CF" w:rsidTr="006D54CF">
        <w:tc>
          <w:tcPr>
            <w:tcW w:w="3544" w:type="dxa"/>
            <w:vAlign w:val="center"/>
          </w:tcPr>
          <w:p w:rsidR="00FA12FA" w:rsidRPr="006D54CF" w:rsidRDefault="00FA12FA" w:rsidP="00733DEF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6D54CF">
              <w:rPr>
                <w:sz w:val="28"/>
                <w:szCs w:val="28"/>
              </w:rPr>
              <w:t>е</w:t>
            </w:r>
            <w:r w:rsidRPr="006D54CF">
              <w:rPr>
                <w:sz w:val="28"/>
                <w:szCs w:val="28"/>
              </w:rPr>
              <w:t>коммерческим организац</w:t>
            </w:r>
            <w:r w:rsidRPr="006D54CF">
              <w:rPr>
                <w:sz w:val="28"/>
                <w:szCs w:val="28"/>
              </w:rPr>
              <w:t>и</w:t>
            </w:r>
            <w:r w:rsidRPr="006D54CF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80 1 1236</w:t>
            </w:r>
          </w:p>
        </w:tc>
        <w:tc>
          <w:tcPr>
            <w:tcW w:w="700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600</w:t>
            </w:r>
          </w:p>
        </w:tc>
        <w:tc>
          <w:tcPr>
            <w:tcW w:w="1688" w:type="dxa"/>
            <w:noWrap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8000,0</w:t>
            </w:r>
          </w:p>
        </w:tc>
        <w:tc>
          <w:tcPr>
            <w:tcW w:w="1701" w:type="dxa"/>
            <w:noWrap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8000,0</w:t>
            </w:r>
          </w:p>
        </w:tc>
      </w:tr>
      <w:tr w:rsidR="00FA12FA" w:rsidRPr="006D54CF" w:rsidTr="006D54CF">
        <w:tc>
          <w:tcPr>
            <w:tcW w:w="3544" w:type="dxa"/>
            <w:vAlign w:val="center"/>
          </w:tcPr>
          <w:p w:rsidR="00FA12FA" w:rsidRPr="006D54CF" w:rsidRDefault="00FA12FA" w:rsidP="00733DEF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Иные бюджетные ассигн</w:t>
            </w:r>
            <w:r w:rsidRPr="006D54CF">
              <w:rPr>
                <w:sz w:val="28"/>
                <w:szCs w:val="28"/>
              </w:rPr>
              <w:t>о</w:t>
            </w:r>
            <w:r w:rsidRPr="006D54CF">
              <w:rPr>
                <w:sz w:val="28"/>
                <w:szCs w:val="28"/>
              </w:rPr>
              <w:t>вания</w:t>
            </w:r>
          </w:p>
        </w:tc>
        <w:tc>
          <w:tcPr>
            <w:tcW w:w="567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02</w:t>
            </w:r>
          </w:p>
        </w:tc>
        <w:tc>
          <w:tcPr>
            <w:tcW w:w="1440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80 1 1236</w:t>
            </w:r>
          </w:p>
        </w:tc>
        <w:tc>
          <w:tcPr>
            <w:tcW w:w="700" w:type="dxa"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800</w:t>
            </w:r>
          </w:p>
        </w:tc>
        <w:tc>
          <w:tcPr>
            <w:tcW w:w="1688" w:type="dxa"/>
            <w:noWrap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2000,0</w:t>
            </w:r>
          </w:p>
        </w:tc>
        <w:tc>
          <w:tcPr>
            <w:tcW w:w="1701" w:type="dxa"/>
            <w:noWrap/>
            <w:vAlign w:val="bottom"/>
          </w:tcPr>
          <w:p w:rsidR="00FA12FA" w:rsidRPr="006D54CF" w:rsidRDefault="00FA12FA" w:rsidP="00733DEF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6D54CF">
              <w:rPr>
                <w:sz w:val="28"/>
                <w:szCs w:val="28"/>
              </w:rPr>
              <w:t>2000,0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A12FA" w:rsidRDefault="00FA12FA" w:rsidP="00733DEF">
      <w:pPr>
        <w:spacing w:line="37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762A8F">
        <w:rPr>
          <w:sz w:val="28"/>
          <w:szCs w:val="28"/>
        </w:rPr>
        <w:t>) приложение 10 изложить в следующей редакции:</w:t>
      </w:r>
    </w:p>
    <w:p w:rsidR="00FA12FA" w:rsidRDefault="00FA12FA" w:rsidP="00112668">
      <w:pPr>
        <w:spacing w:line="329" w:lineRule="auto"/>
        <w:ind w:firstLine="709"/>
        <w:jc w:val="both"/>
        <w:rPr>
          <w:sz w:val="28"/>
          <w:szCs w:val="28"/>
        </w:rPr>
      </w:pPr>
    </w:p>
    <w:p w:rsidR="00FA12FA" w:rsidRDefault="00FA12FA" w:rsidP="00112668">
      <w:pPr>
        <w:spacing w:line="329" w:lineRule="auto"/>
        <w:ind w:firstLine="709"/>
        <w:jc w:val="both"/>
        <w:rPr>
          <w:sz w:val="28"/>
          <w:szCs w:val="28"/>
        </w:rPr>
      </w:pPr>
    </w:p>
    <w:p w:rsidR="00FA12FA" w:rsidRDefault="00FA12FA" w:rsidP="00112668">
      <w:pPr>
        <w:spacing w:line="329" w:lineRule="auto"/>
        <w:ind w:firstLine="709"/>
        <w:jc w:val="both"/>
        <w:rPr>
          <w:sz w:val="28"/>
          <w:szCs w:val="28"/>
        </w:rPr>
      </w:pPr>
    </w:p>
    <w:p w:rsidR="00FA12FA" w:rsidRPr="00762A8F" w:rsidRDefault="00FA12FA" w:rsidP="00112668">
      <w:pPr>
        <w:spacing w:line="329" w:lineRule="auto"/>
        <w:ind w:firstLine="709"/>
        <w:jc w:val="both"/>
        <w:rPr>
          <w:sz w:val="28"/>
          <w:szCs w:val="28"/>
        </w:rPr>
      </w:pPr>
    </w:p>
    <w:tbl>
      <w:tblPr>
        <w:tblW w:w="9915" w:type="dxa"/>
        <w:tblInd w:w="93" w:type="dxa"/>
        <w:tblLayout w:type="fixed"/>
        <w:tblLook w:val="00A0"/>
      </w:tblPr>
      <w:tblGrid>
        <w:gridCol w:w="5595"/>
        <w:gridCol w:w="4320"/>
      </w:tblGrid>
      <w:tr w:rsidR="00FA12FA" w:rsidRPr="00762A8F" w:rsidTr="00744913">
        <w:trPr>
          <w:trHeight w:val="244"/>
        </w:trPr>
        <w:tc>
          <w:tcPr>
            <w:tcW w:w="5595" w:type="dxa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rPr>
                <w:sz w:val="28"/>
                <w:szCs w:val="28"/>
              </w:rPr>
            </w:pPr>
            <w:bookmarkStart w:id="1" w:name="RANGE!A1:G1245"/>
            <w:bookmarkEnd w:id="1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FFFFFF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2A8F">
              <w:rPr>
                <w:sz w:val="28"/>
                <w:szCs w:val="28"/>
              </w:rPr>
              <w:t>«ПРИЛОЖЕНИЕ 10</w:t>
            </w:r>
          </w:p>
        </w:tc>
      </w:tr>
      <w:tr w:rsidR="00FA12FA" w:rsidRPr="00762A8F" w:rsidTr="00744913">
        <w:trPr>
          <w:trHeight w:val="1626"/>
        </w:trPr>
        <w:tc>
          <w:tcPr>
            <w:tcW w:w="5595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FFFFFF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jc w:val="center"/>
              <w:rPr>
                <w:sz w:val="28"/>
                <w:szCs w:val="28"/>
              </w:rPr>
            </w:pPr>
            <w:r w:rsidRPr="00762A8F">
              <w:rPr>
                <w:sz w:val="28"/>
                <w:szCs w:val="28"/>
              </w:rPr>
              <w:t xml:space="preserve">к Закону Ульяновской области «Об областном бюджете </w:t>
            </w:r>
          </w:p>
          <w:p w:rsidR="00FA12FA" w:rsidRPr="00762A8F" w:rsidRDefault="00FA12FA" w:rsidP="00744913">
            <w:pPr>
              <w:jc w:val="center"/>
              <w:rPr>
                <w:sz w:val="28"/>
                <w:szCs w:val="28"/>
              </w:rPr>
            </w:pPr>
            <w:r w:rsidRPr="00762A8F">
              <w:rPr>
                <w:sz w:val="28"/>
                <w:szCs w:val="28"/>
              </w:rPr>
              <w:t>Ульяновской области на 2015 год</w:t>
            </w:r>
          </w:p>
          <w:p w:rsidR="00FA12FA" w:rsidRPr="00762A8F" w:rsidRDefault="00FA12FA" w:rsidP="00744913">
            <w:pPr>
              <w:jc w:val="center"/>
              <w:rPr>
                <w:sz w:val="28"/>
                <w:szCs w:val="28"/>
              </w:rPr>
            </w:pPr>
            <w:r w:rsidRPr="00762A8F">
              <w:rPr>
                <w:sz w:val="28"/>
                <w:szCs w:val="28"/>
              </w:rPr>
              <w:t xml:space="preserve"> и на плановый период </w:t>
            </w:r>
          </w:p>
          <w:p w:rsidR="00FA12FA" w:rsidRPr="00762A8F" w:rsidRDefault="00FA12FA" w:rsidP="003F1499">
            <w:pPr>
              <w:jc w:val="center"/>
              <w:rPr>
                <w:sz w:val="28"/>
                <w:szCs w:val="28"/>
              </w:rPr>
            </w:pPr>
            <w:r w:rsidRPr="00762A8F">
              <w:rPr>
                <w:sz w:val="28"/>
                <w:szCs w:val="28"/>
              </w:rPr>
              <w:t>2016 и 2017 годов»</w:t>
            </w:r>
          </w:p>
        </w:tc>
      </w:tr>
    </w:tbl>
    <w:p w:rsidR="00FA12FA" w:rsidRPr="00762A8F" w:rsidRDefault="00FA12FA" w:rsidP="00112668">
      <w:pPr>
        <w:spacing w:line="235" w:lineRule="auto"/>
        <w:rPr>
          <w:sz w:val="24"/>
          <w:szCs w:val="24"/>
        </w:rPr>
      </w:pPr>
    </w:p>
    <w:tbl>
      <w:tblPr>
        <w:tblW w:w="10210" w:type="dxa"/>
        <w:tblInd w:w="93" w:type="dxa"/>
        <w:tblLayout w:type="fixed"/>
        <w:tblLook w:val="00A0"/>
      </w:tblPr>
      <w:tblGrid>
        <w:gridCol w:w="4404"/>
        <w:gridCol w:w="708"/>
        <w:gridCol w:w="570"/>
        <w:gridCol w:w="567"/>
        <w:gridCol w:w="10"/>
        <w:gridCol w:w="775"/>
        <w:gridCol w:w="504"/>
        <w:gridCol w:w="132"/>
        <w:gridCol w:w="442"/>
        <w:gridCol w:w="267"/>
        <w:gridCol w:w="953"/>
        <w:gridCol w:w="606"/>
        <w:gridCol w:w="272"/>
      </w:tblGrid>
      <w:tr w:rsidR="00FA12FA" w:rsidRPr="00762A8F" w:rsidTr="00744913">
        <w:trPr>
          <w:gridAfter w:val="1"/>
          <w:wAfter w:w="272" w:type="dxa"/>
          <w:trHeight w:val="232"/>
        </w:trPr>
        <w:tc>
          <w:tcPr>
            <w:tcW w:w="62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8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112668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FA12FA" w:rsidRPr="00762A8F" w:rsidTr="00112668">
        <w:trPr>
          <w:trHeight w:val="226"/>
        </w:trPr>
        <w:tc>
          <w:tcPr>
            <w:tcW w:w="62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112668">
            <w:pPr>
              <w:spacing w:line="235" w:lineRule="auto"/>
              <w:rPr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112668">
            <w:pPr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112668">
            <w:pPr>
              <w:spacing w:line="235" w:lineRule="auto"/>
              <w:rPr>
                <w:sz w:val="28"/>
                <w:szCs w:val="28"/>
              </w:rPr>
            </w:pPr>
          </w:p>
        </w:tc>
      </w:tr>
      <w:tr w:rsidR="00FA12FA" w:rsidRPr="00762A8F" w:rsidTr="00744913">
        <w:trPr>
          <w:gridAfter w:val="1"/>
          <w:wAfter w:w="272" w:type="dxa"/>
          <w:trHeight w:val="100"/>
        </w:trPr>
        <w:tc>
          <w:tcPr>
            <w:tcW w:w="993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jc w:val="center"/>
              <w:rPr>
                <w:b/>
                <w:bCs/>
                <w:sz w:val="28"/>
                <w:szCs w:val="28"/>
              </w:rPr>
            </w:pPr>
            <w:r w:rsidRPr="00762A8F">
              <w:rPr>
                <w:b/>
                <w:bCs/>
                <w:sz w:val="28"/>
                <w:szCs w:val="28"/>
              </w:rPr>
              <w:t>Ведомственная структура</w:t>
            </w:r>
          </w:p>
        </w:tc>
      </w:tr>
      <w:tr w:rsidR="00FA12FA" w:rsidRPr="00762A8F" w:rsidTr="00744913">
        <w:trPr>
          <w:gridAfter w:val="1"/>
          <w:wAfter w:w="272" w:type="dxa"/>
          <w:trHeight w:val="375"/>
        </w:trPr>
        <w:tc>
          <w:tcPr>
            <w:tcW w:w="993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jc w:val="center"/>
              <w:rPr>
                <w:b/>
                <w:bCs/>
                <w:sz w:val="28"/>
                <w:szCs w:val="28"/>
              </w:rPr>
            </w:pPr>
            <w:r w:rsidRPr="00762A8F">
              <w:rPr>
                <w:b/>
                <w:bCs/>
                <w:sz w:val="28"/>
                <w:szCs w:val="28"/>
              </w:rPr>
              <w:t>расходов областного бюджета Ульяновской области</w:t>
            </w:r>
          </w:p>
        </w:tc>
      </w:tr>
      <w:tr w:rsidR="00FA12FA" w:rsidRPr="00762A8F" w:rsidTr="00744913">
        <w:trPr>
          <w:gridAfter w:val="1"/>
          <w:wAfter w:w="272" w:type="dxa"/>
          <w:trHeight w:val="375"/>
        </w:trPr>
        <w:tc>
          <w:tcPr>
            <w:tcW w:w="993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721DFE">
            <w:pPr>
              <w:jc w:val="center"/>
              <w:rPr>
                <w:b/>
                <w:bCs/>
                <w:sz w:val="28"/>
                <w:szCs w:val="28"/>
              </w:rPr>
            </w:pPr>
            <w:r w:rsidRPr="00762A8F"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FA12FA" w:rsidRPr="00762A8F" w:rsidTr="00744913">
        <w:trPr>
          <w:gridAfter w:val="1"/>
          <w:wAfter w:w="272" w:type="dxa"/>
          <w:trHeight w:val="300"/>
        </w:trPr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FA12FA" w:rsidRPr="00762A8F" w:rsidRDefault="00FA12FA" w:rsidP="00706371">
      <w:pPr>
        <w:rPr>
          <w:sz w:val="2"/>
          <w:szCs w:val="2"/>
        </w:rPr>
      </w:pPr>
      <w:bookmarkStart w:id="2" w:name="RANGE!A1:G860"/>
      <w:bookmarkEnd w:id="2"/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843"/>
        <w:gridCol w:w="709"/>
        <w:gridCol w:w="567"/>
        <w:gridCol w:w="566"/>
        <w:gridCol w:w="1417"/>
        <w:gridCol w:w="709"/>
        <w:gridCol w:w="2269"/>
      </w:tblGrid>
      <w:tr w:rsidR="00FA12FA" w:rsidRPr="00762A8F" w:rsidTr="00112668">
        <w:trPr>
          <w:trHeight w:val="336"/>
        </w:trPr>
        <w:tc>
          <w:tcPr>
            <w:tcW w:w="3843" w:type="dxa"/>
            <w:tcBorders>
              <w:top w:val="nil"/>
              <w:left w:val="nil"/>
              <w:right w:val="nil"/>
            </w:tcBorders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тыс. руб.</w:t>
            </w:r>
          </w:p>
        </w:tc>
      </w:tr>
      <w:tr w:rsidR="00FA12FA" w:rsidRPr="00762A8F" w:rsidTr="00591484">
        <w:trPr>
          <w:trHeight w:val="519"/>
        </w:trPr>
        <w:tc>
          <w:tcPr>
            <w:tcW w:w="3843" w:type="dxa"/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:rsidR="00FA12FA" w:rsidRPr="00762A8F" w:rsidRDefault="00FA12FA" w:rsidP="00706371">
            <w:pPr>
              <w:ind w:right="-85" w:hanging="85"/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17" w:type="dxa"/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709" w:type="dxa"/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269" w:type="dxa"/>
            <w:noWrap/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Сумма</w:t>
            </w:r>
          </w:p>
        </w:tc>
      </w:tr>
    </w:tbl>
    <w:p w:rsidR="00FA12FA" w:rsidRPr="00762A8F" w:rsidRDefault="00FA12FA" w:rsidP="00706371">
      <w:pPr>
        <w:rPr>
          <w:sz w:val="2"/>
          <w:szCs w:val="2"/>
        </w:rPr>
      </w:pPr>
    </w:p>
    <w:tbl>
      <w:tblPr>
        <w:tblW w:w="10082" w:type="dxa"/>
        <w:tblInd w:w="91" w:type="dxa"/>
        <w:tblLayout w:type="fixed"/>
        <w:tblLook w:val="00A0"/>
      </w:tblPr>
      <w:tblGrid>
        <w:gridCol w:w="3844"/>
        <w:gridCol w:w="709"/>
        <w:gridCol w:w="567"/>
        <w:gridCol w:w="567"/>
        <w:gridCol w:w="7"/>
        <w:gridCol w:w="1411"/>
        <w:gridCol w:w="709"/>
        <w:gridCol w:w="2268"/>
      </w:tblGrid>
      <w:tr w:rsidR="00FA12FA" w:rsidRPr="00762A8F" w:rsidTr="00B23B2F">
        <w:trPr>
          <w:trHeight w:val="315"/>
          <w:tblHeader/>
        </w:trPr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762A8F" w:rsidRDefault="00FA12FA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62A8F"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Правительство Ульяно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1493474,9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847409,18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ниципального образования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3275,13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3275,13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Губернатор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3275,13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3275,13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Функционирование Прав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тельства Российской Федер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ции, высших исполнительных органов государственной вл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сти субъектов Российской Федерации, местных админ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страций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200561,57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200561,57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Руководитель высшего и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полнительного органа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власти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и его заместит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ли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15994,898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15994,898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184566,672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182699,672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1857,0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643572,48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129648,08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аппарата Общественной п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латы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5272,3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4839,7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429,6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представителя Правительства Ульяновской области,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правляемого для работы при Торговом представительстве Российской Федерации в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деративной Республике Ге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мания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4000,8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999,2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Ульяновскому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гиональному отделению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щероссийской общественной организации «Ассоциация юристов России» на фина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совое обеспечение затрат, связанных с деятельностью Ассоциации по содействию развитию правового просв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щения и оказанию беспла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ной юридической помощи на территории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Совету муниц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пальных образований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 на финанс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вое обеспечение затрат по осуществлению социально ориентированных видов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 в целях содействия развитию местного сам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управления 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3013,0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Ульяновской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гиональной организации Вс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российской общественной организации ветеранов (пе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сионеров) войны, труда, Во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ружённых Сил и правоохр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нительных органов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по патриотич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скому воспитанию граждан Российской Федерации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5123,4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3913,0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1203,4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в сфере пров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дения научных исследований в области истории и культуры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11 0 1018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3 октября 2012 года № 131-ЗО «О 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платной юридической пом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щи на территории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1425,0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1425,0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064F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Ульяновской ре</w:t>
            </w:r>
            <w:r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гиональной общественной организации Общеросси</w:t>
            </w:r>
            <w:r w:rsidRPr="00B23B2F">
              <w:rPr>
                <w:sz w:val="28"/>
                <w:szCs w:val="28"/>
              </w:rPr>
              <w:t>й</w:t>
            </w:r>
            <w:r w:rsidRPr="00B23B2F">
              <w:rPr>
                <w:sz w:val="28"/>
                <w:szCs w:val="28"/>
              </w:rPr>
              <w:t>ской общественной организ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–</w:t>
            </w:r>
            <w:r w:rsidRPr="00B23B2F">
              <w:rPr>
                <w:sz w:val="28"/>
                <w:szCs w:val="28"/>
              </w:rPr>
              <w:t xml:space="preserve"> Общество «Знание» России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11 0 1025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11 0 1025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Мероприятия по развитию общественно ориентирова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ного и гражданского образ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вания, в части погашения кредиторской задолженности прошлых лет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11 0 1026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11 0 1026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2375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бирательных округах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8117,7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6513,7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11 0 5141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1604,0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членов Совета Федерации и их помощников в субъектах Российской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2139,6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1860,3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11 0 5142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279,3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Создание и развитие сети многофункциональных це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тров предоставления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ственных и муниципальных услуг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11 0 5392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16590,6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11 0 5392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16590,6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низацией и обеспечением деятельности муниципальных комиссий по делам несове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шеннолетних и защите их прав 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11 0 7101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21011,7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11 0 7101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21011,7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расходного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зательства, связанного с оп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ределением перечня должно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стных лиц органов местного самоуправления, уполном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ченных составлять протоколы об отдельных администр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тивных правонарушениях, предусмотренных Кодексом Ульяновской области об а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министративных правонар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шениях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11 0 7102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447,6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11 0 7102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447,6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пров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дением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 публичных мероприятий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11 0 7103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11 0 7103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199,8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6D41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зательств, связанных с ос</w:t>
            </w:r>
            <w:r w:rsidRPr="00B23B2F">
              <w:rPr>
                <w:sz w:val="28"/>
                <w:szCs w:val="28"/>
              </w:rPr>
              <w:t>у</w:t>
            </w:r>
            <w:r w:rsidRPr="00B23B2F">
              <w:rPr>
                <w:sz w:val="28"/>
                <w:szCs w:val="28"/>
              </w:rPr>
              <w:t>ществлением муниципальным образованием «Новомалык</w:t>
            </w:r>
            <w:r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линский район» государст</w:t>
            </w:r>
            <w:r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венных полномочий по по</w:t>
            </w:r>
            <w:r w:rsidRPr="00B23B2F">
              <w:rPr>
                <w:sz w:val="28"/>
                <w:szCs w:val="28"/>
              </w:rPr>
              <w:t>д</w:t>
            </w:r>
            <w:r w:rsidRPr="00B23B2F">
              <w:rPr>
                <w:sz w:val="28"/>
                <w:szCs w:val="28"/>
              </w:rPr>
              <w:t xml:space="preserve">бору и передаче </w:t>
            </w:r>
            <w:r>
              <w:rPr>
                <w:sz w:val="28"/>
                <w:szCs w:val="28"/>
              </w:rPr>
              <w:t>федеральн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му</w:t>
            </w:r>
            <w:r w:rsidRPr="00B23B2F">
              <w:rPr>
                <w:sz w:val="28"/>
                <w:szCs w:val="28"/>
              </w:rPr>
              <w:t xml:space="preserve"> органу </w:t>
            </w:r>
            <w:r>
              <w:rPr>
                <w:sz w:val="28"/>
                <w:szCs w:val="28"/>
              </w:rPr>
              <w:t>исполнительной</w:t>
            </w:r>
            <w:r w:rsidRPr="00B23B2F">
              <w:rPr>
                <w:sz w:val="28"/>
                <w:szCs w:val="28"/>
              </w:rPr>
              <w:t xml:space="preserve"> власти, осуществляющему правоприменительные фун</w:t>
            </w:r>
            <w:r w:rsidRPr="00B23B2F">
              <w:rPr>
                <w:sz w:val="28"/>
                <w:szCs w:val="28"/>
              </w:rPr>
              <w:t>к</w:t>
            </w:r>
            <w:r w:rsidRPr="00B23B2F">
              <w:rPr>
                <w:sz w:val="28"/>
                <w:szCs w:val="28"/>
              </w:rPr>
              <w:t>ции, функции по контролю, надзору и оказанию госуда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 xml:space="preserve">ственных услуг в сфере </w:t>
            </w:r>
            <w:r>
              <w:rPr>
                <w:sz w:val="28"/>
                <w:szCs w:val="28"/>
              </w:rPr>
              <w:br/>
            </w:r>
            <w:r w:rsidRPr="00B23B2F">
              <w:rPr>
                <w:sz w:val="28"/>
                <w:szCs w:val="28"/>
              </w:rPr>
              <w:t>миграции, в целях разме</w:t>
            </w:r>
            <w:r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щения специальных учре</w:t>
            </w:r>
            <w:r w:rsidRPr="00B23B2F">
              <w:rPr>
                <w:sz w:val="28"/>
                <w:szCs w:val="28"/>
              </w:rPr>
              <w:t>ж</w:t>
            </w:r>
            <w:r w:rsidRPr="00B23B2F">
              <w:rPr>
                <w:sz w:val="28"/>
                <w:szCs w:val="28"/>
              </w:rPr>
              <w:t>дений, предусмотренных Ф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деральным законом от 25 и</w:t>
            </w:r>
            <w:r w:rsidRPr="00B23B2F">
              <w:rPr>
                <w:sz w:val="28"/>
                <w:szCs w:val="28"/>
              </w:rPr>
              <w:t>ю</w:t>
            </w:r>
            <w:r w:rsidRPr="00B23B2F">
              <w:rPr>
                <w:sz w:val="28"/>
                <w:szCs w:val="28"/>
              </w:rPr>
              <w:t>ля 2002 года № 115-ФЗ «О правовом положении ин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странных граждан в Росси</w:t>
            </w:r>
            <w:r w:rsidRPr="00B23B2F">
              <w:rPr>
                <w:sz w:val="28"/>
                <w:szCs w:val="28"/>
              </w:rPr>
              <w:t>й</w:t>
            </w:r>
            <w:r w:rsidRPr="00B23B2F">
              <w:rPr>
                <w:sz w:val="28"/>
                <w:szCs w:val="28"/>
              </w:rPr>
              <w:t>ской Федерации», зданий с прилегающими земельными участками, соответствующих требованиям, установленным Правительством Российской Федерации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11 0 7133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5003,88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11 0 7133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5003,88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6 октября 2011 года № 170-ЗО «О мерах государственной поддержки общественных объединений пожарной охраны и добр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вольных пожарных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760,0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760,0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38715,8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29876,5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8506,3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5 мая 2011 года № 73-ЗО «О наградах Ульяновской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1320,2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1320,2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12850,0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«Содействие развитию институтов 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данского общества и по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держка социально ориент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рованных некоммерческих организаций и добровольч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ской (волонтёрской) 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2014-2018 годы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 «Гражда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ское общество и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венная национальная полит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ка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циально ориентированным некоммерческим организац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81 1 2500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81 1 2500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социально ориентированным некомме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>ческим организациям инфо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>мационной поддержки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81 1 2501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81 1 2501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81 1 2501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консульт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ционной поддержки, а также поддержки в области подг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товки, переподготовки и п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вышения квалификации р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ботников и добровольцев с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циально ориентированных некоммерческих организаций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81 1 2502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81 1 2502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81 1 2502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Меры, направленные на по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держку деятельности 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ально ориентированных н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коммерческих организаций и участие в ней граждан и юр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дических лиц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81 1 2503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81 1 2503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Мониторинг и анализ эффе</w:t>
            </w:r>
            <w:r w:rsidRPr="00B23B2F">
              <w:rPr>
                <w:sz w:val="28"/>
                <w:szCs w:val="28"/>
              </w:rPr>
              <w:t>к</w:t>
            </w:r>
            <w:r w:rsidRPr="00B23B2F">
              <w:rPr>
                <w:sz w:val="28"/>
                <w:szCs w:val="28"/>
              </w:rPr>
              <w:t>тивности реализации мер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приятий подпрограммы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81 1 2504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81 1 2504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«Укрепление единства российской нации и этнокультурное развитие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родов России на территории Ульяновской области» на 2015-2018 годы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«Гражданское общество и государственная национальная политика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Создание и сопровождение системы мониторинга 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стояния межнациональных отношений и раннего пред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преждения межнациональных конфликтов, базирующейся на диверсификации источн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ков информации и пред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сматривающей возможность оперативного реагирования на конфликтные и предко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фликтные ситуации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комплексной и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формационной кампании,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правленной на укрепление единства российской нации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Профилактика этнополитич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ского и религиозно-политического экстремизма, ксенофобии и нетерпимости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Оказание финансовой по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держки общественным ин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циативам в сфере укрепления гражданского единства и гармонизации межнаци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нальных отношений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Дополнительное професси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нальное образование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жащих Ульяновской области и муниципальных служащих, в компетенции которых нах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дятся вопросы в сфере общ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гражданского единства и гармонизации межнаци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нальных отношений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Создание условий для этн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конфессиональной адаптации мигрантов, прибывающих в Ульяновскую область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Совершенствование 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органов государстве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ной власти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по реализации своих полномочий в сфере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ственной национальной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литики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Этнокультурное развитие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родов, проживающих на тер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ритории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725,0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81 2 2512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725,0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государственного упра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ления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2015-2020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351289,8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Развитие кадровой политики в системе государственного и муниципального управления в Ульяновской области на 2015-2020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866,7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866,7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350423,1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217300,2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131154,4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C9001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84 0 8013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C9001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1968,5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C9001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C9001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4187,5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C9001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«Комплексные меры по обеспечению общ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«Обеспечение правопорядка и безопасности жизнеде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 на территории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C9001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3817,5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Вовлечение общественности в деятельность по предупр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ждению правонарушений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1940,0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1320,0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620,0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Предупреждение и пресеч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ние преступлений с участием несовершеннолетних и в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ношении их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Противодействие распр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странению идеологии терр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ризма, повышение антите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рористической защищённости объектов на территории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Информационно-методическое обеспечение профилактики правонаруш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86 2 2713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C9001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«Комплексные меры противодействия зл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сударственной программы Ульяновской области «Обе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C9001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C9001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Организационно-правовое обеспечение антинаркотич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ской деятельности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86 3 2715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C9001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C9001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86 3 2715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C9001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C90017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информационного общ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ства и электронного прав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тельства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2015-2019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C90017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C90017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145597,1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«Снижение административных барьеров, оптимизация и повышение качества предоставления го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сударственных услуг испо</w:t>
            </w:r>
            <w:r w:rsidRPr="00B23B2F">
              <w:rPr>
                <w:color w:val="000000"/>
                <w:sz w:val="28"/>
                <w:szCs w:val="28"/>
              </w:rPr>
              <w:t>л</w:t>
            </w:r>
            <w:r w:rsidRPr="00B23B2F">
              <w:rPr>
                <w:color w:val="000000"/>
                <w:sz w:val="28"/>
                <w:szCs w:val="28"/>
              </w:rPr>
              <w:t>нительными органами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власти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и муниципал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услуг органами местного самоуправления муниципал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образований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2015-2019 годы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информационного общества и электронного правительства в Ульяновской области» на 2015-2019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110636,3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«Многофункциональный центр предоставления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дарственных и муниципал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услуг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96 1 2801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86884,8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96 1 2801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86884,8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733DE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Мероприятия в сфере инфо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>мацион</w:t>
            </w:r>
            <w:r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96 1 2802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96 1 2802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«Электронный Ульяновск»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96 1 8022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22251,5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96 1 8022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22251,5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«Повышение уровня доступности инфо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мационных и телекоммун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кационных технологий для физических и юридических лиц в Ульяновской области» на 2015-2019 годы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«Развитие и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формационного общества и электронного правительства в Ульяновской области» на 2015-2019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8812,7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«Электронный Ульяновск»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96 2 8022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8812,7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96 2 8022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8812,7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и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формационно-телекомму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никационного взаимодейс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вия исполнительных органов государственной власти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области» на 2015-2019 годы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информац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онного общества и электро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ного правительства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2015-2019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22491,4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«Электронный Ульяновск»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96 3 8022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22491,4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96 3 8022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22491,4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«Внедрение результатов космической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 и создание реги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нальной инфраструктуры пространственных данных Ульяновской области» на 2015-2019 годы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«Развитие и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формационного общества и электронного правительства в Ульяновской области» на 2015-2019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96 4 0000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3656,7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«Электронный Ульяновск»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96 4 8022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3656,7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96 4 8022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3656,7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408080,22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Защита населения и террит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рии от чрезвычайных ситу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ций природного и техноге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ного характера, гражданская оборона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128054,12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 xml:space="preserve">печение правопорядка и </w:t>
            </w:r>
            <w:r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безопасности жизнедеятел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128054,12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«Снижение рисков и смягчение последс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характера на территории Ульяновской области» на 2014-2018 годы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«Обеспечение правопорядка и безопасности жизнедеятельности на терр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тории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128054,12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Создание системы обеспеч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ния вызова экстренных оп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ративных служб по единому номеру «112» 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Создание комплексной си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темы экстренного оповещ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ния населения на территории Ульяновской области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42669,8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42669,8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Освежение запасов средств индивидуальной защиты для гражданской обороны в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335,12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335,12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Создание территориального страхового фонда документ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ции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199,9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199,9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«Служба гражданской защ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ты и пожарной безопасности Ульяновской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82849,3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76150,3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6605,0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пожарной без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пасности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280026,1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 xml:space="preserve">печение правопорядка и </w:t>
            </w:r>
            <w:r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безопасности жизнедеятел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280026,1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«Снижение рисков и смягчение последст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вий чрезвычайных ситуаций природного и техногенного характера на территории Ульяновской области» на 2014-2018 годы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«Обеспечение правопорядка и безопасности жизнедеятельности на терр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тории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280026,1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Содержание пожарных частей противопожарной службы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609,6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609,6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«Служба гражданской защ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ты и пожарной безопасности Ульяновской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279416,5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253950,5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24182,0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86 1 2707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1244,0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«Фо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«Реструктур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и стимулирование ра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вития промышленности в Ульяновской области» на 2015-2018 годы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«Формирование благоприятного инвестиц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90 5 0000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Проведение модернизации и технического перевооруж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ния производственного се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тора исправительных учреж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дений Управления Федерал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ной службы исполнения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казаний по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за счёт приобретения оборудования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90 5 6280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90 5 6280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4913,3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4913,3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1456,3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11 0 1021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1456,3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11 0 1021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1456,3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государственного упра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ления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2015-2020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3457,0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Развитие кадровой политики в системе государственного и муниципального управления в Ульяновской области на 2015-2020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3457,0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84 0 2601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3457,0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приоритетных направлений государственной культурной политики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25166,6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21486,6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21486,6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621147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«Семья и 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ти»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621147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621147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621147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21486,6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621147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ального обслуживания «Центр социально-психоло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гической помощи семье и 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тям «Семья» в г. Ульяновске»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621147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21486,6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621147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ления государственными вн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621147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20356,8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621147">
            <w:pPr>
              <w:spacing w:line="353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621147">
            <w:pPr>
              <w:spacing w:line="353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621147">
            <w:pPr>
              <w:spacing w:line="353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1062,8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8C3F4E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8C3F4E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8C3F4E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8C3F4E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8C3F4E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8C3F4E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8C3F4E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8C3F4E">
            <w:pPr>
              <w:spacing w:line="367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8C3F4E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8C3F4E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8C3F4E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8C3F4E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8C3F4E">
            <w:pPr>
              <w:spacing w:line="367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8C3F4E">
            <w:pPr>
              <w:spacing w:line="367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Проведение социально зн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чимых мероприятий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Средства массовой информ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181405,6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77316,2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77316,2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и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области» на 2015-2018 годы государственной программы Ульяновской области «Гра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77316,2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Поддержка в области эле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тронных средств массовой информации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34844,0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81 3 2513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11744,0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Информирование о 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политических партий, представленных в Законод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тельном Собрании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области, при освещении их деятельности регионал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ным телеканалом и радиок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налом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2106,0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2106,0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телерадиокомпаний, учре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дённых Правительством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37526,2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81 3 2515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37526,2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организациям, осуществляющим произво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ство, распространение и т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ражирование социально зн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чимых программ в сфере электронных средств масс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вой информации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2840,0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2840,0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Периодическая печать и изд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тельства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81405,4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81405,4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и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области» на 2015-2018 годы государственной программы Ульяновской области «Гра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81405,4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Поддержка в области пери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дических печатных средств массовой информации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17800,0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81 3 2517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17800,0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Областные автономные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 в сфере периодич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ских печатных средств ма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совой информации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63605,4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63605,4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средств массовой информ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22684,0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19384,0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«Ан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литика»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19384,0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18141,3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1203,3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11 0 1023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и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формационного пространства на территории Ульяновской области» на 2015-2018 годы государственной программы Ульяновской области «Гра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данское общество и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ственная национальная пол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тика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сфере инфо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мационной политики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81 3 2519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146461,77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146461,77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Функционирование законод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тельных (представительных) органов государственной вл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сти и представительных орг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нов муниципальных образ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146461,77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146461,77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Председатель Законодател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ного Собрания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3898,832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3898,832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Депутаты Законодательного Собрания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30034,17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30034,17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112528,768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92594,768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19731,5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202,5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Палата справедливости и общественного контроля в Ульяновской области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23746,3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23746,3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23746,3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23746,3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23746,3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22234,9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1511,4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B23B2F">
              <w:rPr>
                <w:b/>
                <w:bCs/>
                <w:sz w:val="28"/>
                <w:szCs w:val="28"/>
              </w:rPr>
              <w:t>Департамент архитектуры и градостроительства Ул</w:t>
            </w:r>
            <w:r w:rsidRPr="00B23B2F">
              <w:rPr>
                <w:b/>
                <w:bCs/>
                <w:sz w:val="28"/>
                <w:szCs w:val="28"/>
              </w:rPr>
              <w:t>ь</w:t>
            </w:r>
            <w:r w:rsidRPr="00B23B2F">
              <w:rPr>
                <w:b/>
                <w:bCs/>
                <w:sz w:val="28"/>
                <w:szCs w:val="28"/>
              </w:rPr>
              <w:t>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3B2F">
              <w:rPr>
                <w:b/>
                <w:bCs/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B23B2F">
              <w:rPr>
                <w:b/>
                <w:bCs/>
                <w:sz w:val="28"/>
                <w:szCs w:val="28"/>
              </w:rPr>
              <w:t>10442,6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2500,4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2500,4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тие строительства и архите</w:t>
            </w:r>
            <w:r w:rsidRPr="00B23B2F">
              <w:rPr>
                <w:sz w:val="28"/>
                <w:szCs w:val="28"/>
              </w:rPr>
              <w:t>к</w:t>
            </w:r>
            <w:r w:rsidRPr="00B23B2F">
              <w:rPr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2500,4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«Создание комфортной среды в Уль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новской области на 2014-2018 годы» государственной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Организация и проведение социально значимых мер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приятий в области архитект</w:t>
            </w:r>
            <w:r w:rsidRPr="00B23B2F">
              <w:rPr>
                <w:sz w:val="28"/>
                <w:szCs w:val="28"/>
              </w:rPr>
              <w:t>у</w:t>
            </w:r>
            <w:r w:rsidRPr="00B23B2F">
              <w:rPr>
                <w:sz w:val="28"/>
                <w:szCs w:val="28"/>
              </w:rPr>
              <w:t>ры и градостроительства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85 3 4011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85 3 4011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85 3 4011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360,0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«Обеспечение реализации государственной программы» на 2015-2018 г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ды государственной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85 5 0000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Обеспечение деятельности областного государственного автономного учреждения «Региональный градостро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тельный центр»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85 5 4052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85 5 4052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Жилищно-коммунальное х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зяйство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7942,2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Другие вопросы в области жилищно-коммунального х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зяйства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7942,2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тие строительства и архите</w:t>
            </w:r>
            <w:r w:rsidRPr="00B23B2F">
              <w:rPr>
                <w:sz w:val="28"/>
                <w:szCs w:val="28"/>
              </w:rPr>
              <w:t>к</w:t>
            </w:r>
            <w:r w:rsidRPr="00B23B2F">
              <w:rPr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7942,2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«Обеспечение реализации государственной программы» на 2015-2018 г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ды государственной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85 5 0000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7942,2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7942,2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Расходы на выплаты перс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налу в целях обеспечения в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полнения функций госуда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>ственными (муниципальн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ми) органами, казёнными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7216,2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718,5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Иные бюджетные ассигнов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Министерство строительс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ва, 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жилищно-коммуналь</w:t>
            </w:r>
            <w:r>
              <w:rPr>
                <w:b/>
                <w:bCs/>
                <w:color w:val="000000"/>
                <w:sz w:val="28"/>
                <w:szCs w:val="28"/>
              </w:rPr>
              <w:t>-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ного комплекса и транспо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р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та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6785841,73569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3634705,3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22705,0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22705,0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дохозяйственного комплекса Ульяновской области»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 «Охрана окружающей среды и восст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новление природных ресу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сов в Ульяновской области на 2014-2020 годы»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22705,0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Строительство (реконстру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ция) сооружений инженерной защиты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88 2 4608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22705,0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88 2 4608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22705,0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152633,4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транспортной системы Ульяновской области» на 2014-2019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152633,4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качественными услуг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ми пассажирского транспорта в 2015-2018 годах»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ственной программы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 «Развитие транспортной системы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152633,4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компенсацию недополученных доходов от перевозки пассажиров авт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мобильным транспортом юридическим лицам, индив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дуальным предпринимателям, осуществляющим данную деятельность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92 2 4231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92 2 4231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компенсацию недополученных доходов, связанных с перевозкой па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сажиров на железнодорожном транспорте в пригородном сообщении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92 2 4232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92 2 4232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Ежегодная областная премия «Лучший работник речной отрасли»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92 2 4233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92 2 4233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организациям во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душного транспорта в целях обеспечения доступности внутренних региональных воздушных перевозок пасс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жиров воздушным транспо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том в Приволжском фед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ральном округе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92 2 4234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92 2 4234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Приобретение автобусов, 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ботающих на газомоторном топливе, и ввод их в эксплу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тацию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92 2 4235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92 2 4235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Дорожное хозяйство (доро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ные фонды)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3454088,3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транспортной системы Ульяновской области» на 2014-2019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3443504,39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системы дорожного хозяйства Ульяновской области в 2014-2019 годах»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транспор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ной системы Ульяновской области» на 2014-2019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3211135,29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по развитию системы дорожного хозяйства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1756153,8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1721397,815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34755,985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Реконструкция автомобил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дорог на территории м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ниципального образования «Инзенское городское пос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ление» Инзенского района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30807,0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30807,0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дорожно-строи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тельным организациям, 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ществляющим дорожную деятельность на автомобил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дорогах регионального или межмуниципального зн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чения Ульяновской области, на возмещение затрат, св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занных с уплатой процентов по кредитам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областным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дарственным казённым пре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приятиям на возмещение ча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затрат, связанных с прио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ретением дорожно-транспорт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ной техники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184497,9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184497,9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партамент автомобильных дорог Ульяновской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432861,89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52403,8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35655,5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92 1 4206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344802,59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Финансовое обеспечение д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рожной деятельности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92 1 5390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167047,0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ус</w:t>
            </w:r>
            <w:r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92 1 5390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167047,0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Реализация мероприятий р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гиональных программ в сфере дорожного хозяйства по р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шениям Правительства Ро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92 1 5420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424287,7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92 1 5420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13954,131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92 1 5420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410333,569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подготовку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ектной документации, стро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тельство, реконструкцию, к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питальный ремонт, ремонт и содержание (установку д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рожных знаков и нанесение горизонтальной разметки) а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томобильных дорог общего пользования местного знач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ния, мостов и иных искусс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венных дорожных сооруж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ний на них, в том числе на проектирование и строител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ство (реконструкцию) авт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мобильных дорог общего пользования местного знач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ния с твёрдым покрытием до сельских населённых пун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тов, не имеющих круглог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дичной связи с сетью автом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бильных дорог общего пол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зования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92 1 7060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170480,0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92 1 7060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170480,0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«Повышение безопасности дорожного движения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в 2014-2018 годах»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сударственной программы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транспортной системы Ульяновской области» на 2014-2019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232369,1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по обеспеч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нию эксплуатации специал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средств, применяемых в целях фиксации администр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тивных правонарушений в области безопасности доро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ного движения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92 3 4241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137200,0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92 3 4241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137200,0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Мероприятия, направленные на совершенствование орг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низации дорожного движения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92 3 4242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95169,1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92 3 4242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95169,1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тие сельского хозяйства и р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гулирование рынков сельск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хозяйственной продукции, сырья и продовольствия в Ульяновской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93 0 0000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10583,91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«Устойчивое развитие сельских террит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рий» государственной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граммы Ульяновской области  «Развитие сельского хозяйс</w:t>
            </w:r>
            <w:r w:rsidRPr="00B23B2F">
              <w:rPr>
                <w:sz w:val="28"/>
                <w:szCs w:val="28"/>
              </w:rPr>
              <w:t>т</w:t>
            </w:r>
            <w:r w:rsidRPr="00B23B2F">
              <w:rPr>
                <w:sz w:val="28"/>
                <w:szCs w:val="28"/>
              </w:rPr>
              <w:t>ва и регулирование рынков сельскохозяйственной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дукции, сырья и продовол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ствия в Ульяновской обла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93 2 0000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10583,91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8C3F4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на развитие сети автомобильных дорог, вед</w:t>
            </w:r>
            <w:r w:rsidRPr="00B23B2F">
              <w:rPr>
                <w:sz w:val="28"/>
                <w:szCs w:val="28"/>
              </w:rPr>
              <w:t>у</w:t>
            </w:r>
            <w:r w:rsidRPr="00B23B2F">
              <w:rPr>
                <w:sz w:val="28"/>
                <w:szCs w:val="28"/>
              </w:rPr>
              <w:t>щих к общественно</w:t>
            </w:r>
            <w:r>
              <w:rPr>
                <w:sz w:val="28"/>
                <w:szCs w:val="28"/>
              </w:rPr>
              <w:t xml:space="preserve"> </w:t>
            </w:r>
            <w:r w:rsidRPr="00B23B2F">
              <w:rPr>
                <w:sz w:val="28"/>
                <w:szCs w:val="28"/>
              </w:rPr>
              <w:t>значи</w:t>
            </w:r>
            <w:r w:rsidRPr="00C52741"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мым объектам сельских нас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лённых пунктов, объектам производства и переработки сельскохозяйственной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дукции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93 2 7069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10583,91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93 2 7069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10583,91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5278,6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2045,8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«Увековеч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ние памяти лиц, внёсших особый вклад в историю Ул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яновской области, на 2014-2018 годы» государственной программы Ульяновской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ласти «Развитие строительс</w:t>
            </w:r>
            <w:r w:rsidRPr="00B23B2F">
              <w:rPr>
                <w:sz w:val="28"/>
                <w:szCs w:val="28"/>
              </w:rPr>
              <w:t>т</w:t>
            </w:r>
            <w:r w:rsidRPr="00B23B2F">
              <w:rPr>
                <w:sz w:val="28"/>
                <w:szCs w:val="28"/>
              </w:rPr>
              <w:t>ва и архитектуры в Ульяно</w:t>
            </w:r>
            <w:r w:rsidRPr="00B23B2F">
              <w:rPr>
                <w:sz w:val="28"/>
                <w:szCs w:val="28"/>
              </w:rPr>
              <w:t>в</w:t>
            </w:r>
            <w:r w:rsidRPr="00B23B2F">
              <w:rPr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85 4 0000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2045,8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бюджету муниц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пального образования «город Ульяновск» на изготовление и установку памятников в ц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лях увековечения памяти лиц, внёсших особый вклад в и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 xml:space="preserve">торию Ульяновской области 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85 4 7029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2045,8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85 4 7029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2045,8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«Фо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«Ульяновск – авиационная столица» на 2014-2018 годы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«Формирование благоприятного инвестиц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юридическим 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цам, осуществляющим аэр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портовую деятельность, на возмещение затрат, связа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ных с уплатой процентов по кредитам, привлечённым в целях реконструкции объе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тов аэропортовой инфр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структуры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90 3 6231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90 3 6231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3232,8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Жилищно-коммунальное х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зяйство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694027,43569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349312,29186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349312,29186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Обеспечение мероприятий по переселению граждан из ав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рийного жилищного фонда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11 0 9502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153812,29186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11 0 9502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153812,29186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мероприятий по капитальному ремонту мн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гоквартирных домов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11 0 9601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25561,168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11 0 9601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815,552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11 0 9601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24745,616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мероприятий по переселению граждан из ав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рийного жилищного фонда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11 0 9602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169938,832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11 0 9602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169938,832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жилищно-коммунального х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зяйства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344715,14383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2134,0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Прочие мероприятия, осущ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ствляемые за счёт межбю</w:t>
            </w:r>
            <w:r w:rsidRPr="00B23B2F">
              <w:rPr>
                <w:sz w:val="28"/>
                <w:szCs w:val="28"/>
              </w:rPr>
              <w:t>д</w:t>
            </w:r>
            <w:r w:rsidRPr="00B23B2F">
              <w:rPr>
                <w:sz w:val="28"/>
                <w:szCs w:val="28"/>
              </w:rPr>
              <w:t>жетных трансфертов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шлых лет из федерального бюджета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11 0 5898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1900,0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11 0 5898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1900,0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расходного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зательства, связанного с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тановлением нормативов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требления населением твё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дого топлива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11 0 7111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11 0 7111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гетической эффективности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181358,94383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«Чистая вода» государственной программы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жилищно-коммунального хозяйства и повышение эне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гетической эффективности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51811,70727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на возмещение затрат, связа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ных с выполнением работ и оказанием услуг в сфере 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доснабжения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83 1 2901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34211,3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83 1 2901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34211,3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погашение кр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диторской задолженности за ранее выполненные работы по строительству и реконст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рукции объектов водосна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жения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83 1 7002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11301,7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83 1 7002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11301,7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на ремонт объектов водоснабжения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83 1 7009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6298,70727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83 1 7009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6298,70727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«Газификация населённых пунктов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«Развитие ж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лищно-коммунального хозя</w:t>
            </w:r>
            <w:r w:rsidRPr="00B23B2F">
              <w:rPr>
                <w:color w:val="000000"/>
                <w:sz w:val="28"/>
                <w:szCs w:val="28"/>
              </w:rPr>
              <w:t>й</w:t>
            </w:r>
            <w:r w:rsidRPr="00B23B2F">
              <w:rPr>
                <w:color w:val="000000"/>
                <w:sz w:val="28"/>
                <w:szCs w:val="28"/>
              </w:rPr>
              <w:t>ства и повышение энергет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ческой эффективности в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10254,83656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на строительство объектов газоснабжения, в том числе подготовку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ектной документации, пров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дение экспертизы проектной документации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83 2 7004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10254,83656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83 2 7004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10254,83656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«Содействие муниципальным образован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ям Ульяновской области в подготовке и прохождении отопительных сезонов»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 «Развитие жилищно-коммунального х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зяйства и повышение энерг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тической эффективности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111941,9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на возмещение затрат, связа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ных с выполнением работ и оказанием услуг в сфере те</w:t>
            </w:r>
            <w:r w:rsidRPr="00B23B2F">
              <w:rPr>
                <w:color w:val="000000"/>
                <w:sz w:val="28"/>
                <w:szCs w:val="28"/>
              </w:rPr>
              <w:t>п</w:t>
            </w:r>
            <w:r w:rsidRPr="00B23B2F">
              <w:rPr>
                <w:color w:val="000000"/>
                <w:sz w:val="28"/>
                <w:szCs w:val="28"/>
              </w:rPr>
              <w:t>лоснабжения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83 3 2902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42991,9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83 3 2902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42991,9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оказание соде</w:t>
            </w:r>
            <w:r w:rsidRPr="00B23B2F">
              <w:rPr>
                <w:color w:val="000000"/>
                <w:sz w:val="28"/>
                <w:szCs w:val="28"/>
              </w:rPr>
              <w:t>й</w:t>
            </w:r>
            <w:r w:rsidRPr="00B23B2F">
              <w:rPr>
                <w:color w:val="000000"/>
                <w:sz w:val="28"/>
                <w:szCs w:val="28"/>
              </w:rPr>
              <w:t>ствия поселениям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в подготовке и прохождении отопительного сезона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83 3 7006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26700,0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83 3 7006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26700,0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Погашение кредиторской з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долженности за ранее выпо</w:t>
            </w:r>
            <w:r w:rsidRPr="00B23B2F">
              <w:rPr>
                <w:sz w:val="28"/>
                <w:szCs w:val="28"/>
              </w:rPr>
              <w:t>л</w:t>
            </w:r>
            <w:r w:rsidRPr="00B23B2F">
              <w:rPr>
                <w:sz w:val="28"/>
                <w:szCs w:val="28"/>
              </w:rPr>
              <w:t>ненные работы и оказанные услуги в сфере теплоснабж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83 3 7007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83 3 7007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на погашение з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долженности теплоснабжа</w:t>
            </w:r>
            <w:r w:rsidRPr="00B23B2F">
              <w:rPr>
                <w:sz w:val="28"/>
                <w:szCs w:val="28"/>
              </w:rPr>
              <w:t>ю</w:t>
            </w:r>
            <w:r w:rsidRPr="00B23B2F">
              <w:rPr>
                <w:sz w:val="28"/>
                <w:szCs w:val="28"/>
              </w:rPr>
              <w:t>щих организаций муниц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пальных образований Уль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новской области за потре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лённый природный газ, св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занной с осуществлением р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гулируемых видов деятельн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сти в сфере теплоснабжения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83 3 7008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83 3 7008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«Энергосб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режение и повышение эне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>гетической эффективности в Ульяновской области» гос</w:t>
            </w:r>
            <w:r w:rsidRPr="00B23B2F">
              <w:rPr>
                <w:sz w:val="28"/>
                <w:szCs w:val="28"/>
              </w:rPr>
              <w:t>у</w:t>
            </w:r>
            <w:r w:rsidRPr="00B23B2F">
              <w:rPr>
                <w:sz w:val="28"/>
                <w:szCs w:val="28"/>
              </w:rPr>
              <w:t>дарственной программы Ул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яновской области «Развитие жилищно-коммунального х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зяйства и повышение энерг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тической эффективности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83 4 0000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7350,5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«Фонд содействия реформированию жилищно-коммунального комплекса и энергоэффе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тивности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83 4 2903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543,63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83 4 2903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543,63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Обеспечение деятельности областного государственного бюджетного учреждения «Центр энергосбережения»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83 4 2905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6806,87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83 4 2905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6806,87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91502,8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 на 2015-2018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ды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85 5 0000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91502,8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яновскоблстройзаказчик»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26740,8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23113,6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3477,0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85 5 4050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некоммерческой организации Фонд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зации жилищно-коммуналь</w:t>
            </w:r>
            <w:r w:rsidRPr="00C52741"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ного комплекса Ульяновской области на финансовое 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печение затрат, связанных с его деятельностью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85 5 4051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9597,4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85 5 4051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9597,4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55164,6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50140,9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4981,2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85 5 8001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69719,4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«Устойчивое развитие сельских террит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рий»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сельского хозяйс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ствия в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ти» на 2014-2020 годы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69719,4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8C3F4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ние мероприятий по стро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тельству объектов газосна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жения в сельской местности в рамках реализации федерал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ной целевой программы «У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тойчивое развитие сельских территорий на 2014-2017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ды и на период до 2020 года»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93 2 7067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8C3F4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22777,2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8C3F4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93 2 7067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8C3F4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22777,2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8C3F4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ние мероприятий по стро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тельству и реконструкции объектов водоснабжения в сельской местности в рамках реализации федеральной ц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левой программы «Устойч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вое развитие сельских терр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торий на 2014-2017 годы и на период до 2020 года»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93 2 7068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8C3F4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46942,2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8C3F4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93 2 7068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8C3F4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46942,2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8C3F4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8C3F4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2290206,1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8C3F4E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8C3F4E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8C3F4E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2280206,1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2280206,1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Проектирование, строител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ство и ввод в эксплуатацию перинатального центра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262567,8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36001,46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Иные бюджетные ассигнов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78 0 2114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226566,34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Реализация программ моде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>низации здравоохранения субъектов Российской Фед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рации в части укрепления м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териально-технической базы медицинских учреждений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78 0 5230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2017638,3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Иные бюджетные ассигнов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78 0 5230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2017638,3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Реконструкция зданий в ц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лях размещения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венных учреждений здрав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охранения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78 0 2119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166902,9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160402,9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160402,9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«Стимулир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2014-2018 годы» государственной программы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160402,9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85 1 4003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137301,0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85 1 4003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137301,0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Компенсация расходов за н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ём (поднаём) жилого пом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щения детям-сиротам, детям, оставшимся без попечения ро</w:t>
            </w:r>
            <w:r>
              <w:rPr>
                <w:sz w:val="28"/>
                <w:szCs w:val="28"/>
              </w:rPr>
              <w:t>дителей, а так</w:t>
            </w:r>
            <w:r w:rsidRPr="00B23B2F">
              <w:rPr>
                <w:sz w:val="28"/>
                <w:szCs w:val="28"/>
              </w:rPr>
              <w:t>же лицам из числа детей-сирот и детей, оставшихся без попечения родителей, на территории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85 1 4006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1362,6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85 1 4006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1362,6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жилых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мещений детям-сиротам и 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тям, оставшимся без попеч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85 1 5082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21739,3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85 1 5082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21739,3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«Стимулир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вание развития жилищного строительства в Ульяновской области на 2014-2018 годы» государственной программы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строительства и архите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туры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работникам областных государственных учреждений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единовременных 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альных выплат на приобрет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ние жилых помещений с пр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влечением средств ипотечных кредитов (займов)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85 1 4001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85 1 4001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на осуществление работникам муниципальных учреждений муниципальных образований Ульяновской области единовременных с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циальных выплат на приобр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тение жилых помещений с привлечением средств ип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течных кредитов (займов)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C52741" w:rsidRDefault="00FA12FA" w:rsidP="00C52741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85 1 7020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85 1 7020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B23B2F">
              <w:rPr>
                <w:b/>
                <w:bCs/>
                <w:sz w:val="28"/>
                <w:szCs w:val="28"/>
              </w:rPr>
              <w:t>Управление по обеспечению деятельности мировых с</w:t>
            </w:r>
            <w:r w:rsidRPr="00B23B2F">
              <w:rPr>
                <w:b/>
                <w:bCs/>
                <w:sz w:val="28"/>
                <w:szCs w:val="28"/>
              </w:rPr>
              <w:t>у</w:t>
            </w:r>
            <w:r w:rsidRPr="00B23B2F">
              <w:rPr>
                <w:b/>
                <w:bCs/>
                <w:sz w:val="28"/>
                <w:szCs w:val="28"/>
              </w:rPr>
              <w:t>дей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3B2F">
              <w:rPr>
                <w:b/>
                <w:bCs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B23B2F">
              <w:rPr>
                <w:b/>
                <w:bCs/>
                <w:sz w:val="28"/>
                <w:szCs w:val="28"/>
              </w:rPr>
              <w:t>140623,9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140623,9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77868,5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77868,5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аппаратов судов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77868,5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68733,5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9045,0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62755,4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62755,4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62755,4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36453,4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26174,0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239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Департамент государстве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ного имущества и земел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ных отношений Ульяно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532934,0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343644,6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343644,6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вышение эффективности управления государственным имуществом Ульяновской области» на 2015-2019 годы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343644,6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Организация работы по управлению развитием об</w:t>
            </w:r>
            <w:r w:rsidRPr="00B23B2F">
              <w:rPr>
                <w:color w:val="000000"/>
                <w:sz w:val="28"/>
                <w:szCs w:val="28"/>
              </w:rPr>
              <w:t>ъ</w:t>
            </w:r>
            <w:r w:rsidRPr="00B23B2F">
              <w:rPr>
                <w:color w:val="000000"/>
                <w:sz w:val="28"/>
                <w:szCs w:val="28"/>
              </w:rPr>
              <w:t>ектов государственного им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щества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9158,7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9058,7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97 0 6601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«Повышение эффе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тивности управления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дарственным имуществом Ульяновской области» на 2015-2019 годы»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«Повышение эффективности управления государственным имущес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вом Ульяновской области» на 2015-2019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334485,9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гиональный земельно-имущественный информац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онный центр»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C52741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25275,5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19640,5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5495,0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97 1 6603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«Волга-спорт-арена»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281497,4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97 1 6604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281497,4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27713,0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C52741" w:rsidRDefault="00FA12FA" w:rsidP="00C52741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23B2F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25802,2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1909,2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189289,4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189289,4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«Фо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189289,4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«Формиров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ние и развитие инфрастру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туры зон развития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«Формирование благоприя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ного инвестиционного клим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та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89289,4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Приобретение в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ность Ульяновской области дополнительных акций,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пускаемых при увеличении уставного капитала акци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нерного общества «Корпор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ция развития Ульяновской области», в целях оплаты 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новного долга по кредиту на строительство объектов и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фраструктуры промышле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ных зон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90 1 6201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42779,7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90 1 6201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42779,7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Приобретение в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ность Ульяновской области дополнительных акций,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пускаемых при увеличении уставного капитала акци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нерного общества «Корпор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ция развития Ульяновской области», в целях выкупа а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ций открытого акционерного общества «Портовая особая экономическая зона «Уль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90 1 6203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46509,7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90 1 6203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46509,7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«Ульяновск – авиационная столица» на 2014-2018 годы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«Формирование благоприятного инвестиц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Приобретение в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ность Ульяновской области дополнительных акций,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пускаемых при увеличении уставного капитала открыт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го акционерного общества «Аэропорт Ульяновск», в ц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лях оплаты основного долга по кредиту на реконструкцию здания аэровокзала открытого акционерного общества «А</w:t>
            </w:r>
            <w:r w:rsidRPr="00B23B2F">
              <w:rPr>
                <w:color w:val="000000"/>
                <w:sz w:val="28"/>
                <w:szCs w:val="28"/>
              </w:rPr>
              <w:t>э</w:t>
            </w:r>
            <w:r w:rsidRPr="00B23B2F">
              <w:rPr>
                <w:color w:val="000000"/>
                <w:sz w:val="28"/>
                <w:szCs w:val="28"/>
              </w:rPr>
              <w:t>ропорт Ульяновск»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90 3 6230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90 3 6230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Министерство экономичес</w:t>
            </w:r>
            <w:r>
              <w:rPr>
                <w:b/>
                <w:bCs/>
                <w:color w:val="000000"/>
                <w:sz w:val="28"/>
                <w:szCs w:val="28"/>
              </w:rPr>
              <w:t>-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кого развития Ульяновской области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268253,9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221979,6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75428,0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«Фо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75428,0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«Формирование благ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приятного инвестиционного климата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годы» на 2015-2018 годы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«Формирование благоприятного инвестиц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75428,0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75428,0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C52741" w:rsidRDefault="00FA12FA" w:rsidP="00C52741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62442,9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12930,6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146551,6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«Фо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139425,8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«Формиров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ние и развитие инфрастру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туры зон развития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«Формирование благоприя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ного инвестиционного клим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та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45208,7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C5274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организациям, к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торым в соответствии с Зак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ном Ульяновской области от 15 марта 2005 года № 019-ЗО «О развитии инвестиционной деятельности на территории Ульяновской области» пр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своен статус организации, уполномоченной в сфере формирования и развития инфраструктуры промы</w:t>
            </w:r>
            <w:r w:rsidRPr="00B23B2F">
              <w:rPr>
                <w:color w:val="000000"/>
                <w:sz w:val="28"/>
                <w:szCs w:val="28"/>
              </w:rPr>
              <w:t>ш</w:t>
            </w:r>
            <w:r w:rsidRPr="00B23B2F">
              <w:rPr>
                <w:color w:val="000000"/>
                <w:sz w:val="28"/>
                <w:szCs w:val="28"/>
              </w:rPr>
              <w:t>ленных зон, в целях возм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щения части затрат указа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ных организаций в связи с осуществлением меропри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тий по формированию и ра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витию инфраструктуры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мышленных зон и функций, определённых постановлен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ем Правительства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16.08.2013</w:t>
            </w:r>
            <w:r w:rsidRPr="00C52741"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№ 367-П «О некоторых 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просах деятельности орган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зации, уполномоченной в сфере формирования и 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тия инфраструктуры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мышленных зон»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90 1 6204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45208,7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90 1 6204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45208,7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и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новационной и инвестицио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ной деятельности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«Формирование благоприя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ного инвестиционного клим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та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субъектам малого и среднего предпринимательс</w:t>
            </w:r>
            <w:r w:rsidRPr="00B23B2F">
              <w:rPr>
                <w:sz w:val="28"/>
                <w:szCs w:val="28"/>
              </w:rPr>
              <w:t>т</w:t>
            </w:r>
            <w:r w:rsidRPr="00B23B2F">
              <w:rPr>
                <w:sz w:val="28"/>
                <w:szCs w:val="28"/>
              </w:rPr>
              <w:t>ва на создание и (или) обе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печение деятельности це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тров молодёжного инновац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онного творчества, ориент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рованных на обеспечение деятельности в научно-технической сфере субъектов малого и среднего предпр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нимательства, детей и мол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дёжи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90 2 6210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90 2 6210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Внесение членского взноса Ульяновской области в Асс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циацию экономического взаимодействия субъектов Российской Федерации «Ас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социация инновационных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гионов России»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90 2 6211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м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лого и среднего предприн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мательства в Ульяновской области» на 2014-2018 годы государственной программы Ульяновской области «Фо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мирование благоприятного инвестиционного климата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90 4 0000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52500,0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автономной н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коммерческой организации «Региональный центр по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держки и сопровождения предпринимательства» в ц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лях финансового обеспечения затрат, связанных с обеспеч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нием деятельности центра поддержки предпринимател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ства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90 4 6251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C52741" w:rsidRDefault="00FA12FA" w:rsidP="00C52741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90 4 6251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центра кластерного развития для субъектов малого и сре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него предпринимательства посредством предоставления субсидий автономной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мерческой организации «Центр развития ядерного инновационного кластера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рода Димитровграда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90 4 6252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Фонду «Корпорация по ра</w:t>
            </w:r>
            <w:r w:rsidRPr="00B23B2F">
              <w:rPr>
                <w:sz w:val="28"/>
                <w:szCs w:val="28"/>
              </w:rPr>
              <w:t>з</w:t>
            </w:r>
            <w:r w:rsidRPr="00B23B2F">
              <w:rPr>
                <w:sz w:val="28"/>
                <w:szCs w:val="28"/>
              </w:rPr>
              <w:t>витию предпринимательства Ульяновской области» на развитие регионального и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тегрированного центра Ро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сийского представительства Европейской сети поддержки предпринимательства «Ко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сорциума EEN-Россия» на б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зе Ульяновского регионал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ного представительства Е</w:t>
            </w:r>
            <w:r w:rsidRPr="00B23B2F">
              <w:rPr>
                <w:sz w:val="28"/>
                <w:szCs w:val="28"/>
              </w:rPr>
              <w:t>в</w:t>
            </w:r>
            <w:r w:rsidRPr="00B23B2F">
              <w:rPr>
                <w:sz w:val="28"/>
                <w:szCs w:val="28"/>
              </w:rPr>
              <w:t>ропейского Информационн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го Корреспондентского Це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тра в России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90 4 6253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90 4 6253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автономной н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коммерческой организации «Центр кластерного развития Ульяновской области» в ц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лях финансового обеспечения затрат, связанных с обеспеч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нием деятельности центра кластерного развития для субъектов малого и среднего предпринимательства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90 4 6254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Фонду «Ульяновский реги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нальный фонд поруч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тельств» в целях финансового обеспечения затрат указанн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го фонда по предоставлению поручительств по обязател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ствам субъектов малого и среднего предпринимательст</w:t>
            </w:r>
            <w:r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ва и организаций инфр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структуры поддержки малого и среднего предпринимател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ства, основанным на креди</w:t>
            </w:r>
            <w:r w:rsidRPr="00B23B2F">
              <w:rPr>
                <w:sz w:val="28"/>
                <w:szCs w:val="28"/>
              </w:rPr>
              <w:t>т</w:t>
            </w:r>
            <w:r w:rsidRPr="00B23B2F">
              <w:rPr>
                <w:sz w:val="28"/>
                <w:szCs w:val="28"/>
              </w:rPr>
              <w:t>ных договорах, договорах займа, финансовой аренды (лизинга), договорах о пр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доставлении банковской г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рантии и иных договорах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90 4 6255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90 4 6255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субъектам малого и среднего предпринимательства на во</w:t>
            </w:r>
            <w:r w:rsidRPr="00B23B2F">
              <w:rPr>
                <w:sz w:val="28"/>
                <w:szCs w:val="28"/>
              </w:rPr>
              <w:t>з</w:t>
            </w:r>
            <w:r w:rsidRPr="00B23B2F">
              <w:rPr>
                <w:sz w:val="28"/>
                <w:szCs w:val="28"/>
              </w:rPr>
              <w:t>мещение части затрат, св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занных с уплатой первого взноса (аванса) при заключ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нии договора лизинга обор</w:t>
            </w:r>
            <w:r w:rsidRPr="00B23B2F">
              <w:rPr>
                <w:sz w:val="28"/>
                <w:szCs w:val="28"/>
              </w:rPr>
              <w:t>у</w:t>
            </w:r>
            <w:r w:rsidRPr="00B23B2F">
              <w:rPr>
                <w:sz w:val="28"/>
                <w:szCs w:val="28"/>
              </w:rPr>
              <w:t>дования с российскими л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зинговыми организациями в целях создания и (или) разв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тия и (или) модернизации производства товаров (работ, услуг)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90 4 6256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90 4 6256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C3597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а</w:t>
            </w:r>
            <w:r w:rsidRPr="00B23B2F">
              <w:rPr>
                <w:sz w:val="28"/>
                <w:szCs w:val="28"/>
              </w:rPr>
              <w:t>в</w:t>
            </w:r>
            <w:r w:rsidRPr="00B23B2F">
              <w:rPr>
                <w:sz w:val="28"/>
                <w:szCs w:val="28"/>
              </w:rPr>
              <w:t>тономной некоммерческой организации «Региональный центр поддержки и сопров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ждения предпринимательс</w:t>
            </w:r>
            <w:r w:rsidRPr="00B23B2F">
              <w:rPr>
                <w:sz w:val="28"/>
                <w:szCs w:val="28"/>
              </w:rPr>
              <w:t>т</w:t>
            </w:r>
            <w:r w:rsidRPr="00B23B2F">
              <w:rPr>
                <w:sz w:val="28"/>
                <w:szCs w:val="28"/>
              </w:rPr>
              <w:t>ва» на создание и (или) обе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печение деятельности центра инноваций социальной сферы для целей оказания информ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ционно-аналитической, ко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сультационной и организац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онной поддержки субъектам социального предприним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тельства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90 4 6257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90 4 6257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Фонду «Корпорация по ра</w:t>
            </w:r>
            <w:r w:rsidRPr="00B23B2F">
              <w:rPr>
                <w:sz w:val="28"/>
                <w:szCs w:val="28"/>
              </w:rPr>
              <w:t>з</w:t>
            </w:r>
            <w:r w:rsidRPr="00B23B2F">
              <w:rPr>
                <w:sz w:val="28"/>
                <w:szCs w:val="28"/>
              </w:rPr>
              <w:t>витию предпринимательства Ульяновской области» на развитие системы микроф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нансирования посредством предоставления микрозаймов субъектам малого и среднего предпринимательства и орг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низациям инфраструктуры поддержки малого и среднего предпринимательства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90 4 6258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90 4 6258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Фонду «Корпорация по ра</w:t>
            </w:r>
            <w:r w:rsidRPr="00B23B2F">
              <w:rPr>
                <w:sz w:val="28"/>
                <w:szCs w:val="28"/>
              </w:rPr>
              <w:t>з</w:t>
            </w:r>
            <w:r w:rsidRPr="00B23B2F">
              <w:rPr>
                <w:sz w:val="28"/>
                <w:szCs w:val="28"/>
              </w:rPr>
              <w:t>витию предпринимательства Ульяновской области» в ц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лях финансового обеспечения затрат, связанных с обеспеч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нием деятельности (развит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ем) регионального центра к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ординации поддержки эк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портно ориентированных субъектов малого и среднего предпринимательства для ц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лей оказания информацио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но-аналитической, консул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тационной и организацио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ной поддержки внешнеэк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номической деятельности субъектов малого и среднего предпринимательства, соде</w:t>
            </w:r>
            <w:r w:rsidRPr="00B23B2F">
              <w:rPr>
                <w:sz w:val="28"/>
                <w:szCs w:val="28"/>
              </w:rPr>
              <w:t>й</w:t>
            </w:r>
            <w:r w:rsidRPr="00B23B2F">
              <w:rPr>
                <w:sz w:val="28"/>
                <w:szCs w:val="28"/>
              </w:rPr>
              <w:t>ствия привлечению инвест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ций и выходу экспортно ор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ентированных субъектов м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лого и среднего предприн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мательства на междунаро</w:t>
            </w:r>
            <w:r w:rsidRPr="00B23B2F">
              <w:rPr>
                <w:sz w:val="28"/>
                <w:szCs w:val="28"/>
              </w:rPr>
              <w:t>д</w:t>
            </w:r>
            <w:r w:rsidRPr="00B23B2F">
              <w:rPr>
                <w:sz w:val="28"/>
                <w:szCs w:val="28"/>
              </w:rPr>
              <w:t>ные рынки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90 4 6259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90 4 6259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субъектам малого и среднего предпринимательства на во</w:t>
            </w:r>
            <w:r w:rsidRPr="00B23B2F">
              <w:rPr>
                <w:sz w:val="28"/>
                <w:szCs w:val="28"/>
              </w:rPr>
              <w:t>з</w:t>
            </w:r>
            <w:r w:rsidRPr="00B23B2F">
              <w:rPr>
                <w:sz w:val="28"/>
                <w:szCs w:val="28"/>
              </w:rPr>
              <w:t>мещение части затрат, св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занных с приобретением об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рудования в целях создания и (или) развития и (или) моде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>низации производства тов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ров (работ, услуг)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90 4 6260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Иные бюджетные ассигнов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90 4 6260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Субсидирование части затрат, связанных с уплатой проце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тов по кредитам, привлечё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ным субъектами малого и среднего предпринимательс</w:t>
            </w:r>
            <w:r w:rsidRPr="00B23B2F">
              <w:rPr>
                <w:sz w:val="28"/>
                <w:szCs w:val="28"/>
              </w:rPr>
              <w:t>т</w:t>
            </w:r>
            <w:r w:rsidRPr="00B23B2F">
              <w:rPr>
                <w:sz w:val="28"/>
                <w:szCs w:val="28"/>
              </w:rPr>
              <w:t>ва в российских кредитных организациях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90 4 6261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Иные бюджетные ассигнов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90 4 6261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«Формирование благ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приятного инвестиционного климата в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ласти» на 2014-2018 годы» на 2015-2018 годы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«Формирование благоприятного инвестиц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онного климата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38917,1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«Центр мониторинга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 регулируемых 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ганизаций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10741,8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9003,2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1725,0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90 6 6290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партамент государственных программ развития малого и среднего бизнеса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17414,7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10952,3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5459,7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90 6 6291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1002,7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«Центр по сопровождению закупок»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10760,6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50403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C52741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8134,0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2605,1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90 6 6292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туризма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7125,8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Рекламно-информационное обеспечение развития тури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ма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91 0 6401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91 0 6401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яновский областной ресур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ный центр развития туризма и сервиса»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6125,8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6059,5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62,3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91 0 6404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</w:t>
            </w:r>
            <w:r w:rsidRPr="00B23B2F">
              <w:rPr>
                <w:color w:val="000000"/>
                <w:sz w:val="28"/>
                <w:szCs w:val="28"/>
              </w:rPr>
              <w:t>й</w:t>
            </w:r>
            <w:r w:rsidRPr="00B23B2F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46274,3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46274,3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46274,3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мероприятий по развитию инфраструктуры муниципального образования «город Димитровград»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11 0 7301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46274,3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11 0 7301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46274,3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Министерство физической культуры и спорта Уль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я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743752,63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170428,0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163660,6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2014-2018 годы»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163660,6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Реконструкция, ремонт об</w:t>
            </w:r>
            <w:r w:rsidRPr="00B23B2F">
              <w:rPr>
                <w:color w:val="000000"/>
                <w:sz w:val="28"/>
                <w:szCs w:val="28"/>
              </w:rPr>
              <w:t>ъ</w:t>
            </w:r>
            <w:r w:rsidRPr="00B23B2F">
              <w:rPr>
                <w:color w:val="000000"/>
                <w:sz w:val="28"/>
                <w:szCs w:val="28"/>
              </w:rPr>
              <w:t>ектов спорта, подготовка проектной документации, проведение государственной экспертизы проектной док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ментации создаваемых объе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тов спорта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физической культуры и спорта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 на 2014-2018 годы»</w:t>
            </w:r>
            <w:r w:rsidRPr="00C52741">
              <w:rPr>
                <w:color w:val="000000"/>
                <w:sz w:val="28"/>
                <w:szCs w:val="28"/>
              </w:rPr>
              <w:t xml:space="preserve"> </w:t>
            </w:r>
            <w:r w:rsidRPr="00B23B2F">
              <w:rPr>
                <w:color w:val="000000"/>
                <w:sz w:val="28"/>
                <w:szCs w:val="28"/>
              </w:rPr>
              <w:t>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физической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161860,6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161860,6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93521,5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14187,5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53841,8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89 1 8014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309,8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6767,4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тие физической культуры и спорта в Ульяновской обла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ти на 2014-2018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6767,4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ласти «Развитие физической культуры и спорта в Уль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новской области на 2014-2018 годы» государственной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граммы Ульяновской области «Развитие физической кул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6767,4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89 1 8017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6767,4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Расходы на выплаты перс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налу в целях обеспечения в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полнения функций госуда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>ственными (муниципальн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ми) органами, казёнными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89 1 8017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976,5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89 1 8017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5790,9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344,14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344,14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тие физической культуры и спорта в Ульяновской обла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ти на 2014-2018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344,14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ласти «Развитие физической культуры и спорта в Уль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новской области на 2014-2018 годы» государственной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граммы Ульяновской области «Развитие физической кул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344,14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C5274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зательств, связанных с реал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зацией Закона Ульяновской области от 2 мая 2012 года</w:t>
            </w:r>
            <w:r w:rsidRPr="00C52741">
              <w:rPr>
                <w:sz w:val="28"/>
                <w:szCs w:val="28"/>
              </w:rPr>
              <w:br/>
            </w:r>
            <w:r w:rsidRPr="00B23B2F">
              <w:rPr>
                <w:sz w:val="28"/>
                <w:szCs w:val="28"/>
              </w:rPr>
              <w:t>№ 49-ЗО «О мерах социал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ной поддержки отдельных к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тегорий молодых специал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стов на территории Ульяно</w:t>
            </w:r>
            <w:r w:rsidRPr="00B23B2F">
              <w:rPr>
                <w:sz w:val="28"/>
                <w:szCs w:val="28"/>
              </w:rPr>
              <w:t>в</w:t>
            </w:r>
            <w:r w:rsidRPr="00B23B2F">
              <w:rPr>
                <w:sz w:val="28"/>
                <w:szCs w:val="28"/>
              </w:rPr>
              <w:t>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89 1 7123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331,34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89 1 7123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331,34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Реализация Закона Ульяно</w:t>
            </w:r>
            <w:r w:rsidRPr="00B23B2F">
              <w:rPr>
                <w:sz w:val="28"/>
                <w:szCs w:val="28"/>
              </w:rPr>
              <w:t>в</w:t>
            </w:r>
            <w:r w:rsidRPr="00B23B2F">
              <w:rPr>
                <w:sz w:val="28"/>
                <w:szCs w:val="28"/>
              </w:rPr>
              <w:t>ской области от 2 мая 2012 года № 49-ЗО «О мерах соц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альной поддержки отдельных категорий молодых специ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листов на территории Уль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89 1 8005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572980,49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2014-2018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физической культуры и спорта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физической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«Управление спортивными сооружениями»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89 1 6111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89 1 6111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54913,1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387919,7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2014-2018 годы»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387919,7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Финансовое обеспечение ра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ходов общепрограммного х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рактера по федеральной цел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вой программе «Развитие ф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зической культуры и спорта в Российской Федерации на 2006-2015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89 0 5095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134068,1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89 0 5095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134068,1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Реконструкция, ремонт об</w:t>
            </w:r>
            <w:r w:rsidRPr="00B23B2F">
              <w:rPr>
                <w:color w:val="000000"/>
                <w:sz w:val="28"/>
                <w:szCs w:val="28"/>
              </w:rPr>
              <w:t>ъ</w:t>
            </w:r>
            <w:r w:rsidRPr="00B23B2F">
              <w:rPr>
                <w:color w:val="000000"/>
                <w:sz w:val="28"/>
                <w:szCs w:val="28"/>
              </w:rPr>
              <w:t>ектов спорта, подготовка проектной документации, проведение государственной экспертизы проектной док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ментации создаваемых объе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тов спорта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64000,0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89 0 6104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64000,0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Приобретение зданий и с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оружений в государственную собственность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89 0 6105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89 0 6105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строительство и реконструкцию объектов спорта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89 0 7016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71284,6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89 0 7016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71284,6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ние расходных обязательств муниципальных образований Ульяновской области по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монту объектов спорта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89 0 7082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4725,0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89 0 7082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4725,0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физической культуры и спорта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физической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101842,0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Реализация мероприятий подпрограммы «Развитие футбола в Российской Фед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рации на 2008-2015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89 1 5017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16842,0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89 1 5017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16842,0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Развитие физической культ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ры и спорта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54980,0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89 1 6113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Дополнительное материал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ное обеспечение лиц, прож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вающих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 и имеющих выдающиеся достижения и особые заслуги перед Росси</w:t>
            </w:r>
            <w:r w:rsidRPr="00B23B2F">
              <w:rPr>
                <w:color w:val="000000"/>
                <w:sz w:val="28"/>
                <w:szCs w:val="28"/>
              </w:rPr>
              <w:t>й</w:t>
            </w:r>
            <w:r w:rsidRPr="00B23B2F">
              <w:rPr>
                <w:color w:val="000000"/>
                <w:sz w:val="28"/>
                <w:szCs w:val="28"/>
              </w:rPr>
              <w:t>ской Федерацией в области физической культуры и спо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89 1 6114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89 1 6114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113480,0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2014-2018 годы»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113480,0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Финансовое обеспечение уч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стия спортивных клубов по игровым видам спорта в 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ответствующих спортивных мероприятиях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89 0 6102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Финансовое обеспечение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 экспериментал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групп олимпийской по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готовки по базовым видам спорта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C52741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24720,0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89 0 6103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физической культуры и спорта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физической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26480,0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казённого учреждения «Центр спортивной подг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товки»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26480,0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24694,0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1243,4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89 1 6112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542,6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физической культуры и спо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та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16667,69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области» 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физической культуры и спорта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2014-2018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16667,69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физической культуры и спорта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физической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туры и спорта в Ульяновской области на 2014-2018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16667,69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автономной н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коммерческой организации «Дирекция по подготовке и проведению Чемпионата м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ра по хоккею с мячом в 2016 году» на финансовое обесп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чение затрат, связанных с её деятельностью, а также по</w:t>
            </w:r>
            <w:r w:rsidRPr="00B23B2F">
              <w:rPr>
                <w:sz w:val="28"/>
                <w:szCs w:val="28"/>
              </w:rPr>
              <w:t>д</w:t>
            </w:r>
            <w:r w:rsidRPr="00B23B2F">
              <w:rPr>
                <w:sz w:val="28"/>
                <w:szCs w:val="28"/>
              </w:rPr>
              <w:t>готовкой и проведением Че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пионата мира по хоккею с мячом в 2016 году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89 1 6115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5090,7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89 1 6115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5090,7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Проведение независимой экспертизы финансовой м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дели проекта строительства и эксплуатации имущественн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го комплекса «Волга-спорт-арена»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89 1 6116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89 1 6116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10526,99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9278,89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847,6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Министерство искусства и культурной политики Ул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ь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749445,74739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34311,2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34311,2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34311,2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34311,2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архивов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87 1 4405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29710,7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87 1 4405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29710,7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зательств, связанных с хран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нием, комплектованием, уч</w:t>
            </w:r>
            <w:r w:rsidRPr="00B23B2F">
              <w:rPr>
                <w:sz w:val="28"/>
                <w:szCs w:val="28"/>
              </w:rPr>
              <w:t>ё</w:t>
            </w:r>
            <w:r w:rsidRPr="00B23B2F">
              <w:rPr>
                <w:sz w:val="28"/>
                <w:szCs w:val="28"/>
              </w:rPr>
              <w:t>том и использованием архи</w:t>
            </w:r>
            <w:r w:rsidRPr="00B23B2F">
              <w:rPr>
                <w:sz w:val="28"/>
                <w:szCs w:val="28"/>
              </w:rPr>
              <w:t>в</w:t>
            </w:r>
            <w:r w:rsidRPr="00B23B2F">
              <w:rPr>
                <w:sz w:val="28"/>
                <w:szCs w:val="28"/>
              </w:rPr>
              <w:t>ных документов, относящи</w:t>
            </w:r>
            <w:r w:rsidRPr="00B23B2F">
              <w:rPr>
                <w:sz w:val="28"/>
                <w:szCs w:val="28"/>
              </w:rPr>
              <w:t>х</w:t>
            </w:r>
            <w:r w:rsidRPr="00B23B2F">
              <w:rPr>
                <w:sz w:val="28"/>
                <w:szCs w:val="28"/>
              </w:rPr>
              <w:t>ся к государственной собс</w:t>
            </w:r>
            <w:r w:rsidRPr="00B23B2F">
              <w:rPr>
                <w:sz w:val="28"/>
                <w:szCs w:val="28"/>
              </w:rPr>
              <w:t>т</w:t>
            </w:r>
            <w:r w:rsidRPr="00B23B2F">
              <w:rPr>
                <w:sz w:val="28"/>
                <w:szCs w:val="28"/>
              </w:rPr>
              <w:t>венности Ульяновской обла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ти и находящихся на терр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ториях муниципальных ра</w:t>
            </w:r>
            <w:r w:rsidRPr="00B23B2F">
              <w:rPr>
                <w:sz w:val="28"/>
                <w:szCs w:val="28"/>
              </w:rPr>
              <w:t>й</w:t>
            </w:r>
            <w:r w:rsidRPr="00B23B2F">
              <w:rPr>
                <w:sz w:val="28"/>
                <w:szCs w:val="28"/>
              </w:rPr>
              <w:t>онов и городских округов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87 1 7132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4600,5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87 1 7132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4600,5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80499,0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30497,0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30497,0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Модернизация материально-технической базы государс</w:t>
            </w:r>
            <w:r w:rsidRPr="00B23B2F">
              <w:rPr>
                <w:sz w:val="28"/>
                <w:szCs w:val="28"/>
              </w:rPr>
              <w:t>т</w:t>
            </w:r>
            <w:r w:rsidRPr="00B23B2F">
              <w:rPr>
                <w:sz w:val="28"/>
                <w:szCs w:val="28"/>
              </w:rPr>
              <w:t>венных учреждений культ</w:t>
            </w:r>
            <w:r w:rsidRPr="00B23B2F">
              <w:rPr>
                <w:sz w:val="28"/>
                <w:szCs w:val="28"/>
              </w:rPr>
              <w:t>у</w:t>
            </w:r>
            <w:r w:rsidRPr="00B23B2F">
              <w:rPr>
                <w:sz w:val="28"/>
                <w:szCs w:val="28"/>
              </w:rPr>
              <w:t>ры, областных государстве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ных архивов и образовател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ных организаций в сфере культуры и искусства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3069,0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3069,0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27428,0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27428,0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87 1 8014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C52741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27428,0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87 1 8015</w:t>
            </w:r>
          </w:p>
        </w:tc>
        <w:tc>
          <w:tcPr>
            <w:tcW w:w="709" w:type="dxa"/>
            <w:vAlign w:val="bottom"/>
          </w:tcPr>
          <w:p w:rsidR="00FA12FA" w:rsidRDefault="00FA12FA" w:rsidP="00C52741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C52741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C52741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C52741" w:rsidRDefault="00FA12FA" w:rsidP="00C52741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30711,0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Молодёжная политика и оз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87 1 8017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157,4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87 1 8017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157,4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19133,6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19133,6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19133,6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87 1 4411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19133,6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87 1 4411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19133,6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632344,24739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583526,94739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Комплектование книжных фондов библиотек муниц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пальных образований и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дарственных библиотек гор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дов Москвы и Санкт-Петербурга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11 0 5144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11 0 5144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 xml:space="preserve">печение правопорядка и </w:t>
            </w:r>
            <w:r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безопасности жизнедеятел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«Комплексные меры противодействия зл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сударственной программы Ульяновской области «Обе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 xml:space="preserve">печение правопорядка и </w:t>
            </w:r>
            <w:r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безопасности жизнедеятел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582644,94739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Модернизация материально-технической базы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венных учреждений культ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ры, областных государстве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ных архивов и образовател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организаций в сфере культуры и искусства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20284,6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87 0 4401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20284,6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приоритетных направлений государственной культурной политики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87 0 4402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Сохранение и государстве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ная охрана объектов культу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ного наследия, расположе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ных на территории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87 0 4404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87 0 4404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Софинансирование капитал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ных вложений в объекты м</w:t>
            </w:r>
            <w:r w:rsidRPr="00B23B2F">
              <w:rPr>
                <w:sz w:val="28"/>
                <w:szCs w:val="28"/>
              </w:rPr>
              <w:t>у</w:t>
            </w:r>
            <w:r w:rsidRPr="00B23B2F">
              <w:rPr>
                <w:sz w:val="28"/>
                <w:szCs w:val="28"/>
              </w:rPr>
              <w:t>ниципальной собственности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87 0 5112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49897,7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87 0 5112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49897,7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реконструкцию и проведение ремонтно-реставрационных работ зд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ний муниципальных учре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дений культуры, муниц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пальных архивов и образов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тельных организаций в сфере культуры и искусства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87 0 7083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18880,34739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87 0 7083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18880,34739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на строительство, приобретение (выкуп) зданий в целях размещения муниц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пальных учреждений культ</w:t>
            </w:r>
            <w:r w:rsidRPr="00B23B2F">
              <w:rPr>
                <w:sz w:val="28"/>
                <w:szCs w:val="28"/>
              </w:rPr>
              <w:t>у</w:t>
            </w:r>
            <w:r w:rsidRPr="00B23B2F">
              <w:rPr>
                <w:sz w:val="28"/>
                <w:szCs w:val="28"/>
              </w:rPr>
              <w:t>ры, муниципальных архивов и образовательных организ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ций в сфере культуры и и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кусства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87 0 7084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53000,0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87 0 7084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53000,0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создание м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дельных библиотек в мун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ципальных образованиях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87 0 7089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87 0 7089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развитие парков (парковых зон) в муниц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пальных образованиях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87 0 7097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87 0 7097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429482,3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библиотек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87 1 4406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61764,5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87 1 4406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61764,5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музеев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87 1 4407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112030,0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87 1 4407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112030,0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областных государственных театров, концертных и других организаций исполнител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ских искусств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87 1 4408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165311,6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87 1 4408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165311,6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культуры «Центр народной культуры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87 1 4409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90376,2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1701C9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87 1 4409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90376,2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культуры «УльяновскКин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фонд»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87 1 4410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87 1 4410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14186,3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34631,0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1321,1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B23B2F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B23B2F">
              <w:rPr>
                <w:color w:val="000000"/>
                <w:sz w:val="28"/>
                <w:szCs w:val="28"/>
              </w:rPr>
              <w:t xml:space="preserve"> Фед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рального закона «Об объе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тах культурного наследия (памятниках истории и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туры) народов Российской Федерации» полномочий Ро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сийской Федерации в отн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шении объектов культурного наследия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11 0 5950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1321,1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Расходы на выплаты перс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налу в целях обеспечения в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полнения функций госуда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>ственными (муниципальн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ми) органами, казёнными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11 0 5950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1055,0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11 0 5950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266,1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33309,9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33309,9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25443,4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23527,3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1909,4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7866,5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6401,7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1461,2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2291,3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2291,3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культуры и сохранение объектов культурного насл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C52741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23B2F">
              <w:rPr>
                <w:color w:val="000000"/>
                <w:sz w:val="28"/>
                <w:szCs w:val="28"/>
              </w:rPr>
              <w:t>87 0 0000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2291,3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культуры и сохранение объектов кул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турного наследия 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культуры и сохр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нение объектов культурного наследия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2291,3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 xml:space="preserve">зацией Закона Ульяновской области от 2 мая 2012 года </w:t>
            </w:r>
            <w:r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№ 49-ЗО «О мерах социал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ной поддержки отдельных к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тегорий молодых специал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стов на территории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87 1 7123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1174,6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87 1 7123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1174,6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5 апреля 2006 года № 43-ЗО «О мерах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селённых пунктах, рабочих посёлках и посёлках горо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ского типа на территории Ульяновской области»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Средства на реализацию 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кона Ульяновской области от 2 мая 2012 года № 49-ЗО «О мерах социальной поддержки отдельных категорий мол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дых специалистов на терр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тории Ульяновской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87 1 8005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1105,0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Управление записи актов гражданского состояния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66235,9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66235,9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66235,9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66235,9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рального закона «Об актах гражданского состояния» полномочий Российской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дерации на государственную регистрацию актов гражда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ского состояния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66235,9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43542,0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10296,6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12390,3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Министерство здравоохр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нения и социального разв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тия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17407769,79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250041,4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Внедрение современных те</w:t>
            </w:r>
            <w:r w:rsidRPr="00B23B2F">
              <w:rPr>
                <w:color w:val="000000"/>
                <w:sz w:val="28"/>
                <w:szCs w:val="28"/>
              </w:rPr>
              <w:t>х</w:t>
            </w:r>
            <w:r w:rsidRPr="00B23B2F">
              <w:rPr>
                <w:color w:val="000000"/>
                <w:sz w:val="28"/>
                <w:szCs w:val="28"/>
              </w:rPr>
              <w:t>нологий в деятельность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реждений системы социал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ной защиты и обслуживания населения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80 1 1234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13939,0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236102,4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204694,4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30794,7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613,3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184856,7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184856,7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184856,7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«Содействие занятости населения, улу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шение условий и охраны тр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184230,6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по обеспеч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нию реализации прав граждан на труд и социальную защиту от безработицы, а также со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дание благоприятных усл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вий для обеспечения занят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сти населения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31084,2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19982,6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11101,6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Финансовое обеспечение д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полнительных мероприятий в сфере занятости населения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617,9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617,9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Информационное сопрово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дение реализации меропри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тий, направленных на сниж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ние напряжённости на рынке труда среди незанятых инв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лидов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80 4 1507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Профессиональное обучение и дополнительное профе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сиональное образование женщин в период отпуска по уходу за ребёнком до дост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жения им возраста трёх лет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3531,3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3531,3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занятости нас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136957,7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115285,7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20413,4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1258,6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дополнительных мероприятий в сфере занят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сти населения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80 4 5083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11739,4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80 4 5083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11739,4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«Оказание 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действия добровольному п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реселению в Ульяновскую область соотечественников, проживающих за рубежом» государственной программы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80 5 0000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626,1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по оказанию содействия добровольному переселению в Ульяновскую область соотечественников, проживающих за рубежом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626,1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192,1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80 5 1510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434,0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271295,6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«Семья и 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ти»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Учреждения, оказывающие социальные услуги несове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шеннолетним, оказавшимся в трудной жизненной ситуации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246704,1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166255,1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75389,8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2647,5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4261,2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4261,2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Повышение квалификации и переподготовка специалистов со средним профессионал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ным и высшим медицинским образованием для медици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ских организаций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системы здравоохр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4261,2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4261,2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78 0 8017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78 0 8017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8644,6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11685,7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11685,7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Подготовка специалистов со средним профессиональным образованием для медици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ских организаций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системы здравоохр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11685,7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11685,7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8223006,69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1286872,43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1286872,43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Мероприятия, направленные на совершенствование оказ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 специализированной, включая высокотехнологи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ную, медицинской помощи, скорой, в том числе скорой специализированной, мед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цинской помощи, организ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ции медицинской эвакуации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28618,4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Мероприятия, направленные на охрану здоровья матери и ребёнка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78 0 2105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78 0 2105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896154,23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421599,4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236626,9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230986,93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6941,0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Финансовое обеспечение 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купок антивирусных препар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тов для профилактики и 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чения лиц, инфицированных вирусами иммунодефицита человека и гепатитов В и С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78 0 5072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294489,9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78 0 5072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294489,9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Финансовое обеспечение 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купок антибактериальных и противотуберкулёзных 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карственных препаратов (второго ряда), применяемых при лечении больных тубе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кулёзом с множественной 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карственной устойчивостью возбудителя, и диагностич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ских средств для выявления, определения чувствительн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сти микобактерии туберкул</w:t>
            </w:r>
            <w:r w:rsidRPr="00B23B2F">
              <w:rPr>
                <w:color w:val="000000"/>
                <w:sz w:val="28"/>
                <w:szCs w:val="28"/>
              </w:rPr>
              <w:t>ё</w:t>
            </w:r>
            <w:r w:rsidRPr="00B23B2F">
              <w:rPr>
                <w:color w:val="000000"/>
                <w:sz w:val="28"/>
                <w:szCs w:val="28"/>
              </w:rPr>
              <w:t>за и мониторинга лечения больных туберкулёзом с множественной лекарстве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ной устойчивостью возбуд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теля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78 0 5174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37082,5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78 0 5174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37082,5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отдельных мер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приятий государственной программы Российской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дерации «Развитие здрав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охранения»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78 0 5382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27027,4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78 0 5382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27027,4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811646,5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811646,5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Организация диспансериз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ции государственных 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данских служащих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7225,9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7225,9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Мероприятия, направленные на совершенствование сист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мы лекарственного обеспеч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ния, в том числе при оказании медицинской помощи в а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булаторных условиях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253089,1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253089,1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218261,0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62164,4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31524,2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124247,3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325,1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Оказание отдельным катег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риям граждан государстве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ной социальной помощи по обеспечению лекарственн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ми препаратами, медици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скими изделиями, а также специализированными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дуктами лечебного питания для детей-инвалидов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78 0 3093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224401,8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78 0 3093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224401,8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отдельных по</w:t>
            </w:r>
            <w:r w:rsidRPr="00B23B2F">
              <w:rPr>
                <w:color w:val="000000"/>
                <w:sz w:val="28"/>
                <w:szCs w:val="28"/>
              </w:rPr>
              <w:t>л</w:t>
            </w:r>
            <w:r w:rsidRPr="00B23B2F">
              <w:rPr>
                <w:color w:val="000000"/>
                <w:sz w:val="28"/>
                <w:szCs w:val="28"/>
              </w:rPr>
              <w:t>номочий в области лекарс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венного обеспечения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78 0 5161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107321,2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78 0 5161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107321,2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мероприятий по профилактике ВИЧ-инфекции и гепатитов B и C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78 0 5179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1347,5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78 0 5179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1347,5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Медицинская помощь в дне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ных стационарах всех типов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50351,2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50351,2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50351,2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21571,7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9979,3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18689,7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5070,0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5070,0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5070,0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5070,0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153364,9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153364,9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153364,9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153364,9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Заготовка, переработка, 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нение и обеспечение безопа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ности донорской крови и её компонентов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154683,0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154683,0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154683,0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154683,0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Санитарно-эпидемиологи</w:t>
            </w:r>
            <w:r>
              <w:rPr>
                <w:color w:val="000000"/>
                <w:sz w:val="28"/>
                <w:szCs w:val="28"/>
                <w:lang w:val="en-US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ческое благополучие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6350,3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6350,3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6350,3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4915,3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1231,5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203,5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5754668,36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5746408,36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Мероприятия, направленные на профилактику заболеваний и формирование здорового образа жизни. Развитие пе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вичной медико-санитарной помощи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6470,3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6470,3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Мероприятия, направленные на совершенствование оказ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ния специализированной, включая высокотехнологи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ную, медицинской помощи, скорой, в том числе скорой специализированной, мед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цинской помощи, организ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ции медицинской эвакуации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78 0 2103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78 0 2103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Мероприятия, направленные на развитие государственно-частного партнёрства в сфере охраны здоровья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39000,0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78 0 2104</w:t>
            </w:r>
          </w:p>
        </w:tc>
        <w:tc>
          <w:tcPr>
            <w:tcW w:w="709" w:type="dxa"/>
            <w:vAlign w:val="bottom"/>
          </w:tcPr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7E2790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39000,0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Мероприятия, направленные на совершенствование сист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мы лекарственного обеспеч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ния, в том числе при оказании медицинской помощи в а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булаторных условиях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Ежегодная областная премия «Призвание»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Оказание паллиативной м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дицинской помощи в стаци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нарных условиях жителям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рода Димитровграда и Мел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кесского района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492,0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492,0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Оказание жителям Мелеке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ского и Новомалыклинского районов специализированной медицинской помощи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418,31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78 0 2116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418,31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Государственные учреждения здравоохранения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338099,2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172729,0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65032,4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96819,2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3518,6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Оказание жителям города Димитровграда, Мелекесск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го и Новомалыклинского районов специализированной медицинской помощи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78 0 2120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6728,99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78 0 2120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6728,99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организац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онных мероприятий по 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печению лиц лекарственными препаратами, предназначе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ными для лечения больных злокачественными новообр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зованиями лимфоидной, кр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ветворной и родственных им тканей, гемофилией, мук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78 0 5133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11247,0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78 0 5133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11247,0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ного закона «Об основах о</w:t>
            </w:r>
            <w:r w:rsidRPr="00B23B2F">
              <w:rPr>
                <w:color w:val="000000"/>
                <w:sz w:val="28"/>
                <w:szCs w:val="28"/>
              </w:rPr>
              <w:t>х</w:t>
            </w:r>
            <w:r w:rsidRPr="00B23B2F">
              <w:rPr>
                <w:color w:val="000000"/>
                <w:sz w:val="28"/>
                <w:szCs w:val="28"/>
              </w:rPr>
              <w:t>раны здоровья граждан в Ро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сийской Федерации» полн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мочий Российской Федерации в сфере охраны здоровья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59Б0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59Б0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2084,1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Платежи на финансовое обеспечение реализации те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риториальной программы обязательного медицинского страхования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78 0 7302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B23B2F">
              <w:rPr>
                <w:color w:val="000000"/>
                <w:sz w:val="28"/>
                <w:szCs w:val="28"/>
              </w:rPr>
              <w:t>408090,26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78 0 7302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408090,26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Страховые взносы на обяз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тельное медицинское страх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вание неработающего нас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78 0 7303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4873710,2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78 0 7303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4873710,2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2 ноября 2011 года № 181-ЗО «Об обеспечении полноценным питанием беременных же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78 0 8004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46668,0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78 0 8004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46668,0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Приобретение служебных жилых помещений (квартир) с целью включения в специ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лизированный государстве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ный жилищный фонд Уль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78 0 8011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78 0 8011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 xml:space="preserve">печение правопорядка и </w:t>
            </w:r>
            <w:r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безопасности жизнедеятел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8260,0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 xml:space="preserve">Подпрограмма «Комплексные </w:t>
            </w:r>
            <w:r w:rsidRPr="00955D81">
              <w:rPr>
                <w:color w:val="000000"/>
                <w:spacing w:val="-6"/>
                <w:sz w:val="28"/>
                <w:szCs w:val="28"/>
              </w:rPr>
              <w:t>меры по обеспечению общест-</w:t>
            </w:r>
            <w:r w:rsidRPr="00B23B2F">
              <w:rPr>
                <w:color w:val="000000"/>
                <w:sz w:val="28"/>
                <w:szCs w:val="28"/>
              </w:rPr>
              <w:t>венного порядка, против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«Обеспечение правопорядка и безопасности жизнеде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 на территории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Снижение уровня алкогол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зации населения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«Комплексные меры противодействия зл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 го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сударственной программы Ульяновской области «Обе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 xml:space="preserve">печение правопорядка и </w:t>
            </w:r>
            <w:r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безопасности жизнедеятел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8160,0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8478569,4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Доплаты к пенсиям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ственных гражданских сл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жащих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104484,3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2993,9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101490,4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794395,2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794395,2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529345,8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социального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служивания инвалидов, 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 пожилого возраста и иных категорий граждан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519345,8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26391,0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29857,1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461448,2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1649,5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юридическим л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цам, не являющимся госуда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>ственными (муниципальн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ми) учреждениями, индив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дуальным предпринимателям, оказывающим услуги в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ласти социального обслуж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вания</w:t>
            </w:r>
            <w:r>
              <w:rPr>
                <w:sz w:val="28"/>
                <w:szCs w:val="28"/>
              </w:rPr>
              <w:t xml:space="preserve"> населения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7E279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7E2790" w:rsidRDefault="00FA12FA" w:rsidP="007E2790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B23B2F">
              <w:rPr>
                <w:sz w:val="28"/>
                <w:szCs w:val="28"/>
              </w:rPr>
              <w:t>80 1 1236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80 1 1236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Иные бюджетные ассигнов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80 1 1236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«Семья и 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ти»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265049,4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Учреждения, оказывающие социальные услуги несове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шеннолетним, оказавшимся в трудной жизненной ситуации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265049,4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186277,7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72250,0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2721,7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6629705,4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549443,9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Обеспечение инвалидов те</w:t>
            </w:r>
            <w:r w:rsidRPr="00B23B2F">
              <w:rPr>
                <w:sz w:val="28"/>
                <w:szCs w:val="28"/>
              </w:rPr>
              <w:t>х</w:t>
            </w:r>
            <w:r w:rsidRPr="00B23B2F">
              <w:rPr>
                <w:sz w:val="28"/>
                <w:szCs w:val="28"/>
              </w:rPr>
              <w:t>ническими средствами реаб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литации, включая изготовл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ние и ремонт протезно-ортопедических изделий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11 0 5130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341248,6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Расходы на выплаты перс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налу в целях обеспечения в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полнения функций госуда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>ственными (муниципальн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ми) органами, казёнными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11 0 5130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11995,82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11 0 5130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2059,0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11 0 5130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327173,78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Иные бюджетные ассигнов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11 0 5130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дельных категорий граждан, установленных Федеральным законом от 12 января 1995 года № 5-ФЗ «О ветеранах», в соответствии с Указом Пр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зидента Российской Федер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ции от 7 мая 2008 года № 714 «Об обеспечении жильём в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теранов Великой Отечестве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ной войны 1941-1945 годов»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11 0 5134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141590,7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11 0 5134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141590,7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переданных полномочий Российской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дерации по предоставлению отдельных мер социальной поддержки граждан, по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вергшихся воздействию 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диации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25664,6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379,3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11 0 5137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25285,3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Оказание государственной социальной помощи отдел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11 0 5194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40940,0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11 0 5194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40920,0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Иные бюджетные ассигнов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11 0 5194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тие здравоохранения в Уль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41578,6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5 апреля 2006 года № 43-ЗО «О мерах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селённых пунктах, рабочих посёлках и посёлках горо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ского типа на территории Ульяновской области»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13033,8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78 0 8003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230,1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78 0 8003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12803,7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2 мая 2012 года № 49-ЗО «О мерах 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28544,8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2466,4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26078,4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6038682,9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мер социальной поддержки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дельных категорий граждан» государственной программы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4475568,3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268913,5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3973,9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264939,6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Компенсация отдельным к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тегориям граждан расходов по оплате жилых помещений и коммунальных услуг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99568,7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1544,6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98024,1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31 августа 2013 года № 159-ЗО «Об ок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зании адресной материальной помощи гражданам, оказа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шимся в трудной жизненной ситуации»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62300,0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61396,0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Приобретение и ремонт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тезно-ортопедических изд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лий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12831,0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12831,0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социальной поддер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ки ветеранов труда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1204027,2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25977,0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1178050,2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социальной поддер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ки тружеников тыла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2651,3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2594,6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мер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социальной поддер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ки реабилитированных лиц и лиц, признанных пострада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шими от политических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прессий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7E2790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23B2F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25663,6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560,0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25103,6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9 января 2008 года № 10-ЗО «О звании «В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теран труда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1219542,6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23124,6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1196418,0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Выплата социального пос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бия на погребение и возм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щение расходов по гарант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рованному перечню услуг по погребению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6910,4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6712,4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5 июля 2013 года № 112-ЗО «О дополн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тельных мерах социальной поддержки, предоставляемых супругам, детям и родителям лиц, замещавших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венные должности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области, должности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сударственной гражданской службы Ульяновской области или должности в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венных органах Ульяновской области, не являющиеся должностями государстве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ной гражданской службы Ульяновской области, и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гибших при исполнении должностных (трудовых)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занностей или умерших вследствие ранения, конт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зии, заболевания или увечья, полученных при исполнении должностных (трудовых)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занностей»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294,1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37363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37363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37363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80 1 1212</w:t>
            </w:r>
          </w:p>
        </w:tc>
        <w:tc>
          <w:tcPr>
            <w:tcW w:w="709" w:type="dxa"/>
            <w:vAlign w:val="bottom"/>
          </w:tcPr>
          <w:p w:rsidR="00FA12FA" w:rsidRDefault="00FA12FA" w:rsidP="0037363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37363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37363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ной поддержки педагогич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ским работникам, работа</w:t>
            </w:r>
            <w:r w:rsidRPr="00B23B2F">
              <w:rPr>
                <w:color w:val="000000"/>
                <w:sz w:val="28"/>
                <w:szCs w:val="28"/>
              </w:rPr>
              <w:t>ю</w:t>
            </w:r>
            <w:r w:rsidRPr="00B23B2F">
              <w:rPr>
                <w:color w:val="000000"/>
                <w:sz w:val="28"/>
                <w:szCs w:val="28"/>
              </w:rPr>
              <w:t>щим и (или) проживающим в сельских населённых пун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тах, рабочих посёлках (п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сёлках городского типа) на территории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238292,1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4167,4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234124,7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Компенсационные выплаты за проезд на садово-дачные массивы для социально нез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щищённой категории лиц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4173,4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4082,4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Оказание мер социальной поддержки военнослужащим, сотрудникам правоохран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тельных органов и членам их семей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134,4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4 ноября 2003 года № 056-ЗО «О 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альной поддержке инвалидов боевых действий, прожива</w:t>
            </w:r>
            <w:r w:rsidRPr="00B23B2F">
              <w:rPr>
                <w:color w:val="000000"/>
                <w:sz w:val="28"/>
                <w:szCs w:val="28"/>
              </w:rPr>
              <w:t>ю</w:t>
            </w:r>
            <w:r w:rsidRPr="00B23B2F">
              <w:rPr>
                <w:color w:val="000000"/>
                <w:sz w:val="28"/>
                <w:szCs w:val="28"/>
              </w:rPr>
              <w:t>щих на территории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448,3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435,4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19 декабря 2007 года № 225-ЗО «О 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альной поддержке родителей и супругов военнослужащих, сотрудников органов вну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ренних дел, Федеральной службы безопасности Ро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сийской Федерации, прокур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туры Российской Федерации, органов уголовно-исполни</w:t>
            </w:r>
            <w:r w:rsidRPr="007E2790"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тельной системы Министе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ства юстиции Российской Федерации, погибших при исполнении обязанностей 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енной службы, служебных обязанностей или умерших вследствие ранения, конт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зии, заболеваний, увечья,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лученных при исполнении обязанностей военной слу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бы, служебных обязанн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стей»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2110,1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2049,6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3 октября 2014 года № 147-ЗО «О пр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вовом регулировании отдел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вопросов деятельности народных дружин»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972,3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мер социал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ной поддержки и социального обслуживания лицам, стр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дающим психическими ра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стройствами, находящимся в трудной жизненной ситуации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B23B2F"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2019,3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1961,4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Проведение социально зн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чимых мероприятий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10149,1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10149,1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8 октября 2008 года № 150-ЗО «О мат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риальном обеспечении вдовы Сычёва В.А. и вдовы Дор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нина Н.П.»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967,2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960,0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Единовременная выплата за вред, причинённый при ок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зании противотуберкулёзной помощи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80 1 1222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равной досту</w:t>
            </w:r>
            <w:r w:rsidRPr="00B23B2F">
              <w:rPr>
                <w:color w:val="000000"/>
                <w:sz w:val="28"/>
                <w:szCs w:val="28"/>
              </w:rPr>
              <w:t>п</w:t>
            </w:r>
            <w:r w:rsidRPr="00B23B2F">
              <w:rPr>
                <w:color w:val="000000"/>
                <w:sz w:val="28"/>
                <w:szCs w:val="28"/>
              </w:rPr>
              <w:t>ности услуг общественного транспорта на территории Ульяновской области для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дельных категорий граждан, оказание мер социальной поддержки которым относи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ся к ведению Российской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18960,5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18960,5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Оказание мер социальной поддержки творческим 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ботникам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8093,6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231,9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7861,7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9 ноября 2010 года № 177-ЗО «О мерах социальной поддержки инв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лидов и участников Великой Отечественной войны, вет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ранов боевых действий, бы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ших несовершеннолетних у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ников концлагерей, гетто и других мест принудительного содержания, созданных ф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шистами и их союзниками в период второй мировой во</w:t>
            </w:r>
            <w:r w:rsidRPr="00B23B2F">
              <w:rPr>
                <w:color w:val="000000"/>
                <w:sz w:val="28"/>
                <w:szCs w:val="28"/>
              </w:rPr>
              <w:t>й</w:t>
            </w:r>
            <w:r w:rsidRPr="00B23B2F">
              <w:rPr>
                <w:color w:val="000000"/>
                <w:sz w:val="28"/>
                <w:szCs w:val="28"/>
              </w:rPr>
              <w:t>ны, в Ульяновской области»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19154,5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18786,6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20 декабря 2010 года № 226-ЗО «О мерах государственной поддержки граждан в связи с введением на территории Ульяновской области экономически обо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нованных тарифов и норм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тивов потребления комм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нальных услуг»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6605,3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6517,5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4 апреля 2011 года № 47-ЗО «О социальной поддержке жён граждан, ув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ленных с военной службы»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7E2790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23B2F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2061,3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2002,2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исполнения полномочий по предоставл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нию ежемесячной денежной компенсации на оплату ж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лищно-коммунальных услуг отдельным категориям 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34898,4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34898,4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венным гражданским служ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щим Ульяновской области единовременной социальной выплаты на приобретение жилого помещения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80 1 1229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7E279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30 ноября 2011 года № 203-ЗО «О мерах социальной поддержки 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дан, родившихся в период с</w:t>
            </w:r>
            <w:r w:rsidRPr="007E2790"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1 января 1932 года по 31 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кабря 1945 года»</w:t>
            </w:r>
          </w:p>
        </w:tc>
        <w:tc>
          <w:tcPr>
            <w:tcW w:w="708" w:type="dxa"/>
            <w:vAlign w:val="bottom"/>
          </w:tcPr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667F44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  <w:lang w:val="en-US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57200,0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1640,0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55560,0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Выплата премий инвалидам, проживающим на территории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152,3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7E279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27 января 2012 года № 3-ЗО «О допо</w:t>
            </w:r>
            <w:r w:rsidRPr="00B23B2F">
              <w:rPr>
                <w:color w:val="000000"/>
                <w:sz w:val="28"/>
                <w:szCs w:val="28"/>
              </w:rPr>
              <w:t>л</w:t>
            </w:r>
            <w:r w:rsidRPr="00B23B2F">
              <w:rPr>
                <w:color w:val="000000"/>
                <w:sz w:val="28"/>
                <w:szCs w:val="28"/>
              </w:rPr>
              <w:t>нительных мерах социальной поддержки работников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тивопожарной службы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области, професси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нальных аварийно-спасатель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ных служб и профессионал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аварийно-спаса</w:t>
            </w:r>
            <w:r>
              <w:rPr>
                <w:color w:val="000000"/>
                <w:sz w:val="28"/>
                <w:szCs w:val="28"/>
              </w:rPr>
              <w:t>тель</w:t>
            </w:r>
            <w:r w:rsidRPr="00B23B2F">
              <w:rPr>
                <w:color w:val="000000"/>
                <w:sz w:val="28"/>
                <w:szCs w:val="28"/>
              </w:rPr>
              <w:t>ных формирований Ульяновской области и лиц из их числа»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6 октября 2011 года № 168-ЗО «О сел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ских старостах»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1979,5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56,7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1922,8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31 августа 2013 года № 160-ЗО «О пр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вовом регулировании отдел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вопросов, связанных с оказанием государственной социальной помощи»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80 1 1235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9277FA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полномочий по обеспечению жильём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 xml:space="preserve">дельных категорий граждан, установленных </w:t>
            </w:r>
            <w:r>
              <w:rPr>
                <w:color w:val="000000"/>
                <w:sz w:val="28"/>
                <w:szCs w:val="28"/>
              </w:rPr>
              <w:t>ф</w:t>
            </w:r>
            <w:r w:rsidRPr="00B23B2F">
              <w:rPr>
                <w:color w:val="000000"/>
                <w:sz w:val="28"/>
                <w:szCs w:val="28"/>
              </w:rPr>
              <w:t>едеральн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законами от 12 января 1995 года № 5-ФЗ «О ветер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нах» и от 24 ноября 1995 года № 181-ФЗ «О социальной 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щите инвалидов в Российской Федерации»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80 1 5135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55153,4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80 1 5135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55153,4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переданного полномочия Российской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дерации по осуществлению ежегодной денежной выпл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ты лицам, награждённым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грудным знаком «Почётный донор России»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116515,7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1807,4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80 1 5220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114708,3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пенсации гражданам при во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никновении поствакцинал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осложнений в соответс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вии с Федеральным законом от 17 сентября 1998 года № 157-ФЗ «Об иммунопроф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лактике инфекционных б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лезней»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80 1 5240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Оплата жилищно-коммунальных услуг отдел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ным категориям граждан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958208,4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15712,0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80 1 5250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942496,4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Выплата инвалидам компе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саций страховых премий по договорам обязательного страхования гражданской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ветственности владельцев транспортных средств в соо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ветствии с Федеральным 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коном от 25 апреля 2002 года № 40-ФЗ «Об обязательном страховании гражданской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ветственности владельцев транспортных средств»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1103,8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80 1 5280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1076,2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5 апреля 2006 года № 43-ЗО «О мерах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социальной по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держки отдельных категорий специалистов, работающих и проживающих в сельских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селённых пунктах, рабочих посёлках и посёлках горо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ского типа на территории Ульяновской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2 мая 2012 года № 49-ЗО «О мерах 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900,6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6 октября 2011 года № 170-ЗО «О мерах государственной поддержки общественных объединений пожарной охраны и добр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вольных пожарных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8502,9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8261,7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30 января 2006 года № 05-ЗО «О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жарной безопасности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5 мая 2011 года № 73-ЗО «О наградах Ульяновской области»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14950,5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426,9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80 1 8016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14523,6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«Семья и 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ти»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1345619,2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мер социальной поддержки многодетных с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мей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192263,1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4226,5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188036,6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Выплата пособий на ребёнка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164655,3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1475,3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163180,0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6 мая 2006 года № 51-ЗО «О социальной поддержке детей военносл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жащих, сотрудников органов внутренних дел, Федеральной службы безопасности Ро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сийской Федерации, прокур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туры Российской Федерации, органов уголовно-исполни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тельной системы Министе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ства юстиции Российской Федерации»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597,7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580,6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5 февраля 2008 года № 24-ЗО «О допо</w:t>
            </w:r>
            <w:r w:rsidRPr="00B23B2F">
              <w:rPr>
                <w:color w:val="000000"/>
                <w:sz w:val="28"/>
                <w:szCs w:val="28"/>
              </w:rPr>
              <w:t>л</w:t>
            </w:r>
            <w:r w:rsidRPr="00B23B2F">
              <w:rPr>
                <w:color w:val="000000"/>
                <w:sz w:val="28"/>
                <w:szCs w:val="28"/>
              </w:rPr>
              <w:t>нительных мерах социальной поддержки семей, имеющих детей»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126440,6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1868,6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124572,0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Выплата ежегодной премии Губернатора Ульяновской области «Семья года»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253,8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31 августа 2012 года № 113-ЗО «О еж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месячной денежной выплате на ребёнка до достижения им возраста трёх лет»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125212,1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4389,2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120822,9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6 мая 2013 года № 68-ЗО «О предоста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лении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 отдельным категориям инвалидов, имеющих детей, дополн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тельной меры социальной поддержки в сфере оплаты жилых помещений частного жилищного фонда»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163,5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80 2 1316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158,8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Компенсация потерь в дох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дах организаций железнод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рожного транспорта, связа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ных с предоставлением об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чающимся льгот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1692,6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1692,6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7E279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Выплата единовременного пособия беременной жене 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еннослужащего, проходящего военную службу по призыву, а также ежемесячного пос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бия на ребёнка военнослуж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щего, проходящего военную службу по призыву, в соо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ветствии с Федеральным 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коном от 19 мая 1995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№ 81-ФЗ «О государственных пособиях гражданам, име</w:t>
            </w:r>
            <w:r w:rsidRPr="00B23B2F">
              <w:rPr>
                <w:color w:val="000000"/>
                <w:sz w:val="28"/>
                <w:szCs w:val="28"/>
              </w:rPr>
              <w:t>ю</w:t>
            </w:r>
            <w:r w:rsidRPr="00B23B2F">
              <w:rPr>
                <w:color w:val="000000"/>
                <w:sz w:val="28"/>
                <w:szCs w:val="28"/>
              </w:rPr>
              <w:t>щим детей»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9325,2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80 2 5270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9293,2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Выплата пособий по уходу за ребёнком до достижения им возраста полутора лет гра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данам, не подлежащим обяз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тельному социальному стр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хованию на случай време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ной нетрудоспособности и в связи с материнством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403394,1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1340,0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80 2 5381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402054,1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Выплата пособий при рожд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нии ребёнка гражданам, не подлежащим обязательному социальному страхованию на случай временной нетруд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способности и в связи с мат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ринством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47334,8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80 2 5385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47084,8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Выплата единовременных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собий женщинам, вставшим на учёт в медицинских учр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ждениях в ранние сроки б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ременности, уволенным в связи с ликвидацией орган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заций, прекращением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 (полномочий) ф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зическими лицами в устано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ленном порядке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80 2 5386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80 2 5386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Выплата пособий по бер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менности и родам женщинам, уволенным в связи с ликв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дацией организаций, прекр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щением деятельности (по</w:t>
            </w:r>
            <w:r w:rsidRPr="00B23B2F">
              <w:rPr>
                <w:color w:val="000000"/>
                <w:sz w:val="28"/>
                <w:szCs w:val="28"/>
              </w:rPr>
              <w:t>л</w:t>
            </w:r>
            <w:r w:rsidRPr="00B23B2F">
              <w:rPr>
                <w:color w:val="000000"/>
                <w:sz w:val="28"/>
                <w:szCs w:val="28"/>
              </w:rPr>
              <w:t>номочий) физическими лиц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ми в установленном порядке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80 2 5387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80 2 5387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2 ноября 2011 года № 180-ЗО «О нек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торых мерах по улучшению демографической ситуации в Ульяновской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271728,9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341,9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80 2 8002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271387,0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2 ноября 2011 года № 181-ЗО «Об обеспечении полноценным питанием беременных же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щин, кормящих матерей, а также детей в возрасте до трёх лет в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2554,5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73,2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80 2 8004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2481,3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«Доступная среда»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по повышению уровня доступности приор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тетных объектов социальной защиты населения и услуг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80 3 1401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Комплекс информационных, просветительских и общес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венных мероприятий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80 3 1403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80 3 1403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мероприятия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4800,0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80 3 1404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«Содействие занятости населения, улу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шение условий и охраны тр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197445,4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по обеспеч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нию реализации прав граждан на труд и социальную защиту от безработицы, а также соз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дание благоприятных усл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вий для обеспечения занят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сти населения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5022,5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4862,5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по обеспеч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нию улучшения условий и охраны труда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80 4 1505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Социальные выплаты безр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ботным гражданам в соотве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ствии с Законом Российской Федерации от 19 апреля 1991 года № 1032-I «О занятости населения в Российской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дерации»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192272,9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169348,4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80 4 5290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22074,5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635657,3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635657,3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«Семья и 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ти»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«Социальная поддержка и защита населения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635657,3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31 августа 2012 года № 112-ЗО «О ед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новременном денежном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собии гражданам, усынови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шим (удочерившим) детей-сирот и детей, оставшихся без попечения родителей, на те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ритории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Ежемесячная денежная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плата лицам из числа детей-сирот и детей, оставшихся без попечения родителей, обу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чающимся в муниципальных образовательных организац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ях, находящихся на террит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рии Ульяновской области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3048,4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3048,4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Ремонт жилых помещений, принадлежащих детям-сиротам и детям, оставшимся без попечения родителей, а также лицам из числа детей-сирот и детей, оставшихся без попечения родителей, на пр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ве собственности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3945,6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3945,6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медицинское обеспечение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мер социальной поддержки в сфере гарантий права детей-сирот и детей, оставшихся без попечения родителей, а также лиц из числа детей-сирот и детей, оставшихся без попечения родителей, на образование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490,0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80 2 1309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490,0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Ежемесячная денежная в</w:t>
            </w:r>
            <w:r w:rsidRPr="00B23B2F">
              <w:rPr>
                <w:sz w:val="28"/>
                <w:szCs w:val="28"/>
              </w:rPr>
              <w:t>ы</w:t>
            </w:r>
            <w:r w:rsidRPr="00B23B2F">
              <w:rPr>
                <w:sz w:val="28"/>
                <w:szCs w:val="28"/>
              </w:rPr>
              <w:t>плата, назначаемая в случае рождения третьего ребёнка или последующих детей до достижения ребёнком возра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та трёх лет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80 2 5084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176770,4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80 2 5084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176770,4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попечения, в семью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80 2 5260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10427,5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80 2 5260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10427,5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рального закона «Об основах системы профилактики бе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надзорности и правонаруш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ний несовершеннолетних» полномочий Российской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дерации по осуществлению деятельности, связанной с п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ревозкой между субъектами Российской Федерации, а также в пределах территорий государств – участников 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дружества Независимых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сударств несовершенноле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ществлением ежемесячной денежной выплаты на 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печение проезда детей-сирот и детей, оставшихся без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печения родителей, а также лиц из числа детей-сирот и детей, оставшихся без поп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чения родителей, обуча</w:t>
            </w:r>
            <w:r w:rsidRPr="00B23B2F">
              <w:rPr>
                <w:color w:val="000000"/>
                <w:sz w:val="28"/>
                <w:szCs w:val="28"/>
              </w:rPr>
              <w:t>ю</w:t>
            </w:r>
            <w:r w:rsidRPr="00B23B2F">
              <w:rPr>
                <w:color w:val="000000"/>
                <w:sz w:val="28"/>
                <w:szCs w:val="28"/>
              </w:rPr>
              <w:t>щихся в муниципальных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разовательных организациях, на городском, пригородном, в сельской местности на вну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рирайонном транспорте (кр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ме такси), а также проезда один раз в год к месту ж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тельства и обратно к месту обучения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80 2 7104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9743,0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80 2 7104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9743,0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ществлением ежемесячной выплаты на содержание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бёнка в семье опекуна (поп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чителя) и приёмной семье, а также по осуществлению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платы вознаграждения, пр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читающегося приёмному 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дителю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80 2 7105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411045,0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80 2 7105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411045,0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опекой и попечительством в отнош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нии несовершеннолетних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80 2 7106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13435,4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80 2 7106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13435,4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314327,2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здравоохранения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Единовременные компенс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ционные выплаты медици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ским работникам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78 0 2118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Осуществление единовр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менных выплат медицинским работникам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78 0 5136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78 0 5136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альная поддержка и защита населения Ульяновской об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272327,2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«Социальная поддер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ка и защита населения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80 6 0000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272327,2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100216,1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94374,8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5405,3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80 6 8001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436,0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169611,1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168048,6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1291,2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80 6 8012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по энергосб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режению и энергоэффекти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80 6 8018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80 6 8018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Министерство образования и науки Ульяновской о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7985552,42578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30492,8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30492,8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30492,8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«Создание эффективных механизмов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сударственного контроля (надзора) в сфере образов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ния, лицензирования,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аккредитации образовательной деятельн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сти и мониторинга в системе образования на уровне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«Развитие и м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дернизация образования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2042,9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автономного учреждения «Ульяновский областной центр информационно-методического и организац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онно-технического сопрово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ждения процедур надзора и контроля в сфере образов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79 3 1807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2042,9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79 3 1807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2042,9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годы»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28449,9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по обеспечению хозяйственного обслужив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28449,9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24841,8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3488,8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119,3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7686541,65754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1813929,034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1813929,034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щего образования и дополн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тельного образования детей в Ульяновской области»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1812969,134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Финансовое обеспечение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лучения дошкольного обр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зования в частных дошкол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образовательных орган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9110,8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79 1 1805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9110,8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Модернизация региональных систем дошкольного образ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вания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79 1 5059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88111,3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79 1 5059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88111,3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развитие сист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мы дошкольного образования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79 1 7093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10173,0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79 1 7093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10173,0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разования в муниципальных дошкольных образовател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79 1 7119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1705574,034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79 1 7119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1705574,034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4581280,22354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4581280,22354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щего образования и дополн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тельного образования детей в Ульяновской области»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4581280,22354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Финансовое обеспечение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лучения дошкольного,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чального общего, основного общего, среднего общего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разования в частных общео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разовательных организациях, осуществляющих образов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тельную деятельность по имеющим государственную аккредитацию основным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щеобразовательным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граммам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2846,4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2846,4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Развитие материально-технической базы системы образования, оснащение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разовательных организаций оборудованием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9896,0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9896,0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Школы-интернаты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35578,3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20430,5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14346,9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280,9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520,0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Специальные (коррекцио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ные) учреждения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423774,3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334306,9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82856,4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1773,7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79 1 1817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4837,3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Финансовое обеспечение м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роприятий федеральной цел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вой программы развития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разования на 2011-2015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79 1 5026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11512,0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79 1 5026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7491,5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79 1 5026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4020,5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Мероприятия государстве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ной программы Российской Федерации «Доступная ср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да» на 2011-2015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79 1 5027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3268,82354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 и у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79 1 5027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0,87336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79 1 5027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3267,95018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79 1 5088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1600,0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79 1 5088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1600,0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развитие мат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риально-технической базы системы образования, осн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щение образовательных орг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низаций оборудованием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79 1 7092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33775,0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79 1 7092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33775,0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печением государственных гарантий реализации прав на получение общедоступного и бесплатного дошкольного, начального общего, основн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го общего, среднего общего образования, а также обесп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чением дополнительного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разования в муниципальных общеобразовательных орг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низациях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79 1 7114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3888623,4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79 1 7114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3888623,4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пре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доставлением бесплатно сп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циальных учебников и уче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ных пособий, иной учебной литературы, а также услуг сурдопереводчиков и тифл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сурдопереводчиков при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лучении обучающимися с ог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раниченными возможностями здоровья образования в му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ниципальных образовател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организациях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79 1 7115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9137,7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79 1 7115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9137,7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низаций, имеющим учёную степень и замещающим (з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нимающим) в указанных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щеобразовательных орган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зациях штатные должности, предусмотренные квалиф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кационными справочниками или профессиональными стандартами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79 1 7116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494,2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79 1 7116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494,2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ществлением обучающимся 10-х (11-х) и 11-х (12-х) кла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сов муниципальных общео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разовательных организаций ежемесячных денежных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плат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10153,9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79 1 7117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10153,9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низацией и обеспечением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лучения педагогическими 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ботниками муниципальных образовательных организаций не реже чем один раз в три года дополнительного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фессионального образования по профилю педагогической деятельности за счёт бю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жетных ассигнований обл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стного бюджета Ульяновской области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79 1 7120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16420,0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79 1 7120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16420,0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134200,2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79 1 8014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134200,2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ласти «Развитие и модерн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зация образования в Уль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новской области» на 2014-2018 годы» государственной программы Ульяновской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ласти «Развитие и модерн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зация образования в Уль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новской области» на</w:t>
            </w:r>
            <w:r>
              <w:rPr>
                <w:sz w:val="28"/>
                <w:szCs w:val="28"/>
              </w:rPr>
              <w:t xml:space="preserve"> </w:t>
            </w:r>
            <w:r w:rsidRPr="00B23B2F">
              <w:rPr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959,9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959,9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959,9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995596,1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995596,1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среднего профессионального образования в Ульяновской области»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995083,1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Стипендии Президента Ро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сийской Федерации и Прав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тельства Российской Федер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ции для обучающихся по н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правлениям подготовки (сп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циальностям), соответству</w:t>
            </w:r>
            <w:r w:rsidRPr="00B23B2F">
              <w:rPr>
                <w:sz w:val="28"/>
                <w:szCs w:val="28"/>
              </w:rPr>
              <w:t>ю</w:t>
            </w:r>
            <w:r w:rsidRPr="00B23B2F">
              <w:rPr>
                <w:sz w:val="28"/>
                <w:szCs w:val="28"/>
              </w:rPr>
              <w:t>щим приоритетным напра</w:t>
            </w:r>
            <w:r w:rsidRPr="00B23B2F">
              <w:rPr>
                <w:sz w:val="28"/>
                <w:szCs w:val="28"/>
              </w:rPr>
              <w:t>в</w:t>
            </w:r>
            <w:r w:rsidRPr="00B23B2F">
              <w:rPr>
                <w:sz w:val="28"/>
                <w:szCs w:val="28"/>
              </w:rPr>
              <w:t>лениям модернизации и те</w:t>
            </w:r>
            <w:r w:rsidRPr="00B23B2F">
              <w:rPr>
                <w:sz w:val="28"/>
                <w:szCs w:val="28"/>
              </w:rPr>
              <w:t>х</w:t>
            </w:r>
            <w:r w:rsidRPr="00B23B2F">
              <w:rPr>
                <w:sz w:val="28"/>
                <w:szCs w:val="28"/>
              </w:rPr>
              <w:t>нологического развития эк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номики Российской Федер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ции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79 2 3893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352,0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79 2 3893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352,0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Финансовое обеспечение м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роприятий федеральной цел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вой программы развития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разования на 2011-2015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79 2 5026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15676,4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79 2 5026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15676,4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Профессиональные образов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тельные организации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979054,7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103186,4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79 2 8015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875868,3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ласти «Развитие и модерн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зация образования в Уль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новской области» на 2014-2018 годы» государственной программы Ульяновской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ласти «Развитие и модерн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зация образования в Уль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новской области» на</w:t>
            </w:r>
            <w:r>
              <w:rPr>
                <w:sz w:val="28"/>
                <w:szCs w:val="28"/>
              </w:rPr>
              <w:t xml:space="preserve"> </w:t>
            </w:r>
            <w:r w:rsidRPr="00B23B2F">
              <w:rPr>
                <w:sz w:val="28"/>
                <w:szCs w:val="28"/>
              </w:rPr>
              <w:t>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513,0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513,0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513,0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Профессиональная подгото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ка, переподготовка и пов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шение квалификации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годы»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«Институт повышения кв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лификации»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79 7 1812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79 7 1812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31653,1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Молодёжная политика и о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доровление детей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132183,7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127183,7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«Организация отдыха, оздоровления детей и работников бюджетной сф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ры в Ульяновской области» государственной программы Ульяновской области «Разв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тие и модернизация образ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вания в Ульяновской обла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79 6 0000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127183,7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Организация и обеспечение отдыха детей, обучающихся в общеобразовательных орг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низациях, за исключением детей-сирот и детей, оста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шихся без попечения родит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лей, находящихся в общео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разовательных организациях для детей-сирот и детей, 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тавшихся без попечения 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дителей, и детей, находящи</w:t>
            </w:r>
            <w:r w:rsidRPr="00B23B2F">
              <w:rPr>
                <w:color w:val="000000"/>
                <w:sz w:val="28"/>
                <w:szCs w:val="28"/>
              </w:rPr>
              <w:t>х</w:t>
            </w:r>
            <w:r w:rsidRPr="00B23B2F">
              <w:rPr>
                <w:color w:val="000000"/>
                <w:sz w:val="28"/>
                <w:szCs w:val="28"/>
              </w:rPr>
              <w:t>ся в трудной жизненной с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туации, в загородных детских оздоровительных лагерях (центрах)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79 6 1809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18187,5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79 6 1809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18187,5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Учреждения, обеспечива</w:t>
            </w:r>
            <w:r w:rsidRPr="00B23B2F">
              <w:rPr>
                <w:color w:val="000000"/>
                <w:sz w:val="28"/>
                <w:szCs w:val="28"/>
              </w:rPr>
              <w:t>ю</w:t>
            </w:r>
            <w:r w:rsidRPr="00B23B2F">
              <w:rPr>
                <w:color w:val="000000"/>
                <w:sz w:val="28"/>
                <w:szCs w:val="28"/>
              </w:rPr>
              <w:t>щие предоставление услуг в сфере организации и обесп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чения отдыха и оздоровления детей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79 6 1810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3547,8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B574F7">
            <w:pPr>
              <w:spacing w:line="35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79 6 1810</w:t>
            </w:r>
          </w:p>
        </w:tc>
        <w:tc>
          <w:tcPr>
            <w:tcW w:w="709" w:type="dxa"/>
            <w:vAlign w:val="bottom"/>
          </w:tcPr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B574F7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B574F7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B574F7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B574F7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B574F7">
            <w:pPr>
              <w:spacing w:line="35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3547,8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B574F7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Организация и обеспечение отдыха детей, обучающихся в общеобразовательных орг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низациях, за исключением детей-сирот и детей, оста</w:t>
            </w:r>
            <w:r w:rsidRPr="00B23B2F">
              <w:rPr>
                <w:sz w:val="28"/>
                <w:szCs w:val="28"/>
              </w:rPr>
              <w:t>в</w:t>
            </w:r>
            <w:r w:rsidRPr="00B23B2F">
              <w:rPr>
                <w:sz w:val="28"/>
                <w:szCs w:val="28"/>
              </w:rPr>
              <w:t>шихся без попечения родит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лей, находящихся в общео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разовательных организациях для детей-сирот и детей, о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тавшихся без попечения 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дителей, и детей, находящи</w:t>
            </w:r>
            <w:r w:rsidRPr="00B23B2F">
              <w:rPr>
                <w:sz w:val="28"/>
                <w:szCs w:val="28"/>
              </w:rPr>
              <w:t>х</w:t>
            </w:r>
            <w:r w:rsidRPr="00B23B2F">
              <w:rPr>
                <w:sz w:val="28"/>
                <w:szCs w:val="28"/>
              </w:rPr>
              <w:t>ся в трудной жизненной с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туации, в загородных лагерях отдыха и оздоровления детей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B574F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B574F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B574F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B574F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79 6 1818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B574F7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B574F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2704,3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B574F7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B574F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B574F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B574F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B574F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79 6 1818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B574F7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B574F7">
            <w:pPr>
              <w:spacing w:line="35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2704,3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B574F7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зательств, связанных с орг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низацией и обеспечением о</w:t>
            </w:r>
            <w:r w:rsidRPr="00B23B2F">
              <w:rPr>
                <w:sz w:val="28"/>
                <w:szCs w:val="28"/>
              </w:rPr>
              <w:t>т</w:t>
            </w:r>
            <w:r w:rsidRPr="00B23B2F">
              <w:rPr>
                <w:sz w:val="28"/>
                <w:szCs w:val="28"/>
              </w:rPr>
              <w:t>дыха детей, обучающихся в общеобразовательных орг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низациях, за исключением детей-сирот и детей, оста</w:t>
            </w:r>
            <w:r w:rsidRPr="00B23B2F">
              <w:rPr>
                <w:sz w:val="28"/>
                <w:szCs w:val="28"/>
              </w:rPr>
              <w:t>в</w:t>
            </w:r>
            <w:r w:rsidRPr="00B23B2F">
              <w:rPr>
                <w:sz w:val="28"/>
                <w:szCs w:val="28"/>
              </w:rPr>
              <w:t>шихся без попечения родит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лей, находящихся в образов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тельных организациях для д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тей-сирот и детей, оставши</w:t>
            </w:r>
            <w:r w:rsidRPr="00B23B2F">
              <w:rPr>
                <w:sz w:val="28"/>
                <w:szCs w:val="28"/>
              </w:rPr>
              <w:t>х</w:t>
            </w:r>
            <w:r w:rsidRPr="00B23B2F">
              <w:rPr>
                <w:sz w:val="28"/>
                <w:szCs w:val="28"/>
              </w:rPr>
              <w:t>ся без попечения родителей, и детей, находящихся в тру</w:t>
            </w:r>
            <w:r w:rsidRPr="00B23B2F">
              <w:rPr>
                <w:sz w:val="28"/>
                <w:szCs w:val="28"/>
              </w:rPr>
              <w:t>д</w:t>
            </w:r>
            <w:r w:rsidRPr="00B23B2F">
              <w:rPr>
                <w:sz w:val="28"/>
                <w:szCs w:val="28"/>
              </w:rPr>
              <w:t>ной жизненной ситуации, в лагерях, организованных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разовательными организ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циями, осуществляющими организацию отдыха и озд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ровления обучающихся в к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никулярное время (с дневным пребыванием)</w:t>
            </w:r>
          </w:p>
        </w:tc>
        <w:tc>
          <w:tcPr>
            <w:tcW w:w="708" w:type="dxa"/>
            <w:vAlign w:val="bottom"/>
          </w:tcPr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79 6 7118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B574F7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B574F7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48055,2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79 6 7118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48055,2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54688,9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511,7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79 6 8017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54177,2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молодёжной политики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«Молодёжь» государственной программы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молодёжной политики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сфере мол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дёжной политики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4593,0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82 1 2402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131899,5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129899,5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«Формиров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ние и ведение информацио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ных систем в системе образ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 на уровне Ульяновской области»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79 4 0000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35289,0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областному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дарственному автономному учреждению «Центр инфо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мационных технологий»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79 4 1808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35289,0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79 4 1808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35289,0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годы»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94610,5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39606,9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28278,7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6328,2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Иные бюджетные ассигнов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79 7 1806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Лицензирование и аккредит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ция образовательных орган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79 7 1815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2662,1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79 7 1815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2662,1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ного закона «Об образовании в Российской Федерации» полномочий Российской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дерации в сфере образования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59Г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9701,7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7 59Г0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9031,7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7 59Г0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 7 59Г0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6BA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6BA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42639,8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6BA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6BA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42371,1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6BA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6BA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245,2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6BA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6BA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6BA">
            <w:pPr>
              <w:spacing w:line="37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печение правопорядка и безопасности жизнедеятел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6BA">
            <w:pPr>
              <w:spacing w:line="37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6BA">
            <w:pPr>
              <w:spacing w:line="37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«Комплексные меры по обеспечению общ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ственного порядка, против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действию преступности и профилактике правонаруш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ний на территории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2014-2018 годы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«Обеспечение правопорядка и безопасности жизнеде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 на территории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Предупреждение и пресеч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ние преступлений с участием несовершеннолетних и в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ношении их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86 2 2709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«Комплексные меры противодействия зл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употреблению наркотиками и их незаконному обороту на территории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ласти» на 2014-2018 годы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сударственной программы Ульяновской области «Обе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 xml:space="preserve">печение правопорядка и </w:t>
            </w:r>
            <w:r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безопасности жизнедеятел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ности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86 3 2714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268517,96824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35213,56824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28850,0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«Организация отдыха, оздоровления детей и работников бюджетной сф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ры в Ульяновской области» государственной программы Ульяновской области «Разв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тие и модернизация образ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вания в Ульяновской обла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79 6 0000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6641,8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Организация оздоровления работников бюджетной сф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ры на территории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79 6 1811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3982,8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sz w:val="28"/>
                <w:szCs w:val="28"/>
              </w:rPr>
              <w:t>ч</w:t>
            </w:r>
            <w:r w:rsidRPr="00B23B2F">
              <w:rPr>
                <w:sz w:val="28"/>
                <w:szCs w:val="28"/>
              </w:rPr>
              <w:t>реждениям и иным неко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79 6 1811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3982,8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организацию о</w:t>
            </w:r>
            <w:r w:rsidRPr="00B23B2F">
              <w:rPr>
                <w:color w:val="000000"/>
                <w:sz w:val="28"/>
                <w:szCs w:val="28"/>
              </w:rPr>
              <w:t>з</w:t>
            </w:r>
            <w:r w:rsidRPr="00B23B2F">
              <w:rPr>
                <w:color w:val="000000"/>
                <w:sz w:val="28"/>
                <w:szCs w:val="28"/>
              </w:rPr>
              <w:t>доровления работников бю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жетной сферы на территории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79 6 7095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2659,0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79 6 7095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2659,0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годы»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22208,2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ществлением единовреме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ных денежных выплат пед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гогическим работникам м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ниципальных образовател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ных организаций, реализу</w:t>
            </w:r>
            <w:r w:rsidRPr="00B23B2F">
              <w:rPr>
                <w:color w:val="000000"/>
                <w:sz w:val="28"/>
                <w:szCs w:val="28"/>
              </w:rPr>
              <w:t>ю</w:t>
            </w:r>
            <w:r w:rsidRPr="00B23B2F">
              <w:rPr>
                <w:color w:val="000000"/>
                <w:sz w:val="28"/>
                <w:szCs w:val="28"/>
              </w:rPr>
              <w:t>щих образовательную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грамму дошкольного образ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вания, имеющим статус м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лодых специалистов (за и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ключением педагогических работников, работающих и проживающих в сельских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селённых пунктах, рабочих посёлках (посёлках городск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го типа)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ти)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79 7 7121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2241,1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79 7 7121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2241,1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реал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зацией Закона Ульянов</w:t>
            </w:r>
            <w:r>
              <w:rPr>
                <w:color w:val="000000"/>
                <w:sz w:val="28"/>
                <w:szCs w:val="28"/>
              </w:rPr>
              <w:t>ской области от 2 мая 2012 года</w:t>
            </w:r>
            <w:r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№ 49-ЗО «О мерах социал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ной поддержки отдельных к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тегорий молодых специал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стов на территории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79 7 7123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18097,4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79 7 7123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18097,4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2 мая 2012 года № 49-ЗО «О мерах 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1869,7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1561,7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молодёжной политики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6363,56824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жильём молодых семей»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сударственной программы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молодёжной политики в Ульяновской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6363,56824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дополн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тельной социальной выплаты молодым семьям на приобр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тение (строительство) жилых помещений при рождении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бёнка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82 2 2401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995,2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82 2 2401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995,2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Мероприятия подпрограммы «Обеспечение жильём мол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дых семей» федеральной ц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левой программы «Жилище» на 2011-2015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82 2 5020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481,80817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82 2 5020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481,80817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предоставление социальных выплат молодым семьям на приобретение (строительство) жилых п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мещений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82 2 7017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4886,56007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82 2 7017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82 2 7017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881,76007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233304,4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и модернизация образ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2014-2018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233304,4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годы»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и модерн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зация образования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233304,4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Денежные выплаты студе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там, обучающимся в профе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сиональных образовательных организациях и образов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тельных организациях вы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шего образования, наход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щихся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79 7 1813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6091,8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79 7 1813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6091,8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Меры социальной поддержки, предоставляемые талантл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вым и одарённым обуча</w:t>
            </w:r>
            <w:r w:rsidRPr="00B23B2F">
              <w:rPr>
                <w:color w:val="000000"/>
                <w:sz w:val="28"/>
                <w:szCs w:val="28"/>
              </w:rPr>
              <w:t>ю</w:t>
            </w:r>
            <w:r w:rsidRPr="00B23B2F">
              <w:rPr>
                <w:color w:val="000000"/>
                <w:sz w:val="28"/>
                <w:szCs w:val="28"/>
              </w:rPr>
              <w:t>щимся, педагогическим и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учным работникам образов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тельных организаций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79 7 1814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18878,0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79 7 1814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18878,0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платой родителям (законным представителям) детей, пос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щающих муниципальные и частные образовательные 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ганизации, реализующие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разовательную программу дошкольного образования, компенсации части внесённой в соответствующие образов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тельные организации род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тельской платы за присмотр и уход за детьми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79 7 7122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206894,6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79 7 7122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206894,6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2 ноября 2011 года № 180-ЗО «О нек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торых мерах по улучшению демографической ситуации в Ульяновской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1440,0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79 7 8002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1440,0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Департамент ветеринарии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166202,72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165350,72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Сельское хозяйство и рыб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ловство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165350,72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6401,62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орг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низацией отлова безнадзо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ных домашних животных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11 0 7110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6401,62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11 0 7110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6401,62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государственной ветер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нарной службы Ульяновской области в 2014-2018 годах»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7E279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158949,1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по развитию государственной ветерина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ной службы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94 0 6001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94 0 6001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ветеринарной службы Ульяновской области в 2014-2018 годах»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ветеринарной службы Ульяновской области в 2014-2018 годах»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149449,1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бюджетных учреждений, обеспечивающих предоста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ление услуг в области живо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новодства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94 1 6002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135717,2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94 1 6002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135717,2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13731,9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12671,3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1052,8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94 1 8001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государственной ветер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нарной службы Ульяновской области в 2014-2018 годах»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ветеринарной службы Ульяновской области в 2014-2018 годах»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«Развитие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ветеринарной службы Ульяновской области в 2014-2018 годах»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Реализация Закона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от 2 мая 2012 года № 49-ЗО «О мерах соц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альной поддержки отдельных категорий молодых специ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листов на территории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94 1 8005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94 1 8005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852,0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Министерство сельского, лесного хозяйства и пр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родных ресурсов Ульяно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1048318,6896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939362,54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Сельское хозяйство и рыб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ловство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704898,64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236760,5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11 0 5031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16462,5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11 0 5031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16462,5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Возмещение части затрат на раскорчёвку выбывших из эксплуатации старых садов и рекультивацию раскорчёва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ных площадей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11 0 5033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3477,0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11 0 5033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3477,0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Возмещение части затрат на закладку и уход за многоле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ними плодовыми и ягодными насаждениями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11 0 5034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3700,4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11 0 5034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3700,4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Оказание несвязанной по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держки сельскохозяйстве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ным товаропроизводителям в области растениеводства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11 0 5041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178031,4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11 0 5041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178031,4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Поддержка племенного ж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вотноводства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11 0 5042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26651,0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11 0 5042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26651,0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 xml:space="preserve">Субсидии на 1 килограмм </w:t>
            </w:r>
            <w:r>
              <w:rPr>
                <w:color w:val="000000"/>
                <w:sz w:val="28"/>
                <w:szCs w:val="28"/>
              </w:rPr>
              <w:br/>
            </w:r>
            <w:r w:rsidRPr="00B23B2F">
              <w:rPr>
                <w:color w:val="000000"/>
                <w:sz w:val="28"/>
                <w:szCs w:val="28"/>
              </w:rPr>
              <w:t>реализованного и (или)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груженного на собственную переработку молока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11 0 5043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8027,3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11 0 5043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8027,3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Поддержка племенного кру</w:t>
            </w:r>
            <w:r w:rsidRPr="00B23B2F">
              <w:rPr>
                <w:color w:val="000000"/>
                <w:sz w:val="28"/>
                <w:szCs w:val="28"/>
              </w:rPr>
              <w:t>п</w:t>
            </w:r>
            <w:r w:rsidRPr="00B23B2F">
              <w:rPr>
                <w:color w:val="000000"/>
                <w:sz w:val="28"/>
                <w:szCs w:val="28"/>
              </w:rPr>
              <w:t>ного рогатого скота мясного направления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11 0 5050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410,9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11 0 5050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410,9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70699,1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государственных программ, государственным заказчиком-координатором которых является Министе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ство сельского, лесного х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зяйства и природных ресу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сов Ульяновской области» государственной программы Ульяновской области «Охр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сурсов в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70699,1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«Агентство по развитию сельских территорий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88 4 4606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11215,1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88 4 4606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11215,1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59484,0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49339,3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10101,7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43,0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397439,04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сельского хозяйства»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 «Развитие сельского хозяйства и рег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лирование рынков сельскох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зяйственной продукции, с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рья и продовольствия в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366939,04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поддержку сел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скохозяйственных товар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производителей,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венную поддержку кредит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 малых форм хозяйств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вания на селе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93 1 4601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361939,04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93 1 4601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361939,04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Расходы, связанные с оплатой товаров, работ и услуг в сф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ре сельского хозяйства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93 1 4602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93 1 4602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«Устойчивое развитие сельских террит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рий»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сельского хозяйс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ствия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2014-2020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Поддержка местных иници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тив граждан, проживающих в сельской местности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93 2 4603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93 2 4603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93 2 4604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93 2 4604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м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лиорации земель сельскох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зяйственного назначения»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сударственной программы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Строительство, реконстру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ция, техническое перевоор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жение мелиоративных систем общего и индивидуального пользования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93 3 4605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93 3 4605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28439,2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19439,2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отдельных полномочий в области во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ных отношений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11 0 5128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19439,2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11 0 5128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19439,2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«Охрана ок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ружающей среды»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«Охрана окр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жающей среды и восстано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Поддержка деятельности в сфере охраны окружающей среды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в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дохозяйственного комплекса Ульяновской области»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 «Охрана окружающей среды и восст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новление природных ресу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сов в Ульяновской области на 2014-2020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8900,0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Подготовка проектной док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ментации выполнения работ по капитальному ремонту гидротехнических сооруж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88 2 4609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88 2 4609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Капитальный ремонт гидр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технических сооружений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88 2 4621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Закупка товаров, работ, услуг в целях капитального ремонта государственного (муниц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пального) имущества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88 2 4621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7300,0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206024,7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области ле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ных отношений в рамках н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программных направлений деятельности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192328,9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учреждений, обеспечива</w:t>
            </w:r>
            <w:r w:rsidRPr="00B23B2F">
              <w:rPr>
                <w:color w:val="000000"/>
                <w:sz w:val="28"/>
                <w:szCs w:val="28"/>
              </w:rPr>
              <w:t>ю</w:t>
            </w:r>
            <w:r w:rsidRPr="00B23B2F">
              <w:rPr>
                <w:color w:val="000000"/>
                <w:sz w:val="28"/>
                <w:szCs w:val="28"/>
              </w:rPr>
              <w:t>щих выполнение функций в области лесных отношений в рамках непрограммных н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правлений деятельности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152144,1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отдельных полномочий в области ле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ных отношений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152144,1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86522,4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46930,3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18191,4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12 1 5129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органа государственной вл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сти Ульяновской области в области лесных отношений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12 4 0000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40184,8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отдельных полномочий в области ле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ных отношений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40184,8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31779,3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12 4 5129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8405,5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13695,8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«Развитие лесного хозяйства»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ственной программы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 «Охрана о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ружающей среды и восст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новление природных ресу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сов в Ульяновской области на 2014-2020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Охрана и защита лесов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88 3 4612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88 3 4612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131,0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использования лесов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88 3 4613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88 3 4613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369,0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государственных программ, государственным заказчиком-координатором которых является Министе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ство сельского, лесного х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зяйства и природных ресу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сов Ульяновской области» государственной программы Ульяновской области «Охр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13195,8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областного государственного бюджетного учреждения «Пожарная безопасность»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88 4 4615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7805,6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Предоставление субсидий бюджетным, автономным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 и иным неко</w:t>
            </w:r>
            <w:r w:rsidRPr="00B23B2F">
              <w:rPr>
                <w:color w:val="000000"/>
                <w:sz w:val="28"/>
                <w:szCs w:val="28"/>
              </w:rPr>
              <w:t>м</w:t>
            </w:r>
            <w:r w:rsidRPr="00B23B2F">
              <w:rPr>
                <w:color w:val="000000"/>
                <w:sz w:val="28"/>
                <w:szCs w:val="28"/>
              </w:rPr>
              <w:t>мерческим организациям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88 4 4615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7805,6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областных государственных казённых учреждений в сфере лесного хозяйства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5390,2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916,3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3291,9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88 4 4616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1182,0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Жилищно-коммунальное х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зяйство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14965,5607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14965,5607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тие сельского хозяйства и р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гулирование рынков сельск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хозяйственной продукции, сырья и продовольствия в Ульяновской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93 0 0000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14965,5607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Подпрограмма «Устойчивое развитие сельских террит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рий» государственной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граммы Ульяновской области «Развитие сельского хозяйс</w:t>
            </w:r>
            <w:r w:rsidRPr="00B23B2F">
              <w:rPr>
                <w:sz w:val="28"/>
                <w:szCs w:val="28"/>
              </w:rPr>
              <w:t>т</w:t>
            </w:r>
            <w:r w:rsidRPr="00B23B2F">
              <w:rPr>
                <w:sz w:val="28"/>
                <w:szCs w:val="28"/>
              </w:rPr>
              <w:t>ва и регулирование рынков сельскохозяйственной 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дукции, сырья и продовол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ствия в Ульяновской обла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93 2 0000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14965,5607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Реализация мероприятий ф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деральной целевой програ</w:t>
            </w:r>
            <w:r w:rsidRPr="00B23B2F">
              <w:rPr>
                <w:sz w:val="28"/>
                <w:szCs w:val="28"/>
              </w:rPr>
              <w:t>м</w:t>
            </w:r>
            <w:r w:rsidRPr="00B23B2F">
              <w:rPr>
                <w:sz w:val="28"/>
                <w:szCs w:val="28"/>
              </w:rPr>
              <w:t>мы «Устойчивое развитие сельских территорий на 2014-2017 годы и на период до 2020 года»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93 2 5018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14965,5607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05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93 2 5018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14965,5607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56879,5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«Охрана о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ружающей среды»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«Охрана окр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жающей среды и восстано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Ликвидация несанкционир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ванных объектов размещения твёрдых бытовых отходов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88 1 4619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88 1 4619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Охрана объектов растител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ного и животного мира и ср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ды их обитания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16879,5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6879,5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рального закона «О животном мире» полномочий Росси</w:t>
            </w:r>
            <w:r w:rsidRPr="00B23B2F">
              <w:rPr>
                <w:color w:val="000000"/>
                <w:sz w:val="28"/>
                <w:szCs w:val="28"/>
              </w:rPr>
              <w:t>й</w:t>
            </w:r>
            <w:r w:rsidRPr="00B23B2F">
              <w:rPr>
                <w:color w:val="000000"/>
                <w:sz w:val="28"/>
                <w:szCs w:val="28"/>
              </w:rPr>
              <w:t>ской Федерации в области о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ганизации, регулирования и охраны водных биологич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ских ресурсов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11 0 5910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134,6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рального закона «О животном мире» полномочий Росси</w:t>
            </w:r>
            <w:r w:rsidRPr="00B23B2F">
              <w:rPr>
                <w:color w:val="000000"/>
                <w:sz w:val="28"/>
                <w:szCs w:val="28"/>
              </w:rPr>
              <w:t>й</w:t>
            </w:r>
            <w:r w:rsidRPr="00B23B2F">
              <w:rPr>
                <w:color w:val="000000"/>
                <w:sz w:val="28"/>
                <w:szCs w:val="28"/>
              </w:rPr>
              <w:t>ской Федерации в области охраны и использования об</w:t>
            </w:r>
            <w:r w:rsidRPr="00B23B2F">
              <w:rPr>
                <w:color w:val="000000"/>
                <w:sz w:val="28"/>
                <w:szCs w:val="28"/>
              </w:rPr>
              <w:t>ъ</w:t>
            </w:r>
            <w:r w:rsidRPr="00B23B2F">
              <w:rPr>
                <w:color w:val="000000"/>
                <w:sz w:val="28"/>
                <w:szCs w:val="28"/>
              </w:rPr>
              <w:t>ектов животного мира (за и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ключением охотничьих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сурсов и водных биологич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ских ресурсов)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11 0 5920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83,7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ного закона «Об охоте и о 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хранении охотничьих ресу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сов и о внесении изменений в отдельные законодательные акты Российской Федерации» полномочий Российской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дерации в области охраны и использования охотничьих ресурсов по федеральному государственному охотнич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ему надзору, выдаче разр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шений на добычу охотничьих ресурсов и заключению охо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хозяйственных соглашений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6506,7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5127,3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1370,3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11 0 5980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ного закона «Об охоте и о 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хранении охотничьих ресу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сов и о внесении изменений в отдельные законодательные акты Российской Федерации» полномочий Российской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дерации в области охраны и использования охотничьих ресурсов (за исключением полномочий Российской Ф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дерации по федеральному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сударственному охотничьему надзору, выдаче разрешений на добычу охотничьих ресу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сов и заключению охотхозя</w:t>
            </w:r>
            <w:r w:rsidRPr="00B23B2F">
              <w:rPr>
                <w:color w:val="000000"/>
                <w:sz w:val="28"/>
                <w:szCs w:val="28"/>
              </w:rPr>
              <w:t>й</w:t>
            </w:r>
            <w:r w:rsidRPr="00B23B2F">
              <w:rPr>
                <w:color w:val="000000"/>
                <w:sz w:val="28"/>
                <w:szCs w:val="28"/>
              </w:rPr>
              <w:t>ственных соглашений)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11 0 5990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154,5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11 0 5990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154,5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«Охрана о</w:t>
            </w:r>
            <w:r w:rsidRPr="00B23B2F">
              <w:rPr>
                <w:color w:val="000000"/>
                <w:sz w:val="28"/>
                <w:szCs w:val="28"/>
              </w:rPr>
              <w:t>к</w:t>
            </w:r>
            <w:r w:rsidRPr="00B23B2F">
              <w:rPr>
                <w:color w:val="000000"/>
                <w:sz w:val="28"/>
                <w:szCs w:val="28"/>
              </w:rPr>
              <w:t>ружающей среды» государс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«Охрана окр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жающей среды и восстано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Поддержка деятельности в сфере охраны окружающей среды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88 1 4607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«Охр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на окружающей среды и во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становление природных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сурсов в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 на 2014-2020 годы»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«Охрана ок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ружающей среды» государст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венной программы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«Охрана окр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жающей среды и восстано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ление природных ресурсов в Ульяновской области на 2014-2020 годы»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по проектир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ванию строительства полиг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нов по утилизации твёрдых бытовых отходов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88 1 4618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88 1 4618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37111,0889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Социальное обеспечение на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37111,0889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«Разв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тие сельского хозяйства и р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гулирование рынков сельск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хозяйственной продукции, сырья и продовольствия в Ульяновской области» на 2014-2020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37111,0889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«Устойчивое развитие сельских террит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рий»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«Развитие сельского хозяйст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ва и регулирование рынков сельскохозяйственной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дукции, сырья и продовол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ствия в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ти» на 2014-2020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37111,0889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E306BA" w:rsidRDefault="00FA12FA" w:rsidP="00525FD5">
            <w:pPr>
              <w:spacing w:line="360" w:lineRule="auto"/>
              <w:jc w:val="both"/>
              <w:rPr>
                <w:color w:val="000000"/>
                <w:spacing w:val="-4"/>
                <w:sz w:val="28"/>
                <w:szCs w:val="28"/>
              </w:rPr>
            </w:pPr>
            <w:r w:rsidRPr="00E306BA">
              <w:rPr>
                <w:color w:val="000000"/>
                <w:spacing w:val="-4"/>
                <w:sz w:val="28"/>
                <w:szCs w:val="28"/>
              </w:rPr>
              <w:t>Субсидии на софинансиров</w:t>
            </w:r>
            <w:r w:rsidRPr="00E306BA">
              <w:rPr>
                <w:color w:val="000000"/>
                <w:spacing w:val="-4"/>
                <w:sz w:val="28"/>
                <w:szCs w:val="28"/>
              </w:rPr>
              <w:t>а</w:t>
            </w:r>
            <w:r w:rsidRPr="00E306BA">
              <w:rPr>
                <w:color w:val="000000"/>
                <w:spacing w:val="-4"/>
                <w:sz w:val="28"/>
                <w:szCs w:val="28"/>
              </w:rPr>
              <w:t>ние мероприятий по улучш</w:t>
            </w:r>
            <w:r w:rsidRPr="00E306BA">
              <w:rPr>
                <w:color w:val="000000"/>
                <w:spacing w:val="-4"/>
                <w:sz w:val="28"/>
                <w:szCs w:val="28"/>
              </w:rPr>
              <w:t>е</w:t>
            </w:r>
            <w:r w:rsidRPr="00E306BA">
              <w:rPr>
                <w:color w:val="000000"/>
                <w:spacing w:val="-4"/>
                <w:sz w:val="28"/>
                <w:szCs w:val="28"/>
              </w:rPr>
              <w:t>нию жилищных условий гра</w:t>
            </w:r>
            <w:r>
              <w:rPr>
                <w:color w:val="000000"/>
                <w:spacing w:val="-4"/>
                <w:sz w:val="28"/>
                <w:szCs w:val="28"/>
              </w:rPr>
              <w:t>-</w:t>
            </w:r>
            <w:r w:rsidRPr="00E306BA">
              <w:rPr>
                <w:color w:val="000000"/>
                <w:spacing w:val="-4"/>
                <w:sz w:val="28"/>
                <w:szCs w:val="28"/>
              </w:rPr>
              <w:t>ждан, проживающих в сел</w:t>
            </w:r>
            <w:r w:rsidRPr="00E306BA">
              <w:rPr>
                <w:color w:val="000000"/>
                <w:spacing w:val="-4"/>
                <w:sz w:val="28"/>
                <w:szCs w:val="28"/>
              </w:rPr>
              <w:t>ь</w:t>
            </w:r>
            <w:r w:rsidRPr="00E306BA">
              <w:rPr>
                <w:color w:val="000000"/>
                <w:spacing w:val="-4"/>
                <w:sz w:val="28"/>
                <w:szCs w:val="28"/>
              </w:rPr>
              <w:t>ской местности, по федерал</w:t>
            </w:r>
            <w:r w:rsidRPr="00E306BA">
              <w:rPr>
                <w:color w:val="000000"/>
                <w:spacing w:val="-4"/>
                <w:sz w:val="28"/>
                <w:szCs w:val="28"/>
              </w:rPr>
              <w:t>ь</w:t>
            </w:r>
            <w:r w:rsidRPr="00E306BA">
              <w:rPr>
                <w:color w:val="000000"/>
                <w:spacing w:val="-4"/>
                <w:sz w:val="28"/>
                <w:szCs w:val="28"/>
              </w:rPr>
              <w:t>ной целевой программе «Ус</w:t>
            </w:r>
            <w:r>
              <w:rPr>
                <w:color w:val="000000"/>
                <w:spacing w:val="-4"/>
                <w:sz w:val="28"/>
                <w:szCs w:val="28"/>
              </w:rPr>
              <w:t>-</w:t>
            </w:r>
            <w:r w:rsidRPr="00E306BA">
              <w:rPr>
                <w:color w:val="000000"/>
                <w:spacing w:val="-4"/>
                <w:sz w:val="28"/>
                <w:szCs w:val="28"/>
              </w:rPr>
              <w:t>тойчивое развитие сельских территорий на 2014-2017 годы и на период до 2020 года»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93 2 7065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93 2 7065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10500,0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Субсидии на софинансиров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ние мероприятий по улучш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нию жилищных условий м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лодых семей и молодых сп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циалистов, проживающих в сельской местности, по фед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ральной целевой программе «Устойчивое развитие сел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ских территорий на 2014-2017 годы и на период до 2020 г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да»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93 2 7066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26611,0889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93 2 7066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26611,0889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Министерство финансов Ульяновской области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3471408,46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153079,3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финансовых, налоговых и т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103125,6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«Управление государстве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ными финансами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103125,6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«Обеспечение реализации государственной программы» государственной программы Ульяновской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«Управление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финансами Уль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новской области» на 2015-2019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95 3 0000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103125,6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103125,6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709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81291,2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21789,7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95 3 8001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Резервный фонд Правител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ства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11 0 8019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11 0 8020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9953,7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9953,7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Расходы, связанные с испо</w:t>
            </w:r>
            <w:r w:rsidRPr="00B23B2F">
              <w:rPr>
                <w:color w:val="000000"/>
                <w:sz w:val="28"/>
                <w:szCs w:val="28"/>
              </w:rPr>
              <w:t>л</w:t>
            </w:r>
            <w:r w:rsidRPr="00B23B2F">
              <w:rPr>
                <w:color w:val="000000"/>
                <w:sz w:val="28"/>
                <w:szCs w:val="28"/>
              </w:rPr>
              <w:t>нением решений, принятых судебными органами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9953,7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11 0 8021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9953,7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Мобилизационная и внево</w:t>
            </w:r>
            <w:r w:rsidRPr="00B23B2F">
              <w:rPr>
                <w:color w:val="000000"/>
                <w:sz w:val="28"/>
                <w:szCs w:val="28"/>
              </w:rPr>
              <w:t>й</w:t>
            </w:r>
            <w:r w:rsidRPr="00B23B2F">
              <w:rPr>
                <w:color w:val="000000"/>
                <w:sz w:val="28"/>
                <w:szCs w:val="28"/>
              </w:rPr>
              <w:t>сковая подготовка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Осуществление полномочий Российской Федерации в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ласти первичного воинского учёта на территориях, где о</w:t>
            </w:r>
            <w:r w:rsidRPr="00B23B2F">
              <w:rPr>
                <w:color w:val="000000"/>
                <w:sz w:val="28"/>
                <w:szCs w:val="28"/>
              </w:rPr>
              <w:t>т</w:t>
            </w:r>
            <w:r w:rsidRPr="00B23B2F">
              <w:rPr>
                <w:color w:val="000000"/>
                <w:sz w:val="28"/>
                <w:szCs w:val="28"/>
              </w:rPr>
              <w:t>сутствуют военные комисс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риаты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11 0 5118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14958,1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ного и муниципального долга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ного внутреннего и муниц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пального долга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«Управление государстве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ными финансами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«Управление государственным долгом Ульяновской области» гос</w:t>
            </w:r>
            <w:r w:rsidRPr="00B23B2F">
              <w:rPr>
                <w:color w:val="000000"/>
                <w:sz w:val="28"/>
                <w:szCs w:val="28"/>
              </w:rPr>
              <w:t>у</w:t>
            </w:r>
            <w:r w:rsidRPr="00B23B2F">
              <w:rPr>
                <w:color w:val="000000"/>
                <w:sz w:val="28"/>
                <w:szCs w:val="28"/>
              </w:rPr>
              <w:t>дарственной программы Ул</w:t>
            </w:r>
            <w:r w:rsidRPr="00B23B2F">
              <w:rPr>
                <w:color w:val="000000"/>
                <w:sz w:val="28"/>
                <w:szCs w:val="28"/>
              </w:rPr>
              <w:t>ь</w:t>
            </w:r>
            <w:r w:rsidRPr="00B23B2F">
              <w:rPr>
                <w:color w:val="000000"/>
                <w:sz w:val="28"/>
                <w:szCs w:val="28"/>
              </w:rPr>
              <w:t>яновской области «Управл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ние государственными ф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нансами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2015-2019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95 1 0000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Управление государственным долгом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95 1 6501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Обслуживание государстве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ного (муниципального) долга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95 1 6501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1439737,9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</w:t>
            </w:r>
            <w:r w:rsidRPr="00B23B2F">
              <w:rPr>
                <w:color w:val="000000"/>
                <w:sz w:val="28"/>
                <w:szCs w:val="28"/>
              </w:rPr>
              <w:t>й</w:t>
            </w:r>
            <w:r w:rsidRPr="00B23B2F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1863633,16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рации и муниципальных о</w:t>
            </w:r>
            <w:r w:rsidRPr="00B23B2F">
              <w:rPr>
                <w:color w:val="000000"/>
                <w:sz w:val="28"/>
                <w:szCs w:val="28"/>
              </w:rPr>
              <w:t>б</w:t>
            </w:r>
            <w:r w:rsidRPr="00B23B2F">
              <w:rPr>
                <w:color w:val="000000"/>
                <w:sz w:val="28"/>
                <w:szCs w:val="28"/>
              </w:rPr>
              <w:t>разований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1611964,3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«Управ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ление государственными ф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нансами Ульяновской обла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ти» на 2015-2019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1611964,3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«Повышение эффективности предоставл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ния межбюджетных тран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фертов бюджетам муниц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пальных районов (городских округов)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ти»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«Управление государстве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ными финансами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1611964,3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Дотации на выравнивание бюджетной обеспеченности городских округов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из областного фонда финансовой поддер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ки поселений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95 2 7201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205315,2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95 2 7201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205315,2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и городских округов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 из областного фонда финансовой поддер</w:t>
            </w:r>
            <w:r w:rsidRPr="00B23B2F">
              <w:rPr>
                <w:color w:val="000000"/>
                <w:sz w:val="28"/>
                <w:szCs w:val="28"/>
              </w:rPr>
              <w:t>ж</w:t>
            </w:r>
            <w:r w:rsidRPr="00B23B2F">
              <w:rPr>
                <w:color w:val="000000"/>
                <w:sz w:val="28"/>
                <w:szCs w:val="28"/>
              </w:rPr>
              <w:t>ки муниципальных районов (городских округов)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95 2 7202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1406649,1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95 2 7202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1406649,1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251668,86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Мероприятия в рамках непр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граммных направлений де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20000,0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на реализацию проектов развития муниц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пальных образований Уль</w:t>
            </w:r>
            <w:r w:rsidRPr="00B23B2F">
              <w:rPr>
                <w:sz w:val="28"/>
                <w:szCs w:val="28"/>
              </w:rPr>
              <w:t>я</w:t>
            </w:r>
            <w:r w:rsidRPr="00B23B2F">
              <w:rPr>
                <w:sz w:val="28"/>
                <w:szCs w:val="28"/>
              </w:rPr>
              <w:t>новской области, подгото</w:t>
            </w:r>
            <w:r w:rsidRPr="00B23B2F">
              <w:rPr>
                <w:sz w:val="28"/>
                <w:szCs w:val="28"/>
              </w:rPr>
              <w:t>в</w:t>
            </w:r>
            <w:r w:rsidRPr="00B23B2F">
              <w:rPr>
                <w:sz w:val="28"/>
                <w:szCs w:val="28"/>
              </w:rPr>
              <w:t>ленных на основе местных инициатив граждан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11 0 7042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11 0 7042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12000,0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Дотации муниципальным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разованиям Ульяновской о</w:t>
            </w:r>
            <w:r w:rsidRPr="00B23B2F">
              <w:rPr>
                <w:sz w:val="28"/>
                <w:szCs w:val="28"/>
              </w:rPr>
              <w:t>б</w:t>
            </w:r>
            <w:r w:rsidRPr="00B23B2F">
              <w:rPr>
                <w:sz w:val="28"/>
                <w:szCs w:val="28"/>
              </w:rPr>
              <w:t>ласти в целях содействия до</w:t>
            </w:r>
            <w:r w:rsidRPr="00B23B2F">
              <w:rPr>
                <w:sz w:val="28"/>
                <w:szCs w:val="28"/>
              </w:rPr>
              <w:t>с</w:t>
            </w:r>
            <w:r w:rsidRPr="00B23B2F">
              <w:rPr>
                <w:sz w:val="28"/>
                <w:szCs w:val="28"/>
              </w:rPr>
              <w:t>тижению и (или) поощрения достижения наилучших зн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чений показателей для оце</w:t>
            </w:r>
            <w:r w:rsidRPr="00B23B2F">
              <w:rPr>
                <w:sz w:val="28"/>
                <w:szCs w:val="28"/>
              </w:rPr>
              <w:t>н</w:t>
            </w:r>
            <w:r w:rsidRPr="00B23B2F">
              <w:rPr>
                <w:sz w:val="28"/>
                <w:szCs w:val="28"/>
              </w:rPr>
              <w:t>ки эффективности деятельн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сти органов местного сам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управления городских окр</w:t>
            </w:r>
            <w:r w:rsidRPr="00B23B2F">
              <w:rPr>
                <w:sz w:val="28"/>
                <w:szCs w:val="28"/>
              </w:rPr>
              <w:t>у</w:t>
            </w:r>
            <w:r w:rsidRPr="00B23B2F">
              <w:rPr>
                <w:sz w:val="28"/>
                <w:szCs w:val="28"/>
              </w:rPr>
              <w:t>гов и муниципальных ра</w:t>
            </w:r>
            <w:r w:rsidRPr="00B23B2F">
              <w:rPr>
                <w:sz w:val="28"/>
                <w:szCs w:val="28"/>
              </w:rPr>
              <w:t>й</w:t>
            </w:r>
            <w:r w:rsidRPr="00B23B2F">
              <w:rPr>
                <w:sz w:val="28"/>
                <w:szCs w:val="28"/>
              </w:rPr>
              <w:t>онов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11 0 7311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11 0 7311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8000,0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программа Ульяновской области «Управление государстве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ными финансами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231668,86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Подпрограмма «Повышение эффективности предоставл</w:t>
            </w:r>
            <w:r w:rsidRPr="00B23B2F">
              <w:rPr>
                <w:color w:val="000000"/>
                <w:sz w:val="28"/>
                <w:szCs w:val="28"/>
              </w:rPr>
              <w:t>е</w:t>
            </w:r>
            <w:r w:rsidRPr="00B23B2F">
              <w:rPr>
                <w:color w:val="000000"/>
                <w:sz w:val="28"/>
                <w:szCs w:val="28"/>
              </w:rPr>
              <w:t>ния межбюджетных тран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фертов бюджетам муниц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пальных районов (городских округов) Ульяновской облас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ти» государственной 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граммы Ульяновской области «Управление государстве</w:t>
            </w:r>
            <w:r w:rsidRPr="00B23B2F">
              <w:rPr>
                <w:color w:val="000000"/>
                <w:sz w:val="28"/>
                <w:szCs w:val="28"/>
              </w:rPr>
              <w:t>н</w:t>
            </w:r>
            <w:r w:rsidRPr="00B23B2F">
              <w:rPr>
                <w:color w:val="000000"/>
                <w:sz w:val="28"/>
                <w:szCs w:val="28"/>
              </w:rPr>
              <w:t>ными финансами Ульяно</w:t>
            </w:r>
            <w:r w:rsidRPr="00B23B2F">
              <w:rPr>
                <w:color w:val="000000"/>
                <w:sz w:val="28"/>
                <w:szCs w:val="28"/>
              </w:rPr>
              <w:t>в</w:t>
            </w:r>
            <w:r w:rsidRPr="00B23B2F">
              <w:rPr>
                <w:color w:val="000000"/>
                <w:sz w:val="28"/>
                <w:szCs w:val="28"/>
              </w:rPr>
              <w:t>ской области» на 2015-2019 годы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95 2 0000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231668,86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Субсидии бюджетам муниц</w:t>
            </w:r>
            <w:r w:rsidRPr="00B23B2F">
              <w:rPr>
                <w:sz w:val="28"/>
                <w:szCs w:val="28"/>
              </w:rPr>
              <w:t>и</w:t>
            </w:r>
            <w:r w:rsidRPr="00B23B2F">
              <w:rPr>
                <w:sz w:val="28"/>
                <w:szCs w:val="28"/>
              </w:rPr>
              <w:t>пальных районов (городских округов) Ульяновской облас</w:t>
            </w:r>
            <w:r>
              <w:rPr>
                <w:sz w:val="28"/>
                <w:szCs w:val="28"/>
              </w:rPr>
              <w:t>-</w:t>
            </w:r>
            <w:r w:rsidRPr="00B23B2F">
              <w:rPr>
                <w:sz w:val="28"/>
                <w:szCs w:val="28"/>
              </w:rPr>
              <w:t>ти в целях софинансирования расходов на выплату зарабо</w:t>
            </w:r>
            <w:r w:rsidRPr="00B23B2F">
              <w:rPr>
                <w:sz w:val="28"/>
                <w:szCs w:val="28"/>
              </w:rPr>
              <w:t>т</w:t>
            </w:r>
            <w:r w:rsidRPr="00B23B2F">
              <w:rPr>
                <w:sz w:val="28"/>
                <w:szCs w:val="28"/>
              </w:rPr>
              <w:t>ной платы с начислениями работникам муниципальных учреждений (за исключением органов местного самоупра</w:t>
            </w:r>
            <w:r w:rsidRPr="00B23B2F">
              <w:rPr>
                <w:sz w:val="28"/>
                <w:szCs w:val="28"/>
              </w:rPr>
              <w:t>в</w:t>
            </w:r>
            <w:r w:rsidRPr="00B23B2F">
              <w:rPr>
                <w:sz w:val="28"/>
                <w:szCs w:val="28"/>
              </w:rPr>
              <w:t>ления) муниципальных обр</w:t>
            </w:r>
            <w:r w:rsidRPr="00B23B2F">
              <w:rPr>
                <w:sz w:val="28"/>
                <w:szCs w:val="28"/>
              </w:rPr>
              <w:t>а</w:t>
            </w:r>
            <w:r w:rsidRPr="00B23B2F">
              <w:rPr>
                <w:sz w:val="28"/>
                <w:szCs w:val="28"/>
              </w:rPr>
              <w:t>зований, оплату коммунал</w:t>
            </w:r>
            <w:r w:rsidRPr="00B23B2F">
              <w:rPr>
                <w:sz w:val="28"/>
                <w:szCs w:val="28"/>
              </w:rPr>
              <w:t>ь</w:t>
            </w:r>
            <w:r w:rsidRPr="00B23B2F">
              <w:rPr>
                <w:sz w:val="28"/>
                <w:szCs w:val="28"/>
              </w:rPr>
              <w:t>ных услуг и приобретение твёрдого топлива (уголь, др</w:t>
            </w:r>
            <w:r w:rsidRPr="00B23B2F">
              <w:rPr>
                <w:sz w:val="28"/>
                <w:szCs w:val="28"/>
              </w:rPr>
              <w:t>о</w:t>
            </w:r>
            <w:r w:rsidRPr="00B23B2F">
              <w:rPr>
                <w:sz w:val="28"/>
                <w:szCs w:val="28"/>
              </w:rPr>
              <w:t>ва) муниципальными учре</w:t>
            </w:r>
            <w:r w:rsidRPr="00B23B2F">
              <w:rPr>
                <w:sz w:val="28"/>
                <w:szCs w:val="28"/>
              </w:rPr>
              <w:t>ж</w:t>
            </w:r>
            <w:r w:rsidRPr="00B23B2F">
              <w:rPr>
                <w:sz w:val="28"/>
                <w:szCs w:val="28"/>
              </w:rPr>
              <w:t>дениями (за исключением о</w:t>
            </w:r>
            <w:r w:rsidRPr="00B23B2F">
              <w:rPr>
                <w:sz w:val="28"/>
                <w:szCs w:val="28"/>
              </w:rPr>
              <w:t>р</w:t>
            </w:r>
            <w:r w:rsidRPr="00B23B2F">
              <w:rPr>
                <w:sz w:val="28"/>
                <w:szCs w:val="28"/>
              </w:rPr>
              <w:t>ганов местного самоуправл</w:t>
            </w:r>
            <w:r w:rsidRPr="00B23B2F">
              <w:rPr>
                <w:sz w:val="28"/>
                <w:szCs w:val="28"/>
              </w:rPr>
              <w:t>е</w:t>
            </w:r>
            <w:r w:rsidRPr="00B23B2F">
              <w:rPr>
                <w:sz w:val="28"/>
                <w:szCs w:val="28"/>
              </w:rPr>
              <w:t>ния) (включая погашение кредиторской задолженности) муниципальных образований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95 2 7041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102161,56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95 2 7041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23B2F">
              <w:rPr>
                <w:sz w:val="28"/>
                <w:szCs w:val="28"/>
              </w:rPr>
              <w:t>102161,56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Субвенции на финансовое обеспечение расходных об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зательств, связанных с расч</w:t>
            </w:r>
            <w:r w:rsidRPr="00B23B2F">
              <w:rPr>
                <w:color w:val="000000"/>
                <w:sz w:val="28"/>
                <w:szCs w:val="28"/>
              </w:rPr>
              <w:t>ё</w:t>
            </w:r>
            <w:r w:rsidRPr="00B23B2F">
              <w:rPr>
                <w:color w:val="000000"/>
                <w:sz w:val="28"/>
                <w:szCs w:val="28"/>
              </w:rPr>
              <w:t>том и предоставлением дот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ций на выравнивание бю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жетной обеспеченности бю</w:t>
            </w:r>
            <w:r w:rsidRPr="00B23B2F">
              <w:rPr>
                <w:color w:val="000000"/>
                <w:sz w:val="28"/>
                <w:szCs w:val="28"/>
              </w:rPr>
              <w:t>д</w:t>
            </w:r>
            <w:r w:rsidRPr="00B23B2F">
              <w:rPr>
                <w:color w:val="000000"/>
                <w:sz w:val="28"/>
                <w:szCs w:val="28"/>
              </w:rPr>
              <w:t>жетам поселений</w:t>
            </w:r>
          </w:p>
        </w:tc>
        <w:tc>
          <w:tcPr>
            <w:tcW w:w="708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95 2 7131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129507,3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525FD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95 2 7131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525FD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525FD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129507,3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Избирательная комиссия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61114,8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61114,8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проведения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боров и референдумов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61114,8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61114,8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Члены Избирательной коми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сии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8260,4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11 0 1005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8260,4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Государственная автоматиз</w:t>
            </w:r>
            <w:r w:rsidRPr="00B23B2F">
              <w:rPr>
                <w:color w:val="000000"/>
                <w:sz w:val="28"/>
                <w:szCs w:val="28"/>
              </w:rPr>
              <w:t>и</w:t>
            </w:r>
            <w:r w:rsidRPr="00B23B2F">
              <w:rPr>
                <w:color w:val="000000"/>
                <w:sz w:val="28"/>
                <w:szCs w:val="28"/>
              </w:rPr>
              <w:t>рованная информационная система «Выборы»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11 0 1013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ус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11 0 1013</w:t>
            </w:r>
          </w:p>
        </w:tc>
        <w:tc>
          <w:tcPr>
            <w:tcW w:w="709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700,0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21812,1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21150,2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627,9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34,0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обеспечение функций территориальных органов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30342,3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11 0 8012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30342,3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Главная государственная инспекция регионального надзора Ульяновской о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б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ласти</w:t>
            </w:r>
          </w:p>
        </w:tc>
        <w:tc>
          <w:tcPr>
            <w:tcW w:w="708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52599,676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52599,676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52599,676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52599,676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52599,676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44686,676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6295,0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1618,0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Счётная палата Ульяно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B23B2F">
              <w:rPr>
                <w:b/>
                <w:bCs/>
                <w:color w:val="000000"/>
                <w:sz w:val="28"/>
                <w:szCs w:val="28"/>
              </w:rPr>
              <w:t>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25190,3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Общегосударственные вопр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сы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25190,3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финансовых, налоговых и т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25190,3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Мероприятия в рамках непр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граммных направлений де</w:t>
            </w:r>
            <w:r w:rsidRPr="00B23B2F">
              <w:rPr>
                <w:color w:val="000000"/>
                <w:sz w:val="28"/>
                <w:szCs w:val="28"/>
              </w:rPr>
              <w:t>я</w:t>
            </w:r>
            <w:r w:rsidRPr="00B23B2F"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25190,3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Председатель Счётной пал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ты Ульяновской области и его заместитель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4091,3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</w:t>
            </w:r>
            <w:r w:rsidRPr="00B23B2F">
              <w:rPr>
                <w:color w:val="000000"/>
                <w:sz w:val="28"/>
                <w:szCs w:val="28"/>
              </w:rPr>
              <w:t>ч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11 0 1007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4091,3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21099,0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B23B2F">
              <w:rPr>
                <w:color w:val="000000"/>
                <w:sz w:val="28"/>
                <w:szCs w:val="28"/>
              </w:rPr>
              <w:t>о</w:t>
            </w:r>
            <w:r w:rsidRPr="00B23B2F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полнения функций госуда</w:t>
            </w:r>
            <w:r w:rsidRPr="00B23B2F">
              <w:rPr>
                <w:color w:val="000000"/>
                <w:sz w:val="28"/>
                <w:szCs w:val="28"/>
              </w:rPr>
              <w:t>р</w:t>
            </w:r>
            <w:r w:rsidRPr="00B23B2F">
              <w:rPr>
                <w:color w:val="000000"/>
                <w:sz w:val="28"/>
                <w:szCs w:val="28"/>
              </w:rPr>
              <w:t>ственными (муниципальн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ми) органами, казёнными уч</w:t>
            </w:r>
            <w:r>
              <w:rPr>
                <w:color w:val="000000"/>
                <w:sz w:val="28"/>
                <w:szCs w:val="28"/>
              </w:rPr>
              <w:t>-</w:t>
            </w:r>
            <w:r w:rsidRPr="00B23B2F">
              <w:rPr>
                <w:color w:val="000000"/>
                <w:sz w:val="28"/>
                <w:szCs w:val="28"/>
              </w:rPr>
              <w:t>реждениями, органами управления государственн</w:t>
            </w:r>
            <w:r w:rsidRPr="00B23B2F">
              <w:rPr>
                <w:color w:val="000000"/>
                <w:sz w:val="28"/>
                <w:szCs w:val="28"/>
              </w:rPr>
              <w:t>ы</w:t>
            </w:r>
            <w:r w:rsidRPr="00B23B2F">
              <w:rPr>
                <w:color w:val="000000"/>
                <w:sz w:val="28"/>
                <w:szCs w:val="28"/>
              </w:rPr>
              <w:t>ми внебюджетными фондами</w:t>
            </w:r>
          </w:p>
        </w:tc>
        <w:tc>
          <w:tcPr>
            <w:tcW w:w="708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</w:p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19129,7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Закупка товаров, работ и у</w:t>
            </w:r>
            <w:r w:rsidRPr="00B23B2F">
              <w:rPr>
                <w:color w:val="000000"/>
                <w:sz w:val="28"/>
                <w:szCs w:val="28"/>
              </w:rPr>
              <w:t>с</w:t>
            </w:r>
            <w:r w:rsidRPr="00B23B2F">
              <w:rPr>
                <w:color w:val="000000"/>
                <w:sz w:val="28"/>
                <w:szCs w:val="28"/>
              </w:rPr>
              <w:t>луг для государственных (муниципальных) нужд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1890,8</w:t>
            </w:r>
          </w:p>
        </w:tc>
      </w:tr>
      <w:tr w:rsidR="00FA12FA" w:rsidRPr="00B23B2F" w:rsidTr="00B23B2F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Иные бюджетные ассигнов</w:t>
            </w:r>
            <w:r w:rsidRPr="00B23B2F">
              <w:rPr>
                <w:color w:val="000000"/>
                <w:sz w:val="28"/>
                <w:szCs w:val="28"/>
              </w:rPr>
              <w:t>а</w:t>
            </w:r>
            <w:r w:rsidRPr="00B23B2F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11 0 8001</w:t>
            </w: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268" w:type="dxa"/>
            <w:noWrap/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B23B2F">
              <w:rPr>
                <w:color w:val="000000"/>
                <w:sz w:val="28"/>
                <w:szCs w:val="28"/>
              </w:rPr>
              <w:t>78,5</w:t>
            </w:r>
          </w:p>
        </w:tc>
      </w:tr>
      <w:tr w:rsidR="00FA12FA" w:rsidRPr="00B23B2F" w:rsidTr="004C2337">
        <w:tc>
          <w:tcPr>
            <w:tcW w:w="3843" w:type="dxa"/>
            <w:vAlign w:val="center"/>
          </w:tcPr>
          <w:p w:rsidR="00FA12FA" w:rsidRPr="00B23B2F" w:rsidRDefault="00FA12FA" w:rsidP="00E303B2">
            <w:pPr>
              <w:spacing w:line="355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FA12FA" w:rsidRPr="00B23B2F" w:rsidRDefault="00FA12FA" w:rsidP="00E303B2">
            <w:pPr>
              <w:spacing w:line="355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noWrap/>
            <w:tcMar>
              <w:left w:w="57" w:type="dxa"/>
              <w:right w:w="57" w:type="dxa"/>
            </w:tcMar>
            <w:vAlign w:val="bottom"/>
          </w:tcPr>
          <w:p w:rsidR="00FA12FA" w:rsidRPr="00B23B2F" w:rsidRDefault="00FA12FA" w:rsidP="00E303B2">
            <w:pPr>
              <w:spacing w:line="355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23B2F">
              <w:rPr>
                <w:b/>
                <w:bCs/>
                <w:color w:val="000000"/>
                <w:sz w:val="28"/>
                <w:szCs w:val="28"/>
              </w:rPr>
              <w:t>41179370,24446</w:t>
            </w:r>
            <w:r w:rsidRPr="004C2337"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FA12FA" w:rsidRPr="004C2337" w:rsidRDefault="00FA12FA" w:rsidP="000E6E3E">
      <w:pPr>
        <w:pStyle w:val="BodyTextIndent"/>
        <w:widowControl w:val="0"/>
        <w:spacing w:after="0" w:line="350" w:lineRule="auto"/>
        <w:ind w:left="0" w:firstLine="709"/>
        <w:jc w:val="both"/>
        <w:rPr>
          <w:sz w:val="28"/>
        </w:rPr>
      </w:pPr>
      <w:r w:rsidRPr="007A7A2E">
        <w:rPr>
          <w:sz w:val="28"/>
          <w:lang/>
        </w:rPr>
        <w:t>11</w:t>
      </w:r>
      <w:r w:rsidRPr="007A7A2E">
        <w:rPr>
          <w:sz w:val="28"/>
        </w:rPr>
        <w:t>) в приложении 11: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 w:rsidRPr="005A4DC5">
        <w:rPr>
          <w:sz w:val="28"/>
          <w:lang/>
        </w:rPr>
        <w:t>а</w:t>
      </w:r>
      <w:r w:rsidRPr="005A4DC5">
        <w:rPr>
          <w:sz w:val="28"/>
        </w:rPr>
        <w:t>) в главе «Министерство строительства, жилищно-коммунального</w:t>
      </w:r>
      <w:r w:rsidRPr="00E16C14">
        <w:rPr>
          <w:sz w:val="28"/>
        </w:rPr>
        <w:t xml:space="preserve"> ко</w:t>
      </w:r>
      <w:r w:rsidRPr="00E16C14">
        <w:rPr>
          <w:sz w:val="28"/>
        </w:rPr>
        <w:t>м</w:t>
      </w:r>
      <w:r w:rsidRPr="00E16C14">
        <w:rPr>
          <w:sz w:val="28"/>
        </w:rPr>
        <w:t>плекса и транспорта Ульяновской области» (Мин 233):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</w:t>
      </w:r>
      <w:r w:rsidRPr="00E16C14">
        <w:rPr>
          <w:sz w:val="28"/>
          <w:lang/>
        </w:rPr>
        <w:t xml:space="preserve">Государственная программа Ульяновской области </w:t>
      </w:r>
      <w:r>
        <w:rPr>
          <w:sz w:val="28"/>
          <w:lang/>
        </w:rPr>
        <w:t>«</w:t>
      </w:r>
      <w:r w:rsidRPr="00E16C14">
        <w:rPr>
          <w:sz w:val="28"/>
          <w:lang/>
        </w:rPr>
        <w:t>Развитие транспортной системы Ульяновской области</w:t>
      </w:r>
      <w:r>
        <w:rPr>
          <w:sz w:val="28"/>
          <w:lang/>
        </w:rPr>
        <w:t>»</w:t>
      </w:r>
      <w:r w:rsidRPr="00E16C14">
        <w:rPr>
          <w:sz w:val="28"/>
          <w:lang/>
        </w:rPr>
        <w:t xml:space="preserve"> на 2014-2019 годы</w:t>
      </w:r>
      <w:r>
        <w:rPr>
          <w:sz w:val="28"/>
          <w:lang/>
        </w:rPr>
        <w:t>» (Мин 233 Рз 04 ПР 09 ЦС 92 0 0000) цифры «2816954,3» заменить цифрами «2801628,49», цифры «2507967,6» заменить цифрами «2474475,674»;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</w:t>
      </w:r>
      <w:r w:rsidRPr="00E16C14">
        <w:rPr>
          <w:sz w:val="28"/>
          <w:lang/>
        </w:rPr>
        <w:t>Подпрограмма «Развитие системы дорожного хозяйства Ульяно</w:t>
      </w:r>
      <w:r w:rsidRPr="00E16C14">
        <w:rPr>
          <w:sz w:val="28"/>
          <w:lang/>
        </w:rPr>
        <w:t>в</w:t>
      </w:r>
      <w:r w:rsidRPr="00E16C14">
        <w:rPr>
          <w:sz w:val="28"/>
          <w:lang/>
        </w:rPr>
        <w:t>ской области в 2014-2019 годах» государственной программы Ульяновской о</w:t>
      </w:r>
      <w:r w:rsidRPr="00E16C14">
        <w:rPr>
          <w:sz w:val="28"/>
          <w:lang/>
        </w:rPr>
        <w:t>б</w:t>
      </w:r>
      <w:r w:rsidRPr="00E16C14">
        <w:rPr>
          <w:sz w:val="28"/>
          <w:lang/>
        </w:rPr>
        <w:t>ласти «Развитие транспортной системы Ульяновской области» на 2014-2019 г</w:t>
      </w:r>
      <w:r w:rsidRPr="00E16C14">
        <w:rPr>
          <w:sz w:val="28"/>
          <w:lang/>
        </w:rPr>
        <w:t>о</w:t>
      </w:r>
      <w:r w:rsidRPr="00E16C14">
        <w:rPr>
          <w:sz w:val="28"/>
          <w:lang/>
        </w:rPr>
        <w:t>ды</w:t>
      </w:r>
      <w:r>
        <w:rPr>
          <w:sz w:val="28"/>
          <w:lang/>
        </w:rPr>
        <w:t>» (Мин 233 Рз 04 ПР 09 ЦС 92 1 0000) цифры «2550045,9» заменить цифрами «2534720,09», цифры «2240819,5» заменить цифрами «2207327,574»;</w:t>
      </w:r>
    </w:p>
    <w:p w:rsidR="00FA12FA" w:rsidRPr="00E16C14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</w:t>
      </w:r>
      <w:r w:rsidRPr="00E16C14">
        <w:rPr>
          <w:sz w:val="28"/>
          <w:lang/>
        </w:rPr>
        <w:t>Мероприятия по развитию системы дорожного хозяйства Уль</w:t>
      </w:r>
      <w:r w:rsidRPr="00E16C14">
        <w:rPr>
          <w:sz w:val="28"/>
          <w:lang/>
        </w:rPr>
        <w:t>я</w:t>
      </w:r>
      <w:r w:rsidRPr="00E16C14">
        <w:rPr>
          <w:sz w:val="28"/>
          <w:lang/>
        </w:rPr>
        <w:t>новской области</w:t>
      </w:r>
      <w:r>
        <w:rPr>
          <w:sz w:val="28"/>
          <w:lang/>
        </w:rPr>
        <w:t>» (Мин 233 Рз 04 ПР 09 ЦС 92 1 4201) цифры «1954943,4» зам</w:t>
      </w:r>
      <w:r>
        <w:rPr>
          <w:sz w:val="28"/>
          <w:lang/>
        </w:rPr>
        <w:t>е</w:t>
      </w:r>
      <w:r>
        <w:rPr>
          <w:sz w:val="28"/>
          <w:lang/>
        </w:rPr>
        <w:t>нить цифрами «1939617,59», цифры «1648568,9» заменить цифрами «1615076,974»;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</w:t>
      </w:r>
      <w:r w:rsidRPr="00CF384A">
        <w:rPr>
          <w:sz w:val="28"/>
          <w:lang/>
        </w:rPr>
        <w:t>Закупка товаров, работ и услуг для государственных (муниц</w:t>
      </w:r>
      <w:r w:rsidRPr="00CF384A">
        <w:rPr>
          <w:sz w:val="28"/>
          <w:lang/>
        </w:rPr>
        <w:t>и</w:t>
      </w:r>
      <w:r w:rsidRPr="00CF384A">
        <w:rPr>
          <w:sz w:val="28"/>
          <w:lang/>
        </w:rPr>
        <w:t>пальных) нужд</w:t>
      </w:r>
      <w:r>
        <w:rPr>
          <w:sz w:val="28"/>
          <w:lang/>
        </w:rPr>
        <w:t>» (Мин 233 Рз 04 ПР 09 ЦС 92 1 4201 ВР 200) цифры «1859943,4» заменить цифрами «1844617,59», цифры «1523568,9» заменить цифрами «1490076,974»;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после строки</w:t>
      </w:r>
    </w:p>
    <w:tbl>
      <w:tblPr>
        <w:tblW w:w="10080" w:type="dxa"/>
        <w:tblInd w:w="93" w:type="dxa"/>
        <w:tblLook w:val="00A0"/>
      </w:tblPr>
      <w:tblGrid>
        <w:gridCol w:w="3276"/>
        <w:gridCol w:w="695"/>
        <w:gridCol w:w="555"/>
        <w:gridCol w:w="555"/>
        <w:gridCol w:w="1455"/>
        <w:gridCol w:w="636"/>
        <w:gridCol w:w="1266"/>
        <w:gridCol w:w="1642"/>
      </w:tblGrid>
      <w:tr w:rsidR="00FA12FA" w:rsidRPr="007B07B0" w:rsidTr="002A0A0F">
        <w:tc>
          <w:tcPr>
            <w:tcW w:w="3276" w:type="dxa"/>
            <w:vAlign w:val="center"/>
          </w:tcPr>
          <w:p w:rsidR="00FA12FA" w:rsidRPr="007B07B0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B07B0">
              <w:rPr>
                <w:color w:val="000000"/>
                <w:sz w:val="28"/>
                <w:szCs w:val="28"/>
              </w:rPr>
              <w:t>Закупка товаров, работ и услуг для государс</w:t>
            </w:r>
            <w:r w:rsidRPr="007B07B0">
              <w:rPr>
                <w:color w:val="000000"/>
                <w:sz w:val="28"/>
                <w:szCs w:val="28"/>
              </w:rPr>
              <w:t>т</w:t>
            </w:r>
            <w:r w:rsidRPr="007B07B0">
              <w:rPr>
                <w:color w:val="000000"/>
                <w:sz w:val="28"/>
                <w:szCs w:val="28"/>
              </w:rPr>
              <w:t>венных (муниципал</w:t>
            </w:r>
            <w:r w:rsidRPr="007B07B0">
              <w:rPr>
                <w:color w:val="000000"/>
                <w:sz w:val="28"/>
                <w:szCs w:val="28"/>
              </w:rPr>
              <w:t>ь</w:t>
            </w:r>
            <w:r w:rsidRPr="007B07B0"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695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7B07B0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55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7B07B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55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7B07B0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55" w:type="dxa"/>
            <w:tcMar>
              <w:left w:w="57" w:type="dxa"/>
              <w:right w:w="57" w:type="dxa"/>
            </w:tcMar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7B07B0">
              <w:rPr>
                <w:color w:val="000000"/>
                <w:sz w:val="28"/>
                <w:szCs w:val="28"/>
              </w:rPr>
              <w:t>92 3 4243</w:t>
            </w:r>
          </w:p>
        </w:tc>
        <w:tc>
          <w:tcPr>
            <w:tcW w:w="636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7B07B0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66" w:type="dxa"/>
            <w:noWrap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7B07B0">
              <w:rPr>
                <w:color w:val="000000"/>
                <w:sz w:val="28"/>
                <w:szCs w:val="28"/>
              </w:rPr>
              <w:t>136832,0</w:t>
            </w:r>
          </w:p>
        </w:tc>
        <w:tc>
          <w:tcPr>
            <w:tcW w:w="1642" w:type="dxa"/>
            <w:noWrap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7B07B0">
              <w:rPr>
                <w:color w:val="000000"/>
                <w:sz w:val="28"/>
                <w:szCs w:val="28"/>
              </w:rPr>
              <w:t>136832,0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FA12FA" w:rsidRDefault="00FA12FA" w:rsidP="00E303B2">
      <w:pPr>
        <w:pStyle w:val="BodyTextIndent"/>
        <w:widowControl w:val="0"/>
        <w:spacing w:after="0" w:line="355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>дополнить строками следующего содержания:</w:t>
      </w:r>
    </w:p>
    <w:tbl>
      <w:tblPr>
        <w:tblW w:w="10079" w:type="dxa"/>
        <w:tblInd w:w="93" w:type="dxa"/>
        <w:tblLook w:val="00A0"/>
      </w:tblPr>
      <w:tblGrid>
        <w:gridCol w:w="3276"/>
        <w:gridCol w:w="697"/>
        <w:gridCol w:w="555"/>
        <w:gridCol w:w="555"/>
        <w:gridCol w:w="1453"/>
        <w:gridCol w:w="653"/>
        <w:gridCol w:w="1266"/>
        <w:gridCol w:w="1624"/>
      </w:tblGrid>
      <w:tr w:rsidR="00FA12FA" w:rsidRPr="002A0A0F" w:rsidTr="002A0A0F">
        <w:tc>
          <w:tcPr>
            <w:tcW w:w="3276" w:type="dxa"/>
            <w:vAlign w:val="center"/>
          </w:tcPr>
          <w:p w:rsidR="00FA12FA" w:rsidRPr="007B07B0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B07B0">
              <w:rPr>
                <w:sz w:val="28"/>
                <w:szCs w:val="28"/>
              </w:rPr>
              <w:t>Государственная пр</w:t>
            </w:r>
            <w:r w:rsidRPr="007B07B0">
              <w:rPr>
                <w:sz w:val="28"/>
                <w:szCs w:val="28"/>
              </w:rPr>
              <w:t>о</w:t>
            </w:r>
            <w:r w:rsidRPr="007B07B0">
              <w:rPr>
                <w:sz w:val="28"/>
                <w:szCs w:val="28"/>
              </w:rPr>
              <w:t>грамма Ульяновской о</w:t>
            </w:r>
            <w:r w:rsidRPr="007B07B0">
              <w:rPr>
                <w:sz w:val="28"/>
                <w:szCs w:val="28"/>
              </w:rPr>
              <w:t>б</w:t>
            </w:r>
            <w:r w:rsidRPr="007B07B0">
              <w:rPr>
                <w:sz w:val="28"/>
                <w:szCs w:val="28"/>
              </w:rPr>
              <w:t xml:space="preserve">ласти </w:t>
            </w:r>
            <w:r w:rsidRPr="002A0A0F">
              <w:rPr>
                <w:sz w:val="28"/>
                <w:szCs w:val="28"/>
              </w:rPr>
              <w:t>«</w:t>
            </w:r>
            <w:r w:rsidRPr="007B07B0">
              <w:rPr>
                <w:sz w:val="28"/>
                <w:szCs w:val="28"/>
              </w:rPr>
              <w:t>Развитие сельск</w:t>
            </w:r>
            <w:r w:rsidRPr="007B07B0">
              <w:rPr>
                <w:sz w:val="28"/>
                <w:szCs w:val="28"/>
              </w:rPr>
              <w:t>о</w:t>
            </w:r>
            <w:r w:rsidRPr="007B07B0">
              <w:rPr>
                <w:sz w:val="28"/>
                <w:szCs w:val="28"/>
              </w:rPr>
              <w:t>го хозяйства и регулир</w:t>
            </w:r>
            <w:r w:rsidRPr="007B07B0">
              <w:rPr>
                <w:sz w:val="28"/>
                <w:szCs w:val="28"/>
              </w:rPr>
              <w:t>о</w:t>
            </w:r>
            <w:r w:rsidRPr="007B07B0">
              <w:rPr>
                <w:sz w:val="28"/>
                <w:szCs w:val="28"/>
              </w:rPr>
              <w:t>вание рынков сельскох</w:t>
            </w:r>
            <w:r w:rsidRPr="007B07B0">
              <w:rPr>
                <w:sz w:val="28"/>
                <w:szCs w:val="28"/>
              </w:rPr>
              <w:t>о</w:t>
            </w:r>
            <w:r w:rsidRPr="007B07B0">
              <w:rPr>
                <w:sz w:val="28"/>
                <w:szCs w:val="28"/>
              </w:rPr>
              <w:t>зяйственной продукции, сырья и продовольствия в Ульяновской области</w:t>
            </w:r>
            <w:r w:rsidRPr="002A0A0F">
              <w:rPr>
                <w:sz w:val="28"/>
                <w:szCs w:val="28"/>
              </w:rPr>
              <w:t>»</w:t>
            </w:r>
            <w:r w:rsidRPr="007B07B0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97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233</w:t>
            </w:r>
          </w:p>
        </w:tc>
        <w:tc>
          <w:tcPr>
            <w:tcW w:w="555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04</w:t>
            </w:r>
          </w:p>
        </w:tc>
        <w:tc>
          <w:tcPr>
            <w:tcW w:w="555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09</w:t>
            </w:r>
          </w:p>
        </w:tc>
        <w:tc>
          <w:tcPr>
            <w:tcW w:w="1453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93 0 0000</w:t>
            </w:r>
          </w:p>
        </w:tc>
        <w:tc>
          <w:tcPr>
            <w:tcW w:w="653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FA12FA" w:rsidRPr="007B07B0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15325,81</w:t>
            </w:r>
          </w:p>
        </w:tc>
        <w:tc>
          <w:tcPr>
            <w:tcW w:w="1624" w:type="dxa"/>
            <w:noWrap/>
            <w:vAlign w:val="bottom"/>
          </w:tcPr>
          <w:p w:rsidR="00FA12FA" w:rsidRPr="007B07B0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33491,926</w:t>
            </w:r>
          </w:p>
        </w:tc>
      </w:tr>
      <w:tr w:rsidR="00FA12FA" w:rsidRPr="002A0A0F" w:rsidTr="002A0A0F">
        <w:tc>
          <w:tcPr>
            <w:tcW w:w="3276" w:type="dxa"/>
            <w:vAlign w:val="center"/>
          </w:tcPr>
          <w:p w:rsidR="00FA12FA" w:rsidRPr="007B07B0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 xml:space="preserve">Подпрограмма </w:t>
            </w:r>
            <w:r w:rsidRPr="002A0A0F">
              <w:rPr>
                <w:sz w:val="28"/>
                <w:szCs w:val="28"/>
              </w:rPr>
              <w:t>«</w:t>
            </w:r>
            <w:r w:rsidRPr="007B07B0">
              <w:rPr>
                <w:sz w:val="28"/>
                <w:szCs w:val="28"/>
              </w:rPr>
              <w:t>Усто</w:t>
            </w:r>
            <w:r w:rsidRPr="007B07B0">
              <w:rPr>
                <w:sz w:val="28"/>
                <w:szCs w:val="28"/>
              </w:rPr>
              <w:t>й</w:t>
            </w:r>
            <w:r w:rsidRPr="007B07B0">
              <w:rPr>
                <w:sz w:val="28"/>
                <w:szCs w:val="28"/>
              </w:rPr>
              <w:t>чивое развитие сельских территорий</w:t>
            </w:r>
            <w:r w:rsidRPr="002A0A0F">
              <w:rPr>
                <w:sz w:val="28"/>
                <w:szCs w:val="28"/>
              </w:rPr>
              <w:t>»</w:t>
            </w:r>
            <w:r w:rsidRPr="007B07B0">
              <w:rPr>
                <w:sz w:val="28"/>
                <w:szCs w:val="28"/>
              </w:rPr>
              <w:t xml:space="preserve"> государс</w:t>
            </w:r>
            <w:r w:rsidRPr="007B07B0">
              <w:rPr>
                <w:sz w:val="28"/>
                <w:szCs w:val="28"/>
              </w:rPr>
              <w:t>т</w:t>
            </w:r>
            <w:r w:rsidRPr="007B07B0">
              <w:rPr>
                <w:sz w:val="28"/>
                <w:szCs w:val="28"/>
              </w:rPr>
              <w:t>венной программы Ул</w:t>
            </w:r>
            <w:r w:rsidRPr="007B07B0">
              <w:rPr>
                <w:sz w:val="28"/>
                <w:szCs w:val="28"/>
              </w:rPr>
              <w:t>ь</w:t>
            </w:r>
            <w:r w:rsidRPr="007B07B0">
              <w:rPr>
                <w:sz w:val="28"/>
                <w:szCs w:val="28"/>
              </w:rPr>
              <w:t xml:space="preserve">яновской области  </w:t>
            </w:r>
            <w:r w:rsidRPr="002A0A0F">
              <w:rPr>
                <w:sz w:val="28"/>
                <w:szCs w:val="28"/>
              </w:rPr>
              <w:t>«</w:t>
            </w:r>
            <w:r w:rsidRPr="007B07B0">
              <w:rPr>
                <w:sz w:val="28"/>
                <w:szCs w:val="28"/>
              </w:rPr>
              <w:t>Ра</w:t>
            </w:r>
            <w:r w:rsidRPr="007B07B0">
              <w:rPr>
                <w:sz w:val="28"/>
                <w:szCs w:val="28"/>
              </w:rPr>
              <w:t>з</w:t>
            </w:r>
            <w:r w:rsidRPr="007B07B0">
              <w:rPr>
                <w:sz w:val="28"/>
                <w:szCs w:val="28"/>
              </w:rPr>
              <w:t>витие сельского хозяйс</w:t>
            </w:r>
            <w:r w:rsidRPr="007B07B0">
              <w:rPr>
                <w:sz w:val="28"/>
                <w:szCs w:val="28"/>
              </w:rPr>
              <w:t>т</w:t>
            </w:r>
            <w:r w:rsidRPr="007B07B0">
              <w:rPr>
                <w:sz w:val="28"/>
                <w:szCs w:val="28"/>
              </w:rPr>
              <w:t>ва и регулирование ры</w:t>
            </w:r>
            <w:r w:rsidRPr="007B07B0">
              <w:rPr>
                <w:sz w:val="28"/>
                <w:szCs w:val="28"/>
              </w:rPr>
              <w:t>н</w:t>
            </w:r>
            <w:r w:rsidRPr="007B07B0">
              <w:rPr>
                <w:sz w:val="28"/>
                <w:szCs w:val="28"/>
              </w:rPr>
              <w:t>ков сельскохозяйстве</w:t>
            </w:r>
            <w:r w:rsidRPr="007B07B0">
              <w:rPr>
                <w:sz w:val="28"/>
                <w:szCs w:val="28"/>
              </w:rPr>
              <w:t>н</w:t>
            </w:r>
            <w:r w:rsidRPr="007B07B0">
              <w:rPr>
                <w:sz w:val="28"/>
                <w:szCs w:val="28"/>
              </w:rPr>
              <w:t>ной продукции, сырья и продовольствия в Уль</w:t>
            </w:r>
            <w:r w:rsidRPr="007B07B0">
              <w:rPr>
                <w:sz w:val="28"/>
                <w:szCs w:val="28"/>
              </w:rPr>
              <w:t>я</w:t>
            </w:r>
            <w:r w:rsidRPr="007B07B0">
              <w:rPr>
                <w:sz w:val="28"/>
                <w:szCs w:val="28"/>
              </w:rPr>
              <w:t>новской области</w:t>
            </w:r>
            <w:r w:rsidRPr="002A0A0F">
              <w:rPr>
                <w:sz w:val="28"/>
                <w:szCs w:val="28"/>
              </w:rPr>
              <w:t>»</w:t>
            </w:r>
            <w:r w:rsidRPr="007B07B0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97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233</w:t>
            </w:r>
          </w:p>
        </w:tc>
        <w:tc>
          <w:tcPr>
            <w:tcW w:w="555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04</w:t>
            </w:r>
          </w:p>
        </w:tc>
        <w:tc>
          <w:tcPr>
            <w:tcW w:w="555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09</w:t>
            </w:r>
          </w:p>
        </w:tc>
        <w:tc>
          <w:tcPr>
            <w:tcW w:w="1453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93 2 0000</w:t>
            </w:r>
          </w:p>
        </w:tc>
        <w:tc>
          <w:tcPr>
            <w:tcW w:w="653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FA12FA" w:rsidRPr="007B07B0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15325,81</w:t>
            </w:r>
          </w:p>
        </w:tc>
        <w:tc>
          <w:tcPr>
            <w:tcW w:w="1624" w:type="dxa"/>
            <w:noWrap/>
            <w:vAlign w:val="bottom"/>
          </w:tcPr>
          <w:p w:rsidR="00FA12FA" w:rsidRPr="007B07B0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33491,926</w:t>
            </w:r>
          </w:p>
        </w:tc>
      </w:tr>
      <w:tr w:rsidR="00FA12FA" w:rsidRPr="002A0A0F" w:rsidTr="002A0A0F">
        <w:tc>
          <w:tcPr>
            <w:tcW w:w="3276" w:type="dxa"/>
            <w:vAlign w:val="center"/>
          </w:tcPr>
          <w:p w:rsidR="00FA12FA" w:rsidRPr="007B07B0" w:rsidRDefault="00FA12FA" w:rsidP="00083F00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Субсидии на развитие сети автомобильных д</w:t>
            </w:r>
            <w:r w:rsidRPr="007B07B0">
              <w:rPr>
                <w:sz w:val="28"/>
                <w:szCs w:val="28"/>
              </w:rPr>
              <w:t>о</w:t>
            </w:r>
            <w:r w:rsidRPr="007B07B0">
              <w:rPr>
                <w:sz w:val="28"/>
                <w:szCs w:val="28"/>
              </w:rPr>
              <w:t>рог, ведущих к общест</w:t>
            </w:r>
            <w:r>
              <w:rPr>
                <w:sz w:val="28"/>
                <w:szCs w:val="28"/>
              </w:rPr>
              <w:t>-</w:t>
            </w:r>
            <w:r w:rsidRPr="007B07B0">
              <w:rPr>
                <w:sz w:val="28"/>
                <w:szCs w:val="28"/>
              </w:rPr>
              <w:t>венно</w:t>
            </w:r>
            <w:r>
              <w:rPr>
                <w:sz w:val="28"/>
                <w:szCs w:val="28"/>
              </w:rPr>
              <w:t xml:space="preserve"> </w:t>
            </w:r>
            <w:r w:rsidRPr="007B07B0">
              <w:rPr>
                <w:sz w:val="28"/>
                <w:szCs w:val="28"/>
              </w:rPr>
              <w:t>значимым объек</w:t>
            </w:r>
            <w:r>
              <w:rPr>
                <w:sz w:val="28"/>
                <w:szCs w:val="28"/>
              </w:rPr>
              <w:t>-</w:t>
            </w:r>
            <w:r w:rsidRPr="007B07B0">
              <w:rPr>
                <w:sz w:val="28"/>
                <w:szCs w:val="28"/>
              </w:rPr>
              <w:t>там сельских населённых пунктов, объектам пр</w:t>
            </w:r>
            <w:r w:rsidRPr="007B07B0">
              <w:rPr>
                <w:sz w:val="28"/>
                <w:szCs w:val="28"/>
              </w:rPr>
              <w:t>о</w:t>
            </w:r>
            <w:r w:rsidRPr="007B07B0">
              <w:rPr>
                <w:sz w:val="28"/>
                <w:szCs w:val="28"/>
              </w:rPr>
              <w:t>изводства и переработки сельскохозяйственной продукции</w:t>
            </w:r>
          </w:p>
        </w:tc>
        <w:tc>
          <w:tcPr>
            <w:tcW w:w="697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233</w:t>
            </w:r>
          </w:p>
        </w:tc>
        <w:tc>
          <w:tcPr>
            <w:tcW w:w="555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04</w:t>
            </w:r>
          </w:p>
        </w:tc>
        <w:tc>
          <w:tcPr>
            <w:tcW w:w="555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09</w:t>
            </w:r>
          </w:p>
        </w:tc>
        <w:tc>
          <w:tcPr>
            <w:tcW w:w="1453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93 2 7069</w:t>
            </w:r>
          </w:p>
        </w:tc>
        <w:tc>
          <w:tcPr>
            <w:tcW w:w="653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66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Pr="007B07B0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15325,81</w:t>
            </w:r>
          </w:p>
        </w:tc>
        <w:tc>
          <w:tcPr>
            <w:tcW w:w="1624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Pr="007B07B0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33491,926</w:t>
            </w:r>
          </w:p>
        </w:tc>
      </w:tr>
      <w:tr w:rsidR="00FA12FA" w:rsidRPr="002A0A0F" w:rsidTr="002A0A0F">
        <w:tc>
          <w:tcPr>
            <w:tcW w:w="3276" w:type="dxa"/>
            <w:vAlign w:val="center"/>
          </w:tcPr>
          <w:p w:rsidR="00FA12FA" w:rsidRPr="007B07B0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Межбюджетные тран</w:t>
            </w:r>
            <w:r w:rsidRPr="007B07B0">
              <w:rPr>
                <w:sz w:val="28"/>
                <w:szCs w:val="28"/>
              </w:rPr>
              <w:t>с</w:t>
            </w:r>
            <w:r w:rsidRPr="007B07B0">
              <w:rPr>
                <w:sz w:val="28"/>
                <w:szCs w:val="28"/>
              </w:rPr>
              <w:t>ферты</w:t>
            </w:r>
          </w:p>
        </w:tc>
        <w:tc>
          <w:tcPr>
            <w:tcW w:w="697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233</w:t>
            </w:r>
          </w:p>
        </w:tc>
        <w:tc>
          <w:tcPr>
            <w:tcW w:w="555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04</w:t>
            </w:r>
          </w:p>
        </w:tc>
        <w:tc>
          <w:tcPr>
            <w:tcW w:w="555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09</w:t>
            </w:r>
          </w:p>
        </w:tc>
        <w:tc>
          <w:tcPr>
            <w:tcW w:w="1453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93 2 7069</w:t>
            </w:r>
          </w:p>
        </w:tc>
        <w:tc>
          <w:tcPr>
            <w:tcW w:w="653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500</w:t>
            </w:r>
          </w:p>
        </w:tc>
        <w:tc>
          <w:tcPr>
            <w:tcW w:w="1266" w:type="dxa"/>
            <w:noWrap/>
            <w:vAlign w:val="bottom"/>
          </w:tcPr>
          <w:p w:rsidR="00FA12FA" w:rsidRPr="007B07B0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15325,81</w:t>
            </w:r>
          </w:p>
        </w:tc>
        <w:tc>
          <w:tcPr>
            <w:tcW w:w="1624" w:type="dxa"/>
            <w:noWrap/>
            <w:vAlign w:val="bottom"/>
          </w:tcPr>
          <w:p w:rsidR="00FA12FA" w:rsidRPr="007B07B0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33491,926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A12FA" w:rsidRPr="00E16C14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«Стационарная медицинская помощь» (Мин 233 Рз 09 ПР 01) ци</w:t>
      </w:r>
      <w:r>
        <w:rPr>
          <w:sz w:val="28"/>
          <w:lang/>
        </w:rPr>
        <w:t>ф</w:t>
      </w:r>
      <w:r>
        <w:rPr>
          <w:sz w:val="28"/>
          <w:lang/>
        </w:rPr>
        <w:t>ры «174179,8» заменить цифрами «174891,24»;</w:t>
      </w:r>
    </w:p>
    <w:p w:rsidR="00FA12FA" w:rsidRPr="00E16C14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</w:t>
      </w:r>
      <w:r w:rsidRPr="00676AE8">
        <w:rPr>
          <w:sz w:val="28"/>
          <w:lang/>
        </w:rPr>
        <w:t xml:space="preserve">Государственная программа Ульяновской области </w:t>
      </w:r>
      <w:r>
        <w:rPr>
          <w:sz w:val="28"/>
          <w:lang/>
        </w:rPr>
        <w:t>«</w:t>
      </w:r>
      <w:r w:rsidRPr="00676AE8">
        <w:rPr>
          <w:sz w:val="28"/>
          <w:lang/>
        </w:rPr>
        <w:t>Развитие здравоохранения в Ульяновской области</w:t>
      </w:r>
      <w:r>
        <w:rPr>
          <w:sz w:val="28"/>
          <w:lang/>
        </w:rPr>
        <w:t>»</w:t>
      </w:r>
      <w:r w:rsidRPr="00676AE8">
        <w:rPr>
          <w:sz w:val="28"/>
          <w:lang/>
        </w:rPr>
        <w:t xml:space="preserve"> на 2014-2020 годы</w:t>
      </w:r>
      <w:r>
        <w:rPr>
          <w:sz w:val="28"/>
          <w:lang/>
        </w:rPr>
        <w:t>» (Мин 233 Рз 09</w:t>
      </w:r>
      <w:r>
        <w:rPr>
          <w:sz w:val="28"/>
          <w:lang/>
        </w:rPr>
        <w:br/>
        <w:t>ПР 01 ЦС 78 0 0000) цифры «174179,8» заменить цифрами «174892,24»;</w:t>
      </w:r>
    </w:p>
    <w:p w:rsidR="00FA12FA" w:rsidRPr="00E16C14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</w:t>
      </w:r>
      <w:r w:rsidRPr="00676AE8">
        <w:rPr>
          <w:sz w:val="28"/>
          <w:lang/>
        </w:rPr>
        <w:t>Проектирование, строительство и ввод в эксплуатацию перин</w:t>
      </w:r>
      <w:r w:rsidRPr="00676AE8">
        <w:rPr>
          <w:sz w:val="28"/>
          <w:lang/>
        </w:rPr>
        <w:t>а</w:t>
      </w:r>
      <w:r w:rsidRPr="00676AE8">
        <w:rPr>
          <w:sz w:val="28"/>
          <w:lang/>
        </w:rPr>
        <w:t>тального центра</w:t>
      </w:r>
      <w:r>
        <w:rPr>
          <w:sz w:val="28"/>
          <w:lang/>
        </w:rPr>
        <w:t>» (Мин 233 Рз 09 ПР 01 ЦС 78 0 2114) цифры «174179,8» зам</w:t>
      </w:r>
      <w:r>
        <w:rPr>
          <w:sz w:val="28"/>
          <w:lang/>
        </w:rPr>
        <w:t>е</w:t>
      </w:r>
      <w:r>
        <w:rPr>
          <w:sz w:val="28"/>
          <w:lang/>
        </w:rPr>
        <w:t>нить цифрами «174892,24»;</w:t>
      </w:r>
    </w:p>
    <w:p w:rsidR="00FA12FA" w:rsidRPr="00E16C14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«Иные бюджетные ассигнования» (Мин 233 Рз 09 ПР 01</w:t>
      </w:r>
      <w:r>
        <w:rPr>
          <w:sz w:val="28"/>
          <w:lang/>
        </w:rPr>
        <w:br/>
        <w:t>ЦС 78 0 2114 ВР 800) цифры «174179,8» заменить цифрами «174892,24»;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«Амбулаторная помощь» (Мин 233 Рз 09 ПР 02) цифры «111732,0» заменить цифрами «111019,56»;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</w:t>
      </w:r>
      <w:r w:rsidRPr="00671103">
        <w:rPr>
          <w:sz w:val="28"/>
          <w:lang/>
        </w:rPr>
        <w:t xml:space="preserve">Государственная программа Ульяновской области </w:t>
      </w:r>
      <w:r>
        <w:rPr>
          <w:sz w:val="28"/>
          <w:lang/>
        </w:rPr>
        <w:t>«</w:t>
      </w:r>
      <w:r w:rsidRPr="00671103">
        <w:rPr>
          <w:sz w:val="28"/>
          <w:lang/>
        </w:rPr>
        <w:t>Развитие здравоохранения в Ульяновской области</w:t>
      </w:r>
      <w:r>
        <w:rPr>
          <w:sz w:val="28"/>
          <w:lang/>
        </w:rPr>
        <w:t xml:space="preserve">» </w:t>
      </w:r>
      <w:r w:rsidRPr="00671103">
        <w:rPr>
          <w:sz w:val="28"/>
          <w:lang/>
        </w:rPr>
        <w:t>на 2014-2020 годы</w:t>
      </w:r>
      <w:r>
        <w:rPr>
          <w:sz w:val="28"/>
          <w:lang/>
        </w:rPr>
        <w:t>» (Мин 233 Рз 09</w:t>
      </w:r>
      <w:r>
        <w:rPr>
          <w:sz w:val="28"/>
          <w:lang/>
        </w:rPr>
        <w:br/>
        <w:t>ПР 02 ЦС 78 0 0000) цифры «111732,0» заменить цифрами «111019,56»;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</w:t>
      </w:r>
      <w:r w:rsidRPr="00671103">
        <w:rPr>
          <w:sz w:val="28"/>
          <w:lang/>
        </w:rPr>
        <w:t>Реконструкция зданий в целях размещения государственных у</w:t>
      </w:r>
      <w:r w:rsidRPr="00671103">
        <w:rPr>
          <w:sz w:val="28"/>
          <w:lang/>
        </w:rPr>
        <w:t>ч</w:t>
      </w:r>
      <w:r w:rsidRPr="00671103">
        <w:rPr>
          <w:sz w:val="28"/>
          <w:lang/>
        </w:rPr>
        <w:t>реждений здравоохранения</w:t>
      </w:r>
      <w:r>
        <w:rPr>
          <w:sz w:val="28"/>
          <w:lang/>
        </w:rPr>
        <w:t>» (Мин 233 Рз 09 ПР 02 ЦС 78 0 2119) цифры «111732,0» заменить цифрами «111019,56»;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</w:t>
      </w:r>
      <w:r w:rsidRPr="00671103">
        <w:rPr>
          <w:sz w:val="28"/>
          <w:lang/>
        </w:rPr>
        <w:t>Капитальные вложения в объекты государственной (муниципал</w:t>
      </w:r>
      <w:r w:rsidRPr="00671103">
        <w:rPr>
          <w:sz w:val="28"/>
          <w:lang/>
        </w:rPr>
        <w:t>ь</w:t>
      </w:r>
      <w:r w:rsidRPr="00671103">
        <w:rPr>
          <w:sz w:val="28"/>
          <w:lang/>
        </w:rPr>
        <w:t>ной) собственности</w:t>
      </w:r>
      <w:r>
        <w:rPr>
          <w:sz w:val="28"/>
          <w:lang/>
        </w:rPr>
        <w:t>» (Мин 233 Рз 09 ПР 02 ЦС 78 0 2119 ВР 400) цифры «111732,0» заменить цифрами «111019,56»;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 w:rsidRPr="005A4DC5">
        <w:rPr>
          <w:sz w:val="28"/>
          <w:lang/>
        </w:rPr>
        <w:t>б</w:t>
      </w:r>
      <w:r w:rsidRPr="005A4DC5">
        <w:rPr>
          <w:sz w:val="28"/>
        </w:rPr>
        <w:t>) в главе «Министерство здравоохранения и социального развития</w:t>
      </w:r>
      <w:r w:rsidRPr="007F1F17">
        <w:rPr>
          <w:sz w:val="28"/>
        </w:rPr>
        <w:t xml:space="preserve"> Уль</w:t>
      </w:r>
      <w:r w:rsidRPr="007F1F17">
        <w:rPr>
          <w:sz w:val="28"/>
        </w:rPr>
        <w:t>я</w:t>
      </w:r>
      <w:r w:rsidRPr="007F1F17">
        <w:rPr>
          <w:sz w:val="28"/>
        </w:rPr>
        <w:t>новской области» (Мин 261):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строки</w:t>
      </w:r>
    </w:p>
    <w:tbl>
      <w:tblPr>
        <w:tblW w:w="10079" w:type="dxa"/>
        <w:tblInd w:w="93" w:type="dxa"/>
        <w:tblLook w:val="00A0"/>
      </w:tblPr>
      <w:tblGrid>
        <w:gridCol w:w="3559"/>
        <w:gridCol w:w="636"/>
        <w:gridCol w:w="498"/>
        <w:gridCol w:w="709"/>
        <w:gridCol w:w="1417"/>
        <w:gridCol w:w="760"/>
        <w:gridCol w:w="1224"/>
        <w:gridCol w:w="1276"/>
      </w:tblGrid>
      <w:tr w:rsidR="00FA12FA" w:rsidRPr="007F1F17" w:rsidTr="007F1F17">
        <w:tc>
          <w:tcPr>
            <w:tcW w:w="3559" w:type="dxa"/>
            <w:vAlign w:val="center"/>
          </w:tcPr>
          <w:p w:rsidR="00FA12FA" w:rsidRPr="007B07B0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B07B0">
              <w:rPr>
                <w:sz w:val="28"/>
                <w:szCs w:val="28"/>
              </w:rPr>
              <w:t>Оказание жителям Мел</w:t>
            </w:r>
            <w:r w:rsidRPr="007B07B0">
              <w:rPr>
                <w:sz w:val="28"/>
                <w:szCs w:val="28"/>
              </w:rPr>
              <w:t>е</w:t>
            </w:r>
            <w:r w:rsidRPr="007B07B0">
              <w:rPr>
                <w:sz w:val="28"/>
                <w:szCs w:val="28"/>
              </w:rPr>
              <w:t>кесского и Новомалыкли</w:t>
            </w:r>
            <w:r w:rsidRPr="007B07B0">
              <w:rPr>
                <w:sz w:val="28"/>
                <w:szCs w:val="28"/>
              </w:rPr>
              <w:t>н</w:t>
            </w:r>
            <w:r w:rsidRPr="007B07B0">
              <w:rPr>
                <w:sz w:val="28"/>
                <w:szCs w:val="28"/>
              </w:rPr>
              <w:t>ского районов специализ</w:t>
            </w:r>
            <w:r w:rsidRPr="007B07B0">
              <w:rPr>
                <w:sz w:val="28"/>
                <w:szCs w:val="28"/>
              </w:rPr>
              <w:t>и</w:t>
            </w:r>
            <w:r w:rsidRPr="007B07B0">
              <w:rPr>
                <w:sz w:val="28"/>
                <w:szCs w:val="28"/>
              </w:rPr>
              <w:t>рованной медицинской п</w:t>
            </w:r>
            <w:r w:rsidRPr="007B07B0">
              <w:rPr>
                <w:sz w:val="28"/>
                <w:szCs w:val="28"/>
              </w:rPr>
              <w:t>о</w:t>
            </w:r>
            <w:r w:rsidRPr="007B07B0">
              <w:rPr>
                <w:sz w:val="28"/>
                <w:szCs w:val="28"/>
              </w:rPr>
              <w:t>мощи</w:t>
            </w:r>
          </w:p>
        </w:tc>
        <w:tc>
          <w:tcPr>
            <w:tcW w:w="636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78 0 2116</w:t>
            </w:r>
          </w:p>
        </w:tc>
        <w:tc>
          <w:tcPr>
            <w:tcW w:w="760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  <w:noWrap/>
            <w:vAlign w:val="bottom"/>
          </w:tcPr>
          <w:p w:rsidR="00FA12FA" w:rsidRPr="007B07B0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5679,7</w:t>
            </w:r>
          </w:p>
        </w:tc>
        <w:tc>
          <w:tcPr>
            <w:tcW w:w="1276" w:type="dxa"/>
            <w:noWrap/>
            <w:vAlign w:val="bottom"/>
          </w:tcPr>
          <w:p w:rsidR="00FA12FA" w:rsidRPr="007B07B0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5364,2</w:t>
            </w:r>
          </w:p>
        </w:tc>
      </w:tr>
      <w:tr w:rsidR="00FA12FA" w:rsidRPr="007F1F17" w:rsidTr="007F1F17">
        <w:tc>
          <w:tcPr>
            <w:tcW w:w="3559" w:type="dxa"/>
            <w:vAlign w:val="center"/>
          </w:tcPr>
          <w:p w:rsidR="00FA12FA" w:rsidRPr="007B07B0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78 0 2116</w:t>
            </w:r>
          </w:p>
        </w:tc>
        <w:tc>
          <w:tcPr>
            <w:tcW w:w="760" w:type="dxa"/>
            <w:vAlign w:val="bottom"/>
          </w:tcPr>
          <w:p w:rsidR="00FA12FA" w:rsidRPr="007B07B0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200</w:t>
            </w:r>
          </w:p>
        </w:tc>
        <w:tc>
          <w:tcPr>
            <w:tcW w:w="1224" w:type="dxa"/>
            <w:noWrap/>
            <w:vAlign w:val="bottom"/>
          </w:tcPr>
          <w:p w:rsidR="00FA12FA" w:rsidRPr="007B07B0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5679,7</w:t>
            </w:r>
          </w:p>
        </w:tc>
        <w:tc>
          <w:tcPr>
            <w:tcW w:w="1276" w:type="dxa"/>
            <w:noWrap/>
            <w:vAlign w:val="bottom"/>
          </w:tcPr>
          <w:p w:rsidR="00FA12FA" w:rsidRPr="007B07B0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B07B0">
              <w:rPr>
                <w:sz w:val="28"/>
                <w:szCs w:val="28"/>
              </w:rPr>
              <w:t>5364,2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A12FA" w:rsidRDefault="00FA12FA" w:rsidP="00E303B2">
      <w:pPr>
        <w:pStyle w:val="BodyTextIndent"/>
        <w:widowControl w:val="0"/>
        <w:spacing w:after="0" w:line="355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>исключить;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ab/>
        <w:t>после строки</w:t>
      </w:r>
    </w:p>
    <w:tbl>
      <w:tblPr>
        <w:tblW w:w="10080" w:type="dxa"/>
        <w:tblInd w:w="93" w:type="dxa"/>
        <w:tblLook w:val="00A0"/>
      </w:tblPr>
      <w:tblGrid>
        <w:gridCol w:w="3559"/>
        <w:gridCol w:w="636"/>
        <w:gridCol w:w="498"/>
        <w:gridCol w:w="715"/>
        <w:gridCol w:w="1411"/>
        <w:gridCol w:w="739"/>
        <w:gridCol w:w="1246"/>
        <w:gridCol w:w="1276"/>
      </w:tblGrid>
      <w:tr w:rsidR="00FA12FA" w:rsidRPr="007F1F17" w:rsidTr="007F1F17">
        <w:tc>
          <w:tcPr>
            <w:tcW w:w="3559" w:type="dxa"/>
            <w:vAlign w:val="center"/>
          </w:tcPr>
          <w:p w:rsidR="00FA12FA" w:rsidRPr="007F1F17" w:rsidRDefault="00FA12FA" w:rsidP="00E303B2">
            <w:pPr>
              <w:spacing w:line="355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F1F17">
              <w:rPr>
                <w:color w:val="000000"/>
                <w:sz w:val="28"/>
                <w:szCs w:val="28"/>
              </w:rPr>
              <w:t>Иные бюджетные асси</w:t>
            </w:r>
            <w:r w:rsidRPr="007F1F17">
              <w:rPr>
                <w:color w:val="000000"/>
                <w:sz w:val="28"/>
                <w:szCs w:val="28"/>
              </w:rPr>
              <w:t>г</w:t>
            </w:r>
            <w:r w:rsidRPr="007F1F17">
              <w:rPr>
                <w:color w:val="000000"/>
                <w:sz w:val="28"/>
                <w:szCs w:val="28"/>
              </w:rPr>
              <w:t>нования</w:t>
            </w:r>
          </w:p>
        </w:tc>
        <w:tc>
          <w:tcPr>
            <w:tcW w:w="636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7F1F17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7F1F1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715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7F1F1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11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7F1F17">
              <w:rPr>
                <w:color w:val="000000"/>
                <w:sz w:val="28"/>
                <w:szCs w:val="28"/>
              </w:rPr>
              <w:t>78 0 2117</w:t>
            </w:r>
          </w:p>
        </w:tc>
        <w:tc>
          <w:tcPr>
            <w:tcW w:w="739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color w:val="000000"/>
                <w:sz w:val="28"/>
                <w:szCs w:val="28"/>
              </w:rPr>
            </w:pPr>
            <w:r w:rsidRPr="007F1F1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246" w:type="dxa"/>
            <w:noWrap/>
            <w:vAlign w:val="bottom"/>
          </w:tcPr>
          <w:p w:rsidR="00FA12FA" w:rsidRPr="007F1F17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7F1F17">
              <w:rPr>
                <w:color w:val="000000"/>
                <w:sz w:val="28"/>
                <w:szCs w:val="28"/>
              </w:rPr>
              <w:t>4221,4</w:t>
            </w:r>
          </w:p>
        </w:tc>
        <w:tc>
          <w:tcPr>
            <w:tcW w:w="1276" w:type="dxa"/>
            <w:noWrap/>
            <w:vAlign w:val="bottom"/>
          </w:tcPr>
          <w:p w:rsidR="00FA12FA" w:rsidRPr="007F1F17" w:rsidRDefault="00FA12FA" w:rsidP="00E303B2">
            <w:pPr>
              <w:spacing w:line="355" w:lineRule="auto"/>
              <w:jc w:val="right"/>
              <w:rPr>
                <w:color w:val="000000"/>
                <w:sz w:val="28"/>
                <w:szCs w:val="28"/>
              </w:rPr>
            </w:pPr>
            <w:r w:rsidRPr="007F1F17">
              <w:rPr>
                <w:color w:val="000000"/>
                <w:sz w:val="28"/>
                <w:szCs w:val="28"/>
              </w:rPr>
              <w:t>4221,4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FA12FA" w:rsidRDefault="00FA12FA" w:rsidP="00E303B2">
      <w:pPr>
        <w:pStyle w:val="BodyTextIndent"/>
        <w:widowControl w:val="0"/>
        <w:spacing w:after="0" w:line="355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>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559"/>
        <w:gridCol w:w="636"/>
        <w:gridCol w:w="498"/>
        <w:gridCol w:w="709"/>
        <w:gridCol w:w="1417"/>
        <w:gridCol w:w="669"/>
        <w:gridCol w:w="1316"/>
        <w:gridCol w:w="1276"/>
      </w:tblGrid>
      <w:tr w:rsidR="00FA12FA" w:rsidRPr="007F1F17" w:rsidTr="00011AE8">
        <w:tc>
          <w:tcPr>
            <w:tcW w:w="3559" w:type="dxa"/>
            <w:vAlign w:val="center"/>
          </w:tcPr>
          <w:p w:rsidR="00FA12FA" w:rsidRPr="007F1F17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F1F17">
              <w:rPr>
                <w:sz w:val="28"/>
                <w:szCs w:val="28"/>
              </w:rPr>
              <w:t>Оказание жителям города Димитровграда, Мелеке</w:t>
            </w:r>
            <w:r w:rsidRPr="007F1F17">
              <w:rPr>
                <w:sz w:val="28"/>
                <w:szCs w:val="28"/>
              </w:rPr>
              <w:t>с</w:t>
            </w:r>
            <w:r w:rsidRPr="007F1F17">
              <w:rPr>
                <w:sz w:val="28"/>
                <w:szCs w:val="28"/>
              </w:rPr>
              <w:t>ского и Новомалыклинск</w:t>
            </w:r>
            <w:r w:rsidRPr="007F1F17">
              <w:rPr>
                <w:sz w:val="28"/>
                <w:szCs w:val="28"/>
              </w:rPr>
              <w:t>о</w:t>
            </w:r>
            <w:r w:rsidRPr="007F1F17">
              <w:rPr>
                <w:sz w:val="28"/>
                <w:szCs w:val="28"/>
              </w:rPr>
              <w:t>го районов специализир</w:t>
            </w:r>
            <w:r w:rsidRPr="007F1F17">
              <w:rPr>
                <w:sz w:val="28"/>
                <w:szCs w:val="28"/>
              </w:rPr>
              <w:t>о</w:t>
            </w:r>
            <w:r w:rsidRPr="007F1F17">
              <w:rPr>
                <w:sz w:val="28"/>
                <w:szCs w:val="28"/>
              </w:rPr>
              <w:t>ванной медицинской п</w:t>
            </w:r>
            <w:r w:rsidRPr="007F1F17">
              <w:rPr>
                <w:sz w:val="28"/>
                <w:szCs w:val="28"/>
              </w:rPr>
              <w:t>о</w:t>
            </w:r>
            <w:r w:rsidRPr="007F1F17">
              <w:rPr>
                <w:sz w:val="28"/>
                <w:szCs w:val="28"/>
              </w:rPr>
              <w:t>мощи</w:t>
            </w:r>
          </w:p>
        </w:tc>
        <w:tc>
          <w:tcPr>
            <w:tcW w:w="636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78 0 2120</w:t>
            </w:r>
          </w:p>
        </w:tc>
        <w:tc>
          <w:tcPr>
            <w:tcW w:w="669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  <w:noWrap/>
            <w:vAlign w:val="bottom"/>
          </w:tcPr>
          <w:p w:rsidR="00FA12FA" w:rsidRPr="007F1F17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5679,7</w:t>
            </w:r>
          </w:p>
        </w:tc>
        <w:tc>
          <w:tcPr>
            <w:tcW w:w="1276" w:type="dxa"/>
            <w:noWrap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5364,2</w:t>
            </w:r>
          </w:p>
        </w:tc>
      </w:tr>
      <w:tr w:rsidR="00FA12FA" w:rsidRPr="007F1F17" w:rsidTr="00011AE8">
        <w:tc>
          <w:tcPr>
            <w:tcW w:w="3559" w:type="dxa"/>
            <w:vAlign w:val="center"/>
          </w:tcPr>
          <w:p w:rsidR="00FA12FA" w:rsidRPr="007F1F17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6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09</w:t>
            </w:r>
          </w:p>
        </w:tc>
        <w:tc>
          <w:tcPr>
            <w:tcW w:w="709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09</w:t>
            </w:r>
          </w:p>
        </w:tc>
        <w:tc>
          <w:tcPr>
            <w:tcW w:w="1417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78 0 2120</w:t>
            </w:r>
          </w:p>
        </w:tc>
        <w:tc>
          <w:tcPr>
            <w:tcW w:w="669" w:type="dxa"/>
            <w:vAlign w:val="bottom"/>
          </w:tcPr>
          <w:p w:rsidR="00FA12FA" w:rsidRPr="007F1F17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200</w:t>
            </w:r>
          </w:p>
        </w:tc>
        <w:tc>
          <w:tcPr>
            <w:tcW w:w="1316" w:type="dxa"/>
            <w:noWrap/>
            <w:vAlign w:val="bottom"/>
          </w:tcPr>
          <w:p w:rsidR="00FA12FA" w:rsidRPr="007F1F17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5679,7</w:t>
            </w:r>
          </w:p>
        </w:tc>
        <w:tc>
          <w:tcPr>
            <w:tcW w:w="1276" w:type="dxa"/>
            <w:noWrap/>
            <w:vAlign w:val="bottom"/>
          </w:tcPr>
          <w:p w:rsidR="00FA12FA" w:rsidRPr="007F1F17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7F1F17">
              <w:rPr>
                <w:sz w:val="28"/>
                <w:szCs w:val="28"/>
              </w:rPr>
              <w:t>5364,2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A12FA" w:rsidRDefault="00FA12FA" w:rsidP="00E303B2">
      <w:pPr>
        <w:pStyle w:val="BodyTextIndent"/>
        <w:widowControl w:val="0"/>
        <w:spacing w:after="0" w:line="355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ab/>
        <w:t>после строки</w:t>
      </w:r>
    </w:p>
    <w:tbl>
      <w:tblPr>
        <w:tblW w:w="10135" w:type="dxa"/>
        <w:tblInd w:w="93" w:type="dxa"/>
        <w:tblLook w:val="00A0"/>
      </w:tblPr>
      <w:tblGrid>
        <w:gridCol w:w="3480"/>
        <w:gridCol w:w="636"/>
        <w:gridCol w:w="498"/>
        <w:gridCol w:w="680"/>
        <w:gridCol w:w="1399"/>
        <w:gridCol w:w="490"/>
        <w:gridCol w:w="1406"/>
        <w:gridCol w:w="1546"/>
      </w:tblGrid>
      <w:tr w:rsidR="00FA12FA" w:rsidRPr="00011AE8" w:rsidTr="00011AE8">
        <w:tc>
          <w:tcPr>
            <w:tcW w:w="3559" w:type="dxa"/>
            <w:vAlign w:val="center"/>
          </w:tcPr>
          <w:p w:rsidR="00FA12FA" w:rsidRPr="00011AE8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11AE8">
              <w:rPr>
                <w:sz w:val="28"/>
                <w:szCs w:val="28"/>
              </w:rPr>
              <w:t>Страховые взносы на обязательное медицинское страхование неработа</w:t>
            </w:r>
            <w:r w:rsidRPr="00011AE8">
              <w:rPr>
                <w:sz w:val="28"/>
                <w:szCs w:val="28"/>
              </w:rPr>
              <w:t>ю</w:t>
            </w:r>
            <w:r w:rsidRPr="00011AE8">
              <w:rPr>
                <w:sz w:val="28"/>
                <w:szCs w:val="28"/>
              </w:rPr>
              <w:t>щего населения</w:t>
            </w:r>
          </w:p>
        </w:tc>
        <w:tc>
          <w:tcPr>
            <w:tcW w:w="636" w:type="dxa"/>
            <w:vAlign w:val="bottom"/>
          </w:tcPr>
          <w:p w:rsidR="00FA12FA" w:rsidRPr="00011AE8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FA12FA" w:rsidRPr="00011AE8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09</w:t>
            </w:r>
          </w:p>
        </w:tc>
        <w:tc>
          <w:tcPr>
            <w:tcW w:w="691" w:type="dxa"/>
            <w:vAlign w:val="bottom"/>
          </w:tcPr>
          <w:p w:rsidR="00FA12FA" w:rsidRPr="00011AE8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vAlign w:val="bottom"/>
          </w:tcPr>
          <w:p w:rsidR="00FA12FA" w:rsidRPr="00011AE8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78 0 7303</w:t>
            </w:r>
          </w:p>
        </w:tc>
        <w:tc>
          <w:tcPr>
            <w:tcW w:w="504" w:type="dxa"/>
            <w:vAlign w:val="bottom"/>
          </w:tcPr>
          <w:p w:rsidR="00FA12FA" w:rsidRPr="00011AE8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FA12FA" w:rsidRPr="00011AE8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2873710,2</w:t>
            </w:r>
          </w:p>
        </w:tc>
        <w:tc>
          <w:tcPr>
            <w:tcW w:w="1406" w:type="dxa"/>
            <w:noWrap/>
            <w:vAlign w:val="bottom"/>
          </w:tcPr>
          <w:p w:rsidR="00FA12FA" w:rsidRPr="00011AE8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2873710,2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A12FA" w:rsidRDefault="00FA12FA" w:rsidP="00E303B2">
      <w:pPr>
        <w:pStyle w:val="BodyTextIndent"/>
        <w:widowControl w:val="0"/>
        <w:spacing w:after="0" w:line="355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>дополнить строкой следующего содержания:</w:t>
      </w:r>
    </w:p>
    <w:tbl>
      <w:tblPr>
        <w:tblW w:w="10184" w:type="dxa"/>
        <w:tblInd w:w="93" w:type="dxa"/>
        <w:tblLook w:val="00A0"/>
      </w:tblPr>
      <w:tblGrid>
        <w:gridCol w:w="3518"/>
        <w:gridCol w:w="636"/>
        <w:gridCol w:w="503"/>
        <w:gridCol w:w="562"/>
        <w:gridCol w:w="1401"/>
        <w:gridCol w:w="534"/>
        <w:gridCol w:w="1508"/>
        <w:gridCol w:w="1522"/>
      </w:tblGrid>
      <w:tr w:rsidR="00FA12FA" w:rsidRPr="00011AE8" w:rsidTr="00011AE8">
        <w:tc>
          <w:tcPr>
            <w:tcW w:w="3555" w:type="dxa"/>
            <w:vAlign w:val="center"/>
          </w:tcPr>
          <w:p w:rsidR="00FA12FA" w:rsidRPr="00011AE8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11AE8">
              <w:rPr>
                <w:sz w:val="28"/>
                <w:szCs w:val="28"/>
              </w:rPr>
              <w:t>Социальное обеспечение и иные выплаты насел</w:t>
            </w:r>
            <w:r w:rsidRPr="00011AE8">
              <w:rPr>
                <w:sz w:val="28"/>
                <w:szCs w:val="28"/>
              </w:rPr>
              <w:t>е</w:t>
            </w:r>
            <w:r w:rsidRPr="00011AE8">
              <w:rPr>
                <w:sz w:val="28"/>
                <w:szCs w:val="28"/>
              </w:rPr>
              <w:t>нию</w:t>
            </w:r>
          </w:p>
        </w:tc>
        <w:tc>
          <w:tcPr>
            <w:tcW w:w="636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011AE8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261</w:t>
            </w:r>
          </w:p>
        </w:tc>
        <w:tc>
          <w:tcPr>
            <w:tcW w:w="503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011AE8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011AE8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011AE8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78 0 7303</w:t>
            </w:r>
          </w:p>
        </w:tc>
        <w:tc>
          <w:tcPr>
            <w:tcW w:w="476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011AE8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300</w:t>
            </w:r>
          </w:p>
        </w:tc>
        <w:tc>
          <w:tcPr>
            <w:tcW w:w="1508" w:type="dxa"/>
            <w:noWrap/>
            <w:tcMar>
              <w:left w:w="57" w:type="dxa"/>
              <w:right w:w="57" w:type="dxa"/>
            </w:tcMar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Pr="00011AE8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2873710,2</w:t>
            </w:r>
          </w:p>
        </w:tc>
        <w:tc>
          <w:tcPr>
            <w:tcW w:w="1522" w:type="dxa"/>
            <w:noWrap/>
            <w:tcMar>
              <w:left w:w="57" w:type="dxa"/>
              <w:right w:w="57" w:type="dxa"/>
            </w:tcMar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Pr="00011AE8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2873710,2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A12FA" w:rsidRDefault="00FA12FA" w:rsidP="00667F44">
      <w:pPr>
        <w:pStyle w:val="BodyTextIndent"/>
        <w:widowControl w:val="0"/>
        <w:spacing w:after="0" w:line="348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ab/>
        <w:t>строку</w:t>
      </w:r>
    </w:p>
    <w:tbl>
      <w:tblPr>
        <w:tblW w:w="10184" w:type="dxa"/>
        <w:tblInd w:w="93" w:type="dxa"/>
        <w:tblLook w:val="00A0"/>
      </w:tblPr>
      <w:tblGrid>
        <w:gridCol w:w="3523"/>
        <w:gridCol w:w="636"/>
        <w:gridCol w:w="503"/>
        <w:gridCol w:w="561"/>
        <w:gridCol w:w="1397"/>
        <w:gridCol w:w="534"/>
        <w:gridCol w:w="1508"/>
        <w:gridCol w:w="1522"/>
      </w:tblGrid>
      <w:tr w:rsidR="00FA12FA" w:rsidRPr="00011AE8" w:rsidTr="00FC37D3">
        <w:tc>
          <w:tcPr>
            <w:tcW w:w="3555" w:type="dxa"/>
            <w:vAlign w:val="center"/>
          </w:tcPr>
          <w:p w:rsidR="00FA12FA" w:rsidRPr="00011AE8" w:rsidRDefault="00FA12FA" w:rsidP="00667F44">
            <w:pPr>
              <w:spacing w:line="34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«Межбюджетные тран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ферты</w:t>
            </w:r>
          </w:p>
        </w:tc>
        <w:tc>
          <w:tcPr>
            <w:tcW w:w="636" w:type="dxa"/>
            <w:vAlign w:val="bottom"/>
          </w:tcPr>
          <w:p w:rsidR="00FA12FA" w:rsidRPr="00011AE8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261</w:t>
            </w:r>
          </w:p>
        </w:tc>
        <w:tc>
          <w:tcPr>
            <w:tcW w:w="503" w:type="dxa"/>
            <w:vAlign w:val="bottom"/>
          </w:tcPr>
          <w:p w:rsidR="00FA12FA" w:rsidRPr="00011AE8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09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FA12FA" w:rsidRPr="00011AE8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09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FA12FA" w:rsidRPr="00011AE8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78 0 7303</w:t>
            </w:r>
          </w:p>
        </w:tc>
        <w:tc>
          <w:tcPr>
            <w:tcW w:w="476" w:type="dxa"/>
            <w:tcMar>
              <w:left w:w="57" w:type="dxa"/>
              <w:right w:w="57" w:type="dxa"/>
            </w:tcMar>
            <w:vAlign w:val="bottom"/>
          </w:tcPr>
          <w:p w:rsidR="00FA12FA" w:rsidRPr="00011AE8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011AE8">
              <w:rPr>
                <w:sz w:val="28"/>
                <w:szCs w:val="28"/>
              </w:rPr>
              <w:t>00</w:t>
            </w:r>
          </w:p>
        </w:tc>
        <w:tc>
          <w:tcPr>
            <w:tcW w:w="1508" w:type="dxa"/>
            <w:noWrap/>
            <w:tcMar>
              <w:left w:w="57" w:type="dxa"/>
              <w:right w:w="57" w:type="dxa"/>
            </w:tcMar>
            <w:vAlign w:val="bottom"/>
          </w:tcPr>
          <w:p w:rsidR="00FA12FA" w:rsidRPr="00011AE8" w:rsidRDefault="00FA12FA" w:rsidP="00667F4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2873710,2</w:t>
            </w:r>
          </w:p>
        </w:tc>
        <w:tc>
          <w:tcPr>
            <w:tcW w:w="1522" w:type="dxa"/>
            <w:noWrap/>
            <w:tcMar>
              <w:left w:w="57" w:type="dxa"/>
              <w:right w:w="57" w:type="dxa"/>
            </w:tcMar>
            <w:vAlign w:val="bottom"/>
          </w:tcPr>
          <w:p w:rsidR="00FA12FA" w:rsidRPr="00011AE8" w:rsidRDefault="00FA12FA" w:rsidP="00667F4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2873710,2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A12FA" w:rsidRPr="007F1F17" w:rsidRDefault="00FA12FA" w:rsidP="00667F44">
      <w:pPr>
        <w:pStyle w:val="BodyTextIndent"/>
        <w:widowControl w:val="0"/>
        <w:spacing w:after="0" w:line="348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>исключить;</w:t>
      </w:r>
    </w:p>
    <w:p w:rsidR="00FA12FA" w:rsidRPr="00E16C14" w:rsidRDefault="00FA12FA" w:rsidP="00667F44">
      <w:pPr>
        <w:pStyle w:val="BodyTextIndent"/>
        <w:widowControl w:val="0"/>
        <w:spacing w:after="0" w:line="348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</w:t>
      </w:r>
      <w:r w:rsidRPr="004864C7">
        <w:rPr>
          <w:sz w:val="28"/>
          <w:lang/>
        </w:rPr>
        <w:t>Учреждения социального обслуживания инвалидов, граждан п</w:t>
      </w:r>
      <w:r w:rsidRPr="004864C7">
        <w:rPr>
          <w:sz w:val="28"/>
          <w:lang/>
        </w:rPr>
        <w:t>о</w:t>
      </w:r>
      <w:r w:rsidRPr="004864C7">
        <w:rPr>
          <w:sz w:val="28"/>
          <w:lang/>
        </w:rPr>
        <w:t>жилого возраста и иных категорий граждан</w:t>
      </w:r>
      <w:r>
        <w:rPr>
          <w:sz w:val="28"/>
          <w:lang/>
        </w:rPr>
        <w:t>» (Мин 261 Рз 10 ПР 02 ЦС 80 1 1209) цифры «516278,9» заменить цифрами «506278,9», цифры «514363,8» заменить цифрами «504363,8»;</w:t>
      </w:r>
    </w:p>
    <w:p w:rsidR="00FA12FA" w:rsidRDefault="00FA12FA" w:rsidP="00667F44">
      <w:pPr>
        <w:pStyle w:val="BodyTextIndent"/>
        <w:widowControl w:val="0"/>
        <w:spacing w:after="0" w:line="348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в строке «</w:t>
      </w:r>
      <w:r w:rsidRPr="00CC4C32">
        <w:rPr>
          <w:sz w:val="28"/>
          <w:lang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lang/>
        </w:rPr>
        <w:t>» (Мин 261 Рз 10 ПР 02 ЦС 80 1 1209</w:t>
      </w:r>
      <w:r>
        <w:rPr>
          <w:sz w:val="28"/>
          <w:lang/>
        </w:rPr>
        <w:br/>
        <w:t>ВР 600) цифры «466605,5» заменить цифрами «456605,5», цифры «465316,3» з</w:t>
      </w:r>
      <w:r>
        <w:rPr>
          <w:sz w:val="28"/>
          <w:lang/>
        </w:rPr>
        <w:t>а</w:t>
      </w:r>
      <w:r>
        <w:rPr>
          <w:sz w:val="28"/>
          <w:lang/>
        </w:rPr>
        <w:t>менить цифрами «455316,3»;</w:t>
      </w:r>
    </w:p>
    <w:p w:rsidR="00FA12FA" w:rsidRDefault="00FA12FA" w:rsidP="00667F44">
      <w:pPr>
        <w:pStyle w:val="BodyTextIndent"/>
        <w:widowControl w:val="0"/>
        <w:spacing w:after="0" w:line="348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после строки</w:t>
      </w:r>
    </w:p>
    <w:tbl>
      <w:tblPr>
        <w:tblW w:w="10184" w:type="dxa"/>
        <w:tblInd w:w="93" w:type="dxa"/>
        <w:tblLook w:val="00A0"/>
      </w:tblPr>
      <w:tblGrid>
        <w:gridCol w:w="3518"/>
        <w:gridCol w:w="636"/>
        <w:gridCol w:w="503"/>
        <w:gridCol w:w="562"/>
        <w:gridCol w:w="1401"/>
        <w:gridCol w:w="534"/>
        <w:gridCol w:w="1508"/>
        <w:gridCol w:w="1522"/>
      </w:tblGrid>
      <w:tr w:rsidR="00FA12FA" w:rsidRPr="00011AE8" w:rsidTr="00FC37D3">
        <w:tc>
          <w:tcPr>
            <w:tcW w:w="3555" w:type="dxa"/>
            <w:vAlign w:val="center"/>
          </w:tcPr>
          <w:p w:rsidR="00FA12FA" w:rsidRPr="00011AE8" w:rsidRDefault="00FA12FA" w:rsidP="00667F44">
            <w:pPr>
              <w:spacing w:line="34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«Иные бюджетные асси</w:t>
            </w:r>
            <w:r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нования</w:t>
            </w:r>
          </w:p>
        </w:tc>
        <w:tc>
          <w:tcPr>
            <w:tcW w:w="636" w:type="dxa"/>
            <w:vAlign w:val="bottom"/>
          </w:tcPr>
          <w:p w:rsidR="00FA12FA" w:rsidRPr="00011AE8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011AE8">
              <w:rPr>
                <w:sz w:val="28"/>
                <w:szCs w:val="28"/>
              </w:rPr>
              <w:t>261</w:t>
            </w:r>
          </w:p>
        </w:tc>
        <w:tc>
          <w:tcPr>
            <w:tcW w:w="503" w:type="dxa"/>
            <w:vAlign w:val="bottom"/>
          </w:tcPr>
          <w:p w:rsidR="00FA12FA" w:rsidRPr="00011AE8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6" w:type="dxa"/>
            <w:tcMar>
              <w:left w:w="57" w:type="dxa"/>
              <w:right w:w="57" w:type="dxa"/>
            </w:tcMar>
            <w:vAlign w:val="bottom"/>
          </w:tcPr>
          <w:p w:rsidR="00FA12FA" w:rsidRPr="00011AE8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18" w:type="dxa"/>
            <w:tcMar>
              <w:left w:w="28" w:type="dxa"/>
              <w:right w:w="28" w:type="dxa"/>
            </w:tcMar>
            <w:vAlign w:val="bottom"/>
          </w:tcPr>
          <w:p w:rsidR="00FA12FA" w:rsidRPr="00011AE8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80 1 1209</w:t>
            </w:r>
          </w:p>
        </w:tc>
        <w:tc>
          <w:tcPr>
            <w:tcW w:w="476" w:type="dxa"/>
            <w:tcMar>
              <w:left w:w="57" w:type="dxa"/>
              <w:right w:w="57" w:type="dxa"/>
            </w:tcMar>
            <w:vAlign w:val="bottom"/>
          </w:tcPr>
          <w:p w:rsidR="00FA12FA" w:rsidRPr="00011AE8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011AE8">
              <w:rPr>
                <w:sz w:val="28"/>
                <w:szCs w:val="28"/>
              </w:rPr>
              <w:t>00</w:t>
            </w:r>
          </w:p>
        </w:tc>
        <w:tc>
          <w:tcPr>
            <w:tcW w:w="1508" w:type="dxa"/>
            <w:noWrap/>
            <w:tcMar>
              <w:left w:w="57" w:type="dxa"/>
              <w:right w:w="57" w:type="dxa"/>
            </w:tcMar>
            <w:vAlign w:val="bottom"/>
          </w:tcPr>
          <w:p w:rsidR="00FA12FA" w:rsidRPr="00011AE8" w:rsidRDefault="00FA12FA" w:rsidP="00667F44">
            <w:pPr>
              <w:spacing w:line="348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388,9</w:t>
            </w:r>
          </w:p>
        </w:tc>
        <w:tc>
          <w:tcPr>
            <w:tcW w:w="1522" w:type="dxa"/>
            <w:noWrap/>
            <w:tcMar>
              <w:left w:w="57" w:type="dxa"/>
              <w:right w:w="57" w:type="dxa"/>
            </w:tcMar>
            <w:vAlign w:val="bottom"/>
          </w:tcPr>
          <w:p w:rsidR="00FA12FA" w:rsidRPr="00011AE8" w:rsidRDefault="00FA12FA" w:rsidP="00667F44">
            <w:pPr>
              <w:spacing w:line="348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388,9»</w:t>
            </w:r>
          </w:p>
        </w:tc>
      </w:tr>
    </w:tbl>
    <w:p w:rsidR="00FA12FA" w:rsidRDefault="00FA12FA" w:rsidP="00667F44">
      <w:pPr>
        <w:pStyle w:val="BodyTextIndent"/>
        <w:widowControl w:val="0"/>
        <w:spacing w:after="0" w:line="348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>дополнить строками следующего содержания:</w:t>
      </w:r>
    </w:p>
    <w:tbl>
      <w:tblPr>
        <w:tblW w:w="10221" w:type="dxa"/>
        <w:tblInd w:w="93" w:type="dxa"/>
        <w:tblLayout w:type="fixed"/>
        <w:tblLook w:val="00A0"/>
      </w:tblPr>
      <w:tblGrid>
        <w:gridCol w:w="3559"/>
        <w:gridCol w:w="636"/>
        <w:gridCol w:w="498"/>
        <w:gridCol w:w="636"/>
        <w:gridCol w:w="1349"/>
        <w:gridCol w:w="567"/>
        <w:gridCol w:w="1490"/>
        <w:gridCol w:w="1486"/>
      </w:tblGrid>
      <w:tr w:rsidR="00FA12FA" w:rsidRPr="00CC4C32" w:rsidTr="00CC4C32">
        <w:tc>
          <w:tcPr>
            <w:tcW w:w="3559" w:type="dxa"/>
            <w:vAlign w:val="center"/>
          </w:tcPr>
          <w:p w:rsidR="00FA12FA" w:rsidRPr="00CC4C32" w:rsidRDefault="00FA12FA" w:rsidP="00667F44">
            <w:pPr>
              <w:spacing w:line="34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C4C32">
              <w:rPr>
                <w:sz w:val="28"/>
                <w:szCs w:val="28"/>
              </w:rPr>
              <w:t>Субсидии юридическим лицам, не являющимся г</w:t>
            </w:r>
            <w:r w:rsidRPr="00CC4C32">
              <w:rPr>
                <w:sz w:val="28"/>
                <w:szCs w:val="28"/>
              </w:rPr>
              <w:t>о</w:t>
            </w:r>
            <w:r w:rsidRPr="00CC4C32">
              <w:rPr>
                <w:sz w:val="28"/>
                <w:szCs w:val="28"/>
              </w:rPr>
              <w:t>сударственными (муниц</w:t>
            </w:r>
            <w:r w:rsidRPr="00CC4C32">
              <w:rPr>
                <w:sz w:val="28"/>
                <w:szCs w:val="28"/>
              </w:rPr>
              <w:t>и</w:t>
            </w:r>
            <w:r w:rsidRPr="00CC4C32">
              <w:rPr>
                <w:sz w:val="28"/>
                <w:szCs w:val="28"/>
              </w:rPr>
              <w:t>пальными) учреждениями, индивидуальным предпр</w:t>
            </w:r>
            <w:r w:rsidRPr="00CC4C32">
              <w:rPr>
                <w:sz w:val="28"/>
                <w:szCs w:val="28"/>
              </w:rPr>
              <w:t>и</w:t>
            </w:r>
            <w:r w:rsidRPr="00CC4C32">
              <w:rPr>
                <w:sz w:val="28"/>
                <w:szCs w:val="28"/>
              </w:rPr>
              <w:t>нимателям, оказывающим услуги в области социал</w:t>
            </w:r>
            <w:r w:rsidRPr="00CC4C32">
              <w:rPr>
                <w:sz w:val="28"/>
                <w:szCs w:val="28"/>
              </w:rPr>
              <w:t>ь</w:t>
            </w:r>
            <w:r w:rsidRPr="00CC4C32">
              <w:rPr>
                <w:sz w:val="28"/>
                <w:szCs w:val="28"/>
              </w:rPr>
              <w:t>ного обслуживания</w:t>
            </w:r>
            <w:r>
              <w:rPr>
                <w:sz w:val="28"/>
                <w:szCs w:val="28"/>
              </w:rPr>
              <w:t xml:space="preserve"> насел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636" w:type="dxa"/>
            <w:vAlign w:val="bottom"/>
          </w:tcPr>
          <w:p w:rsidR="00FA12FA" w:rsidRPr="00CC4C32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FA12FA" w:rsidRPr="00CC4C32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10</w:t>
            </w:r>
          </w:p>
        </w:tc>
        <w:tc>
          <w:tcPr>
            <w:tcW w:w="636" w:type="dxa"/>
            <w:vAlign w:val="bottom"/>
          </w:tcPr>
          <w:p w:rsidR="00FA12FA" w:rsidRPr="00CC4C32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02</w:t>
            </w:r>
          </w:p>
        </w:tc>
        <w:tc>
          <w:tcPr>
            <w:tcW w:w="1349" w:type="dxa"/>
            <w:vAlign w:val="bottom"/>
          </w:tcPr>
          <w:p w:rsidR="00FA12FA" w:rsidRPr="00CC4C32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80 1 1236</w:t>
            </w:r>
          </w:p>
        </w:tc>
        <w:tc>
          <w:tcPr>
            <w:tcW w:w="567" w:type="dxa"/>
            <w:vAlign w:val="bottom"/>
          </w:tcPr>
          <w:p w:rsidR="00FA12FA" w:rsidRPr="00CC4C32" w:rsidRDefault="00FA12FA" w:rsidP="00667F44">
            <w:pPr>
              <w:spacing w:line="34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noWrap/>
            <w:vAlign w:val="bottom"/>
          </w:tcPr>
          <w:p w:rsidR="00FA12FA" w:rsidRPr="00CC4C32" w:rsidRDefault="00FA12FA" w:rsidP="00667F44">
            <w:pPr>
              <w:spacing w:line="348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10000,0</w:t>
            </w:r>
          </w:p>
        </w:tc>
        <w:tc>
          <w:tcPr>
            <w:tcW w:w="1486" w:type="dxa"/>
            <w:noWrap/>
            <w:vAlign w:val="bottom"/>
          </w:tcPr>
          <w:p w:rsidR="00FA12FA" w:rsidRPr="00CC4C32" w:rsidRDefault="00FA12FA" w:rsidP="00667F44">
            <w:pPr>
              <w:spacing w:line="348" w:lineRule="auto"/>
              <w:jc w:val="right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10000,0</w:t>
            </w:r>
          </w:p>
        </w:tc>
      </w:tr>
      <w:tr w:rsidR="00FA12FA" w:rsidRPr="00CC4C32" w:rsidTr="00CC4C32">
        <w:tc>
          <w:tcPr>
            <w:tcW w:w="3559" w:type="dxa"/>
            <w:vAlign w:val="center"/>
          </w:tcPr>
          <w:p w:rsidR="00FA12FA" w:rsidRPr="00CC4C32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CC4C32">
              <w:rPr>
                <w:sz w:val="28"/>
                <w:szCs w:val="28"/>
              </w:rPr>
              <w:t>е</w:t>
            </w:r>
            <w:r w:rsidRPr="00CC4C32">
              <w:rPr>
                <w:sz w:val="28"/>
                <w:szCs w:val="28"/>
              </w:rPr>
              <w:t>коммерческим организац</w:t>
            </w:r>
            <w:r w:rsidRPr="00CC4C32">
              <w:rPr>
                <w:sz w:val="28"/>
                <w:szCs w:val="28"/>
              </w:rPr>
              <w:t>и</w:t>
            </w:r>
            <w:r w:rsidRPr="00CC4C32">
              <w:rPr>
                <w:sz w:val="28"/>
                <w:szCs w:val="28"/>
              </w:rPr>
              <w:t>ям</w:t>
            </w:r>
          </w:p>
        </w:tc>
        <w:tc>
          <w:tcPr>
            <w:tcW w:w="636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CC4C32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CC4C32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10</w:t>
            </w:r>
          </w:p>
        </w:tc>
        <w:tc>
          <w:tcPr>
            <w:tcW w:w="636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CC4C32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02</w:t>
            </w:r>
          </w:p>
        </w:tc>
        <w:tc>
          <w:tcPr>
            <w:tcW w:w="1349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CC4C32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80 1 1236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CC4C32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600</w:t>
            </w:r>
          </w:p>
        </w:tc>
        <w:tc>
          <w:tcPr>
            <w:tcW w:w="1490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Pr="00CC4C32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8000,0</w:t>
            </w:r>
          </w:p>
        </w:tc>
        <w:tc>
          <w:tcPr>
            <w:tcW w:w="1486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Pr="00CC4C32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8000,0</w:t>
            </w:r>
          </w:p>
        </w:tc>
      </w:tr>
      <w:tr w:rsidR="00FA12FA" w:rsidRPr="00CC4C32" w:rsidTr="00CC4C32">
        <w:tc>
          <w:tcPr>
            <w:tcW w:w="3559" w:type="dxa"/>
            <w:vAlign w:val="center"/>
          </w:tcPr>
          <w:p w:rsidR="00FA12FA" w:rsidRPr="00CC4C32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Иные бюджетные ассигн</w:t>
            </w:r>
            <w:r w:rsidRPr="00CC4C32">
              <w:rPr>
                <w:sz w:val="28"/>
                <w:szCs w:val="28"/>
              </w:rPr>
              <w:t>о</w:t>
            </w:r>
            <w:r w:rsidRPr="00CC4C32">
              <w:rPr>
                <w:sz w:val="28"/>
                <w:szCs w:val="28"/>
              </w:rPr>
              <w:t>вания</w:t>
            </w:r>
          </w:p>
        </w:tc>
        <w:tc>
          <w:tcPr>
            <w:tcW w:w="636" w:type="dxa"/>
            <w:vAlign w:val="bottom"/>
          </w:tcPr>
          <w:p w:rsidR="00FA12FA" w:rsidRPr="00CC4C32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261</w:t>
            </w:r>
          </w:p>
        </w:tc>
        <w:tc>
          <w:tcPr>
            <w:tcW w:w="498" w:type="dxa"/>
            <w:vAlign w:val="bottom"/>
          </w:tcPr>
          <w:p w:rsidR="00FA12FA" w:rsidRPr="00CC4C32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10</w:t>
            </w:r>
          </w:p>
        </w:tc>
        <w:tc>
          <w:tcPr>
            <w:tcW w:w="636" w:type="dxa"/>
            <w:vAlign w:val="bottom"/>
          </w:tcPr>
          <w:p w:rsidR="00FA12FA" w:rsidRPr="00CC4C32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02</w:t>
            </w:r>
          </w:p>
        </w:tc>
        <w:tc>
          <w:tcPr>
            <w:tcW w:w="1349" w:type="dxa"/>
            <w:vAlign w:val="bottom"/>
          </w:tcPr>
          <w:p w:rsidR="00FA12FA" w:rsidRPr="00CC4C32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80 1 1236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FA12FA" w:rsidRPr="00CC4C32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800</w:t>
            </w:r>
          </w:p>
        </w:tc>
        <w:tc>
          <w:tcPr>
            <w:tcW w:w="1490" w:type="dxa"/>
            <w:noWrap/>
            <w:vAlign w:val="bottom"/>
          </w:tcPr>
          <w:p w:rsidR="00FA12FA" w:rsidRPr="00CC4C32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2000,0</w:t>
            </w:r>
          </w:p>
        </w:tc>
        <w:tc>
          <w:tcPr>
            <w:tcW w:w="1486" w:type="dxa"/>
            <w:noWrap/>
            <w:vAlign w:val="bottom"/>
          </w:tcPr>
          <w:p w:rsidR="00FA12FA" w:rsidRPr="00CC4C32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CC4C32">
              <w:rPr>
                <w:sz w:val="28"/>
                <w:szCs w:val="28"/>
              </w:rPr>
              <w:t>2000,0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 w:rsidRPr="005A4DC5">
        <w:rPr>
          <w:sz w:val="28"/>
          <w:lang/>
        </w:rPr>
        <w:t>в</w:t>
      </w:r>
      <w:r w:rsidRPr="005A4DC5">
        <w:rPr>
          <w:sz w:val="28"/>
        </w:rPr>
        <w:t>) в главе «Министерство образования и науки Ульяновской области»</w:t>
      </w:r>
      <w:r w:rsidRPr="00F90489">
        <w:rPr>
          <w:sz w:val="28"/>
        </w:rPr>
        <w:br/>
        <w:t>(Мин 273):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 w:firstLine="709"/>
        <w:jc w:val="both"/>
        <w:rPr>
          <w:sz w:val="28"/>
          <w:lang/>
        </w:rPr>
      </w:pPr>
      <w:r>
        <w:rPr>
          <w:sz w:val="28"/>
          <w:lang/>
        </w:rPr>
        <w:t>строки</w:t>
      </w:r>
    </w:p>
    <w:tbl>
      <w:tblPr>
        <w:tblW w:w="10079" w:type="dxa"/>
        <w:tblInd w:w="93" w:type="dxa"/>
        <w:tblLook w:val="00A0"/>
      </w:tblPr>
      <w:tblGrid>
        <w:gridCol w:w="3508"/>
        <w:gridCol w:w="636"/>
        <w:gridCol w:w="497"/>
        <w:gridCol w:w="575"/>
        <w:gridCol w:w="1358"/>
        <w:gridCol w:w="544"/>
        <w:gridCol w:w="1544"/>
        <w:gridCol w:w="1417"/>
      </w:tblGrid>
      <w:tr w:rsidR="00FA12FA" w:rsidRPr="00304FAF" w:rsidTr="00304FAF">
        <w:tc>
          <w:tcPr>
            <w:tcW w:w="3508" w:type="dxa"/>
            <w:vAlign w:val="center"/>
          </w:tcPr>
          <w:p w:rsidR="00FA12FA" w:rsidRPr="00304FAF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04FAF">
              <w:rPr>
                <w:sz w:val="28"/>
                <w:szCs w:val="28"/>
              </w:rPr>
              <w:t>Организация и обеспеч</w:t>
            </w:r>
            <w:r w:rsidRPr="00304FAF">
              <w:rPr>
                <w:sz w:val="28"/>
                <w:szCs w:val="28"/>
              </w:rPr>
              <w:t>е</w:t>
            </w:r>
            <w:r w:rsidRPr="00304FAF">
              <w:rPr>
                <w:sz w:val="28"/>
                <w:szCs w:val="28"/>
              </w:rPr>
              <w:t>ние отдыха детей, об</w:t>
            </w:r>
            <w:r w:rsidRPr="00304FAF">
              <w:rPr>
                <w:sz w:val="28"/>
                <w:szCs w:val="28"/>
              </w:rPr>
              <w:t>у</w:t>
            </w:r>
            <w:r w:rsidRPr="00304FAF">
              <w:rPr>
                <w:sz w:val="28"/>
                <w:szCs w:val="28"/>
              </w:rPr>
              <w:t>чающихся в общеобраз</w:t>
            </w:r>
            <w:r w:rsidRPr="00304FAF">
              <w:rPr>
                <w:sz w:val="28"/>
                <w:szCs w:val="28"/>
              </w:rPr>
              <w:t>о</w:t>
            </w:r>
            <w:r w:rsidRPr="00304FAF">
              <w:rPr>
                <w:sz w:val="28"/>
                <w:szCs w:val="28"/>
              </w:rPr>
              <w:t>вательных организациях, за исключением детей-сирот и детей, оставшихся без попечения родителей, находящихся в общеобр</w:t>
            </w:r>
            <w:r w:rsidRPr="00304FAF">
              <w:rPr>
                <w:sz w:val="28"/>
                <w:szCs w:val="28"/>
              </w:rPr>
              <w:t>а</w:t>
            </w:r>
            <w:r w:rsidRPr="00304FAF">
              <w:rPr>
                <w:sz w:val="28"/>
                <w:szCs w:val="28"/>
              </w:rPr>
              <w:t>зовательных организациях для детей-сирот и детей, оставшихся без попечения родителей, и детей, нах</w:t>
            </w:r>
            <w:r w:rsidRPr="00304FAF">
              <w:rPr>
                <w:sz w:val="28"/>
                <w:szCs w:val="28"/>
              </w:rPr>
              <w:t>о</w:t>
            </w:r>
            <w:r w:rsidRPr="00304FAF">
              <w:rPr>
                <w:sz w:val="28"/>
                <w:szCs w:val="28"/>
              </w:rPr>
              <w:t>дящихся в трудной жи</w:t>
            </w:r>
            <w:r w:rsidRPr="00304FAF">
              <w:rPr>
                <w:sz w:val="28"/>
                <w:szCs w:val="28"/>
              </w:rPr>
              <w:t>з</w:t>
            </w:r>
            <w:r w:rsidRPr="00304FAF">
              <w:rPr>
                <w:sz w:val="28"/>
                <w:szCs w:val="28"/>
              </w:rPr>
              <w:t>ненной ситуации, в заг</w:t>
            </w:r>
            <w:r w:rsidRPr="00304FAF">
              <w:rPr>
                <w:sz w:val="28"/>
                <w:szCs w:val="28"/>
              </w:rPr>
              <w:t>о</w:t>
            </w:r>
            <w:r w:rsidRPr="00304FAF">
              <w:rPr>
                <w:sz w:val="28"/>
                <w:szCs w:val="28"/>
              </w:rPr>
              <w:t>родных детских оздоров</w:t>
            </w:r>
            <w:r w:rsidRPr="00304FAF">
              <w:rPr>
                <w:sz w:val="28"/>
                <w:szCs w:val="28"/>
              </w:rPr>
              <w:t>и</w:t>
            </w:r>
            <w:r w:rsidRPr="00304FAF">
              <w:rPr>
                <w:sz w:val="28"/>
                <w:szCs w:val="28"/>
              </w:rPr>
              <w:t>тельных лагерях (центрах)</w:t>
            </w:r>
          </w:p>
        </w:tc>
        <w:tc>
          <w:tcPr>
            <w:tcW w:w="636" w:type="dxa"/>
            <w:vAlign w:val="bottom"/>
          </w:tcPr>
          <w:p w:rsidR="00FA12FA" w:rsidRPr="00304FAF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273</w:t>
            </w:r>
          </w:p>
        </w:tc>
        <w:tc>
          <w:tcPr>
            <w:tcW w:w="497" w:type="dxa"/>
            <w:vAlign w:val="bottom"/>
          </w:tcPr>
          <w:p w:rsidR="00FA12FA" w:rsidRPr="00304FAF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07</w:t>
            </w:r>
          </w:p>
        </w:tc>
        <w:tc>
          <w:tcPr>
            <w:tcW w:w="575" w:type="dxa"/>
            <w:vAlign w:val="bottom"/>
          </w:tcPr>
          <w:p w:rsidR="00FA12FA" w:rsidRPr="00304FAF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07</w:t>
            </w:r>
          </w:p>
        </w:tc>
        <w:tc>
          <w:tcPr>
            <w:tcW w:w="1358" w:type="dxa"/>
            <w:vAlign w:val="bottom"/>
          </w:tcPr>
          <w:p w:rsidR="00FA12FA" w:rsidRPr="00304FAF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79 6 1809</w:t>
            </w:r>
          </w:p>
        </w:tc>
        <w:tc>
          <w:tcPr>
            <w:tcW w:w="544" w:type="dxa"/>
            <w:vAlign w:val="bottom"/>
          </w:tcPr>
          <w:p w:rsidR="00FA12FA" w:rsidRPr="00304FAF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44" w:type="dxa"/>
            <w:noWrap/>
            <w:vAlign w:val="bottom"/>
          </w:tcPr>
          <w:p w:rsidR="00FA12FA" w:rsidRPr="00304FAF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69443,2</w:t>
            </w:r>
          </w:p>
        </w:tc>
        <w:tc>
          <w:tcPr>
            <w:tcW w:w="1417" w:type="dxa"/>
            <w:noWrap/>
            <w:vAlign w:val="bottom"/>
          </w:tcPr>
          <w:p w:rsidR="00FA12FA" w:rsidRPr="00304FAF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60745,4</w:t>
            </w:r>
          </w:p>
        </w:tc>
      </w:tr>
      <w:tr w:rsidR="00FA12FA" w:rsidRPr="00304FAF" w:rsidTr="00304FAF">
        <w:tc>
          <w:tcPr>
            <w:tcW w:w="3508" w:type="dxa"/>
            <w:vAlign w:val="center"/>
          </w:tcPr>
          <w:p w:rsidR="00FA12FA" w:rsidRPr="00304FAF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304FAF">
              <w:rPr>
                <w:sz w:val="28"/>
                <w:szCs w:val="28"/>
              </w:rPr>
              <w:t>е</w:t>
            </w:r>
            <w:r w:rsidRPr="00304FAF">
              <w:rPr>
                <w:sz w:val="28"/>
                <w:szCs w:val="28"/>
              </w:rPr>
              <w:t>коммерческим организ</w:t>
            </w:r>
            <w:r w:rsidRPr="00304FAF">
              <w:rPr>
                <w:sz w:val="28"/>
                <w:szCs w:val="28"/>
              </w:rPr>
              <w:t>а</w:t>
            </w:r>
            <w:r w:rsidRPr="00304FAF">
              <w:rPr>
                <w:sz w:val="28"/>
                <w:szCs w:val="28"/>
              </w:rPr>
              <w:t>циям</w:t>
            </w:r>
          </w:p>
        </w:tc>
        <w:tc>
          <w:tcPr>
            <w:tcW w:w="636" w:type="dxa"/>
            <w:vAlign w:val="bottom"/>
          </w:tcPr>
          <w:p w:rsidR="00FA12FA" w:rsidRPr="00304FAF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273</w:t>
            </w:r>
          </w:p>
        </w:tc>
        <w:tc>
          <w:tcPr>
            <w:tcW w:w="497" w:type="dxa"/>
            <w:vAlign w:val="bottom"/>
          </w:tcPr>
          <w:p w:rsidR="00FA12FA" w:rsidRPr="00304FAF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07</w:t>
            </w:r>
          </w:p>
        </w:tc>
        <w:tc>
          <w:tcPr>
            <w:tcW w:w="575" w:type="dxa"/>
            <w:vAlign w:val="bottom"/>
          </w:tcPr>
          <w:p w:rsidR="00FA12FA" w:rsidRPr="00304FAF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07</w:t>
            </w:r>
          </w:p>
        </w:tc>
        <w:tc>
          <w:tcPr>
            <w:tcW w:w="1358" w:type="dxa"/>
            <w:vAlign w:val="bottom"/>
          </w:tcPr>
          <w:p w:rsidR="00FA12FA" w:rsidRPr="00304FAF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79 6 1809</w:t>
            </w:r>
          </w:p>
        </w:tc>
        <w:tc>
          <w:tcPr>
            <w:tcW w:w="544" w:type="dxa"/>
            <w:tcMar>
              <w:left w:w="57" w:type="dxa"/>
              <w:right w:w="57" w:type="dxa"/>
            </w:tcMar>
            <w:vAlign w:val="bottom"/>
          </w:tcPr>
          <w:p w:rsidR="00FA12FA" w:rsidRPr="00304FAF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600</w:t>
            </w:r>
          </w:p>
        </w:tc>
        <w:tc>
          <w:tcPr>
            <w:tcW w:w="1544" w:type="dxa"/>
            <w:noWrap/>
            <w:vAlign w:val="bottom"/>
          </w:tcPr>
          <w:p w:rsidR="00FA12FA" w:rsidRPr="00304FAF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69443,2</w:t>
            </w:r>
          </w:p>
        </w:tc>
        <w:tc>
          <w:tcPr>
            <w:tcW w:w="1417" w:type="dxa"/>
            <w:noWrap/>
            <w:vAlign w:val="bottom"/>
          </w:tcPr>
          <w:p w:rsidR="00FA12FA" w:rsidRPr="00304FAF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304FAF">
              <w:rPr>
                <w:sz w:val="28"/>
                <w:szCs w:val="28"/>
              </w:rPr>
              <w:t>60745,4»</w:t>
            </w:r>
          </w:p>
        </w:tc>
      </w:tr>
    </w:tbl>
    <w:p w:rsidR="00FA12FA" w:rsidRDefault="00FA12FA" w:rsidP="00E303B2">
      <w:pPr>
        <w:pStyle w:val="BodyTextIndent"/>
        <w:widowControl w:val="0"/>
        <w:spacing w:after="0" w:line="355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>исключить;</w:t>
      </w:r>
    </w:p>
    <w:p w:rsidR="00FA12FA" w:rsidRDefault="00FA12FA" w:rsidP="00E303B2">
      <w:pPr>
        <w:pStyle w:val="BodyTextIndent"/>
        <w:widowControl w:val="0"/>
        <w:spacing w:after="0" w:line="355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ab/>
        <w:t>после строки</w:t>
      </w:r>
    </w:p>
    <w:tbl>
      <w:tblPr>
        <w:tblW w:w="10080" w:type="dxa"/>
        <w:tblInd w:w="93" w:type="dxa"/>
        <w:tblLook w:val="00A0"/>
      </w:tblPr>
      <w:tblGrid>
        <w:gridCol w:w="3559"/>
        <w:gridCol w:w="636"/>
        <w:gridCol w:w="498"/>
        <w:gridCol w:w="567"/>
        <w:gridCol w:w="1276"/>
        <w:gridCol w:w="636"/>
        <w:gridCol w:w="1490"/>
        <w:gridCol w:w="1418"/>
      </w:tblGrid>
      <w:tr w:rsidR="00FA12FA" w:rsidRPr="00DB1913" w:rsidTr="00DB1913">
        <w:tc>
          <w:tcPr>
            <w:tcW w:w="3559" w:type="dxa"/>
            <w:vAlign w:val="center"/>
          </w:tcPr>
          <w:p w:rsidR="00FA12FA" w:rsidRPr="00DB1913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B1913"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B1913">
              <w:rPr>
                <w:sz w:val="28"/>
                <w:szCs w:val="28"/>
              </w:rPr>
              <w:t>е</w:t>
            </w:r>
            <w:r w:rsidRPr="00DB1913">
              <w:rPr>
                <w:sz w:val="28"/>
                <w:szCs w:val="28"/>
              </w:rPr>
              <w:t>коммерческим организац</w:t>
            </w:r>
            <w:r w:rsidRPr="00DB1913">
              <w:rPr>
                <w:sz w:val="28"/>
                <w:szCs w:val="28"/>
              </w:rPr>
              <w:t>и</w:t>
            </w:r>
            <w:r w:rsidRPr="00DB1913">
              <w:rPr>
                <w:sz w:val="28"/>
                <w:szCs w:val="28"/>
              </w:rPr>
              <w:t>ям</w:t>
            </w:r>
          </w:p>
        </w:tc>
        <w:tc>
          <w:tcPr>
            <w:tcW w:w="636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79 6 1810</w:t>
            </w:r>
          </w:p>
        </w:tc>
        <w:tc>
          <w:tcPr>
            <w:tcW w:w="636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600</w:t>
            </w:r>
          </w:p>
        </w:tc>
        <w:tc>
          <w:tcPr>
            <w:tcW w:w="1490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Pr="00DB1913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3953,3</w:t>
            </w:r>
          </w:p>
        </w:tc>
        <w:tc>
          <w:tcPr>
            <w:tcW w:w="1418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Pr="00DB1913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3604,8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A12FA" w:rsidRDefault="00FA12FA" w:rsidP="00E303B2">
      <w:pPr>
        <w:pStyle w:val="BodyTextIndent"/>
        <w:widowControl w:val="0"/>
        <w:spacing w:after="0" w:line="355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>дополнить строками следующего содержания:</w:t>
      </w:r>
    </w:p>
    <w:tbl>
      <w:tblPr>
        <w:tblW w:w="10080" w:type="dxa"/>
        <w:tblInd w:w="93" w:type="dxa"/>
        <w:tblLook w:val="00A0"/>
      </w:tblPr>
      <w:tblGrid>
        <w:gridCol w:w="3559"/>
        <w:gridCol w:w="636"/>
        <w:gridCol w:w="498"/>
        <w:gridCol w:w="567"/>
        <w:gridCol w:w="1276"/>
        <w:gridCol w:w="567"/>
        <w:gridCol w:w="1559"/>
        <w:gridCol w:w="1418"/>
      </w:tblGrid>
      <w:tr w:rsidR="00FA12FA" w:rsidRPr="00DB1913" w:rsidTr="00DB1913">
        <w:tc>
          <w:tcPr>
            <w:tcW w:w="3559" w:type="dxa"/>
            <w:vAlign w:val="center"/>
          </w:tcPr>
          <w:p w:rsidR="00FA12FA" w:rsidRPr="00DB1913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B1913">
              <w:rPr>
                <w:sz w:val="28"/>
                <w:szCs w:val="28"/>
              </w:rPr>
              <w:t>Организация и обеспеч</w:t>
            </w:r>
            <w:r w:rsidRPr="00DB1913">
              <w:rPr>
                <w:sz w:val="28"/>
                <w:szCs w:val="28"/>
              </w:rPr>
              <w:t>е</w:t>
            </w:r>
            <w:r w:rsidRPr="00DB1913">
              <w:rPr>
                <w:sz w:val="28"/>
                <w:szCs w:val="28"/>
              </w:rPr>
              <w:t>ние отдыха детей, обуча</w:t>
            </w:r>
            <w:r w:rsidRPr="00DB1913">
              <w:rPr>
                <w:sz w:val="28"/>
                <w:szCs w:val="28"/>
              </w:rPr>
              <w:t>ю</w:t>
            </w:r>
            <w:r w:rsidRPr="00DB1913">
              <w:rPr>
                <w:sz w:val="28"/>
                <w:szCs w:val="28"/>
              </w:rPr>
              <w:t>щихся в общеобразов</w:t>
            </w:r>
            <w:r w:rsidRPr="00DB1913">
              <w:rPr>
                <w:sz w:val="28"/>
                <w:szCs w:val="28"/>
              </w:rPr>
              <w:t>а</w:t>
            </w:r>
            <w:r w:rsidRPr="00DB1913">
              <w:rPr>
                <w:sz w:val="28"/>
                <w:szCs w:val="28"/>
              </w:rPr>
              <w:t>тельных организациях, за исключением детей-сирот и детей, оставшихся без попечения родителей, н</w:t>
            </w:r>
            <w:r w:rsidRPr="00DB1913">
              <w:rPr>
                <w:sz w:val="28"/>
                <w:szCs w:val="28"/>
              </w:rPr>
              <w:t>а</w:t>
            </w:r>
            <w:r w:rsidRPr="00DB1913">
              <w:rPr>
                <w:sz w:val="28"/>
                <w:szCs w:val="28"/>
              </w:rPr>
              <w:t>ходящихся в общеобраз</w:t>
            </w:r>
            <w:r w:rsidRPr="00DB1913">
              <w:rPr>
                <w:sz w:val="28"/>
                <w:szCs w:val="28"/>
              </w:rPr>
              <w:t>о</w:t>
            </w:r>
            <w:r w:rsidRPr="00DB1913">
              <w:rPr>
                <w:sz w:val="28"/>
                <w:szCs w:val="28"/>
              </w:rPr>
              <w:t>вательных организациях для детей-сирот и детей, оставшихся без попечения родителей, и детей, нах</w:t>
            </w:r>
            <w:r w:rsidRPr="00DB1913">
              <w:rPr>
                <w:sz w:val="28"/>
                <w:szCs w:val="28"/>
              </w:rPr>
              <w:t>о</w:t>
            </w:r>
            <w:r w:rsidRPr="00DB1913">
              <w:rPr>
                <w:sz w:val="28"/>
                <w:szCs w:val="28"/>
              </w:rPr>
              <w:t>дящихся в трудной жи</w:t>
            </w:r>
            <w:r w:rsidRPr="00DB1913">
              <w:rPr>
                <w:sz w:val="28"/>
                <w:szCs w:val="28"/>
              </w:rPr>
              <w:t>з</w:t>
            </w:r>
            <w:r w:rsidRPr="00DB1913">
              <w:rPr>
                <w:sz w:val="28"/>
                <w:szCs w:val="28"/>
              </w:rPr>
              <w:t>ненной ситуации, в заг</w:t>
            </w:r>
            <w:r w:rsidRPr="00DB1913">
              <w:rPr>
                <w:sz w:val="28"/>
                <w:szCs w:val="28"/>
              </w:rPr>
              <w:t>о</w:t>
            </w:r>
            <w:r w:rsidRPr="00DB1913">
              <w:rPr>
                <w:sz w:val="28"/>
                <w:szCs w:val="28"/>
              </w:rPr>
              <w:t>родных лагерях отдыха и оздоровления детей</w:t>
            </w:r>
          </w:p>
        </w:tc>
        <w:tc>
          <w:tcPr>
            <w:tcW w:w="636" w:type="dxa"/>
            <w:vAlign w:val="bottom"/>
          </w:tcPr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79 6 1818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FA12FA" w:rsidRPr="00DB1913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69443,2</w:t>
            </w:r>
          </w:p>
        </w:tc>
        <w:tc>
          <w:tcPr>
            <w:tcW w:w="1418" w:type="dxa"/>
            <w:noWrap/>
            <w:vAlign w:val="bottom"/>
          </w:tcPr>
          <w:p w:rsidR="00FA12FA" w:rsidRPr="00DB1913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60745,4</w:t>
            </w:r>
          </w:p>
        </w:tc>
      </w:tr>
      <w:tr w:rsidR="00FA12FA" w:rsidRPr="00DB1913" w:rsidTr="00DB1913">
        <w:tc>
          <w:tcPr>
            <w:tcW w:w="3559" w:type="dxa"/>
            <w:vAlign w:val="center"/>
          </w:tcPr>
          <w:p w:rsidR="00FA12FA" w:rsidRPr="00DB1913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DB1913">
              <w:rPr>
                <w:sz w:val="28"/>
                <w:szCs w:val="28"/>
              </w:rPr>
              <w:t>е</w:t>
            </w:r>
            <w:r w:rsidRPr="00DB1913">
              <w:rPr>
                <w:sz w:val="28"/>
                <w:szCs w:val="28"/>
              </w:rPr>
              <w:t>коммерческим организац</w:t>
            </w:r>
            <w:r w:rsidRPr="00DB1913">
              <w:rPr>
                <w:sz w:val="28"/>
                <w:szCs w:val="28"/>
              </w:rPr>
              <w:t>и</w:t>
            </w:r>
            <w:r w:rsidRPr="00DB1913">
              <w:rPr>
                <w:sz w:val="28"/>
                <w:szCs w:val="28"/>
              </w:rPr>
              <w:t>ям</w:t>
            </w:r>
          </w:p>
        </w:tc>
        <w:tc>
          <w:tcPr>
            <w:tcW w:w="636" w:type="dxa"/>
            <w:vAlign w:val="bottom"/>
          </w:tcPr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79 6 1818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FA12FA" w:rsidRPr="00DB1913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</w:tcPr>
          <w:p w:rsidR="00FA12FA" w:rsidRPr="00DB1913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69443,2</w:t>
            </w:r>
          </w:p>
        </w:tc>
        <w:tc>
          <w:tcPr>
            <w:tcW w:w="1418" w:type="dxa"/>
            <w:noWrap/>
            <w:vAlign w:val="bottom"/>
          </w:tcPr>
          <w:p w:rsidR="00FA12FA" w:rsidRPr="00DB1913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DB1913">
              <w:rPr>
                <w:sz w:val="28"/>
                <w:szCs w:val="28"/>
              </w:rPr>
              <w:t>60745,4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A12FA" w:rsidRDefault="00FA12FA" w:rsidP="00E303B2">
      <w:pPr>
        <w:pStyle w:val="BodyTextIndent"/>
        <w:widowControl w:val="0"/>
        <w:spacing w:after="0" w:line="355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ab/>
        <w:t>строку</w:t>
      </w:r>
    </w:p>
    <w:tbl>
      <w:tblPr>
        <w:tblW w:w="10080" w:type="dxa"/>
        <w:tblInd w:w="93" w:type="dxa"/>
        <w:tblLook w:val="00A0"/>
      </w:tblPr>
      <w:tblGrid>
        <w:gridCol w:w="3559"/>
        <w:gridCol w:w="636"/>
        <w:gridCol w:w="498"/>
        <w:gridCol w:w="567"/>
        <w:gridCol w:w="1276"/>
        <w:gridCol w:w="567"/>
        <w:gridCol w:w="1559"/>
        <w:gridCol w:w="1418"/>
      </w:tblGrid>
      <w:tr w:rsidR="00FA12FA" w:rsidRPr="00AC4C06" w:rsidTr="00FC37D3">
        <w:tc>
          <w:tcPr>
            <w:tcW w:w="3559" w:type="dxa"/>
            <w:vAlign w:val="center"/>
          </w:tcPr>
          <w:p w:rsidR="00FA12FA" w:rsidRPr="00AC4C06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C4C06">
              <w:rPr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</w:t>
            </w:r>
            <w:r w:rsidRPr="00AC4C06">
              <w:rPr>
                <w:sz w:val="28"/>
                <w:szCs w:val="28"/>
              </w:rPr>
              <w:t>е</w:t>
            </w:r>
            <w:r w:rsidRPr="00AC4C06">
              <w:rPr>
                <w:sz w:val="28"/>
                <w:szCs w:val="28"/>
              </w:rPr>
              <w:t>нием отдыха детей, об</w:t>
            </w:r>
            <w:r w:rsidRPr="00AC4C06">
              <w:rPr>
                <w:sz w:val="28"/>
                <w:szCs w:val="28"/>
              </w:rPr>
              <w:t>у</w:t>
            </w:r>
            <w:r w:rsidRPr="00AC4C06">
              <w:rPr>
                <w:sz w:val="28"/>
                <w:szCs w:val="28"/>
              </w:rPr>
              <w:t>чающихся в общеобразов</w:t>
            </w:r>
            <w:r w:rsidRPr="00AC4C06">
              <w:rPr>
                <w:sz w:val="28"/>
                <w:szCs w:val="28"/>
              </w:rPr>
              <w:t>а</w:t>
            </w:r>
            <w:r w:rsidRPr="00AC4C06">
              <w:rPr>
                <w:sz w:val="28"/>
                <w:szCs w:val="28"/>
              </w:rPr>
              <w:t>тельных организациях, за исключением детей-сирот и детей, оставшихся без попечения родителей, н</w:t>
            </w:r>
            <w:r w:rsidRPr="00AC4C06">
              <w:rPr>
                <w:sz w:val="28"/>
                <w:szCs w:val="28"/>
              </w:rPr>
              <w:t>а</w:t>
            </w:r>
            <w:r w:rsidRPr="00AC4C06">
              <w:rPr>
                <w:sz w:val="28"/>
                <w:szCs w:val="28"/>
              </w:rPr>
              <w:t>ходящихся в образовател</w:t>
            </w:r>
            <w:r w:rsidRPr="00AC4C06">
              <w:rPr>
                <w:sz w:val="28"/>
                <w:szCs w:val="28"/>
              </w:rPr>
              <w:t>ь</w:t>
            </w:r>
            <w:r w:rsidRPr="00AC4C06">
              <w:rPr>
                <w:sz w:val="28"/>
                <w:szCs w:val="28"/>
              </w:rPr>
              <w:t>ных организациях для д</w:t>
            </w:r>
            <w:r w:rsidRPr="00AC4C06">
              <w:rPr>
                <w:sz w:val="28"/>
                <w:szCs w:val="28"/>
              </w:rPr>
              <w:t>е</w:t>
            </w:r>
            <w:r w:rsidRPr="00AC4C06">
              <w:rPr>
                <w:sz w:val="28"/>
                <w:szCs w:val="28"/>
              </w:rPr>
              <w:t>тей-сирот и детей, оста</w:t>
            </w:r>
            <w:r w:rsidRPr="00AC4C06">
              <w:rPr>
                <w:sz w:val="28"/>
                <w:szCs w:val="28"/>
              </w:rPr>
              <w:t>в</w:t>
            </w:r>
            <w:r w:rsidRPr="00AC4C06">
              <w:rPr>
                <w:sz w:val="28"/>
                <w:szCs w:val="28"/>
              </w:rPr>
              <w:t>шихся без попечения род</w:t>
            </w:r>
            <w:r w:rsidRPr="00AC4C06">
              <w:rPr>
                <w:sz w:val="28"/>
                <w:szCs w:val="28"/>
              </w:rPr>
              <w:t>и</w:t>
            </w:r>
            <w:r w:rsidRPr="00AC4C06">
              <w:rPr>
                <w:sz w:val="28"/>
                <w:szCs w:val="28"/>
              </w:rPr>
              <w:t>телей, и детей, находящи</w:t>
            </w:r>
            <w:r w:rsidRPr="00AC4C06">
              <w:rPr>
                <w:sz w:val="28"/>
                <w:szCs w:val="28"/>
              </w:rPr>
              <w:t>х</w:t>
            </w:r>
            <w:r w:rsidRPr="00AC4C06">
              <w:rPr>
                <w:sz w:val="28"/>
                <w:szCs w:val="28"/>
              </w:rPr>
              <w:t>ся в трудной жизненной ситуации, в детских озд</w:t>
            </w:r>
            <w:r w:rsidRPr="00AC4C06">
              <w:rPr>
                <w:sz w:val="28"/>
                <w:szCs w:val="28"/>
              </w:rPr>
              <w:t>о</w:t>
            </w:r>
            <w:r w:rsidRPr="00AC4C06">
              <w:rPr>
                <w:sz w:val="28"/>
                <w:szCs w:val="28"/>
              </w:rPr>
              <w:t>ровительных лагерях с дневным пребыванием</w:t>
            </w:r>
          </w:p>
        </w:tc>
        <w:tc>
          <w:tcPr>
            <w:tcW w:w="636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AC4C06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AC4C06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AC4C06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AC4C0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AC4C06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AC4C06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AC4C06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AC4C06">
              <w:rPr>
                <w:sz w:val="28"/>
                <w:szCs w:val="28"/>
              </w:rPr>
              <w:t>79 6 7118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FA12FA" w:rsidRPr="00AC4C06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AC4C06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AC4C06">
              <w:rPr>
                <w:sz w:val="28"/>
                <w:szCs w:val="28"/>
              </w:rPr>
              <w:t>51106,8</w:t>
            </w:r>
          </w:p>
        </w:tc>
        <w:tc>
          <w:tcPr>
            <w:tcW w:w="1418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Pr="00AC4C06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AC4C06">
              <w:rPr>
                <w:sz w:val="28"/>
                <w:szCs w:val="28"/>
              </w:rPr>
              <w:t>54158,5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A12FA" w:rsidRDefault="00FA12FA" w:rsidP="00E303B2">
      <w:pPr>
        <w:pStyle w:val="BodyTextIndent"/>
        <w:widowControl w:val="0"/>
        <w:spacing w:after="0" w:line="355" w:lineRule="auto"/>
        <w:ind w:left="0"/>
        <w:jc w:val="both"/>
        <w:rPr>
          <w:sz w:val="28"/>
          <w:lang/>
        </w:rPr>
      </w:pPr>
      <w:r>
        <w:rPr>
          <w:sz w:val="28"/>
          <w:lang/>
        </w:rPr>
        <w:t>изложить в следующей редакции:</w:t>
      </w:r>
    </w:p>
    <w:tbl>
      <w:tblPr>
        <w:tblW w:w="10080" w:type="dxa"/>
        <w:tblInd w:w="93" w:type="dxa"/>
        <w:tblLook w:val="00A0"/>
      </w:tblPr>
      <w:tblGrid>
        <w:gridCol w:w="3559"/>
        <w:gridCol w:w="636"/>
        <w:gridCol w:w="498"/>
        <w:gridCol w:w="567"/>
        <w:gridCol w:w="1276"/>
        <w:gridCol w:w="567"/>
        <w:gridCol w:w="1559"/>
        <w:gridCol w:w="1418"/>
      </w:tblGrid>
      <w:tr w:rsidR="00FA12FA" w:rsidRPr="00AC4C06" w:rsidTr="00AC4C06">
        <w:tc>
          <w:tcPr>
            <w:tcW w:w="3559" w:type="dxa"/>
            <w:vAlign w:val="center"/>
          </w:tcPr>
          <w:p w:rsidR="00FA12FA" w:rsidRPr="00AC4C06" w:rsidRDefault="00FA12FA" w:rsidP="00E303B2">
            <w:pPr>
              <w:spacing w:line="35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C4C06">
              <w:rPr>
                <w:sz w:val="28"/>
                <w:szCs w:val="28"/>
              </w:rPr>
              <w:t>Субвенции на финансовое обеспечение расходных обязательств, связанных с организацией и обеспеч</w:t>
            </w:r>
            <w:r w:rsidRPr="00AC4C06">
              <w:rPr>
                <w:sz w:val="28"/>
                <w:szCs w:val="28"/>
              </w:rPr>
              <w:t>е</w:t>
            </w:r>
            <w:r w:rsidRPr="00AC4C06">
              <w:rPr>
                <w:sz w:val="28"/>
                <w:szCs w:val="28"/>
              </w:rPr>
              <w:t>нием отдыха детей, об</w:t>
            </w:r>
            <w:r w:rsidRPr="00AC4C06">
              <w:rPr>
                <w:sz w:val="28"/>
                <w:szCs w:val="28"/>
              </w:rPr>
              <w:t>у</w:t>
            </w:r>
            <w:r w:rsidRPr="00AC4C06">
              <w:rPr>
                <w:sz w:val="28"/>
                <w:szCs w:val="28"/>
              </w:rPr>
              <w:t>чающихся в общеобразов</w:t>
            </w:r>
            <w:r w:rsidRPr="00AC4C06">
              <w:rPr>
                <w:sz w:val="28"/>
                <w:szCs w:val="28"/>
              </w:rPr>
              <w:t>а</w:t>
            </w:r>
            <w:r w:rsidRPr="00AC4C06">
              <w:rPr>
                <w:sz w:val="28"/>
                <w:szCs w:val="28"/>
              </w:rPr>
              <w:t>тельных организациях, за исключением детей-сирот и детей, оставшихся без попечения родителей, на</w:t>
            </w:r>
            <w:r>
              <w:rPr>
                <w:sz w:val="28"/>
                <w:szCs w:val="28"/>
              </w:rPr>
              <w:t>-</w:t>
            </w:r>
            <w:r w:rsidRPr="00AC4C06">
              <w:rPr>
                <w:sz w:val="28"/>
                <w:szCs w:val="28"/>
              </w:rPr>
              <w:t>ходящихся в образовател</w:t>
            </w:r>
            <w:r w:rsidRPr="00AC4C06">
              <w:rPr>
                <w:sz w:val="28"/>
                <w:szCs w:val="28"/>
              </w:rPr>
              <w:t>ь</w:t>
            </w:r>
            <w:r w:rsidRPr="00AC4C06">
              <w:rPr>
                <w:sz w:val="28"/>
                <w:szCs w:val="28"/>
              </w:rPr>
              <w:t>ных организациях для д</w:t>
            </w:r>
            <w:r w:rsidRPr="00AC4C06">
              <w:rPr>
                <w:sz w:val="28"/>
                <w:szCs w:val="28"/>
              </w:rPr>
              <w:t>е</w:t>
            </w:r>
            <w:r w:rsidRPr="00AC4C06">
              <w:rPr>
                <w:sz w:val="28"/>
                <w:szCs w:val="28"/>
              </w:rPr>
              <w:t>тей-сирот и детей, оста</w:t>
            </w:r>
            <w:r w:rsidRPr="00AC4C06">
              <w:rPr>
                <w:sz w:val="28"/>
                <w:szCs w:val="28"/>
              </w:rPr>
              <w:t>в</w:t>
            </w:r>
            <w:r w:rsidRPr="00AC4C06">
              <w:rPr>
                <w:sz w:val="28"/>
                <w:szCs w:val="28"/>
              </w:rPr>
              <w:t>шихся без попечения род</w:t>
            </w:r>
            <w:r w:rsidRPr="00AC4C06">
              <w:rPr>
                <w:sz w:val="28"/>
                <w:szCs w:val="28"/>
              </w:rPr>
              <w:t>и</w:t>
            </w:r>
            <w:r w:rsidRPr="00AC4C06">
              <w:rPr>
                <w:sz w:val="28"/>
                <w:szCs w:val="28"/>
              </w:rPr>
              <w:t>телей, и детей, находящи</w:t>
            </w:r>
            <w:r w:rsidRPr="00AC4C06">
              <w:rPr>
                <w:sz w:val="28"/>
                <w:szCs w:val="28"/>
              </w:rPr>
              <w:t>х</w:t>
            </w:r>
            <w:r w:rsidRPr="00AC4C06">
              <w:rPr>
                <w:sz w:val="28"/>
                <w:szCs w:val="28"/>
              </w:rPr>
              <w:t>ся в трудной жизненной ситуации, в лагерях, орг</w:t>
            </w:r>
            <w:r w:rsidRPr="00AC4C06">
              <w:rPr>
                <w:sz w:val="28"/>
                <w:szCs w:val="28"/>
              </w:rPr>
              <w:t>а</w:t>
            </w:r>
            <w:r w:rsidRPr="00AC4C06">
              <w:rPr>
                <w:sz w:val="28"/>
                <w:szCs w:val="28"/>
              </w:rPr>
              <w:t>низованных образовател</w:t>
            </w:r>
            <w:r w:rsidRPr="00AC4C06">
              <w:rPr>
                <w:sz w:val="28"/>
                <w:szCs w:val="28"/>
              </w:rPr>
              <w:t>ь</w:t>
            </w:r>
            <w:r w:rsidRPr="00AC4C06">
              <w:rPr>
                <w:sz w:val="28"/>
                <w:szCs w:val="28"/>
              </w:rPr>
              <w:t>ными организациями, ос</w:t>
            </w:r>
            <w:r w:rsidRPr="00AC4C06">
              <w:rPr>
                <w:sz w:val="28"/>
                <w:szCs w:val="28"/>
              </w:rPr>
              <w:t>у</w:t>
            </w:r>
            <w:r w:rsidRPr="00AC4C06">
              <w:rPr>
                <w:sz w:val="28"/>
                <w:szCs w:val="28"/>
              </w:rPr>
              <w:t>ществляющими организ</w:t>
            </w:r>
            <w:r w:rsidRPr="00AC4C06">
              <w:rPr>
                <w:sz w:val="28"/>
                <w:szCs w:val="28"/>
              </w:rPr>
              <w:t>а</w:t>
            </w:r>
            <w:r w:rsidRPr="00AC4C06">
              <w:rPr>
                <w:sz w:val="28"/>
                <w:szCs w:val="28"/>
              </w:rPr>
              <w:t>цию отдыха и оздоровл</w:t>
            </w:r>
            <w:r w:rsidRPr="00AC4C06">
              <w:rPr>
                <w:sz w:val="28"/>
                <w:szCs w:val="28"/>
              </w:rPr>
              <w:t>е</w:t>
            </w:r>
            <w:r w:rsidRPr="00AC4C06">
              <w:rPr>
                <w:sz w:val="28"/>
                <w:szCs w:val="28"/>
              </w:rPr>
              <w:t>ния обучающихся в кан</w:t>
            </w:r>
            <w:r w:rsidRPr="00AC4C06">
              <w:rPr>
                <w:sz w:val="28"/>
                <w:szCs w:val="28"/>
              </w:rPr>
              <w:t>и</w:t>
            </w:r>
            <w:r w:rsidRPr="00AC4C06">
              <w:rPr>
                <w:sz w:val="28"/>
                <w:szCs w:val="28"/>
              </w:rPr>
              <w:t>кулярное время (с дневным пребыванием)</w:t>
            </w:r>
          </w:p>
        </w:tc>
        <w:tc>
          <w:tcPr>
            <w:tcW w:w="636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AC4C06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AC4C06">
              <w:rPr>
                <w:sz w:val="28"/>
                <w:szCs w:val="28"/>
              </w:rPr>
              <w:t>273</w:t>
            </w:r>
          </w:p>
        </w:tc>
        <w:tc>
          <w:tcPr>
            <w:tcW w:w="498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AC4C06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AC4C06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AC4C06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AC4C06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AC4C06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AC4C06">
              <w:rPr>
                <w:sz w:val="28"/>
                <w:szCs w:val="28"/>
              </w:rPr>
              <w:t>79 6 7118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FA12FA" w:rsidRPr="00AC4C06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  <w:p w:rsidR="00FA12FA" w:rsidRPr="00AC4C06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AC4C06">
              <w:rPr>
                <w:sz w:val="28"/>
                <w:szCs w:val="28"/>
              </w:rPr>
              <w:t>51106,8</w:t>
            </w:r>
          </w:p>
        </w:tc>
        <w:tc>
          <w:tcPr>
            <w:tcW w:w="1418" w:type="dxa"/>
            <w:noWrap/>
            <w:vAlign w:val="bottom"/>
          </w:tcPr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</w:p>
          <w:p w:rsidR="00FA12FA" w:rsidRPr="00AC4C06" w:rsidRDefault="00FA12FA" w:rsidP="00E303B2">
            <w:pPr>
              <w:spacing w:line="355" w:lineRule="auto"/>
              <w:jc w:val="right"/>
              <w:rPr>
                <w:sz w:val="28"/>
                <w:szCs w:val="28"/>
              </w:rPr>
            </w:pPr>
            <w:r w:rsidRPr="00AC4C06">
              <w:rPr>
                <w:sz w:val="28"/>
                <w:szCs w:val="28"/>
              </w:rPr>
              <w:t>54158,5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A12FA" w:rsidRDefault="00FA12FA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 w:rsidRPr="007A7A2E">
        <w:rPr>
          <w:sz w:val="28"/>
          <w:lang/>
        </w:rPr>
        <w:t>12</w:t>
      </w:r>
      <w:r w:rsidRPr="007A7A2E">
        <w:rPr>
          <w:sz w:val="28"/>
        </w:rPr>
        <w:t>) в приложении 12:</w:t>
      </w:r>
    </w:p>
    <w:p w:rsidR="00FA12FA" w:rsidRPr="00D135DF" w:rsidRDefault="00FA12FA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</w:rPr>
      </w:pPr>
      <w:r>
        <w:rPr>
          <w:sz w:val="28"/>
        </w:rPr>
        <w:t>а) таблицу 5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FA12FA" w:rsidRPr="00ED16BF" w:rsidTr="003F521C">
        <w:trPr>
          <w:trHeight w:val="157"/>
        </w:trPr>
        <w:tc>
          <w:tcPr>
            <w:tcW w:w="9796" w:type="dxa"/>
            <w:gridSpan w:val="3"/>
            <w:vAlign w:val="center"/>
          </w:tcPr>
          <w:p w:rsidR="00FA12FA" w:rsidRPr="00ED16BF" w:rsidRDefault="00FA12FA" w:rsidP="003F521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D16BF">
              <w:rPr>
                <w:bCs/>
                <w:sz w:val="28"/>
                <w:szCs w:val="28"/>
              </w:rPr>
              <w:t>Таблица 5</w:t>
            </w:r>
          </w:p>
          <w:p w:rsidR="00FA12FA" w:rsidRPr="00ED16BF" w:rsidRDefault="00FA12FA" w:rsidP="003F521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A12FA" w:rsidRPr="009A78F9" w:rsidTr="003F521C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9A78F9" w:rsidRDefault="00FA12FA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 w:rsidRPr="009A78F9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FA12FA" w:rsidRDefault="00FA12FA" w:rsidP="00A30ED3">
            <w:pPr>
              <w:jc w:val="center"/>
              <w:rPr>
                <w:b/>
                <w:bCs/>
                <w:sz w:val="28"/>
                <w:szCs w:val="28"/>
              </w:rPr>
            </w:pPr>
            <w:r w:rsidRPr="009A78F9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</w:t>
            </w:r>
            <w:r>
              <w:rPr>
                <w:b/>
                <w:bCs/>
                <w:sz w:val="28"/>
                <w:szCs w:val="28"/>
              </w:rPr>
              <w:t>осуществление переданных органам местного самоуправления государственных полномочий</w:t>
            </w:r>
          </w:p>
          <w:p w:rsidR="00FA12FA" w:rsidRDefault="00FA12FA" w:rsidP="00A30ED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9A78F9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и</w:t>
            </w:r>
            <w:r w:rsidRPr="009A78F9">
              <w:rPr>
                <w:b/>
                <w:sz w:val="28"/>
                <w:szCs w:val="28"/>
              </w:rPr>
              <w:t xml:space="preserve"> и обеспечени</w:t>
            </w:r>
            <w:r>
              <w:rPr>
                <w:b/>
                <w:sz w:val="28"/>
                <w:szCs w:val="28"/>
              </w:rPr>
              <w:t>ю</w:t>
            </w:r>
            <w:r w:rsidRPr="009A78F9">
              <w:rPr>
                <w:b/>
                <w:sz w:val="28"/>
                <w:szCs w:val="28"/>
              </w:rPr>
              <w:t xml:space="preserve"> отдыха детей,</w:t>
            </w:r>
          </w:p>
          <w:p w:rsidR="00FA12FA" w:rsidRDefault="00FA12FA" w:rsidP="00A30ED3">
            <w:pPr>
              <w:jc w:val="center"/>
              <w:rPr>
                <w:b/>
                <w:sz w:val="28"/>
                <w:szCs w:val="28"/>
              </w:rPr>
            </w:pPr>
            <w:r w:rsidRPr="009A78F9">
              <w:rPr>
                <w:b/>
                <w:sz w:val="28"/>
                <w:szCs w:val="28"/>
              </w:rPr>
              <w:t>обучающихся в общеобразовательных организациях, за исключением</w:t>
            </w:r>
          </w:p>
          <w:p w:rsidR="00FA12FA" w:rsidRDefault="00FA12FA" w:rsidP="00A30ED3">
            <w:pPr>
              <w:jc w:val="center"/>
              <w:rPr>
                <w:b/>
                <w:sz w:val="28"/>
                <w:szCs w:val="28"/>
              </w:rPr>
            </w:pPr>
            <w:r w:rsidRPr="009A78F9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br/>
            </w:r>
            <w:r w:rsidRPr="009A78F9">
              <w:rPr>
                <w:b/>
                <w:sz w:val="28"/>
                <w:szCs w:val="28"/>
              </w:rPr>
              <w:t>в образовательных организациях для детей-сирот и детей, оставшихся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br/>
            </w:r>
            <w:r w:rsidRPr="009A78F9">
              <w:rPr>
                <w:b/>
                <w:sz w:val="28"/>
                <w:szCs w:val="28"/>
              </w:rPr>
              <w:t>без попечения родителей, и детей, находящихся в трудной жизненной</w:t>
            </w:r>
          </w:p>
          <w:p w:rsidR="00FA12FA" w:rsidRPr="009A78F9" w:rsidRDefault="00FA12FA" w:rsidP="00A30ED3">
            <w:pPr>
              <w:jc w:val="center"/>
              <w:rPr>
                <w:b/>
                <w:bCs/>
                <w:sz w:val="28"/>
                <w:szCs w:val="28"/>
              </w:rPr>
            </w:pPr>
            <w:r w:rsidRPr="009A78F9">
              <w:rPr>
                <w:b/>
                <w:sz w:val="28"/>
                <w:szCs w:val="28"/>
              </w:rPr>
              <w:t xml:space="preserve">ситуации, </w:t>
            </w:r>
            <w:r>
              <w:rPr>
                <w:b/>
                <w:sz w:val="28"/>
                <w:szCs w:val="28"/>
              </w:rPr>
              <w:t xml:space="preserve">в лагерях, организованных образовательными организациями, осуществляющими организацию отдыха и оздоровления обучающихся </w:t>
            </w:r>
            <w:r>
              <w:rPr>
                <w:b/>
                <w:sz w:val="28"/>
                <w:szCs w:val="28"/>
              </w:rPr>
              <w:br/>
              <w:t xml:space="preserve">в каникулярное время (с дневным пребыванием), </w:t>
            </w:r>
            <w:r w:rsidRPr="009A78F9">
              <w:rPr>
                <w:b/>
                <w:sz w:val="28"/>
                <w:szCs w:val="28"/>
              </w:rPr>
              <w:t>на 2015 год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3F521C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3F521C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3F521C">
            <w:pPr>
              <w:jc w:val="right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9A78F9" w:rsidRDefault="00FA12FA" w:rsidP="00D34714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FA12FA" w:rsidRPr="009A78F9" w:rsidTr="003F521C">
        <w:trPr>
          <w:trHeight w:val="489"/>
          <w:tblHeader/>
        </w:trPr>
        <w:tc>
          <w:tcPr>
            <w:tcW w:w="594" w:type="dxa"/>
            <w:vAlign w:val="center"/>
          </w:tcPr>
          <w:p w:rsidR="00FA12FA" w:rsidRPr="009A78F9" w:rsidRDefault="00FA12FA" w:rsidP="003F521C">
            <w:pPr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FA12FA" w:rsidRPr="009A78F9" w:rsidRDefault="00FA12FA" w:rsidP="003F521C">
            <w:pPr>
              <w:pStyle w:val="xl24"/>
              <w:spacing w:before="0" w:beforeAutospacing="0" w:after="0" w:afterAutospacing="0"/>
            </w:pPr>
            <w:r w:rsidRPr="009A78F9">
              <w:t xml:space="preserve">Наименование </w:t>
            </w:r>
          </w:p>
          <w:p w:rsidR="00FA12FA" w:rsidRPr="009A78F9" w:rsidRDefault="00FA12FA" w:rsidP="003F521C">
            <w:pPr>
              <w:pStyle w:val="xl24"/>
              <w:spacing w:before="0" w:beforeAutospacing="0" w:after="0" w:afterAutospacing="0"/>
            </w:pPr>
            <w:r w:rsidRPr="009A78F9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FA12FA" w:rsidRPr="009A78F9" w:rsidRDefault="00FA12FA" w:rsidP="003F521C">
            <w:pPr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Сумма</w:t>
            </w:r>
          </w:p>
        </w:tc>
      </w:tr>
    </w:tbl>
    <w:p w:rsidR="00FA12FA" w:rsidRPr="009A78F9" w:rsidRDefault="00FA12FA" w:rsidP="00D34714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6"/>
        <w:gridCol w:w="4536"/>
      </w:tblGrid>
      <w:tr w:rsidR="00FA12FA" w:rsidRPr="009A78F9" w:rsidTr="003F521C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9A78F9" w:rsidRDefault="00FA12FA" w:rsidP="003F521C">
            <w:pPr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9A78F9" w:rsidRDefault="00FA12FA" w:rsidP="003F521C">
            <w:pPr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9A78F9" w:rsidRDefault="00FA12FA" w:rsidP="003F521C">
            <w:pPr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3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1040,4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2220,9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1638,3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1376,4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2173,6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1376,4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1570,8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1435,6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1167,1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1249,8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1064,1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1106,3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917,1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1351,2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878,2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928,9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1266,7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810,7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1900,0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1976,1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1564,0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A78F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29012,6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6840,1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760,0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11442,5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A78F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19042,6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D135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A78F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D135DF" w:rsidRDefault="00FA12FA" w:rsidP="00D135DF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48055,2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FA12FA" w:rsidRDefault="00FA12FA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lang/>
        </w:rPr>
      </w:pPr>
      <w:r>
        <w:rPr>
          <w:sz w:val="28"/>
        </w:rPr>
        <w:t>б) таблицу 11 изложить в следующей редакции:</w:t>
      </w:r>
    </w:p>
    <w:p w:rsidR="00FA12FA" w:rsidRDefault="00FA12FA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lang/>
        </w:rPr>
      </w:pPr>
    </w:p>
    <w:p w:rsidR="00FA12FA" w:rsidRDefault="00FA12FA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lang/>
        </w:rPr>
      </w:pPr>
    </w:p>
    <w:p w:rsidR="00FA12FA" w:rsidRDefault="00FA12FA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lang/>
        </w:rPr>
      </w:pPr>
    </w:p>
    <w:p w:rsidR="00FA12FA" w:rsidRDefault="00FA12FA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lang/>
        </w:rPr>
      </w:pPr>
    </w:p>
    <w:p w:rsidR="00FA12FA" w:rsidRDefault="00FA12FA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lang/>
        </w:rPr>
      </w:pPr>
    </w:p>
    <w:p w:rsidR="00FA12FA" w:rsidRDefault="00FA12FA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lang/>
        </w:rPr>
      </w:pPr>
    </w:p>
    <w:p w:rsidR="00FA12FA" w:rsidRPr="00E303B2" w:rsidRDefault="00FA12FA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lang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FA12FA" w:rsidRPr="00ED16BF" w:rsidTr="003F521C">
        <w:trPr>
          <w:trHeight w:val="567"/>
        </w:trPr>
        <w:tc>
          <w:tcPr>
            <w:tcW w:w="9796" w:type="dxa"/>
            <w:gridSpan w:val="3"/>
            <w:vAlign w:val="center"/>
          </w:tcPr>
          <w:p w:rsidR="00FA12FA" w:rsidRPr="00ED16BF" w:rsidRDefault="00FA12FA" w:rsidP="003F521C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D16BF">
              <w:rPr>
                <w:bCs/>
                <w:sz w:val="28"/>
                <w:szCs w:val="28"/>
              </w:rPr>
              <w:t>Таблица 11</w:t>
            </w:r>
          </w:p>
          <w:p w:rsidR="00FA12FA" w:rsidRPr="00ED16BF" w:rsidRDefault="00FA12FA" w:rsidP="003F521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A12FA" w:rsidRPr="00C87BF2" w:rsidTr="003F521C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C87BF2" w:rsidRDefault="00FA12FA" w:rsidP="003F521C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C87BF2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FA12FA" w:rsidRDefault="00FA12FA" w:rsidP="003F521C">
            <w:pPr>
              <w:jc w:val="center"/>
              <w:rPr>
                <w:b/>
                <w:sz w:val="28"/>
                <w:szCs w:val="28"/>
              </w:rPr>
            </w:pPr>
            <w:r w:rsidRPr="00C87BF2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795294">
              <w:rPr>
                <w:b/>
                <w:sz w:val="28"/>
                <w:szCs w:val="28"/>
              </w:rPr>
              <w:t xml:space="preserve">на </w:t>
            </w:r>
            <w:r>
              <w:rPr>
                <w:b/>
                <w:sz w:val="28"/>
                <w:szCs w:val="28"/>
              </w:rPr>
              <w:t>осуществление переданных органам местного самоуправления государственных полномочий</w:t>
            </w:r>
          </w:p>
          <w:p w:rsidR="00FA12FA" w:rsidRDefault="00FA12FA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Ульяновской области по предоставлению мер социальной </w:t>
            </w:r>
            <w:r w:rsidRPr="00C87BF2">
              <w:rPr>
                <w:b/>
                <w:bCs/>
                <w:sz w:val="28"/>
                <w:szCs w:val="28"/>
              </w:rPr>
              <w:t>поддержки</w:t>
            </w:r>
          </w:p>
          <w:p w:rsidR="00FA12FA" w:rsidRDefault="00FA12FA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 w:rsidRPr="00C87BF2">
              <w:rPr>
                <w:b/>
                <w:bCs/>
                <w:sz w:val="28"/>
                <w:szCs w:val="28"/>
              </w:rPr>
              <w:t>молодым специалистам, поступившим на работу 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87BF2">
              <w:rPr>
                <w:b/>
                <w:bCs/>
                <w:sz w:val="28"/>
                <w:szCs w:val="28"/>
              </w:rPr>
              <w:t>муниципальные</w:t>
            </w:r>
          </w:p>
          <w:p w:rsidR="00FA12FA" w:rsidRDefault="00FA12FA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 w:rsidRPr="00C87BF2">
              <w:rPr>
                <w:b/>
                <w:bCs/>
                <w:sz w:val="28"/>
                <w:szCs w:val="28"/>
              </w:rPr>
              <w:t>учреждения муниципальных образований Ульяновской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87BF2">
              <w:rPr>
                <w:b/>
                <w:bCs/>
                <w:sz w:val="28"/>
                <w:szCs w:val="28"/>
              </w:rPr>
              <w:t>области,</w:t>
            </w:r>
          </w:p>
          <w:p w:rsidR="00FA12FA" w:rsidRDefault="00FA12FA" w:rsidP="00EC19D0">
            <w:pPr>
              <w:jc w:val="center"/>
              <w:rPr>
                <w:b/>
                <w:bCs/>
                <w:sz w:val="28"/>
                <w:szCs w:val="28"/>
              </w:rPr>
            </w:pPr>
            <w:r w:rsidRPr="00C87BF2">
              <w:rPr>
                <w:b/>
                <w:bCs/>
                <w:sz w:val="28"/>
                <w:szCs w:val="28"/>
              </w:rPr>
              <w:t>осуществляющие в качестве основного (уставного) вида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87BF2">
              <w:rPr>
                <w:b/>
                <w:bCs/>
                <w:sz w:val="28"/>
                <w:szCs w:val="28"/>
              </w:rPr>
              <w:t>деятельности</w:t>
            </w:r>
          </w:p>
          <w:p w:rsidR="00FA12FA" w:rsidRPr="00C87BF2" w:rsidRDefault="00FA12FA" w:rsidP="00EC19D0">
            <w:pPr>
              <w:jc w:val="center"/>
              <w:rPr>
                <w:b/>
                <w:bCs/>
                <w:sz w:val="28"/>
                <w:szCs w:val="28"/>
              </w:rPr>
            </w:pPr>
            <w:r w:rsidRPr="00C87BF2">
              <w:rPr>
                <w:b/>
                <w:bCs/>
                <w:sz w:val="28"/>
                <w:szCs w:val="28"/>
              </w:rPr>
              <w:t>образовательную деятельность, на 2015 год</w:t>
            </w:r>
          </w:p>
        </w:tc>
      </w:tr>
      <w:tr w:rsidR="00FA12FA" w:rsidRPr="00C87BF2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87BF2" w:rsidRDefault="00FA12FA" w:rsidP="003F521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87BF2" w:rsidRDefault="00FA12FA" w:rsidP="003F521C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87BF2" w:rsidRDefault="00FA12FA" w:rsidP="003F521C">
            <w:pPr>
              <w:jc w:val="right"/>
              <w:rPr>
                <w:sz w:val="28"/>
                <w:szCs w:val="28"/>
              </w:rPr>
            </w:pPr>
            <w:r w:rsidRPr="00C87BF2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C87BF2" w:rsidRDefault="00FA12FA" w:rsidP="00EC19D0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FA12FA" w:rsidRPr="00C87BF2" w:rsidTr="003F521C">
        <w:trPr>
          <w:trHeight w:val="531"/>
          <w:tblHeader/>
        </w:trPr>
        <w:tc>
          <w:tcPr>
            <w:tcW w:w="594" w:type="dxa"/>
            <w:vAlign w:val="center"/>
          </w:tcPr>
          <w:p w:rsidR="00FA12FA" w:rsidRPr="00C87BF2" w:rsidRDefault="00FA12FA" w:rsidP="003F521C">
            <w:pPr>
              <w:jc w:val="center"/>
              <w:rPr>
                <w:sz w:val="28"/>
                <w:szCs w:val="28"/>
              </w:rPr>
            </w:pPr>
            <w:r w:rsidRPr="00C87BF2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FA12FA" w:rsidRPr="00C87BF2" w:rsidRDefault="00FA12FA" w:rsidP="003F521C">
            <w:pPr>
              <w:jc w:val="center"/>
              <w:rPr>
                <w:sz w:val="28"/>
                <w:szCs w:val="28"/>
              </w:rPr>
            </w:pPr>
            <w:r w:rsidRPr="00C87BF2">
              <w:rPr>
                <w:sz w:val="28"/>
                <w:szCs w:val="28"/>
              </w:rPr>
              <w:t xml:space="preserve">Наименование </w:t>
            </w:r>
          </w:p>
          <w:p w:rsidR="00FA12FA" w:rsidRPr="00C87BF2" w:rsidRDefault="00FA12FA" w:rsidP="003F521C">
            <w:pPr>
              <w:jc w:val="center"/>
              <w:rPr>
                <w:sz w:val="28"/>
                <w:szCs w:val="28"/>
              </w:rPr>
            </w:pPr>
            <w:r w:rsidRPr="00C87BF2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FA12FA" w:rsidRPr="00C87BF2" w:rsidRDefault="00FA12FA" w:rsidP="003F521C">
            <w:pPr>
              <w:jc w:val="center"/>
              <w:rPr>
                <w:sz w:val="28"/>
                <w:szCs w:val="28"/>
              </w:rPr>
            </w:pPr>
            <w:r w:rsidRPr="00C87BF2">
              <w:rPr>
                <w:sz w:val="28"/>
                <w:szCs w:val="28"/>
              </w:rPr>
              <w:t>Сумма</w:t>
            </w:r>
          </w:p>
        </w:tc>
      </w:tr>
    </w:tbl>
    <w:p w:rsidR="00FA12FA" w:rsidRPr="00C87BF2" w:rsidRDefault="00FA12FA" w:rsidP="00EC19D0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FA12FA" w:rsidRPr="009B40D9" w:rsidTr="003F521C">
        <w:trPr>
          <w:trHeight w:val="24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9B40D9" w:rsidRDefault="00FA12FA" w:rsidP="003F521C">
            <w:pPr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9B40D9" w:rsidRDefault="00FA12FA" w:rsidP="003F521C">
            <w:pPr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9B40D9" w:rsidRDefault="00FA12FA" w:rsidP="003F521C">
            <w:pPr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3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299,5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774,6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680,5</w:t>
            </w:r>
          </w:p>
        </w:tc>
      </w:tr>
      <w:tr w:rsidR="00FA12FA" w:rsidRPr="009B40D9" w:rsidTr="003F521C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283,4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816,7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646,8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546,7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743,1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342,9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267,8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747,9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348,7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377,0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445,4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241,2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530,4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449,9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445,2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1692,7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848,2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935,8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rPr>
                <w:b/>
                <w:bCs/>
                <w:sz w:val="28"/>
                <w:szCs w:val="28"/>
              </w:rPr>
            </w:pPr>
            <w:r w:rsidRPr="009B40D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B40D9" w:rsidRDefault="00FA12FA" w:rsidP="003E745D">
            <w:pPr>
              <w:spacing w:line="35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12464,4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882,4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74,9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9B40D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4675,7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rPr>
                <w:b/>
                <w:bCs/>
                <w:sz w:val="28"/>
                <w:szCs w:val="28"/>
              </w:rPr>
            </w:pPr>
            <w:r w:rsidRPr="009B40D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B40D9" w:rsidRDefault="00FA12FA" w:rsidP="003E745D">
            <w:pPr>
              <w:spacing w:line="35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5633,0</w:t>
            </w:r>
          </w:p>
        </w:tc>
      </w:tr>
      <w:tr w:rsidR="00FA12FA" w:rsidRPr="009B40D9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B40D9" w:rsidRDefault="00FA12FA" w:rsidP="003E745D">
            <w:pPr>
              <w:spacing w:line="350" w:lineRule="auto"/>
              <w:rPr>
                <w:b/>
                <w:bCs/>
                <w:sz w:val="28"/>
                <w:szCs w:val="28"/>
              </w:rPr>
            </w:pPr>
            <w:r w:rsidRPr="009B40D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D135DF" w:rsidRDefault="00FA12FA" w:rsidP="003E745D">
            <w:pPr>
              <w:spacing w:line="35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18097,4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FA12FA" w:rsidRPr="00D135DF" w:rsidRDefault="00FA12FA" w:rsidP="00CB3340">
      <w:pPr>
        <w:pStyle w:val="BodyText"/>
        <w:spacing w:line="336" w:lineRule="auto"/>
        <w:ind w:firstLine="720"/>
        <w:rPr>
          <w:szCs w:val="28"/>
        </w:rPr>
      </w:pPr>
      <w:r w:rsidRPr="00D135DF">
        <w:rPr>
          <w:szCs w:val="28"/>
        </w:rPr>
        <w:t>в) таблиц</w:t>
      </w:r>
      <w:r>
        <w:rPr>
          <w:szCs w:val="28"/>
        </w:rPr>
        <w:t>ы</w:t>
      </w:r>
      <w:r w:rsidRPr="00D135DF">
        <w:rPr>
          <w:szCs w:val="28"/>
        </w:rPr>
        <w:t xml:space="preserve"> 14</w:t>
      </w:r>
      <w:r>
        <w:rPr>
          <w:szCs w:val="28"/>
        </w:rPr>
        <w:t>-16</w:t>
      </w:r>
      <w:r w:rsidRPr="00D135DF">
        <w:rPr>
          <w:szCs w:val="28"/>
        </w:rPr>
        <w:t xml:space="preserve">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FA12FA" w:rsidRPr="00E14225" w:rsidTr="003F521C">
        <w:trPr>
          <w:trHeight w:val="567"/>
        </w:trPr>
        <w:tc>
          <w:tcPr>
            <w:tcW w:w="9938" w:type="dxa"/>
            <w:gridSpan w:val="3"/>
            <w:vAlign w:val="center"/>
          </w:tcPr>
          <w:p w:rsidR="00FA12FA" w:rsidRPr="00CB3340" w:rsidRDefault="00FA12FA" w:rsidP="003F521C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CB3340">
              <w:rPr>
                <w:bCs/>
                <w:sz w:val="28"/>
                <w:szCs w:val="28"/>
              </w:rPr>
              <w:t>Таблица 14</w:t>
            </w:r>
          </w:p>
          <w:p w:rsidR="00FA12FA" w:rsidRPr="00CB3340" w:rsidRDefault="00FA12FA" w:rsidP="003F521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A12FA" w:rsidRPr="00E14225" w:rsidTr="003F521C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CB3340" w:rsidRDefault="00FA12FA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 w:rsidRPr="00CB3340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FA12FA" w:rsidRPr="00CB3340" w:rsidRDefault="00FA12FA" w:rsidP="001424E8">
            <w:pPr>
              <w:jc w:val="center"/>
              <w:rPr>
                <w:b/>
                <w:bCs/>
                <w:sz w:val="28"/>
                <w:szCs w:val="28"/>
              </w:rPr>
            </w:pPr>
            <w:r w:rsidRPr="00CB3340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>
              <w:rPr>
                <w:b/>
                <w:bCs/>
                <w:sz w:val="28"/>
                <w:szCs w:val="28"/>
              </w:rPr>
              <w:t>в целях обеспечения</w:t>
            </w:r>
            <w:r w:rsidRPr="00CB334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CB3340">
              <w:rPr>
                <w:b/>
                <w:bCs/>
                <w:sz w:val="28"/>
                <w:szCs w:val="28"/>
              </w:rPr>
              <w:t xml:space="preserve">государственных гарантий реализации прав на получение общедоступного и бесплатного дошкольного, начального общего, основного общего,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CB3340">
              <w:rPr>
                <w:b/>
                <w:bCs/>
                <w:sz w:val="28"/>
                <w:szCs w:val="28"/>
              </w:rPr>
              <w:t>среднего общего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B3340">
              <w:rPr>
                <w:b/>
                <w:bCs/>
                <w:sz w:val="28"/>
                <w:szCs w:val="28"/>
              </w:rPr>
              <w:t>образования, а также обеспечени</w:t>
            </w:r>
            <w:r>
              <w:rPr>
                <w:b/>
                <w:bCs/>
                <w:sz w:val="28"/>
                <w:szCs w:val="28"/>
              </w:rPr>
              <w:t>я</w:t>
            </w:r>
            <w:r w:rsidRPr="00CB3340">
              <w:rPr>
                <w:b/>
                <w:bCs/>
                <w:sz w:val="28"/>
                <w:szCs w:val="28"/>
              </w:rPr>
              <w:t xml:space="preserve"> дополнительного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CB3340">
              <w:rPr>
                <w:b/>
                <w:bCs/>
                <w:sz w:val="28"/>
                <w:szCs w:val="28"/>
              </w:rPr>
              <w:t>образования 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B3340">
              <w:rPr>
                <w:b/>
                <w:bCs/>
                <w:sz w:val="28"/>
                <w:szCs w:val="28"/>
              </w:rPr>
              <w:t xml:space="preserve">муниципальных общеобразовательных организациях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CB3340"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FA12FA" w:rsidRPr="00E14225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D135DF" w:rsidRDefault="00FA12FA" w:rsidP="003F521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D135DF" w:rsidRDefault="00FA12FA" w:rsidP="003F521C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D135DF" w:rsidRDefault="00FA12FA" w:rsidP="003F521C">
            <w:pPr>
              <w:jc w:val="right"/>
              <w:rPr>
                <w:sz w:val="28"/>
                <w:szCs w:val="28"/>
              </w:rPr>
            </w:pPr>
            <w:r w:rsidRPr="00D135DF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E14225" w:rsidRDefault="00FA12FA" w:rsidP="00CB3340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FA12FA" w:rsidRPr="00CB3340" w:rsidTr="003F521C">
        <w:trPr>
          <w:trHeight w:val="531"/>
          <w:tblHeader/>
        </w:trPr>
        <w:tc>
          <w:tcPr>
            <w:tcW w:w="594" w:type="dxa"/>
            <w:vAlign w:val="center"/>
          </w:tcPr>
          <w:p w:rsidR="00FA12FA" w:rsidRPr="00CB3340" w:rsidRDefault="00FA12FA" w:rsidP="003F521C">
            <w:pPr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FA12FA" w:rsidRPr="00CB3340" w:rsidRDefault="00FA12FA" w:rsidP="003F521C">
            <w:pPr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 xml:space="preserve">Наименование </w:t>
            </w:r>
          </w:p>
          <w:p w:rsidR="00FA12FA" w:rsidRPr="00CB3340" w:rsidRDefault="00FA12FA" w:rsidP="003F521C">
            <w:pPr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FA12FA" w:rsidRPr="00CB3340" w:rsidRDefault="00FA12FA" w:rsidP="003F521C">
            <w:pPr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Сумма</w:t>
            </w:r>
          </w:p>
        </w:tc>
      </w:tr>
    </w:tbl>
    <w:p w:rsidR="00FA12FA" w:rsidRPr="00CB3340" w:rsidRDefault="00FA12FA" w:rsidP="00CB3340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FA12FA" w:rsidRPr="00E14225" w:rsidTr="003F521C">
        <w:trPr>
          <w:trHeight w:val="2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CB3340" w:rsidRDefault="00FA12FA" w:rsidP="003F521C">
            <w:pPr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CB3340" w:rsidRDefault="00FA12FA" w:rsidP="003F521C">
            <w:pPr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CB3340" w:rsidRDefault="00FA12FA" w:rsidP="003F521C">
            <w:pPr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3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38120,4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154039,4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80027,1</w:t>
            </w:r>
          </w:p>
        </w:tc>
      </w:tr>
      <w:tr w:rsidR="00FA12FA" w:rsidRPr="00CB3340" w:rsidTr="003F521C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130438,0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105340,8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92783,7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104625,4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129465,9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112954,6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69023,6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90313,4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E745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50091,8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62311,9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85554,0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52229,1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77407,3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71618,8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74651,6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168146,4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129144,3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171548,2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B3340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B3340">
              <w:rPr>
                <w:b/>
                <w:bCs/>
                <w:sz w:val="28"/>
                <w:szCs w:val="28"/>
              </w:rPr>
              <w:t>2049835,7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B3340">
              <w:rPr>
                <w:bCs/>
                <w:sz w:val="28"/>
                <w:szCs w:val="28"/>
              </w:rPr>
              <w:t>304394,6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50979,7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B3340">
              <w:rPr>
                <w:sz w:val="28"/>
                <w:szCs w:val="28"/>
              </w:rPr>
              <w:t>1483413,4</w:t>
            </w:r>
          </w:p>
        </w:tc>
      </w:tr>
      <w:tr w:rsidR="00FA12FA" w:rsidRPr="00CB3340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B3340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B3340">
              <w:rPr>
                <w:b/>
                <w:bCs/>
                <w:sz w:val="28"/>
                <w:szCs w:val="28"/>
              </w:rPr>
              <w:t>1838787,7</w:t>
            </w:r>
          </w:p>
        </w:tc>
      </w:tr>
      <w:tr w:rsidR="00FA12FA" w:rsidRPr="00E14225" w:rsidTr="003F521C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CB3340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3340" w:rsidRDefault="00FA12FA" w:rsidP="003F521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CB3340">
              <w:rPr>
                <w:b/>
                <w:bCs/>
                <w:sz w:val="28"/>
                <w:szCs w:val="28"/>
              </w:rPr>
              <w:t>3888623,4</w:t>
            </w:r>
          </w:p>
        </w:tc>
      </w:tr>
    </w:tbl>
    <w:p w:rsidR="00FA12FA" w:rsidRDefault="00FA12FA" w:rsidP="00416605">
      <w:pPr>
        <w:pStyle w:val="BodyText"/>
        <w:spacing w:line="336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FA12FA" w:rsidRPr="00E14225" w:rsidTr="005C5457">
        <w:trPr>
          <w:trHeight w:val="567"/>
        </w:trPr>
        <w:tc>
          <w:tcPr>
            <w:tcW w:w="9938" w:type="dxa"/>
            <w:gridSpan w:val="3"/>
            <w:vAlign w:val="center"/>
          </w:tcPr>
          <w:p w:rsidR="00FA12FA" w:rsidRPr="00416605" w:rsidRDefault="00FA12FA" w:rsidP="005C5457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416605">
              <w:rPr>
                <w:bCs/>
                <w:sz w:val="28"/>
                <w:szCs w:val="28"/>
              </w:rPr>
              <w:t>Таблица 15</w:t>
            </w:r>
          </w:p>
          <w:p w:rsidR="00FA12FA" w:rsidRPr="00416605" w:rsidRDefault="00FA12FA" w:rsidP="005C5457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A12FA" w:rsidRPr="00416605" w:rsidTr="005C5457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416605" w:rsidRDefault="00FA12FA" w:rsidP="005C5457">
            <w:pPr>
              <w:jc w:val="center"/>
              <w:rPr>
                <w:b/>
                <w:bCs/>
                <w:sz w:val="28"/>
                <w:szCs w:val="28"/>
              </w:rPr>
            </w:pPr>
            <w:r w:rsidRPr="00416605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FA12FA" w:rsidRPr="00416605" w:rsidRDefault="00FA12FA" w:rsidP="00416605">
            <w:pPr>
              <w:jc w:val="center"/>
              <w:rPr>
                <w:b/>
                <w:bCs/>
                <w:sz w:val="28"/>
                <w:szCs w:val="28"/>
              </w:rPr>
            </w:pPr>
            <w:r w:rsidRPr="00416605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>
              <w:rPr>
                <w:b/>
                <w:bCs/>
                <w:sz w:val="28"/>
                <w:szCs w:val="28"/>
              </w:rPr>
              <w:t>в целях обеспечения</w:t>
            </w:r>
            <w:r w:rsidRPr="00416605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416605">
              <w:rPr>
                <w:b/>
                <w:bCs/>
                <w:sz w:val="28"/>
                <w:szCs w:val="28"/>
              </w:rPr>
              <w:t>государственных гарантий реализации прав на получение общедоступного и бесплатного дошкольного образования в муниципальных дошкольных</w:t>
            </w:r>
          </w:p>
          <w:p w:rsidR="00FA12FA" w:rsidRPr="00416605" w:rsidRDefault="00FA12FA" w:rsidP="00416605">
            <w:pPr>
              <w:jc w:val="center"/>
              <w:rPr>
                <w:b/>
                <w:bCs/>
                <w:sz w:val="28"/>
                <w:szCs w:val="28"/>
              </w:rPr>
            </w:pPr>
            <w:r w:rsidRPr="00416605">
              <w:rPr>
                <w:b/>
                <w:bCs/>
                <w:sz w:val="28"/>
                <w:szCs w:val="28"/>
              </w:rPr>
              <w:t>образовательных организациях на 2015 год</w:t>
            </w:r>
          </w:p>
        </w:tc>
      </w:tr>
      <w:tr w:rsidR="00FA12FA" w:rsidRPr="00416605" w:rsidTr="005C545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16605" w:rsidRDefault="00FA12FA" w:rsidP="005C5457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16605" w:rsidRDefault="00FA12FA" w:rsidP="005C5457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16605" w:rsidRDefault="00FA12FA" w:rsidP="005C5457">
            <w:pPr>
              <w:jc w:val="right"/>
              <w:rPr>
                <w:sz w:val="28"/>
                <w:szCs w:val="28"/>
              </w:rPr>
            </w:pPr>
            <w:r w:rsidRPr="00416605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416605" w:rsidRDefault="00FA12FA" w:rsidP="00416605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FA12FA" w:rsidRPr="00416605" w:rsidTr="005C5457">
        <w:trPr>
          <w:trHeight w:val="531"/>
          <w:tblHeader/>
        </w:trPr>
        <w:tc>
          <w:tcPr>
            <w:tcW w:w="594" w:type="dxa"/>
            <w:vAlign w:val="center"/>
          </w:tcPr>
          <w:p w:rsidR="00FA12FA" w:rsidRPr="00416605" w:rsidRDefault="00FA12FA" w:rsidP="005C5457">
            <w:pPr>
              <w:jc w:val="center"/>
              <w:rPr>
                <w:sz w:val="28"/>
                <w:szCs w:val="28"/>
              </w:rPr>
            </w:pPr>
            <w:r w:rsidRPr="00416605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FA12FA" w:rsidRPr="00416605" w:rsidRDefault="00FA12FA" w:rsidP="005C5457">
            <w:pPr>
              <w:jc w:val="center"/>
              <w:rPr>
                <w:sz w:val="28"/>
                <w:szCs w:val="28"/>
              </w:rPr>
            </w:pPr>
            <w:r w:rsidRPr="00416605">
              <w:rPr>
                <w:sz w:val="28"/>
                <w:szCs w:val="28"/>
              </w:rPr>
              <w:t xml:space="preserve">Наименование </w:t>
            </w:r>
          </w:p>
          <w:p w:rsidR="00FA12FA" w:rsidRPr="00416605" w:rsidRDefault="00FA12FA" w:rsidP="005C5457">
            <w:pPr>
              <w:jc w:val="center"/>
              <w:rPr>
                <w:sz w:val="28"/>
                <w:szCs w:val="28"/>
              </w:rPr>
            </w:pPr>
            <w:r w:rsidRPr="0041660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FA12FA" w:rsidRPr="00416605" w:rsidRDefault="00FA12FA" w:rsidP="005C5457">
            <w:pPr>
              <w:jc w:val="center"/>
              <w:rPr>
                <w:sz w:val="28"/>
                <w:szCs w:val="28"/>
              </w:rPr>
            </w:pPr>
            <w:r w:rsidRPr="00416605">
              <w:rPr>
                <w:sz w:val="28"/>
                <w:szCs w:val="28"/>
              </w:rPr>
              <w:t>Сумма</w:t>
            </w:r>
          </w:p>
        </w:tc>
      </w:tr>
    </w:tbl>
    <w:p w:rsidR="00FA12FA" w:rsidRPr="00416605" w:rsidRDefault="00FA12FA" w:rsidP="00416605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FA12FA" w:rsidRPr="00E14225" w:rsidTr="005C5457">
        <w:trPr>
          <w:trHeight w:val="22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416605" w:rsidRDefault="00FA12FA" w:rsidP="005C5457">
            <w:pPr>
              <w:jc w:val="center"/>
              <w:rPr>
                <w:sz w:val="28"/>
                <w:szCs w:val="28"/>
              </w:rPr>
            </w:pPr>
            <w:r w:rsidRPr="00416605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416605" w:rsidRDefault="00FA12FA" w:rsidP="005C5457">
            <w:pPr>
              <w:jc w:val="center"/>
              <w:rPr>
                <w:sz w:val="28"/>
                <w:szCs w:val="28"/>
              </w:rPr>
            </w:pPr>
            <w:r w:rsidRPr="00416605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416605" w:rsidRDefault="00FA12FA" w:rsidP="005C5457">
            <w:pPr>
              <w:jc w:val="center"/>
              <w:rPr>
                <w:sz w:val="28"/>
                <w:szCs w:val="28"/>
              </w:rPr>
            </w:pPr>
            <w:r w:rsidRPr="00416605">
              <w:rPr>
                <w:sz w:val="28"/>
                <w:szCs w:val="28"/>
              </w:rPr>
              <w:t>3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4322,301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23634,669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18005,14</w:t>
            </w:r>
          </w:p>
        </w:tc>
      </w:tr>
      <w:tr w:rsidR="00FA12FA" w:rsidRPr="009D0E5D" w:rsidTr="005C5457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27837,464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22590,848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11737,506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24050,639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39544,292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9508,694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11798,141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40823,001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12992,945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8978,394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21923,359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7607,657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14250,057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13876,554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10903,759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31782,916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29874,342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46745,259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D0E5D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432787,937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227181,616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23780,185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  <w:r w:rsidRPr="009D0E5D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1021824,296</w:t>
            </w:r>
          </w:p>
        </w:tc>
      </w:tr>
      <w:tr w:rsidR="00FA12FA" w:rsidRPr="009D0E5D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D0E5D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1272786,097</w:t>
            </w:r>
          </w:p>
        </w:tc>
      </w:tr>
      <w:tr w:rsidR="00FA12FA" w:rsidRPr="00E14225" w:rsidTr="005C5457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D0E5D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0E5D" w:rsidRDefault="00FA12FA" w:rsidP="005C545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1705574,034</w:t>
            </w:r>
          </w:p>
        </w:tc>
      </w:tr>
    </w:tbl>
    <w:p w:rsidR="00FA12FA" w:rsidRDefault="00FA12FA" w:rsidP="0048599D">
      <w:pPr>
        <w:spacing w:line="360" w:lineRule="auto"/>
        <w:ind w:firstLine="720"/>
        <w:rPr>
          <w:sz w:val="28"/>
          <w:highlight w:val="yellow"/>
        </w:rPr>
      </w:pPr>
    </w:p>
    <w:p w:rsidR="00FA12FA" w:rsidRDefault="00FA12FA" w:rsidP="0048599D">
      <w:pPr>
        <w:spacing w:line="360" w:lineRule="auto"/>
        <w:ind w:firstLine="720"/>
        <w:rPr>
          <w:sz w:val="28"/>
          <w:highlight w:val="yellow"/>
        </w:rPr>
      </w:pPr>
    </w:p>
    <w:p w:rsidR="00FA12FA" w:rsidRDefault="00FA12FA" w:rsidP="0048599D">
      <w:pPr>
        <w:spacing w:line="360" w:lineRule="auto"/>
        <w:ind w:firstLine="720"/>
        <w:rPr>
          <w:sz w:val="28"/>
          <w:highlight w:val="yellow"/>
        </w:rPr>
      </w:pPr>
    </w:p>
    <w:p w:rsidR="00FA12FA" w:rsidRDefault="00FA12FA" w:rsidP="0048599D">
      <w:pPr>
        <w:spacing w:line="360" w:lineRule="auto"/>
        <w:ind w:firstLine="720"/>
        <w:rPr>
          <w:sz w:val="28"/>
          <w:highlight w:val="yellow"/>
        </w:rPr>
      </w:pPr>
    </w:p>
    <w:p w:rsidR="00FA12FA" w:rsidRDefault="00FA12FA" w:rsidP="0048599D">
      <w:pPr>
        <w:spacing w:line="360" w:lineRule="auto"/>
        <w:ind w:firstLine="720"/>
        <w:rPr>
          <w:sz w:val="28"/>
          <w:highlight w:val="yellow"/>
        </w:rPr>
      </w:pPr>
    </w:p>
    <w:p w:rsidR="00FA12FA" w:rsidRDefault="00FA12FA" w:rsidP="0048599D">
      <w:pPr>
        <w:spacing w:line="360" w:lineRule="auto"/>
        <w:ind w:firstLine="720"/>
        <w:rPr>
          <w:sz w:val="28"/>
          <w:highlight w:val="yellow"/>
        </w:rPr>
      </w:pPr>
    </w:p>
    <w:p w:rsidR="00FA12FA" w:rsidRDefault="00FA12FA" w:rsidP="0048599D">
      <w:pPr>
        <w:spacing w:line="360" w:lineRule="auto"/>
        <w:ind w:firstLine="720"/>
        <w:rPr>
          <w:sz w:val="28"/>
          <w:highlight w:val="yellow"/>
        </w:rPr>
      </w:pPr>
    </w:p>
    <w:p w:rsidR="00FA12FA" w:rsidRDefault="00FA12FA" w:rsidP="0048599D">
      <w:pPr>
        <w:spacing w:line="360" w:lineRule="auto"/>
        <w:ind w:firstLine="720"/>
        <w:rPr>
          <w:sz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FA12FA" w:rsidRPr="00ED16BF" w:rsidTr="003F521C">
        <w:trPr>
          <w:trHeight w:val="157"/>
        </w:trPr>
        <w:tc>
          <w:tcPr>
            <w:tcW w:w="9796" w:type="dxa"/>
            <w:gridSpan w:val="3"/>
            <w:vAlign w:val="center"/>
          </w:tcPr>
          <w:p w:rsidR="00FA12FA" w:rsidRPr="00ED16BF" w:rsidRDefault="00FA12FA" w:rsidP="003F521C">
            <w:pPr>
              <w:jc w:val="right"/>
              <w:rPr>
                <w:bCs/>
                <w:sz w:val="28"/>
                <w:szCs w:val="28"/>
              </w:rPr>
            </w:pPr>
            <w:r w:rsidRPr="00ED16BF">
              <w:rPr>
                <w:bCs/>
                <w:sz w:val="28"/>
                <w:szCs w:val="28"/>
              </w:rPr>
              <w:t>Таблица 16</w:t>
            </w:r>
          </w:p>
          <w:p w:rsidR="00FA12FA" w:rsidRPr="00ED16BF" w:rsidRDefault="00FA12FA" w:rsidP="003F521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A12FA" w:rsidRPr="009A78F9" w:rsidTr="003F521C">
        <w:trPr>
          <w:trHeight w:val="11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9A78F9" w:rsidRDefault="00FA12FA" w:rsidP="003E745D">
            <w:pPr>
              <w:suppressAutoHyphens/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9A78F9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FA12FA" w:rsidRPr="009A78F9" w:rsidRDefault="00FA12FA" w:rsidP="003E745D">
            <w:pPr>
              <w:suppressAutoHyphens/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9A78F9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</w:t>
            </w:r>
            <w:r w:rsidRPr="00795294">
              <w:rPr>
                <w:b/>
                <w:sz w:val="28"/>
                <w:szCs w:val="28"/>
              </w:rPr>
              <w:t xml:space="preserve">на </w:t>
            </w:r>
            <w:r>
              <w:rPr>
                <w:b/>
                <w:sz w:val="28"/>
                <w:szCs w:val="28"/>
              </w:rPr>
              <w:t xml:space="preserve">осуществление переданных органам местного самоуправления государственных полномочий Ульяновской области по финансовому обеспечению предоставления единовременных денежных выплат педагогическим работникам </w:t>
            </w:r>
            <w:r w:rsidRPr="009A78F9">
              <w:rPr>
                <w:b/>
                <w:bCs/>
                <w:sz w:val="28"/>
                <w:szCs w:val="28"/>
              </w:rPr>
              <w:t xml:space="preserve">муниципальных образовательных организаций, реализующих </w:t>
            </w:r>
            <w:r w:rsidRPr="009A78F9">
              <w:rPr>
                <w:b/>
                <w:bCs/>
                <w:spacing w:val="-4"/>
                <w:sz w:val="28"/>
                <w:szCs w:val="28"/>
              </w:rPr>
              <w:t xml:space="preserve">образовательную программу дошкольного образования, </w:t>
            </w:r>
            <w:r w:rsidRPr="009A78F9">
              <w:rPr>
                <w:b/>
                <w:bCs/>
                <w:sz w:val="28"/>
                <w:szCs w:val="28"/>
              </w:rPr>
              <w:t xml:space="preserve">имеющим статус молодых специалистов (за исключением </w:t>
            </w:r>
            <w:r>
              <w:rPr>
                <w:b/>
                <w:bCs/>
                <w:sz w:val="28"/>
                <w:szCs w:val="28"/>
              </w:rPr>
              <w:t xml:space="preserve">указанных </w:t>
            </w:r>
            <w:r w:rsidRPr="009A78F9">
              <w:rPr>
                <w:b/>
                <w:bCs/>
                <w:sz w:val="28"/>
                <w:szCs w:val="28"/>
              </w:rPr>
              <w:t>педагогических работников,</w:t>
            </w:r>
            <w:r w:rsidRPr="009A78F9"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9A78F9">
              <w:rPr>
                <w:b/>
                <w:bCs/>
                <w:sz w:val="28"/>
                <w:szCs w:val="28"/>
              </w:rPr>
              <w:t>работающих и проживающих в сельских населённых пунктах, рабочих посёлках (посёлках городског</w:t>
            </w:r>
            <w:bookmarkStart w:id="3" w:name="_GoBack"/>
            <w:bookmarkEnd w:id="3"/>
            <w:r w:rsidRPr="009A78F9">
              <w:rPr>
                <w:b/>
                <w:bCs/>
                <w:sz w:val="28"/>
                <w:szCs w:val="28"/>
              </w:rPr>
              <w:t>о типа) Ульяновской области), на 2015 год</w:t>
            </w:r>
          </w:p>
        </w:tc>
      </w:tr>
      <w:tr w:rsidR="00FA12FA" w:rsidRPr="009A78F9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3F521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3F521C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3F521C">
            <w:pPr>
              <w:jc w:val="right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9A78F9" w:rsidRDefault="00FA12FA" w:rsidP="00A344AD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542"/>
      </w:tblGrid>
      <w:tr w:rsidR="00FA12FA" w:rsidRPr="009A78F9" w:rsidTr="003F521C">
        <w:trPr>
          <w:trHeight w:val="750"/>
          <w:tblHeader/>
        </w:trPr>
        <w:tc>
          <w:tcPr>
            <w:tcW w:w="594" w:type="dxa"/>
            <w:vAlign w:val="center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 xml:space="preserve">Наименование </w:t>
            </w:r>
          </w:p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42" w:type="dxa"/>
            <w:vAlign w:val="center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Сумма</w:t>
            </w:r>
          </w:p>
        </w:tc>
      </w:tr>
      <w:tr w:rsidR="00FA12FA" w:rsidRPr="009A78F9" w:rsidTr="003F521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</w:tr>
      <w:tr w:rsidR="00FA12FA" w:rsidRPr="009A78F9" w:rsidTr="003F521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20,1</w:t>
            </w:r>
          </w:p>
        </w:tc>
      </w:tr>
      <w:tr w:rsidR="00FA12FA" w:rsidRPr="009A78F9" w:rsidTr="003F521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rPr>
                <w:b/>
                <w:sz w:val="28"/>
                <w:szCs w:val="28"/>
              </w:rPr>
            </w:pPr>
            <w:r w:rsidRPr="009A78F9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40,2</w:t>
            </w:r>
          </w:p>
        </w:tc>
      </w:tr>
      <w:tr w:rsidR="00FA12FA" w:rsidRPr="009A78F9" w:rsidTr="003F521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482,4</w:t>
            </w:r>
          </w:p>
        </w:tc>
      </w:tr>
      <w:tr w:rsidR="00FA12FA" w:rsidRPr="009A78F9" w:rsidTr="003F521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rPr>
                <w:sz w:val="28"/>
                <w:szCs w:val="28"/>
              </w:rPr>
            </w:pPr>
            <w:r w:rsidRPr="009A78F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1718,5</w:t>
            </w:r>
          </w:p>
        </w:tc>
      </w:tr>
      <w:tr w:rsidR="00FA12FA" w:rsidRPr="009A78F9" w:rsidTr="003F521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rPr>
                <w:b/>
                <w:sz w:val="28"/>
                <w:szCs w:val="28"/>
              </w:rPr>
            </w:pPr>
            <w:r w:rsidRPr="009A78F9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A78F9" w:rsidRDefault="00FA12FA" w:rsidP="003E745D">
            <w:pPr>
              <w:spacing w:line="331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2200,9</w:t>
            </w:r>
          </w:p>
        </w:tc>
      </w:tr>
      <w:tr w:rsidR="00FA12FA" w:rsidRPr="009A78F9" w:rsidTr="003F521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9A78F9" w:rsidRDefault="00FA12FA" w:rsidP="003E745D">
            <w:pPr>
              <w:spacing w:line="331" w:lineRule="auto"/>
              <w:rPr>
                <w:b/>
                <w:sz w:val="28"/>
                <w:szCs w:val="28"/>
              </w:rPr>
            </w:pPr>
            <w:r w:rsidRPr="009A78F9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D135DF" w:rsidRDefault="00FA12FA" w:rsidP="003E745D">
            <w:pPr>
              <w:spacing w:line="331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2241,1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A12FA" w:rsidRPr="002A019C" w:rsidRDefault="00FA12FA" w:rsidP="003E745D">
      <w:pPr>
        <w:spacing w:line="331" w:lineRule="auto"/>
        <w:ind w:firstLine="720"/>
        <w:rPr>
          <w:sz w:val="28"/>
        </w:rPr>
      </w:pPr>
      <w:r w:rsidRPr="00C0091F">
        <w:rPr>
          <w:sz w:val="28"/>
        </w:rPr>
        <w:t>г) таблиц</w:t>
      </w:r>
      <w:r>
        <w:rPr>
          <w:sz w:val="28"/>
        </w:rPr>
        <w:t>ы</w:t>
      </w:r>
      <w:r w:rsidRPr="00C0091F">
        <w:rPr>
          <w:sz w:val="28"/>
        </w:rPr>
        <w:t xml:space="preserve"> 18</w:t>
      </w:r>
      <w:r>
        <w:rPr>
          <w:sz w:val="28"/>
        </w:rPr>
        <w:t xml:space="preserve"> и 19</w:t>
      </w:r>
      <w:r w:rsidRPr="00C0091F">
        <w:rPr>
          <w:sz w:val="28"/>
        </w:rPr>
        <w:t xml:space="preserve">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FA12FA" w:rsidRPr="002A019C" w:rsidTr="00311BB6">
        <w:trPr>
          <w:trHeight w:val="157"/>
        </w:trPr>
        <w:tc>
          <w:tcPr>
            <w:tcW w:w="9796" w:type="dxa"/>
            <w:gridSpan w:val="3"/>
            <w:vAlign w:val="center"/>
          </w:tcPr>
          <w:p w:rsidR="00FA12FA" w:rsidRPr="002A019C" w:rsidRDefault="00FA12FA" w:rsidP="00311B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A019C">
              <w:rPr>
                <w:bCs/>
                <w:sz w:val="28"/>
                <w:szCs w:val="28"/>
              </w:rPr>
              <w:t>Таблица 18</w:t>
            </w:r>
          </w:p>
          <w:p w:rsidR="00FA12FA" w:rsidRPr="002A019C" w:rsidRDefault="00FA12FA" w:rsidP="00311BB6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A12FA" w:rsidRPr="002A019C" w:rsidTr="00311BB6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2A019C" w:rsidRDefault="00FA12FA" w:rsidP="003E745D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FA12FA" w:rsidRPr="002A019C" w:rsidRDefault="00FA12FA" w:rsidP="003E745D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реализацию </w:t>
            </w:r>
          </w:p>
          <w:p w:rsidR="00FA12FA" w:rsidRPr="002A019C" w:rsidRDefault="00FA12FA" w:rsidP="003E745D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 xml:space="preserve">государственной программы Ульяновской области «Развитие </w:t>
            </w:r>
          </w:p>
          <w:p w:rsidR="00FA12FA" w:rsidRPr="002A019C" w:rsidRDefault="00FA12FA" w:rsidP="003E745D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 xml:space="preserve">и модернизация образования </w:t>
            </w:r>
            <w:r>
              <w:rPr>
                <w:b/>
                <w:bCs/>
                <w:sz w:val="28"/>
                <w:szCs w:val="28"/>
              </w:rPr>
              <w:t xml:space="preserve">в </w:t>
            </w:r>
            <w:r w:rsidRPr="002A019C">
              <w:rPr>
                <w:b/>
                <w:bCs/>
                <w:sz w:val="28"/>
                <w:szCs w:val="28"/>
              </w:rPr>
              <w:t xml:space="preserve">Ульяновской области» на 2014-2018 годы </w:t>
            </w:r>
          </w:p>
          <w:p w:rsidR="00FA12FA" w:rsidRPr="002A019C" w:rsidRDefault="00FA12FA" w:rsidP="003E745D">
            <w:pPr>
              <w:spacing w:line="235" w:lineRule="auto"/>
              <w:jc w:val="center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FA12FA" w:rsidRPr="002A019C" w:rsidTr="00311BB6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2A019C" w:rsidRDefault="00FA12FA" w:rsidP="00311BB6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2A019C" w:rsidRDefault="00FA12FA" w:rsidP="00311BB6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2A019C" w:rsidRDefault="00FA12FA" w:rsidP="00311BB6">
            <w:pPr>
              <w:jc w:val="right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2A019C" w:rsidRDefault="00FA12FA" w:rsidP="00DA6039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3107"/>
        <w:gridCol w:w="2410"/>
        <w:gridCol w:w="3685"/>
      </w:tblGrid>
      <w:tr w:rsidR="00FA12FA" w:rsidRPr="002A019C" w:rsidTr="004819E8">
        <w:trPr>
          <w:trHeight w:val="1328"/>
          <w:tblHeader/>
        </w:trPr>
        <w:tc>
          <w:tcPr>
            <w:tcW w:w="594" w:type="dxa"/>
            <w:vAlign w:val="center"/>
          </w:tcPr>
          <w:p w:rsidR="00FA12FA" w:rsidRPr="002A019C" w:rsidRDefault="00FA12FA" w:rsidP="00311BB6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№    п/п</w:t>
            </w:r>
          </w:p>
        </w:tc>
        <w:tc>
          <w:tcPr>
            <w:tcW w:w="3107" w:type="dxa"/>
            <w:vAlign w:val="center"/>
          </w:tcPr>
          <w:p w:rsidR="00FA12FA" w:rsidRPr="002A019C" w:rsidRDefault="00FA12FA" w:rsidP="00311BB6">
            <w:pPr>
              <w:pStyle w:val="xl24"/>
              <w:spacing w:before="0" w:beforeAutospacing="0" w:after="0" w:afterAutospacing="0"/>
            </w:pPr>
            <w:r w:rsidRPr="002A019C">
              <w:t>Наименование</w:t>
            </w:r>
          </w:p>
          <w:p w:rsidR="00FA12FA" w:rsidRPr="002A019C" w:rsidRDefault="00FA12FA" w:rsidP="00311BB6">
            <w:pPr>
              <w:pStyle w:val="xl24"/>
              <w:spacing w:before="0" w:beforeAutospacing="0" w:after="0" w:afterAutospacing="0"/>
            </w:pPr>
            <w:r w:rsidRPr="002A019C">
              <w:t>муниципального</w:t>
            </w:r>
          </w:p>
          <w:p w:rsidR="00FA12FA" w:rsidRPr="002A019C" w:rsidRDefault="00FA12FA" w:rsidP="00311BB6">
            <w:pPr>
              <w:pStyle w:val="xl24"/>
              <w:spacing w:before="0" w:beforeAutospacing="0" w:after="0" w:afterAutospacing="0"/>
            </w:pPr>
            <w:r w:rsidRPr="002A019C">
              <w:t>образования</w:t>
            </w:r>
          </w:p>
        </w:tc>
        <w:tc>
          <w:tcPr>
            <w:tcW w:w="2410" w:type="dxa"/>
            <w:vAlign w:val="center"/>
          </w:tcPr>
          <w:p w:rsidR="00FA12FA" w:rsidRPr="002A019C" w:rsidRDefault="00FA12FA" w:rsidP="00311BB6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 xml:space="preserve">Развитие системы </w:t>
            </w:r>
          </w:p>
          <w:p w:rsidR="00FA12FA" w:rsidRPr="002A019C" w:rsidRDefault="00FA12FA" w:rsidP="00311BB6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 xml:space="preserve">дошкольного </w:t>
            </w:r>
          </w:p>
          <w:p w:rsidR="00FA12FA" w:rsidRPr="002A019C" w:rsidRDefault="00FA12FA" w:rsidP="00311BB6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образования</w:t>
            </w:r>
          </w:p>
        </w:tc>
        <w:tc>
          <w:tcPr>
            <w:tcW w:w="3685" w:type="dxa"/>
          </w:tcPr>
          <w:p w:rsidR="00FA12FA" w:rsidRPr="002A019C" w:rsidRDefault="00FA12FA" w:rsidP="00311BB6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Развитие материально-</w:t>
            </w:r>
          </w:p>
          <w:p w:rsidR="00FA12FA" w:rsidRPr="002A019C" w:rsidRDefault="00FA12FA" w:rsidP="00311BB6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 xml:space="preserve">технической базы системы </w:t>
            </w:r>
          </w:p>
          <w:p w:rsidR="00FA12FA" w:rsidRPr="002A019C" w:rsidRDefault="00FA12FA" w:rsidP="00311BB6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 xml:space="preserve">образования, оснащение </w:t>
            </w:r>
          </w:p>
          <w:p w:rsidR="00FA12FA" w:rsidRPr="002A019C" w:rsidRDefault="00FA12FA" w:rsidP="00311BB6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 xml:space="preserve">образовательных </w:t>
            </w:r>
          </w:p>
          <w:p w:rsidR="00FA12FA" w:rsidRPr="002A019C" w:rsidRDefault="00FA12FA" w:rsidP="00311BB6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 xml:space="preserve">организаций оборудованием </w:t>
            </w:r>
          </w:p>
        </w:tc>
      </w:tr>
    </w:tbl>
    <w:p w:rsidR="00FA12FA" w:rsidRPr="002A019C" w:rsidRDefault="00FA12FA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607"/>
        <w:gridCol w:w="3094"/>
        <w:gridCol w:w="2410"/>
        <w:gridCol w:w="3685"/>
      </w:tblGrid>
      <w:tr w:rsidR="00FA12FA" w:rsidRPr="00E14225" w:rsidTr="00083F00">
        <w:trPr>
          <w:trHeight w:val="416"/>
          <w:tblHeader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2FA" w:rsidRPr="002A019C" w:rsidRDefault="00FA12FA" w:rsidP="004819E8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2FA" w:rsidRPr="002A019C" w:rsidRDefault="00FA12FA" w:rsidP="004819E8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2FA" w:rsidRPr="002A019C" w:rsidRDefault="00FA12FA" w:rsidP="004819E8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A" w:rsidRPr="002A019C" w:rsidRDefault="00FA12FA" w:rsidP="004819E8">
            <w:pPr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4</w:t>
            </w:r>
          </w:p>
        </w:tc>
      </w:tr>
      <w:tr w:rsidR="00FA12FA" w:rsidRPr="00E14225" w:rsidTr="00083F00">
        <w:trPr>
          <w:trHeight w:val="416"/>
        </w:trPr>
        <w:tc>
          <w:tcPr>
            <w:tcW w:w="607" w:type="dxa"/>
            <w:tcBorders>
              <w:top w:val="single" w:sz="4" w:space="0" w:color="auto"/>
            </w:tcBorders>
            <w:noWrap/>
            <w:vAlign w:val="center"/>
          </w:tcPr>
          <w:p w:rsidR="00FA12FA" w:rsidRPr="002A019C" w:rsidRDefault="00FA12FA" w:rsidP="00481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94" w:type="dxa"/>
            <w:tcBorders>
              <w:top w:val="single" w:sz="4" w:space="0" w:color="auto"/>
            </w:tcBorders>
            <w:noWrap/>
            <w:vAlign w:val="center"/>
          </w:tcPr>
          <w:p w:rsidR="00FA12FA" w:rsidRPr="002A019C" w:rsidRDefault="00FA12FA" w:rsidP="002A01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noWrap/>
            <w:vAlign w:val="center"/>
          </w:tcPr>
          <w:p w:rsidR="00FA12FA" w:rsidRPr="002A019C" w:rsidRDefault="00FA12FA" w:rsidP="00481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173,0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:rsidR="00FA12FA" w:rsidRPr="002A019C" w:rsidRDefault="00FA12FA" w:rsidP="004819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8827,0</w:t>
            </w:r>
          </w:p>
        </w:tc>
      </w:tr>
      <w:tr w:rsidR="00FA12FA" w:rsidRPr="002A019C" w:rsidTr="002A019C">
        <w:trPr>
          <w:trHeight w:val="416"/>
        </w:trPr>
        <w:tc>
          <w:tcPr>
            <w:tcW w:w="607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2.</w:t>
            </w:r>
          </w:p>
        </w:tc>
        <w:tc>
          <w:tcPr>
            <w:tcW w:w="309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48599D">
            <w:pPr>
              <w:spacing w:line="360" w:lineRule="auto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vAlign w:val="center"/>
          </w:tcPr>
          <w:p w:rsidR="00FA12FA" w:rsidRPr="002A019C" w:rsidRDefault="00FA12FA" w:rsidP="0048599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5000,0</w:t>
            </w:r>
          </w:p>
        </w:tc>
      </w:tr>
      <w:tr w:rsidR="00FA12FA" w:rsidRPr="002A019C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3.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3000,0</w:t>
            </w:r>
          </w:p>
        </w:tc>
      </w:tr>
      <w:tr w:rsidR="00FA12FA" w:rsidRPr="002A019C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4.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6000,0</w:t>
            </w:r>
          </w:p>
        </w:tc>
      </w:tr>
      <w:tr w:rsidR="00FA12FA" w:rsidRPr="002A019C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5.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6000,0</w:t>
            </w:r>
          </w:p>
        </w:tc>
      </w:tr>
      <w:tr w:rsidR="00FA12FA" w:rsidRPr="002A019C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>173,0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>28827,0</w:t>
            </w:r>
          </w:p>
        </w:tc>
      </w:tr>
      <w:tr w:rsidR="00FA12FA" w:rsidRPr="002A019C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6.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rPr>
                <w:bCs/>
                <w:sz w:val="28"/>
                <w:szCs w:val="28"/>
              </w:rPr>
            </w:pPr>
            <w:r w:rsidRPr="002A019C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2A019C">
              <w:rPr>
                <w:bCs/>
                <w:sz w:val="28"/>
                <w:szCs w:val="28"/>
              </w:rPr>
              <w:t>6000,0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2A019C">
              <w:rPr>
                <w:bCs/>
                <w:sz w:val="28"/>
                <w:szCs w:val="28"/>
              </w:rPr>
              <w:t>0,0</w:t>
            </w:r>
          </w:p>
        </w:tc>
      </w:tr>
      <w:tr w:rsidR="00FA12FA" w:rsidRPr="002A019C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019C">
              <w:rPr>
                <w:sz w:val="28"/>
                <w:szCs w:val="28"/>
              </w:rPr>
              <w:t>7.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rPr>
                <w:bCs/>
                <w:sz w:val="28"/>
                <w:szCs w:val="28"/>
              </w:rPr>
            </w:pPr>
            <w:r w:rsidRPr="002A019C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2A019C">
              <w:rPr>
                <w:bCs/>
                <w:sz w:val="28"/>
                <w:szCs w:val="28"/>
              </w:rPr>
              <w:t>4000,0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2A019C">
              <w:rPr>
                <w:bCs/>
                <w:sz w:val="28"/>
                <w:szCs w:val="28"/>
              </w:rPr>
              <w:t>4948,0</w:t>
            </w:r>
          </w:p>
        </w:tc>
      </w:tr>
      <w:tr w:rsidR="00FA12FA" w:rsidRPr="002A019C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>10000,0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>4948,0</w:t>
            </w:r>
          </w:p>
        </w:tc>
      </w:tr>
      <w:tr w:rsidR="00FA12FA" w:rsidRPr="00E14225" w:rsidTr="00311BB6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A12FA" w:rsidRPr="002A019C" w:rsidRDefault="00FA12FA" w:rsidP="00083F0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 xml:space="preserve">Итого по районам </w:t>
            </w:r>
          </w:p>
          <w:p w:rsidR="00FA12FA" w:rsidRPr="002A019C" w:rsidRDefault="00FA12FA" w:rsidP="00083F00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>и городам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>10173,0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2A019C" w:rsidRDefault="00FA12FA" w:rsidP="00083F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A019C">
              <w:rPr>
                <w:b/>
                <w:bCs/>
                <w:sz w:val="28"/>
                <w:szCs w:val="28"/>
              </w:rPr>
              <w:t>33775,0</w:t>
            </w:r>
          </w:p>
        </w:tc>
      </w:tr>
    </w:tbl>
    <w:p w:rsidR="00FA12FA" w:rsidRDefault="00FA12FA" w:rsidP="00083F00">
      <w:pPr>
        <w:pStyle w:val="BodyText"/>
        <w:spacing w:line="336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9924D3" w:rsidTr="002F3980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083F00">
            <w:pPr>
              <w:spacing w:line="33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19</w:t>
            </w:r>
          </w:p>
          <w:p w:rsidR="00FA12FA" w:rsidRPr="009924D3" w:rsidRDefault="00FA12FA" w:rsidP="00083F00">
            <w:pPr>
              <w:spacing w:line="336" w:lineRule="auto"/>
              <w:jc w:val="right"/>
              <w:rPr>
                <w:sz w:val="28"/>
                <w:szCs w:val="28"/>
              </w:rPr>
            </w:pPr>
          </w:p>
        </w:tc>
      </w:tr>
      <w:tr w:rsidR="00FA12FA" w:rsidRPr="005C5457" w:rsidTr="002F3980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5C5457" w:rsidRDefault="00FA12FA" w:rsidP="00083F00">
            <w:pPr>
              <w:jc w:val="center"/>
              <w:rPr>
                <w:b/>
                <w:sz w:val="28"/>
                <w:szCs w:val="28"/>
              </w:rPr>
            </w:pPr>
            <w:r w:rsidRPr="005C5457">
              <w:rPr>
                <w:b/>
                <w:sz w:val="28"/>
                <w:szCs w:val="28"/>
              </w:rPr>
              <w:t>Распределение субвенций бюджетам муниципальных районов и городских округов Ульяновской области на финансовое обеспечение расходных</w:t>
            </w:r>
          </w:p>
          <w:p w:rsidR="00FA12FA" w:rsidRPr="005C5457" w:rsidRDefault="00FA12FA" w:rsidP="00083F00">
            <w:pPr>
              <w:jc w:val="center"/>
              <w:rPr>
                <w:b/>
                <w:bCs/>
                <w:sz w:val="28"/>
                <w:szCs w:val="28"/>
              </w:rPr>
            </w:pPr>
            <w:r w:rsidRPr="005C5457">
              <w:rPr>
                <w:b/>
                <w:sz w:val="28"/>
                <w:szCs w:val="28"/>
              </w:rPr>
              <w:t xml:space="preserve">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области, на 2015 год</w:t>
            </w:r>
          </w:p>
        </w:tc>
      </w:tr>
      <w:tr w:rsidR="00FA12FA" w:rsidRPr="005C5457" w:rsidTr="002F398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5C5457" w:rsidRDefault="00FA12FA" w:rsidP="00083F00">
            <w:pPr>
              <w:spacing w:line="336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5C5457" w:rsidRDefault="00FA12FA" w:rsidP="00083F00">
            <w:pPr>
              <w:spacing w:line="336" w:lineRule="auto"/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5C5457" w:rsidRDefault="00FA12FA" w:rsidP="00083F00">
            <w:pPr>
              <w:spacing w:line="336" w:lineRule="auto"/>
              <w:jc w:val="right"/>
              <w:rPr>
                <w:sz w:val="28"/>
                <w:szCs w:val="28"/>
              </w:rPr>
            </w:pPr>
            <w:r w:rsidRPr="005C5457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5C5457" w:rsidRDefault="00FA12FA" w:rsidP="00083F00">
      <w:pPr>
        <w:spacing w:line="336" w:lineRule="auto"/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678"/>
        <w:gridCol w:w="4394"/>
      </w:tblGrid>
      <w:tr w:rsidR="00FA12FA" w:rsidRPr="005C5457" w:rsidTr="002F3980">
        <w:tc>
          <w:tcPr>
            <w:tcW w:w="709" w:type="dxa"/>
          </w:tcPr>
          <w:p w:rsidR="00FA12FA" w:rsidRPr="005C5457" w:rsidRDefault="00FA12FA" w:rsidP="00083F0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C5457">
              <w:rPr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FA12FA" w:rsidRPr="005C5457" w:rsidRDefault="00FA12FA" w:rsidP="00083F00">
            <w:pPr>
              <w:jc w:val="center"/>
              <w:rPr>
                <w:sz w:val="28"/>
                <w:szCs w:val="28"/>
              </w:rPr>
            </w:pPr>
            <w:r w:rsidRPr="005C5457">
              <w:rPr>
                <w:sz w:val="28"/>
                <w:szCs w:val="28"/>
              </w:rPr>
              <w:t xml:space="preserve">Наименование </w:t>
            </w:r>
          </w:p>
          <w:p w:rsidR="00FA12FA" w:rsidRPr="005C5457" w:rsidRDefault="00FA12FA" w:rsidP="00083F00">
            <w:pPr>
              <w:jc w:val="center"/>
              <w:rPr>
                <w:sz w:val="28"/>
                <w:szCs w:val="28"/>
              </w:rPr>
            </w:pPr>
            <w:r w:rsidRPr="005C5457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FA12FA" w:rsidRPr="005C5457" w:rsidRDefault="00FA12FA" w:rsidP="00083F0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C5457">
              <w:rPr>
                <w:sz w:val="28"/>
                <w:szCs w:val="28"/>
              </w:rPr>
              <w:t>Сумма</w:t>
            </w:r>
          </w:p>
        </w:tc>
      </w:tr>
    </w:tbl>
    <w:p w:rsidR="00FA12FA" w:rsidRPr="005C5457" w:rsidRDefault="00FA12FA" w:rsidP="00083F00">
      <w:pPr>
        <w:spacing w:line="336" w:lineRule="auto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FA12FA" w:rsidRPr="00E14225" w:rsidTr="002F3980">
        <w:trPr>
          <w:trHeight w:val="374"/>
          <w:tblHeader/>
        </w:trPr>
        <w:tc>
          <w:tcPr>
            <w:tcW w:w="751" w:type="dxa"/>
          </w:tcPr>
          <w:p w:rsidR="00FA12FA" w:rsidRPr="005C5457" w:rsidRDefault="00FA12FA" w:rsidP="00083F00">
            <w:pPr>
              <w:pStyle w:val="NoSpacing"/>
              <w:spacing w:line="33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45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:rsidR="00FA12FA" w:rsidRPr="005C5457" w:rsidRDefault="00FA12FA" w:rsidP="00083F00">
            <w:pPr>
              <w:pStyle w:val="NoSpacing"/>
              <w:spacing w:line="33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45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FA12FA" w:rsidRPr="005C5457" w:rsidRDefault="00FA12FA" w:rsidP="00083F00">
            <w:pPr>
              <w:pStyle w:val="NoSpacing"/>
              <w:spacing w:line="33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45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684,0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684,0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684,0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083F0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684,0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684,0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1152,1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F06C4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06C4">
              <w:rPr>
                <w:rFonts w:ascii="Times New Roman" w:hAnsi="Times New Roman"/>
                <w:b/>
                <w:sz w:val="28"/>
                <w:szCs w:val="28"/>
              </w:rPr>
              <w:t>12717,1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1550,0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543,0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sz w:val="28"/>
                <w:szCs w:val="28"/>
              </w:rPr>
              <w:t>6201,6</w:t>
            </w:r>
          </w:p>
        </w:tc>
      </w:tr>
      <w:tr w:rsidR="00FA12FA" w:rsidRPr="003F06C4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F06C4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06C4">
              <w:rPr>
                <w:rFonts w:ascii="Times New Roman" w:hAnsi="Times New Roman"/>
                <w:b/>
                <w:sz w:val="28"/>
                <w:szCs w:val="28"/>
              </w:rPr>
              <w:t>8294,6</w:t>
            </w:r>
          </w:p>
        </w:tc>
      </w:tr>
      <w:tr w:rsidR="00FA12FA" w:rsidRPr="00E14225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3F06C4" w:rsidRDefault="00FA12FA" w:rsidP="00647A8C">
            <w:pPr>
              <w:pStyle w:val="NoSpacing"/>
              <w:spacing w:line="348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F06C4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C0091F" w:rsidRDefault="00FA12FA" w:rsidP="00647A8C">
            <w:pPr>
              <w:pStyle w:val="NoSpacing"/>
              <w:spacing w:line="34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06C4">
              <w:rPr>
                <w:rFonts w:ascii="Times New Roman" w:hAnsi="Times New Roman"/>
                <w:b/>
                <w:sz w:val="28"/>
                <w:szCs w:val="28"/>
              </w:rPr>
              <w:t>21011,7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</w:rPr>
      </w:pPr>
      <w:r w:rsidRPr="00C0091F">
        <w:rPr>
          <w:szCs w:val="28"/>
        </w:rPr>
        <w:t>д) таблиц</w:t>
      </w:r>
      <w:r>
        <w:rPr>
          <w:szCs w:val="28"/>
        </w:rPr>
        <w:t>ы</w:t>
      </w:r>
      <w:r w:rsidRPr="00C0091F">
        <w:rPr>
          <w:szCs w:val="28"/>
        </w:rPr>
        <w:t xml:space="preserve"> 22</w:t>
      </w:r>
      <w:r>
        <w:rPr>
          <w:szCs w:val="28"/>
        </w:rPr>
        <w:t>-24</w:t>
      </w:r>
      <w:r w:rsidRPr="00C0091F">
        <w:rPr>
          <w:szCs w:val="28"/>
        </w:rPr>
        <w:t xml:space="preserve"> изложить в следующей редакции:</w:t>
      </w:r>
    </w:p>
    <w:tbl>
      <w:tblPr>
        <w:tblW w:w="9781" w:type="dxa"/>
        <w:tblInd w:w="108" w:type="dxa"/>
        <w:tblLook w:val="00A0"/>
      </w:tblPr>
      <w:tblGrid>
        <w:gridCol w:w="9781"/>
      </w:tblGrid>
      <w:tr w:rsidR="00FA12FA" w:rsidRPr="008C13A1" w:rsidTr="008C13A1">
        <w:tc>
          <w:tcPr>
            <w:tcW w:w="9781" w:type="dxa"/>
          </w:tcPr>
          <w:p w:rsidR="00FA12FA" w:rsidRPr="008C13A1" w:rsidRDefault="00FA12FA" w:rsidP="008C13A1">
            <w:pPr>
              <w:pStyle w:val="BodyText"/>
              <w:jc w:val="right"/>
              <w:rPr>
                <w:szCs w:val="28"/>
              </w:rPr>
            </w:pPr>
            <w:r w:rsidRPr="008C13A1">
              <w:rPr>
                <w:szCs w:val="28"/>
              </w:rPr>
              <w:t>«Таблица 22</w:t>
            </w:r>
          </w:p>
          <w:p w:rsidR="00FA12FA" w:rsidRPr="008C13A1" w:rsidRDefault="00FA12FA" w:rsidP="008C13A1">
            <w:pPr>
              <w:pStyle w:val="BodyText"/>
              <w:jc w:val="right"/>
              <w:rPr>
                <w:szCs w:val="28"/>
              </w:rPr>
            </w:pPr>
          </w:p>
        </w:tc>
      </w:tr>
      <w:tr w:rsidR="00FA12FA" w:rsidRPr="008C13A1" w:rsidTr="008C13A1">
        <w:tc>
          <w:tcPr>
            <w:tcW w:w="9781" w:type="dxa"/>
          </w:tcPr>
          <w:p w:rsidR="00FA12FA" w:rsidRPr="008C13A1" w:rsidRDefault="00FA12FA" w:rsidP="008C13A1">
            <w:pPr>
              <w:pStyle w:val="Heading1"/>
              <w:jc w:val="center"/>
              <w:rPr>
                <w:b/>
                <w:szCs w:val="28"/>
              </w:rPr>
            </w:pPr>
            <w:r w:rsidRPr="008C13A1">
              <w:rPr>
                <w:b/>
                <w:szCs w:val="28"/>
              </w:rPr>
              <w:t>Распределение субсидий бюджетам муниципальных районов</w:t>
            </w:r>
          </w:p>
          <w:p w:rsidR="00FA12FA" w:rsidRPr="008C13A1" w:rsidRDefault="00FA12FA" w:rsidP="008C13A1">
            <w:pPr>
              <w:pStyle w:val="Heading1"/>
              <w:jc w:val="center"/>
              <w:rPr>
                <w:b/>
                <w:szCs w:val="28"/>
              </w:rPr>
            </w:pPr>
            <w:r w:rsidRPr="008C13A1">
              <w:rPr>
                <w:b/>
                <w:szCs w:val="28"/>
              </w:rPr>
              <w:t>и городских округов Ульяновской области на строительство</w:t>
            </w:r>
          </w:p>
          <w:p w:rsidR="00FA12FA" w:rsidRPr="008C13A1" w:rsidRDefault="00FA12FA" w:rsidP="008C13A1">
            <w:pPr>
              <w:pStyle w:val="Heading1"/>
              <w:jc w:val="center"/>
              <w:rPr>
                <w:b/>
                <w:szCs w:val="28"/>
              </w:rPr>
            </w:pPr>
            <w:r w:rsidRPr="008C13A1">
              <w:rPr>
                <w:b/>
                <w:szCs w:val="28"/>
              </w:rPr>
              <w:t>и реконструкцию объектов спорта в рамках реализации</w:t>
            </w:r>
          </w:p>
          <w:p w:rsidR="00FA12FA" w:rsidRPr="008C13A1" w:rsidRDefault="00FA12FA" w:rsidP="008C13A1">
            <w:pPr>
              <w:pStyle w:val="Heading1"/>
              <w:jc w:val="center"/>
              <w:rPr>
                <w:b/>
                <w:szCs w:val="28"/>
              </w:rPr>
            </w:pPr>
            <w:r w:rsidRPr="008C13A1">
              <w:rPr>
                <w:b/>
                <w:szCs w:val="28"/>
              </w:rPr>
              <w:t>мероприятий государственной программы Ульяновской области</w:t>
            </w:r>
          </w:p>
          <w:p w:rsidR="00FA12FA" w:rsidRPr="008C13A1" w:rsidRDefault="00FA12FA" w:rsidP="008C13A1">
            <w:pPr>
              <w:pStyle w:val="Heading1"/>
              <w:jc w:val="center"/>
              <w:rPr>
                <w:b/>
                <w:szCs w:val="28"/>
              </w:rPr>
            </w:pPr>
            <w:r w:rsidRPr="008C13A1">
              <w:rPr>
                <w:b/>
                <w:szCs w:val="28"/>
              </w:rPr>
              <w:t>«Развитие физической культуры и спорта в Ульяновской области</w:t>
            </w:r>
          </w:p>
          <w:p w:rsidR="00FA12FA" w:rsidRPr="008C13A1" w:rsidRDefault="00FA12FA" w:rsidP="008C13A1">
            <w:pPr>
              <w:pStyle w:val="BodyText"/>
              <w:jc w:val="center"/>
              <w:rPr>
                <w:szCs w:val="28"/>
              </w:rPr>
            </w:pPr>
            <w:r w:rsidRPr="008C13A1">
              <w:rPr>
                <w:b/>
                <w:szCs w:val="28"/>
              </w:rPr>
              <w:t>на 2014-2018 годы» на 2015 год</w:t>
            </w:r>
          </w:p>
        </w:tc>
      </w:tr>
      <w:tr w:rsidR="00FA12FA" w:rsidRPr="008C13A1" w:rsidTr="008C13A1">
        <w:tc>
          <w:tcPr>
            <w:tcW w:w="9781" w:type="dxa"/>
          </w:tcPr>
          <w:p w:rsidR="00FA12FA" w:rsidRPr="008C13A1" w:rsidRDefault="00FA12FA" w:rsidP="008C13A1">
            <w:pPr>
              <w:pStyle w:val="BodyText"/>
              <w:jc w:val="right"/>
              <w:rPr>
                <w:szCs w:val="28"/>
              </w:rPr>
            </w:pPr>
            <w:r w:rsidRPr="008C13A1">
              <w:rPr>
                <w:szCs w:val="28"/>
              </w:rPr>
              <w:t>тыс. руб.</w:t>
            </w:r>
          </w:p>
        </w:tc>
      </w:tr>
    </w:tbl>
    <w:p w:rsidR="00FA12FA" w:rsidRPr="00F857CC" w:rsidRDefault="00FA12FA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678"/>
        <w:gridCol w:w="4394"/>
      </w:tblGrid>
      <w:tr w:rsidR="00FA12FA" w:rsidRPr="008C13A1" w:rsidTr="008C13A1">
        <w:tc>
          <w:tcPr>
            <w:tcW w:w="709" w:type="dxa"/>
            <w:vAlign w:val="center"/>
          </w:tcPr>
          <w:p w:rsidR="00FA12FA" w:rsidRPr="008C13A1" w:rsidRDefault="00FA12FA" w:rsidP="008C13A1">
            <w:pPr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№</w:t>
            </w:r>
            <w:r w:rsidRPr="008C13A1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78" w:type="dxa"/>
            <w:vAlign w:val="center"/>
          </w:tcPr>
          <w:p w:rsidR="00FA12FA" w:rsidRPr="008C13A1" w:rsidRDefault="00FA12FA" w:rsidP="008C13A1">
            <w:pPr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Наименование</w:t>
            </w:r>
          </w:p>
          <w:p w:rsidR="00FA12FA" w:rsidRPr="008C13A1" w:rsidRDefault="00FA12FA" w:rsidP="008C13A1">
            <w:pPr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FA12FA" w:rsidRPr="008C13A1" w:rsidRDefault="00FA12FA" w:rsidP="008C13A1">
            <w:pPr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Сумма</w:t>
            </w:r>
          </w:p>
        </w:tc>
      </w:tr>
    </w:tbl>
    <w:p w:rsidR="00FA12FA" w:rsidRPr="00F857CC" w:rsidRDefault="00FA12FA">
      <w:pPr>
        <w:rPr>
          <w:sz w:val="2"/>
          <w:szCs w:val="2"/>
        </w:rPr>
      </w:pPr>
    </w:p>
    <w:tbl>
      <w:tblPr>
        <w:tblW w:w="9781" w:type="dxa"/>
        <w:tblInd w:w="108" w:type="dxa"/>
        <w:tblLook w:val="00A0"/>
      </w:tblPr>
      <w:tblGrid>
        <w:gridCol w:w="709"/>
        <w:gridCol w:w="4678"/>
        <w:gridCol w:w="4394"/>
      </w:tblGrid>
      <w:tr w:rsidR="00FA12FA" w:rsidRPr="008C13A1" w:rsidTr="008C13A1">
        <w:trPr>
          <w:trHeight w:val="37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FA" w:rsidRPr="008C13A1" w:rsidRDefault="00FA12FA" w:rsidP="008C13A1">
            <w:pPr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FA" w:rsidRPr="008C13A1" w:rsidRDefault="00FA12FA" w:rsidP="008C13A1">
            <w:pPr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2FA" w:rsidRPr="008C13A1" w:rsidRDefault="00FA12FA" w:rsidP="008C13A1">
            <w:pPr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3</w:t>
            </w:r>
          </w:p>
        </w:tc>
      </w:tr>
      <w:tr w:rsidR="00FA12FA" w:rsidRPr="008C13A1" w:rsidTr="008C13A1">
        <w:trPr>
          <w:trHeight w:val="374"/>
        </w:trPr>
        <w:tc>
          <w:tcPr>
            <w:tcW w:w="709" w:type="dxa"/>
            <w:tcBorders>
              <w:top w:val="single" w:sz="4" w:space="0" w:color="auto"/>
            </w:tcBorders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13630,</w:t>
            </w:r>
            <w:r>
              <w:rPr>
                <w:sz w:val="28"/>
                <w:szCs w:val="28"/>
              </w:rPr>
              <w:t>0</w:t>
            </w:r>
          </w:p>
        </w:tc>
      </w:tr>
      <w:tr w:rsidR="00FA12FA" w:rsidRPr="008C13A1" w:rsidTr="008C13A1">
        <w:trPr>
          <w:trHeight w:val="374"/>
        </w:trPr>
        <w:tc>
          <w:tcPr>
            <w:tcW w:w="709" w:type="dxa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vAlign w:val="bottom"/>
          </w:tcPr>
          <w:p w:rsidR="00FA12FA" w:rsidRPr="008C13A1" w:rsidRDefault="00FA12FA" w:rsidP="008C13A1">
            <w:pPr>
              <w:spacing w:line="360" w:lineRule="auto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500,0</w:t>
            </w:r>
          </w:p>
        </w:tc>
      </w:tr>
      <w:tr w:rsidR="00FA12FA" w:rsidRPr="008C13A1" w:rsidTr="008C13A1">
        <w:trPr>
          <w:trHeight w:val="374"/>
        </w:trPr>
        <w:tc>
          <w:tcPr>
            <w:tcW w:w="709" w:type="dxa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vAlign w:val="bottom"/>
          </w:tcPr>
          <w:p w:rsidR="00FA12FA" w:rsidRPr="008C13A1" w:rsidRDefault="00FA12FA" w:rsidP="008C13A1">
            <w:pPr>
              <w:spacing w:line="360" w:lineRule="auto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21660,0</w:t>
            </w:r>
          </w:p>
        </w:tc>
      </w:tr>
      <w:tr w:rsidR="00FA12FA" w:rsidRPr="008C13A1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500,0</w:t>
            </w:r>
          </w:p>
        </w:tc>
      </w:tr>
      <w:tr w:rsidR="00FA12FA" w:rsidRPr="008C13A1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265,0</w:t>
            </w:r>
          </w:p>
        </w:tc>
      </w:tr>
      <w:tr w:rsidR="00FA12FA" w:rsidRPr="008C13A1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rPr>
                <w:b/>
                <w:sz w:val="28"/>
                <w:szCs w:val="28"/>
              </w:rPr>
            </w:pPr>
            <w:r w:rsidRPr="008C13A1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C13A1">
              <w:rPr>
                <w:b/>
                <w:sz w:val="28"/>
                <w:szCs w:val="28"/>
              </w:rPr>
              <w:t>36555,0</w:t>
            </w:r>
          </w:p>
        </w:tc>
      </w:tr>
      <w:tr w:rsidR="00FA12FA" w:rsidRPr="008C13A1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21359,6</w:t>
            </w:r>
          </w:p>
        </w:tc>
      </w:tr>
      <w:tr w:rsidR="00FA12FA" w:rsidRPr="008C13A1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C13A1">
              <w:rPr>
                <w:sz w:val="28"/>
                <w:szCs w:val="28"/>
              </w:rPr>
              <w:t>13370,0</w:t>
            </w:r>
          </w:p>
        </w:tc>
      </w:tr>
      <w:tr w:rsidR="00FA12FA" w:rsidRPr="008C13A1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rPr>
                <w:b/>
                <w:sz w:val="28"/>
                <w:szCs w:val="28"/>
              </w:rPr>
            </w:pPr>
            <w:r w:rsidRPr="008C13A1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C13A1">
              <w:rPr>
                <w:b/>
                <w:sz w:val="28"/>
                <w:szCs w:val="28"/>
              </w:rPr>
              <w:t>34729,6</w:t>
            </w:r>
          </w:p>
        </w:tc>
      </w:tr>
      <w:tr w:rsidR="00FA12FA" w:rsidRPr="008C13A1" w:rsidTr="008C13A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rPr>
                <w:b/>
                <w:sz w:val="28"/>
                <w:szCs w:val="28"/>
              </w:rPr>
            </w:pPr>
            <w:r w:rsidRPr="008C13A1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C13A1" w:rsidRDefault="00FA12FA" w:rsidP="008C13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8C13A1">
              <w:rPr>
                <w:b/>
                <w:sz w:val="28"/>
                <w:szCs w:val="28"/>
              </w:rPr>
              <w:t>71284,6</w:t>
            </w:r>
          </w:p>
        </w:tc>
      </w:tr>
    </w:tbl>
    <w:p w:rsidR="00FA12FA" w:rsidRDefault="00FA12FA" w:rsidP="006763EC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9D243B" w:rsidTr="0055571A">
        <w:trPr>
          <w:trHeight w:val="157"/>
        </w:trPr>
        <w:tc>
          <w:tcPr>
            <w:tcW w:w="9796" w:type="dxa"/>
            <w:gridSpan w:val="3"/>
            <w:vAlign w:val="center"/>
          </w:tcPr>
          <w:p w:rsidR="00FA12FA" w:rsidRPr="009D243B" w:rsidRDefault="00FA12FA" w:rsidP="0055571A">
            <w:pPr>
              <w:jc w:val="right"/>
              <w:rPr>
                <w:bCs/>
                <w:sz w:val="28"/>
                <w:szCs w:val="28"/>
              </w:rPr>
            </w:pPr>
            <w:r w:rsidRPr="009D243B">
              <w:rPr>
                <w:bCs/>
                <w:sz w:val="28"/>
                <w:szCs w:val="28"/>
              </w:rPr>
              <w:t>Таблица 2</w:t>
            </w:r>
            <w:r>
              <w:rPr>
                <w:bCs/>
                <w:sz w:val="28"/>
                <w:szCs w:val="28"/>
              </w:rPr>
              <w:t>3</w:t>
            </w:r>
          </w:p>
          <w:p w:rsidR="00FA12FA" w:rsidRPr="009D243B" w:rsidRDefault="00FA12FA" w:rsidP="0055571A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A12FA" w:rsidRPr="009D243B" w:rsidTr="0055571A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267989" w:rsidRDefault="00FA12FA" w:rsidP="0055571A">
            <w:pPr>
              <w:pStyle w:val="Heading1"/>
              <w:jc w:val="center"/>
              <w:rPr>
                <w:b/>
                <w:szCs w:val="28"/>
              </w:rPr>
            </w:pPr>
            <w:r w:rsidRPr="00267989">
              <w:rPr>
                <w:b/>
                <w:szCs w:val="28"/>
              </w:rPr>
              <w:t>Распределение субсидий бюджетам муниципальных районов</w:t>
            </w:r>
          </w:p>
          <w:p w:rsidR="00FA12FA" w:rsidRPr="00267989" w:rsidRDefault="00FA12FA" w:rsidP="009E0DB1">
            <w:pPr>
              <w:pStyle w:val="Heading1"/>
              <w:jc w:val="center"/>
              <w:rPr>
                <w:b/>
                <w:szCs w:val="28"/>
              </w:rPr>
            </w:pPr>
            <w:r w:rsidRPr="00267989">
              <w:rPr>
                <w:b/>
                <w:szCs w:val="28"/>
              </w:rPr>
              <w:t>Ульяновской области на ремонт объектов спорта в рамках реализации</w:t>
            </w:r>
          </w:p>
          <w:p w:rsidR="00FA12FA" w:rsidRPr="00267989" w:rsidRDefault="00FA12FA" w:rsidP="009E0DB1">
            <w:pPr>
              <w:pStyle w:val="Heading1"/>
              <w:jc w:val="center"/>
              <w:rPr>
                <w:b/>
                <w:szCs w:val="28"/>
              </w:rPr>
            </w:pPr>
            <w:r w:rsidRPr="00267989">
              <w:rPr>
                <w:b/>
                <w:szCs w:val="28"/>
              </w:rPr>
              <w:t>мероприятий государственной программы Ульяновской области</w:t>
            </w:r>
          </w:p>
          <w:p w:rsidR="00FA12FA" w:rsidRPr="00267989" w:rsidRDefault="00FA12FA" w:rsidP="009E0DB1">
            <w:pPr>
              <w:pStyle w:val="Heading1"/>
              <w:jc w:val="center"/>
              <w:rPr>
                <w:b/>
                <w:szCs w:val="28"/>
              </w:rPr>
            </w:pPr>
            <w:r w:rsidRPr="00267989">
              <w:rPr>
                <w:b/>
                <w:szCs w:val="28"/>
              </w:rPr>
              <w:t>«Развитие физической культуры и спорта в Ульяновской области</w:t>
            </w:r>
          </w:p>
          <w:p w:rsidR="00FA12FA" w:rsidRPr="00267989" w:rsidRDefault="00FA12FA" w:rsidP="009E0DB1">
            <w:pPr>
              <w:pStyle w:val="Heading1"/>
              <w:jc w:val="center"/>
              <w:rPr>
                <w:szCs w:val="28"/>
              </w:rPr>
            </w:pPr>
            <w:r w:rsidRPr="00267989">
              <w:rPr>
                <w:b/>
                <w:szCs w:val="28"/>
              </w:rPr>
              <w:t>на 2014-2018 годы» на 2015 год</w:t>
            </w:r>
          </w:p>
        </w:tc>
      </w:tr>
      <w:tr w:rsidR="00FA12FA" w:rsidRPr="009D243B" w:rsidTr="0055571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243B" w:rsidRDefault="00FA12FA" w:rsidP="0055571A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243B" w:rsidRDefault="00FA12FA" w:rsidP="0055571A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9D243B" w:rsidRDefault="00FA12FA" w:rsidP="0055571A">
            <w:pPr>
              <w:jc w:val="right"/>
              <w:rPr>
                <w:sz w:val="28"/>
                <w:szCs w:val="28"/>
              </w:rPr>
            </w:pPr>
            <w:r w:rsidRPr="009D243B">
              <w:rPr>
                <w:sz w:val="28"/>
                <w:szCs w:val="28"/>
              </w:rPr>
              <w:t>тыс. руб.</w:t>
            </w:r>
          </w:p>
        </w:tc>
      </w:tr>
      <w:tr w:rsidR="00FA12FA" w:rsidRPr="00E14225" w:rsidTr="0055571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8"/>
          <w:tblHeader/>
        </w:trPr>
        <w:tc>
          <w:tcPr>
            <w:tcW w:w="735" w:type="dxa"/>
            <w:vAlign w:val="center"/>
          </w:tcPr>
          <w:p w:rsidR="00FA12FA" w:rsidRPr="009D243B" w:rsidRDefault="00FA12FA" w:rsidP="0055571A">
            <w:pPr>
              <w:jc w:val="center"/>
              <w:rPr>
                <w:sz w:val="28"/>
                <w:szCs w:val="28"/>
              </w:rPr>
            </w:pPr>
            <w:r w:rsidRPr="009D243B">
              <w:rPr>
                <w:sz w:val="28"/>
                <w:szCs w:val="28"/>
              </w:rPr>
              <w:t xml:space="preserve">№   </w:t>
            </w:r>
            <w:r w:rsidRPr="009D243B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FA12FA" w:rsidRPr="009D243B" w:rsidRDefault="00FA12FA" w:rsidP="0055571A">
            <w:pPr>
              <w:jc w:val="center"/>
              <w:rPr>
                <w:sz w:val="28"/>
                <w:szCs w:val="28"/>
              </w:rPr>
            </w:pPr>
            <w:r w:rsidRPr="009D243B">
              <w:rPr>
                <w:sz w:val="28"/>
                <w:szCs w:val="28"/>
              </w:rPr>
              <w:t xml:space="preserve">Наименование </w:t>
            </w:r>
          </w:p>
          <w:p w:rsidR="00FA12FA" w:rsidRPr="009D243B" w:rsidRDefault="00FA12FA" w:rsidP="0055571A">
            <w:pPr>
              <w:jc w:val="center"/>
              <w:rPr>
                <w:sz w:val="28"/>
                <w:szCs w:val="28"/>
              </w:rPr>
            </w:pPr>
            <w:r w:rsidRPr="009D243B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FA12FA" w:rsidRPr="009D243B" w:rsidRDefault="00FA12FA" w:rsidP="0055571A">
            <w:pPr>
              <w:jc w:val="center"/>
              <w:rPr>
                <w:sz w:val="28"/>
                <w:szCs w:val="28"/>
              </w:rPr>
            </w:pPr>
            <w:r w:rsidRPr="009D243B">
              <w:rPr>
                <w:sz w:val="28"/>
                <w:szCs w:val="28"/>
              </w:rPr>
              <w:t>Сумма</w:t>
            </w:r>
          </w:p>
        </w:tc>
      </w:tr>
      <w:tr w:rsidR="00FA12FA" w:rsidRPr="009D243B" w:rsidTr="0055571A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</w:tcBorders>
            <w:noWrap/>
            <w:vAlign w:val="bottom"/>
          </w:tcPr>
          <w:p w:rsidR="00FA12FA" w:rsidRPr="009D243B" w:rsidRDefault="00FA12FA" w:rsidP="005557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243B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noWrap/>
            <w:vAlign w:val="bottom"/>
          </w:tcPr>
          <w:p w:rsidR="00FA12FA" w:rsidRPr="009D243B" w:rsidRDefault="00FA12FA" w:rsidP="0055571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Майнский</w:t>
            </w:r>
            <w:r w:rsidRPr="009D243B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381" w:type="dxa"/>
            <w:tcBorders>
              <w:top w:val="single" w:sz="4" w:space="0" w:color="auto"/>
            </w:tcBorders>
            <w:noWrap/>
            <w:vAlign w:val="bottom"/>
          </w:tcPr>
          <w:p w:rsidR="00FA12FA" w:rsidRPr="009D243B" w:rsidRDefault="00FA12FA" w:rsidP="005557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1800,0</w:t>
            </w:r>
          </w:p>
        </w:tc>
      </w:tr>
      <w:tr w:rsidR="00FA12FA" w:rsidRPr="009D243B" w:rsidTr="0055571A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FA12FA" w:rsidRPr="009D243B" w:rsidRDefault="00FA12FA" w:rsidP="005557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D243B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noWrap/>
            <w:vAlign w:val="bottom"/>
          </w:tcPr>
          <w:p w:rsidR="00FA12FA" w:rsidRPr="009D243B" w:rsidRDefault="00FA12FA" w:rsidP="0055571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Мелекесский</w:t>
            </w:r>
            <w:r w:rsidRPr="009D243B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381" w:type="dxa"/>
            <w:noWrap/>
            <w:vAlign w:val="bottom"/>
          </w:tcPr>
          <w:p w:rsidR="00FA12FA" w:rsidRPr="009D243B" w:rsidRDefault="00FA12FA" w:rsidP="005557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2925,0</w:t>
            </w:r>
          </w:p>
        </w:tc>
      </w:tr>
      <w:tr w:rsidR="00FA12FA" w:rsidRPr="00E14225" w:rsidTr="0055571A">
        <w:trPr>
          <w:trHeight w:val="374"/>
          <w:tblHeader/>
        </w:trPr>
        <w:tc>
          <w:tcPr>
            <w:tcW w:w="735" w:type="dxa"/>
            <w:noWrap/>
            <w:vAlign w:val="bottom"/>
          </w:tcPr>
          <w:p w:rsidR="00FA12FA" w:rsidRPr="009D243B" w:rsidRDefault="00FA12FA" w:rsidP="0055571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  <w:noWrap/>
            <w:vAlign w:val="bottom"/>
          </w:tcPr>
          <w:p w:rsidR="00FA12FA" w:rsidRPr="009D243B" w:rsidRDefault="00FA12FA" w:rsidP="0055571A">
            <w:pPr>
              <w:spacing w:line="360" w:lineRule="auto"/>
              <w:rPr>
                <w:b/>
                <w:sz w:val="28"/>
                <w:szCs w:val="28"/>
              </w:rPr>
            </w:pPr>
            <w:r w:rsidRPr="009D243B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noWrap/>
            <w:vAlign w:val="bottom"/>
          </w:tcPr>
          <w:p w:rsidR="00FA12FA" w:rsidRPr="009D243B" w:rsidRDefault="00FA12FA" w:rsidP="0055571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4725,0</w:t>
            </w:r>
          </w:p>
        </w:tc>
      </w:tr>
    </w:tbl>
    <w:p w:rsidR="00FA12FA" w:rsidRDefault="00FA12FA" w:rsidP="006763E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6763E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6763E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6763E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6763E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6763E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6763E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6763E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6763E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6763E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6763EC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FA12FA" w:rsidRPr="00E14225" w:rsidTr="00FF1050">
        <w:trPr>
          <w:trHeight w:val="157"/>
        </w:trPr>
        <w:tc>
          <w:tcPr>
            <w:tcW w:w="9938" w:type="dxa"/>
            <w:gridSpan w:val="3"/>
            <w:vAlign w:val="center"/>
          </w:tcPr>
          <w:p w:rsidR="00FA12FA" w:rsidRPr="00CB0500" w:rsidRDefault="00FA12FA" w:rsidP="007A07DE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CB0500">
              <w:rPr>
                <w:bCs/>
                <w:sz w:val="28"/>
                <w:szCs w:val="28"/>
              </w:rPr>
              <w:t>Таблица 24</w:t>
            </w:r>
          </w:p>
          <w:p w:rsidR="00FA12FA" w:rsidRPr="00E14225" w:rsidRDefault="00FA12FA" w:rsidP="007A07DE">
            <w:pPr>
              <w:jc w:val="right"/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FA12FA" w:rsidRPr="00E14225" w:rsidTr="00FF1050">
        <w:trPr>
          <w:cantSplit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CB0500" w:rsidRDefault="00FA12FA" w:rsidP="007A07DE">
            <w:pPr>
              <w:jc w:val="center"/>
              <w:rPr>
                <w:b/>
                <w:bCs/>
                <w:sz w:val="28"/>
                <w:szCs w:val="28"/>
              </w:rPr>
            </w:pPr>
            <w:r w:rsidRPr="00CB0500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FA12FA" w:rsidRPr="00CB0500" w:rsidRDefault="00FA12FA" w:rsidP="007A07DE">
            <w:pPr>
              <w:jc w:val="center"/>
              <w:rPr>
                <w:b/>
                <w:bCs/>
                <w:sz w:val="28"/>
                <w:szCs w:val="28"/>
              </w:rPr>
            </w:pPr>
            <w:r w:rsidRPr="00CB0500">
              <w:rPr>
                <w:b/>
                <w:bCs/>
                <w:sz w:val="28"/>
                <w:szCs w:val="28"/>
              </w:rPr>
              <w:t>Ульяновской области на реализацию государственной</w:t>
            </w:r>
          </w:p>
          <w:p w:rsidR="00FA12FA" w:rsidRPr="00CB0500" w:rsidRDefault="00FA12FA" w:rsidP="007A07DE">
            <w:pPr>
              <w:jc w:val="center"/>
              <w:rPr>
                <w:b/>
                <w:bCs/>
                <w:sz w:val="28"/>
                <w:szCs w:val="28"/>
              </w:rPr>
            </w:pPr>
            <w:r w:rsidRPr="00CB0500">
              <w:rPr>
                <w:b/>
                <w:bCs/>
                <w:sz w:val="28"/>
                <w:szCs w:val="28"/>
              </w:rPr>
              <w:t xml:space="preserve">программы Ульяновской области «Развитие культуры и сохранение </w:t>
            </w:r>
          </w:p>
          <w:p w:rsidR="00FA12FA" w:rsidRPr="00CB0500" w:rsidRDefault="00FA12FA" w:rsidP="007A07DE">
            <w:pPr>
              <w:jc w:val="center"/>
              <w:rPr>
                <w:b/>
                <w:bCs/>
                <w:sz w:val="28"/>
                <w:szCs w:val="28"/>
              </w:rPr>
            </w:pPr>
            <w:r w:rsidRPr="00CB0500">
              <w:rPr>
                <w:b/>
                <w:bCs/>
                <w:sz w:val="28"/>
                <w:szCs w:val="28"/>
              </w:rPr>
              <w:t xml:space="preserve">объектов культурного наследия в Ульяновской области» на 2014-2018 годы </w:t>
            </w:r>
          </w:p>
          <w:p w:rsidR="00FA12FA" w:rsidRPr="00CB0500" w:rsidRDefault="00FA12FA" w:rsidP="007A07DE">
            <w:pPr>
              <w:jc w:val="center"/>
              <w:rPr>
                <w:b/>
                <w:bCs/>
                <w:sz w:val="28"/>
                <w:szCs w:val="28"/>
              </w:rPr>
            </w:pPr>
            <w:r w:rsidRPr="00CB0500"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FA12FA" w:rsidRPr="00E14225" w:rsidTr="00FF1050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E14225" w:rsidRDefault="00FA12FA" w:rsidP="007A07DE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E14225" w:rsidRDefault="00FA12FA" w:rsidP="007A07DE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B0500" w:rsidRDefault="00FA12FA" w:rsidP="007A07DE">
            <w:pPr>
              <w:jc w:val="right"/>
              <w:rPr>
                <w:sz w:val="28"/>
                <w:szCs w:val="28"/>
              </w:rPr>
            </w:pPr>
            <w:r w:rsidRPr="00CB0500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E14225" w:rsidRDefault="00FA12FA" w:rsidP="00FF1050">
      <w:pPr>
        <w:rPr>
          <w:sz w:val="2"/>
          <w:szCs w:val="2"/>
          <w:highlight w:val="yellow"/>
        </w:rPr>
      </w:pPr>
    </w:p>
    <w:p w:rsidR="00FA12FA" w:rsidRPr="00E14225" w:rsidRDefault="00FA12FA" w:rsidP="00FF1050">
      <w:pPr>
        <w:rPr>
          <w:sz w:val="2"/>
          <w:szCs w:val="2"/>
          <w:highlight w:val="yellow"/>
        </w:rPr>
      </w:pPr>
    </w:p>
    <w:p w:rsidR="00FA12FA" w:rsidRPr="00E14225" w:rsidRDefault="00FA12FA" w:rsidP="00FF1050">
      <w:pPr>
        <w:rPr>
          <w:sz w:val="2"/>
          <w:szCs w:val="2"/>
          <w:highlight w:val="yellow"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1"/>
        <w:gridCol w:w="2111"/>
        <w:gridCol w:w="1417"/>
        <w:gridCol w:w="1560"/>
        <w:gridCol w:w="1275"/>
        <w:gridCol w:w="1131"/>
        <w:gridCol w:w="1988"/>
      </w:tblGrid>
      <w:tr w:rsidR="00FA12FA" w:rsidRPr="0079372A" w:rsidTr="00A32A78">
        <w:trPr>
          <w:trHeight w:val="750"/>
          <w:tblHeader/>
        </w:trPr>
        <w:tc>
          <w:tcPr>
            <w:tcW w:w="441" w:type="dxa"/>
            <w:tcMar>
              <w:left w:w="28" w:type="dxa"/>
              <w:right w:w="28" w:type="dxa"/>
            </w:tcMar>
            <w:vAlign w:val="center"/>
          </w:tcPr>
          <w:p w:rsidR="00FA12FA" w:rsidRPr="0079372A" w:rsidRDefault="00FA12FA" w:rsidP="007A07DE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№    п/п</w:t>
            </w:r>
          </w:p>
        </w:tc>
        <w:tc>
          <w:tcPr>
            <w:tcW w:w="2111" w:type="dxa"/>
            <w:tcMar>
              <w:left w:w="0" w:type="dxa"/>
              <w:right w:w="0" w:type="dxa"/>
            </w:tcMar>
            <w:vAlign w:val="center"/>
          </w:tcPr>
          <w:p w:rsidR="00FA12FA" w:rsidRPr="0079372A" w:rsidRDefault="00FA12FA" w:rsidP="007A07DE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FA12FA" w:rsidRPr="0079372A" w:rsidRDefault="00FA12FA" w:rsidP="00FF1050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Строитель-ство, пр</w:t>
            </w:r>
            <w:r w:rsidRPr="0079372A">
              <w:rPr>
                <w:sz w:val="28"/>
                <w:szCs w:val="28"/>
              </w:rPr>
              <w:t>и</w:t>
            </w:r>
            <w:r w:rsidRPr="0079372A">
              <w:rPr>
                <w:sz w:val="28"/>
                <w:szCs w:val="28"/>
              </w:rPr>
              <w:t>обретение (выкуп) зданий в целях ра</w:t>
            </w:r>
            <w:r w:rsidRPr="0079372A">
              <w:rPr>
                <w:sz w:val="28"/>
                <w:szCs w:val="28"/>
              </w:rPr>
              <w:t>з</w:t>
            </w:r>
            <w:r w:rsidRPr="0079372A">
              <w:rPr>
                <w:sz w:val="28"/>
                <w:szCs w:val="28"/>
              </w:rPr>
              <w:t>мещения муниц</w:t>
            </w:r>
            <w:r w:rsidRPr="0079372A">
              <w:rPr>
                <w:sz w:val="28"/>
                <w:szCs w:val="28"/>
              </w:rPr>
              <w:t>и</w:t>
            </w:r>
            <w:r w:rsidRPr="0079372A">
              <w:rPr>
                <w:sz w:val="28"/>
                <w:szCs w:val="28"/>
              </w:rPr>
              <w:t>пальных учрежд</w:t>
            </w:r>
            <w:r w:rsidRPr="0079372A">
              <w:rPr>
                <w:sz w:val="28"/>
                <w:szCs w:val="28"/>
              </w:rPr>
              <w:t>е</w:t>
            </w:r>
            <w:r w:rsidRPr="0079372A">
              <w:rPr>
                <w:sz w:val="28"/>
                <w:szCs w:val="28"/>
              </w:rPr>
              <w:t>ний кул</w:t>
            </w:r>
            <w:r w:rsidRPr="0079372A">
              <w:rPr>
                <w:sz w:val="28"/>
                <w:szCs w:val="28"/>
              </w:rPr>
              <w:t>ь</w:t>
            </w:r>
            <w:r w:rsidRPr="0079372A">
              <w:rPr>
                <w:sz w:val="28"/>
                <w:szCs w:val="28"/>
              </w:rPr>
              <w:t>туры, м</w:t>
            </w:r>
            <w:r w:rsidRPr="0079372A">
              <w:rPr>
                <w:sz w:val="28"/>
                <w:szCs w:val="28"/>
              </w:rPr>
              <w:t>у</w:t>
            </w:r>
            <w:r w:rsidRPr="0079372A">
              <w:rPr>
                <w:sz w:val="28"/>
                <w:szCs w:val="28"/>
              </w:rPr>
              <w:t>ниципал</w:t>
            </w:r>
            <w:r w:rsidRPr="0079372A">
              <w:rPr>
                <w:sz w:val="28"/>
                <w:szCs w:val="28"/>
              </w:rPr>
              <w:t>ь</w:t>
            </w:r>
            <w:r w:rsidRPr="0079372A">
              <w:rPr>
                <w:sz w:val="28"/>
                <w:szCs w:val="28"/>
              </w:rPr>
              <w:t>ных арх</w:t>
            </w:r>
            <w:r w:rsidRPr="0079372A">
              <w:rPr>
                <w:sz w:val="28"/>
                <w:szCs w:val="28"/>
              </w:rPr>
              <w:t>и</w:t>
            </w:r>
            <w:r w:rsidRPr="0079372A">
              <w:rPr>
                <w:sz w:val="28"/>
                <w:szCs w:val="28"/>
              </w:rPr>
              <w:t>вов и обр</w:t>
            </w:r>
            <w:r w:rsidRPr="0079372A">
              <w:rPr>
                <w:sz w:val="28"/>
                <w:szCs w:val="28"/>
              </w:rPr>
              <w:t>а</w:t>
            </w:r>
            <w:r w:rsidRPr="0079372A">
              <w:rPr>
                <w:sz w:val="28"/>
                <w:szCs w:val="28"/>
              </w:rPr>
              <w:t>зовател</w:t>
            </w:r>
            <w:r w:rsidRPr="0079372A">
              <w:rPr>
                <w:sz w:val="28"/>
                <w:szCs w:val="28"/>
              </w:rPr>
              <w:t>ь</w:t>
            </w:r>
            <w:r w:rsidRPr="0079372A">
              <w:rPr>
                <w:sz w:val="28"/>
                <w:szCs w:val="28"/>
              </w:rPr>
              <w:t>ных орг</w:t>
            </w:r>
            <w:r w:rsidRPr="0079372A">
              <w:rPr>
                <w:sz w:val="28"/>
                <w:szCs w:val="28"/>
              </w:rPr>
              <w:t>а</w:t>
            </w:r>
            <w:r w:rsidRPr="0079372A">
              <w:rPr>
                <w:sz w:val="28"/>
                <w:szCs w:val="28"/>
              </w:rPr>
              <w:t>низаций в сфере культуры и искусства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center"/>
          </w:tcPr>
          <w:p w:rsidR="00FA12FA" w:rsidRPr="0079372A" w:rsidRDefault="00FA12FA" w:rsidP="00FF1050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Реконс</w:t>
            </w:r>
            <w:r w:rsidRPr="0079372A">
              <w:rPr>
                <w:sz w:val="28"/>
                <w:szCs w:val="28"/>
              </w:rPr>
              <w:t>т</w:t>
            </w:r>
            <w:r w:rsidRPr="0079372A">
              <w:rPr>
                <w:sz w:val="28"/>
                <w:szCs w:val="28"/>
              </w:rPr>
              <w:t>рукция и проведение ремонтно-реставра-ционных работ зд</w:t>
            </w:r>
            <w:r w:rsidRPr="0079372A">
              <w:rPr>
                <w:sz w:val="28"/>
                <w:szCs w:val="28"/>
              </w:rPr>
              <w:t>а</w:t>
            </w:r>
            <w:r w:rsidRPr="0079372A">
              <w:rPr>
                <w:sz w:val="28"/>
                <w:szCs w:val="28"/>
              </w:rPr>
              <w:t>ний мун</w:t>
            </w:r>
            <w:r w:rsidRPr="0079372A">
              <w:rPr>
                <w:sz w:val="28"/>
                <w:szCs w:val="28"/>
              </w:rPr>
              <w:t>и</w:t>
            </w:r>
            <w:r w:rsidRPr="0079372A">
              <w:rPr>
                <w:sz w:val="28"/>
                <w:szCs w:val="28"/>
              </w:rPr>
              <w:t>ципальных учреждений культуры, находящи</w:t>
            </w:r>
            <w:r w:rsidRPr="0079372A">
              <w:rPr>
                <w:sz w:val="28"/>
                <w:szCs w:val="28"/>
              </w:rPr>
              <w:t>х</w:t>
            </w:r>
            <w:r w:rsidRPr="0079372A">
              <w:rPr>
                <w:sz w:val="28"/>
                <w:szCs w:val="28"/>
              </w:rPr>
              <w:t>ся в мун</w:t>
            </w:r>
            <w:r w:rsidRPr="0079372A">
              <w:rPr>
                <w:sz w:val="28"/>
                <w:szCs w:val="28"/>
              </w:rPr>
              <w:t>и</w:t>
            </w:r>
            <w:r w:rsidRPr="0079372A">
              <w:rPr>
                <w:sz w:val="28"/>
                <w:szCs w:val="28"/>
              </w:rPr>
              <w:t>ципальной собственн</w:t>
            </w:r>
            <w:r w:rsidRPr="0079372A">
              <w:rPr>
                <w:sz w:val="28"/>
                <w:szCs w:val="28"/>
              </w:rPr>
              <w:t>о</w:t>
            </w:r>
            <w:r w:rsidRPr="0079372A">
              <w:rPr>
                <w:sz w:val="28"/>
                <w:szCs w:val="28"/>
              </w:rPr>
              <w:t>сти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:rsidR="00FA12FA" w:rsidRPr="0079372A" w:rsidRDefault="00FA12FA" w:rsidP="00FF1050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Создание модел</w:t>
            </w:r>
            <w:r w:rsidRPr="0079372A">
              <w:rPr>
                <w:sz w:val="28"/>
                <w:szCs w:val="28"/>
              </w:rPr>
              <w:t>ь</w:t>
            </w:r>
            <w:r w:rsidRPr="0079372A">
              <w:rPr>
                <w:sz w:val="28"/>
                <w:szCs w:val="28"/>
              </w:rPr>
              <w:t>ных би</w:t>
            </w:r>
            <w:r w:rsidRPr="0079372A">
              <w:rPr>
                <w:sz w:val="28"/>
                <w:szCs w:val="28"/>
              </w:rPr>
              <w:t>б</w:t>
            </w:r>
            <w:r w:rsidRPr="0079372A">
              <w:rPr>
                <w:sz w:val="28"/>
                <w:szCs w:val="28"/>
              </w:rPr>
              <w:t>лиотек в муниц</w:t>
            </w:r>
            <w:r w:rsidRPr="0079372A">
              <w:rPr>
                <w:sz w:val="28"/>
                <w:szCs w:val="28"/>
              </w:rPr>
              <w:t>и</w:t>
            </w:r>
            <w:r w:rsidRPr="0079372A">
              <w:rPr>
                <w:sz w:val="28"/>
                <w:szCs w:val="28"/>
              </w:rPr>
              <w:t>пальных образов</w:t>
            </w:r>
            <w:r w:rsidRPr="0079372A">
              <w:rPr>
                <w:sz w:val="28"/>
                <w:szCs w:val="28"/>
              </w:rPr>
              <w:t>а</w:t>
            </w:r>
            <w:r w:rsidRPr="0079372A">
              <w:rPr>
                <w:sz w:val="28"/>
                <w:szCs w:val="28"/>
              </w:rPr>
              <w:t>ниях</w:t>
            </w:r>
          </w:p>
        </w:tc>
        <w:tc>
          <w:tcPr>
            <w:tcW w:w="1131" w:type="dxa"/>
            <w:tcMar>
              <w:left w:w="28" w:type="dxa"/>
              <w:right w:w="28" w:type="dxa"/>
            </w:tcMar>
            <w:vAlign w:val="center"/>
          </w:tcPr>
          <w:p w:rsidR="00FA12FA" w:rsidRPr="0079372A" w:rsidRDefault="00FA12FA" w:rsidP="00FF1050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Развитие парков (парк</w:t>
            </w:r>
            <w:r w:rsidRPr="0079372A">
              <w:rPr>
                <w:sz w:val="28"/>
                <w:szCs w:val="28"/>
              </w:rPr>
              <w:t>о</w:t>
            </w:r>
            <w:r w:rsidRPr="0079372A">
              <w:rPr>
                <w:sz w:val="28"/>
                <w:szCs w:val="28"/>
              </w:rPr>
              <w:t>вых зон) в мун</w:t>
            </w:r>
            <w:r w:rsidRPr="0079372A">
              <w:rPr>
                <w:sz w:val="28"/>
                <w:szCs w:val="28"/>
              </w:rPr>
              <w:t>и</w:t>
            </w:r>
            <w:r w:rsidRPr="0079372A">
              <w:rPr>
                <w:sz w:val="28"/>
                <w:szCs w:val="28"/>
              </w:rPr>
              <w:t>ципал</w:t>
            </w:r>
            <w:r w:rsidRPr="0079372A">
              <w:rPr>
                <w:sz w:val="28"/>
                <w:szCs w:val="28"/>
              </w:rPr>
              <w:t>ь</w:t>
            </w:r>
            <w:r w:rsidRPr="0079372A">
              <w:rPr>
                <w:sz w:val="28"/>
                <w:szCs w:val="28"/>
              </w:rPr>
              <w:t>ных о</w:t>
            </w:r>
            <w:r w:rsidRPr="0079372A">
              <w:rPr>
                <w:sz w:val="28"/>
                <w:szCs w:val="28"/>
              </w:rPr>
              <w:t>б</w:t>
            </w:r>
            <w:r w:rsidRPr="0079372A">
              <w:rPr>
                <w:sz w:val="28"/>
                <w:szCs w:val="28"/>
              </w:rPr>
              <w:t>разов</w:t>
            </w:r>
            <w:r w:rsidRPr="0079372A">
              <w:rPr>
                <w:sz w:val="28"/>
                <w:szCs w:val="28"/>
              </w:rPr>
              <w:t>а</w:t>
            </w:r>
            <w:r w:rsidRPr="0079372A">
              <w:rPr>
                <w:sz w:val="28"/>
                <w:szCs w:val="28"/>
              </w:rPr>
              <w:t>ниях</w:t>
            </w:r>
          </w:p>
        </w:tc>
        <w:tc>
          <w:tcPr>
            <w:tcW w:w="1988" w:type="dxa"/>
            <w:tcMar>
              <w:left w:w="28" w:type="dxa"/>
              <w:right w:w="28" w:type="dxa"/>
            </w:tcMar>
            <w:vAlign w:val="center"/>
          </w:tcPr>
          <w:p w:rsidR="00FA12FA" w:rsidRPr="0079372A" w:rsidRDefault="00FA12FA" w:rsidP="007A07DE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Итого</w:t>
            </w:r>
          </w:p>
        </w:tc>
      </w:tr>
    </w:tbl>
    <w:p w:rsidR="00FA12FA" w:rsidRPr="0079372A" w:rsidRDefault="00FA12FA" w:rsidP="00FF1050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441"/>
        <w:gridCol w:w="2126"/>
        <w:gridCol w:w="1417"/>
        <w:gridCol w:w="1560"/>
        <w:gridCol w:w="1275"/>
        <w:gridCol w:w="1149"/>
        <w:gridCol w:w="1970"/>
      </w:tblGrid>
      <w:tr w:rsidR="00FA12FA" w:rsidRPr="00E14225" w:rsidTr="00A32A78">
        <w:trPr>
          <w:trHeight w:val="228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12FA" w:rsidRPr="0079372A" w:rsidRDefault="00FA12FA" w:rsidP="007A07DE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79372A" w:rsidRDefault="00FA12FA" w:rsidP="007A07DE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2FA" w:rsidRPr="0079372A" w:rsidRDefault="00FA12FA" w:rsidP="007A07DE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2FA" w:rsidRPr="0079372A" w:rsidRDefault="00FA12FA" w:rsidP="007A07DE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2FA" w:rsidRPr="0079372A" w:rsidRDefault="00FA12FA" w:rsidP="007A07DE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2FA" w:rsidRPr="0079372A" w:rsidRDefault="00FA12FA" w:rsidP="007A07DE">
            <w:pPr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6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2FA" w:rsidRPr="0079372A" w:rsidRDefault="00FA12FA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79372A">
              <w:rPr>
                <w:sz w:val="28"/>
                <w:szCs w:val="28"/>
              </w:rPr>
              <w:t>7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single" w:sz="4" w:space="0" w:color="auto"/>
              <w:left w:val="nil"/>
              <w:bottom w:val="nil"/>
            </w:tcBorders>
            <w:noWrap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Базарносыз-ганский район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1000,0</w:t>
            </w:r>
          </w:p>
        </w:tc>
        <w:tc>
          <w:tcPr>
            <w:tcW w:w="1970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1000,0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2.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2800,0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2800,0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3.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99897,7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99897,7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4.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1000,0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1000,0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5.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500,0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500,0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6.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1000,0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1000,0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7.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1000,0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1000,0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8.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Новомалык-линский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1000,0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500,0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1500,0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</w:tcPr>
          <w:p w:rsidR="00FA12FA" w:rsidRPr="00C61DA9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9.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spacing w:line="266" w:lineRule="auto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C61DA9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1000,0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C61DA9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C61DA9" w:rsidRDefault="00FA12FA" w:rsidP="007A07DE">
            <w:pPr>
              <w:spacing w:line="26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C61DA9">
              <w:rPr>
                <w:sz w:val="28"/>
                <w:szCs w:val="28"/>
              </w:rPr>
              <w:t>1000,0</w:t>
            </w:r>
          </w:p>
        </w:tc>
      </w:tr>
      <w:tr w:rsidR="00FA12FA" w:rsidRPr="00D15AE3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  <w:tcMar>
              <w:left w:w="28" w:type="dxa"/>
              <w:right w:w="28" w:type="dxa"/>
            </w:tcMar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10.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Pr="00D15AE3" w:rsidRDefault="00FA12FA" w:rsidP="007A07DE">
            <w:pPr>
              <w:spacing w:line="266" w:lineRule="auto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500,0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D15AE3" w:rsidRDefault="00FA12FA" w:rsidP="007A07DE">
            <w:pPr>
              <w:spacing w:line="26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500,0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  <w:tcMar>
              <w:left w:w="28" w:type="dxa"/>
              <w:right w:w="28" w:type="dxa"/>
            </w:tcMar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11.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Pr="00D15AE3" w:rsidRDefault="00FA12FA" w:rsidP="007A07DE">
            <w:pPr>
              <w:spacing w:line="266" w:lineRule="auto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1080,34739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FA12FA" w:rsidRPr="00D15AE3" w:rsidRDefault="00FA12FA" w:rsidP="007A07DE">
            <w:pPr>
              <w:spacing w:line="26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1080,34739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  <w:tcMar>
              <w:left w:w="28" w:type="dxa"/>
              <w:right w:w="28" w:type="dxa"/>
            </w:tcMar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12.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Pr="00D15AE3" w:rsidRDefault="00FA12FA" w:rsidP="007A07DE">
            <w:pPr>
              <w:spacing w:line="266" w:lineRule="auto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3000,0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500,0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D15AE3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D15AE3" w:rsidRDefault="00FA12FA" w:rsidP="007A07DE">
            <w:pPr>
              <w:spacing w:line="26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D15AE3">
              <w:rPr>
                <w:sz w:val="28"/>
                <w:szCs w:val="28"/>
              </w:rPr>
              <w:t>3500,0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  <w:tcMar>
              <w:left w:w="28" w:type="dxa"/>
              <w:right w:w="28" w:type="dxa"/>
            </w:tcMar>
          </w:tcPr>
          <w:p w:rsidR="00FA12FA" w:rsidRPr="008040AA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8040AA">
              <w:rPr>
                <w:sz w:val="28"/>
                <w:szCs w:val="28"/>
              </w:rPr>
              <w:t>13.</w:t>
            </w: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Pr="008040AA" w:rsidRDefault="00FA12FA" w:rsidP="007A07DE">
            <w:pPr>
              <w:spacing w:line="266" w:lineRule="auto"/>
              <w:rPr>
                <w:sz w:val="28"/>
                <w:szCs w:val="28"/>
              </w:rPr>
            </w:pPr>
            <w:r w:rsidRPr="008040A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8040AA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8040AA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vAlign w:val="bottom"/>
          </w:tcPr>
          <w:p w:rsidR="00FA12FA" w:rsidRPr="008040AA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8040AA">
              <w:rPr>
                <w:sz w:val="28"/>
                <w:szCs w:val="28"/>
              </w:rPr>
              <w:t>11000,0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8040AA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8040AA">
              <w:rPr>
                <w:sz w:val="28"/>
                <w:szCs w:val="28"/>
              </w:rPr>
              <w:t>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8040AA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  <w:r w:rsidRPr="008040AA">
              <w:rPr>
                <w:sz w:val="28"/>
                <w:szCs w:val="28"/>
              </w:rPr>
              <w:t>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8040AA" w:rsidRDefault="00FA12FA" w:rsidP="007A07DE">
            <w:pPr>
              <w:spacing w:line="266" w:lineRule="auto"/>
              <w:ind w:left="-108" w:right="-108"/>
              <w:jc w:val="center"/>
              <w:rPr>
                <w:sz w:val="28"/>
                <w:szCs w:val="28"/>
              </w:rPr>
            </w:pPr>
            <w:r w:rsidRPr="008040AA">
              <w:rPr>
                <w:sz w:val="28"/>
                <w:szCs w:val="28"/>
              </w:rPr>
              <w:t>11000,0</w:t>
            </w:r>
          </w:p>
        </w:tc>
      </w:tr>
      <w:tr w:rsidR="00FA12FA" w:rsidRPr="00E14225" w:rsidTr="00A32A78">
        <w:trPr>
          <w:trHeight w:val="375"/>
        </w:trPr>
        <w:tc>
          <w:tcPr>
            <w:tcW w:w="441" w:type="dxa"/>
            <w:tcBorders>
              <w:top w:val="nil"/>
              <w:left w:val="nil"/>
              <w:bottom w:val="nil"/>
            </w:tcBorders>
            <w:noWrap/>
          </w:tcPr>
          <w:p w:rsidR="00FA12FA" w:rsidRPr="00734978" w:rsidRDefault="00FA12FA" w:rsidP="007A07DE">
            <w:pPr>
              <w:spacing w:line="26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noWrap/>
            <w:vAlign w:val="bottom"/>
          </w:tcPr>
          <w:p w:rsidR="00FA12FA" w:rsidRDefault="00FA12FA" w:rsidP="007A07DE">
            <w:pPr>
              <w:spacing w:line="266" w:lineRule="auto"/>
              <w:rPr>
                <w:b/>
                <w:bCs/>
                <w:sz w:val="28"/>
                <w:szCs w:val="28"/>
              </w:rPr>
            </w:pPr>
            <w:r w:rsidRPr="00734978">
              <w:rPr>
                <w:b/>
                <w:bCs/>
                <w:sz w:val="28"/>
                <w:szCs w:val="28"/>
              </w:rPr>
              <w:t xml:space="preserve">Итого </w:t>
            </w:r>
          </w:p>
          <w:p w:rsidR="00FA12FA" w:rsidRPr="00734978" w:rsidRDefault="00FA12FA" w:rsidP="007A07DE">
            <w:pPr>
              <w:spacing w:line="266" w:lineRule="auto"/>
              <w:rPr>
                <w:b/>
                <w:bCs/>
                <w:sz w:val="28"/>
                <w:szCs w:val="28"/>
              </w:rPr>
            </w:pPr>
            <w:r w:rsidRPr="00734978">
              <w:rPr>
                <w:b/>
                <w:bCs/>
                <w:sz w:val="28"/>
                <w:szCs w:val="28"/>
              </w:rPr>
              <w:t>по районам</w:t>
            </w:r>
          </w:p>
        </w:tc>
        <w:tc>
          <w:tcPr>
            <w:tcW w:w="1417" w:type="dxa"/>
            <w:tcBorders>
              <w:top w:val="nil"/>
              <w:bottom w:val="nil"/>
            </w:tcBorders>
            <w:noWrap/>
            <w:vAlign w:val="bottom"/>
          </w:tcPr>
          <w:p w:rsidR="00FA12FA" w:rsidRPr="00734978" w:rsidRDefault="00FA12FA" w:rsidP="007A07DE">
            <w:pPr>
              <w:spacing w:line="266" w:lineRule="auto"/>
              <w:jc w:val="center"/>
              <w:rPr>
                <w:b/>
                <w:bCs/>
                <w:sz w:val="28"/>
                <w:szCs w:val="28"/>
              </w:rPr>
            </w:pPr>
            <w:r w:rsidRPr="00734978">
              <w:rPr>
                <w:b/>
                <w:bCs/>
                <w:sz w:val="28"/>
                <w:szCs w:val="28"/>
              </w:rPr>
              <w:t>102897,7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  <w:vAlign w:val="bottom"/>
          </w:tcPr>
          <w:p w:rsidR="00FA12FA" w:rsidRPr="00734978" w:rsidRDefault="00FA12FA" w:rsidP="007A07DE">
            <w:pPr>
              <w:spacing w:line="266" w:lineRule="auto"/>
              <w:jc w:val="center"/>
              <w:rPr>
                <w:b/>
                <w:bCs/>
                <w:sz w:val="28"/>
                <w:szCs w:val="28"/>
              </w:rPr>
            </w:pPr>
            <w:r w:rsidRPr="00734978">
              <w:rPr>
                <w:b/>
                <w:bCs/>
                <w:sz w:val="28"/>
                <w:szCs w:val="28"/>
              </w:rPr>
              <w:t>18800,34739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bottom"/>
          </w:tcPr>
          <w:p w:rsidR="00FA12FA" w:rsidRPr="00734978" w:rsidRDefault="00FA12FA" w:rsidP="007A07DE">
            <w:pPr>
              <w:spacing w:line="266" w:lineRule="auto"/>
              <w:jc w:val="center"/>
              <w:rPr>
                <w:b/>
                <w:bCs/>
                <w:sz w:val="28"/>
                <w:szCs w:val="28"/>
              </w:rPr>
            </w:pPr>
            <w:r w:rsidRPr="00734978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149" w:type="dxa"/>
            <w:tcBorders>
              <w:top w:val="nil"/>
              <w:bottom w:val="nil"/>
              <w:right w:val="nil"/>
            </w:tcBorders>
            <w:vAlign w:val="bottom"/>
          </w:tcPr>
          <w:p w:rsidR="00FA12FA" w:rsidRPr="00734978" w:rsidRDefault="00FA12FA" w:rsidP="007A07DE">
            <w:pPr>
              <w:spacing w:line="266" w:lineRule="auto"/>
              <w:jc w:val="center"/>
              <w:rPr>
                <w:b/>
                <w:bCs/>
                <w:sz w:val="28"/>
                <w:szCs w:val="28"/>
              </w:rPr>
            </w:pPr>
            <w:r w:rsidRPr="00734978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970" w:type="dxa"/>
            <w:tcBorders>
              <w:top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FA12FA" w:rsidRPr="00C0091F" w:rsidRDefault="00FA12FA" w:rsidP="008040AA">
            <w:pPr>
              <w:spacing w:line="266" w:lineRule="auto"/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734978">
              <w:rPr>
                <w:b/>
                <w:bCs/>
                <w:sz w:val="28"/>
                <w:szCs w:val="28"/>
              </w:rPr>
              <w:t>125778,04739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FA12FA" w:rsidRPr="00C65C4D" w:rsidRDefault="00FA12FA" w:rsidP="009C0D1E">
      <w:pPr>
        <w:pStyle w:val="BodyText"/>
        <w:spacing w:line="360" w:lineRule="auto"/>
        <w:ind w:firstLine="720"/>
        <w:rPr>
          <w:szCs w:val="28"/>
        </w:rPr>
      </w:pPr>
      <w:r w:rsidRPr="00C65C4D">
        <w:rPr>
          <w:szCs w:val="28"/>
        </w:rPr>
        <w:t>е) таблицы 28</w:t>
      </w:r>
      <w:r>
        <w:rPr>
          <w:szCs w:val="28"/>
        </w:rPr>
        <w:t xml:space="preserve"> и </w:t>
      </w:r>
      <w:r w:rsidRPr="00C65C4D">
        <w:rPr>
          <w:szCs w:val="28"/>
        </w:rPr>
        <w:t>29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FA12FA" w:rsidRPr="00B03259" w:rsidTr="002F3980">
        <w:trPr>
          <w:trHeight w:val="157"/>
        </w:trPr>
        <w:tc>
          <w:tcPr>
            <w:tcW w:w="9796" w:type="dxa"/>
            <w:gridSpan w:val="3"/>
            <w:vAlign w:val="center"/>
          </w:tcPr>
          <w:p w:rsidR="00FA12FA" w:rsidRPr="00B03259" w:rsidRDefault="00FA12FA" w:rsidP="002F398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B03259">
              <w:rPr>
                <w:bCs/>
                <w:sz w:val="28"/>
                <w:szCs w:val="28"/>
              </w:rPr>
              <w:t>Таблица 28</w:t>
            </w:r>
          </w:p>
          <w:p w:rsidR="00FA12FA" w:rsidRPr="00B03259" w:rsidRDefault="00FA12FA" w:rsidP="002F3980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A12FA" w:rsidRPr="00B03259" w:rsidTr="002F3980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B03259" w:rsidRDefault="00FA12FA" w:rsidP="00B03259">
            <w:pPr>
              <w:jc w:val="center"/>
              <w:rPr>
                <w:b/>
                <w:sz w:val="28"/>
                <w:szCs w:val="28"/>
              </w:rPr>
            </w:pPr>
            <w:r w:rsidRPr="00B03259">
              <w:rPr>
                <w:b/>
                <w:sz w:val="28"/>
                <w:szCs w:val="28"/>
              </w:rPr>
              <w:t>Распределение субвенций бюджетам городских округов Ульяновской</w:t>
            </w:r>
            <w:r w:rsidRPr="00B03259">
              <w:rPr>
                <w:b/>
                <w:sz w:val="28"/>
                <w:szCs w:val="28"/>
              </w:rPr>
              <w:br/>
              <w:t>области на финансовое обеспечение расходных обязательств, связанных</w:t>
            </w:r>
            <w:r w:rsidRPr="00B03259">
              <w:rPr>
                <w:b/>
                <w:sz w:val="28"/>
                <w:szCs w:val="28"/>
              </w:rPr>
              <w:br/>
              <w:t>с предоставление</w:t>
            </w:r>
            <w:r>
              <w:rPr>
                <w:b/>
                <w:sz w:val="28"/>
                <w:szCs w:val="28"/>
              </w:rPr>
              <w:t>м</w:t>
            </w:r>
            <w:r w:rsidRPr="00B03259">
              <w:rPr>
                <w:b/>
                <w:sz w:val="28"/>
                <w:szCs w:val="28"/>
              </w:rPr>
              <w:t xml:space="preserve"> мер социальной поддержки молодым специалистам,</w:t>
            </w:r>
            <w:r w:rsidRPr="00B03259">
              <w:rPr>
                <w:b/>
                <w:sz w:val="28"/>
                <w:szCs w:val="28"/>
              </w:rPr>
              <w:br/>
              <w:t>поступившим на работу в муниципальные учреждения муниципальных</w:t>
            </w:r>
            <w:r w:rsidRPr="00B03259">
              <w:rPr>
                <w:b/>
                <w:sz w:val="28"/>
                <w:szCs w:val="28"/>
              </w:rPr>
              <w:br/>
              <w:t>образований Ульяновской области, осуществляющие в качестве основного</w:t>
            </w:r>
            <w:r w:rsidRPr="00B03259">
              <w:rPr>
                <w:b/>
                <w:sz w:val="28"/>
                <w:szCs w:val="28"/>
              </w:rPr>
              <w:br/>
              <w:t>(уставного) вида деятельности деятельность в сфере физической</w:t>
            </w:r>
          </w:p>
          <w:p w:rsidR="00FA12FA" w:rsidRPr="00B03259" w:rsidRDefault="00FA12FA" w:rsidP="00B03259">
            <w:pPr>
              <w:jc w:val="center"/>
              <w:rPr>
                <w:b/>
                <w:bCs/>
                <w:sz w:val="28"/>
                <w:szCs w:val="28"/>
              </w:rPr>
            </w:pPr>
            <w:r w:rsidRPr="00B03259">
              <w:rPr>
                <w:b/>
                <w:sz w:val="28"/>
                <w:szCs w:val="28"/>
              </w:rPr>
              <w:t>культуры и спорта, на 2015 год</w:t>
            </w:r>
          </w:p>
        </w:tc>
      </w:tr>
      <w:tr w:rsidR="00FA12FA" w:rsidRPr="00B03259" w:rsidTr="002F3980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B03259" w:rsidRDefault="00FA12FA" w:rsidP="002F3980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B03259" w:rsidRDefault="00FA12FA" w:rsidP="002F3980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B03259" w:rsidRDefault="00FA12FA" w:rsidP="002F3980">
            <w:pPr>
              <w:jc w:val="right"/>
              <w:rPr>
                <w:sz w:val="28"/>
                <w:szCs w:val="28"/>
              </w:rPr>
            </w:pPr>
            <w:r w:rsidRPr="00B03259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B03259" w:rsidRDefault="00FA12FA" w:rsidP="00B03259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494"/>
        <w:gridCol w:w="4536"/>
      </w:tblGrid>
      <w:tr w:rsidR="00FA12FA" w:rsidRPr="00F857CC" w:rsidTr="00F857CC">
        <w:trPr>
          <w:trHeight w:val="374"/>
        </w:trPr>
        <w:tc>
          <w:tcPr>
            <w:tcW w:w="751" w:type="dxa"/>
            <w:vAlign w:val="center"/>
          </w:tcPr>
          <w:p w:rsidR="00FA12FA" w:rsidRPr="00F857CC" w:rsidRDefault="00FA12FA" w:rsidP="00F857C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7C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494" w:type="dxa"/>
            <w:vAlign w:val="center"/>
          </w:tcPr>
          <w:p w:rsidR="00FA12FA" w:rsidRPr="00F857CC" w:rsidRDefault="00FA12FA" w:rsidP="00F857CC">
            <w:pPr>
              <w:jc w:val="center"/>
              <w:rPr>
                <w:sz w:val="28"/>
                <w:szCs w:val="28"/>
              </w:rPr>
            </w:pPr>
            <w:r w:rsidRPr="00F857CC">
              <w:rPr>
                <w:sz w:val="28"/>
                <w:szCs w:val="28"/>
              </w:rPr>
              <w:t>Наименование</w:t>
            </w:r>
          </w:p>
          <w:p w:rsidR="00FA12FA" w:rsidRPr="00F857CC" w:rsidRDefault="00FA12FA" w:rsidP="00F857C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7CC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FA12FA" w:rsidRPr="00F857CC" w:rsidRDefault="00FA12FA" w:rsidP="00F857C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7CC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A12FA" w:rsidRPr="00B03259" w:rsidTr="00F857CC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FA12FA" w:rsidRPr="00B03259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5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94" w:type="dxa"/>
            <w:tcBorders>
              <w:left w:val="nil"/>
              <w:bottom w:val="nil"/>
              <w:right w:val="nil"/>
            </w:tcBorders>
          </w:tcPr>
          <w:p w:rsidR="00FA12FA" w:rsidRPr="00B03259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03259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:rsidR="00FA12FA" w:rsidRPr="00B03259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59">
              <w:rPr>
                <w:rFonts w:ascii="Times New Roman" w:hAnsi="Times New Roman"/>
                <w:sz w:val="28"/>
                <w:szCs w:val="28"/>
              </w:rPr>
              <w:t>48,94</w:t>
            </w:r>
          </w:p>
        </w:tc>
      </w:tr>
      <w:tr w:rsidR="00FA12FA" w:rsidRPr="00B03259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B03259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5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B03259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03259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B03259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59">
              <w:rPr>
                <w:rFonts w:ascii="Times New Roman" w:hAnsi="Times New Roman"/>
                <w:sz w:val="28"/>
                <w:szCs w:val="28"/>
              </w:rPr>
              <w:t>282,4</w:t>
            </w:r>
          </w:p>
        </w:tc>
      </w:tr>
      <w:tr w:rsidR="00FA12FA" w:rsidRPr="00E14225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B03259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B03259" w:rsidRDefault="00FA12FA" w:rsidP="00B03259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03259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B03259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259">
              <w:rPr>
                <w:rFonts w:ascii="Times New Roman" w:hAnsi="Times New Roman"/>
                <w:sz w:val="28"/>
                <w:szCs w:val="28"/>
              </w:rPr>
              <w:t>331,34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9924D3" w:rsidTr="002F3980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9924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29</w:t>
            </w:r>
          </w:p>
          <w:p w:rsidR="00FA12FA" w:rsidRPr="009924D3" w:rsidRDefault="00FA12FA" w:rsidP="009924D3">
            <w:pPr>
              <w:jc w:val="right"/>
              <w:rPr>
                <w:sz w:val="28"/>
                <w:szCs w:val="28"/>
              </w:rPr>
            </w:pPr>
          </w:p>
        </w:tc>
      </w:tr>
      <w:tr w:rsidR="00FA12FA" w:rsidRPr="00E14225" w:rsidTr="002F3980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F1645B" w:rsidRDefault="00FA12FA" w:rsidP="00F1645B">
            <w:pPr>
              <w:jc w:val="center"/>
              <w:rPr>
                <w:b/>
                <w:sz w:val="28"/>
                <w:szCs w:val="28"/>
              </w:rPr>
            </w:pPr>
            <w:r w:rsidRPr="00F1645B">
              <w:rPr>
                <w:b/>
                <w:sz w:val="28"/>
                <w:szCs w:val="28"/>
              </w:rPr>
              <w:t>Распределение субвенций бюджетам муниципальных районов и городских округов Ульяновской области на финансовое обеспечение расходных</w:t>
            </w:r>
          </w:p>
          <w:p w:rsidR="00FA12FA" w:rsidRDefault="00FA12FA" w:rsidP="00F1645B">
            <w:pPr>
              <w:jc w:val="center"/>
              <w:rPr>
                <w:b/>
                <w:sz w:val="28"/>
                <w:szCs w:val="28"/>
              </w:rPr>
            </w:pPr>
            <w:r w:rsidRPr="00F1645B">
              <w:rPr>
                <w:b/>
                <w:sz w:val="28"/>
                <w:szCs w:val="28"/>
              </w:rPr>
              <w:t>обязательств, связанных с организацией отлова безнадзорных</w:t>
            </w:r>
          </w:p>
          <w:p w:rsidR="00FA12FA" w:rsidRPr="00F1645B" w:rsidRDefault="00FA12FA" w:rsidP="00F1645B">
            <w:pPr>
              <w:jc w:val="center"/>
              <w:rPr>
                <w:b/>
                <w:sz w:val="28"/>
                <w:szCs w:val="28"/>
              </w:rPr>
            </w:pPr>
            <w:r w:rsidRPr="00F1645B">
              <w:rPr>
                <w:b/>
                <w:sz w:val="28"/>
                <w:szCs w:val="28"/>
              </w:rPr>
              <w:t>домашних животных, на 2015 год</w:t>
            </w:r>
          </w:p>
        </w:tc>
      </w:tr>
      <w:tr w:rsidR="00FA12FA" w:rsidRPr="00F1645B" w:rsidTr="002F398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F1645B" w:rsidRDefault="00FA12FA" w:rsidP="002F398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F1645B" w:rsidRDefault="00FA12FA" w:rsidP="002F3980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F1645B" w:rsidRDefault="00FA12FA" w:rsidP="002F3980">
            <w:pPr>
              <w:jc w:val="right"/>
              <w:rPr>
                <w:sz w:val="28"/>
                <w:szCs w:val="28"/>
              </w:rPr>
            </w:pPr>
            <w:r w:rsidRPr="00F1645B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F1645B" w:rsidRDefault="00FA12FA" w:rsidP="00F1645B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FA12FA" w:rsidRPr="00F1645B" w:rsidTr="00F1645B">
        <w:trPr>
          <w:trHeight w:val="374"/>
          <w:tblHeader/>
        </w:trPr>
        <w:tc>
          <w:tcPr>
            <w:tcW w:w="751" w:type="dxa"/>
            <w:vAlign w:val="center"/>
          </w:tcPr>
          <w:p w:rsidR="00FA12FA" w:rsidRPr="00F1645B" w:rsidRDefault="00FA12FA" w:rsidP="00F1645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FA12FA" w:rsidRPr="00F1645B" w:rsidRDefault="00FA12FA" w:rsidP="00F1645B">
            <w:pPr>
              <w:jc w:val="center"/>
              <w:rPr>
                <w:sz w:val="28"/>
                <w:szCs w:val="28"/>
              </w:rPr>
            </w:pPr>
            <w:r w:rsidRPr="00F1645B">
              <w:rPr>
                <w:sz w:val="28"/>
                <w:szCs w:val="28"/>
              </w:rPr>
              <w:t xml:space="preserve">Наименование </w:t>
            </w:r>
          </w:p>
          <w:p w:rsidR="00FA12FA" w:rsidRPr="00F1645B" w:rsidRDefault="00FA12FA" w:rsidP="00F1645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7A8C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F1645B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FA12FA" w:rsidRPr="00F1645B" w:rsidRDefault="00FA12FA" w:rsidP="00F1645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FA12FA" w:rsidRPr="00F1645B" w:rsidRDefault="00FA12FA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FA12FA" w:rsidRPr="00E14225" w:rsidTr="00F1645B">
        <w:trPr>
          <w:trHeight w:val="374"/>
          <w:tblHeader/>
        </w:trPr>
        <w:tc>
          <w:tcPr>
            <w:tcW w:w="751" w:type="dxa"/>
            <w:vAlign w:val="center"/>
          </w:tcPr>
          <w:p w:rsidR="00FA12FA" w:rsidRPr="00F1645B" w:rsidRDefault="00FA12FA" w:rsidP="00F1645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:rsidR="00FA12FA" w:rsidRPr="00F1645B" w:rsidRDefault="00FA12FA" w:rsidP="00F1645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 w:rsidR="00FA12FA" w:rsidRPr="00F1645B" w:rsidRDefault="00FA12FA" w:rsidP="00F1645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74,0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41,1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44,44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41,1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82,4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49,4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347,6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49,3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165,9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132,3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41,1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49,3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115,9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41,3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146,78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41,3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41,3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306,2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41,3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406,0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1645B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2274,42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1336,3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82,4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2708,5</w:t>
            </w:r>
          </w:p>
        </w:tc>
      </w:tr>
      <w:tr w:rsidR="00FA12FA" w:rsidRPr="00F1645B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1645B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4127,2</w:t>
            </w:r>
          </w:p>
        </w:tc>
      </w:tr>
      <w:tr w:rsidR="00FA12FA" w:rsidRPr="00E14225" w:rsidTr="002F3980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1645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1645B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C65C4D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45B">
              <w:rPr>
                <w:rFonts w:ascii="Times New Roman" w:hAnsi="Times New Roman"/>
                <w:b/>
                <w:sz w:val="28"/>
                <w:szCs w:val="28"/>
              </w:rPr>
              <w:t>6401,62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ж) таблицу 30 признать утратившей силу;</w:t>
      </w:r>
    </w:p>
    <w:p w:rsidR="00FA12FA" w:rsidRPr="00C65C4D" w:rsidRDefault="00FA12F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з) таблицы 32 и </w:t>
      </w:r>
      <w:r w:rsidRPr="00C65C4D">
        <w:rPr>
          <w:szCs w:val="28"/>
        </w:rPr>
        <w:t>33 изложить в следующей редакции:</w:t>
      </w:r>
    </w:p>
    <w:tbl>
      <w:tblPr>
        <w:tblW w:w="9796" w:type="dxa"/>
        <w:tblInd w:w="108" w:type="dxa"/>
        <w:tblLook w:val="0000"/>
      </w:tblPr>
      <w:tblGrid>
        <w:gridCol w:w="735"/>
        <w:gridCol w:w="4680"/>
        <w:gridCol w:w="4381"/>
      </w:tblGrid>
      <w:tr w:rsidR="00FA12FA" w:rsidRPr="00E14225" w:rsidTr="008A5A6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8A5A69" w:rsidRDefault="00FA12FA" w:rsidP="008A5A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A5A69">
              <w:rPr>
                <w:sz w:val="28"/>
                <w:szCs w:val="28"/>
              </w:rPr>
              <w:t>Таблица 32</w:t>
            </w:r>
          </w:p>
          <w:p w:rsidR="00FA12FA" w:rsidRPr="00E22C3D" w:rsidRDefault="00FA12FA" w:rsidP="008A5A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A12FA" w:rsidRPr="00E14225" w:rsidTr="008A5A6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E22C3D" w:rsidRDefault="00FA12FA" w:rsidP="008A5A69">
            <w:pPr>
              <w:jc w:val="center"/>
              <w:rPr>
                <w:b/>
                <w:sz w:val="28"/>
                <w:szCs w:val="28"/>
              </w:rPr>
            </w:pPr>
            <w:r w:rsidRPr="00E22C3D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FA12FA" w:rsidRDefault="00FA12FA" w:rsidP="008A5A69">
            <w:pPr>
              <w:jc w:val="center"/>
              <w:rPr>
                <w:b/>
                <w:sz w:val="28"/>
                <w:szCs w:val="28"/>
              </w:rPr>
            </w:pPr>
            <w:r w:rsidRPr="00E22C3D">
              <w:rPr>
                <w:b/>
                <w:sz w:val="28"/>
                <w:szCs w:val="28"/>
              </w:rPr>
              <w:t>Ульяновской области на реализацию мероприятий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22C3D">
              <w:rPr>
                <w:b/>
                <w:sz w:val="28"/>
                <w:szCs w:val="28"/>
              </w:rPr>
              <w:t xml:space="preserve">по улучшению </w:t>
            </w:r>
          </w:p>
          <w:p w:rsidR="00FA12FA" w:rsidRPr="00E22C3D" w:rsidRDefault="00FA12FA" w:rsidP="008A5A69">
            <w:pPr>
              <w:jc w:val="center"/>
              <w:rPr>
                <w:b/>
                <w:sz w:val="28"/>
                <w:szCs w:val="28"/>
              </w:rPr>
            </w:pPr>
            <w:r w:rsidRPr="00E22C3D">
              <w:rPr>
                <w:b/>
                <w:sz w:val="28"/>
                <w:szCs w:val="28"/>
              </w:rPr>
              <w:t>жилищных условий молодых семей и молодых специалистов,</w:t>
            </w:r>
          </w:p>
          <w:p w:rsidR="00FA12FA" w:rsidRPr="00E22C3D" w:rsidRDefault="00FA12FA" w:rsidP="008A5A69">
            <w:pPr>
              <w:jc w:val="center"/>
              <w:rPr>
                <w:b/>
                <w:sz w:val="28"/>
                <w:szCs w:val="28"/>
              </w:rPr>
            </w:pPr>
            <w:r w:rsidRPr="00E22C3D">
              <w:rPr>
                <w:b/>
                <w:sz w:val="28"/>
                <w:szCs w:val="28"/>
              </w:rPr>
              <w:t xml:space="preserve">проживающих в сельской местности, </w:t>
            </w:r>
            <w:r>
              <w:rPr>
                <w:b/>
                <w:sz w:val="28"/>
                <w:szCs w:val="28"/>
              </w:rPr>
              <w:t xml:space="preserve">по </w:t>
            </w:r>
            <w:r w:rsidRPr="00E22C3D">
              <w:rPr>
                <w:b/>
                <w:sz w:val="28"/>
                <w:szCs w:val="28"/>
              </w:rPr>
              <w:t>федеральной целевой программ</w:t>
            </w:r>
            <w:r>
              <w:rPr>
                <w:b/>
                <w:sz w:val="28"/>
                <w:szCs w:val="28"/>
              </w:rPr>
              <w:t>е</w:t>
            </w:r>
          </w:p>
          <w:p w:rsidR="00FA12FA" w:rsidRPr="00E22C3D" w:rsidRDefault="00FA12FA" w:rsidP="008A5A69">
            <w:pPr>
              <w:jc w:val="center"/>
              <w:rPr>
                <w:b/>
                <w:sz w:val="28"/>
                <w:szCs w:val="28"/>
              </w:rPr>
            </w:pPr>
            <w:r w:rsidRPr="00E22C3D">
              <w:rPr>
                <w:b/>
                <w:sz w:val="28"/>
                <w:szCs w:val="28"/>
              </w:rPr>
              <w:t>«Устойчивое развитие сельских территорий на 2014-2017 годы и на период</w:t>
            </w:r>
          </w:p>
          <w:p w:rsidR="00FA12FA" w:rsidRPr="00F1645B" w:rsidRDefault="00FA12FA" w:rsidP="008A5A69">
            <w:pPr>
              <w:jc w:val="center"/>
              <w:rPr>
                <w:b/>
                <w:sz w:val="28"/>
                <w:szCs w:val="28"/>
              </w:rPr>
            </w:pPr>
            <w:r w:rsidRPr="00E22C3D">
              <w:rPr>
                <w:b/>
                <w:sz w:val="28"/>
                <w:szCs w:val="28"/>
              </w:rPr>
              <w:t>до 2020 года» на 2015 год</w:t>
            </w:r>
          </w:p>
        </w:tc>
      </w:tr>
      <w:tr w:rsidR="00FA12FA" w:rsidRPr="00F1645B" w:rsidTr="008A5A6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F1645B" w:rsidRDefault="00FA12FA" w:rsidP="0055571A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F1645B" w:rsidRDefault="00FA12FA" w:rsidP="0055571A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F1645B" w:rsidRDefault="00FA12FA" w:rsidP="0055571A">
            <w:pPr>
              <w:jc w:val="right"/>
              <w:rPr>
                <w:sz w:val="28"/>
                <w:szCs w:val="28"/>
              </w:rPr>
            </w:pPr>
            <w:r w:rsidRPr="00F1645B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8A5A69" w:rsidRDefault="00FA12FA" w:rsidP="009C0D1E">
      <w:pPr>
        <w:pStyle w:val="BodyText"/>
        <w:spacing w:line="360" w:lineRule="auto"/>
        <w:ind w:firstLine="720"/>
        <w:rPr>
          <w:sz w:val="2"/>
          <w:szCs w:val="2"/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476"/>
        <w:gridCol w:w="4711"/>
      </w:tblGrid>
      <w:tr w:rsidR="00FA12FA" w:rsidRPr="00E22C3D" w:rsidTr="008A5A69">
        <w:tc>
          <w:tcPr>
            <w:tcW w:w="594" w:type="dxa"/>
          </w:tcPr>
          <w:p w:rsidR="00FA12FA" w:rsidRPr="00E22C3D" w:rsidRDefault="00FA12FA" w:rsidP="0055571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22C3D">
              <w:rPr>
                <w:sz w:val="28"/>
                <w:szCs w:val="28"/>
              </w:rPr>
              <w:t>№ п/п</w:t>
            </w:r>
          </w:p>
        </w:tc>
        <w:tc>
          <w:tcPr>
            <w:tcW w:w="4476" w:type="dxa"/>
          </w:tcPr>
          <w:p w:rsidR="00FA12FA" w:rsidRDefault="00FA12FA" w:rsidP="0055571A">
            <w:pPr>
              <w:jc w:val="center"/>
              <w:rPr>
                <w:sz w:val="28"/>
                <w:szCs w:val="28"/>
              </w:rPr>
            </w:pPr>
            <w:r w:rsidRPr="00E22C3D">
              <w:rPr>
                <w:sz w:val="28"/>
                <w:szCs w:val="28"/>
              </w:rPr>
              <w:t xml:space="preserve">Наименование </w:t>
            </w:r>
          </w:p>
          <w:p w:rsidR="00FA12FA" w:rsidRPr="00E22C3D" w:rsidRDefault="00FA12FA" w:rsidP="0055571A">
            <w:pPr>
              <w:jc w:val="center"/>
              <w:rPr>
                <w:sz w:val="28"/>
                <w:szCs w:val="28"/>
              </w:rPr>
            </w:pPr>
            <w:r w:rsidRPr="00E22C3D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711" w:type="dxa"/>
            <w:vAlign w:val="center"/>
          </w:tcPr>
          <w:p w:rsidR="00FA12FA" w:rsidRPr="00E22C3D" w:rsidRDefault="00FA12FA" w:rsidP="0055571A">
            <w:pPr>
              <w:jc w:val="center"/>
              <w:rPr>
                <w:sz w:val="28"/>
                <w:szCs w:val="28"/>
              </w:rPr>
            </w:pPr>
            <w:r w:rsidRPr="00E22C3D">
              <w:rPr>
                <w:sz w:val="28"/>
                <w:szCs w:val="28"/>
              </w:rPr>
              <w:t>Сумма</w:t>
            </w:r>
          </w:p>
        </w:tc>
      </w:tr>
    </w:tbl>
    <w:p w:rsidR="00FA12FA" w:rsidRPr="008A5A69" w:rsidRDefault="00FA12FA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476"/>
        <w:gridCol w:w="4711"/>
      </w:tblGrid>
      <w:tr w:rsidR="00FA12FA" w:rsidRPr="00BD7323" w:rsidTr="008A5A69">
        <w:trPr>
          <w:trHeight w:val="374"/>
          <w:tblHeader/>
        </w:trPr>
        <w:tc>
          <w:tcPr>
            <w:tcW w:w="594" w:type="dxa"/>
            <w:vAlign w:val="center"/>
          </w:tcPr>
          <w:p w:rsidR="00FA12FA" w:rsidRPr="00E22C3D" w:rsidRDefault="00FA12FA" w:rsidP="008A5A6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76" w:type="dxa"/>
            <w:vAlign w:val="center"/>
          </w:tcPr>
          <w:p w:rsidR="00FA12FA" w:rsidRDefault="00FA12FA" w:rsidP="008A5A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711" w:type="dxa"/>
            <w:vAlign w:val="center"/>
          </w:tcPr>
          <w:p w:rsidR="00FA12FA" w:rsidRDefault="00FA12FA" w:rsidP="008A5A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E22C3D">
              <w:rPr>
                <w:sz w:val="28"/>
                <w:szCs w:val="28"/>
              </w:rPr>
              <w:t>1.</w:t>
            </w:r>
          </w:p>
        </w:tc>
        <w:tc>
          <w:tcPr>
            <w:tcW w:w="4476" w:type="dxa"/>
            <w:tcBorders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4711" w:type="dxa"/>
            <w:tcBorders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918,009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702,674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267,454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4802,5089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532,672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816,008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816,008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1969,168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657,331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544,005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1334,543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920,807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358,503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408,004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Старомайнский район 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1428,014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753,644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1790,671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1958,412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3585,24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2047,413</w:t>
            </w:r>
          </w:p>
        </w:tc>
      </w:tr>
      <w:tr w:rsidR="00FA12FA" w:rsidRPr="00BD7323" w:rsidTr="008A5A69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8A5A6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26611,0889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108" w:type="dxa"/>
        <w:tblLook w:val="0000"/>
      </w:tblPr>
      <w:tblGrid>
        <w:gridCol w:w="735"/>
        <w:gridCol w:w="4680"/>
        <w:gridCol w:w="4381"/>
      </w:tblGrid>
      <w:tr w:rsidR="00FA12FA" w:rsidRPr="00E14225" w:rsidTr="0055571A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8A5A69" w:rsidRDefault="00FA12FA" w:rsidP="0055571A">
            <w:pPr>
              <w:jc w:val="right"/>
              <w:rPr>
                <w:sz w:val="28"/>
                <w:szCs w:val="28"/>
              </w:rPr>
            </w:pPr>
            <w:r w:rsidRPr="008A5A69">
              <w:rPr>
                <w:sz w:val="28"/>
                <w:szCs w:val="28"/>
              </w:rPr>
              <w:t>Таблица 3</w:t>
            </w:r>
            <w:r>
              <w:rPr>
                <w:sz w:val="28"/>
                <w:szCs w:val="28"/>
              </w:rPr>
              <w:t>3</w:t>
            </w:r>
          </w:p>
          <w:p w:rsidR="00FA12FA" w:rsidRPr="00E22C3D" w:rsidRDefault="00FA12FA" w:rsidP="0055571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A12FA" w:rsidRPr="00E14225" w:rsidTr="0055571A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E22C3D" w:rsidRDefault="00FA12FA" w:rsidP="0055571A">
            <w:pPr>
              <w:jc w:val="center"/>
              <w:rPr>
                <w:b/>
                <w:sz w:val="28"/>
                <w:szCs w:val="28"/>
              </w:rPr>
            </w:pPr>
            <w:r w:rsidRPr="00E22C3D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FA12FA" w:rsidRDefault="00FA12FA" w:rsidP="0055571A">
            <w:pPr>
              <w:jc w:val="center"/>
              <w:rPr>
                <w:b/>
                <w:sz w:val="28"/>
                <w:szCs w:val="28"/>
              </w:rPr>
            </w:pPr>
            <w:r w:rsidRPr="00E22C3D">
              <w:rPr>
                <w:b/>
                <w:sz w:val="28"/>
                <w:szCs w:val="28"/>
              </w:rPr>
              <w:t>Ульяновской области на реализацию мероприятий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22C3D">
              <w:rPr>
                <w:b/>
                <w:sz w:val="28"/>
                <w:szCs w:val="28"/>
              </w:rPr>
              <w:t xml:space="preserve">по улучшению </w:t>
            </w:r>
          </w:p>
          <w:p w:rsidR="00FA12FA" w:rsidRDefault="00FA12FA" w:rsidP="00F255FC">
            <w:pPr>
              <w:jc w:val="center"/>
              <w:rPr>
                <w:b/>
                <w:sz w:val="28"/>
                <w:szCs w:val="28"/>
              </w:rPr>
            </w:pPr>
            <w:r w:rsidRPr="00E22C3D">
              <w:rPr>
                <w:b/>
                <w:sz w:val="28"/>
                <w:szCs w:val="28"/>
              </w:rPr>
              <w:t xml:space="preserve">жилищных условий </w:t>
            </w:r>
            <w:r>
              <w:rPr>
                <w:b/>
                <w:sz w:val="28"/>
                <w:szCs w:val="28"/>
              </w:rPr>
              <w:t>граждан, проживающих в сельской местности</w:t>
            </w:r>
            <w:r w:rsidRPr="00E22C3D">
              <w:rPr>
                <w:b/>
                <w:sz w:val="28"/>
                <w:szCs w:val="28"/>
              </w:rPr>
              <w:t xml:space="preserve">, </w:t>
            </w:r>
            <w:r>
              <w:rPr>
                <w:b/>
                <w:sz w:val="28"/>
                <w:szCs w:val="28"/>
              </w:rPr>
              <w:br/>
              <w:t xml:space="preserve">по </w:t>
            </w:r>
            <w:r w:rsidRPr="00E22C3D">
              <w:rPr>
                <w:b/>
                <w:sz w:val="28"/>
                <w:szCs w:val="28"/>
              </w:rPr>
              <w:t>федеральной целевой программ</w:t>
            </w:r>
            <w:r>
              <w:rPr>
                <w:b/>
                <w:sz w:val="28"/>
                <w:szCs w:val="28"/>
              </w:rPr>
              <w:t xml:space="preserve">е </w:t>
            </w:r>
            <w:r w:rsidRPr="00E22C3D">
              <w:rPr>
                <w:b/>
                <w:sz w:val="28"/>
                <w:szCs w:val="28"/>
              </w:rPr>
              <w:t>«Устойчивое развитие сельских</w:t>
            </w:r>
          </w:p>
          <w:p w:rsidR="00FA12FA" w:rsidRPr="00F1645B" w:rsidRDefault="00FA12FA" w:rsidP="00F255FC">
            <w:pPr>
              <w:jc w:val="center"/>
              <w:rPr>
                <w:b/>
                <w:sz w:val="28"/>
                <w:szCs w:val="28"/>
              </w:rPr>
            </w:pPr>
            <w:r w:rsidRPr="00E22C3D">
              <w:rPr>
                <w:b/>
                <w:sz w:val="28"/>
                <w:szCs w:val="28"/>
              </w:rPr>
              <w:t>территорий на 2014-2017 годы и на период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22C3D">
              <w:rPr>
                <w:b/>
                <w:sz w:val="28"/>
                <w:szCs w:val="28"/>
              </w:rPr>
              <w:t>до 2020 года» на 2015 год</w:t>
            </w:r>
          </w:p>
        </w:tc>
      </w:tr>
      <w:tr w:rsidR="00FA12FA" w:rsidRPr="00F1645B" w:rsidTr="0055571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F1645B" w:rsidRDefault="00FA12FA" w:rsidP="0055571A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F1645B" w:rsidRDefault="00FA12FA" w:rsidP="0055571A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F1645B" w:rsidRDefault="00FA12FA" w:rsidP="0055571A">
            <w:pPr>
              <w:jc w:val="right"/>
              <w:rPr>
                <w:sz w:val="28"/>
                <w:szCs w:val="28"/>
              </w:rPr>
            </w:pPr>
            <w:r w:rsidRPr="00F1645B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8A5A69" w:rsidRDefault="00FA12FA" w:rsidP="00F255FC">
      <w:pPr>
        <w:pStyle w:val="BodyText"/>
        <w:spacing w:line="360" w:lineRule="auto"/>
        <w:ind w:firstLine="720"/>
        <w:rPr>
          <w:sz w:val="2"/>
          <w:szCs w:val="2"/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476"/>
        <w:gridCol w:w="4711"/>
      </w:tblGrid>
      <w:tr w:rsidR="00FA12FA" w:rsidRPr="00E22C3D" w:rsidTr="0055571A">
        <w:tc>
          <w:tcPr>
            <w:tcW w:w="594" w:type="dxa"/>
          </w:tcPr>
          <w:p w:rsidR="00FA12FA" w:rsidRPr="00E22C3D" w:rsidRDefault="00FA12FA" w:rsidP="0055571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22C3D">
              <w:rPr>
                <w:sz w:val="28"/>
                <w:szCs w:val="28"/>
              </w:rPr>
              <w:t>№ п/п</w:t>
            </w:r>
          </w:p>
        </w:tc>
        <w:tc>
          <w:tcPr>
            <w:tcW w:w="4476" w:type="dxa"/>
          </w:tcPr>
          <w:p w:rsidR="00FA12FA" w:rsidRDefault="00FA12FA" w:rsidP="0055571A">
            <w:pPr>
              <w:jc w:val="center"/>
              <w:rPr>
                <w:sz w:val="28"/>
                <w:szCs w:val="28"/>
              </w:rPr>
            </w:pPr>
            <w:r w:rsidRPr="00E22C3D">
              <w:rPr>
                <w:sz w:val="28"/>
                <w:szCs w:val="28"/>
              </w:rPr>
              <w:t xml:space="preserve">Наименование </w:t>
            </w:r>
          </w:p>
          <w:p w:rsidR="00FA12FA" w:rsidRPr="00E22C3D" w:rsidRDefault="00FA12FA" w:rsidP="0055571A">
            <w:pPr>
              <w:jc w:val="center"/>
              <w:rPr>
                <w:sz w:val="28"/>
                <w:szCs w:val="28"/>
              </w:rPr>
            </w:pPr>
            <w:r w:rsidRPr="00E22C3D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711" w:type="dxa"/>
            <w:vAlign w:val="center"/>
          </w:tcPr>
          <w:p w:rsidR="00FA12FA" w:rsidRPr="00E22C3D" w:rsidRDefault="00FA12FA" w:rsidP="0055571A">
            <w:pPr>
              <w:jc w:val="center"/>
              <w:rPr>
                <w:sz w:val="28"/>
                <w:szCs w:val="28"/>
              </w:rPr>
            </w:pPr>
            <w:r w:rsidRPr="00E22C3D">
              <w:rPr>
                <w:sz w:val="28"/>
                <w:szCs w:val="28"/>
              </w:rPr>
              <w:t>Сумма</w:t>
            </w:r>
          </w:p>
        </w:tc>
      </w:tr>
    </w:tbl>
    <w:p w:rsidR="00FA12FA" w:rsidRPr="008A5A69" w:rsidRDefault="00FA12FA" w:rsidP="00F255FC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476"/>
        <w:gridCol w:w="4711"/>
      </w:tblGrid>
      <w:tr w:rsidR="00FA12FA" w:rsidRPr="00BD7323" w:rsidTr="0055571A">
        <w:trPr>
          <w:trHeight w:val="374"/>
          <w:tblHeader/>
        </w:trPr>
        <w:tc>
          <w:tcPr>
            <w:tcW w:w="594" w:type="dxa"/>
            <w:vAlign w:val="center"/>
          </w:tcPr>
          <w:p w:rsidR="00FA12FA" w:rsidRPr="00E22C3D" w:rsidRDefault="00FA12FA" w:rsidP="0055571A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76" w:type="dxa"/>
            <w:vAlign w:val="center"/>
          </w:tcPr>
          <w:p w:rsidR="00FA12FA" w:rsidRDefault="00FA12FA" w:rsidP="005557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711" w:type="dxa"/>
            <w:vAlign w:val="center"/>
          </w:tcPr>
          <w:p w:rsidR="00FA12FA" w:rsidRDefault="00FA12FA" w:rsidP="005557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E22C3D">
              <w:rPr>
                <w:sz w:val="28"/>
                <w:szCs w:val="28"/>
              </w:rPr>
              <w:t>1.</w:t>
            </w:r>
          </w:p>
        </w:tc>
        <w:tc>
          <w:tcPr>
            <w:tcW w:w="4476" w:type="dxa"/>
            <w:tcBorders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4711" w:type="dxa"/>
            <w:tcBorders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408,004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345,188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235,269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1132,915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186,879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326,208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704,563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510,005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726,114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319,969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516,794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63,974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306,003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806,004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Старомайнский район 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536,041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507,521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260,005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468,009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1180,03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960,505</w:t>
            </w:r>
          </w:p>
        </w:tc>
      </w:tr>
      <w:tr w:rsidR="00FA12FA" w:rsidRPr="00BD7323" w:rsidTr="0055571A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E22C3D" w:rsidRDefault="00FA12FA" w:rsidP="0055571A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C65C4D" w:rsidRDefault="00FA12FA" w:rsidP="0055571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10500,0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FA12FA" w:rsidRPr="001E7F96" w:rsidRDefault="00FA12FA" w:rsidP="00076FA1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и</w:t>
      </w:r>
      <w:r w:rsidRPr="001E7F96">
        <w:rPr>
          <w:szCs w:val="28"/>
        </w:rPr>
        <w:t>) таблиц</w:t>
      </w:r>
      <w:r>
        <w:rPr>
          <w:szCs w:val="28"/>
        </w:rPr>
        <w:t>ы</w:t>
      </w:r>
      <w:r w:rsidRPr="001E7F96">
        <w:rPr>
          <w:szCs w:val="28"/>
        </w:rPr>
        <w:t xml:space="preserve"> 37</w:t>
      </w:r>
      <w:r>
        <w:rPr>
          <w:szCs w:val="28"/>
        </w:rPr>
        <w:t xml:space="preserve"> и 38</w:t>
      </w:r>
      <w:r w:rsidRPr="001E7F96">
        <w:rPr>
          <w:szCs w:val="28"/>
        </w:rPr>
        <w:t xml:space="preserve">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9924D3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9924D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37</w:t>
            </w:r>
          </w:p>
          <w:p w:rsidR="00FA12FA" w:rsidRPr="009924D3" w:rsidRDefault="00FA12FA" w:rsidP="009924D3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A12FA" w:rsidRPr="001E7F96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1E7F96" w:rsidRDefault="00FA12FA" w:rsidP="00B33E19">
            <w:pPr>
              <w:jc w:val="center"/>
              <w:rPr>
                <w:b/>
                <w:bCs/>
                <w:sz w:val="28"/>
                <w:szCs w:val="28"/>
              </w:rPr>
            </w:pPr>
            <w:r w:rsidRPr="001E7F96">
              <w:rPr>
                <w:b/>
                <w:bCs/>
                <w:sz w:val="28"/>
                <w:szCs w:val="28"/>
              </w:rPr>
              <w:t xml:space="preserve">Распределение субсидий </w:t>
            </w:r>
            <w:r w:rsidRPr="006C55A0">
              <w:rPr>
                <w:b/>
                <w:bCs/>
                <w:sz w:val="28"/>
                <w:szCs w:val="28"/>
              </w:rPr>
              <w:t xml:space="preserve">бюджетам </w:t>
            </w:r>
            <w:r w:rsidRPr="001E7F96">
              <w:rPr>
                <w:b/>
                <w:bCs/>
                <w:sz w:val="28"/>
                <w:szCs w:val="28"/>
              </w:rPr>
              <w:t>поселений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E7F96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E7F96">
              <w:rPr>
                <w:b/>
                <w:bCs/>
                <w:sz w:val="28"/>
                <w:szCs w:val="28"/>
              </w:rPr>
              <w:t>на погашение кредиторской задолженности за ранее выполненные работы и оказанные услуги в сфере теплоснабжения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E7F96">
              <w:rPr>
                <w:b/>
                <w:bCs/>
                <w:sz w:val="28"/>
                <w:szCs w:val="28"/>
              </w:rPr>
              <w:t>в рамках подпрограммы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E7F96">
              <w:rPr>
                <w:b/>
                <w:bCs/>
                <w:sz w:val="28"/>
                <w:szCs w:val="28"/>
              </w:rPr>
              <w:t xml:space="preserve">«Содействие муниципальным образованиям Ульяновской области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E7F96">
              <w:rPr>
                <w:b/>
                <w:bCs/>
                <w:sz w:val="28"/>
                <w:szCs w:val="28"/>
              </w:rPr>
              <w:t>в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E7F96">
              <w:rPr>
                <w:b/>
                <w:bCs/>
                <w:sz w:val="28"/>
                <w:szCs w:val="28"/>
              </w:rPr>
              <w:t>подготовке и прохождении отопительных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E7F96">
              <w:rPr>
                <w:b/>
                <w:bCs/>
                <w:sz w:val="28"/>
                <w:szCs w:val="28"/>
              </w:rPr>
              <w:t xml:space="preserve">сезонов» государственной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E7F96">
              <w:rPr>
                <w:b/>
                <w:bCs/>
                <w:sz w:val="28"/>
                <w:szCs w:val="28"/>
              </w:rPr>
              <w:t>программы Ульяновской области «Развитие жилищно-коммунального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1E7F96">
              <w:rPr>
                <w:b/>
                <w:bCs/>
                <w:sz w:val="28"/>
                <w:szCs w:val="28"/>
              </w:rPr>
              <w:t>хозяйства и повышение энергетической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E7F96">
              <w:rPr>
                <w:b/>
                <w:bCs/>
                <w:sz w:val="28"/>
                <w:szCs w:val="28"/>
              </w:rPr>
              <w:t>эффективности в Ульяновской области» на 2014-2018 годы на 2015 год</w:t>
            </w:r>
          </w:p>
        </w:tc>
      </w:tr>
      <w:tr w:rsidR="00FA12FA" w:rsidRPr="001E7F96" w:rsidTr="00311BB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311BB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311BB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311BB6">
            <w:pPr>
              <w:jc w:val="right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1E7F96" w:rsidRDefault="00FA12FA" w:rsidP="006617B6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950"/>
        <w:gridCol w:w="4111"/>
      </w:tblGrid>
      <w:tr w:rsidR="00FA12FA" w:rsidRPr="00E14225" w:rsidTr="001E7F96">
        <w:trPr>
          <w:trHeight w:val="448"/>
          <w:tblHeader/>
        </w:trPr>
        <w:tc>
          <w:tcPr>
            <w:tcW w:w="735" w:type="dxa"/>
            <w:vAlign w:val="center"/>
          </w:tcPr>
          <w:p w:rsidR="00FA12FA" w:rsidRPr="001E7F96" w:rsidRDefault="00FA12FA" w:rsidP="00311BB6">
            <w:pPr>
              <w:jc w:val="center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 xml:space="preserve">№   </w:t>
            </w:r>
            <w:r w:rsidRPr="001E7F96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950" w:type="dxa"/>
            <w:vAlign w:val="center"/>
          </w:tcPr>
          <w:p w:rsidR="00FA12FA" w:rsidRPr="001E7F96" w:rsidRDefault="00FA12FA" w:rsidP="006617B6">
            <w:pPr>
              <w:jc w:val="center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 xml:space="preserve">Наименование </w:t>
            </w:r>
          </w:p>
          <w:p w:rsidR="00FA12FA" w:rsidRPr="001E7F96" w:rsidRDefault="00FA12FA" w:rsidP="006617B6">
            <w:pPr>
              <w:jc w:val="center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111" w:type="dxa"/>
            <w:vAlign w:val="center"/>
          </w:tcPr>
          <w:p w:rsidR="00FA12FA" w:rsidRPr="001E7F96" w:rsidRDefault="00FA12FA" w:rsidP="00311BB6">
            <w:pPr>
              <w:jc w:val="center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>Сумма</w:t>
            </w:r>
          </w:p>
        </w:tc>
      </w:tr>
      <w:tr w:rsidR="00FA12FA" w:rsidRPr="001E7F96" w:rsidTr="001E7F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>1.</w:t>
            </w: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>1800,0</w:t>
            </w:r>
          </w:p>
        </w:tc>
      </w:tr>
      <w:tr w:rsidR="00FA12FA" w:rsidRPr="001E7F96" w:rsidTr="001E7F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</w:tcPr>
          <w:p w:rsidR="00FA12FA" w:rsidRPr="001E7F96" w:rsidRDefault="00FA12FA" w:rsidP="006F0D5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>1.1.</w:t>
            </w:r>
          </w:p>
        </w:tc>
        <w:tc>
          <w:tcPr>
            <w:tcW w:w="49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>1800,0</w:t>
            </w:r>
          </w:p>
        </w:tc>
      </w:tr>
      <w:tr w:rsidR="00FA12FA" w:rsidRPr="001E7F96" w:rsidTr="001E7F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>2.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rPr>
                <w:bCs/>
                <w:sz w:val="28"/>
                <w:szCs w:val="28"/>
              </w:rPr>
            </w:pPr>
            <w:r w:rsidRPr="001E7F96">
              <w:rPr>
                <w:bCs/>
                <w:sz w:val="28"/>
                <w:szCs w:val="28"/>
              </w:rPr>
              <w:t>Ульяновский район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E7F96">
              <w:rPr>
                <w:bCs/>
                <w:sz w:val="28"/>
                <w:szCs w:val="28"/>
              </w:rPr>
              <w:t>450,0</w:t>
            </w:r>
          </w:p>
        </w:tc>
      </w:tr>
      <w:tr w:rsidR="00FA12FA" w:rsidRPr="001E7F96" w:rsidTr="001E7F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E7F96">
              <w:rPr>
                <w:sz w:val="28"/>
                <w:szCs w:val="28"/>
              </w:rPr>
              <w:t>2.1.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rPr>
                <w:bCs/>
                <w:sz w:val="28"/>
                <w:szCs w:val="28"/>
              </w:rPr>
            </w:pPr>
            <w:r w:rsidRPr="001E7F96">
              <w:rPr>
                <w:bCs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1E7F96">
              <w:rPr>
                <w:bCs/>
                <w:sz w:val="28"/>
                <w:szCs w:val="28"/>
              </w:rPr>
              <w:t>450,0</w:t>
            </w:r>
          </w:p>
        </w:tc>
      </w:tr>
      <w:tr w:rsidR="00FA12FA" w:rsidRPr="00E14225" w:rsidTr="001E7F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E7F9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E7F96" w:rsidRDefault="00FA12FA" w:rsidP="006617B6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E7F96">
              <w:rPr>
                <w:b/>
                <w:bCs/>
                <w:sz w:val="28"/>
                <w:szCs w:val="28"/>
              </w:rPr>
              <w:t>2250,0</w:t>
            </w:r>
          </w:p>
        </w:tc>
      </w:tr>
    </w:tbl>
    <w:p w:rsidR="00FA12FA" w:rsidRDefault="00FA12FA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FA12FA" w:rsidRDefault="00FA12FA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FA12FA" w:rsidRDefault="00FA12FA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FA12FA" w:rsidRDefault="00FA12FA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FA12FA" w:rsidRDefault="00FA12FA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FA12FA" w:rsidRPr="00E14225" w:rsidRDefault="00FA12FA" w:rsidP="00076FA1">
      <w:pPr>
        <w:pStyle w:val="BodyText"/>
        <w:spacing w:line="360" w:lineRule="auto"/>
        <w:ind w:firstLine="709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C65C4D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38</w:t>
            </w:r>
          </w:p>
          <w:p w:rsidR="00FA12FA" w:rsidRPr="00C65C4D" w:rsidRDefault="00FA12FA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FA12FA" w:rsidRPr="00A53A83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A53A83" w:rsidRDefault="00FA12FA" w:rsidP="00311BB6">
            <w:pPr>
              <w:jc w:val="center"/>
              <w:rPr>
                <w:b/>
                <w:sz w:val="28"/>
                <w:szCs w:val="28"/>
              </w:rPr>
            </w:pPr>
            <w:r w:rsidRPr="00A53A83">
              <w:rPr>
                <w:b/>
                <w:sz w:val="28"/>
                <w:szCs w:val="28"/>
              </w:rPr>
              <w:t>Распределение субсидий бюджетам поселений и городских округов</w:t>
            </w:r>
          </w:p>
          <w:p w:rsidR="00FA12FA" w:rsidRPr="00A53A83" w:rsidRDefault="00FA12FA" w:rsidP="00311BB6">
            <w:pPr>
              <w:jc w:val="center"/>
              <w:rPr>
                <w:b/>
                <w:sz w:val="28"/>
                <w:szCs w:val="28"/>
              </w:rPr>
            </w:pPr>
            <w:r w:rsidRPr="00A53A83">
              <w:rPr>
                <w:b/>
                <w:sz w:val="28"/>
                <w:szCs w:val="28"/>
              </w:rPr>
              <w:t>Ульяновской области на реализацию мероприятий по переселению</w:t>
            </w:r>
          </w:p>
          <w:p w:rsidR="00FA12FA" w:rsidRPr="00A53A83" w:rsidRDefault="00FA12FA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A53A83">
              <w:rPr>
                <w:b/>
                <w:sz w:val="28"/>
                <w:szCs w:val="28"/>
              </w:rPr>
              <w:t>граждан из аварийного жилищного фонда на 2015 год</w:t>
            </w:r>
          </w:p>
        </w:tc>
      </w:tr>
      <w:tr w:rsidR="00FA12FA" w:rsidRPr="00A53A83" w:rsidTr="00311BB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A53A83" w:rsidRDefault="00FA12FA" w:rsidP="00311BB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A53A83" w:rsidRDefault="00FA12FA" w:rsidP="00311BB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A53A83" w:rsidRDefault="00FA12FA" w:rsidP="00311BB6">
            <w:pPr>
              <w:jc w:val="right"/>
              <w:rPr>
                <w:sz w:val="28"/>
                <w:szCs w:val="28"/>
              </w:rPr>
            </w:pPr>
            <w:r w:rsidRPr="00A53A83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A53A83" w:rsidRDefault="00FA12FA" w:rsidP="006617B6">
      <w:pPr>
        <w:jc w:val="right"/>
        <w:rPr>
          <w:color w:val="00B050"/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402"/>
        <w:gridCol w:w="1759"/>
        <w:gridCol w:w="1843"/>
        <w:gridCol w:w="2068"/>
      </w:tblGrid>
      <w:tr w:rsidR="00FA12FA" w:rsidRPr="00E14225" w:rsidTr="00C65C4D">
        <w:tc>
          <w:tcPr>
            <w:tcW w:w="709" w:type="dxa"/>
            <w:vAlign w:val="center"/>
          </w:tcPr>
          <w:p w:rsidR="00FA12FA" w:rsidRPr="00A53A83" w:rsidRDefault="00FA12FA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53A83"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  <w:vAlign w:val="center"/>
          </w:tcPr>
          <w:p w:rsidR="00FA12FA" w:rsidRPr="00A53A83" w:rsidRDefault="00FA12FA" w:rsidP="0036601C">
            <w:pPr>
              <w:jc w:val="center"/>
              <w:rPr>
                <w:sz w:val="28"/>
                <w:szCs w:val="28"/>
              </w:rPr>
            </w:pPr>
            <w:r w:rsidRPr="00A53A83">
              <w:rPr>
                <w:sz w:val="28"/>
                <w:szCs w:val="28"/>
              </w:rPr>
              <w:t>Наименование</w:t>
            </w:r>
            <w:r w:rsidRPr="00A53A83">
              <w:rPr>
                <w:sz w:val="28"/>
                <w:szCs w:val="28"/>
              </w:rPr>
              <w:br/>
              <w:t>муниципального</w:t>
            </w:r>
            <w:r w:rsidRPr="00A53A83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1759" w:type="dxa"/>
            <w:tcMar>
              <w:left w:w="57" w:type="dxa"/>
              <w:right w:w="57" w:type="dxa"/>
            </w:tcMar>
            <w:vAlign w:val="center"/>
          </w:tcPr>
          <w:p w:rsidR="00FA12FA" w:rsidRPr="00A53A83" w:rsidRDefault="00FA12FA" w:rsidP="00D5145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53A83"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br/>
            </w:r>
            <w:r w:rsidRPr="00A53A83">
              <w:rPr>
                <w:sz w:val="28"/>
                <w:szCs w:val="28"/>
              </w:rPr>
              <w:t>областного бюджета Ульяновской области</w:t>
            </w:r>
          </w:p>
        </w:tc>
        <w:tc>
          <w:tcPr>
            <w:tcW w:w="1843" w:type="dxa"/>
            <w:vAlign w:val="center"/>
          </w:tcPr>
          <w:p w:rsidR="00FA12FA" w:rsidRPr="00A53A83" w:rsidRDefault="00FA12FA" w:rsidP="00D5145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53A83">
              <w:rPr>
                <w:sz w:val="28"/>
                <w:szCs w:val="28"/>
              </w:rPr>
              <w:t>Средства го</w:t>
            </w:r>
            <w:r>
              <w:rPr>
                <w:sz w:val="28"/>
                <w:szCs w:val="28"/>
              </w:rPr>
              <w:t>-</w:t>
            </w:r>
            <w:r w:rsidRPr="00A53A83">
              <w:rPr>
                <w:sz w:val="28"/>
                <w:szCs w:val="28"/>
              </w:rPr>
              <w:t>суда</w:t>
            </w:r>
            <w:r>
              <w:rPr>
                <w:sz w:val="28"/>
                <w:szCs w:val="28"/>
              </w:rPr>
              <w:t>р</w:t>
            </w:r>
            <w:r w:rsidRPr="00A53A83">
              <w:rPr>
                <w:sz w:val="28"/>
                <w:szCs w:val="28"/>
              </w:rPr>
              <w:t>стве</w:t>
            </w:r>
            <w:r w:rsidRPr="00A53A83">
              <w:rPr>
                <w:sz w:val="28"/>
                <w:szCs w:val="28"/>
              </w:rPr>
              <w:t>н</w:t>
            </w:r>
            <w:r w:rsidRPr="00A53A83">
              <w:rPr>
                <w:sz w:val="28"/>
                <w:szCs w:val="28"/>
              </w:rPr>
              <w:t>ной корп</w:t>
            </w:r>
            <w:r w:rsidRPr="00A53A83">
              <w:rPr>
                <w:sz w:val="28"/>
                <w:szCs w:val="28"/>
              </w:rPr>
              <w:t>о</w:t>
            </w:r>
            <w:r w:rsidRPr="00A53A83">
              <w:rPr>
                <w:sz w:val="28"/>
                <w:szCs w:val="28"/>
              </w:rPr>
              <w:t>рации – Фонда с</w:t>
            </w:r>
            <w:r w:rsidRPr="00A53A83">
              <w:rPr>
                <w:sz w:val="28"/>
                <w:szCs w:val="28"/>
              </w:rPr>
              <w:t>о</w:t>
            </w:r>
            <w:r w:rsidRPr="00A53A83">
              <w:rPr>
                <w:sz w:val="28"/>
                <w:szCs w:val="28"/>
              </w:rPr>
              <w:t>действия р</w:t>
            </w:r>
            <w:r w:rsidRPr="00A53A83">
              <w:rPr>
                <w:sz w:val="28"/>
                <w:szCs w:val="28"/>
              </w:rPr>
              <w:t>е</w:t>
            </w:r>
            <w:r w:rsidRPr="00A53A83">
              <w:rPr>
                <w:sz w:val="28"/>
                <w:szCs w:val="28"/>
              </w:rPr>
              <w:t>формиров</w:t>
            </w:r>
            <w:r w:rsidRPr="00A53A83">
              <w:rPr>
                <w:sz w:val="28"/>
                <w:szCs w:val="28"/>
              </w:rPr>
              <w:t>а</w:t>
            </w:r>
            <w:r w:rsidRPr="00A53A83">
              <w:rPr>
                <w:sz w:val="28"/>
                <w:szCs w:val="28"/>
              </w:rPr>
              <w:t>нию жили</w:t>
            </w:r>
            <w:r w:rsidRPr="00A53A83">
              <w:rPr>
                <w:sz w:val="28"/>
                <w:szCs w:val="28"/>
              </w:rPr>
              <w:t>щ</w:t>
            </w:r>
            <w:r w:rsidRPr="00A53A83">
              <w:rPr>
                <w:sz w:val="28"/>
                <w:szCs w:val="28"/>
              </w:rPr>
              <w:t>но-комму</w:t>
            </w:r>
            <w:r>
              <w:rPr>
                <w:sz w:val="28"/>
                <w:szCs w:val="28"/>
              </w:rPr>
              <w:t>-</w:t>
            </w:r>
            <w:r w:rsidRPr="00A53A83">
              <w:rPr>
                <w:sz w:val="28"/>
                <w:szCs w:val="28"/>
              </w:rPr>
              <w:t>нального</w:t>
            </w:r>
            <w:r>
              <w:rPr>
                <w:sz w:val="28"/>
                <w:szCs w:val="28"/>
              </w:rPr>
              <w:br/>
            </w:r>
            <w:r w:rsidRPr="00A53A83">
              <w:rPr>
                <w:sz w:val="28"/>
                <w:szCs w:val="28"/>
              </w:rPr>
              <w:t>хозяйства</w:t>
            </w:r>
          </w:p>
        </w:tc>
        <w:tc>
          <w:tcPr>
            <w:tcW w:w="2068" w:type="dxa"/>
            <w:vAlign w:val="center"/>
          </w:tcPr>
          <w:p w:rsidR="00FA12FA" w:rsidRPr="00A53A83" w:rsidRDefault="00FA12FA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A53A83">
              <w:rPr>
                <w:sz w:val="28"/>
                <w:szCs w:val="28"/>
              </w:rPr>
              <w:t>Итого</w:t>
            </w:r>
          </w:p>
        </w:tc>
      </w:tr>
    </w:tbl>
    <w:p w:rsidR="00FA12FA" w:rsidRPr="00E14225" w:rsidRDefault="00FA12FA">
      <w:pPr>
        <w:rPr>
          <w:sz w:val="2"/>
          <w:szCs w:val="2"/>
          <w:highlight w:val="yellow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402"/>
        <w:gridCol w:w="1759"/>
        <w:gridCol w:w="1843"/>
        <w:gridCol w:w="2068"/>
      </w:tblGrid>
      <w:tr w:rsidR="00FA12FA" w:rsidRPr="00E14225" w:rsidTr="00C65C4D">
        <w:trPr>
          <w:trHeight w:val="374"/>
          <w:tblHeader/>
        </w:trPr>
        <w:tc>
          <w:tcPr>
            <w:tcW w:w="709" w:type="dxa"/>
          </w:tcPr>
          <w:p w:rsidR="00FA12FA" w:rsidRPr="00A53A83" w:rsidRDefault="00FA12FA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FA12FA" w:rsidRPr="00A53A83" w:rsidRDefault="00FA12FA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59" w:type="dxa"/>
          </w:tcPr>
          <w:p w:rsidR="00FA12FA" w:rsidRPr="00A53A83" w:rsidRDefault="00FA12FA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FA12FA" w:rsidRPr="00A53A83" w:rsidRDefault="00FA12FA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68" w:type="dxa"/>
          </w:tcPr>
          <w:p w:rsidR="00FA12FA" w:rsidRPr="00A53A83" w:rsidRDefault="00FA12FA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A12FA" w:rsidRPr="00E14225" w:rsidTr="00C65C4D">
        <w:trPr>
          <w:trHeight w:val="374"/>
        </w:trPr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1759" w:type="dxa"/>
            <w:tcBorders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11341,88957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6921,15509</w:t>
            </w:r>
          </w:p>
        </w:tc>
        <w:tc>
          <w:tcPr>
            <w:tcW w:w="2068" w:type="dxa"/>
            <w:tcBorders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18263,04466</w:t>
            </w:r>
          </w:p>
        </w:tc>
      </w:tr>
      <w:tr w:rsidR="00FA12FA" w:rsidRPr="00E14225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 xml:space="preserve">Вешкаймское городское </w:t>
            </w:r>
            <w:r w:rsidRPr="00A53A83">
              <w:rPr>
                <w:rFonts w:ascii="Times New Roman" w:hAnsi="Times New Roman"/>
                <w:sz w:val="28"/>
                <w:szCs w:val="28"/>
              </w:rPr>
              <w:br/>
              <w:t>поселение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11341,88957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6921,15509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18263,04466</w:t>
            </w:r>
          </w:p>
        </w:tc>
      </w:tr>
      <w:tr w:rsidR="00FA12FA" w:rsidRPr="00A53A83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11876,92648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7722,41995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19599,34643</w:t>
            </w:r>
          </w:p>
        </w:tc>
      </w:tr>
      <w:tr w:rsidR="00FA12FA" w:rsidRPr="00E14225" w:rsidTr="00647A8C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6F12E5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A53A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6F12E5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Инзенское городское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A53A83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5557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11876,92648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7722,41995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19599,34643</w:t>
            </w:r>
          </w:p>
        </w:tc>
      </w:tr>
      <w:tr w:rsidR="00FA12FA" w:rsidRPr="00A53A83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4291,50477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3814,98546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8106,49023</w:t>
            </w:r>
          </w:p>
        </w:tc>
      </w:tr>
      <w:tr w:rsidR="00FA12FA" w:rsidRPr="00A53A83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5557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Красносельское сельское поселение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3273,56881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2657,14329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5930,7121</w:t>
            </w:r>
          </w:p>
        </w:tc>
      </w:tr>
      <w:tr w:rsidR="00FA12FA" w:rsidRPr="00A53A83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5557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Новоспасское городское поселение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1017,93596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1157,84217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2175,77813</w:t>
            </w:r>
          </w:p>
        </w:tc>
      </w:tr>
      <w:tr w:rsidR="00FA12FA" w:rsidRPr="00E14225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44854,55781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26664,90593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71519,46374</w:t>
            </w:r>
          </w:p>
        </w:tc>
      </w:tr>
      <w:tr w:rsidR="00FA12FA" w:rsidRPr="00E14225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36601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Большеключищенское</w:t>
            </w:r>
            <w:r w:rsidRPr="00A53A83">
              <w:rPr>
                <w:rFonts w:ascii="Times New Roman" w:hAnsi="Times New Roman"/>
                <w:sz w:val="28"/>
                <w:szCs w:val="28"/>
              </w:rPr>
              <w:br/>
              <w:t>сельское поселение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14561,96887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9292,59725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23854,56612</w:t>
            </w:r>
          </w:p>
        </w:tc>
      </w:tr>
      <w:tr w:rsidR="00FA12FA" w:rsidRPr="00A53A83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Зеленорощинское сел</w:t>
            </w:r>
            <w:r w:rsidRPr="00A53A83">
              <w:rPr>
                <w:rFonts w:ascii="Times New Roman" w:hAnsi="Times New Roman"/>
                <w:sz w:val="28"/>
                <w:szCs w:val="28"/>
              </w:rPr>
              <w:t>ь</w:t>
            </w:r>
            <w:r w:rsidRPr="00A53A83">
              <w:rPr>
                <w:rFonts w:ascii="Times New Roman" w:hAnsi="Times New Roman"/>
                <w:sz w:val="28"/>
                <w:szCs w:val="28"/>
              </w:rPr>
              <w:t>ское поселение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17093,72407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10973,79144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28067,51551</w:t>
            </w:r>
          </w:p>
        </w:tc>
      </w:tr>
      <w:tr w:rsidR="00FA12FA" w:rsidRPr="00E14225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36601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Ишеевское городское</w:t>
            </w:r>
            <w:r w:rsidRPr="00A53A83">
              <w:rPr>
                <w:rFonts w:ascii="Times New Roman" w:hAnsi="Times New Roman"/>
                <w:sz w:val="28"/>
                <w:szCs w:val="28"/>
              </w:rPr>
              <w:br/>
              <w:t>поселение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13198,86487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6398,51724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19597,38211</w:t>
            </w:r>
          </w:p>
        </w:tc>
      </w:tr>
      <w:tr w:rsidR="00FA12FA" w:rsidRPr="00E14225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53A83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12E5">
              <w:rPr>
                <w:rFonts w:ascii="Times New Roman" w:hAnsi="Times New Roman"/>
                <w:b/>
                <w:sz w:val="28"/>
                <w:szCs w:val="28"/>
              </w:rPr>
              <w:t>72364,87863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45123,46643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117488,34506</w:t>
            </w:r>
          </w:p>
        </w:tc>
      </w:tr>
      <w:tr w:rsidR="00FA12FA" w:rsidRPr="00E14225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14431,44872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12196,06902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26627,51774</w:t>
            </w:r>
          </w:p>
        </w:tc>
      </w:tr>
      <w:tr w:rsidR="00FA12FA" w:rsidRPr="00E14225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53A83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12E5">
              <w:rPr>
                <w:rFonts w:ascii="Times New Roman" w:hAnsi="Times New Roman"/>
                <w:sz w:val="28"/>
                <w:szCs w:val="28"/>
              </w:rPr>
              <w:t>83142,50465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96492,75641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179635,26106</w:t>
            </w:r>
          </w:p>
        </w:tc>
      </w:tr>
      <w:tr w:rsidR="00FA12FA" w:rsidRPr="00A53A83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6F12E5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53A83">
              <w:rPr>
                <w:rFonts w:ascii="Times New Roman" w:hAnsi="Times New Roman"/>
                <w:b/>
                <w:sz w:val="28"/>
                <w:szCs w:val="28"/>
              </w:rPr>
              <w:t>Итого по городским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A53A83">
              <w:rPr>
                <w:rFonts w:ascii="Times New Roman" w:hAnsi="Times New Roman"/>
                <w:b/>
                <w:sz w:val="28"/>
                <w:szCs w:val="28"/>
              </w:rPr>
              <w:t>округам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12E5">
              <w:rPr>
                <w:rFonts w:ascii="Times New Roman" w:hAnsi="Times New Roman"/>
                <w:b/>
                <w:sz w:val="28"/>
                <w:szCs w:val="28"/>
              </w:rPr>
              <w:t>97573,95337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108688,82543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206262,7788</w:t>
            </w:r>
          </w:p>
        </w:tc>
      </w:tr>
      <w:tr w:rsidR="00FA12FA" w:rsidRPr="00E14225" w:rsidTr="00C65C4D">
        <w:trPr>
          <w:trHeight w:val="374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7D592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A53A83" w:rsidRDefault="00FA12FA" w:rsidP="006F12E5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53A83">
              <w:rPr>
                <w:rFonts w:ascii="Times New Roman" w:hAnsi="Times New Roman"/>
                <w:b/>
                <w:sz w:val="28"/>
                <w:szCs w:val="28"/>
              </w:rPr>
              <w:t>Итого по районам 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A53A83">
              <w:rPr>
                <w:rFonts w:ascii="Times New Roman" w:hAnsi="Times New Roman"/>
                <w:b/>
                <w:sz w:val="28"/>
                <w:szCs w:val="28"/>
              </w:rPr>
              <w:t>городским округам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F12E5">
              <w:rPr>
                <w:rFonts w:ascii="Times New Roman" w:hAnsi="Times New Roman"/>
                <w:b/>
                <w:sz w:val="28"/>
                <w:szCs w:val="28"/>
              </w:rPr>
              <w:t>169938,832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153812,29186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FA12FA" w:rsidRPr="006F12E5" w:rsidRDefault="00FA12FA" w:rsidP="007D592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323751,12386</w:t>
            </w:r>
            <w:r w:rsidRPr="00C65C4D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FA12FA" w:rsidRPr="00C65C4D" w:rsidRDefault="00FA12FA" w:rsidP="00076FA1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к</w:t>
      </w:r>
      <w:r w:rsidRPr="00C65C4D">
        <w:rPr>
          <w:szCs w:val="28"/>
        </w:rPr>
        <w:t>) таблицу 40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C65C4D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«Таблица 40</w:t>
            </w:r>
          </w:p>
          <w:p w:rsidR="00FA12FA" w:rsidRPr="00C65C4D" w:rsidRDefault="00FA12FA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FA12FA" w:rsidRPr="004D4521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4D4521" w:rsidRDefault="00FA12FA" w:rsidP="00311BB6">
            <w:pPr>
              <w:jc w:val="center"/>
              <w:rPr>
                <w:b/>
                <w:sz w:val="28"/>
                <w:szCs w:val="28"/>
              </w:rPr>
            </w:pPr>
            <w:r w:rsidRPr="004D4521">
              <w:rPr>
                <w:b/>
                <w:sz w:val="28"/>
                <w:szCs w:val="28"/>
              </w:rPr>
              <w:t>Распределение субсидий бюджетам муниципальных районов (городских</w:t>
            </w:r>
          </w:p>
          <w:p w:rsidR="00FA12FA" w:rsidRPr="004D4521" w:rsidRDefault="00FA12FA" w:rsidP="00311BB6">
            <w:pPr>
              <w:jc w:val="center"/>
              <w:rPr>
                <w:b/>
                <w:sz w:val="28"/>
                <w:szCs w:val="28"/>
              </w:rPr>
            </w:pPr>
            <w:r w:rsidRPr="004D4521">
              <w:rPr>
                <w:b/>
                <w:sz w:val="28"/>
                <w:szCs w:val="28"/>
              </w:rPr>
              <w:t xml:space="preserve">округов) Ульяновской области в целях софинансирования расходов </w:t>
            </w:r>
            <w:r>
              <w:rPr>
                <w:b/>
                <w:sz w:val="28"/>
                <w:szCs w:val="28"/>
              </w:rPr>
              <w:br/>
            </w:r>
            <w:r w:rsidRPr="007110B1">
              <w:rPr>
                <w:b/>
                <w:spacing w:val="-6"/>
                <w:sz w:val="28"/>
                <w:szCs w:val="28"/>
              </w:rPr>
              <w:t>на выплату заработной платы с начислениями работникам муниципальных</w:t>
            </w:r>
          </w:p>
          <w:p w:rsidR="00FA12FA" w:rsidRPr="004D4521" w:rsidRDefault="00FA12FA" w:rsidP="00311BB6">
            <w:pPr>
              <w:jc w:val="center"/>
              <w:rPr>
                <w:b/>
                <w:sz w:val="28"/>
                <w:szCs w:val="28"/>
              </w:rPr>
            </w:pPr>
            <w:r w:rsidRPr="004D4521">
              <w:rPr>
                <w:b/>
                <w:sz w:val="28"/>
                <w:szCs w:val="28"/>
              </w:rPr>
              <w:t>учреждений (за исключением органов местного самоуправления)</w:t>
            </w:r>
          </w:p>
          <w:p w:rsidR="00FA12FA" w:rsidRPr="004D4521" w:rsidRDefault="00FA12FA" w:rsidP="00311BB6">
            <w:pPr>
              <w:jc w:val="center"/>
              <w:rPr>
                <w:b/>
                <w:sz w:val="28"/>
                <w:szCs w:val="28"/>
              </w:rPr>
            </w:pPr>
            <w:r w:rsidRPr="004D4521">
              <w:rPr>
                <w:b/>
                <w:sz w:val="28"/>
                <w:szCs w:val="28"/>
              </w:rPr>
              <w:t>муниципальных образований, оплату коммунальных услуг</w:t>
            </w:r>
          </w:p>
          <w:p w:rsidR="00FA12FA" w:rsidRPr="004D4521" w:rsidRDefault="00FA12FA" w:rsidP="00311BB6">
            <w:pPr>
              <w:jc w:val="center"/>
              <w:rPr>
                <w:b/>
                <w:sz w:val="28"/>
                <w:szCs w:val="28"/>
              </w:rPr>
            </w:pPr>
            <w:r w:rsidRPr="004D4521">
              <w:rPr>
                <w:b/>
                <w:sz w:val="28"/>
                <w:szCs w:val="28"/>
              </w:rPr>
              <w:t>и приобретение твёрдого топлива (уголь, дрова) муниципальными</w:t>
            </w:r>
          </w:p>
          <w:p w:rsidR="00FA12FA" w:rsidRPr="004D4521" w:rsidRDefault="00FA12FA" w:rsidP="00311BB6">
            <w:pPr>
              <w:jc w:val="center"/>
              <w:rPr>
                <w:b/>
                <w:sz w:val="28"/>
                <w:szCs w:val="28"/>
              </w:rPr>
            </w:pPr>
            <w:r w:rsidRPr="004D4521">
              <w:rPr>
                <w:b/>
                <w:sz w:val="28"/>
                <w:szCs w:val="28"/>
              </w:rPr>
              <w:t>учреждениями (за исключением органов местного самоуправления)</w:t>
            </w:r>
          </w:p>
          <w:p w:rsidR="00FA12FA" w:rsidRPr="004D4521" w:rsidRDefault="00FA12FA" w:rsidP="00311BB6">
            <w:pPr>
              <w:jc w:val="center"/>
              <w:rPr>
                <w:b/>
                <w:sz w:val="28"/>
                <w:szCs w:val="28"/>
              </w:rPr>
            </w:pPr>
            <w:r w:rsidRPr="004D4521">
              <w:rPr>
                <w:b/>
                <w:sz w:val="28"/>
                <w:szCs w:val="28"/>
              </w:rPr>
              <w:t>(включая погашение кредиторской задолженности) муниципальных</w:t>
            </w:r>
          </w:p>
          <w:p w:rsidR="00FA12FA" w:rsidRPr="004D4521" w:rsidRDefault="00FA12FA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4D4521">
              <w:rPr>
                <w:b/>
                <w:sz w:val="28"/>
                <w:szCs w:val="28"/>
              </w:rPr>
              <w:t>образований Ульяновской области на 2015 год</w:t>
            </w:r>
          </w:p>
        </w:tc>
      </w:tr>
      <w:tr w:rsidR="00FA12FA" w:rsidRPr="004D4521" w:rsidTr="00311BB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D4521" w:rsidRDefault="00FA12FA" w:rsidP="00311BB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D4521" w:rsidRDefault="00FA12FA" w:rsidP="00311BB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D4521" w:rsidRDefault="00FA12FA" w:rsidP="00311BB6">
            <w:pPr>
              <w:jc w:val="right"/>
              <w:rPr>
                <w:sz w:val="28"/>
                <w:szCs w:val="28"/>
              </w:rPr>
            </w:pPr>
            <w:r w:rsidRPr="004D4521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4D4521" w:rsidRDefault="00FA12FA" w:rsidP="00757678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678"/>
        <w:gridCol w:w="4394"/>
      </w:tblGrid>
      <w:tr w:rsidR="00FA12FA" w:rsidRPr="004D4521" w:rsidTr="0036601C">
        <w:tc>
          <w:tcPr>
            <w:tcW w:w="709" w:type="dxa"/>
          </w:tcPr>
          <w:p w:rsidR="00FA12FA" w:rsidRPr="004D4521" w:rsidRDefault="00FA12FA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D4521">
              <w:rPr>
                <w:sz w:val="28"/>
                <w:szCs w:val="28"/>
              </w:rPr>
              <w:t>№ п/п</w:t>
            </w:r>
          </w:p>
        </w:tc>
        <w:tc>
          <w:tcPr>
            <w:tcW w:w="4678" w:type="dxa"/>
          </w:tcPr>
          <w:p w:rsidR="00FA12FA" w:rsidRPr="004D4521" w:rsidRDefault="00FA12FA" w:rsidP="00311BB6">
            <w:pPr>
              <w:jc w:val="center"/>
              <w:rPr>
                <w:sz w:val="28"/>
                <w:szCs w:val="28"/>
              </w:rPr>
            </w:pPr>
            <w:r w:rsidRPr="004D4521">
              <w:rPr>
                <w:sz w:val="28"/>
                <w:szCs w:val="28"/>
              </w:rPr>
              <w:t xml:space="preserve">Наименование </w:t>
            </w:r>
          </w:p>
          <w:p w:rsidR="00FA12FA" w:rsidRPr="004D4521" w:rsidRDefault="00FA12FA" w:rsidP="00311BB6">
            <w:pPr>
              <w:jc w:val="center"/>
              <w:rPr>
                <w:sz w:val="28"/>
                <w:szCs w:val="28"/>
              </w:rPr>
            </w:pPr>
            <w:r w:rsidRPr="004D452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FA12FA" w:rsidRPr="004D4521" w:rsidRDefault="00FA12FA" w:rsidP="00311BB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D4521">
              <w:rPr>
                <w:sz w:val="28"/>
                <w:szCs w:val="28"/>
              </w:rPr>
              <w:t>Сумма</w:t>
            </w:r>
          </w:p>
        </w:tc>
      </w:tr>
    </w:tbl>
    <w:p w:rsidR="00FA12FA" w:rsidRPr="004D4521" w:rsidRDefault="00FA12FA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FA12FA" w:rsidRPr="00E14225" w:rsidTr="0036601C">
        <w:trPr>
          <w:trHeight w:val="374"/>
          <w:tblHeader/>
        </w:trPr>
        <w:tc>
          <w:tcPr>
            <w:tcW w:w="751" w:type="dxa"/>
          </w:tcPr>
          <w:p w:rsidR="00FA12FA" w:rsidRPr="004D4521" w:rsidRDefault="00FA12FA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:rsidR="00FA12FA" w:rsidRPr="004D4521" w:rsidRDefault="00FA12FA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FA12FA" w:rsidRPr="004D4521" w:rsidRDefault="00FA12FA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A12FA" w:rsidRPr="004D4521" w:rsidTr="0036601C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3350,43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7033,18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5290,79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3744,17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12545,23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5002,33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E3CCB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63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4D4521">
              <w:rPr>
                <w:rFonts w:ascii="Times New Roman" w:hAnsi="Times New Roman"/>
                <w:sz w:val="28"/>
                <w:szCs w:val="28"/>
              </w:rPr>
              <w:t>5,09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7319,32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1394,74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2224,03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3952,49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1873,28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2171,73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8557,06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4067,19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3613,34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2190,88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2284,15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7401,58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6768,34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3947,26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4521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4521">
              <w:rPr>
                <w:rFonts w:ascii="Times New Roman" w:hAnsi="Times New Roman"/>
                <w:b/>
                <w:sz w:val="28"/>
                <w:szCs w:val="28"/>
              </w:rPr>
              <w:t>101066,61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sz w:val="28"/>
                <w:szCs w:val="28"/>
              </w:rPr>
              <w:t>1094,95</w:t>
            </w:r>
          </w:p>
        </w:tc>
      </w:tr>
      <w:tr w:rsidR="00FA12FA" w:rsidRPr="004D4521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4521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4521">
              <w:rPr>
                <w:rFonts w:ascii="Times New Roman" w:hAnsi="Times New Roman"/>
                <w:b/>
                <w:sz w:val="28"/>
                <w:szCs w:val="28"/>
              </w:rPr>
              <w:t>1094,95</w:t>
            </w:r>
          </w:p>
        </w:tc>
      </w:tr>
      <w:tr w:rsidR="00FA12FA" w:rsidRPr="00E14225" w:rsidTr="00311BB6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4D4521" w:rsidRDefault="00FA12FA" w:rsidP="00757678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D4521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C65C4D" w:rsidRDefault="00FA12FA" w:rsidP="00757678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4521">
              <w:rPr>
                <w:rFonts w:ascii="Times New Roman" w:hAnsi="Times New Roman"/>
                <w:b/>
                <w:sz w:val="28"/>
                <w:szCs w:val="28"/>
              </w:rPr>
              <w:t>102161,56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FA12FA" w:rsidRPr="00A4198F" w:rsidRDefault="00FA12F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л</w:t>
      </w:r>
      <w:r w:rsidRPr="00C65C4D">
        <w:rPr>
          <w:szCs w:val="28"/>
        </w:rPr>
        <w:t>) дополнить таблицами 41-52 следующего содержания: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C65C4D" w:rsidTr="00A4198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«Таблица 41</w:t>
            </w:r>
          </w:p>
          <w:p w:rsidR="00FA12FA" w:rsidRPr="00C65C4D" w:rsidRDefault="00FA12FA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FA12FA" w:rsidRPr="00C109C9" w:rsidTr="00A4198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C109C9">
            <w:pPr>
              <w:jc w:val="center"/>
              <w:rPr>
                <w:b/>
                <w:sz w:val="28"/>
                <w:szCs w:val="28"/>
              </w:rPr>
            </w:pPr>
            <w:r w:rsidRPr="00C109C9">
              <w:rPr>
                <w:b/>
                <w:sz w:val="28"/>
                <w:szCs w:val="28"/>
              </w:rPr>
              <w:t xml:space="preserve">Распределение субсидий бюджетам </w:t>
            </w:r>
            <w:r>
              <w:rPr>
                <w:b/>
                <w:sz w:val="28"/>
                <w:szCs w:val="28"/>
              </w:rPr>
              <w:t>сельских поселений</w:t>
            </w:r>
          </w:p>
          <w:p w:rsidR="00FA12FA" w:rsidRDefault="00FA12FA" w:rsidP="00C109C9">
            <w:pPr>
              <w:jc w:val="center"/>
              <w:rPr>
                <w:b/>
                <w:sz w:val="28"/>
                <w:szCs w:val="28"/>
              </w:rPr>
            </w:pPr>
            <w:r w:rsidRPr="00C109C9">
              <w:rPr>
                <w:b/>
                <w:sz w:val="28"/>
                <w:szCs w:val="28"/>
              </w:rPr>
              <w:t xml:space="preserve">Ульяновской области </w:t>
            </w:r>
            <w:r>
              <w:rPr>
                <w:b/>
                <w:sz w:val="28"/>
                <w:szCs w:val="28"/>
              </w:rPr>
              <w:t>на реализацию мероприятий по развитию</w:t>
            </w:r>
          </w:p>
          <w:p w:rsidR="00FA12FA" w:rsidRPr="00C109C9" w:rsidRDefault="00FA12FA" w:rsidP="00C109C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водоснабжения в сельской местности по федеральной целевой программе «Устойчивое развитие сельских территорий на 2014-2017 годы и на период до 2020 года» на 2015 год</w:t>
            </w:r>
          </w:p>
        </w:tc>
      </w:tr>
      <w:tr w:rsidR="00FA12FA" w:rsidRPr="00C109C9" w:rsidTr="00A4198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109C9" w:rsidRDefault="00FA12FA" w:rsidP="00A4198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109C9" w:rsidRDefault="00FA12FA" w:rsidP="00A4198F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109C9" w:rsidRDefault="00FA12FA" w:rsidP="00A4198F">
            <w:pPr>
              <w:jc w:val="right"/>
              <w:rPr>
                <w:sz w:val="28"/>
                <w:szCs w:val="28"/>
              </w:rPr>
            </w:pPr>
            <w:r w:rsidRPr="00C109C9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C109C9" w:rsidRDefault="00FA12FA" w:rsidP="00C109C9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42"/>
        <w:gridCol w:w="4636"/>
        <w:gridCol w:w="4394"/>
      </w:tblGrid>
      <w:tr w:rsidR="00FA12FA" w:rsidRPr="00C109C9" w:rsidTr="00A4198F">
        <w:tc>
          <w:tcPr>
            <w:tcW w:w="709" w:type="dxa"/>
          </w:tcPr>
          <w:p w:rsidR="00FA12FA" w:rsidRPr="00C109C9" w:rsidRDefault="00FA12FA" w:rsidP="00A419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109C9">
              <w:rPr>
                <w:sz w:val="28"/>
                <w:szCs w:val="28"/>
              </w:rPr>
              <w:t>№ п/п</w:t>
            </w:r>
          </w:p>
        </w:tc>
        <w:tc>
          <w:tcPr>
            <w:tcW w:w="4678" w:type="dxa"/>
            <w:gridSpan w:val="2"/>
          </w:tcPr>
          <w:p w:rsidR="00FA12FA" w:rsidRPr="00C109C9" w:rsidRDefault="00FA12FA" w:rsidP="00A4198F">
            <w:pPr>
              <w:jc w:val="center"/>
              <w:rPr>
                <w:sz w:val="28"/>
                <w:szCs w:val="28"/>
              </w:rPr>
            </w:pPr>
            <w:r w:rsidRPr="00C109C9">
              <w:rPr>
                <w:sz w:val="28"/>
                <w:szCs w:val="28"/>
              </w:rPr>
              <w:t xml:space="preserve">Наименование </w:t>
            </w:r>
          </w:p>
          <w:p w:rsidR="00FA12FA" w:rsidRPr="00C109C9" w:rsidRDefault="00FA12FA" w:rsidP="00A4198F">
            <w:pPr>
              <w:jc w:val="center"/>
              <w:rPr>
                <w:sz w:val="28"/>
                <w:szCs w:val="28"/>
              </w:rPr>
            </w:pPr>
            <w:r w:rsidRPr="00C109C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FA12FA" w:rsidRPr="00C109C9" w:rsidRDefault="00FA12FA" w:rsidP="00A4198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C109C9">
              <w:rPr>
                <w:sz w:val="28"/>
                <w:szCs w:val="28"/>
              </w:rPr>
              <w:t>Сумма</w:t>
            </w:r>
          </w:p>
        </w:tc>
      </w:tr>
      <w:tr w:rsidR="00FA12FA" w:rsidRPr="00C109C9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2FA" w:rsidRPr="00C109C9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109C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C109C9" w:rsidRDefault="00FA12FA" w:rsidP="00A4198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09C9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C109C9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840,5607</w:t>
            </w:r>
          </w:p>
        </w:tc>
      </w:tr>
      <w:tr w:rsidR="00FA12FA" w:rsidRPr="00C109C9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2FA" w:rsidRPr="00C109C9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C109C9" w:rsidRDefault="00FA12FA" w:rsidP="00A4198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C109C9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840,5607</w:t>
            </w:r>
          </w:p>
        </w:tc>
      </w:tr>
      <w:tr w:rsidR="00FA12FA" w:rsidRPr="00C109C9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2FA" w:rsidRPr="00C109C9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C109C9" w:rsidRDefault="00FA12FA" w:rsidP="00A4198F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109C9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C109C9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840,5607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C65C4D" w:rsidTr="00A4198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42</w:t>
            </w:r>
          </w:p>
          <w:p w:rsidR="00FA12FA" w:rsidRPr="00C65C4D" w:rsidRDefault="00FA12FA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FA12FA" w:rsidRPr="001251BF" w:rsidTr="00A4198F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1251BF" w:rsidRDefault="00FA12FA" w:rsidP="001251BF">
            <w:pPr>
              <w:jc w:val="center"/>
              <w:rPr>
                <w:b/>
                <w:sz w:val="28"/>
                <w:szCs w:val="28"/>
              </w:rPr>
            </w:pPr>
            <w:r w:rsidRPr="001251BF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FA12FA" w:rsidRPr="001251BF" w:rsidRDefault="00FA12FA" w:rsidP="001251BF">
            <w:pPr>
              <w:jc w:val="center"/>
              <w:rPr>
                <w:b/>
                <w:sz w:val="28"/>
                <w:szCs w:val="28"/>
              </w:rPr>
            </w:pPr>
            <w:r w:rsidRPr="001251BF">
              <w:rPr>
                <w:b/>
                <w:sz w:val="28"/>
                <w:szCs w:val="28"/>
              </w:rPr>
              <w:t>Ульяновской области на реализацию мероприятий по развитию</w:t>
            </w:r>
          </w:p>
          <w:p w:rsidR="00FA12FA" w:rsidRPr="001251BF" w:rsidRDefault="00FA12FA" w:rsidP="001251BF">
            <w:pPr>
              <w:jc w:val="center"/>
              <w:rPr>
                <w:b/>
                <w:bCs/>
                <w:sz w:val="28"/>
                <w:szCs w:val="28"/>
              </w:rPr>
            </w:pPr>
            <w:r w:rsidRPr="001251BF">
              <w:rPr>
                <w:b/>
                <w:sz w:val="28"/>
                <w:szCs w:val="28"/>
              </w:rPr>
              <w:t>газификации в сельской местности по федеральной целевой программе «Устойчивое развитие сельских территорий на 2014-2017 годы и на период до 2020 года» на 2015 год</w:t>
            </w:r>
          </w:p>
        </w:tc>
      </w:tr>
      <w:tr w:rsidR="00FA12FA" w:rsidRPr="001251BF" w:rsidTr="00A4198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251BF" w:rsidRDefault="00FA12FA" w:rsidP="00A4198F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251BF" w:rsidRDefault="00FA12FA" w:rsidP="00A4198F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1251BF" w:rsidRDefault="00FA12FA" w:rsidP="00A4198F">
            <w:pPr>
              <w:jc w:val="right"/>
              <w:rPr>
                <w:sz w:val="28"/>
                <w:szCs w:val="28"/>
              </w:rPr>
            </w:pPr>
            <w:r w:rsidRPr="001251BF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1251BF" w:rsidRDefault="00FA12FA" w:rsidP="00A4198F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FA12FA" w:rsidRPr="00FE224E" w:rsidTr="00FE224E">
        <w:trPr>
          <w:trHeight w:val="374"/>
          <w:tblHeader/>
        </w:trPr>
        <w:tc>
          <w:tcPr>
            <w:tcW w:w="751" w:type="dxa"/>
            <w:vAlign w:val="center"/>
          </w:tcPr>
          <w:p w:rsidR="00FA12FA" w:rsidRPr="00FE224E" w:rsidRDefault="00FA12FA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FA12FA" w:rsidRPr="00FE224E" w:rsidRDefault="00FA12FA" w:rsidP="00FE224E">
            <w:pPr>
              <w:jc w:val="center"/>
              <w:rPr>
                <w:sz w:val="28"/>
                <w:szCs w:val="28"/>
              </w:rPr>
            </w:pPr>
            <w:r w:rsidRPr="00FE224E">
              <w:rPr>
                <w:sz w:val="28"/>
                <w:szCs w:val="28"/>
              </w:rPr>
              <w:t xml:space="preserve">Наименование </w:t>
            </w:r>
          </w:p>
          <w:p w:rsidR="00FA12FA" w:rsidRPr="00FE224E" w:rsidRDefault="00FA12FA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5643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FE224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FA12FA" w:rsidRPr="00FE224E" w:rsidRDefault="00FA12FA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A12FA" w:rsidRPr="001251BF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251BF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1B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251BF" w:rsidRDefault="00FA12FA" w:rsidP="00A4198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251BF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251BF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1BF">
              <w:rPr>
                <w:rFonts w:ascii="Times New Roman" w:hAnsi="Times New Roman"/>
                <w:sz w:val="28"/>
                <w:szCs w:val="28"/>
              </w:rPr>
              <w:t>8484,0</w:t>
            </w:r>
          </w:p>
        </w:tc>
      </w:tr>
      <w:tr w:rsidR="00FA12FA" w:rsidRPr="001251BF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251BF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1B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251BF" w:rsidRDefault="00FA12FA" w:rsidP="00A4198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251BF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251BF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1BF">
              <w:rPr>
                <w:rFonts w:ascii="Times New Roman" w:hAnsi="Times New Roman"/>
                <w:sz w:val="28"/>
                <w:szCs w:val="28"/>
              </w:rPr>
              <w:t>2641,0</w:t>
            </w:r>
          </w:p>
        </w:tc>
      </w:tr>
      <w:tr w:rsidR="00FA12FA" w:rsidRPr="001251BF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251BF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1B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251BF" w:rsidRDefault="00FA12FA" w:rsidP="00A4198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251BF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251BF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51BF">
              <w:rPr>
                <w:rFonts w:ascii="Times New Roman" w:hAnsi="Times New Roman"/>
                <w:sz w:val="28"/>
                <w:szCs w:val="28"/>
              </w:rPr>
              <w:t>3000,0</w:t>
            </w:r>
          </w:p>
        </w:tc>
      </w:tr>
      <w:tr w:rsidR="00FA12FA" w:rsidRPr="001251BF" w:rsidTr="00A4198F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251BF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251BF" w:rsidRDefault="00FA12FA" w:rsidP="00A4198F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51BF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1251BF" w:rsidRDefault="00FA12FA" w:rsidP="00A4198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251BF">
              <w:rPr>
                <w:rFonts w:ascii="Times New Roman" w:hAnsi="Times New Roman"/>
                <w:b/>
                <w:sz w:val="28"/>
                <w:szCs w:val="28"/>
              </w:rPr>
              <w:t>14125,0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C65C4D" w:rsidTr="00D15AE3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43</w:t>
            </w:r>
          </w:p>
          <w:p w:rsidR="00FA12FA" w:rsidRPr="00C65C4D" w:rsidRDefault="00FA12FA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FA12FA" w:rsidRPr="004E4584" w:rsidTr="00D15AE3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4E4584" w:rsidRDefault="00FA12FA" w:rsidP="00D15AE3">
            <w:pPr>
              <w:jc w:val="center"/>
              <w:rPr>
                <w:b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>Распределение субсидий бюджетам муниципальных районов и городских</w:t>
            </w:r>
          </w:p>
          <w:p w:rsidR="00FA12FA" w:rsidRPr="004E4584" w:rsidRDefault="00FA12FA" w:rsidP="004E4584">
            <w:pPr>
              <w:jc w:val="center"/>
              <w:rPr>
                <w:b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 xml:space="preserve">округов Ульяновской области на реализацию мероприятий </w:t>
            </w:r>
            <w:r>
              <w:rPr>
                <w:b/>
                <w:sz w:val="28"/>
                <w:szCs w:val="28"/>
              </w:rPr>
              <w:br/>
            </w:r>
            <w:r w:rsidRPr="004E4584">
              <w:rPr>
                <w:b/>
                <w:sz w:val="28"/>
                <w:szCs w:val="28"/>
              </w:rPr>
              <w:t>подпрограммы «Обеспечение жильём молодых семей» федеральной</w:t>
            </w:r>
          </w:p>
          <w:p w:rsidR="00FA12FA" w:rsidRPr="004E4584" w:rsidRDefault="00FA12FA" w:rsidP="004E4584">
            <w:pPr>
              <w:jc w:val="center"/>
              <w:rPr>
                <w:b/>
                <w:bCs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>целевой программы «Жилище» на 2011-2015 годы на 2015 год</w:t>
            </w:r>
          </w:p>
        </w:tc>
      </w:tr>
      <w:tr w:rsidR="00FA12FA" w:rsidRPr="004E4584" w:rsidTr="00D15AE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D15AE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D15AE3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D15AE3">
            <w:pPr>
              <w:jc w:val="right"/>
              <w:rPr>
                <w:sz w:val="28"/>
                <w:szCs w:val="28"/>
              </w:rPr>
            </w:pPr>
            <w:r w:rsidRPr="004E4584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4E4584" w:rsidRDefault="00FA12FA" w:rsidP="004E4584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FA12FA" w:rsidRPr="00FE224E" w:rsidTr="00FE224E">
        <w:trPr>
          <w:trHeight w:val="374"/>
          <w:tblHeader/>
        </w:trPr>
        <w:tc>
          <w:tcPr>
            <w:tcW w:w="751" w:type="dxa"/>
            <w:vAlign w:val="center"/>
          </w:tcPr>
          <w:p w:rsidR="00FA12FA" w:rsidRPr="00FE224E" w:rsidRDefault="00FA12FA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FA12FA" w:rsidRPr="00FE224E" w:rsidRDefault="00FA12FA" w:rsidP="00FE224E">
            <w:pPr>
              <w:jc w:val="center"/>
              <w:rPr>
                <w:sz w:val="28"/>
                <w:szCs w:val="28"/>
              </w:rPr>
            </w:pPr>
            <w:r w:rsidRPr="00FE224E">
              <w:rPr>
                <w:sz w:val="28"/>
                <w:szCs w:val="28"/>
              </w:rPr>
              <w:t xml:space="preserve">Наименование </w:t>
            </w:r>
          </w:p>
          <w:p w:rsidR="00FA12FA" w:rsidRPr="00FE224E" w:rsidRDefault="00FA12FA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5643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FE224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FA12FA" w:rsidRPr="00FE224E" w:rsidRDefault="00FA12FA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A12FA" w:rsidRPr="00D733BB" w:rsidTr="00D15AE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127,1973</w:t>
            </w:r>
          </w:p>
        </w:tc>
      </w:tr>
      <w:tr w:rsidR="00FA12FA" w:rsidRPr="00D733BB" w:rsidTr="00D15AE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95,18773</w:t>
            </w:r>
          </w:p>
        </w:tc>
      </w:tr>
      <w:tr w:rsidR="00FA12FA" w:rsidRPr="00D733BB" w:rsidTr="00D15AE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222,38503</w:t>
            </w:r>
          </w:p>
        </w:tc>
      </w:tr>
      <w:tr w:rsidR="00FA12FA" w:rsidRPr="00D733BB" w:rsidTr="00D15AE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733B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259,42314</w:t>
            </w:r>
          </w:p>
        </w:tc>
      </w:tr>
      <w:tr w:rsidR="00FA12FA" w:rsidRPr="00D733BB" w:rsidTr="00D15AE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259,42314</w:t>
            </w:r>
          </w:p>
        </w:tc>
      </w:tr>
      <w:tr w:rsidR="00FA12FA" w:rsidRPr="00D733BB" w:rsidTr="00D15AE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D15AE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481,80817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C65C4D" w:rsidTr="00E150F3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44</w:t>
            </w:r>
          </w:p>
          <w:p w:rsidR="00FA12FA" w:rsidRPr="00C65C4D" w:rsidRDefault="00FA12FA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FA12FA" w:rsidRPr="004E4584" w:rsidTr="00E150F3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EC06A9">
            <w:pPr>
              <w:jc w:val="center"/>
              <w:rPr>
                <w:b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>
              <w:rPr>
                <w:b/>
                <w:sz w:val="28"/>
                <w:szCs w:val="28"/>
              </w:rPr>
              <w:br/>
            </w:r>
            <w:r w:rsidRPr="004E4584">
              <w:rPr>
                <w:b/>
                <w:sz w:val="28"/>
                <w:szCs w:val="28"/>
              </w:rPr>
              <w:t>и</w:t>
            </w:r>
            <w:r>
              <w:rPr>
                <w:b/>
                <w:sz w:val="28"/>
                <w:szCs w:val="28"/>
              </w:rPr>
              <w:t xml:space="preserve"> г</w:t>
            </w:r>
            <w:r w:rsidRPr="004E4584">
              <w:rPr>
                <w:b/>
                <w:sz w:val="28"/>
                <w:szCs w:val="28"/>
              </w:rPr>
              <w:t>ородских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E4584">
              <w:rPr>
                <w:b/>
                <w:sz w:val="28"/>
                <w:szCs w:val="28"/>
              </w:rPr>
              <w:t>округов Ульяновской области на реализацию мероприятий</w:t>
            </w:r>
          </w:p>
          <w:p w:rsidR="00FA12FA" w:rsidRDefault="00FA12FA" w:rsidP="00EC06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региональных программ в сфере дорожного хозяйства по решениям</w:t>
            </w:r>
          </w:p>
          <w:p w:rsidR="00FA12FA" w:rsidRPr="004E4584" w:rsidRDefault="00FA12FA" w:rsidP="00EC06A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Правительства Российской Федерации на 2015 год</w:t>
            </w:r>
          </w:p>
        </w:tc>
      </w:tr>
      <w:tr w:rsidR="00FA12FA" w:rsidRPr="004E4584" w:rsidTr="00E150F3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E150F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E150F3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E150F3">
            <w:pPr>
              <w:jc w:val="right"/>
              <w:rPr>
                <w:sz w:val="28"/>
                <w:szCs w:val="28"/>
              </w:rPr>
            </w:pPr>
            <w:r w:rsidRPr="004E4584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4E4584" w:rsidRDefault="00FA12FA" w:rsidP="00EC06A9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FA12FA" w:rsidRPr="00FE224E" w:rsidTr="00FE224E">
        <w:trPr>
          <w:trHeight w:val="374"/>
          <w:tblHeader/>
        </w:trPr>
        <w:tc>
          <w:tcPr>
            <w:tcW w:w="751" w:type="dxa"/>
            <w:vAlign w:val="center"/>
          </w:tcPr>
          <w:p w:rsidR="00FA12FA" w:rsidRPr="00FE224E" w:rsidRDefault="00FA12FA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FA12FA" w:rsidRPr="00FE224E" w:rsidRDefault="00FA12FA" w:rsidP="00FE224E">
            <w:pPr>
              <w:jc w:val="center"/>
              <w:rPr>
                <w:sz w:val="28"/>
                <w:szCs w:val="28"/>
              </w:rPr>
            </w:pPr>
            <w:r w:rsidRPr="00FE224E">
              <w:rPr>
                <w:sz w:val="28"/>
                <w:szCs w:val="28"/>
              </w:rPr>
              <w:t xml:space="preserve">Наименование </w:t>
            </w:r>
          </w:p>
          <w:p w:rsidR="00FA12FA" w:rsidRPr="00FE224E" w:rsidRDefault="00FA12FA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1B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FE224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FA12FA" w:rsidRPr="00FE224E" w:rsidRDefault="00FA12FA" w:rsidP="00FE224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A12FA" w:rsidRPr="00D733BB" w:rsidTr="00E150F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86571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Новоспасский 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>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40000,0</w:t>
            </w:r>
          </w:p>
        </w:tc>
      </w:tr>
      <w:tr w:rsidR="00FA12FA" w:rsidRPr="00D733BB" w:rsidTr="00E150F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40000,0</w:t>
            </w:r>
          </w:p>
        </w:tc>
      </w:tr>
      <w:tr w:rsidR="00FA12FA" w:rsidRPr="00D733BB" w:rsidTr="00E150F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370333,569</w:t>
            </w:r>
          </w:p>
        </w:tc>
      </w:tr>
      <w:tr w:rsidR="00FA12FA" w:rsidRPr="00D733BB" w:rsidTr="00E150F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370333,569</w:t>
            </w:r>
          </w:p>
        </w:tc>
      </w:tr>
      <w:tr w:rsidR="00FA12FA" w:rsidRPr="00D733BB" w:rsidTr="00E150F3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E150F3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E224E" w:rsidRDefault="00FA12FA" w:rsidP="00E150F3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24E">
              <w:rPr>
                <w:rFonts w:ascii="Times New Roman" w:hAnsi="Times New Roman"/>
                <w:b/>
                <w:sz w:val="28"/>
                <w:szCs w:val="28"/>
              </w:rPr>
              <w:t>410333,569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C65C4D" w:rsidTr="005C545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45</w:t>
            </w:r>
          </w:p>
          <w:p w:rsidR="00FA12FA" w:rsidRPr="00C65C4D" w:rsidRDefault="00FA12FA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FA12FA" w:rsidRPr="004E4584" w:rsidTr="005C545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4E4584" w:rsidRDefault="00FA12FA" w:rsidP="006E0716">
            <w:pPr>
              <w:jc w:val="center"/>
              <w:rPr>
                <w:b/>
                <w:bCs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>Распределение субсидий бюджет</w:t>
            </w:r>
            <w:r>
              <w:rPr>
                <w:b/>
                <w:sz w:val="28"/>
                <w:szCs w:val="28"/>
              </w:rPr>
              <w:t>у</w:t>
            </w:r>
            <w:r w:rsidRPr="004E458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</w:t>
            </w:r>
            <w:r w:rsidRPr="004E4584">
              <w:rPr>
                <w:b/>
                <w:sz w:val="28"/>
                <w:szCs w:val="28"/>
              </w:rPr>
              <w:t>ородск</w:t>
            </w:r>
            <w:r>
              <w:rPr>
                <w:b/>
                <w:sz w:val="28"/>
                <w:szCs w:val="28"/>
              </w:rPr>
              <w:t xml:space="preserve">ого </w:t>
            </w:r>
            <w:r w:rsidRPr="004E4584">
              <w:rPr>
                <w:b/>
                <w:sz w:val="28"/>
                <w:szCs w:val="28"/>
              </w:rPr>
              <w:t>округ</w:t>
            </w:r>
            <w:r>
              <w:rPr>
                <w:b/>
                <w:sz w:val="28"/>
                <w:szCs w:val="28"/>
              </w:rPr>
              <w:t>а</w:t>
            </w:r>
            <w:r w:rsidRPr="004E4584">
              <w:rPr>
                <w:b/>
                <w:sz w:val="28"/>
                <w:szCs w:val="28"/>
              </w:rPr>
              <w:t xml:space="preserve"> Ульяновской области</w:t>
            </w:r>
            <w:r>
              <w:rPr>
                <w:b/>
                <w:sz w:val="28"/>
                <w:szCs w:val="28"/>
              </w:rPr>
              <w:t xml:space="preserve"> на финансовое обеспечение расходов общепрограммного характера </w:t>
            </w:r>
            <w:r>
              <w:rPr>
                <w:b/>
                <w:sz w:val="28"/>
                <w:szCs w:val="28"/>
              </w:rPr>
              <w:br/>
            </w:r>
            <w:r w:rsidRPr="0086571B">
              <w:rPr>
                <w:b/>
                <w:spacing w:val="-6"/>
                <w:sz w:val="28"/>
                <w:szCs w:val="28"/>
              </w:rPr>
              <w:t>в рамках федеральной целевой программы «Развитие физической культуры</w:t>
            </w:r>
            <w:r>
              <w:rPr>
                <w:b/>
                <w:sz w:val="28"/>
                <w:szCs w:val="28"/>
              </w:rPr>
              <w:t xml:space="preserve"> и спорта в Российской Федерации на 2006-2015 годы» на 2015 год</w:t>
            </w:r>
          </w:p>
        </w:tc>
      </w:tr>
      <w:tr w:rsidR="00FA12FA" w:rsidRPr="004E4584" w:rsidTr="005C545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5C545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5C5457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5C5457">
            <w:pPr>
              <w:jc w:val="right"/>
              <w:rPr>
                <w:sz w:val="28"/>
                <w:szCs w:val="28"/>
              </w:rPr>
            </w:pPr>
            <w:r w:rsidRPr="004E4584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4E4584" w:rsidRDefault="00FA12FA" w:rsidP="006E0716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FA12FA" w:rsidRPr="00FE224E" w:rsidTr="005C5457">
        <w:trPr>
          <w:trHeight w:val="374"/>
          <w:tblHeader/>
        </w:trPr>
        <w:tc>
          <w:tcPr>
            <w:tcW w:w="751" w:type="dxa"/>
            <w:vAlign w:val="center"/>
          </w:tcPr>
          <w:p w:rsidR="00FA12FA" w:rsidRPr="00FE224E" w:rsidRDefault="00FA12FA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FA12FA" w:rsidRPr="00FE224E" w:rsidRDefault="00FA12FA" w:rsidP="005C5457">
            <w:pPr>
              <w:jc w:val="center"/>
              <w:rPr>
                <w:sz w:val="28"/>
                <w:szCs w:val="28"/>
              </w:rPr>
            </w:pPr>
            <w:r w:rsidRPr="00FE224E">
              <w:rPr>
                <w:sz w:val="28"/>
                <w:szCs w:val="28"/>
              </w:rPr>
              <w:t xml:space="preserve">Наименование </w:t>
            </w:r>
          </w:p>
          <w:p w:rsidR="00FA12FA" w:rsidRPr="00FE224E" w:rsidRDefault="00FA12FA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1B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FE224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FA12FA" w:rsidRPr="00FE224E" w:rsidRDefault="00FA12FA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A12FA" w:rsidRPr="00D733BB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134068,1</w:t>
            </w:r>
          </w:p>
        </w:tc>
      </w:tr>
      <w:tr w:rsidR="00FA12FA" w:rsidRPr="00D733BB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134068,1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C65C4D" w:rsidTr="005C545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46</w:t>
            </w:r>
          </w:p>
          <w:p w:rsidR="00FA12FA" w:rsidRPr="00C65C4D" w:rsidRDefault="00FA12FA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FA12FA" w:rsidRPr="004E4584" w:rsidTr="005C545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F53446">
            <w:pPr>
              <w:jc w:val="center"/>
              <w:rPr>
                <w:b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 xml:space="preserve">Распределение субсидий </w:t>
            </w:r>
            <w:r>
              <w:rPr>
                <w:b/>
                <w:sz w:val="28"/>
                <w:szCs w:val="28"/>
              </w:rPr>
              <w:t>бюджетам сельских поселений Ульяновской                области на премирование победителей Всероссийского конкурса на звание</w:t>
            </w:r>
          </w:p>
          <w:p w:rsidR="00FA12FA" w:rsidRPr="004E4584" w:rsidRDefault="00FA12FA" w:rsidP="00F534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«Самое благоустроенное городское (сельское) поселение России»</w:t>
            </w:r>
          </w:p>
        </w:tc>
      </w:tr>
      <w:tr w:rsidR="00FA12FA" w:rsidRPr="004E4584" w:rsidTr="005C545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5C545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5C5457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5C5457">
            <w:pPr>
              <w:jc w:val="right"/>
              <w:rPr>
                <w:sz w:val="28"/>
                <w:szCs w:val="28"/>
              </w:rPr>
            </w:pPr>
            <w:r w:rsidRPr="004E4584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4E4584" w:rsidRDefault="00FA12FA" w:rsidP="00F53446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5345"/>
        <w:gridCol w:w="3685"/>
      </w:tblGrid>
      <w:tr w:rsidR="00FA12FA" w:rsidRPr="00FE224E" w:rsidTr="00F53446">
        <w:trPr>
          <w:trHeight w:val="374"/>
          <w:tblHeader/>
        </w:trPr>
        <w:tc>
          <w:tcPr>
            <w:tcW w:w="751" w:type="dxa"/>
            <w:vAlign w:val="center"/>
          </w:tcPr>
          <w:p w:rsidR="00FA12FA" w:rsidRPr="00FE224E" w:rsidRDefault="00FA12FA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345" w:type="dxa"/>
            <w:vAlign w:val="center"/>
          </w:tcPr>
          <w:p w:rsidR="00FA12FA" w:rsidRPr="00FE224E" w:rsidRDefault="00FA12FA" w:rsidP="005C5457">
            <w:pPr>
              <w:jc w:val="center"/>
              <w:rPr>
                <w:sz w:val="28"/>
                <w:szCs w:val="28"/>
              </w:rPr>
            </w:pPr>
            <w:r w:rsidRPr="00FE224E">
              <w:rPr>
                <w:sz w:val="28"/>
                <w:szCs w:val="28"/>
              </w:rPr>
              <w:t xml:space="preserve">Наименование </w:t>
            </w:r>
          </w:p>
          <w:p w:rsidR="00FA12FA" w:rsidRPr="00FE224E" w:rsidRDefault="00FA12FA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571B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FE224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3685" w:type="dxa"/>
            <w:vAlign w:val="center"/>
          </w:tcPr>
          <w:p w:rsidR="00FA12FA" w:rsidRPr="00FE224E" w:rsidRDefault="00FA12FA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A12FA" w:rsidRPr="00D733BB" w:rsidTr="00F534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1900,0</w:t>
            </w:r>
          </w:p>
        </w:tc>
      </w:tr>
      <w:tr w:rsidR="00FA12FA" w:rsidRPr="00F53446" w:rsidTr="00F534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53446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446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53446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53446">
              <w:rPr>
                <w:rFonts w:ascii="Times New Roman" w:hAnsi="Times New Roman"/>
                <w:sz w:val="28"/>
                <w:szCs w:val="28"/>
              </w:rPr>
              <w:t>Большенагаткинское сельское поселение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F53446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1900,0</w:t>
            </w:r>
          </w:p>
        </w:tc>
      </w:tr>
      <w:tr w:rsidR="00FA12FA" w:rsidRPr="00D733BB" w:rsidTr="00F5344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45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F53446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 xml:space="preserve">Итого по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районам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F53446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1900,0</w:t>
            </w:r>
          </w:p>
        </w:tc>
      </w:tr>
    </w:tbl>
    <w:p w:rsidR="00FA12FA" w:rsidRPr="001701C9" w:rsidRDefault="00FA12FA" w:rsidP="009C0D1E">
      <w:pPr>
        <w:pStyle w:val="BodyText"/>
        <w:spacing w:line="360" w:lineRule="auto"/>
        <w:ind w:firstLine="720"/>
        <w:rPr>
          <w:sz w:val="20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C65C4D" w:rsidTr="005C545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47</w:t>
            </w:r>
          </w:p>
          <w:p w:rsidR="00FA12FA" w:rsidRPr="00C65C4D" w:rsidRDefault="00FA12FA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FA12FA" w:rsidRPr="004E4584" w:rsidTr="005C545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4E4584" w:rsidRDefault="00FA12FA" w:rsidP="00F0733B">
            <w:pPr>
              <w:jc w:val="center"/>
              <w:rPr>
                <w:b/>
                <w:bCs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 xml:space="preserve">Распределение субсидий </w:t>
            </w:r>
            <w:r>
              <w:rPr>
                <w:b/>
                <w:sz w:val="28"/>
                <w:szCs w:val="28"/>
              </w:rPr>
              <w:t xml:space="preserve">бюджетам городских округов Ульяновской          области на модернизацию региональной системы дошкольного </w:t>
            </w:r>
            <w:r>
              <w:rPr>
                <w:b/>
                <w:sz w:val="28"/>
                <w:szCs w:val="28"/>
              </w:rPr>
              <w:br/>
              <w:t>образования на 2015 год</w:t>
            </w:r>
          </w:p>
        </w:tc>
      </w:tr>
      <w:tr w:rsidR="00FA12FA" w:rsidRPr="004E4584" w:rsidTr="005C545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5C545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5C5457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5C5457">
            <w:pPr>
              <w:jc w:val="right"/>
              <w:rPr>
                <w:sz w:val="28"/>
                <w:szCs w:val="28"/>
              </w:rPr>
            </w:pPr>
            <w:r w:rsidRPr="004E4584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4E4584" w:rsidRDefault="00FA12FA" w:rsidP="00693247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FA12FA" w:rsidRPr="00FE224E" w:rsidTr="005C5457">
        <w:trPr>
          <w:trHeight w:val="374"/>
          <w:tblHeader/>
        </w:trPr>
        <w:tc>
          <w:tcPr>
            <w:tcW w:w="751" w:type="dxa"/>
            <w:vAlign w:val="center"/>
          </w:tcPr>
          <w:p w:rsidR="00FA12FA" w:rsidRPr="00FE224E" w:rsidRDefault="00FA12FA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FA12FA" w:rsidRPr="00FE224E" w:rsidRDefault="00FA12FA" w:rsidP="005C5457">
            <w:pPr>
              <w:jc w:val="center"/>
              <w:rPr>
                <w:sz w:val="28"/>
                <w:szCs w:val="28"/>
              </w:rPr>
            </w:pPr>
            <w:r w:rsidRPr="00FE224E">
              <w:rPr>
                <w:sz w:val="28"/>
                <w:szCs w:val="28"/>
              </w:rPr>
              <w:t xml:space="preserve">Наименование </w:t>
            </w:r>
          </w:p>
          <w:p w:rsidR="00FA12FA" w:rsidRPr="00FE224E" w:rsidRDefault="00FA12FA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02C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FE224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FA12FA" w:rsidRPr="00FE224E" w:rsidRDefault="00FA12FA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A12FA" w:rsidRPr="00D733BB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88111,3</w:t>
            </w:r>
          </w:p>
        </w:tc>
      </w:tr>
      <w:tr w:rsidR="00FA12FA" w:rsidRPr="00D733BB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88111,3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C65C4D" w:rsidTr="005C545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48</w:t>
            </w:r>
          </w:p>
          <w:p w:rsidR="00FA12FA" w:rsidRPr="00C65C4D" w:rsidRDefault="00FA12FA" w:rsidP="005C5457">
            <w:pPr>
              <w:jc w:val="center"/>
              <w:rPr>
                <w:sz w:val="28"/>
                <w:szCs w:val="28"/>
              </w:rPr>
            </w:pPr>
          </w:p>
        </w:tc>
      </w:tr>
      <w:tr w:rsidR="00FA12FA" w:rsidRPr="004E4584" w:rsidTr="005C5457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4E4584" w:rsidRDefault="00FA12FA" w:rsidP="00031F38">
            <w:pPr>
              <w:jc w:val="center"/>
              <w:rPr>
                <w:b/>
                <w:bCs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>Распределение субсидий бюджетам городских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E4584">
              <w:rPr>
                <w:b/>
                <w:sz w:val="28"/>
                <w:szCs w:val="28"/>
              </w:rPr>
              <w:t xml:space="preserve">округов Ульяновской </w:t>
            </w:r>
            <w:r>
              <w:rPr>
                <w:b/>
                <w:sz w:val="28"/>
                <w:szCs w:val="28"/>
              </w:rPr>
              <w:br/>
            </w:r>
            <w:r w:rsidRPr="004E4584">
              <w:rPr>
                <w:b/>
                <w:sz w:val="28"/>
                <w:szCs w:val="28"/>
              </w:rPr>
              <w:t xml:space="preserve">области на </w:t>
            </w:r>
            <w:r>
              <w:rPr>
                <w:b/>
                <w:sz w:val="28"/>
                <w:szCs w:val="28"/>
              </w:rPr>
              <w:t>проведение</w:t>
            </w:r>
            <w:r w:rsidRPr="004E4584">
              <w:rPr>
                <w:b/>
                <w:sz w:val="28"/>
                <w:szCs w:val="28"/>
              </w:rPr>
              <w:t xml:space="preserve"> мероприятий </w:t>
            </w:r>
            <w:r>
              <w:rPr>
                <w:b/>
                <w:sz w:val="28"/>
                <w:szCs w:val="28"/>
              </w:rPr>
              <w:t>по формированию сети базовых</w:t>
            </w:r>
            <w:r>
              <w:rPr>
                <w:b/>
                <w:sz w:val="28"/>
                <w:szCs w:val="28"/>
              </w:rPr>
              <w:br/>
              <w:t xml:space="preserve">общеобразовательных организаций, в которых созданы условия для </w:t>
            </w:r>
            <w:r>
              <w:rPr>
                <w:b/>
                <w:sz w:val="28"/>
                <w:szCs w:val="28"/>
              </w:rPr>
              <w:br/>
              <w:t>инклюзивного образования детей-инвалидов, в рамках реализации</w:t>
            </w:r>
            <w:r>
              <w:rPr>
                <w:b/>
                <w:sz w:val="28"/>
                <w:szCs w:val="28"/>
              </w:rPr>
              <w:br/>
              <w:t>государственной программы Российской Федерации «Доступная среда»</w:t>
            </w:r>
            <w:r>
              <w:rPr>
                <w:b/>
                <w:sz w:val="28"/>
                <w:szCs w:val="28"/>
              </w:rPr>
              <w:br/>
            </w:r>
            <w:r w:rsidRPr="004E4584">
              <w:rPr>
                <w:b/>
                <w:sz w:val="28"/>
                <w:szCs w:val="28"/>
              </w:rPr>
              <w:t xml:space="preserve">на </w:t>
            </w:r>
            <w:r>
              <w:rPr>
                <w:b/>
                <w:sz w:val="28"/>
                <w:szCs w:val="28"/>
              </w:rPr>
              <w:t xml:space="preserve">2011-2015 годы на </w:t>
            </w:r>
            <w:r w:rsidRPr="004E4584">
              <w:rPr>
                <w:b/>
                <w:sz w:val="28"/>
                <w:szCs w:val="28"/>
              </w:rPr>
              <w:t>2015 год</w:t>
            </w:r>
          </w:p>
        </w:tc>
      </w:tr>
      <w:tr w:rsidR="00FA12FA" w:rsidRPr="004E4584" w:rsidTr="005C5457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5C5457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5C5457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5C5457">
            <w:pPr>
              <w:jc w:val="right"/>
              <w:rPr>
                <w:sz w:val="28"/>
                <w:szCs w:val="28"/>
              </w:rPr>
            </w:pPr>
            <w:r w:rsidRPr="004E4584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4E4584" w:rsidRDefault="00FA12FA" w:rsidP="00D476B6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FA12FA" w:rsidRPr="00FE224E" w:rsidTr="005C5457">
        <w:trPr>
          <w:trHeight w:val="374"/>
          <w:tblHeader/>
        </w:trPr>
        <w:tc>
          <w:tcPr>
            <w:tcW w:w="751" w:type="dxa"/>
            <w:vAlign w:val="center"/>
          </w:tcPr>
          <w:p w:rsidR="00FA12FA" w:rsidRPr="00FE224E" w:rsidRDefault="00FA12FA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FA12FA" w:rsidRPr="00FE224E" w:rsidRDefault="00FA12FA" w:rsidP="005C5457">
            <w:pPr>
              <w:jc w:val="center"/>
              <w:rPr>
                <w:sz w:val="28"/>
                <w:szCs w:val="28"/>
              </w:rPr>
            </w:pPr>
            <w:r w:rsidRPr="00FE224E">
              <w:rPr>
                <w:sz w:val="28"/>
                <w:szCs w:val="28"/>
              </w:rPr>
              <w:t xml:space="preserve">Наименование </w:t>
            </w:r>
          </w:p>
          <w:p w:rsidR="00FA12FA" w:rsidRPr="00FE224E" w:rsidRDefault="00FA12FA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602C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FE224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FA12FA" w:rsidRPr="00FE224E" w:rsidRDefault="00FA12FA" w:rsidP="005C5457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A12FA" w:rsidRPr="00D733BB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Вешкаймский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800,74</w:t>
            </w:r>
          </w:p>
        </w:tc>
      </w:tr>
      <w:tr w:rsidR="00FA12FA" w:rsidRPr="00D733BB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Мелекесский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996,3</w:t>
            </w:r>
          </w:p>
        </w:tc>
      </w:tr>
      <w:tr w:rsidR="00FA12FA" w:rsidRPr="00D476B6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476B6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476B6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476B6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88,61918</w:t>
            </w:r>
          </w:p>
        </w:tc>
      </w:tr>
      <w:tr w:rsidR="00FA12FA" w:rsidRPr="00D476B6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476B6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476B6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476B6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1344,15</w:t>
            </w:r>
          </w:p>
        </w:tc>
      </w:tr>
      <w:tr w:rsidR="00FA12FA" w:rsidRPr="00D733BB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3229,80918</w:t>
            </w:r>
          </w:p>
        </w:tc>
      </w:tr>
      <w:tr w:rsidR="00FA12FA" w:rsidRPr="00D733BB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38,141</w:t>
            </w:r>
          </w:p>
        </w:tc>
      </w:tr>
      <w:tr w:rsidR="00FA12FA" w:rsidRPr="00D733BB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38,141</w:t>
            </w:r>
          </w:p>
        </w:tc>
      </w:tr>
      <w:tr w:rsidR="00FA12FA" w:rsidRPr="00D733BB" w:rsidTr="005C5457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5C5457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476B6" w:rsidRDefault="00FA12FA" w:rsidP="005C5457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76B6">
              <w:rPr>
                <w:rFonts w:ascii="Times New Roman" w:hAnsi="Times New Roman"/>
                <w:b/>
                <w:sz w:val="28"/>
                <w:szCs w:val="28"/>
              </w:rPr>
              <w:t>3267,95018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4E4584" w:rsidTr="002F3980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C65C4D" w:rsidRDefault="00FA12FA" w:rsidP="00C65C4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49</w:t>
            </w:r>
          </w:p>
          <w:p w:rsidR="00FA12FA" w:rsidRPr="004E4584" w:rsidRDefault="00FA12FA" w:rsidP="0006420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A12FA" w:rsidRPr="004E4584" w:rsidTr="002F3980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06420B">
            <w:pPr>
              <w:jc w:val="center"/>
              <w:rPr>
                <w:b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FA12FA" w:rsidRDefault="00FA12FA" w:rsidP="0006420B">
            <w:pPr>
              <w:jc w:val="center"/>
              <w:rPr>
                <w:b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 xml:space="preserve">Ульяновской области на </w:t>
            </w:r>
            <w:r>
              <w:rPr>
                <w:b/>
                <w:sz w:val="28"/>
                <w:szCs w:val="28"/>
              </w:rPr>
              <w:t>развитие сети автомобильных дорог, ведущих</w:t>
            </w:r>
          </w:p>
          <w:p w:rsidR="00FA12FA" w:rsidRDefault="00FA12FA" w:rsidP="000642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общественно значимым объектам сельских населённых пунктов,</w:t>
            </w:r>
          </w:p>
          <w:p w:rsidR="00FA12FA" w:rsidRPr="004E4584" w:rsidRDefault="00FA12FA" w:rsidP="000642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объектам производства и переработки сельскохозяйственной продукции, на 2015 год</w:t>
            </w:r>
          </w:p>
        </w:tc>
      </w:tr>
      <w:tr w:rsidR="00FA12FA" w:rsidRPr="004E4584" w:rsidTr="002F3980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2F3980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2F3980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2F3980">
            <w:pPr>
              <w:jc w:val="right"/>
              <w:rPr>
                <w:sz w:val="28"/>
                <w:szCs w:val="28"/>
              </w:rPr>
            </w:pPr>
            <w:r w:rsidRPr="004E4584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4E4584" w:rsidRDefault="00FA12FA" w:rsidP="0006420B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FA12FA" w:rsidRPr="00FE224E" w:rsidTr="002F3980">
        <w:trPr>
          <w:trHeight w:val="374"/>
          <w:tblHeader/>
        </w:trPr>
        <w:tc>
          <w:tcPr>
            <w:tcW w:w="751" w:type="dxa"/>
            <w:vAlign w:val="center"/>
          </w:tcPr>
          <w:p w:rsidR="00FA12FA" w:rsidRPr="00FE224E" w:rsidRDefault="00FA12FA" w:rsidP="002F398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FA12FA" w:rsidRPr="00FE224E" w:rsidRDefault="00FA12FA" w:rsidP="002F3980">
            <w:pPr>
              <w:jc w:val="center"/>
              <w:rPr>
                <w:sz w:val="28"/>
                <w:szCs w:val="28"/>
              </w:rPr>
            </w:pPr>
            <w:r w:rsidRPr="00FE224E">
              <w:rPr>
                <w:sz w:val="28"/>
                <w:szCs w:val="28"/>
              </w:rPr>
              <w:t xml:space="preserve">Наименование </w:t>
            </w:r>
          </w:p>
          <w:p w:rsidR="00FA12FA" w:rsidRPr="00FE224E" w:rsidRDefault="00FA12FA" w:rsidP="002F398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4C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FE224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FA12FA" w:rsidRPr="00FE224E" w:rsidRDefault="00FA12FA" w:rsidP="002F398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A12FA" w:rsidRPr="00D733BB" w:rsidTr="002F3980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Барышский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5334,98</w:t>
            </w:r>
          </w:p>
        </w:tc>
      </w:tr>
      <w:tr w:rsidR="00FA12FA" w:rsidRPr="00D733BB" w:rsidTr="002F3980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Старомайнский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5248,93</w:t>
            </w:r>
          </w:p>
        </w:tc>
      </w:tr>
      <w:tr w:rsidR="00FA12FA" w:rsidRPr="00D733BB" w:rsidTr="002F3980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2F3980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2F398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10583,91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FA12FA" w:rsidRPr="00C65C4D" w:rsidTr="003F521C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C65C4D" w:rsidRDefault="00FA12FA" w:rsidP="00C65C4D">
            <w:pPr>
              <w:jc w:val="right"/>
              <w:rPr>
                <w:sz w:val="28"/>
                <w:szCs w:val="28"/>
              </w:rPr>
            </w:pPr>
            <w:r w:rsidRPr="00C65C4D">
              <w:rPr>
                <w:sz w:val="28"/>
                <w:szCs w:val="28"/>
              </w:rPr>
              <w:t>Таблица 50</w:t>
            </w:r>
          </w:p>
          <w:p w:rsidR="00FA12FA" w:rsidRPr="00C65C4D" w:rsidRDefault="00FA12FA" w:rsidP="00283AEE">
            <w:pPr>
              <w:jc w:val="center"/>
              <w:rPr>
                <w:sz w:val="28"/>
                <w:szCs w:val="28"/>
              </w:rPr>
            </w:pPr>
          </w:p>
        </w:tc>
      </w:tr>
      <w:tr w:rsidR="00FA12FA" w:rsidRPr="004E4584" w:rsidTr="003F521C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283AEE">
            <w:pPr>
              <w:jc w:val="center"/>
              <w:rPr>
                <w:b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>
              <w:rPr>
                <w:b/>
                <w:sz w:val="28"/>
                <w:szCs w:val="28"/>
              </w:rPr>
              <w:t xml:space="preserve"> и городских округов </w:t>
            </w:r>
            <w:r w:rsidRPr="004E4584">
              <w:rPr>
                <w:b/>
                <w:sz w:val="28"/>
                <w:szCs w:val="28"/>
              </w:rPr>
              <w:t xml:space="preserve">Ульяновской области на </w:t>
            </w:r>
            <w:r>
              <w:rPr>
                <w:b/>
                <w:sz w:val="28"/>
                <w:szCs w:val="28"/>
              </w:rPr>
              <w:t>реализацию мероприятий, связанных</w:t>
            </w:r>
          </w:p>
          <w:p w:rsidR="00FA12FA" w:rsidRDefault="00FA12FA" w:rsidP="00283A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 приобретением искусственного покрытия для футбольных полей</w:t>
            </w:r>
          </w:p>
          <w:p w:rsidR="00FA12FA" w:rsidRDefault="00FA12FA" w:rsidP="00283A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профильных спортивных школ в рамках подпрограммы «Развитие</w:t>
            </w:r>
          </w:p>
          <w:p w:rsidR="00FA12FA" w:rsidRDefault="00FA12FA" w:rsidP="00283A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футбола в Российской Федерации на 2008-2015 годы» федеральной</w:t>
            </w:r>
          </w:p>
          <w:p w:rsidR="00FA12FA" w:rsidRDefault="00FA12FA" w:rsidP="00283A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целевой программы «Развитие физической культуры и спорта </w:t>
            </w:r>
            <w:r>
              <w:rPr>
                <w:b/>
                <w:sz w:val="28"/>
                <w:szCs w:val="28"/>
              </w:rPr>
              <w:br/>
              <w:t>в Российской Федерации на 2006-2015 годы» государственной программы Российской Федерации «Развитие физической культуры и спорта»,</w:t>
            </w:r>
          </w:p>
          <w:p w:rsidR="00FA12FA" w:rsidRPr="004E4584" w:rsidRDefault="00FA12FA" w:rsidP="00283AE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2015 год</w:t>
            </w:r>
          </w:p>
        </w:tc>
      </w:tr>
      <w:tr w:rsidR="00FA12FA" w:rsidRPr="004E4584" w:rsidTr="003F521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3F521C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3F521C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4E4584" w:rsidRDefault="00FA12FA" w:rsidP="003F521C">
            <w:pPr>
              <w:jc w:val="right"/>
              <w:rPr>
                <w:sz w:val="28"/>
                <w:szCs w:val="28"/>
              </w:rPr>
            </w:pPr>
            <w:r w:rsidRPr="004E4584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4E4584" w:rsidRDefault="00FA12FA" w:rsidP="00283AEE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FA12FA" w:rsidRPr="00FE224E" w:rsidTr="003F521C">
        <w:trPr>
          <w:trHeight w:val="374"/>
          <w:tblHeader/>
        </w:trPr>
        <w:tc>
          <w:tcPr>
            <w:tcW w:w="751" w:type="dxa"/>
            <w:vAlign w:val="center"/>
          </w:tcPr>
          <w:p w:rsidR="00FA12FA" w:rsidRPr="00FE224E" w:rsidRDefault="00FA12FA" w:rsidP="003F52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FA12FA" w:rsidRPr="00FE224E" w:rsidRDefault="00FA12FA" w:rsidP="003F521C">
            <w:pPr>
              <w:jc w:val="center"/>
              <w:rPr>
                <w:sz w:val="28"/>
                <w:szCs w:val="28"/>
              </w:rPr>
            </w:pPr>
            <w:r w:rsidRPr="00FE224E">
              <w:rPr>
                <w:sz w:val="28"/>
                <w:szCs w:val="28"/>
              </w:rPr>
              <w:t xml:space="preserve">Наименование </w:t>
            </w:r>
          </w:p>
          <w:p w:rsidR="00FA12FA" w:rsidRPr="00FE224E" w:rsidRDefault="00FA12FA" w:rsidP="003F52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34C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FE224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FA12FA" w:rsidRPr="00FE224E" w:rsidRDefault="00FA12FA" w:rsidP="003F52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A12FA" w:rsidRPr="00D733BB" w:rsidTr="003F521C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3F521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3F521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Новоспасский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3F521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8421,0</w:t>
            </w:r>
          </w:p>
        </w:tc>
      </w:tr>
      <w:tr w:rsidR="00FA12FA" w:rsidRPr="00D733BB" w:rsidTr="003F521C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3F521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3F521C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3F521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8421,0</w:t>
            </w:r>
          </w:p>
        </w:tc>
      </w:tr>
      <w:tr w:rsidR="00FA12FA" w:rsidRPr="00743373" w:rsidTr="003F521C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743373" w:rsidRDefault="00FA12FA" w:rsidP="003F521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37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743373" w:rsidRDefault="00FA12FA" w:rsidP="003F521C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743373">
              <w:rPr>
                <w:rFonts w:ascii="Times New Roman" w:hAnsi="Times New Roman"/>
                <w:sz w:val="28"/>
                <w:szCs w:val="28"/>
              </w:rPr>
              <w:t>. 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743373" w:rsidRDefault="00FA12FA" w:rsidP="003F521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8421,0</w:t>
            </w:r>
          </w:p>
        </w:tc>
      </w:tr>
      <w:tr w:rsidR="00FA12FA" w:rsidRPr="00D733BB" w:rsidTr="003F521C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3F521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3F521C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Default="00FA12FA" w:rsidP="003F521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8421,0</w:t>
            </w:r>
          </w:p>
        </w:tc>
      </w:tr>
      <w:tr w:rsidR="00FA12FA" w:rsidRPr="00D733BB" w:rsidTr="003F521C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3F521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D733BB" w:rsidRDefault="00FA12FA" w:rsidP="003F521C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FA12FA" w:rsidRDefault="00FA12FA" w:rsidP="003F521C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16842,0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FA12FA" w:rsidRPr="00ED16BF" w:rsidTr="0055571A">
        <w:trPr>
          <w:trHeight w:val="567"/>
        </w:trPr>
        <w:tc>
          <w:tcPr>
            <w:tcW w:w="9938" w:type="dxa"/>
            <w:gridSpan w:val="3"/>
            <w:vAlign w:val="center"/>
          </w:tcPr>
          <w:p w:rsidR="00FA12FA" w:rsidRPr="00ED16BF" w:rsidRDefault="00FA12FA" w:rsidP="0055571A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D16BF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51</w:t>
            </w:r>
          </w:p>
          <w:p w:rsidR="00FA12FA" w:rsidRPr="00ED16BF" w:rsidRDefault="00FA12FA" w:rsidP="0055571A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A12FA" w:rsidRPr="00645DCD" w:rsidTr="0055571A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jc w:val="center"/>
              <w:rPr>
                <w:b/>
                <w:sz w:val="28"/>
                <w:szCs w:val="28"/>
              </w:rPr>
            </w:pPr>
            <w:r w:rsidRPr="00642697">
              <w:rPr>
                <w:b/>
                <w:sz w:val="28"/>
                <w:szCs w:val="28"/>
              </w:rPr>
              <w:t>Распределение субсидий бюджетам городских округов Ульяновской</w:t>
            </w:r>
          </w:p>
          <w:p w:rsidR="00FA12FA" w:rsidRDefault="00FA12FA" w:rsidP="0055571A">
            <w:pPr>
              <w:jc w:val="center"/>
              <w:rPr>
                <w:b/>
                <w:sz w:val="28"/>
                <w:szCs w:val="28"/>
              </w:rPr>
            </w:pPr>
            <w:r w:rsidRPr="00642697">
              <w:rPr>
                <w:b/>
                <w:sz w:val="28"/>
                <w:szCs w:val="28"/>
              </w:rPr>
              <w:t xml:space="preserve">области на </w:t>
            </w:r>
            <w:r>
              <w:rPr>
                <w:b/>
                <w:sz w:val="28"/>
                <w:szCs w:val="28"/>
              </w:rPr>
              <w:t>финансовое обеспечение мероприятий федеральной целевой</w:t>
            </w:r>
          </w:p>
          <w:p w:rsidR="00FA12FA" w:rsidRDefault="00FA12FA" w:rsidP="005557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программы развития образования на 2011-2015 годы государственной</w:t>
            </w:r>
          </w:p>
          <w:p w:rsidR="00FA12FA" w:rsidRDefault="00FA12FA" w:rsidP="005557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программы Российской Федерации «Развитие образования» </w:t>
            </w:r>
            <w:r>
              <w:rPr>
                <w:b/>
                <w:sz w:val="28"/>
                <w:szCs w:val="28"/>
              </w:rPr>
              <w:br/>
              <w:t>на 2013-2020 годы по направлению «Распространение на всей территории</w:t>
            </w:r>
          </w:p>
          <w:p w:rsidR="00FA12FA" w:rsidRDefault="00FA12FA" w:rsidP="005557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Российской Федерации современных моделей успешной социализации</w:t>
            </w:r>
          </w:p>
          <w:p w:rsidR="00FA12FA" w:rsidRPr="00645DCD" w:rsidRDefault="00FA12FA" w:rsidP="009711D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детей»</w:t>
            </w:r>
            <w:r w:rsidRPr="00642697">
              <w:rPr>
                <w:b/>
                <w:sz w:val="28"/>
                <w:szCs w:val="28"/>
              </w:rPr>
              <w:t xml:space="preserve"> на 201</w:t>
            </w:r>
            <w:r>
              <w:rPr>
                <w:b/>
                <w:sz w:val="28"/>
                <w:szCs w:val="28"/>
              </w:rPr>
              <w:t>5</w:t>
            </w:r>
            <w:r w:rsidRPr="00642697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FA12FA" w:rsidRPr="00645DCD" w:rsidTr="0055571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55571A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55571A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55571A">
            <w:pPr>
              <w:jc w:val="right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645DCD" w:rsidRDefault="00FA12FA" w:rsidP="009711D6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660"/>
        <w:gridCol w:w="6"/>
        <w:gridCol w:w="4678"/>
      </w:tblGrid>
      <w:tr w:rsidR="00FA12FA" w:rsidRPr="00645DCD" w:rsidTr="0055571A">
        <w:trPr>
          <w:trHeight w:val="531"/>
          <w:tblHeader/>
        </w:trPr>
        <w:tc>
          <w:tcPr>
            <w:tcW w:w="594" w:type="dxa"/>
            <w:gridSpan w:val="2"/>
            <w:vAlign w:val="center"/>
          </w:tcPr>
          <w:p w:rsidR="00FA12FA" w:rsidRPr="00645DCD" w:rsidRDefault="00FA12FA" w:rsidP="0055571A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FA12FA" w:rsidRPr="00645DCD" w:rsidRDefault="00FA12FA" w:rsidP="0055571A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 xml:space="preserve">Наименование </w:t>
            </w:r>
          </w:p>
          <w:p w:rsidR="00FA12FA" w:rsidRPr="00645DCD" w:rsidRDefault="00FA12FA" w:rsidP="0055571A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gridSpan w:val="2"/>
            <w:vAlign w:val="center"/>
          </w:tcPr>
          <w:p w:rsidR="00FA12FA" w:rsidRPr="00645DCD" w:rsidRDefault="00FA12FA" w:rsidP="0055571A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Сумма</w:t>
            </w:r>
          </w:p>
        </w:tc>
      </w:tr>
      <w:tr w:rsidR="00FA12FA" w:rsidRPr="00645DCD" w:rsidTr="005557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45DCD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4020,5</w:t>
            </w:r>
          </w:p>
        </w:tc>
      </w:tr>
      <w:tr w:rsidR="00FA12FA" w:rsidRPr="00645DCD" w:rsidTr="005557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D135D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D135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D135DF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4020,5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FA12FA" w:rsidRPr="00ED16BF" w:rsidTr="0055571A">
        <w:trPr>
          <w:trHeight w:val="567"/>
        </w:trPr>
        <w:tc>
          <w:tcPr>
            <w:tcW w:w="9938" w:type="dxa"/>
            <w:gridSpan w:val="3"/>
            <w:vAlign w:val="center"/>
          </w:tcPr>
          <w:p w:rsidR="00FA12FA" w:rsidRPr="00ED16BF" w:rsidRDefault="00FA12FA" w:rsidP="0055571A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D16BF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52</w:t>
            </w:r>
          </w:p>
          <w:p w:rsidR="00FA12FA" w:rsidRPr="00ED16BF" w:rsidRDefault="00FA12FA" w:rsidP="0055571A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A12FA" w:rsidRPr="00645DCD" w:rsidTr="0055571A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Default="00FA12FA" w:rsidP="0055571A">
            <w:pPr>
              <w:jc w:val="center"/>
              <w:rPr>
                <w:b/>
                <w:sz w:val="28"/>
                <w:szCs w:val="28"/>
              </w:rPr>
            </w:pPr>
            <w:r w:rsidRPr="00642697">
              <w:rPr>
                <w:b/>
                <w:sz w:val="28"/>
                <w:szCs w:val="28"/>
              </w:rPr>
              <w:t>Распределение субсидий бюджетам городских округов Ульяновской</w:t>
            </w:r>
          </w:p>
          <w:p w:rsidR="00FA12FA" w:rsidRDefault="00FA12FA" w:rsidP="00AD10E2">
            <w:pPr>
              <w:jc w:val="center"/>
              <w:rPr>
                <w:b/>
                <w:sz w:val="28"/>
                <w:szCs w:val="28"/>
              </w:rPr>
            </w:pPr>
            <w:r w:rsidRPr="00642697">
              <w:rPr>
                <w:b/>
                <w:sz w:val="28"/>
                <w:szCs w:val="28"/>
              </w:rPr>
              <w:t xml:space="preserve">области на </w:t>
            </w:r>
            <w:r>
              <w:rPr>
                <w:b/>
                <w:sz w:val="28"/>
                <w:szCs w:val="28"/>
              </w:rPr>
              <w:t>финансовое обеспечение мероприятий по капитальному</w:t>
            </w:r>
          </w:p>
          <w:p w:rsidR="00FA12FA" w:rsidRPr="00645DCD" w:rsidRDefault="00FA12FA" w:rsidP="00AD10E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ремонту общего имущества в многоквартирных домах</w:t>
            </w:r>
            <w:r w:rsidRPr="00642697">
              <w:rPr>
                <w:b/>
                <w:sz w:val="28"/>
                <w:szCs w:val="28"/>
              </w:rPr>
              <w:t xml:space="preserve"> на 201</w:t>
            </w:r>
            <w:r>
              <w:rPr>
                <w:b/>
                <w:sz w:val="28"/>
                <w:szCs w:val="28"/>
              </w:rPr>
              <w:t>5</w:t>
            </w:r>
            <w:r w:rsidRPr="00642697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FA12FA" w:rsidRPr="00645DCD" w:rsidTr="0055571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55571A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55571A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55571A">
            <w:pPr>
              <w:jc w:val="right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645DCD" w:rsidRDefault="00FA12FA" w:rsidP="00AD10E2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660"/>
        <w:gridCol w:w="6"/>
        <w:gridCol w:w="4678"/>
      </w:tblGrid>
      <w:tr w:rsidR="00FA12FA" w:rsidRPr="00645DCD" w:rsidTr="0055571A">
        <w:trPr>
          <w:trHeight w:val="531"/>
          <w:tblHeader/>
        </w:trPr>
        <w:tc>
          <w:tcPr>
            <w:tcW w:w="594" w:type="dxa"/>
            <w:gridSpan w:val="2"/>
            <w:vAlign w:val="center"/>
          </w:tcPr>
          <w:p w:rsidR="00FA12FA" w:rsidRPr="00645DCD" w:rsidRDefault="00FA12FA" w:rsidP="0055571A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FA12FA" w:rsidRPr="00645DCD" w:rsidRDefault="00FA12FA" w:rsidP="0055571A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 xml:space="preserve">Наименование </w:t>
            </w:r>
          </w:p>
          <w:p w:rsidR="00FA12FA" w:rsidRPr="00645DCD" w:rsidRDefault="00FA12FA" w:rsidP="0055571A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gridSpan w:val="2"/>
            <w:vAlign w:val="center"/>
          </w:tcPr>
          <w:p w:rsidR="00FA12FA" w:rsidRPr="00645DCD" w:rsidRDefault="00FA12FA" w:rsidP="0055571A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Сумма</w:t>
            </w:r>
          </w:p>
        </w:tc>
      </w:tr>
      <w:tr w:rsidR="00FA12FA" w:rsidRPr="00645DCD" w:rsidTr="005557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645DCD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D135DF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D135D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815,552</w:t>
            </w:r>
          </w:p>
        </w:tc>
      </w:tr>
      <w:tr w:rsidR="00FA12FA" w:rsidRPr="00645DCD" w:rsidTr="005557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D135DF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45DCD" w:rsidRDefault="00FA12FA" w:rsidP="00D135DF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C65C4D" w:rsidRDefault="00FA12FA" w:rsidP="00D135DF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815,552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13</w:t>
      </w:r>
      <w:r w:rsidRPr="00695895">
        <w:rPr>
          <w:szCs w:val="28"/>
        </w:rPr>
        <w:t xml:space="preserve">) </w:t>
      </w:r>
      <w:r>
        <w:rPr>
          <w:szCs w:val="28"/>
        </w:rPr>
        <w:t>в приложении 13:</w:t>
      </w:r>
    </w:p>
    <w:p w:rsidR="00FA12FA" w:rsidRDefault="00FA12F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а) наименование таблицы 5 изложить в следующей редакции:</w:t>
      </w:r>
    </w:p>
    <w:p w:rsidR="00FA12FA" w:rsidRPr="009A78F9" w:rsidRDefault="00FA12FA" w:rsidP="00380966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A78F9">
        <w:rPr>
          <w:b/>
          <w:bCs/>
          <w:sz w:val="28"/>
          <w:szCs w:val="28"/>
        </w:rPr>
        <w:t>Распределение субвенций бюджетам муниципальных районов</w:t>
      </w:r>
    </w:p>
    <w:p w:rsidR="00FA12FA" w:rsidRDefault="00FA12FA" w:rsidP="00380966">
      <w:pPr>
        <w:jc w:val="center"/>
        <w:rPr>
          <w:b/>
          <w:bCs/>
          <w:sz w:val="28"/>
          <w:szCs w:val="28"/>
        </w:rPr>
      </w:pPr>
      <w:r w:rsidRPr="009A78F9">
        <w:rPr>
          <w:b/>
          <w:bCs/>
          <w:sz w:val="28"/>
          <w:szCs w:val="28"/>
        </w:rPr>
        <w:t xml:space="preserve">и городских округов Ульяновской области на </w:t>
      </w:r>
      <w:r>
        <w:rPr>
          <w:b/>
          <w:bCs/>
          <w:sz w:val="28"/>
          <w:szCs w:val="28"/>
        </w:rPr>
        <w:t xml:space="preserve">осуществление переданных </w:t>
      </w:r>
      <w:r>
        <w:rPr>
          <w:b/>
          <w:bCs/>
          <w:sz w:val="28"/>
          <w:szCs w:val="28"/>
        </w:rPr>
        <w:br/>
        <w:t>органам местного самоуправления государственных полномочий</w:t>
      </w:r>
    </w:p>
    <w:p w:rsidR="00FA12FA" w:rsidRDefault="00FA12FA" w:rsidP="0038096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Ульяновской области по </w:t>
      </w:r>
      <w:r w:rsidRPr="009A78F9">
        <w:rPr>
          <w:b/>
          <w:sz w:val="28"/>
          <w:szCs w:val="28"/>
        </w:rPr>
        <w:t>организаци</w:t>
      </w:r>
      <w:r>
        <w:rPr>
          <w:b/>
          <w:sz w:val="28"/>
          <w:szCs w:val="28"/>
        </w:rPr>
        <w:t>и</w:t>
      </w:r>
      <w:r w:rsidRPr="009A78F9">
        <w:rPr>
          <w:b/>
          <w:sz w:val="28"/>
          <w:szCs w:val="28"/>
        </w:rPr>
        <w:t xml:space="preserve"> и обеспечени</w:t>
      </w:r>
      <w:r>
        <w:rPr>
          <w:b/>
          <w:sz w:val="28"/>
          <w:szCs w:val="28"/>
        </w:rPr>
        <w:t>ю</w:t>
      </w:r>
      <w:r w:rsidRPr="009A78F9">
        <w:rPr>
          <w:b/>
          <w:sz w:val="28"/>
          <w:szCs w:val="28"/>
        </w:rPr>
        <w:t xml:space="preserve"> отдыха детей,</w:t>
      </w:r>
    </w:p>
    <w:p w:rsidR="00FA12FA" w:rsidRDefault="00FA12FA" w:rsidP="00380966">
      <w:pPr>
        <w:jc w:val="center"/>
        <w:rPr>
          <w:b/>
          <w:sz w:val="28"/>
          <w:szCs w:val="28"/>
        </w:rPr>
      </w:pPr>
      <w:r w:rsidRPr="009A78F9">
        <w:rPr>
          <w:b/>
          <w:sz w:val="28"/>
          <w:szCs w:val="28"/>
        </w:rPr>
        <w:t>обучающихся в общеобразовательных организациях, за исключением</w:t>
      </w:r>
    </w:p>
    <w:p w:rsidR="00FA12FA" w:rsidRDefault="00FA12FA" w:rsidP="00380966">
      <w:pPr>
        <w:jc w:val="center"/>
        <w:rPr>
          <w:b/>
          <w:sz w:val="28"/>
          <w:szCs w:val="28"/>
        </w:rPr>
      </w:pPr>
      <w:r w:rsidRPr="009A78F9">
        <w:rPr>
          <w:b/>
          <w:sz w:val="28"/>
          <w:szCs w:val="28"/>
        </w:rPr>
        <w:t>детей-сирот и детей, оставшихся без попечения родителей, находящихся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9A78F9">
        <w:rPr>
          <w:b/>
          <w:sz w:val="28"/>
          <w:szCs w:val="28"/>
        </w:rPr>
        <w:t>в образовательных организациях для детей-сирот и детей, оставшихся</w:t>
      </w:r>
      <w:r>
        <w:rPr>
          <w:b/>
          <w:sz w:val="28"/>
          <w:szCs w:val="28"/>
        </w:rPr>
        <w:t xml:space="preserve"> </w:t>
      </w:r>
      <w:r w:rsidRPr="009A78F9">
        <w:rPr>
          <w:b/>
          <w:sz w:val="28"/>
          <w:szCs w:val="28"/>
        </w:rPr>
        <w:t>без попечения родителей, и детей, находящихся в трудной жизненной</w:t>
      </w:r>
    </w:p>
    <w:p w:rsidR="00FA12FA" w:rsidRPr="00380966" w:rsidRDefault="00FA12FA" w:rsidP="00380966">
      <w:pPr>
        <w:pStyle w:val="BodyText"/>
        <w:ind w:firstLine="720"/>
        <w:jc w:val="center"/>
        <w:rPr>
          <w:szCs w:val="28"/>
        </w:rPr>
      </w:pPr>
      <w:r w:rsidRPr="009A78F9">
        <w:rPr>
          <w:b/>
          <w:szCs w:val="28"/>
        </w:rPr>
        <w:t xml:space="preserve">ситуации, </w:t>
      </w:r>
      <w:r>
        <w:rPr>
          <w:b/>
          <w:szCs w:val="28"/>
        </w:rPr>
        <w:t xml:space="preserve">в лагерях, организованных образовательными </w:t>
      </w:r>
      <w:r>
        <w:rPr>
          <w:b/>
          <w:szCs w:val="28"/>
        </w:rPr>
        <w:br/>
        <w:t xml:space="preserve">организациями, осуществляющими организацию отдыха и оздоровления обучающихся в каникулярное время (с дневным пребыванием), </w:t>
      </w:r>
      <w:r w:rsidRPr="009A78F9">
        <w:rPr>
          <w:b/>
          <w:szCs w:val="28"/>
        </w:rPr>
        <w:t xml:space="preserve">на </w:t>
      </w:r>
      <w:r>
        <w:rPr>
          <w:b/>
          <w:szCs w:val="28"/>
        </w:rPr>
        <w:t>плановый период 2016 и 2017 годов</w:t>
      </w:r>
      <w:r>
        <w:rPr>
          <w:szCs w:val="28"/>
        </w:rPr>
        <w:t>»;</w:t>
      </w:r>
    </w:p>
    <w:p w:rsidR="00FA12FA" w:rsidRPr="00695895" w:rsidRDefault="00FA12F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б) </w:t>
      </w:r>
      <w:r w:rsidRPr="00695895">
        <w:rPr>
          <w:szCs w:val="28"/>
        </w:rPr>
        <w:t>таблицу 19 изложить в следующей редакции:</w:t>
      </w:r>
    </w:p>
    <w:tbl>
      <w:tblPr>
        <w:tblW w:w="9781" w:type="dxa"/>
        <w:tblInd w:w="108" w:type="dxa"/>
        <w:tblLook w:val="0000"/>
      </w:tblPr>
      <w:tblGrid>
        <w:gridCol w:w="1985"/>
        <w:gridCol w:w="4306"/>
        <w:gridCol w:w="3490"/>
      </w:tblGrid>
      <w:tr w:rsidR="00FA12FA" w:rsidRPr="00695895" w:rsidTr="00695895">
        <w:trPr>
          <w:trHeight w:val="37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95895" w:rsidRDefault="00FA12FA" w:rsidP="006958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95895">
              <w:rPr>
                <w:sz w:val="28"/>
                <w:szCs w:val="28"/>
              </w:rPr>
              <w:t>Таблица 19</w:t>
            </w:r>
          </w:p>
        </w:tc>
      </w:tr>
      <w:tr w:rsidR="00FA12FA" w:rsidRPr="00695895" w:rsidTr="00695895">
        <w:trPr>
          <w:trHeight w:val="37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95895" w:rsidRDefault="00FA12FA" w:rsidP="002F3980">
            <w:pPr>
              <w:jc w:val="center"/>
              <w:rPr>
                <w:sz w:val="28"/>
                <w:szCs w:val="28"/>
              </w:rPr>
            </w:pPr>
          </w:p>
        </w:tc>
      </w:tr>
      <w:tr w:rsidR="00FA12FA" w:rsidRPr="002F17F2" w:rsidTr="00695895">
        <w:trPr>
          <w:trHeight w:val="37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479A" w:rsidRDefault="00FA12FA" w:rsidP="002F3980">
            <w:pPr>
              <w:jc w:val="center"/>
              <w:rPr>
                <w:b/>
                <w:sz w:val="28"/>
                <w:szCs w:val="28"/>
              </w:rPr>
            </w:pPr>
            <w:r w:rsidRPr="0083479A">
              <w:rPr>
                <w:b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FA12FA" w:rsidRDefault="00FA12FA" w:rsidP="002F3980">
            <w:pPr>
              <w:jc w:val="center"/>
              <w:rPr>
                <w:b/>
                <w:sz w:val="28"/>
                <w:szCs w:val="28"/>
              </w:rPr>
            </w:pPr>
            <w:r w:rsidRPr="0083479A">
              <w:rPr>
                <w:b/>
                <w:sz w:val="28"/>
                <w:szCs w:val="28"/>
              </w:rPr>
              <w:t xml:space="preserve">и городских округов Ульяновской области </w:t>
            </w:r>
            <w:r>
              <w:rPr>
                <w:b/>
                <w:bCs/>
                <w:sz w:val="28"/>
                <w:szCs w:val="28"/>
              </w:rPr>
              <w:t xml:space="preserve">на финансовое обеспечение расходных обязательств, связанных с </w:t>
            </w:r>
            <w:r w:rsidRPr="0083479A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ей</w:t>
            </w:r>
            <w:r w:rsidRPr="0083479A">
              <w:rPr>
                <w:b/>
                <w:sz w:val="28"/>
                <w:szCs w:val="28"/>
              </w:rPr>
              <w:t xml:space="preserve"> и обеспечени</w:t>
            </w:r>
            <w:r>
              <w:rPr>
                <w:b/>
                <w:sz w:val="28"/>
                <w:szCs w:val="28"/>
              </w:rPr>
              <w:t>ем</w:t>
            </w:r>
          </w:p>
          <w:p w:rsidR="00FA12FA" w:rsidRDefault="00FA12FA" w:rsidP="002F3980">
            <w:pPr>
              <w:jc w:val="center"/>
              <w:rPr>
                <w:b/>
                <w:sz w:val="28"/>
                <w:szCs w:val="28"/>
              </w:rPr>
            </w:pPr>
            <w:r w:rsidRPr="0083479A">
              <w:rPr>
                <w:b/>
                <w:sz w:val="28"/>
                <w:szCs w:val="28"/>
              </w:rPr>
              <w:t>деятельности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3479A">
              <w:rPr>
                <w:b/>
                <w:sz w:val="28"/>
                <w:szCs w:val="28"/>
              </w:rPr>
              <w:t xml:space="preserve">муниципальных комиссий по делам несовершеннолетних </w:t>
            </w:r>
            <w:r>
              <w:rPr>
                <w:b/>
                <w:sz w:val="28"/>
                <w:szCs w:val="28"/>
              </w:rPr>
              <w:br/>
            </w:r>
            <w:r w:rsidRPr="0083479A">
              <w:rPr>
                <w:b/>
                <w:sz w:val="28"/>
                <w:szCs w:val="28"/>
              </w:rPr>
              <w:t>и защите их прав</w:t>
            </w:r>
            <w:r>
              <w:rPr>
                <w:b/>
                <w:sz w:val="28"/>
                <w:szCs w:val="28"/>
              </w:rPr>
              <w:t xml:space="preserve"> в Ульяновской области, </w:t>
            </w:r>
            <w:r w:rsidRPr="0083479A">
              <w:rPr>
                <w:b/>
                <w:sz w:val="28"/>
                <w:szCs w:val="28"/>
              </w:rPr>
              <w:t xml:space="preserve">на плановый период </w:t>
            </w:r>
          </w:p>
          <w:p w:rsidR="00FA12FA" w:rsidRPr="002F17F2" w:rsidRDefault="00FA12FA" w:rsidP="002F3980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83479A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6</w:t>
            </w:r>
            <w:r w:rsidRPr="0083479A">
              <w:rPr>
                <w:b/>
                <w:sz w:val="28"/>
                <w:szCs w:val="28"/>
              </w:rPr>
              <w:t xml:space="preserve"> и 201</w:t>
            </w:r>
            <w:r>
              <w:rPr>
                <w:b/>
                <w:sz w:val="28"/>
                <w:szCs w:val="28"/>
              </w:rPr>
              <w:t>7</w:t>
            </w:r>
            <w:r w:rsidRPr="0083479A">
              <w:rPr>
                <w:b/>
                <w:sz w:val="28"/>
                <w:szCs w:val="28"/>
              </w:rPr>
              <w:t xml:space="preserve"> годов</w:t>
            </w:r>
          </w:p>
        </w:tc>
      </w:tr>
      <w:tr w:rsidR="00FA12FA" w:rsidRPr="0083479A" w:rsidTr="00695895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479A" w:rsidRDefault="00FA12FA" w:rsidP="002F3980">
            <w:pPr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479A" w:rsidRDefault="00FA12FA" w:rsidP="002F3980">
            <w:pPr>
              <w:rPr>
                <w:sz w:val="28"/>
                <w:szCs w:val="28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479A" w:rsidRDefault="00FA12FA" w:rsidP="002F3980">
            <w:pPr>
              <w:jc w:val="right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83479A" w:rsidRDefault="00FA12FA" w:rsidP="00695895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2255"/>
        <w:gridCol w:w="2126"/>
      </w:tblGrid>
      <w:tr w:rsidR="00FA12FA" w:rsidRPr="0083479A" w:rsidTr="00695895">
        <w:trPr>
          <w:trHeight w:val="268"/>
        </w:trPr>
        <w:tc>
          <w:tcPr>
            <w:tcW w:w="735" w:type="dxa"/>
            <w:vMerge w:val="restart"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 xml:space="preserve">№   </w:t>
            </w:r>
            <w:r w:rsidRPr="0083479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Merge w:val="restart"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 xml:space="preserve">Наименование </w:t>
            </w:r>
          </w:p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gridSpan w:val="2"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Сумма на плановый период</w:t>
            </w:r>
          </w:p>
        </w:tc>
      </w:tr>
      <w:tr w:rsidR="00FA12FA" w:rsidRPr="0083479A" w:rsidTr="00695895">
        <w:trPr>
          <w:trHeight w:val="287"/>
        </w:trPr>
        <w:tc>
          <w:tcPr>
            <w:tcW w:w="735" w:type="dxa"/>
            <w:vMerge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vMerge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5" w:type="dxa"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2016 год</w:t>
            </w:r>
          </w:p>
        </w:tc>
        <w:tc>
          <w:tcPr>
            <w:tcW w:w="2126" w:type="dxa"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2017 год</w:t>
            </w:r>
          </w:p>
        </w:tc>
      </w:tr>
    </w:tbl>
    <w:p w:rsidR="00FA12FA" w:rsidRPr="00695895" w:rsidRDefault="00FA12FA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2255"/>
        <w:gridCol w:w="2126"/>
      </w:tblGrid>
      <w:tr w:rsidR="00FA12FA" w:rsidRPr="0083479A" w:rsidTr="00695895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A" w:rsidRPr="0083479A" w:rsidRDefault="00FA12FA" w:rsidP="006958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A" w:rsidRPr="0083479A" w:rsidRDefault="00FA12FA" w:rsidP="006958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A" w:rsidRPr="0083479A" w:rsidRDefault="00FA12FA" w:rsidP="006958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A" w:rsidRPr="0083479A" w:rsidRDefault="00FA12FA" w:rsidP="006958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  <w:tcBorders>
              <w:top w:val="single" w:sz="4" w:space="0" w:color="auto"/>
            </w:tcBorders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2255" w:type="dxa"/>
            <w:tcBorders>
              <w:top w:val="single" w:sz="4" w:space="0" w:color="auto"/>
            </w:tcBorders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1152,1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1152,1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b/>
                <w:sz w:val="28"/>
                <w:szCs w:val="28"/>
              </w:rPr>
            </w:pPr>
            <w:r w:rsidRPr="0083479A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12717,1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12717,1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543,0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г. Ульяновск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6201,6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6201,6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b/>
                <w:sz w:val="28"/>
                <w:szCs w:val="28"/>
              </w:rPr>
            </w:pPr>
            <w:r w:rsidRPr="0083479A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8294,6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8294,6</w:t>
            </w:r>
          </w:p>
        </w:tc>
      </w:tr>
      <w:tr w:rsidR="00FA12FA" w:rsidRPr="0083479A" w:rsidTr="00695895"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b/>
                <w:sz w:val="28"/>
                <w:szCs w:val="28"/>
              </w:rPr>
            </w:pPr>
            <w:r w:rsidRPr="0083479A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21011,7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21011,7</w:t>
            </w:r>
            <w:r w:rsidRPr="00025E15">
              <w:rPr>
                <w:sz w:val="28"/>
                <w:szCs w:val="28"/>
              </w:rPr>
              <w:t>»;</w:t>
            </w:r>
          </w:p>
        </w:tc>
      </w:tr>
    </w:tbl>
    <w:p w:rsidR="00FA12FA" w:rsidRDefault="00FA12FA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в) дополнить таблицей 35 следующего содержания:</w:t>
      </w:r>
    </w:p>
    <w:tbl>
      <w:tblPr>
        <w:tblW w:w="9781" w:type="dxa"/>
        <w:tblInd w:w="108" w:type="dxa"/>
        <w:tblLook w:val="0000"/>
      </w:tblPr>
      <w:tblGrid>
        <w:gridCol w:w="1985"/>
        <w:gridCol w:w="4306"/>
        <w:gridCol w:w="3490"/>
      </w:tblGrid>
      <w:tr w:rsidR="00FA12FA" w:rsidRPr="00695895" w:rsidTr="002F3980">
        <w:trPr>
          <w:trHeight w:val="37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95895" w:rsidRDefault="00FA12FA" w:rsidP="009624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95895">
              <w:rPr>
                <w:sz w:val="28"/>
                <w:szCs w:val="28"/>
              </w:rPr>
              <w:t xml:space="preserve">Таблица </w:t>
            </w:r>
            <w:r>
              <w:rPr>
                <w:sz w:val="28"/>
                <w:szCs w:val="28"/>
              </w:rPr>
              <w:t>35</w:t>
            </w:r>
          </w:p>
        </w:tc>
      </w:tr>
      <w:tr w:rsidR="00FA12FA" w:rsidRPr="00695895" w:rsidTr="002F3980">
        <w:trPr>
          <w:trHeight w:val="37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695895" w:rsidRDefault="00FA12FA" w:rsidP="002F3980">
            <w:pPr>
              <w:jc w:val="center"/>
              <w:rPr>
                <w:sz w:val="28"/>
                <w:szCs w:val="28"/>
              </w:rPr>
            </w:pPr>
          </w:p>
        </w:tc>
      </w:tr>
      <w:tr w:rsidR="00FA12FA" w:rsidRPr="002F17F2" w:rsidTr="002F3980">
        <w:trPr>
          <w:trHeight w:val="37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Default="00FA12FA" w:rsidP="009624BC">
            <w:pPr>
              <w:jc w:val="center"/>
              <w:rPr>
                <w:b/>
                <w:sz w:val="28"/>
                <w:szCs w:val="28"/>
              </w:rPr>
            </w:pPr>
            <w:r w:rsidRPr="0083479A">
              <w:rPr>
                <w:b/>
                <w:sz w:val="28"/>
                <w:szCs w:val="28"/>
              </w:rPr>
              <w:t xml:space="preserve">Распределение </w:t>
            </w:r>
            <w:r w:rsidRPr="004E4584">
              <w:rPr>
                <w:b/>
                <w:sz w:val="28"/>
                <w:szCs w:val="28"/>
              </w:rPr>
              <w:t>субсидий бюджетам муниципальных районов</w:t>
            </w:r>
          </w:p>
          <w:p w:rsidR="00FA12FA" w:rsidRDefault="00FA12FA" w:rsidP="009624BC">
            <w:pPr>
              <w:jc w:val="center"/>
              <w:rPr>
                <w:b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 xml:space="preserve">Ульяновской области на </w:t>
            </w:r>
            <w:r>
              <w:rPr>
                <w:b/>
                <w:sz w:val="28"/>
                <w:szCs w:val="28"/>
              </w:rPr>
              <w:t>развитие сети автомобильных дорог, ведущих</w:t>
            </w:r>
          </w:p>
          <w:p w:rsidR="00FA12FA" w:rsidRDefault="00FA12FA" w:rsidP="009624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общественно значимым объектам сельских населённых пунктов,</w:t>
            </w:r>
          </w:p>
          <w:p w:rsidR="00FA12FA" w:rsidRPr="002F17F2" w:rsidRDefault="00FA12FA" w:rsidP="009624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объектам производства и переработки сельскохозяйственной продукции, на плановый период 2016 и 2017 годов</w:t>
            </w:r>
          </w:p>
          <w:p w:rsidR="00FA12FA" w:rsidRPr="002F17F2" w:rsidRDefault="00FA12FA" w:rsidP="002F3980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FA12FA" w:rsidRPr="0083479A" w:rsidTr="002F3980">
        <w:trPr>
          <w:trHeight w:val="37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479A" w:rsidRDefault="00FA12FA" w:rsidP="002F3980">
            <w:pPr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479A" w:rsidRDefault="00FA12FA" w:rsidP="002F3980">
            <w:pPr>
              <w:rPr>
                <w:sz w:val="28"/>
                <w:szCs w:val="28"/>
              </w:rPr>
            </w:pPr>
          </w:p>
        </w:tc>
        <w:tc>
          <w:tcPr>
            <w:tcW w:w="34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479A" w:rsidRDefault="00FA12FA" w:rsidP="002F3980">
            <w:pPr>
              <w:jc w:val="right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тыс. руб.</w:t>
            </w:r>
          </w:p>
        </w:tc>
      </w:tr>
    </w:tbl>
    <w:p w:rsidR="00FA12FA" w:rsidRPr="0083479A" w:rsidRDefault="00FA12FA" w:rsidP="009624BC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2255"/>
        <w:gridCol w:w="2126"/>
      </w:tblGrid>
      <w:tr w:rsidR="00FA12FA" w:rsidRPr="0083479A" w:rsidTr="002F3980">
        <w:trPr>
          <w:trHeight w:val="268"/>
        </w:trPr>
        <w:tc>
          <w:tcPr>
            <w:tcW w:w="735" w:type="dxa"/>
            <w:vMerge w:val="restart"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 xml:space="preserve">№   </w:t>
            </w:r>
            <w:r w:rsidRPr="0083479A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Merge w:val="restart"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 xml:space="preserve">Наименование </w:t>
            </w:r>
          </w:p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gridSpan w:val="2"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Сумма на плановый период</w:t>
            </w:r>
          </w:p>
        </w:tc>
      </w:tr>
      <w:tr w:rsidR="00FA12FA" w:rsidRPr="0083479A" w:rsidTr="002F3980">
        <w:trPr>
          <w:trHeight w:val="287"/>
        </w:trPr>
        <w:tc>
          <w:tcPr>
            <w:tcW w:w="735" w:type="dxa"/>
            <w:vMerge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vMerge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5" w:type="dxa"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2016 год</w:t>
            </w:r>
          </w:p>
        </w:tc>
        <w:tc>
          <w:tcPr>
            <w:tcW w:w="2126" w:type="dxa"/>
            <w:vAlign w:val="center"/>
          </w:tcPr>
          <w:p w:rsidR="00FA12FA" w:rsidRPr="0083479A" w:rsidRDefault="00FA12FA" w:rsidP="002F3980">
            <w:pPr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2017 год</w:t>
            </w:r>
          </w:p>
        </w:tc>
      </w:tr>
      <w:tr w:rsidR="00FA12FA" w:rsidRPr="0083479A" w:rsidTr="002F398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3479A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3906,58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</w:tr>
      <w:tr w:rsidR="00FA12FA" w:rsidRPr="0083479A" w:rsidTr="002F398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3479A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1202,024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</w:tr>
      <w:tr w:rsidR="00FA12FA" w:rsidRPr="0083479A" w:rsidTr="002F398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83479A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3005,06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</w:tr>
      <w:tr w:rsidR="00FA12FA" w:rsidRPr="0083479A" w:rsidTr="002F398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8541,564</w:t>
            </w:r>
          </w:p>
        </w:tc>
      </w:tr>
      <w:tr w:rsidR="00FA12FA" w:rsidRPr="0083479A" w:rsidTr="002F398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83479A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2704,556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</w:tr>
      <w:tr w:rsidR="00FA12FA" w:rsidRPr="0083479A" w:rsidTr="002F398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3479A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4507,59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17307,91</w:t>
            </w:r>
          </w:p>
        </w:tc>
      </w:tr>
      <w:tr w:rsidR="00FA12FA" w:rsidRPr="0083479A" w:rsidTr="002F398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83479A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sz w:val="28"/>
                <w:szCs w:val="28"/>
              </w:rPr>
            </w:pPr>
            <w:r w:rsidRPr="0083479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7642,452</w:t>
            </w:r>
          </w:p>
        </w:tc>
      </w:tr>
      <w:tr w:rsidR="00FA12FA" w:rsidRPr="0083479A" w:rsidTr="002F398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73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FA12FA" w:rsidRPr="0083479A" w:rsidRDefault="00FA12FA" w:rsidP="00E303B2">
            <w:pPr>
              <w:spacing w:line="355" w:lineRule="auto"/>
              <w:rPr>
                <w:b/>
                <w:sz w:val="28"/>
                <w:szCs w:val="28"/>
              </w:rPr>
            </w:pPr>
            <w:r w:rsidRPr="0083479A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255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15325,81</w:t>
            </w:r>
          </w:p>
        </w:tc>
        <w:tc>
          <w:tcPr>
            <w:tcW w:w="2126" w:type="dxa"/>
          </w:tcPr>
          <w:p w:rsidR="00FA12FA" w:rsidRPr="0083479A" w:rsidRDefault="00FA12FA" w:rsidP="00E303B2">
            <w:pPr>
              <w:spacing w:line="355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33491,926</w:t>
            </w:r>
            <w:r w:rsidRPr="00025E15">
              <w:rPr>
                <w:sz w:val="28"/>
                <w:szCs w:val="28"/>
              </w:rPr>
              <w:t>»;</w:t>
            </w:r>
          </w:p>
        </w:tc>
      </w:tr>
    </w:tbl>
    <w:p w:rsidR="00FA12FA" w:rsidRDefault="00FA12FA" w:rsidP="00E70A7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14</w:t>
      </w:r>
      <w:r w:rsidRPr="0083370F">
        <w:rPr>
          <w:szCs w:val="28"/>
        </w:rPr>
        <w:t>) приложение 15 изложить в следующей редакции:</w:t>
      </w:r>
    </w:p>
    <w:p w:rsidR="00FA12FA" w:rsidRDefault="00FA12FA" w:rsidP="00E70A70">
      <w:pPr>
        <w:pStyle w:val="BodyText"/>
        <w:spacing w:line="360" w:lineRule="auto"/>
        <w:ind w:firstLine="720"/>
        <w:rPr>
          <w:szCs w:val="28"/>
        </w:rPr>
      </w:pPr>
    </w:p>
    <w:p w:rsidR="00FA12FA" w:rsidRDefault="00FA12FA" w:rsidP="00E70A70">
      <w:pPr>
        <w:pStyle w:val="BodyText"/>
        <w:spacing w:line="360" w:lineRule="auto"/>
        <w:ind w:firstLine="720"/>
        <w:rPr>
          <w:szCs w:val="28"/>
        </w:rPr>
      </w:pPr>
    </w:p>
    <w:p w:rsidR="00FA12FA" w:rsidRDefault="00FA12FA" w:rsidP="00E70A70">
      <w:pPr>
        <w:pStyle w:val="BodyText"/>
        <w:spacing w:line="360" w:lineRule="auto"/>
        <w:ind w:firstLine="720"/>
        <w:rPr>
          <w:szCs w:val="28"/>
        </w:rPr>
      </w:pPr>
    </w:p>
    <w:p w:rsidR="00FA12FA" w:rsidRDefault="00FA12FA" w:rsidP="00E70A70">
      <w:pPr>
        <w:pStyle w:val="BodyText"/>
        <w:spacing w:line="360" w:lineRule="auto"/>
        <w:ind w:firstLine="720"/>
        <w:rPr>
          <w:szCs w:val="28"/>
        </w:rPr>
      </w:pPr>
    </w:p>
    <w:p w:rsidR="00FA12FA" w:rsidRPr="0083370F" w:rsidRDefault="00FA12FA" w:rsidP="00E70A70">
      <w:pPr>
        <w:pStyle w:val="BodyText"/>
        <w:spacing w:line="360" w:lineRule="auto"/>
        <w:ind w:firstLine="720"/>
        <w:rPr>
          <w:szCs w:val="28"/>
        </w:rPr>
      </w:pPr>
    </w:p>
    <w:p w:rsidR="00FA12FA" w:rsidRPr="0083370F" w:rsidRDefault="00FA12FA"/>
    <w:tbl>
      <w:tblPr>
        <w:tblW w:w="4394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4"/>
      </w:tblGrid>
      <w:tr w:rsidR="00FA12FA" w:rsidRPr="0083370F" w:rsidTr="00356A49">
        <w:trPr>
          <w:trHeight w:val="297"/>
        </w:trPr>
        <w:tc>
          <w:tcPr>
            <w:tcW w:w="4394" w:type="dxa"/>
            <w:tcBorders>
              <w:bottom w:val="single" w:sz="4" w:space="0" w:color="FFFFFF"/>
            </w:tcBorders>
          </w:tcPr>
          <w:p w:rsidR="00FA12FA" w:rsidRPr="00267989" w:rsidRDefault="00FA12FA" w:rsidP="003B5890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267989">
              <w:rPr>
                <w:bCs/>
                <w:snapToGrid w:val="0"/>
                <w:sz w:val="28"/>
                <w:szCs w:val="28"/>
              </w:rPr>
              <w:t>«ПРИЛОЖЕНИЕ 15</w:t>
            </w:r>
          </w:p>
        </w:tc>
      </w:tr>
      <w:tr w:rsidR="00FA12FA" w:rsidRPr="0083370F" w:rsidTr="00356A49">
        <w:trPr>
          <w:trHeight w:val="1620"/>
        </w:trPr>
        <w:tc>
          <w:tcPr>
            <w:tcW w:w="4394" w:type="dxa"/>
            <w:tcBorders>
              <w:top w:val="single" w:sz="4" w:space="0" w:color="FFFFFF"/>
            </w:tcBorders>
          </w:tcPr>
          <w:p w:rsidR="00FA12FA" w:rsidRPr="00267989" w:rsidRDefault="00FA12F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67989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FA12FA" w:rsidRPr="00267989" w:rsidRDefault="00FA12F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67989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FA12FA" w:rsidRPr="00267989" w:rsidRDefault="00FA12F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67989">
              <w:rPr>
                <w:bCs/>
                <w:snapToGrid w:val="0"/>
                <w:sz w:val="28"/>
                <w:szCs w:val="28"/>
              </w:rPr>
              <w:t xml:space="preserve">Ульяновской области на 2015 год </w:t>
            </w:r>
          </w:p>
          <w:p w:rsidR="00FA12FA" w:rsidRPr="00267989" w:rsidRDefault="00FA12F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67989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FA12FA" w:rsidRPr="00267989" w:rsidRDefault="00FA12FA" w:rsidP="003B5890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67989">
              <w:rPr>
                <w:bCs/>
                <w:snapToGrid w:val="0"/>
                <w:sz w:val="28"/>
                <w:szCs w:val="28"/>
              </w:rPr>
              <w:t>2016 и 2017 годов»</w:t>
            </w:r>
          </w:p>
        </w:tc>
      </w:tr>
    </w:tbl>
    <w:p w:rsidR="00FA12FA" w:rsidRPr="0083370F" w:rsidRDefault="00FA12FA" w:rsidP="00E33ABF">
      <w:pPr>
        <w:pStyle w:val="BodyText"/>
        <w:ind w:firstLine="720"/>
        <w:rPr>
          <w:szCs w:val="28"/>
        </w:rPr>
      </w:pPr>
    </w:p>
    <w:tbl>
      <w:tblPr>
        <w:tblW w:w="9936" w:type="dxa"/>
        <w:tblInd w:w="95" w:type="dxa"/>
        <w:tblLayout w:type="fixed"/>
        <w:tblLook w:val="00A0"/>
      </w:tblPr>
      <w:tblGrid>
        <w:gridCol w:w="3132"/>
        <w:gridCol w:w="1701"/>
        <w:gridCol w:w="1366"/>
        <w:gridCol w:w="2036"/>
        <w:gridCol w:w="1701"/>
      </w:tblGrid>
      <w:tr w:rsidR="00FA12FA" w:rsidRPr="00E14225" w:rsidTr="000633D5">
        <w:trPr>
          <w:trHeight w:val="20"/>
        </w:trPr>
        <w:tc>
          <w:tcPr>
            <w:tcW w:w="99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FA12FA" w:rsidRPr="0083370F" w:rsidRDefault="00FA12F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3370F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83370F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83370F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2015 год</w:t>
            </w:r>
          </w:p>
          <w:p w:rsidR="00FA12FA" w:rsidRPr="0083370F" w:rsidRDefault="00FA12F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A12FA" w:rsidRPr="00E14225" w:rsidTr="000633D5">
        <w:trPr>
          <w:trHeight w:val="20"/>
        </w:trPr>
        <w:tc>
          <w:tcPr>
            <w:tcW w:w="3132" w:type="dxa"/>
            <w:tcBorders>
              <w:top w:val="nil"/>
              <w:left w:val="nil"/>
              <w:right w:val="nil"/>
            </w:tcBorders>
            <w:vAlign w:val="center"/>
          </w:tcPr>
          <w:p w:rsidR="00FA12FA" w:rsidRPr="00D135DF" w:rsidRDefault="00FA12FA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:rsidR="00FA12FA" w:rsidRPr="00D135DF" w:rsidRDefault="00FA12FA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nil"/>
              <w:left w:val="nil"/>
              <w:right w:val="nil"/>
            </w:tcBorders>
            <w:vAlign w:val="center"/>
          </w:tcPr>
          <w:p w:rsidR="00FA12FA" w:rsidRPr="00D135DF" w:rsidRDefault="00FA12FA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tcBorders>
              <w:top w:val="nil"/>
              <w:left w:val="nil"/>
              <w:right w:val="nil"/>
            </w:tcBorders>
            <w:vAlign w:val="center"/>
          </w:tcPr>
          <w:p w:rsidR="00FA12FA" w:rsidRPr="00D135DF" w:rsidRDefault="00FA12FA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FA12FA" w:rsidRPr="00D135DF" w:rsidRDefault="00FA12FA" w:rsidP="00D827BB">
            <w:pPr>
              <w:jc w:val="right"/>
              <w:rPr>
                <w:color w:val="000000"/>
                <w:sz w:val="28"/>
                <w:szCs w:val="28"/>
              </w:rPr>
            </w:pPr>
            <w:r w:rsidRPr="00D135DF">
              <w:rPr>
                <w:color w:val="000000"/>
                <w:sz w:val="28"/>
                <w:szCs w:val="28"/>
              </w:rPr>
              <w:t>тыс. руб.</w:t>
            </w:r>
          </w:p>
        </w:tc>
      </w:tr>
    </w:tbl>
    <w:p w:rsidR="00FA12FA" w:rsidRPr="00E14225" w:rsidRDefault="00FA12FA" w:rsidP="000633D5">
      <w:pPr>
        <w:pStyle w:val="Heading1"/>
        <w:rPr>
          <w:sz w:val="2"/>
          <w:szCs w:val="2"/>
          <w:highlight w:val="yellow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2275"/>
        <w:gridCol w:w="2113"/>
        <w:gridCol w:w="431"/>
      </w:tblGrid>
      <w:tr w:rsidR="00FA12FA" w:rsidRPr="0083370F" w:rsidTr="00F7798E">
        <w:tc>
          <w:tcPr>
            <w:tcW w:w="5529" w:type="dxa"/>
          </w:tcPr>
          <w:p w:rsidR="00FA12FA" w:rsidRPr="0083370F" w:rsidRDefault="00FA12FA" w:rsidP="005A28AF">
            <w:pPr>
              <w:jc w:val="center"/>
              <w:rPr>
                <w:sz w:val="28"/>
              </w:rPr>
            </w:pPr>
            <w:r w:rsidRPr="0083370F">
              <w:rPr>
                <w:sz w:val="28"/>
              </w:rPr>
              <w:t>Вид государственных заимствований</w:t>
            </w:r>
          </w:p>
        </w:tc>
        <w:tc>
          <w:tcPr>
            <w:tcW w:w="2275" w:type="dxa"/>
            <w:vAlign w:val="center"/>
          </w:tcPr>
          <w:p w:rsidR="00FA12FA" w:rsidRPr="0083370F" w:rsidRDefault="00FA12FA" w:rsidP="005A28AF">
            <w:pPr>
              <w:ind w:left="-108" w:right="-108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Привлечение</w:t>
            </w:r>
          </w:p>
        </w:tc>
        <w:tc>
          <w:tcPr>
            <w:tcW w:w="2113" w:type="dxa"/>
            <w:vAlign w:val="center"/>
          </w:tcPr>
          <w:p w:rsidR="00FA12FA" w:rsidRPr="0083370F" w:rsidRDefault="00FA12FA" w:rsidP="005A28AF">
            <w:pPr>
              <w:ind w:left="-108" w:right="-108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Погашение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FA12FA" w:rsidRPr="0083370F" w:rsidRDefault="00FA12FA" w:rsidP="005A28AF">
            <w:pPr>
              <w:ind w:left="-108" w:right="-108"/>
              <w:jc w:val="center"/>
              <w:rPr>
                <w:sz w:val="28"/>
              </w:rPr>
            </w:pPr>
          </w:p>
        </w:tc>
      </w:tr>
      <w:tr w:rsidR="00FA12FA" w:rsidRPr="0083370F" w:rsidTr="00F7798E">
        <w:tc>
          <w:tcPr>
            <w:tcW w:w="5529" w:type="dxa"/>
          </w:tcPr>
          <w:p w:rsidR="00FA12FA" w:rsidRPr="0083370F" w:rsidRDefault="00FA12FA" w:rsidP="000633D5">
            <w:pPr>
              <w:spacing w:line="360" w:lineRule="auto"/>
              <w:rPr>
                <w:sz w:val="28"/>
              </w:rPr>
            </w:pPr>
            <w:r w:rsidRPr="0083370F">
              <w:rPr>
                <w:sz w:val="28"/>
              </w:rPr>
              <w:t xml:space="preserve">Кредиты кредитных организаций в валюте </w:t>
            </w:r>
            <w:r w:rsidRPr="0083370F">
              <w:rPr>
                <w:sz w:val="28"/>
              </w:rPr>
              <w:br/>
              <w:t>Российской Федерации</w:t>
            </w:r>
          </w:p>
        </w:tc>
        <w:tc>
          <w:tcPr>
            <w:tcW w:w="2275" w:type="dxa"/>
            <w:vAlign w:val="bottom"/>
          </w:tcPr>
          <w:p w:rsidR="00FA12FA" w:rsidRPr="0083370F" w:rsidRDefault="00FA12FA" w:rsidP="000633D5">
            <w:pPr>
              <w:spacing w:line="360" w:lineRule="auto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6547994,9</w:t>
            </w:r>
          </w:p>
        </w:tc>
        <w:tc>
          <w:tcPr>
            <w:tcW w:w="2113" w:type="dxa"/>
            <w:vAlign w:val="bottom"/>
          </w:tcPr>
          <w:p w:rsidR="00FA12FA" w:rsidRPr="0083370F" w:rsidRDefault="00FA12FA" w:rsidP="000633D5">
            <w:pPr>
              <w:spacing w:line="360" w:lineRule="auto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3479406,0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FA12FA" w:rsidRPr="0083370F" w:rsidRDefault="00FA12FA" w:rsidP="000633D5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FA12FA" w:rsidRPr="0083370F" w:rsidTr="00F7798E">
        <w:tc>
          <w:tcPr>
            <w:tcW w:w="5529" w:type="dxa"/>
          </w:tcPr>
          <w:p w:rsidR="00FA12FA" w:rsidRPr="0083370F" w:rsidRDefault="00FA12FA" w:rsidP="000633D5">
            <w:pPr>
              <w:spacing w:line="360" w:lineRule="auto"/>
              <w:rPr>
                <w:sz w:val="28"/>
              </w:rPr>
            </w:pPr>
            <w:r w:rsidRPr="0083370F">
              <w:rPr>
                <w:sz w:val="28"/>
              </w:rPr>
              <w:t>Бюджетные кредиты от других бюджетов бюджетной системы Российской Федер</w:t>
            </w:r>
            <w:r w:rsidRPr="0083370F">
              <w:rPr>
                <w:sz w:val="28"/>
              </w:rPr>
              <w:t>а</w:t>
            </w:r>
            <w:r w:rsidRPr="0083370F">
              <w:rPr>
                <w:sz w:val="28"/>
              </w:rPr>
              <w:t>ции</w:t>
            </w:r>
          </w:p>
        </w:tc>
        <w:tc>
          <w:tcPr>
            <w:tcW w:w="2275" w:type="dxa"/>
            <w:vAlign w:val="bottom"/>
          </w:tcPr>
          <w:p w:rsidR="00FA12FA" w:rsidRPr="0083370F" w:rsidRDefault="00FA12FA" w:rsidP="000633D5">
            <w:pPr>
              <w:spacing w:line="360" w:lineRule="auto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2739700,0</w:t>
            </w:r>
          </w:p>
        </w:tc>
        <w:tc>
          <w:tcPr>
            <w:tcW w:w="2113" w:type="dxa"/>
            <w:vAlign w:val="bottom"/>
          </w:tcPr>
          <w:p w:rsidR="00FA12FA" w:rsidRPr="0083370F" w:rsidRDefault="00FA12FA" w:rsidP="000633D5">
            <w:pPr>
              <w:spacing w:line="360" w:lineRule="auto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2266151,6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FA12FA" w:rsidRPr="0083370F" w:rsidRDefault="00FA12FA" w:rsidP="000633D5">
            <w:pPr>
              <w:spacing w:line="360" w:lineRule="auto"/>
              <w:jc w:val="center"/>
              <w:rPr>
                <w:sz w:val="28"/>
              </w:rPr>
            </w:pPr>
          </w:p>
          <w:p w:rsidR="00FA12FA" w:rsidRPr="0083370F" w:rsidRDefault="00FA12FA" w:rsidP="000E77F4">
            <w:pPr>
              <w:rPr>
                <w:sz w:val="28"/>
              </w:rPr>
            </w:pPr>
          </w:p>
        </w:tc>
      </w:tr>
      <w:tr w:rsidR="00FA12FA" w:rsidRPr="0083370F" w:rsidTr="00F7798E">
        <w:tc>
          <w:tcPr>
            <w:tcW w:w="5529" w:type="dxa"/>
          </w:tcPr>
          <w:p w:rsidR="00FA12FA" w:rsidRPr="0083370F" w:rsidRDefault="00FA12FA" w:rsidP="000633D5">
            <w:pPr>
              <w:spacing w:line="360" w:lineRule="auto"/>
              <w:rPr>
                <w:sz w:val="28"/>
              </w:rPr>
            </w:pPr>
            <w:r w:rsidRPr="0083370F">
              <w:rPr>
                <w:sz w:val="28"/>
              </w:rPr>
              <w:t>в том числе бюджетные кредиты на попо</w:t>
            </w:r>
            <w:r w:rsidRPr="0083370F">
              <w:rPr>
                <w:sz w:val="28"/>
              </w:rPr>
              <w:t>л</w:t>
            </w:r>
            <w:r w:rsidRPr="0083370F">
              <w:rPr>
                <w:sz w:val="28"/>
              </w:rPr>
              <w:t xml:space="preserve">нение остатков средств на счетах бюджетов субъектов Российской Федерации </w:t>
            </w:r>
          </w:p>
        </w:tc>
        <w:tc>
          <w:tcPr>
            <w:tcW w:w="2275" w:type="dxa"/>
            <w:vAlign w:val="bottom"/>
          </w:tcPr>
          <w:p w:rsidR="00FA12FA" w:rsidRPr="0083370F" w:rsidRDefault="00FA12FA" w:rsidP="000633D5">
            <w:pPr>
              <w:spacing w:line="360" w:lineRule="auto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1500000,0</w:t>
            </w:r>
          </w:p>
        </w:tc>
        <w:tc>
          <w:tcPr>
            <w:tcW w:w="2113" w:type="dxa"/>
            <w:vAlign w:val="bottom"/>
          </w:tcPr>
          <w:p w:rsidR="00FA12FA" w:rsidRPr="0083370F" w:rsidRDefault="00FA12FA" w:rsidP="000633D5">
            <w:pPr>
              <w:spacing w:line="360" w:lineRule="auto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1500000,0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</w:tcPr>
          <w:p w:rsidR="00FA12FA" w:rsidRPr="0083370F" w:rsidRDefault="00FA12FA" w:rsidP="000633D5">
            <w:pPr>
              <w:spacing w:line="360" w:lineRule="auto"/>
              <w:jc w:val="center"/>
              <w:rPr>
                <w:sz w:val="28"/>
              </w:rPr>
            </w:pPr>
          </w:p>
          <w:p w:rsidR="00FA12FA" w:rsidRPr="0083370F" w:rsidRDefault="00FA12FA" w:rsidP="000E77F4">
            <w:pPr>
              <w:rPr>
                <w:sz w:val="28"/>
              </w:rPr>
            </w:pPr>
          </w:p>
          <w:p w:rsidR="00FA12FA" w:rsidRPr="0083370F" w:rsidRDefault="00FA12FA" w:rsidP="000E77F4">
            <w:pPr>
              <w:rPr>
                <w:sz w:val="28"/>
              </w:rPr>
            </w:pPr>
          </w:p>
        </w:tc>
      </w:tr>
      <w:tr w:rsidR="00FA12FA" w:rsidRPr="00E14225" w:rsidTr="00815823">
        <w:trPr>
          <w:trHeight w:val="527"/>
        </w:trPr>
        <w:tc>
          <w:tcPr>
            <w:tcW w:w="5529" w:type="dxa"/>
            <w:vAlign w:val="center"/>
          </w:tcPr>
          <w:p w:rsidR="00FA12FA" w:rsidRPr="0083370F" w:rsidRDefault="00FA12FA" w:rsidP="00815823">
            <w:pPr>
              <w:rPr>
                <w:sz w:val="28"/>
              </w:rPr>
            </w:pPr>
            <w:r w:rsidRPr="0083370F">
              <w:rPr>
                <w:sz w:val="28"/>
              </w:rPr>
              <w:t>ИТОГО</w:t>
            </w:r>
          </w:p>
        </w:tc>
        <w:tc>
          <w:tcPr>
            <w:tcW w:w="2275" w:type="dxa"/>
            <w:vAlign w:val="center"/>
          </w:tcPr>
          <w:p w:rsidR="00FA12FA" w:rsidRPr="0083370F" w:rsidRDefault="00FA12FA" w:rsidP="00815823">
            <w:pPr>
              <w:jc w:val="center"/>
              <w:rPr>
                <w:sz w:val="28"/>
              </w:rPr>
            </w:pPr>
            <w:r w:rsidRPr="0083370F">
              <w:rPr>
                <w:sz w:val="28"/>
              </w:rPr>
              <w:t>9287694,9</w:t>
            </w:r>
          </w:p>
        </w:tc>
        <w:tc>
          <w:tcPr>
            <w:tcW w:w="2113" w:type="dxa"/>
            <w:vAlign w:val="center"/>
          </w:tcPr>
          <w:p w:rsidR="00FA12FA" w:rsidRPr="0083370F" w:rsidRDefault="00FA12FA" w:rsidP="00815823">
            <w:pPr>
              <w:jc w:val="center"/>
              <w:rPr>
                <w:sz w:val="28"/>
              </w:rPr>
            </w:pPr>
            <w:r w:rsidRPr="0083370F">
              <w:rPr>
                <w:sz w:val="28"/>
              </w:rPr>
              <w:t>5745557,6</w:t>
            </w:r>
          </w:p>
        </w:tc>
        <w:tc>
          <w:tcPr>
            <w:tcW w:w="431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FA12FA" w:rsidRPr="0083370F" w:rsidRDefault="00FA12FA" w:rsidP="00961D48">
            <w:pPr>
              <w:ind w:right="-57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Pr="0083370F">
              <w:rPr>
                <w:sz w:val="28"/>
              </w:rPr>
              <w:t>»;</w:t>
            </w:r>
          </w:p>
        </w:tc>
      </w:tr>
    </w:tbl>
    <w:p w:rsidR="00FA12FA" w:rsidRDefault="00FA12FA" w:rsidP="00E33ABF">
      <w:pPr>
        <w:pStyle w:val="BodyText"/>
        <w:ind w:firstLine="720"/>
        <w:rPr>
          <w:szCs w:val="28"/>
        </w:rPr>
      </w:pPr>
      <w:r>
        <w:rPr>
          <w:szCs w:val="28"/>
        </w:rPr>
        <w:t>15</w:t>
      </w:r>
      <w:r w:rsidRPr="0083370F">
        <w:rPr>
          <w:szCs w:val="28"/>
        </w:rPr>
        <w:t>) приложение 16 изложить в следующей редакции:</w:t>
      </w: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p w:rsidR="00FA12FA" w:rsidRDefault="00FA12FA" w:rsidP="00E33ABF">
      <w:pPr>
        <w:pStyle w:val="BodyText"/>
        <w:ind w:firstLine="720"/>
        <w:rPr>
          <w:szCs w:val="28"/>
        </w:rPr>
      </w:pPr>
    </w:p>
    <w:tbl>
      <w:tblPr>
        <w:tblW w:w="4536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</w:tblGrid>
      <w:tr w:rsidR="00FA12FA" w:rsidRPr="0083370F" w:rsidTr="00356A49">
        <w:trPr>
          <w:trHeight w:val="297"/>
        </w:trPr>
        <w:tc>
          <w:tcPr>
            <w:tcW w:w="4536" w:type="dxa"/>
            <w:tcBorders>
              <w:bottom w:val="single" w:sz="4" w:space="0" w:color="FFFFFF"/>
            </w:tcBorders>
          </w:tcPr>
          <w:p w:rsidR="00FA12FA" w:rsidRPr="00267989" w:rsidRDefault="00FA12FA" w:rsidP="002B7A0C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 w:rsidRPr="00267989">
              <w:rPr>
                <w:bCs/>
                <w:snapToGrid w:val="0"/>
                <w:sz w:val="28"/>
                <w:szCs w:val="28"/>
              </w:rPr>
              <w:t xml:space="preserve"> «ПРИЛОЖЕНИЕ 16</w:t>
            </w:r>
          </w:p>
        </w:tc>
      </w:tr>
      <w:tr w:rsidR="00FA12FA" w:rsidRPr="0083370F" w:rsidTr="00356A49">
        <w:trPr>
          <w:trHeight w:val="1620"/>
        </w:trPr>
        <w:tc>
          <w:tcPr>
            <w:tcW w:w="4536" w:type="dxa"/>
            <w:tcBorders>
              <w:top w:val="single" w:sz="4" w:space="0" w:color="FFFFFF"/>
            </w:tcBorders>
          </w:tcPr>
          <w:p w:rsidR="00FA12FA" w:rsidRPr="00267989" w:rsidRDefault="00FA12F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67989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FA12FA" w:rsidRPr="00267989" w:rsidRDefault="00FA12F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67989">
              <w:rPr>
                <w:bCs/>
                <w:snapToGrid w:val="0"/>
                <w:sz w:val="28"/>
                <w:szCs w:val="28"/>
              </w:rPr>
              <w:t>«Об областном бюджете</w:t>
            </w:r>
          </w:p>
          <w:p w:rsidR="00FA12FA" w:rsidRPr="00267989" w:rsidRDefault="00FA12F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67989">
              <w:rPr>
                <w:bCs/>
                <w:snapToGrid w:val="0"/>
                <w:sz w:val="28"/>
                <w:szCs w:val="28"/>
              </w:rPr>
              <w:t xml:space="preserve">Ульяновской области на 2015 год </w:t>
            </w:r>
          </w:p>
          <w:p w:rsidR="00FA12FA" w:rsidRPr="00267989" w:rsidRDefault="00FA12FA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67989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FA12FA" w:rsidRPr="00267989" w:rsidRDefault="00FA12FA" w:rsidP="002B7A0C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267989">
              <w:rPr>
                <w:bCs/>
                <w:snapToGrid w:val="0"/>
                <w:sz w:val="28"/>
                <w:szCs w:val="28"/>
              </w:rPr>
              <w:t>2016 и 2017 годов»</w:t>
            </w:r>
          </w:p>
        </w:tc>
      </w:tr>
    </w:tbl>
    <w:p w:rsidR="00FA12FA" w:rsidRPr="00C432FF" w:rsidRDefault="00FA12FA" w:rsidP="00356A49">
      <w:pPr>
        <w:pStyle w:val="BodyText"/>
        <w:ind w:firstLine="720"/>
        <w:rPr>
          <w:sz w:val="24"/>
          <w:szCs w:val="24"/>
        </w:rPr>
      </w:pPr>
    </w:p>
    <w:tbl>
      <w:tblPr>
        <w:tblW w:w="10078" w:type="dxa"/>
        <w:tblInd w:w="95" w:type="dxa"/>
        <w:tblLayout w:type="fixed"/>
        <w:tblLook w:val="00A0"/>
      </w:tblPr>
      <w:tblGrid>
        <w:gridCol w:w="2580"/>
        <w:gridCol w:w="1520"/>
        <w:gridCol w:w="1741"/>
        <w:gridCol w:w="255"/>
        <w:gridCol w:w="1984"/>
        <w:gridCol w:w="297"/>
        <w:gridCol w:w="1546"/>
        <w:gridCol w:w="155"/>
      </w:tblGrid>
      <w:tr w:rsidR="00FA12FA" w:rsidRPr="0083370F" w:rsidTr="002B7A0C">
        <w:trPr>
          <w:trHeight w:val="34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370F" w:rsidRDefault="00FA12F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370F" w:rsidRDefault="00FA12F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370F" w:rsidRDefault="00FA12F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3370F" w:rsidRDefault="00FA12F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3370F" w:rsidRDefault="00FA12FA" w:rsidP="00356A49">
            <w:pPr>
              <w:rPr>
                <w:color w:val="000000"/>
                <w:sz w:val="28"/>
                <w:szCs w:val="28"/>
              </w:rPr>
            </w:pPr>
            <w:r w:rsidRPr="0083370F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FA12FA" w:rsidRPr="0083370F" w:rsidTr="002B7A0C">
        <w:trPr>
          <w:trHeight w:val="960"/>
        </w:trPr>
        <w:tc>
          <w:tcPr>
            <w:tcW w:w="100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C432FF" w:rsidRDefault="00FA12FA" w:rsidP="005A28A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FA12FA" w:rsidRPr="0083370F" w:rsidRDefault="00FA12FA" w:rsidP="00473B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3370F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83370F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83370F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2016 год</w:t>
            </w:r>
          </w:p>
          <w:p w:rsidR="00FA12FA" w:rsidRPr="007C387F" w:rsidRDefault="00FA12FA" w:rsidP="00473B10">
            <w:pPr>
              <w:jc w:val="center"/>
              <w:rPr>
                <w:b/>
                <w:bCs/>
                <w:color w:val="000000"/>
                <w:sz w:val="14"/>
              </w:rPr>
            </w:pPr>
          </w:p>
        </w:tc>
      </w:tr>
      <w:tr w:rsidR="00FA12FA" w:rsidRPr="0083370F" w:rsidTr="002B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" w:type="dxa"/>
          <w:cantSplit/>
        </w:trPr>
        <w:tc>
          <w:tcPr>
            <w:tcW w:w="6096" w:type="dxa"/>
            <w:gridSpan w:val="4"/>
            <w:tcBorders>
              <w:top w:val="nil"/>
              <w:left w:val="nil"/>
              <w:right w:val="nil"/>
            </w:tcBorders>
          </w:tcPr>
          <w:p w:rsidR="00FA12FA" w:rsidRPr="0083370F" w:rsidRDefault="00FA12FA" w:rsidP="005A28AF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center"/>
          </w:tcPr>
          <w:p w:rsidR="00FA12FA" w:rsidRPr="0083370F" w:rsidRDefault="00FA12FA" w:rsidP="005A28AF">
            <w:pPr>
              <w:ind w:left="-108" w:right="-108"/>
              <w:jc w:val="center"/>
              <w:rPr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FA12FA" w:rsidRPr="0083370F" w:rsidRDefault="00FA12FA" w:rsidP="005A28AF">
            <w:pPr>
              <w:ind w:left="-108" w:right="-108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тыс. руб.</w:t>
            </w:r>
          </w:p>
        </w:tc>
      </w:tr>
      <w:tr w:rsidR="00FA12FA" w:rsidRPr="0083370F" w:rsidTr="002B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" w:type="dxa"/>
          <w:cantSplit/>
        </w:trPr>
        <w:tc>
          <w:tcPr>
            <w:tcW w:w="6096" w:type="dxa"/>
            <w:gridSpan w:val="4"/>
          </w:tcPr>
          <w:p w:rsidR="00FA12FA" w:rsidRPr="0083370F" w:rsidRDefault="00FA12FA" w:rsidP="005A28AF">
            <w:pPr>
              <w:jc w:val="center"/>
              <w:rPr>
                <w:sz w:val="28"/>
              </w:rPr>
            </w:pPr>
            <w:r w:rsidRPr="0083370F">
              <w:rPr>
                <w:sz w:val="28"/>
              </w:rPr>
              <w:t>Вид государственных заимствований</w:t>
            </w:r>
          </w:p>
        </w:tc>
        <w:tc>
          <w:tcPr>
            <w:tcW w:w="1984" w:type="dxa"/>
            <w:vAlign w:val="center"/>
          </w:tcPr>
          <w:p w:rsidR="00FA12FA" w:rsidRPr="0083370F" w:rsidRDefault="00FA12FA" w:rsidP="005A28AF">
            <w:pPr>
              <w:ind w:left="-108" w:right="-108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Привлечение</w:t>
            </w:r>
          </w:p>
        </w:tc>
        <w:tc>
          <w:tcPr>
            <w:tcW w:w="1843" w:type="dxa"/>
            <w:gridSpan w:val="2"/>
            <w:vAlign w:val="center"/>
          </w:tcPr>
          <w:p w:rsidR="00FA12FA" w:rsidRPr="0083370F" w:rsidRDefault="00FA12FA" w:rsidP="005A28AF">
            <w:pPr>
              <w:ind w:left="-108" w:right="-108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Погашение</w:t>
            </w:r>
          </w:p>
        </w:tc>
      </w:tr>
      <w:tr w:rsidR="00FA12FA" w:rsidRPr="0083370F" w:rsidTr="002B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" w:type="dxa"/>
        </w:trPr>
        <w:tc>
          <w:tcPr>
            <w:tcW w:w="6096" w:type="dxa"/>
            <w:gridSpan w:val="4"/>
          </w:tcPr>
          <w:p w:rsidR="00FA12FA" w:rsidRPr="0083370F" w:rsidRDefault="00FA12FA" w:rsidP="007C387F">
            <w:pPr>
              <w:spacing w:line="276" w:lineRule="auto"/>
              <w:rPr>
                <w:sz w:val="28"/>
              </w:rPr>
            </w:pPr>
            <w:r w:rsidRPr="0083370F">
              <w:rPr>
                <w:sz w:val="28"/>
              </w:rPr>
              <w:t xml:space="preserve">Кредиты кредитных организаций в валюте </w:t>
            </w:r>
          </w:p>
          <w:p w:rsidR="00FA12FA" w:rsidRPr="0083370F" w:rsidRDefault="00FA12FA" w:rsidP="007C387F">
            <w:pPr>
              <w:spacing w:line="276" w:lineRule="auto"/>
              <w:rPr>
                <w:sz w:val="28"/>
              </w:rPr>
            </w:pPr>
            <w:r w:rsidRPr="0083370F">
              <w:rPr>
                <w:sz w:val="28"/>
              </w:rPr>
              <w:t>Российской Федерации</w:t>
            </w:r>
          </w:p>
        </w:tc>
        <w:tc>
          <w:tcPr>
            <w:tcW w:w="1984" w:type="dxa"/>
            <w:vAlign w:val="bottom"/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2060602,0</w:t>
            </w:r>
          </w:p>
        </w:tc>
        <w:tc>
          <w:tcPr>
            <w:tcW w:w="1843" w:type="dxa"/>
            <w:gridSpan w:val="2"/>
            <w:vAlign w:val="bottom"/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5100000,0</w:t>
            </w:r>
          </w:p>
        </w:tc>
      </w:tr>
      <w:tr w:rsidR="00FA12FA" w:rsidRPr="0083370F" w:rsidTr="002B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" w:type="dxa"/>
        </w:trPr>
        <w:tc>
          <w:tcPr>
            <w:tcW w:w="6096" w:type="dxa"/>
            <w:gridSpan w:val="4"/>
          </w:tcPr>
          <w:p w:rsidR="00FA12FA" w:rsidRPr="0083370F" w:rsidRDefault="00FA12FA" w:rsidP="007C387F">
            <w:pPr>
              <w:spacing w:line="276" w:lineRule="auto"/>
              <w:rPr>
                <w:sz w:val="28"/>
              </w:rPr>
            </w:pPr>
            <w:r w:rsidRPr="0083370F">
              <w:rPr>
                <w:sz w:val="28"/>
              </w:rPr>
              <w:t xml:space="preserve">Бюджетные кредиты от других бюджетов </w:t>
            </w:r>
            <w:r>
              <w:rPr>
                <w:sz w:val="28"/>
              </w:rPr>
              <w:br/>
            </w:r>
            <w:r w:rsidRPr="0083370F">
              <w:rPr>
                <w:sz w:val="28"/>
              </w:rPr>
              <w:t>бюджетной системы Российской Федерации</w:t>
            </w:r>
          </w:p>
        </w:tc>
        <w:tc>
          <w:tcPr>
            <w:tcW w:w="1984" w:type="dxa"/>
            <w:vAlign w:val="bottom"/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0,0</w:t>
            </w:r>
          </w:p>
        </w:tc>
        <w:tc>
          <w:tcPr>
            <w:tcW w:w="1843" w:type="dxa"/>
            <w:gridSpan w:val="2"/>
            <w:vAlign w:val="bottom"/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825100,0</w:t>
            </w:r>
          </w:p>
        </w:tc>
      </w:tr>
      <w:tr w:rsidR="00FA12FA" w:rsidRPr="00E14225" w:rsidTr="002B7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142" w:type="dxa"/>
        </w:trPr>
        <w:tc>
          <w:tcPr>
            <w:tcW w:w="6096" w:type="dxa"/>
            <w:gridSpan w:val="4"/>
          </w:tcPr>
          <w:p w:rsidR="00FA12FA" w:rsidRPr="0083370F" w:rsidRDefault="00FA12FA" w:rsidP="007C387F">
            <w:pPr>
              <w:spacing w:line="276" w:lineRule="auto"/>
              <w:rPr>
                <w:sz w:val="28"/>
              </w:rPr>
            </w:pPr>
            <w:r w:rsidRPr="0083370F">
              <w:rPr>
                <w:sz w:val="28"/>
              </w:rPr>
              <w:t>ИТОГО</w:t>
            </w:r>
          </w:p>
        </w:tc>
        <w:tc>
          <w:tcPr>
            <w:tcW w:w="1984" w:type="dxa"/>
            <w:vAlign w:val="bottom"/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2060602,0</w:t>
            </w:r>
          </w:p>
        </w:tc>
        <w:tc>
          <w:tcPr>
            <w:tcW w:w="1843" w:type="dxa"/>
            <w:gridSpan w:val="2"/>
            <w:vAlign w:val="bottom"/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5925100,0</w:t>
            </w:r>
          </w:p>
        </w:tc>
      </w:tr>
    </w:tbl>
    <w:p w:rsidR="00FA12FA" w:rsidRPr="00E14225" w:rsidRDefault="00FA12FA">
      <w:pPr>
        <w:rPr>
          <w:sz w:val="28"/>
          <w:szCs w:val="28"/>
          <w:highlight w:val="yellow"/>
        </w:rPr>
      </w:pPr>
    </w:p>
    <w:tbl>
      <w:tblPr>
        <w:tblW w:w="10361" w:type="dxa"/>
        <w:tblInd w:w="95" w:type="dxa"/>
        <w:tblLayout w:type="fixed"/>
        <w:tblLook w:val="00A0"/>
      </w:tblPr>
      <w:tblGrid>
        <w:gridCol w:w="3612"/>
        <w:gridCol w:w="2058"/>
        <w:gridCol w:w="66"/>
        <w:gridCol w:w="357"/>
        <w:gridCol w:w="641"/>
        <w:gridCol w:w="28"/>
        <w:gridCol w:w="1315"/>
        <w:gridCol w:w="343"/>
        <w:gridCol w:w="78"/>
        <w:gridCol w:w="1438"/>
        <w:gridCol w:w="425"/>
      </w:tblGrid>
      <w:tr w:rsidR="00FA12FA" w:rsidRPr="0083370F" w:rsidTr="00815823">
        <w:trPr>
          <w:trHeight w:val="300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370F" w:rsidRDefault="00FA12FA" w:rsidP="002E080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370F" w:rsidRDefault="00FA12F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370F" w:rsidRDefault="00FA12F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370F" w:rsidRDefault="00FA12FA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A12FA" w:rsidRPr="0083370F" w:rsidRDefault="00FA12FA" w:rsidP="00356A49">
            <w:pPr>
              <w:rPr>
                <w:color w:val="000000"/>
                <w:sz w:val="28"/>
                <w:szCs w:val="28"/>
              </w:rPr>
            </w:pPr>
            <w:r w:rsidRPr="0083370F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83370F" w:rsidRDefault="00FA12FA" w:rsidP="00356A49">
            <w:pPr>
              <w:rPr>
                <w:color w:val="000000"/>
                <w:sz w:val="28"/>
                <w:szCs w:val="28"/>
              </w:rPr>
            </w:pPr>
          </w:p>
        </w:tc>
      </w:tr>
      <w:tr w:rsidR="00FA12FA" w:rsidRPr="0083370F" w:rsidTr="00815823">
        <w:trPr>
          <w:trHeight w:val="975"/>
        </w:trPr>
        <w:tc>
          <w:tcPr>
            <w:tcW w:w="993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83370F" w:rsidRDefault="00FA12FA" w:rsidP="00473B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3370F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83370F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83370F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2017 год</w:t>
            </w:r>
          </w:p>
          <w:p w:rsidR="00FA12FA" w:rsidRPr="007C387F" w:rsidRDefault="00FA12FA" w:rsidP="00473B10">
            <w:pPr>
              <w:jc w:val="center"/>
              <w:rPr>
                <w:b/>
                <w:bCs/>
                <w:color w:val="000000"/>
                <w:sz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A12FA" w:rsidRPr="0083370F" w:rsidRDefault="00FA12F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A12FA" w:rsidRPr="0083370F" w:rsidTr="00815823">
        <w:trPr>
          <w:trHeight w:val="315"/>
        </w:trPr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83370F" w:rsidRDefault="00FA12F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83370F" w:rsidRDefault="00FA12F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83370F" w:rsidRDefault="00FA12F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12FA" w:rsidRPr="0083370F" w:rsidRDefault="00FA12FA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12FA" w:rsidRPr="0083370F" w:rsidRDefault="00FA12FA" w:rsidP="00356A49">
            <w:pPr>
              <w:jc w:val="right"/>
              <w:rPr>
                <w:color w:val="000000"/>
                <w:sz w:val="28"/>
                <w:szCs w:val="28"/>
              </w:rPr>
            </w:pPr>
            <w:r w:rsidRPr="0083370F">
              <w:rPr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FA12FA" w:rsidRPr="0083370F" w:rsidRDefault="00FA12FA" w:rsidP="00356A4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A12FA" w:rsidRPr="0083370F" w:rsidTr="008158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093" w:type="dxa"/>
            <w:gridSpan w:val="4"/>
          </w:tcPr>
          <w:p w:rsidR="00FA12FA" w:rsidRPr="0083370F" w:rsidRDefault="00FA12FA" w:rsidP="005A28AF">
            <w:pPr>
              <w:jc w:val="center"/>
              <w:rPr>
                <w:sz w:val="28"/>
              </w:rPr>
            </w:pPr>
            <w:r w:rsidRPr="0083370F">
              <w:rPr>
                <w:sz w:val="28"/>
              </w:rPr>
              <w:t>Вид государственных заимствований</w:t>
            </w:r>
          </w:p>
        </w:tc>
        <w:tc>
          <w:tcPr>
            <w:tcW w:w="1984" w:type="dxa"/>
            <w:gridSpan w:val="3"/>
            <w:vAlign w:val="center"/>
          </w:tcPr>
          <w:p w:rsidR="00FA12FA" w:rsidRPr="0083370F" w:rsidRDefault="00FA12FA" w:rsidP="005A28AF">
            <w:pPr>
              <w:ind w:left="-108" w:right="-108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Привлечение</w:t>
            </w:r>
          </w:p>
        </w:tc>
        <w:tc>
          <w:tcPr>
            <w:tcW w:w="1843" w:type="dxa"/>
            <w:gridSpan w:val="3"/>
            <w:vAlign w:val="center"/>
          </w:tcPr>
          <w:p w:rsidR="00FA12FA" w:rsidRPr="0083370F" w:rsidRDefault="00FA12FA" w:rsidP="005A28AF">
            <w:pPr>
              <w:ind w:left="-108" w:right="-108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Погашение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FA12FA" w:rsidRPr="0083370F" w:rsidRDefault="00FA12FA" w:rsidP="005A28AF">
            <w:pPr>
              <w:ind w:left="-108" w:right="-108"/>
              <w:jc w:val="center"/>
              <w:rPr>
                <w:sz w:val="28"/>
              </w:rPr>
            </w:pPr>
          </w:p>
        </w:tc>
      </w:tr>
      <w:tr w:rsidR="00FA12FA" w:rsidRPr="0083370F" w:rsidTr="008158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093" w:type="dxa"/>
            <w:gridSpan w:val="4"/>
          </w:tcPr>
          <w:p w:rsidR="00FA12FA" w:rsidRPr="0083370F" w:rsidRDefault="00FA12FA" w:rsidP="007C387F">
            <w:pPr>
              <w:spacing w:line="276" w:lineRule="auto"/>
              <w:rPr>
                <w:sz w:val="28"/>
              </w:rPr>
            </w:pPr>
            <w:r w:rsidRPr="0083370F">
              <w:rPr>
                <w:sz w:val="28"/>
              </w:rPr>
              <w:t xml:space="preserve">Кредиты кредитных организаций в валюте </w:t>
            </w:r>
          </w:p>
          <w:p w:rsidR="00FA12FA" w:rsidRPr="0083370F" w:rsidRDefault="00FA12FA" w:rsidP="007C387F">
            <w:pPr>
              <w:spacing w:line="276" w:lineRule="auto"/>
              <w:rPr>
                <w:sz w:val="28"/>
              </w:rPr>
            </w:pPr>
            <w:r w:rsidRPr="0083370F">
              <w:rPr>
                <w:sz w:val="28"/>
              </w:rPr>
              <w:t>Российской Федерации</w:t>
            </w:r>
          </w:p>
        </w:tc>
        <w:tc>
          <w:tcPr>
            <w:tcW w:w="1984" w:type="dxa"/>
            <w:gridSpan w:val="3"/>
            <w:vAlign w:val="bottom"/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3890673,9</w:t>
            </w:r>
          </w:p>
        </w:tc>
        <w:tc>
          <w:tcPr>
            <w:tcW w:w="1843" w:type="dxa"/>
            <w:gridSpan w:val="3"/>
            <w:vAlign w:val="bottom"/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3250000,0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</w:p>
        </w:tc>
      </w:tr>
      <w:tr w:rsidR="00FA12FA" w:rsidRPr="0083370F" w:rsidTr="008158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6093" w:type="dxa"/>
            <w:gridSpan w:val="4"/>
          </w:tcPr>
          <w:p w:rsidR="00FA12FA" w:rsidRPr="0083370F" w:rsidRDefault="00FA12FA" w:rsidP="007C387F">
            <w:pPr>
              <w:spacing w:line="276" w:lineRule="auto"/>
              <w:rPr>
                <w:sz w:val="28"/>
              </w:rPr>
            </w:pPr>
            <w:r w:rsidRPr="0083370F">
              <w:rPr>
                <w:sz w:val="28"/>
              </w:rPr>
              <w:t xml:space="preserve">Бюджетные кредиты от других бюджетов </w:t>
            </w:r>
            <w:r>
              <w:rPr>
                <w:sz w:val="28"/>
              </w:rPr>
              <w:br/>
            </w:r>
            <w:r w:rsidRPr="0083370F">
              <w:rPr>
                <w:sz w:val="28"/>
              </w:rPr>
              <w:t>бюджетной системы Российской Федерации</w:t>
            </w:r>
          </w:p>
        </w:tc>
        <w:tc>
          <w:tcPr>
            <w:tcW w:w="1984" w:type="dxa"/>
            <w:gridSpan w:val="3"/>
            <w:vAlign w:val="bottom"/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  <w:r w:rsidRPr="0083370F">
              <w:rPr>
                <w:sz w:val="28"/>
              </w:rPr>
              <w:t>0,0</w:t>
            </w:r>
          </w:p>
        </w:tc>
        <w:tc>
          <w:tcPr>
            <w:tcW w:w="1843" w:type="dxa"/>
            <w:gridSpan w:val="3"/>
            <w:vAlign w:val="bottom"/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2366830,0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</w:p>
        </w:tc>
      </w:tr>
      <w:tr w:rsidR="00FA12FA" w:rsidRPr="00E14225" w:rsidTr="008158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33"/>
        </w:trPr>
        <w:tc>
          <w:tcPr>
            <w:tcW w:w="6093" w:type="dxa"/>
            <w:gridSpan w:val="4"/>
            <w:vAlign w:val="center"/>
          </w:tcPr>
          <w:p w:rsidR="00FA12FA" w:rsidRPr="0083370F" w:rsidRDefault="00FA12FA" w:rsidP="007C387F">
            <w:pPr>
              <w:spacing w:line="276" w:lineRule="auto"/>
              <w:rPr>
                <w:sz w:val="28"/>
              </w:rPr>
            </w:pPr>
            <w:r w:rsidRPr="0083370F">
              <w:rPr>
                <w:sz w:val="28"/>
              </w:rPr>
              <w:t>ИТОГО</w:t>
            </w:r>
          </w:p>
        </w:tc>
        <w:tc>
          <w:tcPr>
            <w:tcW w:w="1984" w:type="dxa"/>
            <w:gridSpan w:val="3"/>
            <w:vAlign w:val="center"/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3890673,9</w:t>
            </w:r>
          </w:p>
        </w:tc>
        <w:tc>
          <w:tcPr>
            <w:tcW w:w="1843" w:type="dxa"/>
            <w:gridSpan w:val="3"/>
            <w:vAlign w:val="center"/>
          </w:tcPr>
          <w:p w:rsidR="00FA12FA" w:rsidRPr="0083370F" w:rsidRDefault="00FA12FA" w:rsidP="007C387F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5616830,0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FA12FA" w:rsidRPr="0083370F" w:rsidRDefault="00FA12FA" w:rsidP="007C387F">
            <w:pPr>
              <w:spacing w:line="276" w:lineRule="auto"/>
              <w:ind w:left="57"/>
              <w:rPr>
                <w:sz w:val="28"/>
              </w:rPr>
            </w:pPr>
            <w:r>
              <w:rPr>
                <w:sz w:val="28"/>
              </w:rPr>
              <w:t>».</w:t>
            </w:r>
          </w:p>
        </w:tc>
      </w:tr>
    </w:tbl>
    <w:p w:rsidR="00FA12FA" w:rsidRDefault="00FA12FA" w:rsidP="00E33ABF">
      <w:pPr>
        <w:pStyle w:val="BodyText"/>
        <w:ind w:firstLine="720"/>
        <w:rPr>
          <w:szCs w:val="28"/>
          <w:highlight w:val="green"/>
        </w:rPr>
      </w:pPr>
    </w:p>
    <w:p w:rsidR="00FA12FA" w:rsidRPr="007C387F" w:rsidRDefault="00FA12FA" w:rsidP="00E33ABF">
      <w:pPr>
        <w:pStyle w:val="BodyText"/>
        <w:ind w:firstLine="720"/>
        <w:rPr>
          <w:szCs w:val="28"/>
          <w:highlight w:val="green"/>
        </w:rPr>
      </w:pPr>
    </w:p>
    <w:p w:rsidR="00FA12FA" w:rsidRPr="00961D48" w:rsidRDefault="00FA12FA" w:rsidP="00E33ABF">
      <w:pPr>
        <w:pStyle w:val="BodyText"/>
        <w:ind w:firstLine="720"/>
        <w:rPr>
          <w:szCs w:val="28"/>
          <w:highlight w:val="green"/>
        </w:rPr>
      </w:pPr>
    </w:p>
    <w:p w:rsidR="00FA12FA" w:rsidRPr="0058427D" w:rsidRDefault="00FA12FA" w:rsidP="00E14975">
      <w:pPr>
        <w:pStyle w:val="Heading1"/>
        <w:spacing w:line="360" w:lineRule="auto"/>
        <w:rPr>
          <w:b/>
        </w:rPr>
      </w:pPr>
      <w:r w:rsidRPr="00B526D7">
        <w:rPr>
          <w:b/>
        </w:rPr>
        <w:t>Губернатор Ульяновской области                                                        С.И.Морозов</w:t>
      </w:r>
    </w:p>
    <w:p w:rsidR="00FA12FA" w:rsidRPr="0024332C" w:rsidRDefault="00FA12FA" w:rsidP="00A41D7B">
      <w:pPr>
        <w:pStyle w:val="Heading1"/>
        <w:tabs>
          <w:tab w:val="right" w:pos="8647"/>
        </w:tabs>
        <w:rPr>
          <w:szCs w:val="28"/>
        </w:rPr>
      </w:pPr>
    </w:p>
    <w:p w:rsidR="00FA12FA" w:rsidRDefault="00FA12FA" w:rsidP="00A41D7B">
      <w:pPr>
        <w:rPr>
          <w:sz w:val="28"/>
          <w:szCs w:val="28"/>
        </w:rPr>
      </w:pPr>
    </w:p>
    <w:p w:rsidR="00FA12FA" w:rsidRPr="0024332C" w:rsidRDefault="00FA12FA" w:rsidP="00A41D7B">
      <w:pPr>
        <w:rPr>
          <w:sz w:val="28"/>
          <w:szCs w:val="28"/>
        </w:rPr>
      </w:pPr>
    </w:p>
    <w:p w:rsidR="00FA12FA" w:rsidRPr="0058427D" w:rsidRDefault="00FA12FA" w:rsidP="007E0A34">
      <w:pPr>
        <w:spacing w:line="288" w:lineRule="auto"/>
        <w:jc w:val="center"/>
        <w:rPr>
          <w:sz w:val="28"/>
        </w:rPr>
      </w:pPr>
      <w:r w:rsidRPr="0058427D">
        <w:rPr>
          <w:sz w:val="28"/>
        </w:rPr>
        <w:t>г. Ульяновск</w:t>
      </w:r>
    </w:p>
    <w:p w:rsidR="00FA12FA" w:rsidRPr="0058427D" w:rsidRDefault="00FA12FA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24</w:t>
      </w:r>
      <w:r w:rsidRPr="0058427D">
        <w:rPr>
          <w:sz w:val="28"/>
        </w:rPr>
        <w:t xml:space="preserve"> </w:t>
      </w:r>
      <w:r>
        <w:rPr>
          <w:sz w:val="28"/>
        </w:rPr>
        <w:t>апреля</w:t>
      </w:r>
      <w:r w:rsidRPr="0058427D">
        <w:rPr>
          <w:sz w:val="28"/>
        </w:rPr>
        <w:t xml:space="preserve"> 201</w:t>
      </w:r>
      <w:r>
        <w:rPr>
          <w:sz w:val="28"/>
        </w:rPr>
        <w:t>5</w:t>
      </w:r>
      <w:r w:rsidRPr="0058427D">
        <w:rPr>
          <w:sz w:val="28"/>
        </w:rPr>
        <w:t xml:space="preserve"> г.</w:t>
      </w:r>
    </w:p>
    <w:p w:rsidR="00FA12FA" w:rsidRDefault="00FA12FA" w:rsidP="005011F0">
      <w:pPr>
        <w:spacing w:line="288" w:lineRule="auto"/>
        <w:jc w:val="center"/>
      </w:pPr>
      <w:r w:rsidRPr="0058427D">
        <w:rPr>
          <w:sz w:val="28"/>
        </w:rPr>
        <w:t xml:space="preserve">№ </w:t>
      </w:r>
      <w:r>
        <w:rPr>
          <w:sz w:val="28"/>
        </w:rPr>
        <w:t>37</w:t>
      </w:r>
      <w:r w:rsidRPr="0058427D">
        <w:rPr>
          <w:sz w:val="28"/>
        </w:rPr>
        <w:t>-ЗО</w:t>
      </w:r>
      <w:r w:rsidRPr="00B42C55">
        <w:tab/>
      </w:r>
    </w:p>
    <w:sectPr w:rsidR="00FA12FA" w:rsidSect="00695EBA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2FA" w:rsidRDefault="00FA12FA">
      <w:r>
        <w:separator/>
      </w:r>
    </w:p>
  </w:endnote>
  <w:endnote w:type="continuationSeparator" w:id="0">
    <w:p w:rsidR="00FA12FA" w:rsidRDefault="00FA1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FA" w:rsidRPr="00695EBA" w:rsidRDefault="00FA12FA" w:rsidP="00695EBA">
    <w:pPr>
      <w:pStyle w:val="Footer"/>
      <w:jc w:val="right"/>
      <w:rPr>
        <w:sz w:val="16"/>
        <w:szCs w:val="16"/>
        <w:lang/>
      </w:rPr>
    </w:pPr>
    <w:r w:rsidRPr="00695EBA">
      <w:rPr>
        <w:sz w:val="16"/>
        <w:szCs w:val="16"/>
        <w:lang/>
      </w:rPr>
      <w:t>2004чл1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2FA" w:rsidRDefault="00FA12FA">
      <w:r>
        <w:separator/>
      </w:r>
    </w:p>
  </w:footnote>
  <w:footnote w:type="continuationSeparator" w:id="0">
    <w:p w:rsidR="00FA12FA" w:rsidRDefault="00FA12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FA" w:rsidRDefault="00FA12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A12FA" w:rsidRDefault="00FA12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FA" w:rsidRPr="00FF095B" w:rsidRDefault="00FA12FA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498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AC7"/>
    <w:rsid w:val="00001EC0"/>
    <w:rsid w:val="00002224"/>
    <w:rsid w:val="000022AB"/>
    <w:rsid w:val="0000250B"/>
    <w:rsid w:val="00002524"/>
    <w:rsid w:val="00002539"/>
    <w:rsid w:val="0000291A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B62"/>
    <w:rsid w:val="00006C01"/>
    <w:rsid w:val="00006ECD"/>
    <w:rsid w:val="00007144"/>
    <w:rsid w:val="00007754"/>
    <w:rsid w:val="000079B1"/>
    <w:rsid w:val="000079C5"/>
    <w:rsid w:val="00007CA1"/>
    <w:rsid w:val="000101CA"/>
    <w:rsid w:val="0001033F"/>
    <w:rsid w:val="00010479"/>
    <w:rsid w:val="000105B4"/>
    <w:rsid w:val="00010B9E"/>
    <w:rsid w:val="00010FA8"/>
    <w:rsid w:val="000110C3"/>
    <w:rsid w:val="000112E2"/>
    <w:rsid w:val="00011360"/>
    <w:rsid w:val="0001170E"/>
    <w:rsid w:val="00011735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5A12"/>
    <w:rsid w:val="00025E15"/>
    <w:rsid w:val="00026065"/>
    <w:rsid w:val="00026548"/>
    <w:rsid w:val="0002664B"/>
    <w:rsid w:val="00026C2F"/>
    <w:rsid w:val="00026EAA"/>
    <w:rsid w:val="00027284"/>
    <w:rsid w:val="000278F1"/>
    <w:rsid w:val="00027C06"/>
    <w:rsid w:val="00027D31"/>
    <w:rsid w:val="00027D8C"/>
    <w:rsid w:val="00030544"/>
    <w:rsid w:val="000305A5"/>
    <w:rsid w:val="000306C6"/>
    <w:rsid w:val="00030B57"/>
    <w:rsid w:val="00030BCC"/>
    <w:rsid w:val="00031452"/>
    <w:rsid w:val="000314C2"/>
    <w:rsid w:val="00031809"/>
    <w:rsid w:val="00031BB1"/>
    <w:rsid w:val="00031DE3"/>
    <w:rsid w:val="00031F38"/>
    <w:rsid w:val="000321A2"/>
    <w:rsid w:val="000322BA"/>
    <w:rsid w:val="000324D8"/>
    <w:rsid w:val="000328D8"/>
    <w:rsid w:val="00032A5F"/>
    <w:rsid w:val="00032AFC"/>
    <w:rsid w:val="00032B27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7A6"/>
    <w:rsid w:val="000358CE"/>
    <w:rsid w:val="0003599A"/>
    <w:rsid w:val="000359A4"/>
    <w:rsid w:val="00035D1D"/>
    <w:rsid w:val="0003608A"/>
    <w:rsid w:val="00036388"/>
    <w:rsid w:val="000365FB"/>
    <w:rsid w:val="000368BD"/>
    <w:rsid w:val="000369AD"/>
    <w:rsid w:val="00036C64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B76"/>
    <w:rsid w:val="00041CFA"/>
    <w:rsid w:val="00041D58"/>
    <w:rsid w:val="00041E61"/>
    <w:rsid w:val="00041E7B"/>
    <w:rsid w:val="00041EDE"/>
    <w:rsid w:val="00041F77"/>
    <w:rsid w:val="000425B0"/>
    <w:rsid w:val="00042CC1"/>
    <w:rsid w:val="00042E5A"/>
    <w:rsid w:val="000430E4"/>
    <w:rsid w:val="0004398B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745"/>
    <w:rsid w:val="00051DA2"/>
    <w:rsid w:val="00051EF3"/>
    <w:rsid w:val="00052206"/>
    <w:rsid w:val="000524D4"/>
    <w:rsid w:val="00052587"/>
    <w:rsid w:val="000525EE"/>
    <w:rsid w:val="00052B60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D41"/>
    <w:rsid w:val="00054D8A"/>
    <w:rsid w:val="00054E2C"/>
    <w:rsid w:val="00054F1C"/>
    <w:rsid w:val="0005514C"/>
    <w:rsid w:val="0005530F"/>
    <w:rsid w:val="00055377"/>
    <w:rsid w:val="0005595A"/>
    <w:rsid w:val="00055A06"/>
    <w:rsid w:val="00055EC2"/>
    <w:rsid w:val="00056013"/>
    <w:rsid w:val="000564B8"/>
    <w:rsid w:val="000564FD"/>
    <w:rsid w:val="00056570"/>
    <w:rsid w:val="00056AE5"/>
    <w:rsid w:val="00056CB3"/>
    <w:rsid w:val="00056FA6"/>
    <w:rsid w:val="000574C0"/>
    <w:rsid w:val="000575EE"/>
    <w:rsid w:val="000579B1"/>
    <w:rsid w:val="00057BE8"/>
    <w:rsid w:val="00057C29"/>
    <w:rsid w:val="000600F5"/>
    <w:rsid w:val="000602BA"/>
    <w:rsid w:val="0006042C"/>
    <w:rsid w:val="00060516"/>
    <w:rsid w:val="00060FCE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FC6"/>
    <w:rsid w:val="00062193"/>
    <w:rsid w:val="00062789"/>
    <w:rsid w:val="00062A74"/>
    <w:rsid w:val="00062DD2"/>
    <w:rsid w:val="000630BA"/>
    <w:rsid w:val="000633D5"/>
    <w:rsid w:val="00063479"/>
    <w:rsid w:val="000635C2"/>
    <w:rsid w:val="0006420B"/>
    <w:rsid w:val="0006449B"/>
    <w:rsid w:val="00064543"/>
    <w:rsid w:val="00064E57"/>
    <w:rsid w:val="00064EC7"/>
    <w:rsid w:val="00064F75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BB8"/>
    <w:rsid w:val="00070E21"/>
    <w:rsid w:val="000710DD"/>
    <w:rsid w:val="000717B5"/>
    <w:rsid w:val="00071C85"/>
    <w:rsid w:val="00071E74"/>
    <w:rsid w:val="0007234A"/>
    <w:rsid w:val="000724EE"/>
    <w:rsid w:val="0007297E"/>
    <w:rsid w:val="00072E5F"/>
    <w:rsid w:val="00073135"/>
    <w:rsid w:val="000732CF"/>
    <w:rsid w:val="00073502"/>
    <w:rsid w:val="00073F20"/>
    <w:rsid w:val="00073FC4"/>
    <w:rsid w:val="00073FED"/>
    <w:rsid w:val="000741BD"/>
    <w:rsid w:val="00074230"/>
    <w:rsid w:val="000742ED"/>
    <w:rsid w:val="000744C7"/>
    <w:rsid w:val="00074524"/>
    <w:rsid w:val="00074726"/>
    <w:rsid w:val="00074C91"/>
    <w:rsid w:val="00074E01"/>
    <w:rsid w:val="00075A4C"/>
    <w:rsid w:val="0007620E"/>
    <w:rsid w:val="00076ACC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00"/>
    <w:rsid w:val="00083F76"/>
    <w:rsid w:val="00084255"/>
    <w:rsid w:val="00084897"/>
    <w:rsid w:val="00084A2F"/>
    <w:rsid w:val="00084B34"/>
    <w:rsid w:val="00084FD8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247"/>
    <w:rsid w:val="0008765D"/>
    <w:rsid w:val="000877A8"/>
    <w:rsid w:val="000877E8"/>
    <w:rsid w:val="00087A2C"/>
    <w:rsid w:val="00087D0F"/>
    <w:rsid w:val="0009000C"/>
    <w:rsid w:val="00090095"/>
    <w:rsid w:val="0009017D"/>
    <w:rsid w:val="00090211"/>
    <w:rsid w:val="0009099B"/>
    <w:rsid w:val="00090B6D"/>
    <w:rsid w:val="00090B8A"/>
    <w:rsid w:val="00091126"/>
    <w:rsid w:val="0009122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DF"/>
    <w:rsid w:val="00095E26"/>
    <w:rsid w:val="00096156"/>
    <w:rsid w:val="0009621C"/>
    <w:rsid w:val="000962D8"/>
    <w:rsid w:val="00096411"/>
    <w:rsid w:val="000964CD"/>
    <w:rsid w:val="00096501"/>
    <w:rsid w:val="00096657"/>
    <w:rsid w:val="00096789"/>
    <w:rsid w:val="0009688D"/>
    <w:rsid w:val="00096CA8"/>
    <w:rsid w:val="000972C6"/>
    <w:rsid w:val="000973EE"/>
    <w:rsid w:val="000977E6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B5C"/>
    <w:rsid w:val="000A2CEF"/>
    <w:rsid w:val="000A316A"/>
    <w:rsid w:val="000A358B"/>
    <w:rsid w:val="000A3F78"/>
    <w:rsid w:val="000A43AE"/>
    <w:rsid w:val="000A445E"/>
    <w:rsid w:val="000A4474"/>
    <w:rsid w:val="000A5322"/>
    <w:rsid w:val="000A5BC2"/>
    <w:rsid w:val="000A6001"/>
    <w:rsid w:val="000A6581"/>
    <w:rsid w:val="000A68CC"/>
    <w:rsid w:val="000A7130"/>
    <w:rsid w:val="000A72DF"/>
    <w:rsid w:val="000A7405"/>
    <w:rsid w:val="000A7CCE"/>
    <w:rsid w:val="000A7DEB"/>
    <w:rsid w:val="000B019A"/>
    <w:rsid w:val="000B07B7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F3"/>
    <w:rsid w:val="000B30FB"/>
    <w:rsid w:val="000B341F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896"/>
    <w:rsid w:val="000B6BBD"/>
    <w:rsid w:val="000B6DCE"/>
    <w:rsid w:val="000B6F34"/>
    <w:rsid w:val="000B7E3B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51B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217B"/>
    <w:rsid w:val="000D2531"/>
    <w:rsid w:val="000D2A6E"/>
    <w:rsid w:val="000D2B92"/>
    <w:rsid w:val="000D3424"/>
    <w:rsid w:val="000D350D"/>
    <w:rsid w:val="000D36E7"/>
    <w:rsid w:val="000D3707"/>
    <w:rsid w:val="000D39DD"/>
    <w:rsid w:val="000D3CD1"/>
    <w:rsid w:val="000D3D97"/>
    <w:rsid w:val="000D4129"/>
    <w:rsid w:val="000D4459"/>
    <w:rsid w:val="000D4938"/>
    <w:rsid w:val="000D4C1A"/>
    <w:rsid w:val="000D4DF2"/>
    <w:rsid w:val="000D5A7C"/>
    <w:rsid w:val="000D5CF5"/>
    <w:rsid w:val="000D5D41"/>
    <w:rsid w:val="000D5FC9"/>
    <w:rsid w:val="000D6327"/>
    <w:rsid w:val="000D641E"/>
    <w:rsid w:val="000D665F"/>
    <w:rsid w:val="000D68C3"/>
    <w:rsid w:val="000D698B"/>
    <w:rsid w:val="000D6A76"/>
    <w:rsid w:val="000D722E"/>
    <w:rsid w:val="000D7367"/>
    <w:rsid w:val="000D744B"/>
    <w:rsid w:val="000D755F"/>
    <w:rsid w:val="000E0402"/>
    <w:rsid w:val="000E0A06"/>
    <w:rsid w:val="000E1446"/>
    <w:rsid w:val="000E1461"/>
    <w:rsid w:val="000E15F5"/>
    <w:rsid w:val="000E180E"/>
    <w:rsid w:val="000E1927"/>
    <w:rsid w:val="000E2504"/>
    <w:rsid w:val="000E2B39"/>
    <w:rsid w:val="000E2CC8"/>
    <w:rsid w:val="000E30E9"/>
    <w:rsid w:val="000E30F1"/>
    <w:rsid w:val="000E3466"/>
    <w:rsid w:val="000E39F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BEB"/>
    <w:rsid w:val="000E62B2"/>
    <w:rsid w:val="000E642E"/>
    <w:rsid w:val="000E6B83"/>
    <w:rsid w:val="000E6E3E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090D"/>
    <w:rsid w:val="000F1397"/>
    <w:rsid w:val="000F2635"/>
    <w:rsid w:val="000F27D3"/>
    <w:rsid w:val="000F2B0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73D"/>
    <w:rsid w:val="000F57B5"/>
    <w:rsid w:val="000F589B"/>
    <w:rsid w:val="000F58EA"/>
    <w:rsid w:val="000F595B"/>
    <w:rsid w:val="000F5F4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F13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B80"/>
    <w:rsid w:val="00104C36"/>
    <w:rsid w:val="00104D2D"/>
    <w:rsid w:val="00104D55"/>
    <w:rsid w:val="00104D6A"/>
    <w:rsid w:val="00105163"/>
    <w:rsid w:val="0010572F"/>
    <w:rsid w:val="00105A50"/>
    <w:rsid w:val="001061E3"/>
    <w:rsid w:val="00106634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66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8E2"/>
    <w:rsid w:val="00122BB3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4F8B"/>
    <w:rsid w:val="001251BF"/>
    <w:rsid w:val="00125398"/>
    <w:rsid w:val="00125DAE"/>
    <w:rsid w:val="00125F91"/>
    <w:rsid w:val="001262BE"/>
    <w:rsid w:val="00126468"/>
    <w:rsid w:val="0012663B"/>
    <w:rsid w:val="0012688A"/>
    <w:rsid w:val="00126BD0"/>
    <w:rsid w:val="001270DC"/>
    <w:rsid w:val="001271DA"/>
    <w:rsid w:val="00127E2E"/>
    <w:rsid w:val="00127FFA"/>
    <w:rsid w:val="0013051B"/>
    <w:rsid w:val="001306E2"/>
    <w:rsid w:val="001310AE"/>
    <w:rsid w:val="0013142A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35C"/>
    <w:rsid w:val="0013579B"/>
    <w:rsid w:val="00135868"/>
    <w:rsid w:val="00135C00"/>
    <w:rsid w:val="0013615B"/>
    <w:rsid w:val="00136880"/>
    <w:rsid w:val="00136A25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4E8"/>
    <w:rsid w:val="00142600"/>
    <w:rsid w:val="001428A6"/>
    <w:rsid w:val="00142C29"/>
    <w:rsid w:val="00142CCB"/>
    <w:rsid w:val="00142F28"/>
    <w:rsid w:val="00142F9A"/>
    <w:rsid w:val="001435BE"/>
    <w:rsid w:val="0014363C"/>
    <w:rsid w:val="00143CF0"/>
    <w:rsid w:val="00143D29"/>
    <w:rsid w:val="001441A2"/>
    <w:rsid w:val="001441C1"/>
    <w:rsid w:val="00144837"/>
    <w:rsid w:val="001448F0"/>
    <w:rsid w:val="00144D44"/>
    <w:rsid w:val="00145184"/>
    <w:rsid w:val="00145420"/>
    <w:rsid w:val="001456D0"/>
    <w:rsid w:val="00145C1A"/>
    <w:rsid w:val="00146A73"/>
    <w:rsid w:val="00146BD2"/>
    <w:rsid w:val="0014722D"/>
    <w:rsid w:val="001501D6"/>
    <w:rsid w:val="00150403"/>
    <w:rsid w:val="00150778"/>
    <w:rsid w:val="00150798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B46"/>
    <w:rsid w:val="0015316D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825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1FD6"/>
    <w:rsid w:val="00162006"/>
    <w:rsid w:val="00162096"/>
    <w:rsid w:val="00162541"/>
    <w:rsid w:val="001626EC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FA6"/>
    <w:rsid w:val="001660DE"/>
    <w:rsid w:val="00166327"/>
    <w:rsid w:val="00166A3C"/>
    <w:rsid w:val="00167638"/>
    <w:rsid w:val="0017008F"/>
    <w:rsid w:val="001701C9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698"/>
    <w:rsid w:val="00173CA9"/>
    <w:rsid w:val="00173F7E"/>
    <w:rsid w:val="0017401C"/>
    <w:rsid w:val="00174162"/>
    <w:rsid w:val="001741F0"/>
    <w:rsid w:val="0017472C"/>
    <w:rsid w:val="00174A09"/>
    <w:rsid w:val="00174B6D"/>
    <w:rsid w:val="00174CE5"/>
    <w:rsid w:val="001756BC"/>
    <w:rsid w:val="001756D6"/>
    <w:rsid w:val="00175B41"/>
    <w:rsid w:val="00175CB5"/>
    <w:rsid w:val="00175E87"/>
    <w:rsid w:val="00176655"/>
    <w:rsid w:val="00176742"/>
    <w:rsid w:val="0017776B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4B"/>
    <w:rsid w:val="00182187"/>
    <w:rsid w:val="001826DE"/>
    <w:rsid w:val="0018277E"/>
    <w:rsid w:val="00182BE9"/>
    <w:rsid w:val="00182C42"/>
    <w:rsid w:val="00182FBE"/>
    <w:rsid w:val="001832F7"/>
    <w:rsid w:val="0018332B"/>
    <w:rsid w:val="00183571"/>
    <w:rsid w:val="00183640"/>
    <w:rsid w:val="0018379B"/>
    <w:rsid w:val="001837DC"/>
    <w:rsid w:val="0018408E"/>
    <w:rsid w:val="001842E1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170"/>
    <w:rsid w:val="00190433"/>
    <w:rsid w:val="00190482"/>
    <w:rsid w:val="00190B88"/>
    <w:rsid w:val="00190E9C"/>
    <w:rsid w:val="00191173"/>
    <w:rsid w:val="00191427"/>
    <w:rsid w:val="001916DB"/>
    <w:rsid w:val="00191E87"/>
    <w:rsid w:val="001923A7"/>
    <w:rsid w:val="00192615"/>
    <w:rsid w:val="00192955"/>
    <w:rsid w:val="00192C9C"/>
    <w:rsid w:val="00192DC9"/>
    <w:rsid w:val="0019308D"/>
    <w:rsid w:val="0019320C"/>
    <w:rsid w:val="00193372"/>
    <w:rsid w:val="0019391C"/>
    <w:rsid w:val="00193C10"/>
    <w:rsid w:val="001944FE"/>
    <w:rsid w:val="00194615"/>
    <w:rsid w:val="001948A5"/>
    <w:rsid w:val="001949DD"/>
    <w:rsid w:val="00194C00"/>
    <w:rsid w:val="001952C5"/>
    <w:rsid w:val="00195421"/>
    <w:rsid w:val="00195806"/>
    <w:rsid w:val="00195D30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18CF"/>
    <w:rsid w:val="001A1986"/>
    <w:rsid w:val="001A1A57"/>
    <w:rsid w:val="001A21AB"/>
    <w:rsid w:val="001A276A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9A"/>
    <w:rsid w:val="001A42EC"/>
    <w:rsid w:val="001A4479"/>
    <w:rsid w:val="001A4657"/>
    <w:rsid w:val="001A4906"/>
    <w:rsid w:val="001A4D1F"/>
    <w:rsid w:val="001A4D67"/>
    <w:rsid w:val="001A4DBD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3FD"/>
    <w:rsid w:val="001A779A"/>
    <w:rsid w:val="001B016E"/>
    <w:rsid w:val="001B0A83"/>
    <w:rsid w:val="001B0D18"/>
    <w:rsid w:val="001B0DEE"/>
    <w:rsid w:val="001B0FD9"/>
    <w:rsid w:val="001B13A2"/>
    <w:rsid w:val="001B14AD"/>
    <w:rsid w:val="001B1AFD"/>
    <w:rsid w:val="001B1E6D"/>
    <w:rsid w:val="001B276F"/>
    <w:rsid w:val="001B295D"/>
    <w:rsid w:val="001B299D"/>
    <w:rsid w:val="001B2BDE"/>
    <w:rsid w:val="001B2CC4"/>
    <w:rsid w:val="001B2D4F"/>
    <w:rsid w:val="001B3159"/>
    <w:rsid w:val="001B33D6"/>
    <w:rsid w:val="001B372E"/>
    <w:rsid w:val="001B3D20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869"/>
    <w:rsid w:val="001B7C16"/>
    <w:rsid w:val="001B7D2A"/>
    <w:rsid w:val="001B7E72"/>
    <w:rsid w:val="001B7EDC"/>
    <w:rsid w:val="001C0607"/>
    <w:rsid w:val="001C060E"/>
    <w:rsid w:val="001C080C"/>
    <w:rsid w:val="001C0AB1"/>
    <w:rsid w:val="001C108F"/>
    <w:rsid w:val="001C10A5"/>
    <w:rsid w:val="001C1154"/>
    <w:rsid w:val="001C1311"/>
    <w:rsid w:val="001C1441"/>
    <w:rsid w:val="001C1802"/>
    <w:rsid w:val="001C1EAD"/>
    <w:rsid w:val="001C238F"/>
    <w:rsid w:val="001C2451"/>
    <w:rsid w:val="001C2531"/>
    <w:rsid w:val="001C25DA"/>
    <w:rsid w:val="001C27EB"/>
    <w:rsid w:val="001C291F"/>
    <w:rsid w:val="001C2C46"/>
    <w:rsid w:val="001C3007"/>
    <w:rsid w:val="001C30A5"/>
    <w:rsid w:val="001C3643"/>
    <w:rsid w:val="001C3932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3FB"/>
    <w:rsid w:val="001C57C6"/>
    <w:rsid w:val="001C65CF"/>
    <w:rsid w:val="001C6D10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983"/>
    <w:rsid w:val="001D0A61"/>
    <w:rsid w:val="001D1137"/>
    <w:rsid w:val="001D13CF"/>
    <w:rsid w:val="001D1A93"/>
    <w:rsid w:val="001D1B76"/>
    <w:rsid w:val="001D1E8F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66C"/>
    <w:rsid w:val="001D5701"/>
    <w:rsid w:val="001D58B9"/>
    <w:rsid w:val="001D5DDA"/>
    <w:rsid w:val="001D60BB"/>
    <w:rsid w:val="001D6196"/>
    <w:rsid w:val="001D61EA"/>
    <w:rsid w:val="001D6211"/>
    <w:rsid w:val="001D62A6"/>
    <w:rsid w:val="001D6611"/>
    <w:rsid w:val="001D6944"/>
    <w:rsid w:val="001D6A18"/>
    <w:rsid w:val="001D6C40"/>
    <w:rsid w:val="001D6CA2"/>
    <w:rsid w:val="001D6E77"/>
    <w:rsid w:val="001D7791"/>
    <w:rsid w:val="001D79D1"/>
    <w:rsid w:val="001D7CEA"/>
    <w:rsid w:val="001E002E"/>
    <w:rsid w:val="001E0251"/>
    <w:rsid w:val="001E064B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79"/>
    <w:rsid w:val="001E34AE"/>
    <w:rsid w:val="001E3894"/>
    <w:rsid w:val="001E3DC4"/>
    <w:rsid w:val="001E3E36"/>
    <w:rsid w:val="001E3ECA"/>
    <w:rsid w:val="001E409D"/>
    <w:rsid w:val="001E40B7"/>
    <w:rsid w:val="001E4111"/>
    <w:rsid w:val="001E441D"/>
    <w:rsid w:val="001E44B6"/>
    <w:rsid w:val="001E45A6"/>
    <w:rsid w:val="001E5522"/>
    <w:rsid w:val="001E5606"/>
    <w:rsid w:val="001E592A"/>
    <w:rsid w:val="001E5AD2"/>
    <w:rsid w:val="001E5B88"/>
    <w:rsid w:val="001E5BF7"/>
    <w:rsid w:val="001E6475"/>
    <w:rsid w:val="001E6565"/>
    <w:rsid w:val="001E69B5"/>
    <w:rsid w:val="001E6BE3"/>
    <w:rsid w:val="001E6F0E"/>
    <w:rsid w:val="001E6F98"/>
    <w:rsid w:val="001E7079"/>
    <w:rsid w:val="001E713E"/>
    <w:rsid w:val="001E7269"/>
    <w:rsid w:val="001E7289"/>
    <w:rsid w:val="001E751E"/>
    <w:rsid w:val="001E77D3"/>
    <w:rsid w:val="001E7A3B"/>
    <w:rsid w:val="001E7E43"/>
    <w:rsid w:val="001E7F43"/>
    <w:rsid w:val="001E7F78"/>
    <w:rsid w:val="001E7F96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DFE"/>
    <w:rsid w:val="001F1ED3"/>
    <w:rsid w:val="001F1EDD"/>
    <w:rsid w:val="001F21BB"/>
    <w:rsid w:val="001F24E5"/>
    <w:rsid w:val="001F2556"/>
    <w:rsid w:val="001F2797"/>
    <w:rsid w:val="001F279B"/>
    <w:rsid w:val="001F27C3"/>
    <w:rsid w:val="001F2BD6"/>
    <w:rsid w:val="001F2F3E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0862"/>
    <w:rsid w:val="002012E1"/>
    <w:rsid w:val="002014F2"/>
    <w:rsid w:val="00201D30"/>
    <w:rsid w:val="00201EAF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246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0E"/>
    <w:rsid w:val="00206733"/>
    <w:rsid w:val="00206A8E"/>
    <w:rsid w:val="00206C11"/>
    <w:rsid w:val="00206DC5"/>
    <w:rsid w:val="00206E01"/>
    <w:rsid w:val="00207464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D48"/>
    <w:rsid w:val="00213024"/>
    <w:rsid w:val="002130B8"/>
    <w:rsid w:val="0021364D"/>
    <w:rsid w:val="00213724"/>
    <w:rsid w:val="00213A57"/>
    <w:rsid w:val="00213D8C"/>
    <w:rsid w:val="00213DDE"/>
    <w:rsid w:val="00213E96"/>
    <w:rsid w:val="0021419F"/>
    <w:rsid w:val="002145E8"/>
    <w:rsid w:val="00214A58"/>
    <w:rsid w:val="00214D21"/>
    <w:rsid w:val="00214F9A"/>
    <w:rsid w:val="00215A21"/>
    <w:rsid w:val="00216529"/>
    <w:rsid w:val="002167EF"/>
    <w:rsid w:val="00216AA8"/>
    <w:rsid w:val="00216D7A"/>
    <w:rsid w:val="00217E04"/>
    <w:rsid w:val="00217F61"/>
    <w:rsid w:val="00217FDB"/>
    <w:rsid w:val="00220309"/>
    <w:rsid w:val="002204B0"/>
    <w:rsid w:val="002204C3"/>
    <w:rsid w:val="002205E5"/>
    <w:rsid w:val="00220F63"/>
    <w:rsid w:val="00220FF9"/>
    <w:rsid w:val="00221196"/>
    <w:rsid w:val="00221BEC"/>
    <w:rsid w:val="00222C39"/>
    <w:rsid w:val="00222EE8"/>
    <w:rsid w:val="00223755"/>
    <w:rsid w:val="00223D6B"/>
    <w:rsid w:val="0022428E"/>
    <w:rsid w:val="00224302"/>
    <w:rsid w:val="002249D9"/>
    <w:rsid w:val="00225077"/>
    <w:rsid w:val="002250A9"/>
    <w:rsid w:val="0022540B"/>
    <w:rsid w:val="00225678"/>
    <w:rsid w:val="00225A48"/>
    <w:rsid w:val="00225A6C"/>
    <w:rsid w:val="00225FFC"/>
    <w:rsid w:val="002266B3"/>
    <w:rsid w:val="00226C8D"/>
    <w:rsid w:val="00227324"/>
    <w:rsid w:val="002273DA"/>
    <w:rsid w:val="00227467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0C"/>
    <w:rsid w:val="00235DC7"/>
    <w:rsid w:val="00236528"/>
    <w:rsid w:val="0023699D"/>
    <w:rsid w:val="00237002"/>
    <w:rsid w:val="002372BB"/>
    <w:rsid w:val="0023752F"/>
    <w:rsid w:val="00237563"/>
    <w:rsid w:val="002376A2"/>
    <w:rsid w:val="0023778F"/>
    <w:rsid w:val="00237943"/>
    <w:rsid w:val="00237B0E"/>
    <w:rsid w:val="00237D17"/>
    <w:rsid w:val="00237F55"/>
    <w:rsid w:val="00237FF6"/>
    <w:rsid w:val="00240276"/>
    <w:rsid w:val="0024092A"/>
    <w:rsid w:val="00240BED"/>
    <w:rsid w:val="00240BF2"/>
    <w:rsid w:val="00240F29"/>
    <w:rsid w:val="002412B6"/>
    <w:rsid w:val="00241331"/>
    <w:rsid w:val="00241606"/>
    <w:rsid w:val="0024173E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32C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B"/>
    <w:rsid w:val="00245714"/>
    <w:rsid w:val="00245874"/>
    <w:rsid w:val="002458C5"/>
    <w:rsid w:val="0024590C"/>
    <w:rsid w:val="00245FDC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7AA"/>
    <w:rsid w:val="00247BA3"/>
    <w:rsid w:val="002500A7"/>
    <w:rsid w:val="0025033A"/>
    <w:rsid w:val="00250931"/>
    <w:rsid w:val="00250B3D"/>
    <w:rsid w:val="00250DC2"/>
    <w:rsid w:val="00250F5E"/>
    <w:rsid w:val="00251232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37"/>
    <w:rsid w:val="00253CEF"/>
    <w:rsid w:val="00253EB3"/>
    <w:rsid w:val="00253F90"/>
    <w:rsid w:val="002542C7"/>
    <w:rsid w:val="002543BE"/>
    <w:rsid w:val="002543DB"/>
    <w:rsid w:val="002548DE"/>
    <w:rsid w:val="002549FA"/>
    <w:rsid w:val="00254D60"/>
    <w:rsid w:val="00254E6E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81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CD5"/>
    <w:rsid w:val="00262D5A"/>
    <w:rsid w:val="00262DB9"/>
    <w:rsid w:val="00262E44"/>
    <w:rsid w:val="002639CA"/>
    <w:rsid w:val="00263C09"/>
    <w:rsid w:val="00263E1C"/>
    <w:rsid w:val="00263FC0"/>
    <w:rsid w:val="00263FFD"/>
    <w:rsid w:val="0026409E"/>
    <w:rsid w:val="002643E4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6FA2"/>
    <w:rsid w:val="0026759B"/>
    <w:rsid w:val="0026764B"/>
    <w:rsid w:val="00267989"/>
    <w:rsid w:val="00267A21"/>
    <w:rsid w:val="00267CF3"/>
    <w:rsid w:val="00267D59"/>
    <w:rsid w:val="00270084"/>
    <w:rsid w:val="0027008E"/>
    <w:rsid w:val="0027041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53C"/>
    <w:rsid w:val="00271610"/>
    <w:rsid w:val="00271C14"/>
    <w:rsid w:val="00271E5D"/>
    <w:rsid w:val="002721AE"/>
    <w:rsid w:val="00272450"/>
    <w:rsid w:val="0027264B"/>
    <w:rsid w:val="002726C7"/>
    <w:rsid w:val="00272B86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888"/>
    <w:rsid w:val="00274C21"/>
    <w:rsid w:val="00274D3E"/>
    <w:rsid w:val="0027501D"/>
    <w:rsid w:val="00275186"/>
    <w:rsid w:val="00275323"/>
    <w:rsid w:val="0027561F"/>
    <w:rsid w:val="00275644"/>
    <w:rsid w:val="0027574E"/>
    <w:rsid w:val="002757C4"/>
    <w:rsid w:val="00275CE0"/>
    <w:rsid w:val="00275EEC"/>
    <w:rsid w:val="0027643C"/>
    <w:rsid w:val="00276782"/>
    <w:rsid w:val="002767BB"/>
    <w:rsid w:val="0027707D"/>
    <w:rsid w:val="0027710B"/>
    <w:rsid w:val="00277730"/>
    <w:rsid w:val="002801AD"/>
    <w:rsid w:val="002801F4"/>
    <w:rsid w:val="0028047E"/>
    <w:rsid w:val="00280BAB"/>
    <w:rsid w:val="0028100A"/>
    <w:rsid w:val="002811C4"/>
    <w:rsid w:val="0028176E"/>
    <w:rsid w:val="00281926"/>
    <w:rsid w:val="00281F84"/>
    <w:rsid w:val="00282138"/>
    <w:rsid w:val="00282383"/>
    <w:rsid w:val="00282516"/>
    <w:rsid w:val="0028259F"/>
    <w:rsid w:val="002829C8"/>
    <w:rsid w:val="00283AA3"/>
    <w:rsid w:val="00283AEE"/>
    <w:rsid w:val="00283F77"/>
    <w:rsid w:val="00283FD7"/>
    <w:rsid w:val="0028404D"/>
    <w:rsid w:val="00284151"/>
    <w:rsid w:val="002842EE"/>
    <w:rsid w:val="002844E5"/>
    <w:rsid w:val="0028458F"/>
    <w:rsid w:val="00284B0A"/>
    <w:rsid w:val="00284E6D"/>
    <w:rsid w:val="002850BD"/>
    <w:rsid w:val="002856B2"/>
    <w:rsid w:val="00285CF5"/>
    <w:rsid w:val="002861E2"/>
    <w:rsid w:val="002865ED"/>
    <w:rsid w:val="00286F6A"/>
    <w:rsid w:val="00286FEB"/>
    <w:rsid w:val="00287069"/>
    <w:rsid w:val="002872E4"/>
    <w:rsid w:val="0028780E"/>
    <w:rsid w:val="0028782B"/>
    <w:rsid w:val="002878FD"/>
    <w:rsid w:val="00287B75"/>
    <w:rsid w:val="00287CED"/>
    <w:rsid w:val="002900C1"/>
    <w:rsid w:val="002909C6"/>
    <w:rsid w:val="00290DC9"/>
    <w:rsid w:val="002915E9"/>
    <w:rsid w:val="00291A20"/>
    <w:rsid w:val="00291BD3"/>
    <w:rsid w:val="0029223A"/>
    <w:rsid w:val="0029230A"/>
    <w:rsid w:val="00292974"/>
    <w:rsid w:val="00292D60"/>
    <w:rsid w:val="00292E1E"/>
    <w:rsid w:val="00293499"/>
    <w:rsid w:val="002934BC"/>
    <w:rsid w:val="0029375F"/>
    <w:rsid w:val="00293856"/>
    <w:rsid w:val="00293CB2"/>
    <w:rsid w:val="00293F6F"/>
    <w:rsid w:val="002942DC"/>
    <w:rsid w:val="00294440"/>
    <w:rsid w:val="0029488D"/>
    <w:rsid w:val="002948E9"/>
    <w:rsid w:val="002952BB"/>
    <w:rsid w:val="00295B97"/>
    <w:rsid w:val="00296226"/>
    <w:rsid w:val="00296415"/>
    <w:rsid w:val="002965AA"/>
    <w:rsid w:val="002968E9"/>
    <w:rsid w:val="002969D7"/>
    <w:rsid w:val="00296E6C"/>
    <w:rsid w:val="00297551"/>
    <w:rsid w:val="0029759B"/>
    <w:rsid w:val="00297B4B"/>
    <w:rsid w:val="00297C09"/>
    <w:rsid w:val="00297C47"/>
    <w:rsid w:val="00297C49"/>
    <w:rsid w:val="00297CB8"/>
    <w:rsid w:val="002A019C"/>
    <w:rsid w:val="002A056B"/>
    <w:rsid w:val="002A0A0F"/>
    <w:rsid w:val="002A1232"/>
    <w:rsid w:val="002A132E"/>
    <w:rsid w:val="002A1812"/>
    <w:rsid w:val="002A1D95"/>
    <w:rsid w:val="002A2134"/>
    <w:rsid w:val="002A22C7"/>
    <w:rsid w:val="002A23AC"/>
    <w:rsid w:val="002A2A4E"/>
    <w:rsid w:val="002A2DE9"/>
    <w:rsid w:val="002A3330"/>
    <w:rsid w:val="002A33F2"/>
    <w:rsid w:val="002A3496"/>
    <w:rsid w:val="002A35D7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5E8"/>
    <w:rsid w:val="002A6725"/>
    <w:rsid w:val="002A6BA5"/>
    <w:rsid w:val="002A6CAD"/>
    <w:rsid w:val="002A6F74"/>
    <w:rsid w:val="002A6F81"/>
    <w:rsid w:val="002A7186"/>
    <w:rsid w:val="002A71EF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2C9"/>
    <w:rsid w:val="002B137B"/>
    <w:rsid w:val="002B1508"/>
    <w:rsid w:val="002B1A1B"/>
    <w:rsid w:val="002B1AD6"/>
    <w:rsid w:val="002B1EEE"/>
    <w:rsid w:val="002B2471"/>
    <w:rsid w:val="002B24A5"/>
    <w:rsid w:val="002B2950"/>
    <w:rsid w:val="002B2C4F"/>
    <w:rsid w:val="002B2C6C"/>
    <w:rsid w:val="002B2DC4"/>
    <w:rsid w:val="002B3050"/>
    <w:rsid w:val="002B3305"/>
    <w:rsid w:val="002B3D4D"/>
    <w:rsid w:val="002B4E39"/>
    <w:rsid w:val="002B4EDE"/>
    <w:rsid w:val="002B5031"/>
    <w:rsid w:val="002B5310"/>
    <w:rsid w:val="002B5434"/>
    <w:rsid w:val="002B5884"/>
    <w:rsid w:val="002B5885"/>
    <w:rsid w:val="002B58F5"/>
    <w:rsid w:val="002B5B43"/>
    <w:rsid w:val="002B5D5F"/>
    <w:rsid w:val="002B63C9"/>
    <w:rsid w:val="002B63FB"/>
    <w:rsid w:val="002B64A2"/>
    <w:rsid w:val="002B6850"/>
    <w:rsid w:val="002B6CAA"/>
    <w:rsid w:val="002B6F3F"/>
    <w:rsid w:val="002B6FF9"/>
    <w:rsid w:val="002B714F"/>
    <w:rsid w:val="002B7250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73F"/>
    <w:rsid w:val="002C0786"/>
    <w:rsid w:val="002C0968"/>
    <w:rsid w:val="002C0FBF"/>
    <w:rsid w:val="002C109E"/>
    <w:rsid w:val="002C1159"/>
    <w:rsid w:val="002C1194"/>
    <w:rsid w:val="002C15EF"/>
    <w:rsid w:val="002C1F55"/>
    <w:rsid w:val="002C23D5"/>
    <w:rsid w:val="002C322D"/>
    <w:rsid w:val="002C399F"/>
    <w:rsid w:val="002C498A"/>
    <w:rsid w:val="002C4BF4"/>
    <w:rsid w:val="002C4C92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23A"/>
    <w:rsid w:val="002D1A95"/>
    <w:rsid w:val="002D1D68"/>
    <w:rsid w:val="002D1EAD"/>
    <w:rsid w:val="002D27E8"/>
    <w:rsid w:val="002D280A"/>
    <w:rsid w:val="002D2AC2"/>
    <w:rsid w:val="002D2CD2"/>
    <w:rsid w:val="002D30A0"/>
    <w:rsid w:val="002D352B"/>
    <w:rsid w:val="002D3DF1"/>
    <w:rsid w:val="002D4160"/>
    <w:rsid w:val="002D421D"/>
    <w:rsid w:val="002D4333"/>
    <w:rsid w:val="002D4EC3"/>
    <w:rsid w:val="002D503B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EA"/>
    <w:rsid w:val="002E0F63"/>
    <w:rsid w:val="002E1097"/>
    <w:rsid w:val="002E10A1"/>
    <w:rsid w:val="002E1803"/>
    <w:rsid w:val="002E1965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B83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D5B"/>
    <w:rsid w:val="002E5ED8"/>
    <w:rsid w:val="002E5FC7"/>
    <w:rsid w:val="002E6008"/>
    <w:rsid w:val="002E6C97"/>
    <w:rsid w:val="002E6CAD"/>
    <w:rsid w:val="002E788C"/>
    <w:rsid w:val="002F010B"/>
    <w:rsid w:val="002F017E"/>
    <w:rsid w:val="002F0810"/>
    <w:rsid w:val="002F0D3A"/>
    <w:rsid w:val="002F0DAC"/>
    <w:rsid w:val="002F1189"/>
    <w:rsid w:val="002F11D0"/>
    <w:rsid w:val="002F129A"/>
    <w:rsid w:val="002F17F2"/>
    <w:rsid w:val="002F1B78"/>
    <w:rsid w:val="002F217B"/>
    <w:rsid w:val="002F2577"/>
    <w:rsid w:val="002F27B2"/>
    <w:rsid w:val="002F2864"/>
    <w:rsid w:val="002F2EB6"/>
    <w:rsid w:val="002F30C3"/>
    <w:rsid w:val="002F3735"/>
    <w:rsid w:val="002F3741"/>
    <w:rsid w:val="002F3799"/>
    <w:rsid w:val="002F3980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4EC2"/>
    <w:rsid w:val="002F4EC4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0F2"/>
    <w:rsid w:val="00300520"/>
    <w:rsid w:val="0030064C"/>
    <w:rsid w:val="00300B9F"/>
    <w:rsid w:val="003013A9"/>
    <w:rsid w:val="0030158D"/>
    <w:rsid w:val="00301852"/>
    <w:rsid w:val="003019FF"/>
    <w:rsid w:val="00301D8E"/>
    <w:rsid w:val="00301F11"/>
    <w:rsid w:val="00301F30"/>
    <w:rsid w:val="0030227A"/>
    <w:rsid w:val="00302701"/>
    <w:rsid w:val="0030282C"/>
    <w:rsid w:val="00302ABF"/>
    <w:rsid w:val="00302BDC"/>
    <w:rsid w:val="00302C7B"/>
    <w:rsid w:val="00302CF4"/>
    <w:rsid w:val="00303249"/>
    <w:rsid w:val="00303693"/>
    <w:rsid w:val="0030383B"/>
    <w:rsid w:val="00304A99"/>
    <w:rsid w:val="00304DED"/>
    <w:rsid w:val="00304E2A"/>
    <w:rsid w:val="00304FAF"/>
    <w:rsid w:val="003051DA"/>
    <w:rsid w:val="00305208"/>
    <w:rsid w:val="0030597A"/>
    <w:rsid w:val="00305CE1"/>
    <w:rsid w:val="00305FE2"/>
    <w:rsid w:val="00306067"/>
    <w:rsid w:val="003069B4"/>
    <w:rsid w:val="00307482"/>
    <w:rsid w:val="00307624"/>
    <w:rsid w:val="00307B89"/>
    <w:rsid w:val="00307BF4"/>
    <w:rsid w:val="00307FF9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D40"/>
    <w:rsid w:val="00312F3A"/>
    <w:rsid w:val="0031326E"/>
    <w:rsid w:val="003133A3"/>
    <w:rsid w:val="00313CC7"/>
    <w:rsid w:val="00313E5F"/>
    <w:rsid w:val="003145FB"/>
    <w:rsid w:val="0031474E"/>
    <w:rsid w:val="00314FF8"/>
    <w:rsid w:val="00315047"/>
    <w:rsid w:val="003154AB"/>
    <w:rsid w:val="00315C4A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2255"/>
    <w:rsid w:val="00322390"/>
    <w:rsid w:val="003225B6"/>
    <w:rsid w:val="0032286E"/>
    <w:rsid w:val="00322F9C"/>
    <w:rsid w:val="00323174"/>
    <w:rsid w:val="0032332F"/>
    <w:rsid w:val="003234C9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9C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68B"/>
    <w:rsid w:val="00331B87"/>
    <w:rsid w:val="00331B8B"/>
    <w:rsid w:val="00332076"/>
    <w:rsid w:val="0033223E"/>
    <w:rsid w:val="00332985"/>
    <w:rsid w:val="00332A6C"/>
    <w:rsid w:val="00332CD3"/>
    <w:rsid w:val="003336D1"/>
    <w:rsid w:val="00333C04"/>
    <w:rsid w:val="00334615"/>
    <w:rsid w:val="00334653"/>
    <w:rsid w:val="003349F2"/>
    <w:rsid w:val="00334FC8"/>
    <w:rsid w:val="003352FA"/>
    <w:rsid w:val="0033542D"/>
    <w:rsid w:val="003356D8"/>
    <w:rsid w:val="0033586E"/>
    <w:rsid w:val="00335A2B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741"/>
    <w:rsid w:val="00340826"/>
    <w:rsid w:val="00340916"/>
    <w:rsid w:val="00340938"/>
    <w:rsid w:val="00340B48"/>
    <w:rsid w:val="00340EA9"/>
    <w:rsid w:val="00341520"/>
    <w:rsid w:val="003419E0"/>
    <w:rsid w:val="00341AA7"/>
    <w:rsid w:val="00341D3E"/>
    <w:rsid w:val="00341F56"/>
    <w:rsid w:val="00341FC4"/>
    <w:rsid w:val="0034243F"/>
    <w:rsid w:val="003424FB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60F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2D0"/>
    <w:rsid w:val="0035344E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511"/>
    <w:rsid w:val="0035787B"/>
    <w:rsid w:val="00357C2C"/>
    <w:rsid w:val="003600C4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28AB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C37"/>
    <w:rsid w:val="00364D85"/>
    <w:rsid w:val="00364DC0"/>
    <w:rsid w:val="003650EA"/>
    <w:rsid w:val="00365106"/>
    <w:rsid w:val="003656D4"/>
    <w:rsid w:val="00365773"/>
    <w:rsid w:val="00365DA0"/>
    <w:rsid w:val="00365F3E"/>
    <w:rsid w:val="0036601C"/>
    <w:rsid w:val="00366196"/>
    <w:rsid w:val="00366552"/>
    <w:rsid w:val="0036656A"/>
    <w:rsid w:val="00366617"/>
    <w:rsid w:val="003666F8"/>
    <w:rsid w:val="0036674C"/>
    <w:rsid w:val="00366911"/>
    <w:rsid w:val="00366D45"/>
    <w:rsid w:val="00367811"/>
    <w:rsid w:val="003700A4"/>
    <w:rsid w:val="003703E0"/>
    <w:rsid w:val="00370A08"/>
    <w:rsid w:val="00370A8C"/>
    <w:rsid w:val="00370B91"/>
    <w:rsid w:val="00370F1B"/>
    <w:rsid w:val="0037138A"/>
    <w:rsid w:val="003716D6"/>
    <w:rsid w:val="00371DF2"/>
    <w:rsid w:val="00372028"/>
    <w:rsid w:val="003722AD"/>
    <w:rsid w:val="003722C0"/>
    <w:rsid w:val="003725E6"/>
    <w:rsid w:val="0037270E"/>
    <w:rsid w:val="003728CC"/>
    <w:rsid w:val="003729B3"/>
    <w:rsid w:val="00372F6F"/>
    <w:rsid w:val="0037363B"/>
    <w:rsid w:val="00373E71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36F"/>
    <w:rsid w:val="0037552F"/>
    <w:rsid w:val="00375D52"/>
    <w:rsid w:val="003763EE"/>
    <w:rsid w:val="00376511"/>
    <w:rsid w:val="00376527"/>
    <w:rsid w:val="003765B2"/>
    <w:rsid w:val="00376719"/>
    <w:rsid w:val="00376AA5"/>
    <w:rsid w:val="00376CBD"/>
    <w:rsid w:val="003774C9"/>
    <w:rsid w:val="0037773C"/>
    <w:rsid w:val="003778E1"/>
    <w:rsid w:val="00377D8F"/>
    <w:rsid w:val="00377DCA"/>
    <w:rsid w:val="003802FD"/>
    <w:rsid w:val="00380864"/>
    <w:rsid w:val="003808A3"/>
    <w:rsid w:val="003808C2"/>
    <w:rsid w:val="00380966"/>
    <w:rsid w:val="00380BD6"/>
    <w:rsid w:val="003811C9"/>
    <w:rsid w:val="003815F8"/>
    <w:rsid w:val="003817EA"/>
    <w:rsid w:val="00381BD5"/>
    <w:rsid w:val="00381CC9"/>
    <w:rsid w:val="00381E8C"/>
    <w:rsid w:val="003823E3"/>
    <w:rsid w:val="003824B7"/>
    <w:rsid w:val="0038256D"/>
    <w:rsid w:val="00382888"/>
    <w:rsid w:val="0038299F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78D"/>
    <w:rsid w:val="00385831"/>
    <w:rsid w:val="00385BF3"/>
    <w:rsid w:val="00385CF6"/>
    <w:rsid w:val="00385D79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B45"/>
    <w:rsid w:val="00390CA4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BB8"/>
    <w:rsid w:val="00394393"/>
    <w:rsid w:val="0039444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59D"/>
    <w:rsid w:val="00396E9A"/>
    <w:rsid w:val="0039715D"/>
    <w:rsid w:val="003971D0"/>
    <w:rsid w:val="00397343"/>
    <w:rsid w:val="00397359"/>
    <w:rsid w:val="0039742B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683"/>
    <w:rsid w:val="003A68DC"/>
    <w:rsid w:val="003A6F06"/>
    <w:rsid w:val="003A74DC"/>
    <w:rsid w:val="003A7525"/>
    <w:rsid w:val="003A759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8CD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0"/>
    <w:rsid w:val="003B5899"/>
    <w:rsid w:val="003B598A"/>
    <w:rsid w:val="003B5D58"/>
    <w:rsid w:val="003B5E00"/>
    <w:rsid w:val="003B6320"/>
    <w:rsid w:val="003B6327"/>
    <w:rsid w:val="003B6A1F"/>
    <w:rsid w:val="003B6BFB"/>
    <w:rsid w:val="003B6ED9"/>
    <w:rsid w:val="003B6F42"/>
    <w:rsid w:val="003B73C4"/>
    <w:rsid w:val="003B75D6"/>
    <w:rsid w:val="003B7FC6"/>
    <w:rsid w:val="003C090A"/>
    <w:rsid w:val="003C0D9C"/>
    <w:rsid w:val="003C13F7"/>
    <w:rsid w:val="003C1978"/>
    <w:rsid w:val="003C19BD"/>
    <w:rsid w:val="003C1D01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08D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34F"/>
    <w:rsid w:val="003D74DF"/>
    <w:rsid w:val="003D751C"/>
    <w:rsid w:val="003D7592"/>
    <w:rsid w:val="003D76E5"/>
    <w:rsid w:val="003D7886"/>
    <w:rsid w:val="003D79B8"/>
    <w:rsid w:val="003D7C5C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272"/>
    <w:rsid w:val="003E39E2"/>
    <w:rsid w:val="003E3ACC"/>
    <w:rsid w:val="003E3B0F"/>
    <w:rsid w:val="003E3CE2"/>
    <w:rsid w:val="003E3E98"/>
    <w:rsid w:val="003E410B"/>
    <w:rsid w:val="003E4364"/>
    <w:rsid w:val="003E4901"/>
    <w:rsid w:val="003E4C62"/>
    <w:rsid w:val="003E4CC3"/>
    <w:rsid w:val="003E4E09"/>
    <w:rsid w:val="003E5044"/>
    <w:rsid w:val="003E516D"/>
    <w:rsid w:val="003E530F"/>
    <w:rsid w:val="003E5555"/>
    <w:rsid w:val="003E572A"/>
    <w:rsid w:val="003E589E"/>
    <w:rsid w:val="003E5B4B"/>
    <w:rsid w:val="003E5D13"/>
    <w:rsid w:val="003E5F91"/>
    <w:rsid w:val="003E613C"/>
    <w:rsid w:val="003E6380"/>
    <w:rsid w:val="003E745D"/>
    <w:rsid w:val="003E74FB"/>
    <w:rsid w:val="003E75ED"/>
    <w:rsid w:val="003E7F34"/>
    <w:rsid w:val="003E7FEB"/>
    <w:rsid w:val="003F0163"/>
    <w:rsid w:val="003F0273"/>
    <w:rsid w:val="003F02D0"/>
    <w:rsid w:val="003F02F0"/>
    <w:rsid w:val="003F06C4"/>
    <w:rsid w:val="003F06E4"/>
    <w:rsid w:val="003F070E"/>
    <w:rsid w:val="003F0BC6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79F"/>
    <w:rsid w:val="003F294D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AD"/>
    <w:rsid w:val="003F5F67"/>
    <w:rsid w:val="003F6640"/>
    <w:rsid w:val="003F6731"/>
    <w:rsid w:val="003F6C84"/>
    <w:rsid w:val="003F6C8C"/>
    <w:rsid w:val="003F6D5D"/>
    <w:rsid w:val="003F7812"/>
    <w:rsid w:val="003F7B68"/>
    <w:rsid w:val="003F7E0A"/>
    <w:rsid w:val="0040022A"/>
    <w:rsid w:val="004003EC"/>
    <w:rsid w:val="004005F4"/>
    <w:rsid w:val="004009B9"/>
    <w:rsid w:val="00400AD2"/>
    <w:rsid w:val="00400B19"/>
    <w:rsid w:val="004010C5"/>
    <w:rsid w:val="00401127"/>
    <w:rsid w:val="00401142"/>
    <w:rsid w:val="004014B6"/>
    <w:rsid w:val="004015C3"/>
    <w:rsid w:val="0040163C"/>
    <w:rsid w:val="0040182E"/>
    <w:rsid w:val="00401DA6"/>
    <w:rsid w:val="00401EE4"/>
    <w:rsid w:val="0040235E"/>
    <w:rsid w:val="00402DA3"/>
    <w:rsid w:val="004038FB"/>
    <w:rsid w:val="0040392D"/>
    <w:rsid w:val="004040B6"/>
    <w:rsid w:val="004040CE"/>
    <w:rsid w:val="00404228"/>
    <w:rsid w:val="00404304"/>
    <w:rsid w:val="00404832"/>
    <w:rsid w:val="00405129"/>
    <w:rsid w:val="0040540A"/>
    <w:rsid w:val="0040568F"/>
    <w:rsid w:val="0040579C"/>
    <w:rsid w:val="00405BD2"/>
    <w:rsid w:val="00405E54"/>
    <w:rsid w:val="00405FDD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1008F"/>
    <w:rsid w:val="00410BCC"/>
    <w:rsid w:val="00411030"/>
    <w:rsid w:val="0041113D"/>
    <w:rsid w:val="0041163D"/>
    <w:rsid w:val="00412429"/>
    <w:rsid w:val="00412BF4"/>
    <w:rsid w:val="00412DBA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61BB"/>
    <w:rsid w:val="0041639B"/>
    <w:rsid w:val="0041652A"/>
    <w:rsid w:val="00416605"/>
    <w:rsid w:val="00416D0D"/>
    <w:rsid w:val="00416DCD"/>
    <w:rsid w:val="00416F42"/>
    <w:rsid w:val="004175FC"/>
    <w:rsid w:val="00417B66"/>
    <w:rsid w:val="00417CD8"/>
    <w:rsid w:val="00417D1A"/>
    <w:rsid w:val="00417EED"/>
    <w:rsid w:val="00420437"/>
    <w:rsid w:val="00420513"/>
    <w:rsid w:val="00420A47"/>
    <w:rsid w:val="00420D3F"/>
    <w:rsid w:val="00420FFC"/>
    <w:rsid w:val="00421308"/>
    <w:rsid w:val="00421662"/>
    <w:rsid w:val="00421715"/>
    <w:rsid w:val="00421B7A"/>
    <w:rsid w:val="00421CC6"/>
    <w:rsid w:val="00421EC8"/>
    <w:rsid w:val="00421F86"/>
    <w:rsid w:val="004223BF"/>
    <w:rsid w:val="0042287D"/>
    <w:rsid w:val="004229E1"/>
    <w:rsid w:val="004229E5"/>
    <w:rsid w:val="00422AE8"/>
    <w:rsid w:val="00422F4E"/>
    <w:rsid w:val="00423519"/>
    <w:rsid w:val="00423F01"/>
    <w:rsid w:val="004240BA"/>
    <w:rsid w:val="004245BC"/>
    <w:rsid w:val="00424BF8"/>
    <w:rsid w:val="00424E2F"/>
    <w:rsid w:val="00424E4F"/>
    <w:rsid w:val="00424F0C"/>
    <w:rsid w:val="004253D0"/>
    <w:rsid w:val="004256E1"/>
    <w:rsid w:val="00425D65"/>
    <w:rsid w:val="00426204"/>
    <w:rsid w:val="0042641E"/>
    <w:rsid w:val="004268DD"/>
    <w:rsid w:val="00426E76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EF"/>
    <w:rsid w:val="0043214F"/>
    <w:rsid w:val="00432368"/>
    <w:rsid w:val="0043269A"/>
    <w:rsid w:val="00432DD9"/>
    <w:rsid w:val="00432E96"/>
    <w:rsid w:val="0043323B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310"/>
    <w:rsid w:val="00435455"/>
    <w:rsid w:val="004355F0"/>
    <w:rsid w:val="004357DB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D78"/>
    <w:rsid w:val="00443E92"/>
    <w:rsid w:val="00444197"/>
    <w:rsid w:val="00444F4C"/>
    <w:rsid w:val="004453D7"/>
    <w:rsid w:val="00445B3F"/>
    <w:rsid w:val="00445E1D"/>
    <w:rsid w:val="004466FF"/>
    <w:rsid w:val="0044680A"/>
    <w:rsid w:val="00446A9A"/>
    <w:rsid w:val="00446ACC"/>
    <w:rsid w:val="00446BC7"/>
    <w:rsid w:val="00446E2C"/>
    <w:rsid w:val="00446EA8"/>
    <w:rsid w:val="00447151"/>
    <w:rsid w:val="004476ED"/>
    <w:rsid w:val="00447A3F"/>
    <w:rsid w:val="00447AB3"/>
    <w:rsid w:val="004505C1"/>
    <w:rsid w:val="00450D02"/>
    <w:rsid w:val="00450D3A"/>
    <w:rsid w:val="00450F66"/>
    <w:rsid w:val="00452022"/>
    <w:rsid w:val="00452573"/>
    <w:rsid w:val="0045269E"/>
    <w:rsid w:val="00452CBE"/>
    <w:rsid w:val="00452E38"/>
    <w:rsid w:val="00452EB7"/>
    <w:rsid w:val="004530CA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4FB9"/>
    <w:rsid w:val="0045517B"/>
    <w:rsid w:val="004555CE"/>
    <w:rsid w:val="004556CB"/>
    <w:rsid w:val="00455D30"/>
    <w:rsid w:val="0045627C"/>
    <w:rsid w:val="00456340"/>
    <w:rsid w:val="00456BAE"/>
    <w:rsid w:val="00456F87"/>
    <w:rsid w:val="00457304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D44"/>
    <w:rsid w:val="00460FA2"/>
    <w:rsid w:val="00460FCD"/>
    <w:rsid w:val="00461454"/>
    <w:rsid w:val="004615FD"/>
    <w:rsid w:val="00461C64"/>
    <w:rsid w:val="00461C7A"/>
    <w:rsid w:val="00461D11"/>
    <w:rsid w:val="00461FDC"/>
    <w:rsid w:val="00462546"/>
    <w:rsid w:val="0046264E"/>
    <w:rsid w:val="00462655"/>
    <w:rsid w:val="00462CE4"/>
    <w:rsid w:val="00462F2B"/>
    <w:rsid w:val="0046304D"/>
    <w:rsid w:val="004633BA"/>
    <w:rsid w:val="0046378C"/>
    <w:rsid w:val="00463E37"/>
    <w:rsid w:val="00463FA1"/>
    <w:rsid w:val="00463FE3"/>
    <w:rsid w:val="00464082"/>
    <w:rsid w:val="00464875"/>
    <w:rsid w:val="00464C68"/>
    <w:rsid w:val="00464FA6"/>
    <w:rsid w:val="00464FFD"/>
    <w:rsid w:val="004650D5"/>
    <w:rsid w:val="00465427"/>
    <w:rsid w:val="0046546B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67AFB"/>
    <w:rsid w:val="00467F15"/>
    <w:rsid w:val="00470A66"/>
    <w:rsid w:val="00470EB5"/>
    <w:rsid w:val="0047107C"/>
    <w:rsid w:val="00471241"/>
    <w:rsid w:val="0047129E"/>
    <w:rsid w:val="00471C01"/>
    <w:rsid w:val="0047200F"/>
    <w:rsid w:val="00472317"/>
    <w:rsid w:val="0047246D"/>
    <w:rsid w:val="0047265C"/>
    <w:rsid w:val="004726B5"/>
    <w:rsid w:val="00472745"/>
    <w:rsid w:val="00472F9B"/>
    <w:rsid w:val="00473171"/>
    <w:rsid w:val="004734EF"/>
    <w:rsid w:val="004736D4"/>
    <w:rsid w:val="004737B1"/>
    <w:rsid w:val="00473B10"/>
    <w:rsid w:val="00473FE1"/>
    <w:rsid w:val="004741BB"/>
    <w:rsid w:val="00474798"/>
    <w:rsid w:val="00474E8E"/>
    <w:rsid w:val="00474FFA"/>
    <w:rsid w:val="004757F8"/>
    <w:rsid w:val="004759CB"/>
    <w:rsid w:val="00475C5B"/>
    <w:rsid w:val="004768BC"/>
    <w:rsid w:val="004768EB"/>
    <w:rsid w:val="004769C3"/>
    <w:rsid w:val="00476D2C"/>
    <w:rsid w:val="00477145"/>
    <w:rsid w:val="00477FDB"/>
    <w:rsid w:val="00480393"/>
    <w:rsid w:val="004807EA"/>
    <w:rsid w:val="00480EA4"/>
    <w:rsid w:val="0048146B"/>
    <w:rsid w:val="00481506"/>
    <w:rsid w:val="004819E8"/>
    <w:rsid w:val="00481AF6"/>
    <w:rsid w:val="00482128"/>
    <w:rsid w:val="00482414"/>
    <w:rsid w:val="00482582"/>
    <w:rsid w:val="00482AA1"/>
    <w:rsid w:val="004830CB"/>
    <w:rsid w:val="00483571"/>
    <w:rsid w:val="0048378F"/>
    <w:rsid w:val="004837CD"/>
    <w:rsid w:val="00483BA4"/>
    <w:rsid w:val="00483C01"/>
    <w:rsid w:val="00484066"/>
    <w:rsid w:val="00484D56"/>
    <w:rsid w:val="00484E1B"/>
    <w:rsid w:val="00485101"/>
    <w:rsid w:val="004854EE"/>
    <w:rsid w:val="0048599D"/>
    <w:rsid w:val="00485C25"/>
    <w:rsid w:val="00485C79"/>
    <w:rsid w:val="00485F22"/>
    <w:rsid w:val="00486082"/>
    <w:rsid w:val="004861CB"/>
    <w:rsid w:val="0048622C"/>
    <w:rsid w:val="004864C7"/>
    <w:rsid w:val="00486937"/>
    <w:rsid w:val="00486E40"/>
    <w:rsid w:val="00486EFE"/>
    <w:rsid w:val="00487111"/>
    <w:rsid w:val="0048739C"/>
    <w:rsid w:val="004879F1"/>
    <w:rsid w:val="0049031B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C1E"/>
    <w:rsid w:val="00493D1C"/>
    <w:rsid w:val="004942A6"/>
    <w:rsid w:val="004950E2"/>
    <w:rsid w:val="0049517B"/>
    <w:rsid w:val="00495228"/>
    <w:rsid w:val="004958E5"/>
    <w:rsid w:val="00495A92"/>
    <w:rsid w:val="00495F1C"/>
    <w:rsid w:val="004963FB"/>
    <w:rsid w:val="004964E0"/>
    <w:rsid w:val="0049670A"/>
    <w:rsid w:val="004968F6"/>
    <w:rsid w:val="00496C9F"/>
    <w:rsid w:val="00497251"/>
    <w:rsid w:val="00497597"/>
    <w:rsid w:val="0049759C"/>
    <w:rsid w:val="004975F7"/>
    <w:rsid w:val="004A0704"/>
    <w:rsid w:val="004A0AE4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1F6"/>
    <w:rsid w:val="004A535A"/>
    <w:rsid w:val="004A5535"/>
    <w:rsid w:val="004A57FE"/>
    <w:rsid w:val="004A5851"/>
    <w:rsid w:val="004A5875"/>
    <w:rsid w:val="004A5958"/>
    <w:rsid w:val="004A5AA2"/>
    <w:rsid w:val="004A5F3C"/>
    <w:rsid w:val="004A5FB2"/>
    <w:rsid w:val="004A6225"/>
    <w:rsid w:val="004A6A8C"/>
    <w:rsid w:val="004A6DDA"/>
    <w:rsid w:val="004A7CF1"/>
    <w:rsid w:val="004A7DC5"/>
    <w:rsid w:val="004B03F1"/>
    <w:rsid w:val="004B05F2"/>
    <w:rsid w:val="004B0AE9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B64"/>
    <w:rsid w:val="004B2B8C"/>
    <w:rsid w:val="004B2C05"/>
    <w:rsid w:val="004B30BC"/>
    <w:rsid w:val="004B3670"/>
    <w:rsid w:val="004B3796"/>
    <w:rsid w:val="004B3864"/>
    <w:rsid w:val="004B3983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69CD"/>
    <w:rsid w:val="004B6C36"/>
    <w:rsid w:val="004B7058"/>
    <w:rsid w:val="004B72F2"/>
    <w:rsid w:val="004B745D"/>
    <w:rsid w:val="004B75B4"/>
    <w:rsid w:val="004B7B6E"/>
    <w:rsid w:val="004C0297"/>
    <w:rsid w:val="004C0C08"/>
    <w:rsid w:val="004C1103"/>
    <w:rsid w:val="004C15CB"/>
    <w:rsid w:val="004C161C"/>
    <w:rsid w:val="004C2337"/>
    <w:rsid w:val="004C238D"/>
    <w:rsid w:val="004C247B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ED7"/>
    <w:rsid w:val="004C6231"/>
    <w:rsid w:val="004C651D"/>
    <w:rsid w:val="004C7A76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40D7"/>
    <w:rsid w:val="004D43F2"/>
    <w:rsid w:val="004D4521"/>
    <w:rsid w:val="004D469A"/>
    <w:rsid w:val="004D4EFB"/>
    <w:rsid w:val="004D500D"/>
    <w:rsid w:val="004D518C"/>
    <w:rsid w:val="004D53DD"/>
    <w:rsid w:val="004D5731"/>
    <w:rsid w:val="004D644C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648"/>
    <w:rsid w:val="004E06E8"/>
    <w:rsid w:val="004E0B29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584"/>
    <w:rsid w:val="004E49DC"/>
    <w:rsid w:val="004E4C95"/>
    <w:rsid w:val="004E4E2B"/>
    <w:rsid w:val="004E4E9E"/>
    <w:rsid w:val="004E4FBE"/>
    <w:rsid w:val="004E5442"/>
    <w:rsid w:val="004E5A5B"/>
    <w:rsid w:val="004E67E2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10"/>
    <w:rsid w:val="004F149B"/>
    <w:rsid w:val="004F1DD9"/>
    <w:rsid w:val="004F2603"/>
    <w:rsid w:val="004F2FFB"/>
    <w:rsid w:val="004F36ED"/>
    <w:rsid w:val="004F3E62"/>
    <w:rsid w:val="004F41FF"/>
    <w:rsid w:val="004F4289"/>
    <w:rsid w:val="004F4397"/>
    <w:rsid w:val="004F468B"/>
    <w:rsid w:val="004F4830"/>
    <w:rsid w:val="004F48CA"/>
    <w:rsid w:val="004F49D6"/>
    <w:rsid w:val="004F4F8A"/>
    <w:rsid w:val="004F5046"/>
    <w:rsid w:val="004F51AF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B1E"/>
    <w:rsid w:val="004F7CBE"/>
    <w:rsid w:val="005004C8"/>
    <w:rsid w:val="00500991"/>
    <w:rsid w:val="00500993"/>
    <w:rsid w:val="00500A67"/>
    <w:rsid w:val="00500AC3"/>
    <w:rsid w:val="00500E15"/>
    <w:rsid w:val="005011F0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A03"/>
    <w:rsid w:val="00503BD0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AB4"/>
    <w:rsid w:val="00505B0D"/>
    <w:rsid w:val="00505D21"/>
    <w:rsid w:val="0050613F"/>
    <w:rsid w:val="00506490"/>
    <w:rsid w:val="0050653F"/>
    <w:rsid w:val="0050774E"/>
    <w:rsid w:val="00507883"/>
    <w:rsid w:val="00507AB7"/>
    <w:rsid w:val="00507E03"/>
    <w:rsid w:val="00507E2B"/>
    <w:rsid w:val="00507E6B"/>
    <w:rsid w:val="00510224"/>
    <w:rsid w:val="0051058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33F"/>
    <w:rsid w:val="00514A52"/>
    <w:rsid w:val="00514B34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62A1"/>
    <w:rsid w:val="005169C6"/>
    <w:rsid w:val="0051787A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083"/>
    <w:rsid w:val="005211C4"/>
    <w:rsid w:val="005211C8"/>
    <w:rsid w:val="00521482"/>
    <w:rsid w:val="005215C7"/>
    <w:rsid w:val="005216D7"/>
    <w:rsid w:val="00521E4C"/>
    <w:rsid w:val="00521F9A"/>
    <w:rsid w:val="0052243C"/>
    <w:rsid w:val="0052246F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314"/>
    <w:rsid w:val="00523534"/>
    <w:rsid w:val="00523B29"/>
    <w:rsid w:val="00523D6A"/>
    <w:rsid w:val="00524424"/>
    <w:rsid w:val="005247CE"/>
    <w:rsid w:val="00524B8D"/>
    <w:rsid w:val="00524E47"/>
    <w:rsid w:val="00524F47"/>
    <w:rsid w:val="00524FF8"/>
    <w:rsid w:val="0052520D"/>
    <w:rsid w:val="00525318"/>
    <w:rsid w:val="00525520"/>
    <w:rsid w:val="00525B4F"/>
    <w:rsid w:val="00525FD5"/>
    <w:rsid w:val="00526E08"/>
    <w:rsid w:val="005278E5"/>
    <w:rsid w:val="00530258"/>
    <w:rsid w:val="0053029F"/>
    <w:rsid w:val="005303C5"/>
    <w:rsid w:val="0053053F"/>
    <w:rsid w:val="00530853"/>
    <w:rsid w:val="00530ADF"/>
    <w:rsid w:val="00530BBE"/>
    <w:rsid w:val="00530DA3"/>
    <w:rsid w:val="00530F5F"/>
    <w:rsid w:val="00531348"/>
    <w:rsid w:val="005316E8"/>
    <w:rsid w:val="005317EC"/>
    <w:rsid w:val="0053187D"/>
    <w:rsid w:val="00531914"/>
    <w:rsid w:val="00531B0D"/>
    <w:rsid w:val="00531B33"/>
    <w:rsid w:val="0053204E"/>
    <w:rsid w:val="0053220C"/>
    <w:rsid w:val="00532361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CE5"/>
    <w:rsid w:val="00533D98"/>
    <w:rsid w:val="0053441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41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08F"/>
    <w:rsid w:val="005431D4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4A90"/>
    <w:rsid w:val="005456D1"/>
    <w:rsid w:val="00545DB6"/>
    <w:rsid w:val="00545ECD"/>
    <w:rsid w:val="005460AC"/>
    <w:rsid w:val="00546866"/>
    <w:rsid w:val="00546ABB"/>
    <w:rsid w:val="00547174"/>
    <w:rsid w:val="0054720D"/>
    <w:rsid w:val="005472A1"/>
    <w:rsid w:val="00547A90"/>
    <w:rsid w:val="00547B19"/>
    <w:rsid w:val="00547D9A"/>
    <w:rsid w:val="00547ECD"/>
    <w:rsid w:val="00550008"/>
    <w:rsid w:val="00550044"/>
    <w:rsid w:val="005500CE"/>
    <w:rsid w:val="005503A1"/>
    <w:rsid w:val="0055064A"/>
    <w:rsid w:val="00550A90"/>
    <w:rsid w:val="00550AB8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AF0"/>
    <w:rsid w:val="00552B95"/>
    <w:rsid w:val="00552C0C"/>
    <w:rsid w:val="00552DF6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71A"/>
    <w:rsid w:val="0055588A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13FD"/>
    <w:rsid w:val="0056141B"/>
    <w:rsid w:val="0056143F"/>
    <w:rsid w:val="00561552"/>
    <w:rsid w:val="00561CAD"/>
    <w:rsid w:val="00561F85"/>
    <w:rsid w:val="00561FF4"/>
    <w:rsid w:val="00562448"/>
    <w:rsid w:val="0056271C"/>
    <w:rsid w:val="00562927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59C"/>
    <w:rsid w:val="00565A16"/>
    <w:rsid w:val="00565B88"/>
    <w:rsid w:val="00565C21"/>
    <w:rsid w:val="005660F6"/>
    <w:rsid w:val="00566207"/>
    <w:rsid w:val="00566298"/>
    <w:rsid w:val="005662AF"/>
    <w:rsid w:val="005663C6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D55"/>
    <w:rsid w:val="0057121A"/>
    <w:rsid w:val="005717B8"/>
    <w:rsid w:val="005718AF"/>
    <w:rsid w:val="00571C4F"/>
    <w:rsid w:val="00571DA5"/>
    <w:rsid w:val="0057236C"/>
    <w:rsid w:val="00572810"/>
    <w:rsid w:val="00572AD6"/>
    <w:rsid w:val="00572B37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0F9E"/>
    <w:rsid w:val="0058114D"/>
    <w:rsid w:val="005815F0"/>
    <w:rsid w:val="00581DF4"/>
    <w:rsid w:val="00582D12"/>
    <w:rsid w:val="005830BB"/>
    <w:rsid w:val="005833CC"/>
    <w:rsid w:val="00583480"/>
    <w:rsid w:val="00583537"/>
    <w:rsid w:val="005838D5"/>
    <w:rsid w:val="00583B0C"/>
    <w:rsid w:val="00583DE1"/>
    <w:rsid w:val="00584057"/>
    <w:rsid w:val="0058415D"/>
    <w:rsid w:val="0058427D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6F9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012"/>
    <w:rsid w:val="00591297"/>
    <w:rsid w:val="00591484"/>
    <w:rsid w:val="0059172F"/>
    <w:rsid w:val="00591773"/>
    <w:rsid w:val="0059199C"/>
    <w:rsid w:val="0059207F"/>
    <w:rsid w:val="005921BF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017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8F"/>
    <w:rsid w:val="005A28AF"/>
    <w:rsid w:val="005A29C5"/>
    <w:rsid w:val="005A3669"/>
    <w:rsid w:val="005A37FD"/>
    <w:rsid w:val="005A38DE"/>
    <w:rsid w:val="005A3DBF"/>
    <w:rsid w:val="005A415A"/>
    <w:rsid w:val="005A470C"/>
    <w:rsid w:val="005A49A0"/>
    <w:rsid w:val="005A4D67"/>
    <w:rsid w:val="005A4DC5"/>
    <w:rsid w:val="005A4E0C"/>
    <w:rsid w:val="005A511D"/>
    <w:rsid w:val="005A5247"/>
    <w:rsid w:val="005A5322"/>
    <w:rsid w:val="005A55B7"/>
    <w:rsid w:val="005A5722"/>
    <w:rsid w:val="005A5C9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E6A"/>
    <w:rsid w:val="005B23B1"/>
    <w:rsid w:val="005B25F0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643"/>
    <w:rsid w:val="005B5719"/>
    <w:rsid w:val="005B587C"/>
    <w:rsid w:val="005B5F06"/>
    <w:rsid w:val="005B5FC4"/>
    <w:rsid w:val="005B6871"/>
    <w:rsid w:val="005B6E7D"/>
    <w:rsid w:val="005B6EAE"/>
    <w:rsid w:val="005B7164"/>
    <w:rsid w:val="005B71AE"/>
    <w:rsid w:val="005B71D5"/>
    <w:rsid w:val="005B74AF"/>
    <w:rsid w:val="005B7B75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035"/>
    <w:rsid w:val="005C2277"/>
    <w:rsid w:val="005C2D96"/>
    <w:rsid w:val="005C30BD"/>
    <w:rsid w:val="005C36C4"/>
    <w:rsid w:val="005C3966"/>
    <w:rsid w:val="005C431A"/>
    <w:rsid w:val="005C4902"/>
    <w:rsid w:val="005C4A14"/>
    <w:rsid w:val="005C4D0E"/>
    <w:rsid w:val="005C50A7"/>
    <w:rsid w:val="005C5457"/>
    <w:rsid w:val="005C5CB3"/>
    <w:rsid w:val="005C5D59"/>
    <w:rsid w:val="005C5F31"/>
    <w:rsid w:val="005C6100"/>
    <w:rsid w:val="005C6141"/>
    <w:rsid w:val="005C6A76"/>
    <w:rsid w:val="005C6B9F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279"/>
    <w:rsid w:val="005D0580"/>
    <w:rsid w:val="005D0E8A"/>
    <w:rsid w:val="005D11CC"/>
    <w:rsid w:val="005D129E"/>
    <w:rsid w:val="005D1528"/>
    <w:rsid w:val="005D1779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99"/>
    <w:rsid w:val="005D59DD"/>
    <w:rsid w:val="005D5A4D"/>
    <w:rsid w:val="005D5B12"/>
    <w:rsid w:val="005D5B7E"/>
    <w:rsid w:val="005D5E54"/>
    <w:rsid w:val="005D6279"/>
    <w:rsid w:val="005D63C1"/>
    <w:rsid w:val="005D64EF"/>
    <w:rsid w:val="005D6983"/>
    <w:rsid w:val="005D6B2F"/>
    <w:rsid w:val="005D713F"/>
    <w:rsid w:val="005D7D1B"/>
    <w:rsid w:val="005E0C06"/>
    <w:rsid w:val="005E0F52"/>
    <w:rsid w:val="005E11F4"/>
    <w:rsid w:val="005E1420"/>
    <w:rsid w:val="005E1485"/>
    <w:rsid w:val="005E1944"/>
    <w:rsid w:val="005E1B86"/>
    <w:rsid w:val="005E1C46"/>
    <w:rsid w:val="005E22FB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BF2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8FA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B8C"/>
    <w:rsid w:val="005E7C58"/>
    <w:rsid w:val="005F008F"/>
    <w:rsid w:val="005F0487"/>
    <w:rsid w:val="005F081D"/>
    <w:rsid w:val="005F0C46"/>
    <w:rsid w:val="005F0C85"/>
    <w:rsid w:val="005F0F9C"/>
    <w:rsid w:val="005F1156"/>
    <w:rsid w:val="005F127A"/>
    <w:rsid w:val="005F143D"/>
    <w:rsid w:val="005F1BC2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3D36"/>
    <w:rsid w:val="005F3D74"/>
    <w:rsid w:val="005F4848"/>
    <w:rsid w:val="005F4CB0"/>
    <w:rsid w:val="005F4D9B"/>
    <w:rsid w:val="005F4F93"/>
    <w:rsid w:val="005F4FF6"/>
    <w:rsid w:val="005F56D6"/>
    <w:rsid w:val="005F5762"/>
    <w:rsid w:val="005F5967"/>
    <w:rsid w:val="005F6D86"/>
    <w:rsid w:val="005F7421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ABC"/>
    <w:rsid w:val="00601D4E"/>
    <w:rsid w:val="006022EB"/>
    <w:rsid w:val="00602305"/>
    <w:rsid w:val="00602D2C"/>
    <w:rsid w:val="00602E13"/>
    <w:rsid w:val="00603660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A2E"/>
    <w:rsid w:val="00607C75"/>
    <w:rsid w:val="00607D9D"/>
    <w:rsid w:val="00607DB0"/>
    <w:rsid w:val="0061080E"/>
    <w:rsid w:val="006109E9"/>
    <w:rsid w:val="00610A33"/>
    <w:rsid w:val="00610A49"/>
    <w:rsid w:val="006114DE"/>
    <w:rsid w:val="006115B1"/>
    <w:rsid w:val="006118B0"/>
    <w:rsid w:val="00611ED2"/>
    <w:rsid w:val="00611F6F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4584"/>
    <w:rsid w:val="00614A35"/>
    <w:rsid w:val="00614C7D"/>
    <w:rsid w:val="00614F26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22"/>
    <w:rsid w:val="0062032B"/>
    <w:rsid w:val="0062037C"/>
    <w:rsid w:val="00620996"/>
    <w:rsid w:val="00621147"/>
    <w:rsid w:val="00621412"/>
    <w:rsid w:val="00621464"/>
    <w:rsid w:val="0062148B"/>
    <w:rsid w:val="0062160E"/>
    <w:rsid w:val="0062190D"/>
    <w:rsid w:val="00621C82"/>
    <w:rsid w:val="006220D5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5933"/>
    <w:rsid w:val="00625DF4"/>
    <w:rsid w:val="006268A2"/>
    <w:rsid w:val="0062691F"/>
    <w:rsid w:val="00626B13"/>
    <w:rsid w:val="00626C2E"/>
    <w:rsid w:val="00626E84"/>
    <w:rsid w:val="00626EFA"/>
    <w:rsid w:val="00626F8C"/>
    <w:rsid w:val="00627027"/>
    <w:rsid w:val="00627984"/>
    <w:rsid w:val="00627B63"/>
    <w:rsid w:val="00630225"/>
    <w:rsid w:val="00630F4E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A6E"/>
    <w:rsid w:val="00635D1D"/>
    <w:rsid w:val="00635E99"/>
    <w:rsid w:val="00635FCE"/>
    <w:rsid w:val="006368BE"/>
    <w:rsid w:val="006373C8"/>
    <w:rsid w:val="0063763E"/>
    <w:rsid w:val="0063783E"/>
    <w:rsid w:val="006403F7"/>
    <w:rsid w:val="00640CFB"/>
    <w:rsid w:val="006414FE"/>
    <w:rsid w:val="0064190C"/>
    <w:rsid w:val="00641B32"/>
    <w:rsid w:val="00641EEF"/>
    <w:rsid w:val="00642070"/>
    <w:rsid w:val="006425A4"/>
    <w:rsid w:val="00642697"/>
    <w:rsid w:val="00642DDD"/>
    <w:rsid w:val="00642F63"/>
    <w:rsid w:val="00643055"/>
    <w:rsid w:val="00643604"/>
    <w:rsid w:val="0064363E"/>
    <w:rsid w:val="0064385C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5DCD"/>
    <w:rsid w:val="006461DC"/>
    <w:rsid w:val="0064626A"/>
    <w:rsid w:val="0064687B"/>
    <w:rsid w:val="00647279"/>
    <w:rsid w:val="006473B0"/>
    <w:rsid w:val="0064748E"/>
    <w:rsid w:val="00647A8C"/>
    <w:rsid w:val="00647D74"/>
    <w:rsid w:val="006501F4"/>
    <w:rsid w:val="0065072A"/>
    <w:rsid w:val="00650C83"/>
    <w:rsid w:val="00651434"/>
    <w:rsid w:val="006515F9"/>
    <w:rsid w:val="00651704"/>
    <w:rsid w:val="00651943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D6"/>
    <w:rsid w:val="00657651"/>
    <w:rsid w:val="00657BA5"/>
    <w:rsid w:val="00657FBE"/>
    <w:rsid w:val="006604E0"/>
    <w:rsid w:val="006606BD"/>
    <w:rsid w:val="00660C82"/>
    <w:rsid w:val="00660DAB"/>
    <w:rsid w:val="00660ECE"/>
    <w:rsid w:val="006610C7"/>
    <w:rsid w:val="0066148D"/>
    <w:rsid w:val="006617B6"/>
    <w:rsid w:val="006617ED"/>
    <w:rsid w:val="00661AF1"/>
    <w:rsid w:val="00662171"/>
    <w:rsid w:val="006627DC"/>
    <w:rsid w:val="00662972"/>
    <w:rsid w:val="00662CEB"/>
    <w:rsid w:val="00662F40"/>
    <w:rsid w:val="00663973"/>
    <w:rsid w:val="006639E4"/>
    <w:rsid w:val="00663C8F"/>
    <w:rsid w:val="00664082"/>
    <w:rsid w:val="006640F7"/>
    <w:rsid w:val="006642F6"/>
    <w:rsid w:val="006647A5"/>
    <w:rsid w:val="0066499B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C5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44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03"/>
    <w:rsid w:val="00671155"/>
    <w:rsid w:val="006712C6"/>
    <w:rsid w:val="00671B8D"/>
    <w:rsid w:val="00671CB1"/>
    <w:rsid w:val="00671E8B"/>
    <w:rsid w:val="00672108"/>
    <w:rsid w:val="00672D60"/>
    <w:rsid w:val="00673374"/>
    <w:rsid w:val="00673893"/>
    <w:rsid w:val="006739A0"/>
    <w:rsid w:val="00673D4C"/>
    <w:rsid w:val="00673DE3"/>
    <w:rsid w:val="006743CB"/>
    <w:rsid w:val="006748EC"/>
    <w:rsid w:val="00674980"/>
    <w:rsid w:val="00675385"/>
    <w:rsid w:val="00675415"/>
    <w:rsid w:val="006754F4"/>
    <w:rsid w:val="0067584F"/>
    <w:rsid w:val="006759D9"/>
    <w:rsid w:val="006763EC"/>
    <w:rsid w:val="0067667D"/>
    <w:rsid w:val="00676AE8"/>
    <w:rsid w:val="0067753E"/>
    <w:rsid w:val="006775E1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17E7"/>
    <w:rsid w:val="00681918"/>
    <w:rsid w:val="00681A4E"/>
    <w:rsid w:val="00682145"/>
    <w:rsid w:val="006822C3"/>
    <w:rsid w:val="006824C8"/>
    <w:rsid w:val="006826AD"/>
    <w:rsid w:val="00682711"/>
    <w:rsid w:val="00682CAB"/>
    <w:rsid w:val="00682E76"/>
    <w:rsid w:val="00682F29"/>
    <w:rsid w:val="0068399F"/>
    <w:rsid w:val="00684270"/>
    <w:rsid w:val="0068450F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CE4"/>
    <w:rsid w:val="00685F71"/>
    <w:rsid w:val="006861CB"/>
    <w:rsid w:val="0068644C"/>
    <w:rsid w:val="00686892"/>
    <w:rsid w:val="00686B65"/>
    <w:rsid w:val="00686BBD"/>
    <w:rsid w:val="00687547"/>
    <w:rsid w:val="006876B0"/>
    <w:rsid w:val="006877CD"/>
    <w:rsid w:val="00687AD9"/>
    <w:rsid w:val="00687CB8"/>
    <w:rsid w:val="006908A1"/>
    <w:rsid w:val="00690AB3"/>
    <w:rsid w:val="0069100B"/>
    <w:rsid w:val="006913AA"/>
    <w:rsid w:val="006919FE"/>
    <w:rsid w:val="00691AF5"/>
    <w:rsid w:val="00691D85"/>
    <w:rsid w:val="00692370"/>
    <w:rsid w:val="0069251C"/>
    <w:rsid w:val="006925B9"/>
    <w:rsid w:val="006928C2"/>
    <w:rsid w:val="00692921"/>
    <w:rsid w:val="00692ECC"/>
    <w:rsid w:val="00693247"/>
    <w:rsid w:val="0069373C"/>
    <w:rsid w:val="00693781"/>
    <w:rsid w:val="00693A9F"/>
    <w:rsid w:val="00693C79"/>
    <w:rsid w:val="00694242"/>
    <w:rsid w:val="0069439A"/>
    <w:rsid w:val="0069444D"/>
    <w:rsid w:val="00694481"/>
    <w:rsid w:val="00694612"/>
    <w:rsid w:val="006946ED"/>
    <w:rsid w:val="00694AFB"/>
    <w:rsid w:val="00694F52"/>
    <w:rsid w:val="00694FE8"/>
    <w:rsid w:val="00695200"/>
    <w:rsid w:val="006955DF"/>
    <w:rsid w:val="0069576A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AF"/>
    <w:rsid w:val="006973C7"/>
    <w:rsid w:val="006975C9"/>
    <w:rsid w:val="0069764C"/>
    <w:rsid w:val="006976BB"/>
    <w:rsid w:val="0069770A"/>
    <w:rsid w:val="00697723"/>
    <w:rsid w:val="0069788B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8D1"/>
    <w:rsid w:val="006A1CFA"/>
    <w:rsid w:val="006A1FE9"/>
    <w:rsid w:val="006A2340"/>
    <w:rsid w:val="006A2B23"/>
    <w:rsid w:val="006A342B"/>
    <w:rsid w:val="006A382E"/>
    <w:rsid w:val="006A39E0"/>
    <w:rsid w:val="006A3BA7"/>
    <w:rsid w:val="006A3DCE"/>
    <w:rsid w:val="006A3FD0"/>
    <w:rsid w:val="006A41E6"/>
    <w:rsid w:val="006A4D93"/>
    <w:rsid w:val="006A4F3C"/>
    <w:rsid w:val="006A5292"/>
    <w:rsid w:val="006A561D"/>
    <w:rsid w:val="006A5650"/>
    <w:rsid w:val="006A5801"/>
    <w:rsid w:val="006A5ABE"/>
    <w:rsid w:val="006A5BDE"/>
    <w:rsid w:val="006A5E90"/>
    <w:rsid w:val="006A65C9"/>
    <w:rsid w:val="006A6DBB"/>
    <w:rsid w:val="006A6FF2"/>
    <w:rsid w:val="006A72A8"/>
    <w:rsid w:val="006A78EB"/>
    <w:rsid w:val="006A79A9"/>
    <w:rsid w:val="006A7F95"/>
    <w:rsid w:val="006B0331"/>
    <w:rsid w:val="006B06D4"/>
    <w:rsid w:val="006B06D6"/>
    <w:rsid w:val="006B07C5"/>
    <w:rsid w:val="006B090A"/>
    <w:rsid w:val="006B0CDB"/>
    <w:rsid w:val="006B0F1A"/>
    <w:rsid w:val="006B13BA"/>
    <w:rsid w:val="006B1404"/>
    <w:rsid w:val="006B15E4"/>
    <w:rsid w:val="006B1668"/>
    <w:rsid w:val="006B1688"/>
    <w:rsid w:val="006B173E"/>
    <w:rsid w:val="006B1A51"/>
    <w:rsid w:val="006B1BD6"/>
    <w:rsid w:val="006B218C"/>
    <w:rsid w:val="006B2226"/>
    <w:rsid w:val="006B24E4"/>
    <w:rsid w:val="006B2C2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C94"/>
    <w:rsid w:val="006B4E33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C2"/>
    <w:rsid w:val="006C1DAF"/>
    <w:rsid w:val="006C28B9"/>
    <w:rsid w:val="006C28E1"/>
    <w:rsid w:val="006C2B75"/>
    <w:rsid w:val="006C2DE1"/>
    <w:rsid w:val="006C2F73"/>
    <w:rsid w:val="006C3119"/>
    <w:rsid w:val="006C329C"/>
    <w:rsid w:val="006C3818"/>
    <w:rsid w:val="006C3B9C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CD"/>
    <w:rsid w:val="006C55A0"/>
    <w:rsid w:val="006C5BDB"/>
    <w:rsid w:val="006C6112"/>
    <w:rsid w:val="006C6350"/>
    <w:rsid w:val="006C6838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9CC"/>
    <w:rsid w:val="006D129B"/>
    <w:rsid w:val="006D136C"/>
    <w:rsid w:val="006D1837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1EE"/>
    <w:rsid w:val="006D47B7"/>
    <w:rsid w:val="006D494B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16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2251"/>
    <w:rsid w:val="006E251D"/>
    <w:rsid w:val="006E2E7F"/>
    <w:rsid w:val="006E302C"/>
    <w:rsid w:val="006E3414"/>
    <w:rsid w:val="006E353B"/>
    <w:rsid w:val="006E35EF"/>
    <w:rsid w:val="006E401B"/>
    <w:rsid w:val="006E4BB5"/>
    <w:rsid w:val="006E4EF9"/>
    <w:rsid w:val="006E5122"/>
    <w:rsid w:val="006E517B"/>
    <w:rsid w:val="006E54C6"/>
    <w:rsid w:val="006E579C"/>
    <w:rsid w:val="006E590B"/>
    <w:rsid w:val="006E5BF2"/>
    <w:rsid w:val="006E5CAE"/>
    <w:rsid w:val="006E6512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0D53"/>
    <w:rsid w:val="006F12E5"/>
    <w:rsid w:val="006F145C"/>
    <w:rsid w:val="006F1969"/>
    <w:rsid w:val="006F199F"/>
    <w:rsid w:val="006F1BCE"/>
    <w:rsid w:val="006F24C6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4CC"/>
    <w:rsid w:val="006F582D"/>
    <w:rsid w:val="006F5C78"/>
    <w:rsid w:val="006F6031"/>
    <w:rsid w:val="006F65A5"/>
    <w:rsid w:val="006F6796"/>
    <w:rsid w:val="006F6D08"/>
    <w:rsid w:val="006F6F80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308C"/>
    <w:rsid w:val="007034C5"/>
    <w:rsid w:val="0070394C"/>
    <w:rsid w:val="007039EE"/>
    <w:rsid w:val="00703BA5"/>
    <w:rsid w:val="00704154"/>
    <w:rsid w:val="007041BF"/>
    <w:rsid w:val="00704B7D"/>
    <w:rsid w:val="00704CF9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371"/>
    <w:rsid w:val="007064FF"/>
    <w:rsid w:val="00706665"/>
    <w:rsid w:val="00706682"/>
    <w:rsid w:val="007069BB"/>
    <w:rsid w:val="007069EE"/>
    <w:rsid w:val="00706F34"/>
    <w:rsid w:val="0070700B"/>
    <w:rsid w:val="007070F1"/>
    <w:rsid w:val="00707346"/>
    <w:rsid w:val="00707453"/>
    <w:rsid w:val="00707690"/>
    <w:rsid w:val="007077BC"/>
    <w:rsid w:val="007079DE"/>
    <w:rsid w:val="00707C72"/>
    <w:rsid w:val="00707CB4"/>
    <w:rsid w:val="00707F72"/>
    <w:rsid w:val="00710092"/>
    <w:rsid w:val="00710ACB"/>
    <w:rsid w:val="00710C2A"/>
    <w:rsid w:val="00710D01"/>
    <w:rsid w:val="00710E3C"/>
    <w:rsid w:val="007110B1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FFB"/>
    <w:rsid w:val="007131C3"/>
    <w:rsid w:val="00713A1F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17FDD"/>
    <w:rsid w:val="00720501"/>
    <w:rsid w:val="00720834"/>
    <w:rsid w:val="0072083A"/>
    <w:rsid w:val="00720A66"/>
    <w:rsid w:val="00720AE5"/>
    <w:rsid w:val="00720E21"/>
    <w:rsid w:val="007210DD"/>
    <w:rsid w:val="0072186B"/>
    <w:rsid w:val="00721DFE"/>
    <w:rsid w:val="0072266F"/>
    <w:rsid w:val="007226A2"/>
    <w:rsid w:val="00722DA9"/>
    <w:rsid w:val="00722F07"/>
    <w:rsid w:val="00723887"/>
    <w:rsid w:val="007238D2"/>
    <w:rsid w:val="00724B30"/>
    <w:rsid w:val="00724BB5"/>
    <w:rsid w:val="00725153"/>
    <w:rsid w:val="00725578"/>
    <w:rsid w:val="007255CF"/>
    <w:rsid w:val="00725D24"/>
    <w:rsid w:val="0072602A"/>
    <w:rsid w:val="00726166"/>
    <w:rsid w:val="00726459"/>
    <w:rsid w:val="00726668"/>
    <w:rsid w:val="00726799"/>
    <w:rsid w:val="00726870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F4E"/>
    <w:rsid w:val="00730510"/>
    <w:rsid w:val="00730521"/>
    <w:rsid w:val="007305EE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3336"/>
    <w:rsid w:val="007337BA"/>
    <w:rsid w:val="007337C7"/>
    <w:rsid w:val="00733A03"/>
    <w:rsid w:val="00733DEF"/>
    <w:rsid w:val="00734477"/>
    <w:rsid w:val="00734479"/>
    <w:rsid w:val="00734862"/>
    <w:rsid w:val="00734900"/>
    <w:rsid w:val="00734978"/>
    <w:rsid w:val="00734E15"/>
    <w:rsid w:val="00735020"/>
    <w:rsid w:val="00735563"/>
    <w:rsid w:val="0073577D"/>
    <w:rsid w:val="00735D69"/>
    <w:rsid w:val="007360E5"/>
    <w:rsid w:val="007365E2"/>
    <w:rsid w:val="00736A9C"/>
    <w:rsid w:val="00736C94"/>
    <w:rsid w:val="00736FC4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80D"/>
    <w:rsid w:val="007409FA"/>
    <w:rsid w:val="00740E97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7FB"/>
    <w:rsid w:val="00745AB7"/>
    <w:rsid w:val="00745DF5"/>
    <w:rsid w:val="00746040"/>
    <w:rsid w:val="0074608D"/>
    <w:rsid w:val="007460A2"/>
    <w:rsid w:val="0074664F"/>
    <w:rsid w:val="0074683F"/>
    <w:rsid w:val="00746CCA"/>
    <w:rsid w:val="00747047"/>
    <w:rsid w:val="007473B8"/>
    <w:rsid w:val="00747484"/>
    <w:rsid w:val="00747848"/>
    <w:rsid w:val="00747A7B"/>
    <w:rsid w:val="00747E2C"/>
    <w:rsid w:val="007501F1"/>
    <w:rsid w:val="00750361"/>
    <w:rsid w:val="007504BD"/>
    <w:rsid w:val="007504FD"/>
    <w:rsid w:val="0075059D"/>
    <w:rsid w:val="007507C3"/>
    <w:rsid w:val="0075081B"/>
    <w:rsid w:val="0075087A"/>
    <w:rsid w:val="00750A30"/>
    <w:rsid w:val="00750B62"/>
    <w:rsid w:val="00750B80"/>
    <w:rsid w:val="00750BCD"/>
    <w:rsid w:val="0075112F"/>
    <w:rsid w:val="007514E3"/>
    <w:rsid w:val="007517FB"/>
    <w:rsid w:val="00751806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4FD6"/>
    <w:rsid w:val="00755020"/>
    <w:rsid w:val="00755496"/>
    <w:rsid w:val="0075574B"/>
    <w:rsid w:val="00755BB3"/>
    <w:rsid w:val="00755C32"/>
    <w:rsid w:val="00755C58"/>
    <w:rsid w:val="00755EDF"/>
    <w:rsid w:val="00756347"/>
    <w:rsid w:val="00756398"/>
    <w:rsid w:val="007563ED"/>
    <w:rsid w:val="00756FB0"/>
    <w:rsid w:val="00757007"/>
    <w:rsid w:val="00757178"/>
    <w:rsid w:val="007572D7"/>
    <w:rsid w:val="00757678"/>
    <w:rsid w:val="007577FF"/>
    <w:rsid w:val="00757A11"/>
    <w:rsid w:val="00757A5D"/>
    <w:rsid w:val="00760CE6"/>
    <w:rsid w:val="00760F11"/>
    <w:rsid w:val="00760F6E"/>
    <w:rsid w:val="00761486"/>
    <w:rsid w:val="00762059"/>
    <w:rsid w:val="00762306"/>
    <w:rsid w:val="007626E7"/>
    <w:rsid w:val="00762A8F"/>
    <w:rsid w:val="00762C0C"/>
    <w:rsid w:val="00762C12"/>
    <w:rsid w:val="00763C33"/>
    <w:rsid w:val="00763E72"/>
    <w:rsid w:val="007640A3"/>
    <w:rsid w:val="00764172"/>
    <w:rsid w:val="007642DC"/>
    <w:rsid w:val="007643E2"/>
    <w:rsid w:val="007645F6"/>
    <w:rsid w:val="00764693"/>
    <w:rsid w:val="00764F5E"/>
    <w:rsid w:val="007652D5"/>
    <w:rsid w:val="0076535D"/>
    <w:rsid w:val="00765866"/>
    <w:rsid w:val="007658E6"/>
    <w:rsid w:val="007661B8"/>
    <w:rsid w:val="00766614"/>
    <w:rsid w:val="007667C6"/>
    <w:rsid w:val="0076682B"/>
    <w:rsid w:val="00766B0B"/>
    <w:rsid w:val="00766B92"/>
    <w:rsid w:val="00767753"/>
    <w:rsid w:val="00767E37"/>
    <w:rsid w:val="00770039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0A"/>
    <w:rsid w:val="00772065"/>
    <w:rsid w:val="007720AF"/>
    <w:rsid w:val="0077215B"/>
    <w:rsid w:val="0077247A"/>
    <w:rsid w:val="00772736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5DDE"/>
    <w:rsid w:val="00776026"/>
    <w:rsid w:val="007761D4"/>
    <w:rsid w:val="00776741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123"/>
    <w:rsid w:val="00781E07"/>
    <w:rsid w:val="0078202A"/>
    <w:rsid w:val="00782191"/>
    <w:rsid w:val="007827AB"/>
    <w:rsid w:val="007828E5"/>
    <w:rsid w:val="00782C83"/>
    <w:rsid w:val="00782E31"/>
    <w:rsid w:val="00782E6D"/>
    <w:rsid w:val="00782F3B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00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F19"/>
    <w:rsid w:val="007950EB"/>
    <w:rsid w:val="00795294"/>
    <w:rsid w:val="0079531C"/>
    <w:rsid w:val="00795A68"/>
    <w:rsid w:val="0079673D"/>
    <w:rsid w:val="00796A4F"/>
    <w:rsid w:val="00796ADC"/>
    <w:rsid w:val="00796B59"/>
    <w:rsid w:val="00797C1F"/>
    <w:rsid w:val="00797CB6"/>
    <w:rsid w:val="00797D98"/>
    <w:rsid w:val="007A0152"/>
    <w:rsid w:val="007A028D"/>
    <w:rsid w:val="007A07DE"/>
    <w:rsid w:val="007A1280"/>
    <w:rsid w:val="007A199E"/>
    <w:rsid w:val="007A1AE9"/>
    <w:rsid w:val="007A1CEA"/>
    <w:rsid w:val="007A203F"/>
    <w:rsid w:val="007A20EF"/>
    <w:rsid w:val="007A2790"/>
    <w:rsid w:val="007A296D"/>
    <w:rsid w:val="007A29A3"/>
    <w:rsid w:val="007A2B3B"/>
    <w:rsid w:val="007A2B47"/>
    <w:rsid w:val="007A2C48"/>
    <w:rsid w:val="007A2D36"/>
    <w:rsid w:val="007A30E8"/>
    <w:rsid w:val="007A3226"/>
    <w:rsid w:val="007A3798"/>
    <w:rsid w:val="007A413C"/>
    <w:rsid w:val="007A4194"/>
    <w:rsid w:val="007A43B5"/>
    <w:rsid w:val="007A4E1F"/>
    <w:rsid w:val="007A519F"/>
    <w:rsid w:val="007A5A2A"/>
    <w:rsid w:val="007A5CDF"/>
    <w:rsid w:val="007A60E7"/>
    <w:rsid w:val="007A61BB"/>
    <w:rsid w:val="007A62E5"/>
    <w:rsid w:val="007A67D4"/>
    <w:rsid w:val="007A723E"/>
    <w:rsid w:val="007A72F7"/>
    <w:rsid w:val="007A7689"/>
    <w:rsid w:val="007A7969"/>
    <w:rsid w:val="007A79A2"/>
    <w:rsid w:val="007A79B2"/>
    <w:rsid w:val="007A7A2E"/>
    <w:rsid w:val="007A7A90"/>
    <w:rsid w:val="007B0312"/>
    <w:rsid w:val="007B06E4"/>
    <w:rsid w:val="007B07B0"/>
    <w:rsid w:val="007B085E"/>
    <w:rsid w:val="007B0BEE"/>
    <w:rsid w:val="007B101F"/>
    <w:rsid w:val="007B10DD"/>
    <w:rsid w:val="007B1985"/>
    <w:rsid w:val="007B1BCC"/>
    <w:rsid w:val="007B1E2C"/>
    <w:rsid w:val="007B27BE"/>
    <w:rsid w:val="007B2931"/>
    <w:rsid w:val="007B2A5E"/>
    <w:rsid w:val="007B2E54"/>
    <w:rsid w:val="007B2EDD"/>
    <w:rsid w:val="007B389A"/>
    <w:rsid w:val="007B3FDF"/>
    <w:rsid w:val="007B4167"/>
    <w:rsid w:val="007B44F5"/>
    <w:rsid w:val="007B4F77"/>
    <w:rsid w:val="007B5058"/>
    <w:rsid w:val="007B529A"/>
    <w:rsid w:val="007B52DB"/>
    <w:rsid w:val="007B55D2"/>
    <w:rsid w:val="007B5EDF"/>
    <w:rsid w:val="007B5F1B"/>
    <w:rsid w:val="007B6155"/>
    <w:rsid w:val="007B667E"/>
    <w:rsid w:val="007B682F"/>
    <w:rsid w:val="007B6F34"/>
    <w:rsid w:val="007B7349"/>
    <w:rsid w:val="007B7589"/>
    <w:rsid w:val="007C06F6"/>
    <w:rsid w:val="007C0A13"/>
    <w:rsid w:val="007C0BB0"/>
    <w:rsid w:val="007C0BD6"/>
    <w:rsid w:val="007C156C"/>
    <w:rsid w:val="007C16C9"/>
    <w:rsid w:val="007C24D3"/>
    <w:rsid w:val="007C26FA"/>
    <w:rsid w:val="007C2AC8"/>
    <w:rsid w:val="007C2CD6"/>
    <w:rsid w:val="007C2FB7"/>
    <w:rsid w:val="007C3182"/>
    <w:rsid w:val="007C34ED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C56"/>
    <w:rsid w:val="007C51E9"/>
    <w:rsid w:val="007C5771"/>
    <w:rsid w:val="007C585B"/>
    <w:rsid w:val="007C5CD4"/>
    <w:rsid w:val="007C687D"/>
    <w:rsid w:val="007C6B0B"/>
    <w:rsid w:val="007C6C3D"/>
    <w:rsid w:val="007C70EA"/>
    <w:rsid w:val="007C72C8"/>
    <w:rsid w:val="007C74E7"/>
    <w:rsid w:val="007C76D6"/>
    <w:rsid w:val="007C7A7F"/>
    <w:rsid w:val="007C7BF9"/>
    <w:rsid w:val="007D00B0"/>
    <w:rsid w:val="007D02EE"/>
    <w:rsid w:val="007D0491"/>
    <w:rsid w:val="007D04C1"/>
    <w:rsid w:val="007D07C6"/>
    <w:rsid w:val="007D0946"/>
    <w:rsid w:val="007D0DA8"/>
    <w:rsid w:val="007D10D3"/>
    <w:rsid w:val="007D189A"/>
    <w:rsid w:val="007D18F7"/>
    <w:rsid w:val="007D18F9"/>
    <w:rsid w:val="007D1FDB"/>
    <w:rsid w:val="007D252D"/>
    <w:rsid w:val="007D285E"/>
    <w:rsid w:val="007D2A44"/>
    <w:rsid w:val="007D2FF5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F98"/>
    <w:rsid w:val="007D5295"/>
    <w:rsid w:val="007D55E5"/>
    <w:rsid w:val="007D5923"/>
    <w:rsid w:val="007D5B5B"/>
    <w:rsid w:val="007D5B76"/>
    <w:rsid w:val="007D67B3"/>
    <w:rsid w:val="007D6A52"/>
    <w:rsid w:val="007D6BF2"/>
    <w:rsid w:val="007D6C3E"/>
    <w:rsid w:val="007D6FAE"/>
    <w:rsid w:val="007D75C7"/>
    <w:rsid w:val="007D772C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3B"/>
    <w:rsid w:val="007E2B7F"/>
    <w:rsid w:val="007E37D7"/>
    <w:rsid w:val="007E3C8C"/>
    <w:rsid w:val="007E3CC9"/>
    <w:rsid w:val="007E3CCB"/>
    <w:rsid w:val="007E3CF7"/>
    <w:rsid w:val="007E41A5"/>
    <w:rsid w:val="007E45A1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2F8"/>
    <w:rsid w:val="007F03D3"/>
    <w:rsid w:val="007F0923"/>
    <w:rsid w:val="007F092F"/>
    <w:rsid w:val="007F1251"/>
    <w:rsid w:val="007F161E"/>
    <w:rsid w:val="007F1887"/>
    <w:rsid w:val="007F1C9F"/>
    <w:rsid w:val="007F1F17"/>
    <w:rsid w:val="007F2F52"/>
    <w:rsid w:val="007F2F8B"/>
    <w:rsid w:val="007F338C"/>
    <w:rsid w:val="007F3576"/>
    <w:rsid w:val="007F37CD"/>
    <w:rsid w:val="007F3A61"/>
    <w:rsid w:val="007F3AE1"/>
    <w:rsid w:val="007F3CA4"/>
    <w:rsid w:val="007F4312"/>
    <w:rsid w:val="007F431F"/>
    <w:rsid w:val="007F4476"/>
    <w:rsid w:val="007F45C5"/>
    <w:rsid w:val="007F49DF"/>
    <w:rsid w:val="007F4AB0"/>
    <w:rsid w:val="007F4B68"/>
    <w:rsid w:val="007F4F57"/>
    <w:rsid w:val="007F5FA5"/>
    <w:rsid w:val="007F5FFE"/>
    <w:rsid w:val="007F654E"/>
    <w:rsid w:val="007F6595"/>
    <w:rsid w:val="007F6A51"/>
    <w:rsid w:val="007F70C0"/>
    <w:rsid w:val="007F73A1"/>
    <w:rsid w:val="008000B9"/>
    <w:rsid w:val="00800463"/>
    <w:rsid w:val="008005BE"/>
    <w:rsid w:val="008008A2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A9"/>
    <w:rsid w:val="008036A7"/>
    <w:rsid w:val="00803821"/>
    <w:rsid w:val="00803A08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2E6"/>
    <w:rsid w:val="008068ED"/>
    <w:rsid w:val="00807391"/>
    <w:rsid w:val="0080772E"/>
    <w:rsid w:val="0080784D"/>
    <w:rsid w:val="008102C9"/>
    <w:rsid w:val="00810517"/>
    <w:rsid w:val="00810FB7"/>
    <w:rsid w:val="00811026"/>
    <w:rsid w:val="008116E7"/>
    <w:rsid w:val="00811930"/>
    <w:rsid w:val="00811B82"/>
    <w:rsid w:val="00811BAC"/>
    <w:rsid w:val="00811D47"/>
    <w:rsid w:val="008121AA"/>
    <w:rsid w:val="008122B9"/>
    <w:rsid w:val="0081267E"/>
    <w:rsid w:val="0081272B"/>
    <w:rsid w:val="008127C2"/>
    <w:rsid w:val="00812830"/>
    <w:rsid w:val="00812EFE"/>
    <w:rsid w:val="008131A6"/>
    <w:rsid w:val="008132E8"/>
    <w:rsid w:val="008135A4"/>
    <w:rsid w:val="008136ED"/>
    <w:rsid w:val="00813E4D"/>
    <w:rsid w:val="00814246"/>
    <w:rsid w:val="0081430C"/>
    <w:rsid w:val="00814989"/>
    <w:rsid w:val="00814AC2"/>
    <w:rsid w:val="00814B5B"/>
    <w:rsid w:val="00814EB5"/>
    <w:rsid w:val="00814EC8"/>
    <w:rsid w:val="00815073"/>
    <w:rsid w:val="008152AB"/>
    <w:rsid w:val="008156BA"/>
    <w:rsid w:val="00815787"/>
    <w:rsid w:val="00815823"/>
    <w:rsid w:val="00815836"/>
    <w:rsid w:val="008160CD"/>
    <w:rsid w:val="0081627E"/>
    <w:rsid w:val="0081654A"/>
    <w:rsid w:val="008165FB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DDA"/>
    <w:rsid w:val="00826E96"/>
    <w:rsid w:val="00826F45"/>
    <w:rsid w:val="00827102"/>
    <w:rsid w:val="00827114"/>
    <w:rsid w:val="008272FF"/>
    <w:rsid w:val="00827387"/>
    <w:rsid w:val="008273AE"/>
    <w:rsid w:val="00827E22"/>
    <w:rsid w:val="00830BFF"/>
    <w:rsid w:val="00831150"/>
    <w:rsid w:val="00831254"/>
    <w:rsid w:val="008312A0"/>
    <w:rsid w:val="0083164A"/>
    <w:rsid w:val="008319C8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70F"/>
    <w:rsid w:val="00833BC8"/>
    <w:rsid w:val="00833EE7"/>
    <w:rsid w:val="00833EEF"/>
    <w:rsid w:val="008340F5"/>
    <w:rsid w:val="00834244"/>
    <w:rsid w:val="0083466A"/>
    <w:rsid w:val="0083479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7E5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25C"/>
    <w:rsid w:val="00846798"/>
    <w:rsid w:val="008467FE"/>
    <w:rsid w:val="00846860"/>
    <w:rsid w:val="00846A70"/>
    <w:rsid w:val="00846C87"/>
    <w:rsid w:val="008470D1"/>
    <w:rsid w:val="00847386"/>
    <w:rsid w:val="00847504"/>
    <w:rsid w:val="00847A12"/>
    <w:rsid w:val="00847F57"/>
    <w:rsid w:val="00850644"/>
    <w:rsid w:val="0085124F"/>
    <w:rsid w:val="0085128A"/>
    <w:rsid w:val="008513D4"/>
    <w:rsid w:val="00851580"/>
    <w:rsid w:val="008515D9"/>
    <w:rsid w:val="00851870"/>
    <w:rsid w:val="00851AD5"/>
    <w:rsid w:val="008526AD"/>
    <w:rsid w:val="0085276F"/>
    <w:rsid w:val="00852C8E"/>
    <w:rsid w:val="00852FF1"/>
    <w:rsid w:val="008532AA"/>
    <w:rsid w:val="0085365D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F2C"/>
    <w:rsid w:val="00856543"/>
    <w:rsid w:val="00856558"/>
    <w:rsid w:val="0085724A"/>
    <w:rsid w:val="0085774B"/>
    <w:rsid w:val="00857AA7"/>
    <w:rsid w:val="00857CA3"/>
    <w:rsid w:val="00857D0A"/>
    <w:rsid w:val="008602C4"/>
    <w:rsid w:val="008603C6"/>
    <w:rsid w:val="00860456"/>
    <w:rsid w:val="00860524"/>
    <w:rsid w:val="0086053E"/>
    <w:rsid w:val="008607EA"/>
    <w:rsid w:val="00861732"/>
    <w:rsid w:val="00861935"/>
    <w:rsid w:val="00861C7C"/>
    <w:rsid w:val="00861D6D"/>
    <w:rsid w:val="0086224A"/>
    <w:rsid w:val="00862316"/>
    <w:rsid w:val="00862B86"/>
    <w:rsid w:val="00863380"/>
    <w:rsid w:val="0086360A"/>
    <w:rsid w:val="00863D03"/>
    <w:rsid w:val="00864329"/>
    <w:rsid w:val="0086434C"/>
    <w:rsid w:val="00864B6A"/>
    <w:rsid w:val="008656B7"/>
    <w:rsid w:val="0086571B"/>
    <w:rsid w:val="008659AA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8F2"/>
    <w:rsid w:val="00870AB5"/>
    <w:rsid w:val="00870B40"/>
    <w:rsid w:val="00870D0F"/>
    <w:rsid w:val="008712CB"/>
    <w:rsid w:val="008714EE"/>
    <w:rsid w:val="008716F7"/>
    <w:rsid w:val="00871BF4"/>
    <w:rsid w:val="00871ED4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16D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526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42"/>
    <w:rsid w:val="00877B8D"/>
    <w:rsid w:val="00877F50"/>
    <w:rsid w:val="008800C8"/>
    <w:rsid w:val="00880211"/>
    <w:rsid w:val="00880460"/>
    <w:rsid w:val="00880631"/>
    <w:rsid w:val="00880711"/>
    <w:rsid w:val="00880788"/>
    <w:rsid w:val="00880B63"/>
    <w:rsid w:val="00881057"/>
    <w:rsid w:val="008811A4"/>
    <w:rsid w:val="008814C4"/>
    <w:rsid w:val="00881843"/>
    <w:rsid w:val="0088190D"/>
    <w:rsid w:val="008819B6"/>
    <w:rsid w:val="00881F69"/>
    <w:rsid w:val="00882481"/>
    <w:rsid w:val="008828B7"/>
    <w:rsid w:val="00882FAF"/>
    <w:rsid w:val="00883792"/>
    <w:rsid w:val="00883FE2"/>
    <w:rsid w:val="008845A6"/>
    <w:rsid w:val="008848D4"/>
    <w:rsid w:val="00884F0B"/>
    <w:rsid w:val="0088537A"/>
    <w:rsid w:val="008855AE"/>
    <w:rsid w:val="008855C2"/>
    <w:rsid w:val="00885793"/>
    <w:rsid w:val="00885AD4"/>
    <w:rsid w:val="00885B97"/>
    <w:rsid w:val="00885C92"/>
    <w:rsid w:val="00885FB5"/>
    <w:rsid w:val="0088613E"/>
    <w:rsid w:val="00886E39"/>
    <w:rsid w:val="00886F9A"/>
    <w:rsid w:val="00887099"/>
    <w:rsid w:val="008871BD"/>
    <w:rsid w:val="008871E0"/>
    <w:rsid w:val="008874F2"/>
    <w:rsid w:val="00887570"/>
    <w:rsid w:val="00887CFF"/>
    <w:rsid w:val="008904E1"/>
    <w:rsid w:val="00890B89"/>
    <w:rsid w:val="00890EBD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D80"/>
    <w:rsid w:val="00892F2D"/>
    <w:rsid w:val="00892FC3"/>
    <w:rsid w:val="0089311F"/>
    <w:rsid w:val="00893160"/>
    <w:rsid w:val="008931B2"/>
    <w:rsid w:val="00893277"/>
    <w:rsid w:val="00893889"/>
    <w:rsid w:val="00893B0B"/>
    <w:rsid w:val="00894245"/>
    <w:rsid w:val="00894E34"/>
    <w:rsid w:val="00894F66"/>
    <w:rsid w:val="00895179"/>
    <w:rsid w:val="0089536D"/>
    <w:rsid w:val="00895542"/>
    <w:rsid w:val="00895C08"/>
    <w:rsid w:val="00895CB3"/>
    <w:rsid w:val="00895EA7"/>
    <w:rsid w:val="00895FB9"/>
    <w:rsid w:val="008960E6"/>
    <w:rsid w:val="00896143"/>
    <w:rsid w:val="0089627F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63E"/>
    <w:rsid w:val="008A1744"/>
    <w:rsid w:val="008A1932"/>
    <w:rsid w:val="008A1BEB"/>
    <w:rsid w:val="008A1D84"/>
    <w:rsid w:val="008A1DB2"/>
    <w:rsid w:val="008A1DBB"/>
    <w:rsid w:val="008A228D"/>
    <w:rsid w:val="008A2444"/>
    <w:rsid w:val="008A283E"/>
    <w:rsid w:val="008A29E4"/>
    <w:rsid w:val="008A2E28"/>
    <w:rsid w:val="008A3738"/>
    <w:rsid w:val="008A3801"/>
    <w:rsid w:val="008A393B"/>
    <w:rsid w:val="008A3D29"/>
    <w:rsid w:val="008A4135"/>
    <w:rsid w:val="008A4B10"/>
    <w:rsid w:val="008A4D61"/>
    <w:rsid w:val="008A5030"/>
    <w:rsid w:val="008A5A69"/>
    <w:rsid w:val="008A5D68"/>
    <w:rsid w:val="008A603E"/>
    <w:rsid w:val="008A63D5"/>
    <w:rsid w:val="008A6480"/>
    <w:rsid w:val="008A651A"/>
    <w:rsid w:val="008A69CA"/>
    <w:rsid w:val="008A6FF0"/>
    <w:rsid w:val="008A7075"/>
    <w:rsid w:val="008A7288"/>
    <w:rsid w:val="008A752E"/>
    <w:rsid w:val="008A776A"/>
    <w:rsid w:val="008A7BCD"/>
    <w:rsid w:val="008A7E06"/>
    <w:rsid w:val="008B0495"/>
    <w:rsid w:val="008B053B"/>
    <w:rsid w:val="008B0AD4"/>
    <w:rsid w:val="008B0AFC"/>
    <w:rsid w:val="008B0B6D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39D6"/>
    <w:rsid w:val="008B423B"/>
    <w:rsid w:val="008B446E"/>
    <w:rsid w:val="008B4BC0"/>
    <w:rsid w:val="008B4DF0"/>
    <w:rsid w:val="008B55E7"/>
    <w:rsid w:val="008B62D5"/>
    <w:rsid w:val="008B6CF9"/>
    <w:rsid w:val="008B6E33"/>
    <w:rsid w:val="008B6E5D"/>
    <w:rsid w:val="008B6E91"/>
    <w:rsid w:val="008B75FE"/>
    <w:rsid w:val="008B765D"/>
    <w:rsid w:val="008B7BD5"/>
    <w:rsid w:val="008C0A63"/>
    <w:rsid w:val="008C0BB5"/>
    <w:rsid w:val="008C0F9E"/>
    <w:rsid w:val="008C1384"/>
    <w:rsid w:val="008C13A1"/>
    <w:rsid w:val="008C13AF"/>
    <w:rsid w:val="008C13DA"/>
    <w:rsid w:val="008C1442"/>
    <w:rsid w:val="008C1920"/>
    <w:rsid w:val="008C2025"/>
    <w:rsid w:val="008C24B3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E"/>
    <w:rsid w:val="008C3FB1"/>
    <w:rsid w:val="008C3FD0"/>
    <w:rsid w:val="008C40DE"/>
    <w:rsid w:val="008C425B"/>
    <w:rsid w:val="008C463A"/>
    <w:rsid w:val="008C4C75"/>
    <w:rsid w:val="008C4CC6"/>
    <w:rsid w:val="008C57D1"/>
    <w:rsid w:val="008C590D"/>
    <w:rsid w:val="008C6045"/>
    <w:rsid w:val="008C68EC"/>
    <w:rsid w:val="008C697F"/>
    <w:rsid w:val="008C6B82"/>
    <w:rsid w:val="008C726A"/>
    <w:rsid w:val="008C759A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21A1"/>
    <w:rsid w:val="008D22A6"/>
    <w:rsid w:val="008D267B"/>
    <w:rsid w:val="008D28D2"/>
    <w:rsid w:val="008D2A98"/>
    <w:rsid w:val="008D2B83"/>
    <w:rsid w:val="008D2DC3"/>
    <w:rsid w:val="008D2DD2"/>
    <w:rsid w:val="008D3585"/>
    <w:rsid w:val="008D362F"/>
    <w:rsid w:val="008D3862"/>
    <w:rsid w:val="008D394C"/>
    <w:rsid w:val="008D4268"/>
    <w:rsid w:val="008D42FE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55E"/>
    <w:rsid w:val="008D56FC"/>
    <w:rsid w:val="008D579B"/>
    <w:rsid w:val="008D5E5F"/>
    <w:rsid w:val="008D5EC5"/>
    <w:rsid w:val="008D619D"/>
    <w:rsid w:val="008D6229"/>
    <w:rsid w:val="008D6496"/>
    <w:rsid w:val="008D66CC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0F55"/>
    <w:rsid w:val="008E12E4"/>
    <w:rsid w:val="008E1398"/>
    <w:rsid w:val="008E16CA"/>
    <w:rsid w:val="008E1883"/>
    <w:rsid w:val="008E18A7"/>
    <w:rsid w:val="008E1A81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5CA"/>
    <w:rsid w:val="008E5A0C"/>
    <w:rsid w:val="008E5BEF"/>
    <w:rsid w:val="008E621C"/>
    <w:rsid w:val="008E6472"/>
    <w:rsid w:val="008E6A52"/>
    <w:rsid w:val="008E6A63"/>
    <w:rsid w:val="008E7772"/>
    <w:rsid w:val="008E79B1"/>
    <w:rsid w:val="008E7AD4"/>
    <w:rsid w:val="008E7CCD"/>
    <w:rsid w:val="008E7E9F"/>
    <w:rsid w:val="008F00B1"/>
    <w:rsid w:val="008F0463"/>
    <w:rsid w:val="008F06B6"/>
    <w:rsid w:val="008F0732"/>
    <w:rsid w:val="008F0BCD"/>
    <w:rsid w:val="008F0CC8"/>
    <w:rsid w:val="008F0DEE"/>
    <w:rsid w:val="008F12D0"/>
    <w:rsid w:val="008F1545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F52"/>
    <w:rsid w:val="008F31B8"/>
    <w:rsid w:val="008F34D2"/>
    <w:rsid w:val="008F3C25"/>
    <w:rsid w:val="008F3D06"/>
    <w:rsid w:val="008F41D2"/>
    <w:rsid w:val="008F4E0B"/>
    <w:rsid w:val="008F5279"/>
    <w:rsid w:val="008F5A12"/>
    <w:rsid w:val="008F5A1F"/>
    <w:rsid w:val="008F5AFA"/>
    <w:rsid w:val="008F5DA6"/>
    <w:rsid w:val="008F6905"/>
    <w:rsid w:val="008F6A22"/>
    <w:rsid w:val="008F6BCA"/>
    <w:rsid w:val="008F7012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60F"/>
    <w:rsid w:val="00901770"/>
    <w:rsid w:val="00901944"/>
    <w:rsid w:val="00901995"/>
    <w:rsid w:val="00902168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FC8"/>
    <w:rsid w:val="00906FE4"/>
    <w:rsid w:val="009078A5"/>
    <w:rsid w:val="00907AA4"/>
    <w:rsid w:val="00907F29"/>
    <w:rsid w:val="00910279"/>
    <w:rsid w:val="009107E1"/>
    <w:rsid w:val="00910819"/>
    <w:rsid w:val="009112E1"/>
    <w:rsid w:val="0091134D"/>
    <w:rsid w:val="009113C8"/>
    <w:rsid w:val="0091143E"/>
    <w:rsid w:val="009115A2"/>
    <w:rsid w:val="009120BE"/>
    <w:rsid w:val="00912A93"/>
    <w:rsid w:val="009130D3"/>
    <w:rsid w:val="00913279"/>
    <w:rsid w:val="0091394C"/>
    <w:rsid w:val="009139B3"/>
    <w:rsid w:val="00913C24"/>
    <w:rsid w:val="0091400C"/>
    <w:rsid w:val="00914140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99E"/>
    <w:rsid w:val="009170F7"/>
    <w:rsid w:val="0091710A"/>
    <w:rsid w:val="009174AC"/>
    <w:rsid w:val="009177F0"/>
    <w:rsid w:val="00917B7B"/>
    <w:rsid w:val="00917F36"/>
    <w:rsid w:val="0092029F"/>
    <w:rsid w:val="00920359"/>
    <w:rsid w:val="00920B0D"/>
    <w:rsid w:val="009210B8"/>
    <w:rsid w:val="0092151A"/>
    <w:rsid w:val="0092191F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4B"/>
    <w:rsid w:val="009245A3"/>
    <w:rsid w:val="00924B1E"/>
    <w:rsid w:val="00924C27"/>
    <w:rsid w:val="00925A58"/>
    <w:rsid w:val="00925DA5"/>
    <w:rsid w:val="00926027"/>
    <w:rsid w:val="00926333"/>
    <w:rsid w:val="00926674"/>
    <w:rsid w:val="00926694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09"/>
    <w:rsid w:val="0093183F"/>
    <w:rsid w:val="00931E05"/>
    <w:rsid w:val="00932554"/>
    <w:rsid w:val="009329D8"/>
    <w:rsid w:val="00932B32"/>
    <w:rsid w:val="00932D87"/>
    <w:rsid w:val="00932E1D"/>
    <w:rsid w:val="00933087"/>
    <w:rsid w:val="0093309F"/>
    <w:rsid w:val="009331C5"/>
    <w:rsid w:val="009335B9"/>
    <w:rsid w:val="009335C4"/>
    <w:rsid w:val="009338F3"/>
    <w:rsid w:val="00933922"/>
    <w:rsid w:val="00933971"/>
    <w:rsid w:val="00933D0F"/>
    <w:rsid w:val="00933EA2"/>
    <w:rsid w:val="00934081"/>
    <w:rsid w:val="00934355"/>
    <w:rsid w:val="0093487F"/>
    <w:rsid w:val="00934D24"/>
    <w:rsid w:val="00934F09"/>
    <w:rsid w:val="0093524D"/>
    <w:rsid w:val="009353CA"/>
    <w:rsid w:val="00935421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6E3"/>
    <w:rsid w:val="0094279E"/>
    <w:rsid w:val="009427DE"/>
    <w:rsid w:val="00942D97"/>
    <w:rsid w:val="00942E75"/>
    <w:rsid w:val="00943156"/>
    <w:rsid w:val="00943417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D98"/>
    <w:rsid w:val="00946FAE"/>
    <w:rsid w:val="00947B61"/>
    <w:rsid w:val="00947CC3"/>
    <w:rsid w:val="00950692"/>
    <w:rsid w:val="00950EA0"/>
    <w:rsid w:val="00951273"/>
    <w:rsid w:val="00951289"/>
    <w:rsid w:val="00951563"/>
    <w:rsid w:val="009515AD"/>
    <w:rsid w:val="00951DD0"/>
    <w:rsid w:val="00952227"/>
    <w:rsid w:val="00952255"/>
    <w:rsid w:val="0095236C"/>
    <w:rsid w:val="00952502"/>
    <w:rsid w:val="009525A2"/>
    <w:rsid w:val="00952809"/>
    <w:rsid w:val="00952ADB"/>
    <w:rsid w:val="00952D59"/>
    <w:rsid w:val="00953410"/>
    <w:rsid w:val="00953499"/>
    <w:rsid w:val="00953983"/>
    <w:rsid w:val="00953A30"/>
    <w:rsid w:val="00953BA2"/>
    <w:rsid w:val="00953FAF"/>
    <w:rsid w:val="00954063"/>
    <w:rsid w:val="009541B1"/>
    <w:rsid w:val="009542E5"/>
    <w:rsid w:val="00954361"/>
    <w:rsid w:val="009549D3"/>
    <w:rsid w:val="00955703"/>
    <w:rsid w:val="00955906"/>
    <w:rsid w:val="00955ABF"/>
    <w:rsid w:val="00955D3D"/>
    <w:rsid w:val="00955D61"/>
    <w:rsid w:val="00955D8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31C"/>
    <w:rsid w:val="0096050F"/>
    <w:rsid w:val="0096102A"/>
    <w:rsid w:val="00961153"/>
    <w:rsid w:val="0096115C"/>
    <w:rsid w:val="009611C7"/>
    <w:rsid w:val="00961BBE"/>
    <w:rsid w:val="00961D48"/>
    <w:rsid w:val="00961D85"/>
    <w:rsid w:val="0096207F"/>
    <w:rsid w:val="009624BC"/>
    <w:rsid w:val="0096250C"/>
    <w:rsid w:val="0096280B"/>
    <w:rsid w:val="009631DF"/>
    <w:rsid w:val="009631E5"/>
    <w:rsid w:val="0096341D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047"/>
    <w:rsid w:val="00965185"/>
    <w:rsid w:val="00965E76"/>
    <w:rsid w:val="00966149"/>
    <w:rsid w:val="009662B0"/>
    <w:rsid w:val="00966B12"/>
    <w:rsid w:val="00966C20"/>
    <w:rsid w:val="00966C60"/>
    <w:rsid w:val="00966E6A"/>
    <w:rsid w:val="009670DF"/>
    <w:rsid w:val="0096798F"/>
    <w:rsid w:val="0097024E"/>
    <w:rsid w:val="009705C9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5F6"/>
    <w:rsid w:val="00972690"/>
    <w:rsid w:val="00972887"/>
    <w:rsid w:val="00972DD4"/>
    <w:rsid w:val="00972DF3"/>
    <w:rsid w:val="00972F08"/>
    <w:rsid w:val="00972FB0"/>
    <w:rsid w:val="00973962"/>
    <w:rsid w:val="00973B2B"/>
    <w:rsid w:val="00973D27"/>
    <w:rsid w:val="00973F9B"/>
    <w:rsid w:val="00973FD1"/>
    <w:rsid w:val="00974A16"/>
    <w:rsid w:val="00974A8F"/>
    <w:rsid w:val="00975016"/>
    <w:rsid w:val="00975022"/>
    <w:rsid w:val="00975038"/>
    <w:rsid w:val="00975B18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A6E"/>
    <w:rsid w:val="009770EC"/>
    <w:rsid w:val="00977137"/>
    <w:rsid w:val="009801AC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314A"/>
    <w:rsid w:val="009834F3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D50"/>
    <w:rsid w:val="009900E2"/>
    <w:rsid w:val="0099013E"/>
    <w:rsid w:val="00990498"/>
    <w:rsid w:val="009905F3"/>
    <w:rsid w:val="009906C0"/>
    <w:rsid w:val="009906DF"/>
    <w:rsid w:val="00990881"/>
    <w:rsid w:val="00991321"/>
    <w:rsid w:val="00991425"/>
    <w:rsid w:val="009917FE"/>
    <w:rsid w:val="00991CE0"/>
    <w:rsid w:val="00991E17"/>
    <w:rsid w:val="00991F6C"/>
    <w:rsid w:val="00991FED"/>
    <w:rsid w:val="00992056"/>
    <w:rsid w:val="009924D3"/>
    <w:rsid w:val="00992AB4"/>
    <w:rsid w:val="0099339B"/>
    <w:rsid w:val="009936B5"/>
    <w:rsid w:val="009936E8"/>
    <w:rsid w:val="00993781"/>
    <w:rsid w:val="009938A8"/>
    <w:rsid w:val="00993C51"/>
    <w:rsid w:val="00994147"/>
    <w:rsid w:val="00994557"/>
    <w:rsid w:val="00994756"/>
    <w:rsid w:val="00994967"/>
    <w:rsid w:val="0099556A"/>
    <w:rsid w:val="0099589A"/>
    <w:rsid w:val="00995908"/>
    <w:rsid w:val="00996060"/>
    <w:rsid w:val="00996074"/>
    <w:rsid w:val="00996977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E15"/>
    <w:rsid w:val="009A3F33"/>
    <w:rsid w:val="009A42B7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8F9"/>
    <w:rsid w:val="009A7B2F"/>
    <w:rsid w:val="009A7BE9"/>
    <w:rsid w:val="009A7E6C"/>
    <w:rsid w:val="009B0D00"/>
    <w:rsid w:val="009B0D85"/>
    <w:rsid w:val="009B1207"/>
    <w:rsid w:val="009B136B"/>
    <w:rsid w:val="009B1396"/>
    <w:rsid w:val="009B19B3"/>
    <w:rsid w:val="009B1AFC"/>
    <w:rsid w:val="009B1C26"/>
    <w:rsid w:val="009B1DA0"/>
    <w:rsid w:val="009B1FB8"/>
    <w:rsid w:val="009B20B8"/>
    <w:rsid w:val="009B2163"/>
    <w:rsid w:val="009B24BD"/>
    <w:rsid w:val="009B26B8"/>
    <w:rsid w:val="009B2A58"/>
    <w:rsid w:val="009B2C80"/>
    <w:rsid w:val="009B3111"/>
    <w:rsid w:val="009B37E4"/>
    <w:rsid w:val="009B3E5A"/>
    <w:rsid w:val="009B3F37"/>
    <w:rsid w:val="009B40D9"/>
    <w:rsid w:val="009B4623"/>
    <w:rsid w:val="009B4A4A"/>
    <w:rsid w:val="009B516C"/>
    <w:rsid w:val="009B525F"/>
    <w:rsid w:val="009B567E"/>
    <w:rsid w:val="009B59DA"/>
    <w:rsid w:val="009B59E8"/>
    <w:rsid w:val="009B5BB4"/>
    <w:rsid w:val="009B5F22"/>
    <w:rsid w:val="009B623F"/>
    <w:rsid w:val="009B680A"/>
    <w:rsid w:val="009B6E2E"/>
    <w:rsid w:val="009B70C7"/>
    <w:rsid w:val="009B70D6"/>
    <w:rsid w:val="009B711A"/>
    <w:rsid w:val="009B7945"/>
    <w:rsid w:val="009B7AE7"/>
    <w:rsid w:val="009B7B0E"/>
    <w:rsid w:val="009C0402"/>
    <w:rsid w:val="009C0B9D"/>
    <w:rsid w:val="009C0BA5"/>
    <w:rsid w:val="009C0D1E"/>
    <w:rsid w:val="009C0FB9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A19"/>
    <w:rsid w:val="009C6B35"/>
    <w:rsid w:val="009C6ECC"/>
    <w:rsid w:val="009C70F6"/>
    <w:rsid w:val="009C73CF"/>
    <w:rsid w:val="009C78EF"/>
    <w:rsid w:val="009C7957"/>
    <w:rsid w:val="009C7D87"/>
    <w:rsid w:val="009D0007"/>
    <w:rsid w:val="009D0017"/>
    <w:rsid w:val="009D02C1"/>
    <w:rsid w:val="009D066C"/>
    <w:rsid w:val="009D0B1C"/>
    <w:rsid w:val="009D0C86"/>
    <w:rsid w:val="009D0D70"/>
    <w:rsid w:val="009D0E5D"/>
    <w:rsid w:val="009D13D0"/>
    <w:rsid w:val="009D144E"/>
    <w:rsid w:val="009D1A5C"/>
    <w:rsid w:val="009D1BDA"/>
    <w:rsid w:val="009D243B"/>
    <w:rsid w:val="009D2BFE"/>
    <w:rsid w:val="009D34AF"/>
    <w:rsid w:val="009D3866"/>
    <w:rsid w:val="009D3949"/>
    <w:rsid w:val="009D3B19"/>
    <w:rsid w:val="009D3C12"/>
    <w:rsid w:val="009D3D7D"/>
    <w:rsid w:val="009D3E1F"/>
    <w:rsid w:val="009D4BC0"/>
    <w:rsid w:val="009D54A0"/>
    <w:rsid w:val="009D55F5"/>
    <w:rsid w:val="009D5733"/>
    <w:rsid w:val="009D57A3"/>
    <w:rsid w:val="009D58C2"/>
    <w:rsid w:val="009D597A"/>
    <w:rsid w:val="009D598C"/>
    <w:rsid w:val="009D59F5"/>
    <w:rsid w:val="009D6244"/>
    <w:rsid w:val="009D6276"/>
    <w:rsid w:val="009D6CC1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A47"/>
    <w:rsid w:val="009E0C68"/>
    <w:rsid w:val="009E0D7A"/>
    <w:rsid w:val="009E0DB1"/>
    <w:rsid w:val="009E0E9E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378"/>
    <w:rsid w:val="009E33BA"/>
    <w:rsid w:val="009E3792"/>
    <w:rsid w:val="009E39E5"/>
    <w:rsid w:val="009E3BB9"/>
    <w:rsid w:val="009E3DDF"/>
    <w:rsid w:val="009E498C"/>
    <w:rsid w:val="009E4FA2"/>
    <w:rsid w:val="009E4FD7"/>
    <w:rsid w:val="009E50FB"/>
    <w:rsid w:val="009E5653"/>
    <w:rsid w:val="009E59BE"/>
    <w:rsid w:val="009E61B5"/>
    <w:rsid w:val="009E6271"/>
    <w:rsid w:val="009E6324"/>
    <w:rsid w:val="009E63FB"/>
    <w:rsid w:val="009E6601"/>
    <w:rsid w:val="009E6A38"/>
    <w:rsid w:val="009E6AA1"/>
    <w:rsid w:val="009E71AB"/>
    <w:rsid w:val="009E7329"/>
    <w:rsid w:val="009E7907"/>
    <w:rsid w:val="009E7CEB"/>
    <w:rsid w:val="009F0213"/>
    <w:rsid w:val="009F0382"/>
    <w:rsid w:val="009F0599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3572"/>
    <w:rsid w:val="009F35A2"/>
    <w:rsid w:val="009F35CA"/>
    <w:rsid w:val="009F3AFA"/>
    <w:rsid w:val="009F3CA5"/>
    <w:rsid w:val="009F3D79"/>
    <w:rsid w:val="009F42D3"/>
    <w:rsid w:val="009F4300"/>
    <w:rsid w:val="009F4321"/>
    <w:rsid w:val="009F5357"/>
    <w:rsid w:val="009F577A"/>
    <w:rsid w:val="009F5E79"/>
    <w:rsid w:val="009F6038"/>
    <w:rsid w:val="009F61B4"/>
    <w:rsid w:val="009F61D4"/>
    <w:rsid w:val="009F6879"/>
    <w:rsid w:val="009F6C24"/>
    <w:rsid w:val="009F73E7"/>
    <w:rsid w:val="009F74AE"/>
    <w:rsid w:val="009F7522"/>
    <w:rsid w:val="009F754A"/>
    <w:rsid w:val="009F765D"/>
    <w:rsid w:val="009F76ED"/>
    <w:rsid w:val="009F7C06"/>
    <w:rsid w:val="009F7D27"/>
    <w:rsid w:val="009F7F8E"/>
    <w:rsid w:val="00A003B1"/>
    <w:rsid w:val="00A003BC"/>
    <w:rsid w:val="00A01128"/>
    <w:rsid w:val="00A01185"/>
    <w:rsid w:val="00A017EF"/>
    <w:rsid w:val="00A01826"/>
    <w:rsid w:val="00A0193C"/>
    <w:rsid w:val="00A01BEA"/>
    <w:rsid w:val="00A01C06"/>
    <w:rsid w:val="00A01F3C"/>
    <w:rsid w:val="00A020AD"/>
    <w:rsid w:val="00A0233E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264"/>
    <w:rsid w:val="00A059AF"/>
    <w:rsid w:val="00A05B2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8"/>
    <w:rsid w:val="00A11BD8"/>
    <w:rsid w:val="00A11BEF"/>
    <w:rsid w:val="00A11CBC"/>
    <w:rsid w:val="00A11D35"/>
    <w:rsid w:val="00A11F61"/>
    <w:rsid w:val="00A11FE5"/>
    <w:rsid w:val="00A120AA"/>
    <w:rsid w:val="00A12D1C"/>
    <w:rsid w:val="00A1338A"/>
    <w:rsid w:val="00A13440"/>
    <w:rsid w:val="00A138CE"/>
    <w:rsid w:val="00A13D1D"/>
    <w:rsid w:val="00A1405D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F8B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5A2"/>
    <w:rsid w:val="00A21718"/>
    <w:rsid w:val="00A219A6"/>
    <w:rsid w:val="00A21E52"/>
    <w:rsid w:val="00A2216B"/>
    <w:rsid w:val="00A2237B"/>
    <w:rsid w:val="00A22C6D"/>
    <w:rsid w:val="00A23572"/>
    <w:rsid w:val="00A23BDA"/>
    <w:rsid w:val="00A23BE6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2E"/>
    <w:rsid w:val="00A26ABA"/>
    <w:rsid w:val="00A26BDC"/>
    <w:rsid w:val="00A27389"/>
    <w:rsid w:val="00A2746C"/>
    <w:rsid w:val="00A27669"/>
    <w:rsid w:val="00A2795F"/>
    <w:rsid w:val="00A27B40"/>
    <w:rsid w:val="00A30038"/>
    <w:rsid w:val="00A3077A"/>
    <w:rsid w:val="00A30B4B"/>
    <w:rsid w:val="00A30BE6"/>
    <w:rsid w:val="00A30D40"/>
    <w:rsid w:val="00A30D63"/>
    <w:rsid w:val="00A30DAB"/>
    <w:rsid w:val="00A30ED3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61C"/>
    <w:rsid w:val="00A3271A"/>
    <w:rsid w:val="00A32A78"/>
    <w:rsid w:val="00A32AB6"/>
    <w:rsid w:val="00A32E2C"/>
    <w:rsid w:val="00A33586"/>
    <w:rsid w:val="00A33757"/>
    <w:rsid w:val="00A34068"/>
    <w:rsid w:val="00A3438B"/>
    <w:rsid w:val="00A344AD"/>
    <w:rsid w:val="00A345C2"/>
    <w:rsid w:val="00A34682"/>
    <w:rsid w:val="00A34CD1"/>
    <w:rsid w:val="00A34D95"/>
    <w:rsid w:val="00A34DED"/>
    <w:rsid w:val="00A350C9"/>
    <w:rsid w:val="00A35262"/>
    <w:rsid w:val="00A354BB"/>
    <w:rsid w:val="00A356A4"/>
    <w:rsid w:val="00A35C5A"/>
    <w:rsid w:val="00A35C84"/>
    <w:rsid w:val="00A36122"/>
    <w:rsid w:val="00A3623E"/>
    <w:rsid w:val="00A36505"/>
    <w:rsid w:val="00A370E3"/>
    <w:rsid w:val="00A374C0"/>
    <w:rsid w:val="00A376C1"/>
    <w:rsid w:val="00A37773"/>
    <w:rsid w:val="00A40330"/>
    <w:rsid w:val="00A40538"/>
    <w:rsid w:val="00A40994"/>
    <w:rsid w:val="00A40ED7"/>
    <w:rsid w:val="00A411A6"/>
    <w:rsid w:val="00A412F7"/>
    <w:rsid w:val="00A41410"/>
    <w:rsid w:val="00A41771"/>
    <w:rsid w:val="00A4198F"/>
    <w:rsid w:val="00A41D7B"/>
    <w:rsid w:val="00A423C1"/>
    <w:rsid w:val="00A424D2"/>
    <w:rsid w:val="00A42E6F"/>
    <w:rsid w:val="00A43115"/>
    <w:rsid w:val="00A4342F"/>
    <w:rsid w:val="00A43FBF"/>
    <w:rsid w:val="00A44048"/>
    <w:rsid w:val="00A4449D"/>
    <w:rsid w:val="00A44540"/>
    <w:rsid w:val="00A4455B"/>
    <w:rsid w:val="00A4455E"/>
    <w:rsid w:val="00A44A6A"/>
    <w:rsid w:val="00A44A70"/>
    <w:rsid w:val="00A45C15"/>
    <w:rsid w:val="00A45ED4"/>
    <w:rsid w:val="00A45FC2"/>
    <w:rsid w:val="00A46440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50236"/>
    <w:rsid w:val="00A507B1"/>
    <w:rsid w:val="00A50A69"/>
    <w:rsid w:val="00A50F41"/>
    <w:rsid w:val="00A51399"/>
    <w:rsid w:val="00A51568"/>
    <w:rsid w:val="00A516E8"/>
    <w:rsid w:val="00A51B44"/>
    <w:rsid w:val="00A51CA0"/>
    <w:rsid w:val="00A5204C"/>
    <w:rsid w:val="00A52050"/>
    <w:rsid w:val="00A52078"/>
    <w:rsid w:val="00A52179"/>
    <w:rsid w:val="00A5263E"/>
    <w:rsid w:val="00A52917"/>
    <w:rsid w:val="00A530B3"/>
    <w:rsid w:val="00A531CC"/>
    <w:rsid w:val="00A53329"/>
    <w:rsid w:val="00A534FF"/>
    <w:rsid w:val="00A535FE"/>
    <w:rsid w:val="00A53A83"/>
    <w:rsid w:val="00A53FB5"/>
    <w:rsid w:val="00A540BC"/>
    <w:rsid w:val="00A54699"/>
    <w:rsid w:val="00A5476F"/>
    <w:rsid w:val="00A54851"/>
    <w:rsid w:val="00A54906"/>
    <w:rsid w:val="00A54B95"/>
    <w:rsid w:val="00A54C6B"/>
    <w:rsid w:val="00A54F09"/>
    <w:rsid w:val="00A54F25"/>
    <w:rsid w:val="00A55236"/>
    <w:rsid w:val="00A55767"/>
    <w:rsid w:val="00A56027"/>
    <w:rsid w:val="00A5604B"/>
    <w:rsid w:val="00A566D6"/>
    <w:rsid w:val="00A56A06"/>
    <w:rsid w:val="00A56DF1"/>
    <w:rsid w:val="00A56E4B"/>
    <w:rsid w:val="00A5722B"/>
    <w:rsid w:val="00A572A6"/>
    <w:rsid w:val="00A576A0"/>
    <w:rsid w:val="00A576D6"/>
    <w:rsid w:val="00A57811"/>
    <w:rsid w:val="00A57BE5"/>
    <w:rsid w:val="00A57D92"/>
    <w:rsid w:val="00A6018E"/>
    <w:rsid w:val="00A60417"/>
    <w:rsid w:val="00A6064C"/>
    <w:rsid w:val="00A6067D"/>
    <w:rsid w:val="00A608F5"/>
    <w:rsid w:val="00A60AAC"/>
    <w:rsid w:val="00A60CC3"/>
    <w:rsid w:val="00A611A0"/>
    <w:rsid w:val="00A6136E"/>
    <w:rsid w:val="00A613BC"/>
    <w:rsid w:val="00A6140A"/>
    <w:rsid w:val="00A6143C"/>
    <w:rsid w:val="00A616FC"/>
    <w:rsid w:val="00A61886"/>
    <w:rsid w:val="00A61B8C"/>
    <w:rsid w:val="00A620AC"/>
    <w:rsid w:val="00A62459"/>
    <w:rsid w:val="00A62465"/>
    <w:rsid w:val="00A629E1"/>
    <w:rsid w:val="00A62B4B"/>
    <w:rsid w:val="00A62C27"/>
    <w:rsid w:val="00A62C67"/>
    <w:rsid w:val="00A62F77"/>
    <w:rsid w:val="00A63308"/>
    <w:rsid w:val="00A63C07"/>
    <w:rsid w:val="00A64688"/>
    <w:rsid w:val="00A64899"/>
    <w:rsid w:val="00A64D0E"/>
    <w:rsid w:val="00A64D99"/>
    <w:rsid w:val="00A64E41"/>
    <w:rsid w:val="00A650B0"/>
    <w:rsid w:val="00A65300"/>
    <w:rsid w:val="00A653FB"/>
    <w:rsid w:val="00A6558F"/>
    <w:rsid w:val="00A6574C"/>
    <w:rsid w:val="00A65843"/>
    <w:rsid w:val="00A6602C"/>
    <w:rsid w:val="00A667EA"/>
    <w:rsid w:val="00A667F4"/>
    <w:rsid w:val="00A6681C"/>
    <w:rsid w:val="00A672B0"/>
    <w:rsid w:val="00A6750C"/>
    <w:rsid w:val="00A67E3C"/>
    <w:rsid w:val="00A67F10"/>
    <w:rsid w:val="00A67FD1"/>
    <w:rsid w:val="00A700D9"/>
    <w:rsid w:val="00A70654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44C"/>
    <w:rsid w:val="00A7592E"/>
    <w:rsid w:val="00A75C2E"/>
    <w:rsid w:val="00A766C1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4F5"/>
    <w:rsid w:val="00A83704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3E5B"/>
    <w:rsid w:val="00A94007"/>
    <w:rsid w:val="00A94070"/>
    <w:rsid w:val="00A940CE"/>
    <w:rsid w:val="00A9414C"/>
    <w:rsid w:val="00A941BA"/>
    <w:rsid w:val="00A94D65"/>
    <w:rsid w:val="00A952A2"/>
    <w:rsid w:val="00A95724"/>
    <w:rsid w:val="00A9594E"/>
    <w:rsid w:val="00A95DCD"/>
    <w:rsid w:val="00A96355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715"/>
    <w:rsid w:val="00AA2BA3"/>
    <w:rsid w:val="00AA2C1D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5AC"/>
    <w:rsid w:val="00AA4784"/>
    <w:rsid w:val="00AA48A5"/>
    <w:rsid w:val="00AA4C2A"/>
    <w:rsid w:val="00AA5631"/>
    <w:rsid w:val="00AA571F"/>
    <w:rsid w:val="00AA5D11"/>
    <w:rsid w:val="00AA5F43"/>
    <w:rsid w:val="00AA653D"/>
    <w:rsid w:val="00AA68D9"/>
    <w:rsid w:val="00AA68EC"/>
    <w:rsid w:val="00AA70FD"/>
    <w:rsid w:val="00AA74A6"/>
    <w:rsid w:val="00AA767F"/>
    <w:rsid w:val="00AA7A88"/>
    <w:rsid w:val="00AA7B00"/>
    <w:rsid w:val="00AB021C"/>
    <w:rsid w:val="00AB0289"/>
    <w:rsid w:val="00AB09A6"/>
    <w:rsid w:val="00AB0F5B"/>
    <w:rsid w:val="00AB1098"/>
    <w:rsid w:val="00AB10B4"/>
    <w:rsid w:val="00AB1209"/>
    <w:rsid w:val="00AB173D"/>
    <w:rsid w:val="00AB18FF"/>
    <w:rsid w:val="00AB1BC7"/>
    <w:rsid w:val="00AB1BF8"/>
    <w:rsid w:val="00AB1D3A"/>
    <w:rsid w:val="00AB21EE"/>
    <w:rsid w:val="00AB2582"/>
    <w:rsid w:val="00AB2679"/>
    <w:rsid w:val="00AB2772"/>
    <w:rsid w:val="00AB2BBF"/>
    <w:rsid w:val="00AB2CF1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DDC"/>
    <w:rsid w:val="00AB522F"/>
    <w:rsid w:val="00AB5C22"/>
    <w:rsid w:val="00AB6D87"/>
    <w:rsid w:val="00AB7173"/>
    <w:rsid w:val="00AB7250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1200"/>
    <w:rsid w:val="00AC15B2"/>
    <w:rsid w:val="00AC18A4"/>
    <w:rsid w:val="00AC18CE"/>
    <w:rsid w:val="00AC1A8E"/>
    <w:rsid w:val="00AC1C0A"/>
    <w:rsid w:val="00AC2974"/>
    <w:rsid w:val="00AC2CA6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9E9"/>
    <w:rsid w:val="00AC5B75"/>
    <w:rsid w:val="00AC62D9"/>
    <w:rsid w:val="00AC654A"/>
    <w:rsid w:val="00AC6781"/>
    <w:rsid w:val="00AC6983"/>
    <w:rsid w:val="00AC6CF7"/>
    <w:rsid w:val="00AC6D3A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0E2"/>
    <w:rsid w:val="00AD1136"/>
    <w:rsid w:val="00AD1463"/>
    <w:rsid w:val="00AD1568"/>
    <w:rsid w:val="00AD18D4"/>
    <w:rsid w:val="00AD1D5B"/>
    <w:rsid w:val="00AD206B"/>
    <w:rsid w:val="00AD23E5"/>
    <w:rsid w:val="00AD245F"/>
    <w:rsid w:val="00AD25DC"/>
    <w:rsid w:val="00AD2928"/>
    <w:rsid w:val="00AD2CEE"/>
    <w:rsid w:val="00AD3402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10E"/>
    <w:rsid w:val="00AD5D38"/>
    <w:rsid w:val="00AD6249"/>
    <w:rsid w:val="00AD65B8"/>
    <w:rsid w:val="00AD6961"/>
    <w:rsid w:val="00AD74E9"/>
    <w:rsid w:val="00AD780A"/>
    <w:rsid w:val="00AD7AEC"/>
    <w:rsid w:val="00AD7B33"/>
    <w:rsid w:val="00AD7C84"/>
    <w:rsid w:val="00AD7DC3"/>
    <w:rsid w:val="00AE0356"/>
    <w:rsid w:val="00AE05A5"/>
    <w:rsid w:val="00AE06C3"/>
    <w:rsid w:val="00AE1029"/>
    <w:rsid w:val="00AE11F6"/>
    <w:rsid w:val="00AE16BB"/>
    <w:rsid w:val="00AE186D"/>
    <w:rsid w:val="00AE1B74"/>
    <w:rsid w:val="00AE20F4"/>
    <w:rsid w:val="00AE213C"/>
    <w:rsid w:val="00AE2351"/>
    <w:rsid w:val="00AE243F"/>
    <w:rsid w:val="00AE2484"/>
    <w:rsid w:val="00AE282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63FA"/>
    <w:rsid w:val="00AE6708"/>
    <w:rsid w:val="00AE6930"/>
    <w:rsid w:val="00AE6934"/>
    <w:rsid w:val="00AE6A45"/>
    <w:rsid w:val="00AE6CAA"/>
    <w:rsid w:val="00AE72C7"/>
    <w:rsid w:val="00AE75E3"/>
    <w:rsid w:val="00AE77A9"/>
    <w:rsid w:val="00AE7858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5143"/>
    <w:rsid w:val="00AF56EA"/>
    <w:rsid w:val="00AF5834"/>
    <w:rsid w:val="00AF59F4"/>
    <w:rsid w:val="00AF6791"/>
    <w:rsid w:val="00AF67D9"/>
    <w:rsid w:val="00AF6818"/>
    <w:rsid w:val="00AF6EF6"/>
    <w:rsid w:val="00AF6FB7"/>
    <w:rsid w:val="00AF75C6"/>
    <w:rsid w:val="00AF7765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817"/>
    <w:rsid w:val="00B02BC8"/>
    <w:rsid w:val="00B02DB1"/>
    <w:rsid w:val="00B02FAB"/>
    <w:rsid w:val="00B030D7"/>
    <w:rsid w:val="00B03259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8DE"/>
    <w:rsid w:val="00B06E76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0E4E"/>
    <w:rsid w:val="00B11069"/>
    <w:rsid w:val="00B1170F"/>
    <w:rsid w:val="00B1181C"/>
    <w:rsid w:val="00B12380"/>
    <w:rsid w:val="00B12413"/>
    <w:rsid w:val="00B128E1"/>
    <w:rsid w:val="00B12BCF"/>
    <w:rsid w:val="00B12CEC"/>
    <w:rsid w:val="00B1307E"/>
    <w:rsid w:val="00B133B7"/>
    <w:rsid w:val="00B137C2"/>
    <w:rsid w:val="00B13AF5"/>
    <w:rsid w:val="00B13CE8"/>
    <w:rsid w:val="00B13CFE"/>
    <w:rsid w:val="00B13D13"/>
    <w:rsid w:val="00B14244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46F"/>
    <w:rsid w:val="00B15858"/>
    <w:rsid w:val="00B15ACF"/>
    <w:rsid w:val="00B1662E"/>
    <w:rsid w:val="00B16749"/>
    <w:rsid w:val="00B16A0D"/>
    <w:rsid w:val="00B16A80"/>
    <w:rsid w:val="00B16C0A"/>
    <w:rsid w:val="00B16FE5"/>
    <w:rsid w:val="00B170D8"/>
    <w:rsid w:val="00B1733A"/>
    <w:rsid w:val="00B177CA"/>
    <w:rsid w:val="00B177E1"/>
    <w:rsid w:val="00B17E52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1F66"/>
    <w:rsid w:val="00B220C8"/>
    <w:rsid w:val="00B2222D"/>
    <w:rsid w:val="00B22A27"/>
    <w:rsid w:val="00B22CAE"/>
    <w:rsid w:val="00B2353C"/>
    <w:rsid w:val="00B23A04"/>
    <w:rsid w:val="00B23B2F"/>
    <w:rsid w:val="00B23EDF"/>
    <w:rsid w:val="00B24260"/>
    <w:rsid w:val="00B242F1"/>
    <w:rsid w:val="00B2483E"/>
    <w:rsid w:val="00B249A6"/>
    <w:rsid w:val="00B24C5E"/>
    <w:rsid w:val="00B24D02"/>
    <w:rsid w:val="00B25426"/>
    <w:rsid w:val="00B2616E"/>
    <w:rsid w:val="00B262B6"/>
    <w:rsid w:val="00B26309"/>
    <w:rsid w:val="00B26655"/>
    <w:rsid w:val="00B26A4C"/>
    <w:rsid w:val="00B26D2D"/>
    <w:rsid w:val="00B26F74"/>
    <w:rsid w:val="00B26FB0"/>
    <w:rsid w:val="00B2706F"/>
    <w:rsid w:val="00B274FF"/>
    <w:rsid w:val="00B2787B"/>
    <w:rsid w:val="00B2794E"/>
    <w:rsid w:val="00B27A3F"/>
    <w:rsid w:val="00B27FDC"/>
    <w:rsid w:val="00B308A4"/>
    <w:rsid w:val="00B30B6B"/>
    <w:rsid w:val="00B30D3B"/>
    <w:rsid w:val="00B30DE2"/>
    <w:rsid w:val="00B31137"/>
    <w:rsid w:val="00B311D1"/>
    <w:rsid w:val="00B3143D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67"/>
    <w:rsid w:val="00B33B83"/>
    <w:rsid w:val="00B33E19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0FB8"/>
    <w:rsid w:val="00B411D0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681"/>
    <w:rsid w:val="00B437C8"/>
    <w:rsid w:val="00B43D75"/>
    <w:rsid w:val="00B44517"/>
    <w:rsid w:val="00B448E0"/>
    <w:rsid w:val="00B44D25"/>
    <w:rsid w:val="00B44F23"/>
    <w:rsid w:val="00B454C7"/>
    <w:rsid w:val="00B456D5"/>
    <w:rsid w:val="00B459A0"/>
    <w:rsid w:val="00B45DA7"/>
    <w:rsid w:val="00B45DC0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47BBF"/>
    <w:rsid w:val="00B50373"/>
    <w:rsid w:val="00B5052F"/>
    <w:rsid w:val="00B505EC"/>
    <w:rsid w:val="00B50A20"/>
    <w:rsid w:val="00B514F2"/>
    <w:rsid w:val="00B51660"/>
    <w:rsid w:val="00B51683"/>
    <w:rsid w:val="00B52064"/>
    <w:rsid w:val="00B52538"/>
    <w:rsid w:val="00B5268C"/>
    <w:rsid w:val="00B526AC"/>
    <w:rsid w:val="00B526D7"/>
    <w:rsid w:val="00B527C3"/>
    <w:rsid w:val="00B5297B"/>
    <w:rsid w:val="00B532D0"/>
    <w:rsid w:val="00B5397C"/>
    <w:rsid w:val="00B53E81"/>
    <w:rsid w:val="00B5406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7297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2CD5"/>
    <w:rsid w:val="00B6375E"/>
    <w:rsid w:val="00B6376A"/>
    <w:rsid w:val="00B63890"/>
    <w:rsid w:val="00B63919"/>
    <w:rsid w:val="00B63A09"/>
    <w:rsid w:val="00B6405C"/>
    <w:rsid w:val="00B64D2C"/>
    <w:rsid w:val="00B653C7"/>
    <w:rsid w:val="00B65461"/>
    <w:rsid w:val="00B65505"/>
    <w:rsid w:val="00B65CE6"/>
    <w:rsid w:val="00B6616A"/>
    <w:rsid w:val="00B66214"/>
    <w:rsid w:val="00B66813"/>
    <w:rsid w:val="00B66FC1"/>
    <w:rsid w:val="00B66FF2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843"/>
    <w:rsid w:val="00B71C3D"/>
    <w:rsid w:val="00B71FBE"/>
    <w:rsid w:val="00B72992"/>
    <w:rsid w:val="00B72A2E"/>
    <w:rsid w:val="00B72C52"/>
    <w:rsid w:val="00B72D76"/>
    <w:rsid w:val="00B72E75"/>
    <w:rsid w:val="00B72F0A"/>
    <w:rsid w:val="00B7324D"/>
    <w:rsid w:val="00B736A8"/>
    <w:rsid w:val="00B73917"/>
    <w:rsid w:val="00B73A45"/>
    <w:rsid w:val="00B73CE4"/>
    <w:rsid w:val="00B73DA4"/>
    <w:rsid w:val="00B74974"/>
    <w:rsid w:val="00B74CC9"/>
    <w:rsid w:val="00B7520D"/>
    <w:rsid w:val="00B754DE"/>
    <w:rsid w:val="00B75D7B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839"/>
    <w:rsid w:val="00B81948"/>
    <w:rsid w:val="00B81F6E"/>
    <w:rsid w:val="00B8209A"/>
    <w:rsid w:val="00B821AF"/>
    <w:rsid w:val="00B827A8"/>
    <w:rsid w:val="00B829D8"/>
    <w:rsid w:val="00B82BF8"/>
    <w:rsid w:val="00B82CCF"/>
    <w:rsid w:val="00B82D99"/>
    <w:rsid w:val="00B82F81"/>
    <w:rsid w:val="00B83022"/>
    <w:rsid w:val="00B83598"/>
    <w:rsid w:val="00B836E2"/>
    <w:rsid w:val="00B83B07"/>
    <w:rsid w:val="00B83B76"/>
    <w:rsid w:val="00B83F21"/>
    <w:rsid w:val="00B84B5F"/>
    <w:rsid w:val="00B84E4E"/>
    <w:rsid w:val="00B84E8A"/>
    <w:rsid w:val="00B8540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A29"/>
    <w:rsid w:val="00B93B54"/>
    <w:rsid w:val="00B93CD3"/>
    <w:rsid w:val="00B93D62"/>
    <w:rsid w:val="00B944A4"/>
    <w:rsid w:val="00B9459F"/>
    <w:rsid w:val="00B94AE1"/>
    <w:rsid w:val="00B94E2A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7656"/>
    <w:rsid w:val="00B97D92"/>
    <w:rsid w:val="00B97DE4"/>
    <w:rsid w:val="00BA076E"/>
    <w:rsid w:val="00BA08B9"/>
    <w:rsid w:val="00BA09EB"/>
    <w:rsid w:val="00BA0A23"/>
    <w:rsid w:val="00BA1605"/>
    <w:rsid w:val="00BA179D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E2"/>
    <w:rsid w:val="00BA45F1"/>
    <w:rsid w:val="00BA4895"/>
    <w:rsid w:val="00BA4E34"/>
    <w:rsid w:val="00BA4FC8"/>
    <w:rsid w:val="00BA500C"/>
    <w:rsid w:val="00BA59D7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2CB"/>
    <w:rsid w:val="00BB246F"/>
    <w:rsid w:val="00BB26DC"/>
    <w:rsid w:val="00BB2E60"/>
    <w:rsid w:val="00BB2EE1"/>
    <w:rsid w:val="00BB2F1C"/>
    <w:rsid w:val="00BB2F76"/>
    <w:rsid w:val="00BB3228"/>
    <w:rsid w:val="00BB3781"/>
    <w:rsid w:val="00BB37EE"/>
    <w:rsid w:val="00BB3881"/>
    <w:rsid w:val="00BB3C94"/>
    <w:rsid w:val="00BB3EB2"/>
    <w:rsid w:val="00BB4D1D"/>
    <w:rsid w:val="00BB4DE3"/>
    <w:rsid w:val="00BB50C3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C0058"/>
    <w:rsid w:val="00BC0360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D2"/>
    <w:rsid w:val="00BC30DA"/>
    <w:rsid w:val="00BC3138"/>
    <w:rsid w:val="00BC333F"/>
    <w:rsid w:val="00BC3543"/>
    <w:rsid w:val="00BC3B56"/>
    <w:rsid w:val="00BC3CE1"/>
    <w:rsid w:val="00BC4074"/>
    <w:rsid w:val="00BC41C4"/>
    <w:rsid w:val="00BC4349"/>
    <w:rsid w:val="00BC43CD"/>
    <w:rsid w:val="00BC441F"/>
    <w:rsid w:val="00BC4627"/>
    <w:rsid w:val="00BC472F"/>
    <w:rsid w:val="00BC4817"/>
    <w:rsid w:val="00BC4907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F51"/>
    <w:rsid w:val="00BD00D9"/>
    <w:rsid w:val="00BD032E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824"/>
    <w:rsid w:val="00BD38CA"/>
    <w:rsid w:val="00BD3939"/>
    <w:rsid w:val="00BD41D1"/>
    <w:rsid w:val="00BD4547"/>
    <w:rsid w:val="00BD4589"/>
    <w:rsid w:val="00BD4B51"/>
    <w:rsid w:val="00BD4D79"/>
    <w:rsid w:val="00BD56A1"/>
    <w:rsid w:val="00BD6333"/>
    <w:rsid w:val="00BD63B8"/>
    <w:rsid w:val="00BD64AC"/>
    <w:rsid w:val="00BD6C8E"/>
    <w:rsid w:val="00BD70B2"/>
    <w:rsid w:val="00BD729B"/>
    <w:rsid w:val="00BD7323"/>
    <w:rsid w:val="00BD7362"/>
    <w:rsid w:val="00BD7423"/>
    <w:rsid w:val="00BD7443"/>
    <w:rsid w:val="00BD7501"/>
    <w:rsid w:val="00BD7624"/>
    <w:rsid w:val="00BD7893"/>
    <w:rsid w:val="00BD7F05"/>
    <w:rsid w:val="00BE012D"/>
    <w:rsid w:val="00BE0841"/>
    <w:rsid w:val="00BE0924"/>
    <w:rsid w:val="00BE16A3"/>
    <w:rsid w:val="00BE1CFC"/>
    <w:rsid w:val="00BE2017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100"/>
    <w:rsid w:val="00BE6785"/>
    <w:rsid w:val="00BE680B"/>
    <w:rsid w:val="00BE686C"/>
    <w:rsid w:val="00BE7237"/>
    <w:rsid w:val="00BE76CD"/>
    <w:rsid w:val="00BE788A"/>
    <w:rsid w:val="00BE79E4"/>
    <w:rsid w:val="00BE7B29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E4F"/>
    <w:rsid w:val="00BF1FEB"/>
    <w:rsid w:val="00BF2015"/>
    <w:rsid w:val="00BF2102"/>
    <w:rsid w:val="00BF2332"/>
    <w:rsid w:val="00BF2646"/>
    <w:rsid w:val="00BF26F2"/>
    <w:rsid w:val="00BF2ACE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89C"/>
    <w:rsid w:val="00BF4913"/>
    <w:rsid w:val="00BF4C1E"/>
    <w:rsid w:val="00BF508F"/>
    <w:rsid w:val="00BF5973"/>
    <w:rsid w:val="00BF5A06"/>
    <w:rsid w:val="00BF5E3F"/>
    <w:rsid w:val="00BF622D"/>
    <w:rsid w:val="00BF6C1E"/>
    <w:rsid w:val="00BF75C9"/>
    <w:rsid w:val="00BF7772"/>
    <w:rsid w:val="00BF79A7"/>
    <w:rsid w:val="00BF7F7A"/>
    <w:rsid w:val="00C0000F"/>
    <w:rsid w:val="00C0029B"/>
    <w:rsid w:val="00C0091F"/>
    <w:rsid w:val="00C00D56"/>
    <w:rsid w:val="00C010D0"/>
    <w:rsid w:val="00C012CF"/>
    <w:rsid w:val="00C01BE3"/>
    <w:rsid w:val="00C02059"/>
    <w:rsid w:val="00C02286"/>
    <w:rsid w:val="00C02913"/>
    <w:rsid w:val="00C02BA1"/>
    <w:rsid w:val="00C03055"/>
    <w:rsid w:val="00C03A11"/>
    <w:rsid w:val="00C04062"/>
    <w:rsid w:val="00C047CA"/>
    <w:rsid w:val="00C04965"/>
    <w:rsid w:val="00C04BCA"/>
    <w:rsid w:val="00C053C0"/>
    <w:rsid w:val="00C05706"/>
    <w:rsid w:val="00C05EB2"/>
    <w:rsid w:val="00C0604F"/>
    <w:rsid w:val="00C06337"/>
    <w:rsid w:val="00C065DC"/>
    <w:rsid w:val="00C068F3"/>
    <w:rsid w:val="00C06965"/>
    <w:rsid w:val="00C06BF0"/>
    <w:rsid w:val="00C07189"/>
    <w:rsid w:val="00C07542"/>
    <w:rsid w:val="00C0789B"/>
    <w:rsid w:val="00C07B75"/>
    <w:rsid w:val="00C07DBA"/>
    <w:rsid w:val="00C07FB5"/>
    <w:rsid w:val="00C10300"/>
    <w:rsid w:val="00C1080F"/>
    <w:rsid w:val="00C109C9"/>
    <w:rsid w:val="00C10A13"/>
    <w:rsid w:val="00C1101E"/>
    <w:rsid w:val="00C114A7"/>
    <w:rsid w:val="00C11619"/>
    <w:rsid w:val="00C11FCC"/>
    <w:rsid w:val="00C1227B"/>
    <w:rsid w:val="00C12B18"/>
    <w:rsid w:val="00C12B20"/>
    <w:rsid w:val="00C12BDB"/>
    <w:rsid w:val="00C13720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13A"/>
    <w:rsid w:val="00C2061D"/>
    <w:rsid w:val="00C20E4B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3CF"/>
    <w:rsid w:val="00C2361C"/>
    <w:rsid w:val="00C23AB5"/>
    <w:rsid w:val="00C23F68"/>
    <w:rsid w:val="00C24B10"/>
    <w:rsid w:val="00C24E98"/>
    <w:rsid w:val="00C25159"/>
    <w:rsid w:val="00C258A9"/>
    <w:rsid w:val="00C2596C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9FF"/>
    <w:rsid w:val="00C27C9F"/>
    <w:rsid w:val="00C303F6"/>
    <w:rsid w:val="00C30B13"/>
    <w:rsid w:val="00C30B29"/>
    <w:rsid w:val="00C31056"/>
    <w:rsid w:val="00C31287"/>
    <w:rsid w:val="00C31292"/>
    <w:rsid w:val="00C31685"/>
    <w:rsid w:val="00C31902"/>
    <w:rsid w:val="00C31EA0"/>
    <w:rsid w:val="00C32298"/>
    <w:rsid w:val="00C3259F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218"/>
    <w:rsid w:val="00C356F8"/>
    <w:rsid w:val="00C35978"/>
    <w:rsid w:val="00C35BE0"/>
    <w:rsid w:val="00C35FCF"/>
    <w:rsid w:val="00C3646F"/>
    <w:rsid w:val="00C364AE"/>
    <w:rsid w:val="00C3653F"/>
    <w:rsid w:val="00C3681A"/>
    <w:rsid w:val="00C3695A"/>
    <w:rsid w:val="00C36A8B"/>
    <w:rsid w:val="00C36D85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023"/>
    <w:rsid w:val="00C412DE"/>
    <w:rsid w:val="00C4192B"/>
    <w:rsid w:val="00C41AF8"/>
    <w:rsid w:val="00C4217C"/>
    <w:rsid w:val="00C424ED"/>
    <w:rsid w:val="00C4259B"/>
    <w:rsid w:val="00C42827"/>
    <w:rsid w:val="00C42C4B"/>
    <w:rsid w:val="00C432FF"/>
    <w:rsid w:val="00C43A81"/>
    <w:rsid w:val="00C43C3E"/>
    <w:rsid w:val="00C4447D"/>
    <w:rsid w:val="00C44617"/>
    <w:rsid w:val="00C4536B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5A"/>
    <w:rsid w:val="00C50280"/>
    <w:rsid w:val="00C502D1"/>
    <w:rsid w:val="00C50574"/>
    <w:rsid w:val="00C507DB"/>
    <w:rsid w:val="00C50A48"/>
    <w:rsid w:val="00C50BAE"/>
    <w:rsid w:val="00C518AF"/>
    <w:rsid w:val="00C51A7F"/>
    <w:rsid w:val="00C51ADE"/>
    <w:rsid w:val="00C520EF"/>
    <w:rsid w:val="00C52741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E7"/>
    <w:rsid w:val="00C60EB7"/>
    <w:rsid w:val="00C610CF"/>
    <w:rsid w:val="00C6112E"/>
    <w:rsid w:val="00C61652"/>
    <w:rsid w:val="00C618E5"/>
    <w:rsid w:val="00C61DA7"/>
    <w:rsid w:val="00C61DA9"/>
    <w:rsid w:val="00C625C4"/>
    <w:rsid w:val="00C6264A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634"/>
    <w:rsid w:val="00C649E2"/>
    <w:rsid w:val="00C64D1F"/>
    <w:rsid w:val="00C64E6F"/>
    <w:rsid w:val="00C64EA0"/>
    <w:rsid w:val="00C64F74"/>
    <w:rsid w:val="00C6541D"/>
    <w:rsid w:val="00C655DB"/>
    <w:rsid w:val="00C656FC"/>
    <w:rsid w:val="00C65790"/>
    <w:rsid w:val="00C657AD"/>
    <w:rsid w:val="00C65C4D"/>
    <w:rsid w:val="00C65CB3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55F"/>
    <w:rsid w:val="00C726E9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7DA"/>
    <w:rsid w:val="00C769F9"/>
    <w:rsid w:val="00C76A3F"/>
    <w:rsid w:val="00C76C54"/>
    <w:rsid w:val="00C76EA1"/>
    <w:rsid w:val="00C76F89"/>
    <w:rsid w:val="00C76FE4"/>
    <w:rsid w:val="00C77034"/>
    <w:rsid w:val="00C77309"/>
    <w:rsid w:val="00C777E8"/>
    <w:rsid w:val="00C7781C"/>
    <w:rsid w:val="00C77997"/>
    <w:rsid w:val="00C77DA2"/>
    <w:rsid w:val="00C77E56"/>
    <w:rsid w:val="00C77F09"/>
    <w:rsid w:val="00C80439"/>
    <w:rsid w:val="00C80A04"/>
    <w:rsid w:val="00C80B33"/>
    <w:rsid w:val="00C80CF1"/>
    <w:rsid w:val="00C80EFE"/>
    <w:rsid w:val="00C81DE9"/>
    <w:rsid w:val="00C81E74"/>
    <w:rsid w:val="00C81F9C"/>
    <w:rsid w:val="00C81FFB"/>
    <w:rsid w:val="00C82139"/>
    <w:rsid w:val="00C82365"/>
    <w:rsid w:val="00C825D0"/>
    <w:rsid w:val="00C82745"/>
    <w:rsid w:val="00C82FBB"/>
    <w:rsid w:val="00C837A0"/>
    <w:rsid w:val="00C83E98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BF2"/>
    <w:rsid w:val="00C87C66"/>
    <w:rsid w:val="00C87E01"/>
    <w:rsid w:val="00C90017"/>
    <w:rsid w:val="00C902A7"/>
    <w:rsid w:val="00C902F7"/>
    <w:rsid w:val="00C903F4"/>
    <w:rsid w:val="00C90525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0F76"/>
    <w:rsid w:val="00CA10EA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44BD"/>
    <w:rsid w:val="00CA4931"/>
    <w:rsid w:val="00CA55C4"/>
    <w:rsid w:val="00CA55F2"/>
    <w:rsid w:val="00CA564E"/>
    <w:rsid w:val="00CA56E2"/>
    <w:rsid w:val="00CA5862"/>
    <w:rsid w:val="00CA5C6F"/>
    <w:rsid w:val="00CA5DAE"/>
    <w:rsid w:val="00CA631B"/>
    <w:rsid w:val="00CA6357"/>
    <w:rsid w:val="00CA6711"/>
    <w:rsid w:val="00CA671C"/>
    <w:rsid w:val="00CA6778"/>
    <w:rsid w:val="00CA6871"/>
    <w:rsid w:val="00CA69D4"/>
    <w:rsid w:val="00CA6B75"/>
    <w:rsid w:val="00CA6BFD"/>
    <w:rsid w:val="00CA6C65"/>
    <w:rsid w:val="00CA6D3C"/>
    <w:rsid w:val="00CA6FF1"/>
    <w:rsid w:val="00CA70E9"/>
    <w:rsid w:val="00CA7398"/>
    <w:rsid w:val="00CA7513"/>
    <w:rsid w:val="00CA7E03"/>
    <w:rsid w:val="00CA7F33"/>
    <w:rsid w:val="00CB04ED"/>
    <w:rsid w:val="00CB0500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AD7"/>
    <w:rsid w:val="00CB29C9"/>
    <w:rsid w:val="00CB29DA"/>
    <w:rsid w:val="00CB2B5C"/>
    <w:rsid w:val="00CB3033"/>
    <w:rsid w:val="00CB305F"/>
    <w:rsid w:val="00CB3340"/>
    <w:rsid w:val="00CB3499"/>
    <w:rsid w:val="00CB379D"/>
    <w:rsid w:val="00CB3A26"/>
    <w:rsid w:val="00CB3FC4"/>
    <w:rsid w:val="00CB43C0"/>
    <w:rsid w:val="00CB444A"/>
    <w:rsid w:val="00CB448D"/>
    <w:rsid w:val="00CB450F"/>
    <w:rsid w:val="00CB4B67"/>
    <w:rsid w:val="00CB4BEE"/>
    <w:rsid w:val="00CB5689"/>
    <w:rsid w:val="00CB5A7C"/>
    <w:rsid w:val="00CB5BFC"/>
    <w:rsid w:val="00CB5EE4"/>
    <w:rsid w:val="00CB62D7"/>
    <w:rsid w:val="00CB6454"/>
    <w:rsid w:val="00CB64BE"/>
    <w:rsid w:val="00CB65D5"/>
    <w:rsid w:val="00CB694D"/>
    <w:rsid w:val="00CB6D09"/>
    <w:rsid w:val="00CB6F04"/>
    <w:rsid w:val="00CB7B0D"/>
    <w:rsid w:val="00CB7F10"/>
    <w:rsid w:val="00CC025E"/>
    <w:rsid w:val="00CC041A"/>
    <w:rsid w:val="00CC0BAD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411"/>
    <w:rsid w:val="00CC36C1"/>
    <w:rsid w:val="00CC36D0"/>
    <w:rsid w:val="00CC3AC2"/>
    <w:rsid w:val="00CC3AFD"/>
    <w:rsid w:val="00CC3F6F"/>
    <w:rsid w:val="00CC4451"/>
    <w:rsid w:val="00CC4C0A"/>
    <w:rsid w:val="00CC4C32"/>
    <w:rsid w:val="00CC4F84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86B"/>
    <w:rsid w:val="00CD295B"/>
    <w:rsid w:val="00CD2BAF"/>
    <w:rsid w:val="00CD2C76"/>
    <w:rsid w:val="00CD2D74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57E5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936"/>
    <w:rsid w:val="00CE0FF9"/>
    <w:rsid w:val="00CE1018"/>
    <w:rsid w:val="00CE103D"/>
    <w:rsid w:val="00CE1658"/>
    <w:rsid w:val="00CE1988"/>
    <w:rsid w:val="00CE1AB1"/>
    <w:rsid w:val="00CE281C"/>
    <w:rsid w:val="00CE2AB1"/>
    <w:rsid w:val="00CE2FD0"/>
    <w:rsid w:val="00CE30E7"/>
    <w:rsid w:val="00CE32B6"/>
    <w:rsid w:val="00CE39C7"/>
    <w:rsid w:val="00CE3B14"/>
    <w:rsid w:val="00CE3B86"/>
    <w:rsid w:val="00CE423B"/>
    <w:rsid w:val="00CE49E1"/>
    <w:rsid w:val="00CE4F60"/>
    <w:rsid w:val="00CE561C"/>
    <w:rsid w:val="00CE5BA2"/>
    <w:rsid w:val="00CE5DC2"/>
    <w:rsid w:val="00CE6602"/>
    <w:rsid w:val="00CE6917"/>
    <w:rsid w:val="00CE6AC0"/>
    <w:rsid w:val="00CE6ACE"/>
    <w:rsid w:val="00CE6C07"/>
    <w:rsid w:val="00CE6E4D"/>
    <w:rsid w:val="00CE6F42"/>
    <w:rsid w:val="00CE70A4"/>
    <w:rsid w:val="00CE7180"/>
    <w:rsid w:val="00CE73AB"/>
    <w:rsid w:val="00CE73BC"/>
    <w:rsid w:val="00CE7431"/>
    <w:rsid w:val="00CF09CF"/>
    <w:rsid w:val="00CF118E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84A"/>
    <w:rsid w:val="00CF39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6B3"/>
    <w:rsid w:val="00CF71EB"/>
    <w:rsid w:val="00CF759F"/>
    <w:rsid w:val="00CF7882"/>
    <w:rsid w:val="00CF796B"/>
    <w:rsid w:val="00CF7F1C"/>
    <w:rsid w:val="00D0020F"/>
    <w:rsid w:val="00D004F9"/>
    <w:rsid w:val="00D006C5"/>
    <w:rsid w:val="00D00782"/>
    <w:rsid w:val="00D0097B"/>
    <w:rsid w:val="00D01108"/>
    <w:rsid w:val="00D0111A"/>
    <w:rsid w:val="00D013FE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FE"/>
    <w:rsid w:val="00D03B7D"/>
    <w:rsid w:val="00D03DC6"/>
    <w:rsid w:val="00D03F7F"/>
    <w:rsid w:val="00D0417B"/>
    <w:rsid w:val="00D047A7"/>
    <w:rsid w:val="00D047EE"/>
    <w:rsid w:val="00D04AC2"/>
    <w:rsid w:val="00D04C2F"/>
    <w:rsid w:val="00D04D90"/>
    <w:rsid w:val="00D04E09"/>
    <w:rsid w:val="00D051D3"/>
    <w:rsid w:val="00D053A5"/>
    <w:rsid w:val="00D05696"/>
    <w:rsid w:val="00D05C56"/>
    <w:rsid w:val="00D05DA1"/>
    <w:rsid w:val="00D05E65"/>
    <w:rsid w:val="00D06149"/>
    <w:rsid w:val="00D06781"/>
    <w:rsid w:val="00D07125"/>
    <w:rsid w:val="00D0745B"/>
    <w:rsid w:val="00D0781A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A96"/>
    <w:rsid w:val="00D12D91"/>
    <w:rsid w:val="00D12E19"/>
    <w:rsid w:val="00D13026"/>
    <w:rsid w:val="00D133BF"/>
    <w:rsid w:val="00D135DF"/>
    <w:rsid w:val="00D1365D"/>
    <w:rsid w:val="00D13979"/>
    <w:rsid w:val="00D1398B"/>
    <w:rsid w:val="00D1440E"/>
    <w:rsid w:val="00D14510"/>
    <w:rsid w:val="00D146F9"/>
    <w:rsid w:val="00D14D2F"/>
    <w:rsid w:val="00D14E0B"/>
    <w:rsid w:val="00D15A49"/>
    <w:rsid w:val="00D15AE3"/>
    <w:rsid w:val="00D1635D"/>
    <w:rsid w:val="00D1648A"/>
    <w:rsid w:val="00D16D51"/>
    <w:rsid w:val="00D1713E"/>
    <w:rsid w:val="00D17282"/>
    <w:rsid w:val="00D17505"/>
    <w:rsid w:val="00D17F3D"/>
    <w:rsid w:val="00D2002B"/>
    <w:rsid w:val="00D2081C"/>
    <w:rsid w:val="00D2090D"/>
    <w:rsid w:val="00D20BAB"/>
    <w:rsid w:val="00D20CD3"/>
    <w:rsid w:val="00D21426"/>
    <w:rsid w:val="00D21725"/>
    <w:rsid w:val="00D21B40"/>
    <w:rsid w:val="00D22902"/>
    <w:rsid w:val="00D22A8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4C90"/>
    <w:rsid w:val="00D26C0A"/>
    <w:rsid w:val="00D26C96"/>
    <w:rsid w:val="00D26DFB"/>
    <w:rsid w:val="00D26F4C"/>
    <w:rsid w:val="00D270A7"/>
    <w:rsid w:val="00D3017F"/>
    <w:rsid w:val="00D30323"/>
    <w:rsid w:val="00D3057B"/>
    <w:rsid w:val="00D30634"/>
    <w:rsid w:val="00D30B9F"/>
    <w:rsid w:val="00D30BD0"/>
    <w:rsid w:val="00D310B6"/>
    <w:rsid w:val="00D31800"/>
    <w:rsid w:val="00D31AF6"/>
    <w:rsid w:val="00D31B75"/>
    <w:rsid w:val="00D31E94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3C3"/>
    <w:rsid w:val="00D344BC"/>
    <w:rsid w:val="00D34714"/>
    <w:rsid w:val="00D347C5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0F6"/>
    <w:rsid w:val="00D371A4"/>
    <w:rsid w:val="00D372D6"/>
    <w:rsid w:val="00D372F0"/>
    <w:rsid w:val="00D37717"/>
    <w:rsid w:val="00D378A3"/>
    <w:rsid w:val="00D3795F"/>
    <w:rsid w:val="00D379D0"/>
    <w:rsid w:val="00D37BC4"/>
    <w:rsid w:val="00D40003"/>
    <w:rsid w:val="00D40159"/>
    <w:rsid w:val="00D40865"/>
    <w:rsid w:val="00D412F2"/>
    <w:rsid w:val="00D4133F"/>
    <w:rsid w:val="00D415BE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32A"/>
    <w:rsid w:val="00D4442D"/>
    <w:rsid w:val="00D45154"/>
    <w:rsid w:val="00D455AD"/>
    <w:rsid w:val="00D455EB"/>
    <w:rsid w:val="00D4568A"/>
    <w:rsid w:val="00D45718"/>
    <w:rsid w:val="00D45F50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500DB"/>
    <w:rsid w:val="00D5015C"/>
    <w:rsid w:val="00D50172"/>
    <w:rsid w:val="00D5068C"/>
    <w:rsid w:val="00D50711"/>
    <w:rsid w:val="00D50FA6"/>
    <w:rsid w:val="00D5121B"/>
    <w:rsid w:val="00D513EE"/>
    <w:rsid w:val="00D51456"/>
    <w:rsid w:val="00D51724"/>
    <w:rsid w:val="00D51FD4"/>
    <w:rsid w:val="00D520F8"/>
    <w:rsid w:val="00D53336"/>
    <w:rsid w:val="00D53A83"/>
    <w:rsid w:val="00D540B2"/>
    <w:rsid w:val="00D54E3A"/>
    <w:rsid w:val="00D54F69"/>
    <w:rsid w:val="00D55044"/>
    <w:rsid w:val="00D55661"/>
    <w:rsid w:val="00D55F30"/>
    <w:rsid w:val="00D55F3E"/>
    <w:rsid w:val="00D56618"/>
    <w:rsid w:val="00D56756"/>
    <w:rsid w:val="00D56AA5"/>
    <w:rsid w:val="00D56F7F"/>
    <w:rsid w:val="00D57179"/>
    <w:rsid w:val="00D572FB"/>
    <w:rsid w:val="00D575A0"/>
    <w:rsid w:val="00D579DF"/>
    <w:rsid w:val="00D57F8F"/>
    <w:rsid w:val="00D60750"/>
    <w:rsid w:val="00D60C87"/>
    <w:rsid w:val="00D61911"/>
    <w:rsid w:val="00D61BF7"/>
    <w:rsid w:val="00D61D93"/>
    <w:rsid w:val="00D61F73"/>
    <w:rsid w:val="00D62783"/>
    <w:rsid w:val="00D62A9D"/>
    <w:rsid w:val="00D62DB9"/>
    <w:rsid w:val="00D6345D"/>
    <w:rsid w:val="00D63661"/>
    <w:rsid w:val="00D638F4"/>
    <w:rsid w:val="00D63AFA"/>
    <w:rsid w:val="00D643B1"/>
    <w:rsid w:val="00D64585"/>
    <w:rsid w:val="00D64D13"/>
    <w:rsid w:val="00D64D82"/>
    <w:rsid w:val="00D65282"/>
    <w:rsid w:val="00D65524"/>
    <w:rsid w:val="00D65B8C"/>
    <w:rsid w:val="00D65E5F"/>
    <w:rsid w:val="00D661C2"/>
    <w:rsid w:val="00D6663B"/>
    <w:rsid w:val="00D66E3C"/>
    <w:rsid w:val="00D673AA"/>
    <w:rsid w:val="00D6753C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440"/>
    <w:rsid w:val="00D7251B"/>
    <w:rsid w:val="00D728FF"/>
    <w:rsid w:val="00D733B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AE"/>
    <w:rsid w:val="00D77CD5"/>
    <w:rsid w:val="00D77EF3"/>
    <w:rsid w:val="00D77F92"/>
    <w:rsid w:val="00D80550"/>
    <w:rsid w:val="00D80B2E"/>
    <w:rsid w:val="00D80B7F"/>
    <w:rsid w:val="00D80C74"/>
    <w:rsid w:val="00D80DC0"/>
    <w:rsid w:val="00D80E05"/>
    <w:rsid w:val="00D80E9E"/>
    <w:rsid w:val="00D80FFE"/>
    <w:rsid w:val="00D8119B"/>
    <w:rsid w:val="00D816E4"/>
    <w:rsid w:val="00D818E1"/>
    <w:rsid w:val="00D8200F"/>
    <w:rsid w:val="00D82103"/>
    <w:rsid w:val="00D82285"/>
    <w:rsid w:val="00D827BB"/>
    <w:rsid w:val="00D83353"/>
    <w:rsid w:val="00D83A80"/>
    <w:rsid w:val="00D83AEC"/>
    <w:rsid w:val="00D83CC3"/>
    <w:rsid w:val="00D83EF9"/>
    <w:rsid w:val="00D845D1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49"/>
    <w:rsid w:val="00D900B7"/>
    <w:rsid w:val="00D90129"/>
    <w:rsid w:val="00D9020E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AF8"/>
    <w:rsid w:val="00DA1B31"/>
    <w:rsid w:val="00DA1B61"/>
    <w:rsid w:val="00DA1FAC"/>
    <w:rsid w:val="00DA260D"/>
    <w:rsid w:val="00DA2D8A"/>
    <w:rsid w:val="00DA2FEC"/>
    <w:rsid w:val="00DA3A43"/>
    <w:rsid w:val="00DA3BA9"/>
    <w:rsid w:val="00DA3F5A"/>
    <w:rsid w:val="00DA40B6"/>
    <w:rsid w:val="00DA4227"/>
    <w:rsid w:val="00DA43F7"/>
    <w:rsid w:val="00DA490A"/>
    <w:rsid w:val="00DA4AA4"/>
    <w:rsid w:val="00DA4C42"/>
    <w:rsid w:val="00DA51E3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462"/>
    <w:rsid w:val="00DB1488"/>
    <w:rsid w:val="00DB164E"/>
    <w:rsid w:val="00DB1805"/>
    <w:rsid w:val="00DB1896"/>
    <w:rsid w:val="00DB1913"/>
    <w:rsid w:val="00DB1B3C"/>
    <w:rsid w:val="00DB263D"/>
    <w:rsid w:val="00DB28D9"/>
    <w:rsid w:val="00DB2AE8"/>
    <w:rsid w:val="00DB37B7"/>
    <w:rsid w:val="00DB3A78"/>
    <w:rsid w:val="00DB3CC8"/>
    <w:rsid w:val="00DB3E32"/>
    <w:rsid w:val="00DB45B6"/>
    <w:rsid w:val="00DB489B"/>
    <w:rsid w:val="00DB4C47"/>
    <w:rsid w:val="00DB4E2C"/>
    <w:rsid w:val="00DB4EC5"/>
    <w:rsid w:val="00DB5191"/>
    <w:rsid w:val="00DB5537"/>
    <w:rsid w:val="00DB5944"/>
    <w:rsid w:val="00DB596D"/>
    <w:rsid w:val="00DB5BE4"/>
    <w:rsid w:val="00DB5C60"/>
    <w:rsid w:val="00DB5D50"/>
    <w:rsid w:val="00DB5E5D"/>
    <w:rsid w:val="00DB606A"/>
    <w:rsid w:val="00DB60C3"/>
    <w:rsid w:val="00DB61E4"/>
    <w:rsid w:val="00DB6408"/>
    <w:rsid w:val="00DB66F1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6D6"/>
    <w:rsid w:val="00DC19DB"/>
    <w:rsid w:val="00DC1AC0"/>
    <w:rsid w:val="00DC1D63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6D9"/>
    <w:rsid w:val="00DC6789"/>
    <w:rsid w:val="00DC6951"/>
    <w:rsid w:val="00DC715D"/>
    <w:rsid w:val="00DC71C8"/>
    <w:rsid w:val="00DC733F"/>
    <w:rsid w:val="00DC74BE"/>
    <w:rsid w:val="00DC74F5"/>
    <w:rsid w:val="00DC7638"/>
    <w:rsid w:val="00DC777D"/>
    <w:rsid w:val="00DC7835"/>
    <w:rsid w:val="00DC793A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440"/>
    <w:rsid w:val="00DD271C"/>
    <w:rsid w:val="00DD2AC3"/>
    <w:rsid w:val="00DD301F"/>
    <w:rsid w:val="00DD367C"/>
    <w:rsid w:val="00DD36CB"/>
    <w:rsid w:val="00DD37C1"/>
    <w:rsid w:val="00DD39D7"/>
    <w:rsid w:val="00DD3BD7"/>
    <w:rsid w:val="00DD3C95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672"/>
    <w:rsid w:val="00DD599E"/>
    <w:rsid w:val="00DD5E83"/>
    <w:rsid w:val="00DD5F4F"/>
    <w:rsid w:val="00DD651C"/>
    <w:rsid w:val="00DD655A"/>
    <w:rsid w:val="00DD6EEC"/>
    <w:rsid w:val="00DD7235"/>
    <w:rsid w:val="00DD7276"/>
    <w:rsid w:val="00DD7707"/>
    <w:rsid w:val="00DD7709"/>
    <w:rsid w:val="00DD7AF6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8F4"/>
    <w:rsid w:val="00DE215D"/>
    <w:rsid w:val="00DE2588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E7F6B"/>
    <w:rsid w:val="00DF00C8"/>
    <w:rsid w:val="00DF04BF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E9B"/>
    <w:rsid w:val="00DF1FBA"/>
    <w:rsid w:val="00DF269B"/>
    <w:rsid w:val="00DF2B72"/>
    <w:rsid w:val="00DF32AC"/>
    <w:rsid w:val="00DF3758"/>
    <w:rsid w:val="00DF384D"/>
    <w:rsid w:val="00DF384E"/>
    <w:rsid w:val="00DF3CF0"/>
    <w:rsid w:val="00DF41C1"/>
    <w:rsid w:val="00DF4793"/>
    <w:rsid w:val="00DF4A83"/>
    <w:rsid w:val="00DF56AC"/>
    <w:rsid w:val="00DF58E2"/>
    <w:rsid w:val="00DF5A0E"/>
    <w:rsid w:val="00DF621F"/>
    <w:rsid w:val="00DF680F"/>
    <w:rsid w:val="00DF6ABF"/>
    <w:rsid w:val="00DF6C91"/>
    <w:rsid w:val="00DF6DDB"/>
    <w:rsid w:val="00DF70B9"/>
    <w:rsid w:val="00DF728F"/>
    <w:rsid w:val="00DF72D2"/>
    <w:rsid w:val="00DF7AA6"/>
    <w:rsid w:val="00E0080D"/>
    <w:rsid w:val="00E00CA6"/>
    <w:rsid w:val="00E00EFE"/>
    <w:rsid w:val="00E010DF"/>
    <w:rsid w:val="00E01182"/>
    <w:rsid w:val="00E011CE"/>
    <w:rsid w:val="00E016A6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4CA"/>
    <w:rsid w:val="00E03639"/>
    <w:rsid w:val="00E03E5E"/>
    <w:rsid w:val="00E040C0"/>
    <w:rsid w:val="00E04212"/>
    <w:rsid w:val="00E04AE1"/>
    <w:rsid w:val="00E04E91"/>
    <w:rsid w:val="00E04FB7"/>
    <w:rsid w:val="00E05253"/>
    <w:rsid w:val="00E05574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2B17"/>
    <w:rsid w:val="00E13098"/>
    <w:rsid w:val="00E133BF"/>
    <w:rsid w:val="00E1367A"/>
    <w:rsid w:val="00E13E16"/>
    <w:rsid w:val="00E13F8B"/>
    <w:rsid w:val="00E1414B"/>
    <w:rsid w:val="00E14225"/>
    <w:rsid w:val="00E142A7"/>
    <w:rsid w:val="00E14485"/>
    <w:rsid w:val="00E14975"/>
    <w:rsid w:val="00E14A2A"/>
    <w:rsid w:val="00E150F3"/>
    <w:rsid w:val="00E159F0"/>
    <w:rsid w:val="00E15CCD"/>
    <w:rsid w:val="00E16423"/>
    <w:rsid w:val="00E16784"/>
    <w:rsid w:val="00E16873"/>
    <w:rsid w:val="00E168A1"/>
    <w:rsid w:val="00E16C14"/>
    <w:rsid w:val="00E175E5"/>
    <w:rsid w:val="00E17857"/>
    <w:rsid w:val="00E178D8"/>
    <w:rsid w:val="00E179DA"/>
    <w:rsid w:val="00E17BEB"/>
    <w:rsid w:val="00E17D4B"/>
    <w:rsid w:val="00E20032"/>
    <w:rsid w:val="00E20431"/>
    <w:rsid w:val="00E20679"/>
    <w:rsid w:val="00E20722"/>
    <w:rsid w:val="00E20911"/>
    <w:rsid w:val="00E20B82"/>
    <w:rsid w:val="00E21722"/>
    <w:rsid w:val="00E21E52"/>
    <w:rsid w:val="00E22700"/>
    <w:rsid w:val="00E22BC0"/>
    <w:rsid w:val="00E22C3D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73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828"/>
    <w:rsid w:val="00E34866"/>
    <w:rsid w:val="00E34FA4"/>
    <w:rsid w:val="00E34FDB"/>
    <w:rsid w:val="00E34FFB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2CC"/>
    <w:rsid w:val="00E41F27"/>
    <w:rsid w:val="00E42035"/>
    <w:rsid w:val="00E424BB"/>
    <w:rsid w:val="00E4274D"/>
    <w:rsid w:val="00E429CB"/>
    <w:rsid w:val="00E42EBD"/>
    <w:rsid w:val="00E42F8D"/>
    <w:rsid w:val="00E43644"/>
    <w:rsid w:val="00E43772"/>
    <w:rsid w:val="00E43873"/>
    <w:rsid w:val="00E43DF3"/>
    <w:rsid w:val="00E43E33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6F94"/>
    <w:rsid w:val="00E47075"/>
    <w:rsid w:val="00E474D2"/>
    <w:rsid w:val="00E4786F"/>
    <w:rsid w:val="00E47F7E"/>
    <w:rsid w:val="00E50526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1A0"/>
    <w:rsid w:val="00E5327F"/>
    <w:rsid w:val="00E5338A"/>
    <w:rsid w:val="00E53903"/>
    <w:rsid w:val="00E5396D"/>
    <w:rsid w:val="00E5398B"/>
    <w:rsid w:val="00E53D6F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858"/>
    <w:rsid w:val="00E54AF1"/>
    <w:rsid w:val="00E54D86"/>
    <w:rsid w:val="00E54D92"/>
    <w:rsid w:val="00E54F64"/>
    <w:rsid w:val="00E556D4"/>
    <w:rsid w:val="00E5574F"/>
    <w:rsid w:val="00E5598D"/>
    <w:rsid w:val="00E55BF3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19"/>
    <w:rsid w:val="00E620C9"/>
    <w:rsid w:val="00E620DB"/>
    <w:rsid w:val="00E62253"/>
    <w:rsid w:val="00E62330"/>
    <w:rsid w:val="00E628EC"/>
    <w:rsid w:val="00E629AF"/>
    <w:rsid w:val="00E62A08"/>
    <w:rsid w:val="00E62D06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CE4"/>
    <w:rsid w:val="00E6504B"/>
    <w:rsid w:val="00E6541D"/>
    <w:rsid w:val="00E65662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AE4"/>
    <w:rsid w:val="00E66C00"/>
    <w:rsid w:val="00E66C4B"/>
    <w:rsid w:val="00E66CB1"/>
    <w:rsid w:val="00E677FB"/>
    <w:rsid w:val="00E67AD7"/>
    <w:rsid w:val="00E67F3E"/>
    <w:rsid w:val="00E70076"/>
    <w:rsid w:val="00E70731"/>
    <w:rsid w:val="00E70A70"/>
    <w:rsid w:val="00E70C6B"/>
    <w:rsid w:val="00E70E6D"/>
    <w:rsid w:val="00E71C65"/>
    <w:rsid w:val="00E721E1"/>
    <w:rsid w:val="00E72D52"/>
    <w:rsid w:val="00E73636"/>
    <w:rsid w:val="00E737BE"/>
    <w:rsid w:val="00E737E5"/>
    <w:rsid w:val="00E73835"/>
    <w:rsid w:val="00E73BAE"/>
    <w:rsid w:val="00E73CFF"/>
    <w:rsid w:val="00E73DCB"/>
    <w:rsid w:val="00E73F0A"/>
    <w:rsid w:val="00E740CF"/>
    <w:rsid w:val="00E743C8"/>
    <w:rsid w:val="00E746C1"/>
    <w:rsid w:val="00E746F8"/>
    <w:rsid w:val="00E74A01"/>
    <w:rsid w:val="00E751C6"/>
    <w:rsid w:val="00E753AB"/>
    <w:rsid w:val="00E75E30"/>
    <w:rsid w:val="00E75E5E"/>
    <w:rsid w:val="00E76285"/>
    <w:rsid w:val="00E763BC"/>
    <w:rsid w:val="00E7654E"/>
    <w:rsid w:val="00E7672C"/>
    <w:rsid w:val="00E768D6"/>
    <w:rsid w:val="00E769CE"/>
    <w:rsid w:val="00E778C2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25BA"/>
    <w:rsid w:val="00E82FE3"/>
    <w:rsid w:val="00E831AB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BDE"/>
    <w:rsid w:val="00E85D2E"/>
    <w:rsid w:val="00E86779"/>
    <w:rsid w:val="00E86834"/>
    <w:rsid w:val="00E868F1"/>
    <w:rsid w:val="00E869C8"/>
    <w:rsid w:val="00E86FAF"/>
    <w:rsid w:val="00E87199"/>
    <w:rsid w:val="00E8785E"/>
    <w:rsid w:val="00E87AFC"/>
    <w:rsid w:val="00E87DF7"/>
    <w:rsid w:val="00E90010"/>
    <w:rsid w:val="00E900D5"/>
    <w:rsid w:val="00E9020E"/>
    <w:rsid w:val="00E902C2"/>
    <w:rsid w:val="00E90A88"/>
    <w:rsid w:val="00E90C3C"/>
    <w:rsid w:val="00E91100"/>
    <w:rsid w:val="00E912A6"/>
    <w:rsid w:val="00E9148A"/>
    <w:rsid w:val="00E9181E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E83"/>
    <w:rsid w:val="00E92F03"/>
    <w:rsid w:val="00E92FB0"/>
    <w:rsid w:val="00E931C7"/>
    <w:rsid w:val="00E938DD"/>
    <w:rsid w:val="00E93B74"/>
    <w:rsid w:val="00E93BBC"/>
    <w:rsid w:val="00E945FA"/>
    <w:rsid w:val="00E94A42"/>
    <w:rsid w:val="00E94B0F"/>
    <w:rsid w:val="00E94B29"/>
    <w:rsid w:val="00E94C18"/>
    <w:rsid w:val="00E94FC7"/>
    <w:rsid w:val="00E951D9"/>
    <w:rsid w:val="00E9534E"/>
    <w:rsid w:val="00E9546D"/>
    <w:rsid w:val="00E95667"/>
    <w:rsid w:val="00E958BA"/>
    <w:rsid w:val="00E95BF7"/>
    <w:rsid w:val="00E95E1E"/>
    <w:rsid w:val="00E95F2D"/>
    <w:rsid w:val="00E95F7B"/>
    <w:rsid w:val="00E962D5"/>
    <w:rsid w:val="00E964AA"/>
    <w:rsid w:val="00E96957"/>
    <w:rsid w:val="00E96A02"/>
    <w:rsid w:val="00E96ADA"/>
    <w:rsid w:val="00E96BCA"/>
    <w:rsid w:val="00E972A9"/>
    <w:rsid w:val="00E974B7"/>
    <w:rsid w:val="00E97BB1"/>
    <w:rsid w:val="00E97C91"/>
    <w:rsid w:val="00EA0308"/>
    <w:rsid w:val="00EA0BBB"/>
    <w:rsid w:val="00EA0DB7"/>
    <w:rsid w:val="00EA1FD9"/>
    <w:rsid w:val="00EA23F4"/>
    <w:rsid w:val="00EA2426"/>
    <w:rsid w:val="00EA2738"/>
    <w:rsid w:val="00EA27F0"/>
    <w:rsid w:val="00EA29A9"/>
    <w:rsid w:val="00EA29EC"/>
    <w:rsid w:val="00EA2C23"/>
    <w:rsid w:val="00EA2ED9"/>
    <w:rsid w:val="00EA35C1"/>
    <w:rsid w:val="00EA3E82"/>
    <w:rsid w:val="00EA4098"/>
    <w:rsid w:val="00EA41C6"/>
    <w:rsid w:val="00EA4343"/>
    <w:rsid w:val="00EA43E5"/>
    <w:rsid w:val="00EA443A"/>
    <w:rsid w:val="00EA44A2"/>
    <w:rsid w:val="00EA48D0"/>
    <w:rsid w:val="00EA493D"/>
    <w:rsid w:val="00EA4E12"/>
    <w:rsid w:val="00EA4F8E"/>
    <w:rsid w:val="00EA568D"/>
    <w:rsid w:val="00EA57CF"/>
    <w:rsid w:val="00EA5FBD"/>
    <w:rsid w:val="00EA612C"/>
    <w:rsid w:val="00EA6321"/>
    <w:rsid w:val="00EA6994"/>
    <w:rsid w:val="00EA6CEB"/>
    <w:rsid w:val="00EA6D5F"/>
    <w:rsid w:val="00EA6E2D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3321"/>
    <w:rsid w:val="00EB3601"/>
    <w:rsid w:val="00EB3671"/>
    <w:rsid w:val="00EB3937"/>
    <w:rsid w:val="00EB3948"/>
    <w:rsid w:val="00EB396B"/>
    <w:rsid w:val="00EB39A2"/>
    <w:rsid w:val="00EB3AA7"/>
    <w:rsid w:val="00EB3D68"/>
    <w:rsid w:val="00EB3E32"/>
    <w:rsid w:val="00EB41EE"/>
    <w:rsid w:val="00EB44B4"/>
    <w:rsid w:val="00EB46BE"/>
    <w:rsid w:val="00EB491F"/>
    <w:rsid w:val="00EB4922"/>
    <w:rsid w:val="00EB4937"/>
    <w:rsid w:val="00EB4C38"/>
    <w:rsid w:val="00EB57C7"/>
    <w:rsid w:val="00EB5920"/>
    <w:rsid w:val="00EB6249"/>
    <w:rsid w:val="00EB655C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530"/>
    <w:rsid w:val="00EC0578"/>
    <w:rsid w:val="00EC0639"/>
    <w:rsid w:val="00EC06A9"/>
    <w:rsid w:val="00EC0796"/>
    <w:rsid w:val="00EC0A24"/>
    <w:rsid w:val="00EC0AD1"/>
    <w:rsid w:val="00EC1344"/>
    <w:rsid w:val="00EC18D1"/>
    <w:rsid w:val="00EC19D0"/>
    <w:rsid w:val="00EC1F53"/>
    <w:rsid w:val="00EC1F55"/>
    <w:rsid w:val="00EC2183"/>
    <w:rsid w:val="00EC235E"/>
    <w:rsid w:val="00EC244A"/>
    <w:rsid w:val="00EC254F"/>
    <w:rsid w:val="00EC25E4"/>
    <w:rsid w:val="00EC2776"/>
    <w:rsid w:val="00EC2794"/>
    <w:rsid w:val="00EC282B"/>
    <w:rsid w:val="00EC3146"/>
    <w:rsid w:val="00EC34BC"/>
    <w:rsid w:val="00EC36B4"/>
    <w:rsid w:val="00EC3A72"/>
    <w:rsid w:val="00EC3CBE"/>
    <w:rsid w:val="00EC4077"/>
    <w:rsid w:val="00EC4331"/>
    <w:rsid w:val="00EC44A6"/>
    <w:rsid w:val="00EC49F4"/>
    <w:rsid w:val="00EC4B78"/>
    <w:rsid w:val="00EC59F4"/>
    <w:rsid w:val="00EC5A4A"/>
    <w:rsid w:val="00EC5E54"/>
    <w:rsid w:val="00EC62A8"/>
    <w:rsid w:val="00EC63C6"/>
    <w:rsid w:val="00EC64B9"/>
    <w:rsid w:val="00EC652A"/>
    <w:rsid w:val="00EC68E6"/>
    <w:rsid w:val="00EC6943"/>
    <w:rsid w:val="00EC6ADB"/>
    <w:rsid w:val="00EC6D15"/>
    <w:rsid w:val="00EC70EC"/>
    <w:rsid w:val="00EC7481"/>
    <w:rsid w:val="00EC798E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E3B"/>
    <w:rsid w:val="00ED0E64"/>
    <w:rsid w:val="00ED12AE"/>
    <w:rsid w:val="00ED153D"/>
    <w:rsid w:val="00ED16BF"/>
    <w:rsid w:val="00ED1BF9"/>
    <w:rsid w:val="00ED1D80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E0457"/>
    <w:rsid w:val="00EE0992"/>
    <w:rsid w:val="00EE1118"/>
    <w:rsid w:val="00EE1197"/>
    <w:rsid w:val="00EE202E"/>
    <w:rsid w:val="00EE2189"/>
    <w:rsid w:val="00EE225B"/>
    <w:rsid w:val="00EE29AD"/>
    <w:rsid w:val="00EE2FE4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5C7"/>
    <w:rsid w:val="00EE66C4"/>
    <w:rsid w:val="00EE70BC"/>
    <w:rsid w:val="00EE7263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1D7F"/>
    <w:rsid w:val="00EF2738"/>
    <w:rsid w:val="00EF2892"/>
    <w:rsid w:val="00EF28E9"/>
    <w:rsid w:val="00EF29B4"/>
    <w:rsid w:val="00EF2AB4"/>
    <w:rsid w:val="00EF2C68"/>
    <w:rsid w:val="00EF2F5A"/>
    <w:rsid w:val="00EF31E4"/>
    <w:rsid w:val="00EF3289"/>
    <w:rsid w:val="00EF36B0"/>
    <w:rsid w:val="00EF3A99"/>
    <w:rsid w:val="00EF3D46"/>
    <w:rsid w:val="00EF4448"/>
    <w:rsid w:val="00EF47CD"/>
    <w:rsid w:val="00EF5245"/>
    <w:rsid w:val="00EF5390"/>
    <w:rsid w:val="00EF58EB"/>
    <w:rsid w:val="00EF59DA"/>
    <w:rsid w:val="00EF5F63"/>
    <w:rsid w:val="00EF6521"/>
    <w:rsid w:val="00EF6885"/>
    <w:rsid w:val="00EF68D3"/>
    <w:rsid w:val="00EF698B"/>
    <w:rsid w:val="00EF6EAC"/>
    <w:rsid w:val="00EF6F5E"/>
    <w:rsid w:val="00EF7146"/>
    <w:rsid w:val="00F003FA"/>
    <w:rsid w:val="00F0049A"/>
    <w:rsid w:val="00F00691"/>
    <w:rsid w:val="00F00D4A"/>
    <w:rsid w:val="00F00F66"/>
    <w:rsid w:val="00F0193A"/>
    <w:rsid w:val="00F01C88"/>
    <w:rsid w:val="00F01F14"/>
    <w:rsid w:val="00F02094"/>
    <w:rsid w:val="00F0214D"/>
    <w:rsid w:val="00F027AA"/>
    <w:rsid w:val="00F0283F"/>
    <w:rsid w:val="00F02B83"/>
    <w:rsid w:val="00F02EDB"/>
    <w:rsid w:val="00F030BE"/>
    <w:rsid w:val="00F0344A"/>
    <w:rsid w:val="00F0351F"/>
    <w:rsid w:val="00F0374A"/>
    <w:rsid w:val="00F04016"/>
    <w:rsid w:val="00F04212"/>
    <w:rsid w:val="00F0469F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6EE7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DF"/>
    <w:rsid w:val="00F107E9"/>
    <w:rsid w:val="00F1099E"/>
    <w:rsid w:val="00F10D9D"/>
    <w:rsid w:val="00F11127"/>
    <w:rsid w:val="00F11172"/>
    <w:rsid w:val="00F11465"/>
    <w:rsid w:val="00F1176C"/>
    <w:rsid w:val="00F11773"/>
    <w:rsid w:val="00F11A34"/>
    <w:rsid w:val="00F11BE5"/>
    <w:rsid w:val="00F11D08"/>
    <w:rsid w:val="00F12118"/>
    <w:rsid w:val="00F12DF7"/>
    <w:rsid w:val="00F131DA"/>
    <w:rsid w:val="00F13758"/>
    <w:rsid w:val="00F1404B"/>
    <w:rsid w:val="00F14090"/>
    <w:rsid w:val="00F14751"/>
    <w:rsid w:val="00F14812"/>
    <w:rsid w:val="00F14D4C"/>
    <w:rsid w:val="00F15445"/>
    <w:rsid w:val="00F15719"/>
    <w:rsid w:val="00F158C9"/>
    <w:rsid w:val="00F1595F"/>
    <w:rsid w:val="00F15A37"/>
    <w:rsid w:val="00F15CE8"/>
    <w:rsid w:val="00F1645B"/>
    <w:rsid w:val="00F16560"/>
    <w:rsid w:val="00F16635"/>
    <w:rsid w:val="00F16CAF"/>
    <w:rsid w:val="00F16D6E"/>
    <w:rsid w:val="00F16FAB"/>
    <w:rsid w:val="00F1786F"/>
    <w:rsid w:val="00F17C50"/>
    <w:rsid w:val="00F17CA4"/>
    <w:rsid w:val="00F17D1A"/>
    <w:rsid w:val="00F203B1"/>
    <w:rsid w:val="00F205F4"/>
    <w:rsid w:val="00F21202"/>
    <w:rsid w:val="00F216DA"/>
    <w:rsid w:val="00F2178C"/>
    <w:rsid w:val="00F2179D"/>
    <w:rsid w:val="00F21960"/>
    <w:rsid w:val="00F219EC"/>
    <w:rsid w:val="00F22020"/>
    <w:rsid w:val="00F224D2"/>
    <w:rsid w:val="00F22A4F"/>
    <w:rsid w:val="00F230F4"/>
    <w:rsid w:val="00F2397F"/>
    <w:rsid w:val="00F23CD8"/>
    <w:rsid w:val="00F249EB"/>
    <w:rsid w:val="00F24FD7"/>
    <w:rsid w:val="00F25070"/>
    <w:rsid w:val="00F250CD"/>
    <w:rsid w:val="00F252D5"/>
    <w:rsid w:val="00F253D4"/>
    <w:rsid w:val="00F253E7"/>
    <w:rsid w:val="00F2557E"/>
    <w:rsid w:val="00F255FC"/>
    <w:rsid w:val="00F25633"/>
    <w:rsid w:val="00F25667"/>
    <w:rsid w:val="00F2577B"/>
    <w:rsid w:val="00F2618B"/>
    <w:rsid w:val="00F261E4"/>
    <w:rsid w:val="00F265F0"/>
    <w:rsid w:val="00F267F6"/>
    <w:rsid w:val="00F26E89"/>
    <w:rsid w:val="00F2725F"/>
    <w:rsid w:val="00F274D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BD1"/>
    <w:rsid w:val="00F35DB4"/>
    <w:rsid w:val="00F36405"/>
    <w:rsid w:val="00F365A8"/>
    <w:rsid w:val="00F36799"/>
    <w:rsid w:val="00F36C50"/>
    <w:rsid w:val="00F36F1B"/>
    <w:rsid w:val="00F37100"/>
    <w:rsid w:val="00F3725A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4B0"/>
    <w:rsid w:val="00F45502"/>
    <w:rsid w:val="00F456D2"/>
    <w:rsid w:val="00F4586E"/>
    <w:rsid w:val="00F467D3"/>
    <w:rsid w:val="00F46BF8"/>
    <w:rsid w:val="00F46E17"/>
    <w:rsid w:val="00F46E79"/>
    <w:rsid w:val="00F47095"/>
    <w:rsid w:val="00F47614"/>
    <w:rsid w:val="00F47788"/>
    <w:rsid w:val="00F47978"/>
    <w:rsid w:val="00F47FCC"/>
    <w:rsid w:val="00F508C9"/>
    <w:rsid w:val="00F50AEF"/>
    <w:rsid w:val="00F50C57"/>
    <w:rsid w:val="00F5121A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3FB"/>
    <w:rsid w:val="00F53407"/>
    <w:rsid w:val="00F53446"/>
    <w:rsid w:val="00F5355C"/>
    <w:rsid w:val="00F54019"/>
    <w:rsid w:val="00F5415A"/>
    <w:rsid w:val="00F541B4"/>
    <w:rsid w:val="00F5441D"/>
    <w:rsid w:val="00F54471"/>
    <w:rsid w:val="00F54676"/>
    <w:rsid w:val="00F546E3"/>
    <w:rsid w:val="00F55051"/>
    <w:rsid w:val="00F55222"/>
    <w:rsid w:val="00F554B4"/>
    <w:rsid w:val="00F55BF0"/>
    <w:rsid w:val="00F55E38"/>
    <w:rsid w:val="00F5604E"/>
    <w:rsid w:val="00F5606C"/>
    <w:rsid w:val="00F5617D"/>
    <w:rsid w:val="00F56AFE"/>
    <w:rsid w:val="00F56B2A"/>
    <w:rsid w:val="00F56DCA"/>
    <w:rsid w:val="00F56EF8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529"/>
    <w:rsid w:val="00F62AA3"/>
    <w:rsid w:val="00F62F01"/>
    <w:rsid w:val="00F63066"/>
    <w:rsid w:val="00F634CE"/>
    <w:rsid w:val="00F636F0"/>
    <w:rsid w:val="00F63876"/>
    <w:rsid w:val="00F63ABE"/>
    <w:rsid w:val="00F640B6"/>
    <w:rsid w:val="00F64398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246"/>
    <w:rsid w:val="00F703C0"/>
    <w:rsid w:val="00F7055A"/>
    <w:rsid w:val="00F7085A"/>
    <w:rsid w:val="00F70997"/>
    <w:rsid w:val="00F70AA1"/>
    <w:rsid w:val="00F70C10"/>
    <w:rsid w:val="00F70F77"/>
    <w:rsid w:val="00F7133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847"/>
    <w:rsid w:val="00F73BB2"/>
    <w:rsid w:val="00F73E8A"/>
    <w:rsid w:val="00F74C74"/>
    <w:rsid w:val="00F74CCC"/>
    <w:rsid w:val="00F7587E"/>
    <w:rsid w:val="00F75CD4"/>
    <w:rsid w:val="00F75DA9"/>
    <w:rsid w:val="00F75EA2"/>
    <w:rsid w:val="00F75F35"/>
    <w:rsid w:val="00F76022"/>
    <w:rsid w:val="00F760A5"/>
    <w:rsid w:val="00F762F5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B80"/>
    <w:rsid w:val="00F81305"/>
    <w:rsid w:val="00F818B9"/>
    <w:rsid w:val="00F81922"/>
    <w:rsid w:val="00F81A5F"/>
    <w:rsid w:val="00F81D54"/>
    <w:rsid w:val="00F81ED9"/>
    <w:rsid w:val="00F81F65"/>
    <w:rsid w:val="00F8224B"/>
    <w:rsid w:val="00F826CD"/>
    <w:rsid w:val="00F8271F"/>
    <w:rsid w:val="00F83019"/>
    <w:rsid w:val="00F8328F"/>
    <w:rsid w:val="00F837FD"/>
    <w:rsid w:val="00F84308"/>
    <w:rsid w:val="00F8486D"/>
    <w:rsid w:val="00F848D1"/>
    <w:rsid w:val="00F849BD"/>
    <w:rsid w:val="00F84D74"/>
    <w:rsid w:val="00F85063"/>
    <w:rsid w:val="00F851C7"/>
    <w:rsid w:val="00F8535C"/>
    <w:rsid w:val="00F857CC"/>
    <w:rsid w:val="00F857E6"/>
    <w:rsid w:val="00F8591E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489"/>
    <w:rsid w:val="00F90C9E"/>
    <w:rsid w:val="00F90E42"/>
    <w:rsid w:val="00F90E6F"/>
    <w:rsid w:val="00F91461"/>
    <w:rsid w:val="00F919CF"/>
    <w:rsid w:val="00F91BBB"/>
    <w:rsid w:val="00F921DE"/>
    <w:rsid w:val="00F9236D"/>
    <w:rsid w:val="00F92412"/>
    <w:rsid w:val="00F9259D"/>
    <w:rsid w:val="00F92969"/>
    <w:rsid w:val="00F92BCB"/>
    <w:rsid w:val="00F92DFD"/>
    <w:rsid w:val="00F93103"/>
    <w:rsid w:val="00F9342A"/>
    <w:rsid w:val="00F936ED"/>
    <w:rsid w:val="00F9399B"/>
    <w:rsid w:val="00F93FE3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F54"/>
    <w:rsid w:val="00FA08E8"/>
    <w:rsid w:val="00FA09ED"/>
    <w:rsid w:val="00FA0E70"/>
    <w:rsid w:val="00FA0EAA"/>
    <w:rsid w:val="00FA0F38"/>
    <w:rsid w:val="00FA12FA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025"/>
    <w:rsid w:val="00FA564C"/>
    <w:rsid w:val="00FA595D"/>
    <w:rsid w:val="00FA5B04"/>
    <w:rsid w:val="00FA602C"/>
    <w:rsid w:val="00FA65FD"/>
    <w:rsid w:val="00FA67E7"/>
    <w:rsid w:val="00FA6AC2"/>
    <w:rsid w:val="00FA6BED"/>
    <w:rsid w:val="00FA6CFB"/>
    <w:rsid w:val="00FA6D37"/>
    <w:rsid w:val="00FA7189"/>
    <w:rsid w:val="00FA725D"/>
    <w:rsid w:val="00FA73E8"/>
    <w:rsid w:val="00FA73FF"/>
    <w:rsid w:val="00FA742B"/>
    <w:rsid w:val="00FA74F7"/>
    <w:rsid w:val="00FA7522"/>
    <w:rsid w:val="00FA7867"/>
    <w:rsid w:val="00FA7AB4"/>
    <w:rsid w:val="00FB0904"/>
    <w:rsid w:val="00FB0CE9"/>
    <w:rsid w:val="00FB10C1"/>
    <w:rsid w:val="00FB1205"/>
    <w:rsid w:val="00FB12E0"/>
    <w:rsid w:val="00FB1331"/>
    <w:rsid w:val="00FB19E3"/>
    <w:rsid w:val="00FB1CE2"/>
    <w:rsid w:val="00FB1FBD"/>
    <w:rsid w:val="00FB2634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310"/>
    <w:rsid w:val="00FB449A"/>
    <w:rsid w:val="00FB468D"/>
    <w:rsid w:val="00FB4939"/>
    <w:rsid w:val="00FB4C0C"/>
    <w:rsid w:val="00FB4C63"/>
    <w:rsid w:val="00FB4C67"/>
    <w:rsid w:val="00FB4D5B"/>
    <w:rsid w:val="00FB4D93"/>
    <w:rsid w:val="00FB5B41"/>
    <w:rsid w:val="00FB60B6"/>
    <w:rsid w:val="00FB6963"/>
    <w:rsid w:val="00FB6AD6"/>
    <w:rsid w:val="00FB6B45"/>
    <w:rsid w:val="00FB6FFC"/>
    <w:rsid w:val="00FB7332"/>
    <w:rsid w:val="00FB7394"/>
    <w:rsid w:val="00FB7443"/>
    <w:rsid w:val="00FC0215"/>
    <w:rsid w:val="00FC07E8"/>
    <w:rsid w:val="00FC0BC7"/>
    <w:rsid w:val="00FC0CD9"/>
    <w:rsid w:val="00FC121B"/>
    <w:rsid w:val="00FC1616"/>
    <w:rsid w:val="00FC1748"/>
    <w:rsid w:val="00FC1F9C"/>
    <w:rsid w:val="00FC268C"/>
    <w:rsid w:val="00FC278F"/>
    <w:rsid w:val="00FC37D3"/>
    <w:rsid w:val="00FC3C5B"/>
    <w:rsid w:val="00FC3DD7"/>
    <w:rsid w:val="00FC3EA5"/>
    <w:rsid w:val="00FC402C"/>
    <w:rsid w:val="00FC4185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ADC"/>
    <w:rsid w:val="00FC5C56"/>
    <w:rsid w:val="00FC5E92"/>
    <w:rsid w:val="00FC60C1"/>
    <w:rsid w:val="00FC6106"/>
    <w:rsid w:val="00FC623B"/>
    <w:rsid w:val="00FC6324"/>
    <w:rsid w:val="00FC66FF"/>
    <w:rsid w:val="00FC69B9"/>
    <w:rsid w:val="00FC6BCD"/>
    <w:rsid w:val="00FC7212"/>
    <w:rsid w:val="00FC7357"/>
    <w:rsid w:val="00FC775C"/>
    <w:rsid w:val="00FC78AC"/>
    <w:rsid w:val="00FC7F78"/>
    <w:rsid w:val="00FD0010"/>
    <w:rsid w:val="00FD0087"/>
    <w:rsid w:val="00FD01D0"/>
    <w:rsid w:val="00FD02BF"/>
    <w:rsid w:val="00FD04AD"/>
    <w:rsid w:val="00FD04B8"/>
    <w:rsid w:val="00FD05E5"/>
    <w:rsid w:val="00FD0617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224B"/>
    <w:rsid w:val="00FD24D0"/>
    <w:rsid w:val="00FD2C52"/>
    <w:rsid w:val="00FD2D5E"/>
    <w:rsid w:val="00FD2F36"/>
    <w:rsid w:val="00FD3853"/>
    <w:rsid w:val="00FD3C38"/>
    <w:rsid w:val="00FD3C63"/>
    <w:rsid w:val="00FD4098"/>
    <w:rsid w:val="00FD42B3"/>
    <w:rsid w:val="00FD448E"/>
    <w:rsid w:val="00FD44ED"/>
    <w:rsid w:val="00FD45AC"/>
    <w:rsid w:val="00FD4E0C"/>
    <w:rsid w:val="00FD4EDE"/>
    <w:rsid w:val="00FD4F4C"/>
    <w:rsid w:val="00FD5672"/>
    <w:rsid w:val="00FD5D39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CB5"/>
    <w:rsid w:val="00FE0E4F"/>
    <w:rsid w:val="00FE0EE8"/>
    <w:rsid w:val="00FE1039"/>
    <w:rsid w:val="00FE1310"/>
    <w:rsid w:val="00FE155C"/>
    <w:rsid w:val="00FE1714"/>
    <w:rsid w:val="00FE176F"/>
    <w:rsid w:val="00FE17C9"/>
    <w:rsid w:val="00FE1862"/>
    <w:rsid w:val="00FE1914"/>
    <w:rsid w:val="00FE1A43"/>
    <w:rsid w:val="00FE1CAC"/>
    <w:rsid w:val="00FE1DF0"/>
    <w:rsid w:val="00FE219D"/>
    <w:rsid w:val="00FE224E"/>
    <w:rsid w:val="00FE27FD"/>
    <w:rsid w:val="00FE286C"/>
    <w:rsid w:val="00FE2A46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57F9"/>
    <w:rsid w:val="00FE5E33"/>
    <w:rsid w:val="00FE607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90A"/>
    <w:rsid w:val="00FF095B"/>
    <w:rsid w:val="00FF0C10"/>
    <w:rsid w:val="00FF0F69"/>
    <w:rsid w:val="00FF0FEF"/>
    <w:rsid w:val="00FF1050"/>
    <w:rsid w:val="00FF1078"/>
    <w:rsid w:val="00FF1617"/>
    <w:rsid w:val="00FF1F86"/>
    <w:rsid w:val="00FF209F"/>
    <w:rsid w:val="00FF2152"/>
    <w:rsid w:val="00FF22F1"/>
    <w:rsid w:val="00FF2DB8"/>
    <w:rsid w:val="00FF2EC0"/>
    <w:rsid w:val="00FF31BC"/>
    <w:rsid w:val="00FF35EC"/>
    <w:rsid w:val="00FF38B2"/>
    <w:rsid w:val="00FF3AD0"/>
    <w:rsid w:val="00FF3B9D"/>
    <w:rsid w:val="00FF3DC7"/>
    <w:rsid w:val="00FF3F2F"/>
    <w:rsid w:val="00FF4161"/>
    <w:rsid w:val="00FF42D9"/>
    <w:rsid w:val="00FF4850"/>
    <w:rsid w:val="00FF4868"/>
    <w:rsid w:val="00FF4CDD"/>
    <w:rsid w:val="00FF4D5B"/>
    <w:rsid w:val="00FF526A"/>
    <w:rsid w:val="00FF551A"/>
    <w:rsid w:val="00FF554D"/>
    <w:rsid w:val="00FF5695"/>
    <w:rsid w:val="00FF57CF"/>
    <w:rsid w:val="00FF598D"/>
    <w:rsid w:val="00FF5AF9"/>
    <w:rsid w:val="00FF5C04"/>
    <w:rsid w:val="00FF5DB9"/>
    <w:rsid w:val="00FF5E63"/>
    <w:rsid w:val="00FF676E"/>
    <w:rsid w:val="00FF697D"/>
    <w:rsid w:val="00FF6A6C"/>
    <w:rsid w:val="00FF753F"/>
    <w:rsid w:val="00FF7BE0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65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180</TotalTime>
  <Pages>498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58</cp:revision>
  <cp:lastPrinted>2015-04-21T10:02:00Z</cp:lastPrinted>
  <dcterms:created xsi:type="dcterms:W3CDTF">2015-04-20T12:19:00Z</dcterms:created>
  <dcterms:modified xsi:type="dcterms:W3CDTF">2015-04-30T09:46:00Z</dcterms:modified>
</cp:coreProperties>
</file>