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89" w:rsidRPr="004169D4" w:rsidRDefault="008B1A89" w:rsidP="00F11F1A">
      <w:pPr>
        <w:suppressAutoHyphens/>
        <w:rPr>
          <w:b/>
        </w:rPr>
      </w:pPr>
      <w:r w:rsidRPr="004169D4">
        <w:rPr>
          <w:b/>
        </w:rPr>
        <w:t xml:space="preserve">               </w:t>
      </w:r>
      <w:r>
        <w:rPr>
          <w:b/>
        </w:rPr>
        <w:t xml:space="preserve">                 </w:t>
      </w:r>
      <w:r w:rsidRPr="004169D4">
        <w:rPr>
          <w:b/>
        </w:rPr>
        <w:t xml:space="preserve">    Закон  Ульяновской  области</w:t>
      </w:r>
    </w:p>
    <w:p w:rsidR="008B1A89" w:rsidRDefault="008B1A89" w:rsidP="00F11F1A">
      <w:pPr>
        <w:suppressAutoHyphens/>
      </w:pPr>
    </w:p>
    <w:p w:rsidR="008B1A89" w:rsidRDefault="008B1A89" w:rsidP="00876607">
      <w:pPr>
        <w:jc w:val="center"/>
        <w:rPr>
          <w:b/>
          <w:szCs w:val="28"/>
        </w:rPr>
      </w:pPr>
    </w:p>
    <w:p w:rsidR="008B1A89" w:rsidRDefault="008B1A89" w:rsidP="00876607">
      <w:pPr>
        <w:jc w:val="center"/>
        <w:rPr>
          <w:b/>
          <w:szCs w:val="28"/>
        </w:rPr>
      </w:pPr>
    </w:p>
    <w:p w:rsidR="008B1A89" w:rsidRPr="0003010E" w:rsidRDefault="008B1A89" w:rsidP="00876607">
      <w:pPr>
        <w:jc w:val="center"/>
        <w:rPr>
          <w:b/>
          <w:sz w:val="48"/>
          <w:szCs w:val="28"/>
        </w:rPr>
      </w:pPr>
    </w:p>
    <w:p w:rsidR="008B1A89" w:rsidRPr="00B23BFA" w:rsidRDefault="008B1A89" w:rsidP="00F8745C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8B1A89" w:rsidRPr="00B23BFA" w:rsidRDefault="008B1A89" w:rsidP="00F8745C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8B1A89" w:rsidRPr="00B23BFA" w:rsidRDefault="008B1A89" w:rsidP="00F8745C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>
        <w:rPr>
          <w:b/>
          <w:szCs w:val="28"/>
        </w:rPr>
        <w:t>5</w:t>
      </w:r>
      <w:r w:rsidRPr="00B23BFA">
        <w:rPr>
          <w:b/>
          <w:szCs w:val="28"/>
        </w:rPr>
        <w:t xml:space="preserve"> год </w:t>
      </w:r>
    </w:p>
    <w:p w:rsidR="008B1A89" w:rsidRPr="00342690" w:rsidRDefault="008B1A89" w:rsidP="00F8745C">
      <w:pPr>
        <w:tabs>
          <w:tab w:val="left" w:pos="567"/>
        </w:tabs>
        <w:jc w:val="center"/>
        <w:rPr>
          <w:szCs w:val="28"/>
        </w:rPr>
      </w:pPr>
      <w:r w:rsidRPr="00B23BFA">
        <w:rPr>
          <w:b/>
          <w:szCs w:val="28"/>
        </w:rPr>
        <w:t>и на плановый период 201</w:t>
      </w:r>
      <w:r>
        <w:rPr>
          <w:b/>
          <w:szCs w:val="28"/>
        </w:rPr>
        <w:t>6</w:t>
      </w:r>
      <w:r w:rsidRPr="00B23BFA">
        <w:rPr>
          <w:b/>
          <w:szCs w:val="28"/>
        </w:rPr>
        <w:t xml:space="preserve"> и 201</w:t>
      </w:r>
      <w:r>
        <w:rPr>
          <w:b/>
          <w:szCs w:val="28"/>
        </w:rPr>
        <w:t xml:space="preserve">7 </w:t>
      </w:r>
      <w:r w:rsidRPr="00B23BFA">
        <w:rPr>
          <w:b/>
          <w:szCs w:val="28"/>
        </w:rPr>
        <w:t>годов»</w:t>
      </w:r>
    </w:p>
    <w:p w:rsidR="008B1A89" w:rsidRDefault="008B1A89" w:rsidP="00F8745C">
      <w:pPr>
        <w:jc w:val="both"/>
        <w:rPr>
          <w:szCs w:val="28"/>
        </w:rPr>
      </w:pPr>
    </w:p>
    <w:p w:rsidR="008B1A89" w:rsidRDefault="008B1A89" w:rsidP="00876607">
      <w:pPr>
        <w:ind w:firstLine="709"/>
        <w:jc w:val="both"/>
        <w:rPr>
          <w:sz w:val="24"/>
          <w:szCs w:val="24"/>
        </w:rPr>
      </w:pPr>
    </w:p>
    <w:p w:rsidR="008B1A89" w:rsidRDefault="008B1A89" w:rsidP="00876607">
      <w:pPr>
        <w:ind w:firstLine="709"/>
        <w:jc w:val="both"/>
        <w:rPr>
          <w:sz w:val="24"/>
          <w:szCs w:val="24"/>
        </w:rPr>
      </w:pPr>
    </w:p>
    <w:p w:rsidR="008B1A89" w:rsidRDefault="008B1A89" w:rsidP="00876607">
      <w:pPr>
        <w:ind w:firstLine="709"/>
        <w:jc w:val="both"/>
        <w:rPr>
          <w:sz w:val="24"/>
          <w:szCs w:val="24"/>
        </w:rPr>
      </w:pPr>
    </w:p>
    <w:p w:rsidR="008B1A89" w:rsidRDefault="008B1A89" w:rsidP="007850F0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23 апреля 2015 года</w:t>
      </w:r>
    </w:p>
    <w:p w:rsidR="008B1A89" w:rsidRDefault="008B1A89" w:rsidP="00876607">
      <w:pPr>
        <w:ind w:firstLine="709"/>
        <w:jc w:val="both"/>
        <w:rPr>
          <w:sz w:val="24"/>
          <w:szCs w:val="24"/>
        </w:rPr>
      </w:pPr>
    </w:p>
    <w:p w:rsidR="008B1A89" w:rsidRDefault="008B1A89" w:rsidP="00876607">
      <w:pPr>
        <w:ind w:firstLine="709"/>
        <w:jc w:val="both"/>
        <w:rPr>
          <w:sz w:val="24"/>
          <w:szCs w:val="24"/>
        </w:rPr>
      </w:pPr>
    </w:p>
    <w:p w:rsidR="008B1A89" w:rsidRPr="008867A8" w:rsidRDefault="008B1A89" w:rsidP="00876607">
      <w:pPr>
        <w:ind w:firstLine="709"/>
        <w:jc w:val="both"/>
        <w:rPr>
          <w:sz w:val="24"/>
          <w:szCs w:val="24"/>
        </w:rPr>
      </w:pPr>
    </w:p>
    <w:p w:rsidR="008B1A89" w:rsidRPr="00B60CBA" w:rsidRDefault="008B1A89" w:rsidP="0087660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  <w:r w:rsidRPr="00B60CBA">
        <w:rPr>
          <w:color w:val="FFFFFF"/>
          <w:sz w:val="24"/>
          <w:szCs w:val="24"/>
        </w:rPr>
        <w:t>Принят Законодательным Собранием Ульяновской области «___» _________________200___г.</w:t>
      </w:r>
    </w:p>
    <w:p w:rsidR="008B1A89" w:rsidRDefault="008B1A89" w:rsidP="00B23BFA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>от 6 ноября 2014 года № 165-ЗО</w:t>
      </w:r>
      <w:r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страхования Ульяновской области на 201</w:t>
      </w:r>
      <w:r>
        <w:rPr>
          <w:szCs w:val="28"/>
        </w:rPr>
        <w:t>5</w:t>
      </w:r>
      <w:r w:rsidRPr="00B23BFA">
        <w:rPr>
          <w:szCs w:val="28"/>
        </w:rPr>
        <w:t xml:space="preserve"> год и на плановый период 201</w:t>
      </w:r>
      <w:r>
        <w:rPr>
          <w:szCs w:val="28"/>
        </w:rPr>
        <w:t>6</w:t>
      </w:r>
      <w:r w:rsidRPr="00B23BFA">
        <w:rPr>
          <w:szCs w:val="28"/>
        </w:rPr>
        <w:t xml:space="preserve"> и 201</w:t>
      </w:r>
      <w:r>
        <w:rPr>
          <w:szCs w:val="28"/>
        </w:rPr>
        <w:t>7</w:t>
      </w:r>
      <w:r w:rsidRPr="00B23BFA">
        <w:rPr>
          <w:szCs w:val="28"/>
        </w:rPr>
        <w:t xml:space="preserve"> годов» («Ульяновска</w:t>
      </w:r>
      <w:r>
        <w:rPr>
          <w:szCs w:val="28"/>
        </w:rPr>
        <w:t>я правда» от 10.11.2014 № 163-164; от 05.03.2015 № 28</w:t>
      </w:r>
      <w:r w:rsidRPr="00B23BFA">
        <w:rPr>
          <w:szCs w:val="28"/>
        </w:rPr>
        <w:t>) следующие изменения:</w:t>
      </w:r>
    </w:p>
    <w:p w:rsidR="008B1A89" w:rsidRPr="00AA0125" w:rsidRDefault="008B1A89" w:rsidP="00AA0125">
      <w:pPr>
        <w:pStyle w:val="ListParagraph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в </w:t>
      </w:r>
      <w:r w:rsidRPr="00AA0125">
        <w:rPr>
          <w:szCs w:val="28"/>
        </w:rPr>
        <w:t>части 1 статьи 1</w:t>
      </w:r>
      <w:r>
        <w:t>:</w:t>
      </w:r>
    </w:p>
    <w:p w:rsidR="008B1A89" w:rsidRPr="002C7643" w:rsidRDefault="008B1A89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710"/>
        <w:jc w:val="both"/>
      </w:pPr>
      <w:r>
        <w:rPr>
          <w:szCs w:val="28"/>
        </w:rPr>
        <w:t xml:space="preserve">а) </w:t>
      </w:r>
      <w:r w:rsidRPr="00AA0125">
        <w:rPr>
          <w:szCs w:val="28"/>
        </w:rPr>
        <w:t xml:space="preserve">в пункте 2 </w:t>
      </w:r>
      <w:r w:rsidRPr="002C7643">
        <w:rPr>
          <w:szCs w:val="28"/>
        </w:rPr>
        <w:t>цифры «11043248,2» заменить цифрами «11077215,</w:t>
      </w:r>
      <w:r>
        <w:rPr>
          <w:szCs w:val="28"/>
        </w:rPr>
        <w:t>26</w:t>
      </w:r>
      <w:r w:rsidRPr="002C7643">
        <w:rPr>
          <w:szCs w:val="28"/>
        </w:rPr>
        <w:t>»;</w:t>
      </w:r>
      <w:r w:rsidRPr="002C7643">
        <w:t xml:space="preserve"> </w:t>
      </w:r>
    </w:p>
    <w:p w:rsidR="008B1A89" w:rsidRPr="00AA0125" w:rsidRDefault="008B1A89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2C7643">
        <w:rPr>
          <w:szCs w:val="28"/>
        </w:rPr>
        <w:t>) дополнить пунктом 3 следующего содержания:</w:t>
      </w:r>
    </w:p>
    <w:p w:rsidR="008B1A89" w:rsidRPr="00AA0125" w:rsidRDefault="008B1A89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A0125">
        <w:rPr>
          <w:szCs w:val="28"/>
        </w:rPr>
        <w:t xml:space="preserve">«3) объём дефицита бюджета Фонда в сумме </w:t>
      </w:r>
      <w:r>
        <w:rPr>
          <w:szCs w:val="28"/>
        </w:rPr>
        <w:t>33967,06</w:t>
      </w:r>
      <w:r w:rsidRPr="00AA0125">
        <w:rPr>
          <w:szCs w:val="28"/>
        </w:rPr>
        <w:t xml:space="preserve"> тыс. рублей.»;</w:t>
      </w:r>
    </w:p>
    <w:p w:rsidR="008B1A89" w:rsidRPr="00AA0125" w:rsidRDefault="008B1A89" w:rsidP="00AA0125">
      <w:pPr>
        <w:pStyle w:val="ListParagraph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AA0125">
        <w:rPr>
          <w:szCs w:val="28"/>
        </w:rPr>
        <w:t xml:space="preserve">дополнить статьёй </w:t>
      </w:r>
      <w:r w:rsidRPr="00AA0125">
        <w:t>2</w:t>
      </w:r>
      <w:r w:rsidRPr="00AA0125">
        <w:rPr>
          <w:vertAlign w:val="superscript"/>
        </w:rPr>
        <w:t>1</w:t>
      </w:r>
      <w:r w:rsidRPr="00AA0125">
        <w:rPr>
          <w:szCs w:val="28"/>
        </w:rPr>
        <w:t xml:space="preserve"> следующего содержания:</w:t>
      </w:r>
    </w:p>
    <w:p w:rsidR="008B1A89" w:rsidRDefault="008B1A89" w:rsidP="0003010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left="2127" w:hanging="1418"/>
        <w:jc w:val="both"/>
        <w:rPr>
          <w:b/>
        </w:rPr>
      </w:pPr>
      <w:r w:rsidRPr="00AA0125">
        <w:t>«Статья 2</w:t>
      </w:r>
      <w:r w:rsidRPr="00AA0125">
        <w:rPr>
          <w:vertAlign w:val="superscript"/>
        </w:rPr>
        <w:t>1</w:t>
      </w:r>
      <w:r>
        <w:t xml:space="preserve">. </w:t>
      </w:r>
      <w:r w:rsidRPr="00AA0125">
        <w:rPr>
          <w:b/>
        </w:rPr>
        <w:t xml:space="preserve">Источники внутреннего </w:t>
      </w:r>
      <w:r>
        <w:rPr>
          <w:b/>
        </w:rPr>
        <w:t>финансирования дефицита бюджета</w:t>
      </w:r>
    </w:p>
    <w:p w:rsidR="008B1A89" w:rsidRPr="00AA0125" w:rsidRDefault="008B1A89" w:rsidP="0003010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left="2127" w:hanging="1418"/>
        <w:jc w:val="both"/>
        <w:rPr>
          <w:b/>
        </w:rPr>
      </w:pPr>
      <w:r>
        <w:rPr>
          <w:b/>
        </w:rPr>
        <w:t xml:space="preserve">                    </w:t>
      </w:r>
      <w:r w:rsidRPr="00AA0125">
        <w:rPr>
          <w:b/>
        </w:rPr>
        <w:t>Фонда на 201</w:t>
      </w:r>
      <w:r>
        <w:rPr>
          <w:b/>
        </w:rPr>
        <w:t>5</w:t>
      </w:r>
      <w:r w:rsidRPr="00AA0125">
        <w:rPr>
          <w:b/>
        </w:rPr>
        <w:t xml:space="preserve"> год</w:t>
      </w:r>
    </w:p>
    <w:p w:rsidR="008B1A89" w:rsidRPr="00AA0125" w:rsidRDefault="008B1A89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:rsidR="008B1A89" w:rsidRDefault="008B1A89" w:rsidP="00AA0125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A0125">
        <w:rPr>
          <w:szCs w:val="28"/>
        </w:rPr>
        <w:t>Установить, что источником внутреннего финансирования дефицита бю</w:t>
      </w:r>
      <w:r w:rsidRPr="00AA0125">
        <w:rPr>
          <w:szCs w:val="28"/>
        </w:rPr>
        <w:t>д</w:t>
      </w:r>
      <w:r w:rsidRPr="00AA0125">
        <w:rPr>
          <w:szCs w:val="28"/>
        </w:rPr>
        <w:t>жета Фонда на 201</w:t>
      </w:r>
      <w:r>
        <w:rPr>
          <w:szCs w:val="28"/>
        </w:rPr>
        <w:t>5</w:t>
      </w:r>
      <w:r w:rsidRPr="00AA0125">
        <w:rPr>
          <w:szCs w:val="28"/>
        </w:rPr>
        <w:t xml:space="preserve"> год являются остатки средств бюджета Фонда по состоянию на 1 января 201</w:t>
      </w:r>
      <w:r>
        <w:rPr>
          <w:szCs w:val="28"/>
        </w:rPr>
        <w:t>5</w:t>
      </w:r>
      <w:r w:rsidRPr="00AA0125">
        <w:rPr>
          <w:szCs w:val="28"/>
        </w:rPr>
        <w:t xml:space="preserve"> года согласно приложению </w:t>
      </w:r>
      <w:r w:rsidRPr="009664E9">
        <w:t>4</w:t>
      </w:r>
      <w:r w:rsidRPr="009664E9">
        <w:rPr>
          <w:vertAlign w:val="superscript"/>
        </w:rPr>
        <w:t>1</w:t>
      </w:r>
      <w:r w:rsidRPr="00AA0125">
        <w:rPr>
          <w:szCs w:val="28"/>
        </w:rPr>
        <w:t xml:space="preserve"> к настоящему Закону.»;</w:t>
      </w:r>
    </w:p>
    <w:p w:rsidR="008B1A89" w:rsidRPr="00AA0125" w:rsidRDefault="008B1A89" w:rsidP="00AA0125">
      <w:pPr>
        <w:pStyle w:val="ListParagraph"/>
        <w:numPr>
          <w:ilvl w:val="0"/>
          <w:numId w:val="6"/>
        </w:numPr>
        <w:suppressAutoHyphens/>
        <w:spacing w:line="360" w:lineRule="auto"/>
        <w:jc w:val="both"/>
        <w:rPr>
          <w:szCs w:val="28"/>
        </w:rPr>
      </w:pPr>
      <w:r w:rsidRPr="00AA0125">
        <w:rPr>
          <w:szCs w:val="28"/>
        </w:rPr>
        <w:t>дополнить приложением 4</w:t>
      </w:r>
      <w:r w:rsidRPr="00AA0125">
        <w:rPr>
          <w:szCs w:val="28"/>
          <w:vertAlign w:val="superscript"/>
        </w:rPr>
        <w:t xml:space="preserve">1 </w:t>
      </w:r>
      <w:r w:rsidRPr="00AA0125">
        <w:rPr>
          <w:szCs w:val="28"/>
        </w:rPr>
        <w:t>следующего содержания:</w:t>
      </w:r>
    </w:p>
    <w:p w:rsidR="008B1A89" w:rsidRDefault="008B1A89" w:rsidP="00AA0125">
      <w:pPr>
        <w:suppressAutoHyphens/>
        <w:spacing w:line="360" w:lineRule="auto"/>
        <w:jc w:val="both"/>
        <w:rPr>
          <w:szCs w:val="28"/>
        </w:rPr>
      </w:pPr>
    </w:p>
    <w:p w:rsidR="008B1A89" w:rsidRDefault="008B1A89" w:rsidP="00AA0125">
      <w:pPr>
        <w:suppressAutoHyphens/>
        <w:spacing w:line="360" w:lineRule="auto"/>
        <w:jc w:val="both"/>
        <w:rPr>
          <w:szCs w:val="28"/>
        </w:rPr>
      </w:pPr>
    </w:p>
    <w:p w:rsidR="008B1A89" w:rsidRPr="00AA0125" w:rsidRDefault="008B1A89" w:rsidP="00AA0125">
      <w:pPr>
        <w:spacing w:line="360" w:lineRule="auto"/>
        <w:ind w:left="4962"/>
        <w:jc w:val="center"/>
        <w:rPr>
          <w:vertAlign w:val="superscript"/>
        </w:rPr>
      </w:pPr>
      <w:r w:rsidRPr="00AA0125">
        <w:t>«ПРИЛОЖЕНИЕ 4</w:t>
      </w:r>
      <w:r w:rsidRPr="00AA0125">
        <w:rPr>
          <w:vertAlign w:val="superscript"/>
        </w:rPr>
        <w:t>1</w:t>
      </w:r>
    </w:p>
    <w:p w:rsidR="008B1A89" w:rsidRPr="00AA0125" w:rsidRDefault="008B1A89" w:rsidP="00AA012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к Закону Ульяновской области</w:t>
      </w:r>
    </w:p>
    <w:p w:rsidR="008B1A89" w:rsidRPr="00AA0125" w:rsidRDefault="008B1A89" w:rsidP="00AA012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«О бюджете Территориального фонда</w:t>
      </w:r>
    </w:p>
    <w:p w:rsidR="008B1A89" w:rsidRPr="00AA0125" w:rsidRDefault="008B1A89" w:rsidP="00AA012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обязательного медицинского</w:t>
      </w:r>
    </w:p>
    <w:p w:rsidR="008B1A89" w:rsidRPr="00AA0125" w:rsidRDefault="008B1A89" w:rsidP="00AA012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 w:rsidRPr="00AA0125">
        <w:t>страхования Ульяновской области</w:t>
      </w:r>
    </w:p>
    <w:p w:rsidR="008B1A89" w:rsidRPr="00AA0125" w:rsidRDefault="008B1A89" w:rsidP="00AA012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</w:pPr>
      <w:r>
        <w:t>на 2015</w:t>
      </w:r>
      <w:r w:rsidRPr="00AA0125">
        <w:t xml:space="preserve"> год и на плановый период</w:t>
      </w:r>
    </w:p>
    <w:p w:rsidR="008B1A89" w:rsidRPr="00AA0125" w:rsidRDefault="008B1A89" w:rsidP="00AA0125">
      <w:pPr>
        <w:tabs>
          <w:tab w:val="left" w:pos="567"/>
        </w:tabs>
        <w:autoSpaceDE w:val="0"/>
        <w:autoSpaceDN w:val="0"/>
        <w:adjustRightInd w:val="0"/>
        <w:ind w:left="4536" w:firstLine="540"/>
        <w:jc w:val="center"/>
        <w:rPr>
          <w:szCs w:val="28"/>
        </w:rPr>
      </w:pPr>
      <w:r w:rsidRPr="00AA0125">
        <w:t>201</w:t>
      </w:r>
      <w:r>
        <w:t>6</w:t>
      </w:r>
      <w:r w:rsidRPr="00AA0125">
        <w:t xml:space="preserve"> и 201</w:t>
      </w:r>
      <w:r>
        <w:t>7</w:t>
      </w:r>
      <w:r w:rsidRPr="00AA0125">
        <w:t xml:space="preserve"> годов»</w:t>
      </w:r>
    </w:p>
    <w:p w:rsidR="008B1A89" w:rsidRPr="00AA0125" w:rsidRDefault="008B1A89" w:rsidP="00AA0125">
      <w:pPr>
        <w:spacing w:line="228" w:lineRule="auto"/>
        <w:jc w:val="right"/>
      </w:pPr>
    </w:p>
    <w:p w:rsidR="008B1A89" w:rsidRPr="00AA0125" w:rsidRDefault="008B1A89" w:rsidP="00AA0125">
      <w:pPr>
        <w:spacing w:line="228" w:lineRule="auto"/>
        <w:jc w:val="center"/>
      </w:pPr>
    </w:p>
    <w:p w:rsidR="008B1A89" w:rsidRPr="00AA0125" w:rsidRDefault="008B1A89" w:rsidP="00AA0125">
      <w:pPr>
        <w:spacing w:line="228" w:lineRule="auto"/>
        <w:jc w:val="center"/>
        <w:rPr>
          <w:b/>
        </w:rPr>
      </w:pPr>
      <w:r w:rsidRPr="00AA0125">
        <w:rPr>
          <w:b/>
        </w:rPr>
        <w:t>Источники внутреннего финансирования дефицита бюджета</w:t>
      </w:r>
    </w:p>
    <w:p w:rsidR="008B1A89" w:rsidRPr="00AA0125" w:rsidRDefault="008B1A89" w:rsidP="00AA0125">
      <w:pPr>
        <w:spacing w:line="228" w:lineRule="auto"/>
        <w:jc w:val="center"/>
        <w:rPr>
          <w:b/>
        </w:rPr>
      </w:pPr>
      <w:r w:rsidRPr="00AA0125">
        <w:rPr>
          <w:b/>
        </w:rPr>
        <w:t xml:space="preserve"> Территориального фонда обязательного медицинского страхования </w:t>
      </w:r>
    </w:p>
    <w:p w:rsidR="008B1A89" w:rsidRPr="00AA0125" w:rsidRDefault="008B1A89" w:rsidP="00AA0125">
      <w:pPr>
        <w:spacing w:line="228" w:lineRule="auto"/>
        <w:jc w:val="center"/>
        <w:rPr>
          <w:b/>
        </w:rPr>
      </w:pPr>
      <w:r w:rsidRPr="00AA0125">
        <w:rPr>
          <w:b/>
        </w:rPr>
        <w:t>Ульяновской области на 201</w:t>
      </w:r>
      <w:r>
        <w:rPr>
          <w:b/>
        </w:rPr>
        <w:t>5</w:t>
      </w:r>
      <w:r w:rsidRPr="00AA0125">
        <w:rPr>
          <w:b/>
        </w:rPr>
        <w:t xml:space="preserve"> год</w:t>
      </w:r>
    </w:p>
    <w:p w:rsidR="008B1A89" w:rsidRPr="00AA0125" w:rsidRDefault="008B1A89" w:rsidP="00AA0125">
      <w:pPr>
        <w:spacing w:line="228" w:lineRule="auto"/>
        <w:ind w:firstLine="900"/>
        <w:jc w:val="right"/>
      </w:pPr>
      <w:r w:rsidRPr="00AA0125">
        <w:t>тыс. рублей</w:t>
      </w:r>
    </w:p>
    <w:tbl>
      <w:tblPr>
        <w:tblW w:w="10008" w:type="dxa"/>
        <w:tblLook w:val="01E0"/>
      </w:tblPr>
      <w:tblGrid>
        <w:gridCol w:w="3520"/>
        <w:gridCol w:w="3900"/>
        <w:gridCol w:w="2588"/>
      </w:tblGrid>
      <w:tr w:rsidR="008B1A89" w:rsidRPr="00AA0125" w:rsidTr="00AA0125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A89" w:rsidRPr="00AA0125" w:rsidRDefault="008B1A89" w:rsidP="00AA0125">
            <w:pPr>
              <w:spacing w:line="228" w:lineRule="auto"/>
              <w:jc w:val="center"/>
            </w:pPr>
            <w:r w:rsidRPr="00AA0125">
              <w:t xml:space="preserve">Код бюджетной </w:t>
            </w:r>
          </w:p>
          <w:p w:rsidR="008B1A89" w:rsidRPr="00AA0125" w:rsidRDefault="008B1A89" w:rsidP="00AA0125">
            <w:pPr>
              <w:spacing w:line="228" w:lineRule="auto"/>
              <w:jc w:val="center"/>
            </w:pPr>
            <w:r w:rsidRPr="00AA0125">
              <w:t xml:space="preserve">классификации </w:t>
            </w:r>
          </w:p>
          <w:p w:rsidR="008B1A89" w:rsidRPr="00AA0125" w:rsidRDefault="008B1A89" w:rsidP="00AA0125">
            <w:pPr>
              <w:spacing w:line="228" w:lineRule="auto"/>
              <w:jc w:val="center"/>
            </w:pPr>
            <w:r w:rsidRPr="00AA0125"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A89" w:rsidRPr="00AA0125" w:rsidRDefault="008B1A89" w:rsidP="00AA0125">
            <w:pPr>
              <w:spacing w:line="228" w:lineRule="auto"/>
              <w:jc w:val="center"/>
            </w:pPr>
            <w:r w:rsidRPr="00AA0125">
              <w:t>Наименование показателей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A89" w:rsidRPr="00AA0125" w:rsidRDefault="008B1A89" w:rsidP="00AA0125">
            <w:pPr>
              <w:spacing w:line="228" w:lineRule="auto"/>
              <w:jc w:val="center"/>
            </w:pPr>
            <w:r w:rsidRPr="00AA0125">
              <w:t>Сумма</w:t>
            </w:r>
          </w:p>
        </w:tc>
      </w:tr>
      <w:tr w:rsidR="008B1A89" w:rsidRPr="00AA0125" w:rsidTr="00AA0125">
        <w:tc>
          <w:tcPr>
            <w:tcW w:w="3520" w:type="dxa"/>
            <w:tcBorders>
              <w:top w:val="single" w:sz="4" w:space="0" w:color="auto"/>
            </w:tcBorders>
          </w:tcPr>
          <w:p w:rsidR="008B1A89" w:rsidRPr="00AA0125" w:rsidRDefault="008B1A89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8B1A89" w:rsidRPr="00AA0125" w:rsidRDefault="008B1A89" w:rsidP="00AA01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A0125">
              <w:rPr>
                <w:b/>
              </w:rPr>
              <w:t>Источники внутреннего     финансирования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8B1A89" w:rsidRPr="00AA0125" w:rsidRDefault="008B1A89" w:rsidP="00425375">
            <w:pPr>
              <w:spacing w:line="228" w:lineRule="auto"/>
              <w:jc w:val="center"/>
            </w:pPr>
            <w:r>
              <w:rPr>
                <w:b/>
              </w:rPr>
              <w:t>33967,06</w:t>
            </w:r>
          </w:p>
        </w:tc>
      </w:tr>
      <w:tr w:rsidR="008B1A89" w:rsidRPr="00AA0125" w:rsidTr="00AA0125">
        <w:tc>
          <w:tcPr>
            <w:tcW w:w="3520" w:type="dxa"/>
          </w:tcPr>
          <w:p w:rsidR="008B1A89" w:rsidRPr="00AA0125" w:rsidRDefault="008B1A89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000 01 05 00 00 00 0000 000</w:t>
            </w:r>
          </w:p>
        </w:tc>
        <w:tc>
          <w:tcPr>
            <w:tcW w:w="3900" w:type="dxa"/>
          </w:tcPr>
          <w:p w:rsidR="008B1A89" w:rsidRPr="00AA0125" w:rsidRDefault="008B1A89" w:rsidP="00AA0125">
            <w:pPr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AA0125">
              <w:rPr>
                <w:b/>
              </w:rPr>
              <w:t>Изменение  остатков  средств  на счетах  по учёту средств бюджетов</w:t>
            </w:r>
          </w:p>
        </w:tc>
        <w:tc>
          <w:tcPr>
            <w:tcW w:w="2588" w:type="dxa"/>
            <w:vAlign w:val="bottom"/>
          </w:tcPr>
          <w:p w:rsidR="008B1A89" w:rsidRPr="00AA0125" w:rsidRDefault="008B1A89" w:rsidP="00425375">
            <w:pPr>
              <w:spacing w:line="228" w:lineRule="auto"/>
              <w:jc w:val="center"/>
              <w:rPr>
                <w:b/>
              </w:rPr>
            </w:pPr>
            <w:r w:rsidRPr="00AA0125">
              <w:rPr>
                <w:b/>
              </w:rPr>
              <w:t>33967,</w:t>
            </w:r>
            <w:r>
              <w:rPr>
                <w:b/>
              </w:rPr>
              <w:t>06</w:t>
            </w:r>
          </w:p>
        </w:tc>
      </w:tr>
      <w:tr w:rsidR="008B1A89" w:rsidRPr="00AA0125" w:rsidTr="00AA0125">
        <w:trPr>
          <w:trHeight w:val="621"/>
        </w:trPr>
        <w:tc>
          <w:tcPr>
            <w:tcW w:w="3520" w:type="dxa"/>
          </w:tcPr>
          <w:p w:rsidR="008B1A89" w:rsidRPr="00AA0125" w:rsidRDefault="008B1A89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000 01 05 00 00 00 0000 500</w:t>
            </w:r>
          </w:p>
        </w:tc>
        <w:tc>
          <w:tcPr>
            <w:tcW w:w="3900" w:type="dxa"/>
          </w:tcPr>
          <w:p w:rsidR="008B1A89" w:rsidRPr="00AA0125" w:rsidRDefault="008B1A89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8B1A89" w:rsidRPr="00AA0125" w:rsidRDefault="008B1A89" w:rsidP="00AA0125">
            <w:pPr>
              <w:spacing w:line="228" w:lineRule="auto"/>
              <w:jc w:val="center"/>
            </w:pPr>
            <w:r w:rsidRPr="00AA0125">
              <w:t>-</w:t>
            </w:r>
          </w:p>
        </w:tc>
      </w:tr>
      <w:tr w:rsidR="008B1A89" w:rsidRPr="00AA0125" w:rsidTr="00AA0125">
        <w:tc>
          <w:tcPr>
            <w:tcW w:w="3520" w:type="dxa"/>
          </w:tcPr>
          <w:p w:rsidR="008B1A89" w:rsidRPr="00AA0125" w:rsidRDefault="008B1A89" w:rsidP="00AA0125">
            <w:pPr>
              <w:spacing w:line="228" w:lineRule="auto"/>
            </w:pPr>
            <w:r>
              <w:t>395</w:t>
            </w:r>
            <w:r w:rsidRPr="00AA0125">
              <w:t xml:space="preserve"> 01 05 02 01 09 0000 510</w:t>
            </w:r>
          </w:p>
        </w:tc>
        <w:tc>
          <w:tcPr>
            <w:tcW w:w="3900" w:type="dxa"/>
          </w:tcPr>
          <w:p w:rsidR="008B1A89" w:rsidRPr="00AA0125" w:rsidRDefault="008B1A89" w:rsidP="00AA0125">
            <w:pPr>
              <w:spacing w:line="228" w:lineRule="auto"/>
              <w:jc w:val="both"/>
              <w:rPr>
                <w:spacing w:val="-2"/>
              </w:rPr>
            </w:pPr>
            <w:r w:rsidRPr="00AA0125">
              <w:rPr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AA0125">
              <w:rPr>
                <w:spacing w:val="-2"/>
              </w:rPr>
              <w:t>я</w:t>
            </w:r>
            <w:r w:rsidRPr="00AA0125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8B1A89" w:rsidRPr="00AA0125" w:rsidRDefault="008B1A89" w:rsidP="00AA0125">
            <w:pPr>
              <w:spacing w:line="228" w:lineRule="auto"/>
              <w:jc w:val="center"/>
            </w:pPr>
            <w:r w:rsidRPr="00AA0125">
              <w:t>-</w:t>
            </w:r>
          </w:p>
        </w:tc>
      </w:tr>
      <w:tr w:rsidR="008B1A89" w:rsidRPr="00AA0125" w:rsidTr="00AA0125">
        <w:tc>
          <w:tcPr>
            <w:tcW w:w="3520" w:type="dxa"/>
          </w:tcPr>
          <w:p w:rsidR="008B1A89" w:rsidRPr="00AA0125" w:rsidRDefault="008B1A89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000 01 05 00 00 00 0000 600</w:t>
            </w:r>
          </w:p>
        </w:tc>
        <w:tc>
          <w:tcPr>
            <w:tcW w:w="3900" w:type="dxa"/>
          </w:tcPr>
          <w:p w:rsidR="008B1A89" w:rsidRPr="00AA0125" w:rsidRDefault="008B1A89" w:rsidP="00AA0125">
            <w:pPr>
              <w:spacing w:line="228" w:lineRule="auto"/>
              <w:rPr>
                <w:b/>
              </w:rPr>
            </w:pPr>
            <w:r w:rsidRPr="00AA0125">
              <w:rPr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8B1A89" w:rsidRPr="00AA0125" w:rsidRDefault="008B1A89" w:rsidP="00425375">
            <w:pPr>
              <w:spacing w:line="228" w:lineRule="auto"/>
              <w:jc w:val="center"/>
              <w:rPr>
                <w:b/>
              </w:rPr>
            </w:pPr>
            <w:r w:rsidRPr="00AA0125">
              <w:rPr>
                <w:b/>
              </w:rPr>
              <w:t>33967,</w:t>
            </w:r>
            <w:r>
              <w:rPr>
                <w:b/>
              </w:rPr>
              <w:t>06</w:t>
            </w:r>
          </w:p>
        </w:tc>
      </w:tr>
      <w:tr w:rsidR="008B1A89" w:rsidRPr="00AA0125" w:rsidTr="00AA0125">
        <w:tc>
          <w:tcPr>
            <w:tcW w:w="3520" w:type="dxa"/>
          </w:tcPr>
          <w:p w:rsidR="008B1A89" w:rsidRPr="00AA0125" w:rsidRDefault="008B1A89" w:rsidP="00AA0125">
            <w:pPr>
              <w:spacing w:line="228" w:lineRule="auto"/>
            </w:pPr>
            <w:r>
              <w:t>395</w:t>
            </w:r>
            <w:r w:rsidRPr="00AA0125">
              <w:t xml:space="preserve"> 01 05 02 01 09 0000 610</w:t>
            </w:r>
          </w:p>
        </w:tc>
        <w:tc>
          <w:tcPr>
            <w:tcW w:w="3900" w:type="dxa"/>
          </w:tcPr>
          <w:p w:rsidR="008B1A89" w:rsidRPr="00AA0125" w:rsidRDefault="008B1A89" w:rsidP="00AA0125">
            <w:pPr>
              <w:spacing w:line="228" w:lineRule="auto"/>
              <w:jc w:val="both"/>
              <w:rPr>
                <w:spacing w:val="-2"/>
              </w:rPr>
            </w:pPr>
            <w:r w:rsidRPr="00AA0125">
              <w:rPr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AA0125">
              <w:rPr>
                <w:spacing w:val="-2"/>
              </w:rPr>
              <w:t>я</w:t>
            </w:r>
            <w:r w:rsidRPr="00AA0125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8B1A89" w:rsidRPr="00AA0125" w:rsidRDefault="008B1A89" w:rsidP="00425375">
            <w:pPr>
              <w:tabs>
                <w:tab w:val="left" w:pos="714"/>
              </w:tabs>
              <w:spacing w:line="228" w:lineRule="auto"/>
              <w:jc w:val="center"/>
            </w:pPr>
            <w:r w:rsidRPr="00AA0125">
              <w:t>33967,</w:t>
            </w:r>
            <w:r>
              <w:t>06</w:t>
            </w:r>
            <w:r w:rsidRPr="00AA0125">
              <w:t>»;</w:t>
            </w:r>
          </w:p>
        </w:tc>
      </w:tr>
    </w:tbl>
    <w:p w:rsidR="008B1A89" w:rsidRPr="0003010E" w:rsidRDefault="008B1A89" w:rsidP="0003010E">
      <w:pPr>
        <w:suppressAutoHyphens/>
        <w:ind w:firstLine="709"/>
        <w:jc w:val="both"/>
        <w:rPr>
          <w:sz w:val="20"/>
          <w:szCs w:val="28"/>
        </w:rPr>
      </w:pPr>
    </w:p>
    <w:p w:rsidR="008B1A89" w:rsidRDefault="008B1A89" w:rsidP="00377579">
      <w:pPr>
        <w:suppressAutoHyphens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4) </w:t>
      </w:r>
      <w:r w:rsidRPr="00314AC9">
        <w:rPr>
          <w:szCs w:val="28"/>
        </w:rPr>
        <w:t>приложени</w:t>
      </w:r>
      <w:r>
        <w:rPr>
          <w:szCs w:val="28"/>
        </w:rPr>
        <w:t>е</w:t>
      </w:r>
      <w:r w:rsidRPr="00314AC9">
        <w:rPr>
          <w:szCs w:val="28"/>
        </w:rPr>
        <w:t xml:space="preserve"> 5</w:t>
      </w:r>
      <w:r>
        <w:rPr>
          <w:szCs w:val="28"/>
        </w:rPr>
        <w:t xml:space="preserve"> изложить в следующей редакции</w:t>
      </w:r>
      <w:r w:rsidRPr="00314AC9">
        <w:rPr>
          <w:szCs w:val="28"/>
        </w:rPr>
        <w:t>: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3"/>
      </w:tblGrid>
      <w:tr w:rsidR="008B1A89" w:rsidRPr="00765A06" w:rsidTr="00045FC6"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765A06" w:rsidRDefault="008B1A89" w:rsidP="00765A06">
            <w:pPr>
              <w:spacing w:line="360" w:lineRule="auto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«ПРИЛОЖЕНИЕ 5</w:t>
            </w:r>
          </w:p>
          <w:p w:rsidR="008B1A89" w:rsidRPr="00765A06" w:rsidRDefault="008B1A89" w:rsidP="00765A06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к Закону Ульяновской области</w:t>
            </w:r>
          </w:p>
          <w:p w:rsidR="008B1A89" w:rsidRPr="00765A06" w:rsidRDefault="008B1A89" w:rsidP="00765A06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«О бюджете Территориального фонда обязательного медицинского</w:t>
            </w:r>
          </w:p>
          <w:p w:rsidR="008B1A89" w:rsidRPr="00765A06" w:rsidRDefault="008B1A89" w:rsidP="00765A06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страхова</w:t>
            </w:r>
            <w:r>
              <w:rPr>
                <w:szCs w:val="28"/>
              </w:rPr>
              <w:t xml:space="preserve">ния Ульяновской области </w:t>
            </w:r>
            <w:r>
              <w:rPr>
                <w:szCs w:val="28"/>
              </w:rPr>
              <w:br/>
              <w:t>на 2015</w:t>
            </w:r>
            <w:r w:rsidRPr="00765A06">
              <w:rPr>
                <w:szCs w:val="28"/>
              </w:rPr>
              <w:t xml:space="preserve"> год и на плановый период</w:t>
            </w:r>
          </w:p>
          <w:p w:rsidR="008B1A89" w:rsidRPr="00765A06" w:rsidRDefault="008B1A89" w:rsidP="0003010E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  <w:r w:rsidRPr="00765A06">
              <w:rPr>
                <w:szCs w:val="28"/>
              </w:rPr>
              <w:t xml:space="preserve"> и 201</w:t>
            </w:r>
            <w:r>
              <w:rPr>
                <w:szCs w:val="28"/>
              </w:rPr>
              <w:t>7</w:t>
            </w:r>
            <w:r w:rsidRPr="00765A06">
              <w:rPr>
                <w:szCs w:val="28"/>
              </w:rPr>
              <w:t xml:space="preserve"> годов»</w:t>
            </w:r>
          </w:p>
        </w:tc>
      </w:tr>
    </w:tbl>
    <w:p w:rsidR="008B1A89" w:rsidRPr="00CB2849" w:rsidRDefault="008B1A89" w:rsidP="00CB2849">
      <w:pPr>
        <w:jc w:val="center"/>
        <w:rPr>
          <w:b/>
          <w:szCs w:val="28"/>
        </w:rPr>
      </w:pPr>
      <w:r w:rsidRPr="00CB2849">
        <w:rPr>
          <w:b/>
          <w:szCs w:val="28"/>
        </w:rPr>
        <w:t>РАСХОДЫ</w:t>
      </w:r>
    </w:p>
    <w:p w:rsidR="008B1A89" w:rsidRPr="00CB2849" w:rsidRDefault="008B1A89" w:rsidP="00CB2849">
      <w:pPr>
        <w:jc w:val="center"/>
        <w:rPr>
          <w:b/>
          <w:szCs w:val="28"/>
        </w:rPr>
      </w:pPr>
      <w:r w:rsidRPr="00CB2849">
        <w:rPr>
          <w:b/>
          <w:szCs w:val="28"/>
        </w:rPr>
        <w:t xml:space="preserve">бюджета Территориального фонда обязательного медицинского </w:t>
      </w:r>
      <w:r w:rsidRPr="00CB2849">
        <w:rPr>
          <w:b/>
          <w:szCs w:val="28"/>
        </w:rPr>
        <w:br/>
        <w:t xml:space="preserve">страхования Ульяновской области на 2015 год по разделам, подразделам, </w:t>
      </w:r>
    </w:p>
    <w:p w:rsidR="008B1A89" w:rsidRPr="00CB2849" w:rsidRDefault="008B1A89" w:rsidP="00CB2849">
      <w:pPr>
        <w:jc w:val="center"/>
        <w:rPr>
          <w:b/>
          <w:szCs w:val="28"/>
        </w:rPr>
      </w:pPr>
      <w:r w:rsidRPr="00CB2849">
        <w:rPr>
          <w:b/>
          <w:szCs w:val="28"/>
        </w:rPr>
        <w:t>целевым статьям, видам расходов классификации расходов бюджетов          бюджетной классификации Российской  Федерации</w:t>
      </w:r>
    </w:p>
    <w:p w:rsidR="008B1A89" w:rsidRDefault="008B1A89" w:rsidP="00CB2849">
      <w:pPr>
        <w:ind w:left="7080" w:firstLine="708"/>
        <w:rPr>
          <w:szCs w:val="28"/>
        </w:rPr>
      </w:pPr>
    </w:p>
    <w:p w:rsidR="008B1A89" w:rsidRPr="00CB2849" w:rsidRDefault="008B1A89" w:rsidP="00CB2849">
      <w:pPr>
        <w:ind w:left="7080" w:firstLine="708"/>
        <w:rPr>
          <w:szCs w:val="28"/>
        </w:rPr>
      </w:pPr>
      <w:r w:rsidRPr="00CB2849">
        <w:rPr>
          <w:szCs w:val="28"/>
        </w:rPr>
        <w:t xml:space="preserve">  тыс. рублей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776"/>
        <w:gridCol w:w="723"/>
        <w:gridCol w:w="723"/>
        <w:gridCol w:w="1439"/>
        <w:gridCol w:w="721"/>
        <w:gridCol w:w="1974"/>
      </w:tblGrid>
      <w:tr w:rsidR="008B1A89" w:rsidRPr="00CB2849" w:rsidTr="00045FC6">
        <w:tc>
          <w:tcPr>
            <w:tcW w:w="1825" w:type="pct"/>
            <w:tcBorders>
              <w:bottom w:val="nil"/>
            </w:tcBorders>
            <w:vAlign w:val="center"/>
          </w:tcPr>
          <w:p w:rsidR="008B1A89" w:rsidRPr="00CB2849" w:rsidRDefault="008B1A89" w:rsidP="00CB2849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Наименование</w:t>
            </w:r>
          </w:p>
          <w:p w:rsidR="008B1A89" w:rsidRPr="00CB2849" w:rsidRDefault="008B1A89" w:rsidP="00CB2849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расходов</w:t>
            </w:r>
          </w:p>
        </w:tc>
        <w:tc>
          <w:tcPr>
            <w:tcW w:w="388" w:type="pct"/>
            <w:tcBorders>
              <w:bottom w:val="nil"/>
            </w:tcBorders>
            <w:vAlign w:val="center"/>
          </w:tcPr>
          <w:p w:rsidR="008B1A89" w:rsidRPr="00CB2849" w:rsidRDefault="008B1A89" w:rsidP="00CB2849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Мин</w:t>
            </w:r>
          </w:p>
        </w:tc>
        <w:tc>
          <w:tcPr>
            <w:tcW w:w="361" w:type="pct"/>
            <w:tcBorders>
              <w:bottom w:val="nil"/>
            </w:tcBorders>
            <w:vAlign w:val="center"/>
          </w:tcPr>
          <w:p w:rsidR="008B1A89" w:rsidRPr="00CB2849" w:rsidRDefault="008B1A89" w:rsidP="00CB2849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Рз</w:t>
            </w:r>
          </w:p>
        </w:tc>
        <w:tc>
          <w:tcPr>
            <w:tcW w:w="361" w:type="pct"/>
            <w:tcBorders>
              <w:bottom w:val="nil"/>
            </w:tcBorders>
            <w:vAlign w:val="center"/>
          </w:tcPr>
          <w:p w:rsidR="008B1A89" w:rsidRPr="00CB2849" w:rsidRDefault="008B1A89" w:rsidP="00CB2849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ПР</w:t>
            </w:r>
          </w:p>
        </w:tc>
        <w:tc>
          <w:tcPr>
            <w:tcW w:w="719" w:type="pct"/>
            <w:tcBorders>
              <w:bottom w:val="nil"/>
            </w:tcBorders>
            <w:vAlign w:val="center"/>
          </w:tcPr>
          <w:p w:rsidR="008B1A89" w:rsidRPr="00CB2849" w:rsidRDefault="008B1A89" w:rsidP="00CB2849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ЦС</w:t>
            </w:r>
          </w:p>
        </w:tc>
        <w:tc>
          <w:tcPr>
            <w:tcW w:w="360" w:type="pct"/>
            <w:tcBorders>
              <w:bottom w:val="nil"/>
            </w:tcBorders>
            <w:vAlign w:val="center"/>
          </w:tcPr>
          <w:p w:rsidR="008B1A89" w:rsidRPr="00CB2849" w:rsidRDefault="008B1A89" w:rsidP="00CB2849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ВР</w:t>
            </w:r>
          </w:p>
        </w:tc>
        <w:tc>
          <w:tcPr>
            <w:tcW w:w="987" w:type="pct"/>
            <w:tcBorders>
              <w:bottom w:val="nil"/>
            </w:tcBorders>
            <w:vAlign w:val="center"/>
          </w:tcPr>
          <w:p w:rsidR="008B1A89" w:rsidRPr="00CB2849" w:rsidRDefault="008B1A89" w:rsidP="00CB2849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Сумма</w:t>
            </w:r>
          </w:p>
        </w:tc>
      </w:tr>
    </w:tbl>
    <w:p w:rsidR="008B1A89" w:rsidRPr="00CB2849" w:rsidRDefault="008B1A89" w:rsidP="00CB2849">
      <w:pPr>
        <w:widowControl w:val="0"/>
        <w:spacing w:line="14" w:lineRule="auto"/>
        <w:rPr>
          <w:sz w:val="2"/>
          <w:szCs w:val="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776"/>
        <w:gridCol w:w="723"/>
        <w:gridCol w:w="723"/>
        <w:gridCol w:w="1439"/>
        <w:gridCol w:w="721"/>
        <w:gridCol w:w="1974"/>
      </w:tblGrid>
      <w:tr w:rsidR="008B1A89" w:rsidRPr="00CB2849" w:rsidTr="00CB2849">
        <w:trPr>
          <w:tblHeader/>
        </w:trPr>
        <w:tc>
          <w:tcPr>
            <w:tcW w:w="1825" w:type="pct"/>
          </w:tcPr>
          <w:p w:rsidR="008B1A89" w:rsidRPr="00CB2849" w:rsidRDefault="008B1A89" w:rsidP="00CB2849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1</w:t>
            </w:r>
          </w:p>
        </w:tc>
        <w:tc>
          <w:tcPr>
            <w:tcW w:w="388" w:type="pct"/>
          </w:tcPr>
          <w:p w:rsidR="008B1A89" w:rsidRPr="00CB2849" w:rsidRDefault="008B1A89" w:rsidP="00CB2849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2</w:t>
            </w:r>
          </w:p>
        </w:tc>
        <w:tc>
          <w:tcPr>
            <w:tcW w:w="361" w:type="pct"/>
          </w:tcPr>
          <w:p w:rsidR="008B1A89" w:rsidRPr="00CB2849" w:rsidRDefault="008B1A89" w:rsidP="00CB2849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</w:t>
            </w:r>
          </w:p>
        </w:tc>
        <w:tc>
          <w:tcPr>
            <w:tcW w:w="361" w:type="pct"/>
          </w:tcPr>
          <w:p w:rsidR="008B1A89" w:rsidRPr="00CB2849" w:rsidRDefault="008B1A89" w:rsidP="00CB2849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4</w:t>
            </w:r>
          </w:p>
        </w:tc>
        <w:tc>
          <w:tcPr>
            <w:tcW w:w="719" w:type="pct"/>
          </w:tcPr>
          <w:p w:rsidR="008B1A89" w:rsidRPr="00CB2849" w:rsidRDefault="008B1A89" w:rsidP="00CB2849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5</w:t>
            </w:r>
          </w:p>
        </w:tc>
        <w:tc>
          <w:tcPr>
            <w:tcW w:w="360" w:type="pct"/>
          </w:tcPr>
          <w:p w:rsidR="008B1A89" w:rsidRPr="00CB2849" w:rsidRDefault="008B1A89" w:rsidP="00CB2849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6</w:t>
            </w:r>
          </w:p>
        </w:tc>
        <w:tc>
          <w:tcPr>
            <w:tcW w:w="986" w:type="pct"/>
          </w:tcPr>
          <w:p w:rsidR="008B1A89" w:rsidRPr="00CB2849" w:rsidRDefault="008B1A89" w:rsidP="00CB2849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</w:t>
            </w:r>
          </w:p>
        </w:tc>
      </w:tr>
      <w:tr w:rsidR="008B1A89" w:rsidRPr="002C7643" w:rsidTr="00CB2849">
        <w:tc>
          <w:tcPr>
            <w:tcW w:w="1825" w:type="pct"/>
            <w:tcBorders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ind w:firstLine="34"/>
              <w:jc w:val="both"/>
              <w:outlineLvl w:val="1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Территориальный фонд обязательного медици</w:t>
            </w:r>
            <w:r w:rsidRPr="00CB2849">
              <w:rPr>
                <w:b/>
                <w:szCs w:val="28"/>
              </w:rPr>
              <w:t>н</w:t>
            </w:r>
            <w:r w:rsidRPr="00CB2849">
              <w:rPr>
                <w:b/>
                <w:szCs w:val="28"/>
              </w:rPr>
              <w:t>ского страхования Уль</w:t>
            </w:r>
            <w:r w:rsidRPr="00CB2849">
              <w:rPr>
                <w:b/>
                <w:szCs w:val="28"/>
              </w:rPr>
              <w:t>я</w:t>
            </w:r>
            <w:r w:rsidRPr="00CB2849">
              <w:rPr>
                <w:b/>
                <w:szCs w:val="28"/>
              </w:rPr>
              <w:t>новской области</w:t>
            </w:r>
          </w:p>
        </w:tc>
        <w:tc>
          <w:tcPr>
            <w:tcW w:w="388" w:type="pct"/>
            <w:tcBorders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left w:val="nil"/>
              <w:bottom w:val="nil"/>
              <w:right w:val="nil"/>
            </w:tcBorders>
            <w:vAlign w:val="bottom"/>
          </w:tcPr>
          <w:p w:rsidR="008B1A89" w:rsidRPr="002C7643" w:rsidRDefault="008B1A89" w:rsidP="0003010E">
            <w:pPr>
              <w:widowControl w:val="0"/>
              <w:jc w:val="center"/>
              <w:rPr>
                <w:b/>
                <w:bCs/>
              </w:rPr>
            </w:pPr>
          </w:p>
          <w:p w:rsidR="008B1A89" w:rsidRPr="002C7643" w:rsidRDefault="008B1A89" w:rsidP="0003010E">
            <w:pPr>
              <w:widowControl w:val="0"/>
              <w:jc w:val="center"/>
              <w:rPr>
                <w:b/>
                <w:bCs/>
              </w:rPr>
            </w:pPr>
          </w:p>
          <w:p w:rsidR="008B1A89" w:rsidRPr="002C7643" w:rsidRDefault="008B1A89" w:rsidP="0003010E">
            <w:pPr>
              <w:widowControl w:val="0"/>
              <w:jc w:val="center"/>
              <w:rPr>
                <w:b/>
                <w:bCs/>
              </w:rPr>
            </w:pPr>
          </w:p>
          <w:p w:rsidR="008B1A89" w:rsidRPr="002C7643" w:rsidRDefault="008B1A89" w:rsidP="0003010E">
            <w:pPr>
              <w:widowControl w:val="0"/>
              <w:jc w:val="center"/>
              <w:rPr>
                <w:b/>
              </w:rPr>
            </w:pPr>
            <w:r w:rsidRPr="002C7643">
              <w:rPr>
                <w:b/>
                <w:bCs/>
              </w:rPr>
              <w:t>11077215,</w:t>
            </w:r>
            <w:r>
              <w:rPr>
                <w:b/>
                <w:bCs/>
              </w:rPr>
              <w:t>26</w:t>
            </w:r>
          </w:p>
        </w:tc>
      </w:tr>
      <w:tr w:rsidR="008B1A89" w:rsidRPr="00CB2849" w:rsidTr="00CB2849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ind w:firstLine="34"/>
              <w:jc w:val="both"/>
              <w:outlineLvl w:val="1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 xml:space="preserve">Общегосударственные вопросы 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tabs>
                <w:tab w:val="left" w:pos="161"/>
              </w:tabs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67781,3</w:t>
            </w:r>
          </w:p>
        </w:tc>
      </w:tr>
      <w:tr w:rsidR="008B1A89" w:rsidRPr="00CB2849" w:rsidTr="00CB2849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  <w:outlineLvl w:val="1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Другие общегосударствен-ные вопросы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</w:pPr>
            <w:r w:rsidRPr="00614369">
              <w:rPr>
                <w:b/>
                <w:szCs w:val="28"/>
              </w:rPr>
              <w:t>67781,3</w:t>
            </w:r>
          </w:p>
        </w:tc>
      </w:tr>
      <w:tr w:rsidR="008B1A89" w:rsidRPr="00CB2849" w:rsidTr="00CB2849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  <w:outlineLvl w:val="1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Непрограммные напра</w:t>
            </w:r>
            <w:r w:rsidRPr="00CB2849">
              <w:rPr>
                <w:b/>
                <w:szCs w:val="28"/>
              </w:rPr>
              <w:t>в</w:t>
            </w:r>
            <w:r w:rsidRPr="00CB2849">
              <w:rPr>
                <w:b/>
                <w:szCs w:val="28"/>
              </w:rPr>
              <w:t>ления деятельности орг</w:t>
            </w:r>
            <w:r w:rsidRPr="00CB2849">
              <w:rPr>
                <w:b/>
                <w:szCs w:val="28"/>
              </w:rPr>
              <w:t>а</w:t>
            </w:r>
            <w:r w:rsidRPr="00CB2849">
              <w:rPr>
                <w:b/>
                <w:szCs w:val="28"/>
              </w:rPr>
              <w:t>на управления Террит</w:t>
            </w:r>
            <w:r w:rsidRPr="00CB2849">
              <w:rPr>
                <w:b/>
                <w:szCs w:val="28"/>
              </w:rPr>
              <w:t>о</w:t>
            </w:r>
            <w:r w:rsidRPr="00CB2849">
              <w:rPr>
                <w:b/>
                <w:szCs w:val="28"/>
              </w:rPr>
              <w:t>риального фонда обяз</w:t>
            </w:r>
            <w:r w:rsidRPr="00CB2849">
              <w:rPr>
                <w:b/>
                <w:szCs w:val="28"/>
              </w:rPr>
              <w:t>а</w:t>
            </w:r>
            <w:r w:rsidRPr="00CB2849">
              <w:rPr>
                <w:b/>
                <w:szCs w:val="28"/>
              </w:rPr>
              <w:t>тельного медицинского страхования Ульяновской области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73 0 0000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  <w:highlight w:val="red"/>
              </w:rPr>
            </w:pPr>
            <w:r w:rsidRPr="00614369">
              <w:rPr>
                <w:b/>
                <w:szCs w:val="28"/>
              </w:rPr>
              <w:t>67781,3</w:t>
            </w:r>
          </w:p>
        </w:tc>
      </w:tr>
      <w:tr w:rsidR="008B1A89" w:rsidRPr="00CB2849" w:rsidTr="00CB2849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  <w:outlineLvl w:val="1"/>
              <w:rPr>
                <w:szCs w:val="28"/>
              </w:rPr>
            </w:pPr>
            <w:r w:rsidRPr="00CB2849">
              <w:rPr>
                <w:szCs w:val="28"/>
              </w:rPr>
              <w:t>Выполнение функций апп</w:t>
            </w:r>
            <w:r w:rsidRPr="00CB2849">
              <w:rPr>
                <w:szCs w:val="28"/>
              </w:rPr>
              <w:t>а</w:t>
            </w:r>
            <w:r w:rsidRPr="00CB2849">
              <w:rPr>
                <w:szCs w:val="28"/>
              </w:rPr>
              <w:t>рата органа управления Территориального фонда обязательного медицинск</w:t>
            </w:r>
            <w:r w:rsidRPr="00CB2849">
              <w:rPr>
                <w:szCs w:val="28"/>
              </w:rPr>
              <w:t>о</w:t>
            </w:r>
            <w:r w:rsidRPr="00CB2849">
              <w:rPr>
                <w:szCs w:val="28"/>
              </w:rPr>
              <w:t>го страхования Ульяно</w:t>
            </w:r>
            <w:r w:rsidRPr="00CB2849">
              <w:rPr>
                <w:szCs w:val="28"/>
              </w:rPr>
              <w:t>в</w:t>
            </w:r>
            <w:r w:rsidRPr="00CB2849">
              <w:rPr>
                <w:szCs w:val="28"/>
              </w:rPr>
              <w:t>ской области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73 2 0000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</w:pPr>
            <w:r w:rsidRPr="00614369">
              <w:rPr>
                <w:szCs w:val="28"/>
              </w:rPr>
              <w:t>67781,3</w:t>
            </w:r>
          </w:p>
        </w:tc>
      </w:tr>
      <w:tr w:rsidR="008B1A89" w:rsidRPr="00CB2849" w:rsidTr="00CB2849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  <w:outlineLvl w:val="1"/>
              <w:rPr>
                <w:szCs w:val="28"/>
              </w:rPr>
            </w:pPr>
            <w:r w:rsidRPr="00CB2849">
              <w:rPr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</w:pPr>
            <w:r w:rsidRPr="00614369">
              <w:rPr>
                <w:szCs w:val="28"/>
              </w:rPr>
              <w:t>67781,3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614369" w:rsidRDefault="008B1A89" w:rsidP="0003010E">
            <w:pPr>
              <w:widowControl w:val="0"/>
              <w:jc w:val="both"/>
              <w:outlineLvl w:val="1"/>
              <w:rPr>
                <w:szCs w:val="28"/>
              </w:rPr>
            </w:pPr>
            <w:r w:rsidRPr="00614369">
              <w:rPr>
                <w:szCs w:val="28"/>
              </w:rPr>
              <w:t>Расходы на выплаты перс</w:t>
            </w:r>
            <w:r w:rsidRPr="00614369">
              <w:rPr>
                <w:szCs w:val="28"/>
              </w:rPr>
              <w:t>о</w:t>
            </w:r>
            <w:r w:rsidRPr="00614369">
              <w:rPr>
                <w:szCs w:val="28"/>
              </w:rPr>
              <w:t>налу в целях обеспечения</w:t>
            </w:r>
          </w:p>
          <w:p w:rsidR="008B1A89" w:rsidRPr="00CB2849" w:rsidRDefault="008B1A89" w:rsidP="0003010E">
            <w:pPr>
              <w:widowControl w:val="0"/>
              <w:jc w:val="both"/>
              <w:outlineLvl w:val="1"/>
              <w:rPr>
                <w:szCs w:val="28"/>
              </w:rPr>
            </w:pPr>
            <w:r w:rsidRPr="00614369">
              <w:rPr>
                <w:szCs w:val="28"/>
              </w:rPr>
              <w:t>выполнения функций гос</w:t>
            </w:r>
            <w:r w:rsidRPr="00614369">
              <w:rPr>
                <w:szCs w:val="28"/>
              </w:rPr>
              <w:t>у</w:t>
            </w:r>
            <w:r w:rsidRPr="00614369">
              <w:rPr>
                <w:szCs w:val="28"/>
              </w:rPr>
              <w:t>дарственными (муниц</w:t>
            </w:r>
            <w:r w:rsidRPr="00614369">
              <w:rPr>
                <w:szCs w:val="28"/>
              </w:rPr>
              <w:t>и</w:t>
            </w:r>
            <w:r w:rsidRPr="00614369">
              <w:rPr>
                <w:szCs w:val="28"/>
              </w:rPr>
              <w:t>пальными)</w:t>
            </w:r>
            <w:r>
              <w:rPr>
                <w:szCs w:val="28"/>
              </w:rPr>
              <w:t xml:space="preserve"> </w:t>
            </w:r>
            <w:r w:rsidRPr="00614369">
              <w:rPr>
                <w:szCs w:val="28"/>
              </w:rPr>
              <w:t>органами, каз</w:t>
            </w:r>
            <w:r>
              <w:rPr>
                <w:szCs w:val="28"/>
              </w:rPr>
              <w:t>ё</w:t>
            </w:r>
            <w:r w:rsidRPr="00614369">
              <w:rPr>
                <w:szCs w:val="28"/>
              </w:rPr>
              <w:t>н</w:t>
            </w:r>
            <w:r w:rsidRPr="00614369">
              <w:rPr>
                <w:szCs w:val="28"/>
              </w:rPr>
              <w:t>ными учреждениями, орг</w:t>
            </w:r>
            <w:r w:rsidRPr="00614369">
              <w:rPr>
                <w:szCs w:val="28"/>
              </w:rPr>
              <w:t>а</w:t>
            </w:r>
            <w:r w:rsidRPr="00614369">
              <w:rPr>
                <w:szCs w:val="28"/>
              </w:rPr>
              <w:t>нами управления</w:t>
            </w:r>
            <w:r>
              <w:rPr>
                <w:szCs w:val="28"/>
              </w:rPr>
              <w:t xml:space="preserve"> </w:t>
            </w:r>
            <w:r w:rsidRPr="00614369">
              <w:rPr>
                <w:szCs w:val="28"/>
              </w:rPr>
              <w:t>государс</w:t>
            </w:r>
            <w:r w:rsidRPr="00614369">
              <w:rPr>
                <w:szCs w:val="28"/>
              </w:rPr>
              <w:t>т</w:t>
            </w:r>
            <w:r w:rsidRPr="00614369">
              <w:rPr>
                <w:szCs w:val="28"/>
              </w:rPr>
              <w:t>венными внебюджетными фондами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1</w:t>
            </w:r>
            <w:r>
              <w:rPr>
                <w:szCs w:val="28"/>
              </w:rPr>
              <w:t>00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</w:pPr>
            <w:r>
              <w:rPr>
                <w:szCs w:val="28"/>
              </w:rPr>
              <w:t>44478,4</w:t>
            </w:r>
          </w:p>
        </w:tc>
      </w:tr>
      <w:tr w:rsidR="008B1A89" w:rsidRPr="00CB2849" w:rsidTr="00614369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614369" w:rsidRDefault="008B1A89" w:rsidP="0003010E">
            <w:pPr>
              <w:widowControl w:val="0"/>
              <w:jc w:val="both"/>
              <w:outlineLvl w:val="1"/>
              <w:rPr>
                <w:szCs w:val="28"/>
              </w:rPr>
            </w:pPr>
            <w:r w:rsidRPr="00614369">
              <w:rPr>
                <w:szCs w:val="28"/>
              </w:rPr>
              <w:t>Закупка товаров, работ и услуг для государственных</w:t>
            </w:r>
          </w:p>
          <w:p w:rsidR="008B1A89" w:rsidRPr="00CB2849" w:rsidRDefault="008B1A89" w:rsidP="0003010E">
            <w:pPr>
              <w:widowControl w:val="0"/>
              <w:jc w:val="both"/>
              <w:outlineLvl w:val="1"/>
              <w:rPr>
                <w:szCs w:val="28"/>
              </w:rPr>
            </w:pPr>
            <w:r w:rsidRPr="00614369">
              <w:rPr>
                <w:szCs w:val="28"/>
              </w:rPr>
              <w:t>(муниципальных) нужд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21908,5</w:t>
            </w:r>
          </w:p>
        </w:tc>
      </w:tr>
      <w:tr w:rsidR="008B1A89" w:rsidRPr="00CB2849" w:rsidTr="00614369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  <w:rPr>
                <w:szCs w:val="28"/>
              </w:rPr>
            </w:pPr>
            <w:r w:rsidRPr="00614369">
              <w:rPr>
                <w:szCs w:val="28"/>
              </w:rPr>
              <w:t>Иные бюджетные ассигн</w:t>
            </w:r>
            <w:r w:rsidRPr="00614369">
              <w:rPr>
                <w:szCs w:val="28"/>
              </w:rPr>
              <w:t>о</w:t>
            </w:r>
            <w:r w:rsidRPr="00614369">
              <w:rPr>
                <w:szCs w:val="28"/>
              </w:rPr>
              <w:t>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1394,4</w:t>
            </w:r>
          </w:p>
        </w:tc>
      </w:tr>
      <w:tr w:rsidR="008B1A89" w:rsidRPr="00DC29BE" w:rsidTr="004261FD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CB2849" w:rsidRDefault="008B1A89" w:rsidP="0003010E">
            <w:pPr>
              <w:widowControl w:val="0"/>
              <w:jc w:val="both"/>
            </w:pPr>
            <w:r w:rsidRPr="00CB2849">
              <w:rPr>
                <w:b/>
                <w:szCs w:val="28"/>
              </w:rPr>
              <w:t>Здравоохранение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CB284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B2849">
              <w:rPr>
                <w:b/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2C7643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bCs/>
              </w:rPr>
              <w:t>10979433,96</w:t>
            </w:r>
          </w:p>
        </w:tc>
      </w:tr>
      <w:tr w:rsidR="008B1A89" w:rsidRPr="00DC29BE" w:rsidTr="004261FD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</w:pPr>
            <w:r w:rsidRPr="00CB2849">
              <w:rPr>
                <w:szCs w:val="28"/>
              </w:rPr>
              <w:t>Другие вопросы в области здравоохранения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2C7643" w:rsidRDefault="008B1A89" w:rsidP="0003010E">
            <w:pPr>
              <w:widowControl w:val="0"/>
              <w:jc w:val="center"/>
            </w:pPr>
            <w:r w:rsidRPr="00425375">
              <w:rPr>
                <w:bCs/>
              </w:rPr>
              <w:t>10979433,96</w:t>
            </w:r>
          </w:p>
        </w:tc>
      </w:tr>
      <w:tr w:rsidR="008B1A89" w:rsidRPr="00DC29BE" w:rsidTr="004261FD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outlineLvl w:val="1"/>
              <w:rPr>
                <w:b/>
                <w:szCs w:val="28"/>
              </w:rPr>
            </w:pPr>
            <w:r w:rsidRPr="00CB2849">
              <w:rPr>
                <w:szCs w:val="28"/>
              </w:rPr>
              <w:t>Реализация государстве</w:t>
            </w:r>
            <w:r w:rsidRPr="00CB2849">
              <w:rPr>
                <w:szCs w:val="28"/>
              </w:rPr>
              <w:t>н</w:t>
            </w:r>
            <w:r w:rsidRPr="00CB2849">
              <w:rPr>
                <w:szCs w:val="28"/>
              </w:rPr>
              <w:t>ных функций в области с</w:t>
            </w:r>
            <w:r w:rsidRPr="00CB2849">
              <w:rPr>
                <w:szCs w:val="28"/>
              </w:rPr>
              <w:t>о</w:t>
            </w:r>
            <w:r w:rsidRPr="00CB2849">
              <w:rPr>
                <w:szCs w:val="28"/>
              </w:rPr>
              <w:t>циальной политики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73 1 0000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2C7643" w:rsidRDefault="008B1A89" w:rsidP="0003010E">
            <w:pPr>
              <w:widowControl w:val="0"/>
              <w:jc w:val="center"/>
              <w:rPr>
                <w:bCs/>
              </w:rPr>
            </w:pPr>
          </w:p>
          <w:p w:rsidR="008B1A89" w:rsidRPr="002C7643" w:rsidRDefault="008B1A89" w:rsidP="0003010E">
            <w:pPr>
              <w:widowControl w:val="0"/>
              <w:jc w:val="center"/>
              <w:rPr>
                <w:bCs/>
              </w:rPr>
            </w:pPr>
          </w:p>
          <w:p w:rsidR="008B1A89" w:rsidRPr="002C7643" w:rsidRDefault="008B1A89" w:rsidP="0003010E">
            <w:pPr>
              <w:widowControl w:val="0"/>
              <w:jc w:val="center"/>
              <w:rPr>
                <w:bCs/>
              </w:rPr>
            </w:pPr>
            <w:r w:rsidRPr="00425375">
              <w:rPr>
                <w:bCs/>
              </w:rPr>
              <w:t>10979433,96</w:t>
            </w:r>
          </w:p>
        </w:tc>
      </w:tr>
      <w:tr w:rsidR="008B1A89" w:rsidRPr="00DC29BE" w:rsidTr="004261FD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  <w:rPr>
                <w:szCs w:val="28"/>
              </w:rPr>
            </w:pPr>
            <w:r w:rsidRPr="00CB2849">
              <w:rPr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2C7643" w:rsidRDefault="008B1A89" w:rsidP="0003010E">
            <w:pPr>
              <w:widowControl w:val="0"/>
              <w:jc w:val="center"/>
            </w:pPr>
            <w:r>
              <w:t>10430808,4</w:t>
            </w:r>
          </w:p>
        </w:tc>
      </w:tr>
      <w:tr w:rsidR="008B1A89" w:rsidRPr="00DC29BE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933B8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Социальные выплаты гра</w:t>
            </w:r>
            <w:r>
              <w:t>ж</w:t>
            </w:r>
            <w:r>
              <w:t>данам, кроме публичных</w:t>
            </w:r>
          </w:p>
          <w:p w:rsidR="008B1A89" w:rsidRPr="00CB2849" w:rsidRDefault="008B1A89" w:rsidP="00933B8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нормативных социальных выплат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933B86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32</w:t>
            </w:r>
            <w:r>
              <w:rPr>
                <w:szCs w:val="28"/>
              </w:rPr>
              <w:t>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2C7643" w:rsidRDefault="008B1A89" w:rsidP="0003010E">
            <w:pPr>
              <w:widowControl w:val="0"/>
              <w:jc w:val="center"/>
            </w:pPr>
            <w:r w:rsidRPr="002C7643">
              <w:rPr>
                <w:bCs/>
              </w:rPr>
              <w:t>10159857,0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B2849">
              <w:t>Межбюджетные трансфе</w:t>
            </w:r>
            <w:r w:rsidRPr="00CB2849">
              <w:t>р</w:t>
            </w:r>
            <w:r w:rsidRPr="00CB2849">
              <w:t>ты бюджетам территор</w:t>
            </w:r>
            <w:r w:rsidRPr="00CB2849">
              <w:t>и</w:t>
            </w:r>
            <w:r w:rsidRPr="00CB2849">
              <w:t>альных фондов обязател</w:t>
            </w:r>
            <w:r w:rsidRPr="00CB2849">
              <w:t>ь</w:t>
            </w:r>
            <w:r w:rsidRPr="00CB2849">
              <w:t>ного медицинского страх</w:t>
            </w:r>
            <w:r w:rsidRPr="00CB2849">
              <w:t>о</w:t>
            </w:r>
            <w:r w:rsidRPr="00CB2849">
              <w:t>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580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2C7643" w:rsidRDefault="008B1A89" w:rsidP="0003010E">
            <w:pPr>
              <w:jc w:val="center"/>
              <w:rPr>
                <w:bCs/>
              </w:rPr>
            </w:pPr>
          </w:p>
          <w:p w:rsidR="008B1A89" w:rsidRPr="002C7643" w:rsidRDefault="008B1A89" w:rsidP="0003010E">
            <w:pPr>
              <w:jc w:val="center"/>
              <w:rPr>
                <w:bCs/>
              </w:rPr>
            </w:pPr>
          </w:p>
          <w:p w:rsidR="008B1A89" w:rsidRPr="002C7643" w:rsidRDefault="008B1A89" w:rsidP="0003010E">
            <w:pPr>
              <w:jc w:val="center"/>
              <w:rPr>
                <w:bCs/>
              </w:rPr>
            </w:pPr>
          </w:p>
          <w:p w:rsidR="008B1A89" w:rsidRPr="002C7643" w:rsidRDefault="008B1A89" w:rsidP="0003010E">
            <w:pPr>
              <w:jc w:val="center"/>
              <w:rPr>
                <w:bCs/>
              </w:rPr>
            </w:pPr>
          </w:p>
          <w:p w:rsidR="008B1A89" w:rsidRPr="002C7643" w:rsidRDefault="008B1A89" w:rsidP="0003010E">
            <w:pPr>
              <w:jc w:val="center"/>
              <w:rPr>
                <w:bCs/>
              </w:rPr>
            </w:pPr>
            <w:r w:rsidRPr="002C7643">
              <w:rPr>
                <w:bCs/>
              </w:rPr>
              <w:t>270951,4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  <w:rPr>
                <w:szCs w:val="28"/>
              </w:rPr>
            </w:pPr>
            <w:r w:rsidRPr="00CB2849">
              <w:t>Платежи на финансовое обеспечение территориал</w:t>
            </w:r>
            <w:r w:rsidRPr="00CB2849">
              <w:t>ь</w:t>
            </w:r>
            <w:r w:rsidRPr="00CB2849">
              <w:t>ной программы обязател</w:t>
            </w:r>
            <w:r w:rsidRPr="00CB2849">
              <w:t>ь</w:t>
            </w:r>
            <w:r w:rsidRPr="00CB2849">
              <w:t>ного медицинского страх</w:t>
            </w:r>
            <w:r w:rsidRPr="00CB2849">
              <w:t>о</w:t>
            </w:r>
            <w:r w:rsidRPr="00CB2849">
              <w:t>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73 1 7302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jc w:val="center"/>
              <w:rPr>
                <w:bCs/>
              </w:rPr>
            </w:pPr>
          </w:p>
          <w:p w:rsidR="008B1A89" w:rsidRPr="00CB2849" w:rsidRDefault="008B1A89" w:rsidP="0003010E">
            <w:pPr>
              <w:jc w:val="center"/>
              <w:rPr>
                <w:bCs/>
              </w:rPr>
            </w:pPr>
          </w:p>
          <w:p w:rsidR="008B1A89" w:rsidRPr="00CB2849" w:rsidRDefault="008B1A89" w:rsidP="0003010E">
            <w:pPr>
              <w:jc w:val="center"/>
              <w:rPr>
                <w:bCs/>
              </w:rPr>
            </w:pPr>
          </w:p>
          <w:p w:rsidR="008B1A89" w:rsidRPr="00CB2849" w:rsidRDefault="008B1A89" w:rsidP="0003010E">
            <w:pPr>
              <w:jc w:val="center"/>
              <w:rPr>
                <w:bCs/>
              </w:rPr>
            </w:pPr>
          </w:p>
          <w:p w:rsidR="008B1A89" w:rsidRPr="00CB2849" w:rsidRDefault="008B1A89" w:rsidP="0003010E">
            <w:pPr>
              <w:jc w:val="center"/>
              <w:rPr>
                <w:bCs/>
              </w:rPr>
            </w:pPr>
            <w:r>
              <w:rPr>
                <w:bCs/>
              </w:rPr>
              <w:t>408090,26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933B86">
            <w:pPr>
              <w:widowControl w:val="0"/>
              <w:jc w:val="both"/>
            </w:pPr>
            <w:r>
              <w:t>Социальные выплаты гра</w:t>
            </w:r>
            <w:r>
              <w:t>ж</w:t>
            </w:r>
            <w:r>
              <w:t>данам, кроме публичных</w:t>
            </w:r>
          </w:p>
          <w:p w:rsidR="008B1A89" w:rsidRPr="00CB2849" w:rsidRDefault="008B1A89" w:rsidP="00933B86">
            <w:pPr>
              <w:widowControl w:val="0"/>
              <w:jc w:val="both"/>
            </w:pPr>
            <w:r>
              <w:t>нормативных социальных выплат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CB2849">
              <w:rPr>
                <w:szCs w:val="28"/>
              </w:rPr>
              <w:t>73 1 7302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jc w:val="center"/>
              <w:rPr>
                <w:bCs/>
              </w:rPr>
            </w:pPr>
            <w:r w:rsidRPr="00120484">
              <w:rPr>
                <w:bCs/>
              </w:rPr>
              <w:t>408090,26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7038F4" w:rsidRDefault="008B1A89" w:rsidP="0003010E">
            <w:pPr>
              <w:widowControl w:val="0"/>
              <w:jc w:val="both"/>
              <w:rPr>
                <w:szCs w:val="28"/>
              </w:rPr>
            </w:pPr>
            <w:r w:rsidRPr="007038F4">
              <w:rPr>
                <w:szCs w:val="28"/>
              </w:rPr>
              <w:t>Финансовое обеспечение реализации территориал</w:t>
            </w:r>
            <w:r w:rsidRPr="007038F4">
              <w:rPr>
                <w:szCs w:val="28"/>
              </w:rPr>
              <w:t>ь</w:t>
            </w:r>
            <w:r w:rsidRPr="007038F4">
              <w:rPr>
                <w:szCs w:val="28"/>
              </w:rPr>
              <w:t>ной программы обязател</w:t>
            </w:r>
            <w:r w:rsidRPr="007038F4">
              <w:rPr>
                <w:szCs w:val="28"/>
              </w:rPr>
              <w:t>ь</w:t>
            </w:r>
            <w:r w:rsidRPr="007038F4">
              <w:rPr>
                <w:szCs w:val="28"/>
              </w:rPr>
              <w:t>ного медицинского страх</w:t>
            </w:r>
            <w:r w:rsidRPr="007038F4">
              <w:rPr>
                <w:szCs w:val="28"/>
              </w:rPr>
              <w:t>о</w:t>
            </w:r>
            <w:r w:rsidRPr="007038F4">
              <w:rPr>
                <w:szCs w:val="28"/>
              </w:rPr>
              <w:t>вания за счёт иных исто</w:t>
            </w:r>
            <w:r w:rsidRPr="007038F4">
              <w:rPr>
                <w:szCs w:val="28"/>
              </w:rPr>
              <w:t>ч</w:t>
            </w:r>
            <w:r w:rsidRPr="007038F4">
              <w:rPr>
                <w:szCs w:val="28"/>
              </w:rPr>
              <w:t>ников доходов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7038F4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7038F4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7038F4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7038F4">
              <w:rPr>
                <w:szCs w:val="28"/>
              </w:rPr>
              <w:t>73 1 9001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140535,3</w:t>
            </w:r>
          </w:p>
        </w:tc>
      </w:tr>
      <w:tr w:rsidR="008B1A89" w:rsidRPr="00464F44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933B86">
            <w:pPr>
              <w:widowControl w:val="0"/>
              <w:jc w:val="both"/>
            </w:pPr>
            <w:r>
              <w:t>Социальные выплаты гра</w:t>
            </w:r>
            <w:r>
              <w:t>ж</w:t>
            </w:r>
            <w:r>
              <w:t>данам, кроме публичных</w:t>
            </w:r>
          </w:p>
          <w:p w:rsidR="008B1A89" w:rsidRPr="00CB2849" w:rsidRDefault="008B1A89" w:rsidP="00933B86">
            <w:pPr>
              <w:widowControl w:val="0"/>
              <w:jc w:val="both"/>
            </w:pPr>
            <w:r>
              <w:t>нормативных социальных выплат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73 1 9001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826F9B">
              <w:rPr>
                <w:szCs w:val="28"/>
              </w:rPr>
              <w:t>140535,3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7A0E88" w:rsidRDefault="008B1A89" w:rsidP="0003010E">
            <w:pPr>
              <w:widowControl w:val="0"/>
              <w:jc w:val="both"/>
              <w:rPr>
                <w:b/>
              </w:rPr>
            </w:pPr>
            <w:r w:rsidRPr="007A0E88">
              <w:rPr>
                <w:b/>
                <w:szCs w:val="28"/>
              </w:rPr>
              <w:t>Межбюджетные транс-ферты общего характера бюджетам субъектов Рос-сийской Федерации и му-ниципальных образов</w:t>
            </w:r>
            <w:r w:rsidRPr="007A0E88">
              <w:rPr>
                <w:b/>
                <w:szCs w:val="28"/>
              </w:rPr>
              <w:t>а</w:t>
            </w:r>
            <w:r w:rsidRPr="007A0E88">
              <w:rPr>
                <w:b/>
                <w:szCs w:val="28"/>
              </w:rPr>
              <w:t>ний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30000,0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7A0E88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Прочие межбюджетные трансферты общего х</w:t>
            </w:r>
            <w:r w:rsidRPr="007A0E88">
              <w:rPr>
                <w:b/>
                <w:szCs w:val="28"/>
              </w:rPr>
              <w:t>а</w:t>
            </w:r>
            <w:r w:rsidRPr="007A0E88">
              <w:rPr>
                <w:b/>
                <w:szCs w:val="28"/>
              </w:rPr>
              <w:t>рактера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jc w:val="center"/>
              <w:rPr>
                <w:b/>
                <w:bCs/>
              </w:rPr>
            </w:pPr>
            <w:r>
              <w:rPr>
                <w:b/>
                <w:spacing w:val="-4"/>
                <w:szCs w:val="28"/>
              </w:rPr>
              <w:t>30000,0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917E7C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917E7C">
              <w:rPr>
                <w:b/>
                <w:szCs w:val="28"/>
              </w:rPr>
              <w:t>Непрограммные напра</w:t>
            </w:r>
            <w:r w:rsidRPr="00917E7C">
              <w:rPr>
                <w:b/>
                <w:szCs w:val="28"/>
              </w:rPr>
              <w:t>в</w:t>
            </w:r>
            <w:r w:rsidRPr="00917E7C">
              <w:rPr>
                <w:b/>
                <w:szCs w:val="28"/>
              </w:rPr>
              <w:t>ления деятельности орг</w:t>
            </w:r>
            <w:r w:rsidRPr="00917E7C">
              <w:rPr>
                <w:b/>
                <w:szCs w:val="28"/>
              </w:rPr>
              <w:t>а</w:t>
            </w:r>
            <w:r w:rsidRPr="00917E7C">
              <w:rPr>
                <w:b/>
                <w:szCs w:val="28"/>
              </w:rPr>
              <w:t>на управления Террит</w:t>
            </w:r>
            <w:r>
              <w:rPr>
                <w:b/>
                <w:szCs w:val="28"/>
              </w:rPr>
              <w:t>о</w:t>
            </w:r>
            <w:r w:rsidRPr="00917E7C">
              <w:rPr>
                <w:b/>
                <w:szCs w:val="28"/>
              </w:rPr>
              <w:t>риального фонда обяз</w:t>
            </w:r>
            <w:r w:rsidRPr="00917E7C">
              <w:rPr>
                <w:b/>
                <w:szCs w:val="28"/>
              </w:rPr>
              <w:t>а</w:t>
            </w:r>
            <w:r w:rsidRPr="00917E7C">
              <w:rPr>
                <w:b/>
                <w:szCs w:val="28"/>
              </w:rPr>
              <w:t>тельного медицинского страхования Ульяновской области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Pr="001D6A86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Pr="001D6A86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Pr="001D6A86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  <w:p w:rsidR="008B1A89" w:rsidRPr="001D6A86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73 0 0000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Pr="007E3F0B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E3F0B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Pr="007E3F0B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Pr="007E3F0B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Pr="007E3F0B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Pr="007E3F0B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Pr="007E3F0B" w:rsidRDefault="008B1A89" w:rsidP="0003010E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</w:p>
          <w:p w:rsidR="008B1A89" w:rsidRPr="007E3F0B" w:rsidRDefault="008B1A89" w:rsidP="0003010E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30000,0</w:t>
            </w:r>
          </w:p>
        </w:tc>
      </w:tr>
      <w:tr w:rsidR="008B1A89" w:rsidRPr="00CB2849" w:rsidTr="00045FC6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7A0E88" w:rsidRDefault="008B1A89" w:rsidP="000301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Социальные выплаты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73 3 0000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30000,0</w:t>
            </w:r>
          </w:p>
        </w:tc>
      </w:tr>
      <w:tr w:rsidR="008B1A89" w:rsidRPr="00CB2849" w:rsidTr="00B01BC0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A0E88">
              <w:rPr>
                <w:szCs w:val="28"/>
              </w:rPr>
              <w:t>существление единовр</w:t>
            </w:r>
            <w:r w:rsidRPr="007A0E88">
              <w:rPr>
                <w:szCs w:val="28"/>
              </w:rPr>
              <w:t>е</w:t>
            </w:r>
            <w:r w:rsidRPr="007A0E88">
              <w:rPr>
                <w:szCs w:val="28"/>
              </w:rPr>
              <w:t>менных выплат медици</w:t>
            </w:r>
            <w:r w:rsidRPr="007A0E88">
              <w:rPr>
                <w:szCs w:val="28"/>
              </w:rPr>
              <w:t>н</w:t>
            </w:r>
            <w:r w:rsidRPr="007A0E88">
              <w:rPr>
                <w:szCs w:val="28"/>
              </w:rPr>
              <w:t>ским работникам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73 3 5136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8B1A89" w:rsidRPr="007A0E88" w:rsidRDefault="008B1A89" w:rsidP="0003010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30000,0</w:t>
            </w:r>
          </w:p>
        </w:tc>
      </w:tr>
      <w:tr w:rsidR="008B1A89" w:rsidRPr="00CB2849" w:rsidTr="00B01BC0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widowControl w:val="0"/>
              <w:jc w:val="both"/>
              <w:outlineLvl w:val="1"/>
              <w:rPr>
                <w:szCs w:val="28"/>
              </w:rPr>
            </w:pPr>
            <w:r w:rsidRPr="00165EC8">
              <w:rPr>
                <w:szCs w:val="28"/>
              </w:rPr>
              <w:t>Иные межбюджетные трансферты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 xml:space="preserve">73 </w:t>
            </w:r>
            <w:r>
              <w:rPr>
                <w:szCs w:val="28"/>
              </w:rPr>
              <w:t>3</w:t>
            </w:r>
            <w:r w:rsidRPr="00165EC8">
              <w:rPr>
                <w:szCs w:val="28"/>
              </w:rPr>
              <w:t xml:space="preserve"> 5136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165EC8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165EC8" w:rsidRDefault="008B1A89" w:rsidP="0003010E">
            <w:pPr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540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A0E88" w:rsidRDefault="008B1A89" w:rsidP="0003010E">
            <w:pPr>
              <w:jc w:val="center"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>30000,0</w:t>
            </w:r>
          </w:p>
        </w:tc>
      </w:tr>
      <w:tr w:rsidR="008B1A89" w:rsidRPr="00CB2849" w:rsidTr="00B01BC0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03010E">
            <w:pPr>
              <w:widowControl w:val="0"/>
              <w:jc w:val="both"/>
            </w:pPr>
            <w:r w:rsidRPr="00CB2849">
              <w:rPr>
                <w:b/>
                <w:szCs w:val="28"/>
              </w:rPr>
              <w:t xml:space="preserve">Итого расходов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B2849" w:rsidRDefault="008B1A89" w:rsidP="0003010E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11077215,26</w:t>
            </w:r>
            <w:r>
              <w:rPr>
                <w:bCs/>
              </w:rPr>
              <w:t>»;</w:t>
            </w:r>
          </w:p>
        </w:tc>
      </w:tr>
    </w:tbl>
    <w:p w:rsidR="008B1A89" w:rsidRDefault="008B1A89" w:rsidP="0003010E">
      <w:pPr>
        <w:widowControl w:val="0"/>
        <w:tabs>
          <w:tab w:val="left" w:pos="1118"/>
        </w:tabs>
        <w:ind w:firstLine="709"/>
        <w:jc w:val="both"/>
        <w:rPr>
          <w:szCs w:val="28"/>
        </w:rPr>
      </w:pPr>
      <w:r>
        <w:rPr>
          <w:szCs w:val="28"/>
        </w:rPr>
        <w:tab/>
      </w:r>
    </w:p>
    <w:p w:rsidR="008B1A89" w:rsidRDefault="008B1A89" w:rsidP="002C7643">
      <w:pPr>
        <w:widowControl w:val="0"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5)</w:t>
      </w:r>
      <w:r w:rsidRPr="00A70F53">
        <w:rPr>
          <w:szCs w:val="28"/>
        </w:rPr>
        <w:t xml:space="preserve"> приложени</w:t>
      </w:r>
      <w:r>
        <w:rPr>
          <w:szCs w:val="28"/>
        </w:rPr>
        <w:t>е</w:t>
      </w:r>
      <w:r w:rsidRPr="00A70F53">
        <w:rPr>
          <w:szCs w:val="28"/>
        </w:rPr>
        <w:t xml:space="preserve"> </w:t>
      </w:r>
      <w:r>
        <w:rPr>
          <w:szCs w:val="28"/>
        </w:rPr>
        <w:t>6 изложить в следующей редакции:</w:t>
      </w:r>
    </w:p>
    <w:p w:rsidR="008B1A89" w:rsidRDefault="008B1A89" w:rsidP="002C7643">
      <w:pPr>
        <w:widowControl w:val="0"/>
        <w:spacing w:line="360" w:lineRule="auto"/>
        <w:ind w:left="5245"/>
        <w:jc w:val="center"/>
      </w:pPr>
      <w:r>
        <w:t>«</w:t>
      </w:r>
      <w:r w:rsidRPr="006A1857">
        <w:t xml:space="preserve">ПРИЛОЖЕНИЕ </w:t>
      </w:r>
      <w:r>
        <w:t>6</w:t>
      </w:r>
    </w:p>
    <w:p w:rsidR="008B1A89" w:rsidRDefault="008B1A89" w:rsidP="002C7643">
      <w:pPr>
        <w:widowControl w:val="0"/>
        <w:ind w:left="5245"/>
        <w:jc w:val="center"/>
      </w:pPr>
      <w:r w:rsidRPr="006A1857">
        <w:t>к Закону Ульяновской области</w:t>
      </w:r>
    </w:p>
    <w:p w:rsidR="008B1A89" w:rsidRDefault="008B1A89" w:rsidP="002C7643">
      <w:pPr>
        <w:widowControl w:val="0"/>
        <w:ind w:left="5245"/>
        <w:jc w:val="center"/>
      </w:pPr>
      <w:r w:rsidRPr="006A1857">
        <w:t xml:space="preserve">«О бюджете </w:t>
      </w:r>
      <w:r>
        <w:t>Т</w:t>
      </w:r>
      <w:r w:rsidRPr="006A1857">
        <w:t>ерриториального</w:t>
      </w:r>
      <w:r>
        <w:t xml:space="preserve"> </w:t>
      </w:r>
      <w:r w:rsidRPr="006A1857">
        <w:t>фонда обязательного</w:t>
      </w:r>
      <w:r>
        <w:t xml:space="preserve"> </w:t>
      </w:r>
      <w:r w:rsidRPr="006A1857">
        <w:t>медицинского</w:t>
      </w:r>
    </w:p>
    <w:p w:rsidR="008B1A89" w:rsidRDefault="008B1A89" w:rsidP="002C7643">
      <w:pPr>
        <w:widowControl w:val="0"/>
        <w:ind w:left="5245"/>
        <w:jc w:val="center"/>
      </w:pPr>
      <w:r w:rsidRPr="006A1857">
        <w:t>страхования</w:t>
      </w:r>
      <w:r>
        <w:t xml:space="preserve"> </w:t>
      </w:r>
      <w:r w:rsidRPr="006A1857">
        <w:t>Ульяновской области</w:t>
      </w:r>
      <w:r>
        <w:t xml:space="preserve"> </w:t>
      </w:r>
    </w:p>
    <w:p w:rsidR="008B1A89" w:rsidRDefault="008B1A89" w:rsidP="002C7643">
      <w:pPr>
        <w:widowControl w:val="0"/>
        <w:ind w:left="5245"/>
        <w:jc w:val="center"/>
      </w:pPr>
      <w:r w:rsidRPr="006A1857">
        <w:t>на 20</w:t>
      </w:r>
      <w:r>
        <w:t>15</w:t>
      </w:r>
      <w:r w:rsidRPr="006A1857">
        <w:t xml:space="preserve"> год</w:t>
      </w:r>
      <w:r>
        <w:t xml:space="preserve"> и на плановый период</w:t>
      </w:r>
    </w:p>
    <w:p w:rsidR="008B1A89" w:rsidRDefault="008B1A89" w:rsidP="002C7643">
      <w:pPr>
        <w:widowControl w:val="0"/>
        <w:ind w:left="5245"/>
        <w:jc w:val="center"/>
        <w:rPr>
          <w:b/>
          <w:szCs w:val="28"/>
        </w:rPr>
      </w:pPr>
      <w:r>
        <w:t>2016 и 2017 годов</w:t>
      </w:r>
      <w:r w:rsidRPr="006A1857">
        <w:t>»</w:t>
      </w:r>
    </w:p>
    <w:p w:rsidR="008B1A89" w:rsidRDefault="008B1A89" w:rsidP="002C7643">
      <w:pPr>
        <w:widowControl w:val="0"/>
        <w:jc w:val="center"/>
        <w:rPr>
          <w:b/>
          <w:szCs w:val="28"/>
        </w:rPr>
      </w:pPr>
    </w:p>
    <w:p w:rsidR="008B1A89" w:rsidRDefault="008B1A89" w:rsidP="002C7643">
      <w:pPr>
        <w:widowControl w:val="0"/>
        <w:jc w:val="center"/>
        <w:rPr>
          <w:b/>
          <w:szCs w:val="28"/>
        </w:rPr>
      </w:pPr>
    </w:p>
    <w:p w:rsidR="008B1A89" w:rsidRDefault="008B1A89" w:rsidP="002C7643">
      <w:pPr>
        <w:widowControl w:val="0"/>
        <w:jc w:val="center"/>
        <w:rPr>
          <w:b/>
          <w:szCs w:val="28"/>
        </w:rPr>
      </w:pPr>
    </w:p>
    <w:p w:rsidR="008B1A89" w:rsidRDefault="008B1A89" w:rsidP="002C7643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 xml:space="preserve">РАСХОДЫ </w:t>
      </w:r>
    </w:p>
    <w:p w:rsidR="008B1A89" w:rsidRDefault="008B1A89" w:rsidP="002C7643">
      <w:pPr>
        <w:widowControl w:val="0"/>
        <w:jc w:val="center"/>
        <w:rPr>
          <w:b/>
          <w:szCs w:val="28"/>
        </w:rPr>
      </w:pPr>
      <w:r w:rsidRPr="00782DCE">
        <w:rPr>
          <w:b/>
          <w:szCs w:val="28"/>
        </w:rPr>
        <w:t xml:space="preserve"> бюджета </w:t>
      </w:r>
      <w:r>
        <w:rPr>
          <w:b/>
          <w:szCs w:val="28"/>
        </w:rPr>
        <w:t>Территориального фонда обязательного медицинского страхования Ульяновской области на плановый период 2016 и 2017 годов по разделам, подразделам, целевым статьям, видам расходов классификации расходов бюджетов бюджетной классификации Российской  Федерации</w:t>
      </w:r>
    </w:p>
    <w:p w:rsidR="008B1A89" w:rsidRPr="00A80094" w:rsidRDefault="008B1A89" w:rsidP="00714FB8">
      <w:pPr>
        <w:keepNext/>
        <w:keepLines/>
        <w:jc w:val="center"/>
        <w:rPr>
          <w:b/>
          <w:spacing w:val="4"/>
          <w:sz w:val="32"/>
          <w:szCs w:val="32"/>
        </w:rPr>
      </w:pPr>
    </w:p>
    <w:p w:rsidR="008B1A89" w:rsidRDefault="008B1A89" w:rsidP="00714FB8">
      <w:pPr>
        <w:jc w:val="right"/>
      </w:pPr>
    </w:p>
    <w:p w:rsidR="008B1A89" w:rsidRPr="00F94F2D" w:rsidRDefault="008B1A89" w:rsidP="00714FB8">
      <w:pPr>
        <w:jc w:val="right"/>
      </w:pPr>
      <w:r w:rsidRPr="00F94F2D"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851"/>
        <w:gridCol w:w="567"/>
        <w:gridCol w:w="574"/>
        <w:gridCol w:w="1410"/>
        <w:gridCol w:w="568"/>
        <w:gridCol w:w="1700"/>
        <w:gridCol w:w="1560"/>
      </w:tblGrid>
      <w:tr w:rsidR="008B1A89" w:rsidRPr="00D91EA7" w:rsidTr="00CF1827">
        <w:trPr>
          <w:trHeight w:val="640"/>
        </w:trPr>
        <w:tc>
          <w:tcPr>
            <w:tcW w:w="2835" w:type="dxa"/>
            <w:vMerge w:val="restart"/>
            <w:tcBorders>
              <w:bottom w:val="nil"/>
            </w:tcBorders>
            <w:vAlign w:val="center"/>
          </w:tcPr>
          <w:p w:rsidR="008B1A89" w:rsidRDefault="008B1A89" w:rsidP="00714FB8">
            <w:pPr>
              <w:jc w:val="center"/>
            </w:pPr>
            <w:r w:rsidRPr="0021214A">
              <w:t xml:space="preserve">Наименование </w:t>
            </w:r>
          </w:p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21214A">
              <w:t>расходов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bottom w:val="nil"/>
            </w:tcBorders>
            <w:vAlign w:val="center"/>
          </w:tcPr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Рз</w:t>
            </w:r>
          </w:p>
        </w:tc>
        <w:tc>
          <w:tcPr>
            <w:tcW w:w="574" w:type="dxa"/>
            <w:vMerge w:val="restart"/>
            <w:tcBorders>
              <w:bottom w:val="nil"/>
            </w:tcBorders>
            <w:vAlign w:val="center"/>
          </w:tcPr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ПР</w:t>
            </w:r>
          </w:p>
        </w:tc>
        <w:tc>
          <w:tcPr>
            <w:tcW w:w="1410" w:type="dxa"/>
            <w:vMerge w:val="restart"/>
            <w:tcBorders>
              <w:bottom w:val="nil"/>
            </w:tcBorders>
            <w:vAlign w:val="center"/>
          </w:tcPr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ЦС</w:t>
            </w:r>
          </w:p>
        </w:tc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ВР</w:t>
            </w:r>
          </w:p>
        </w:tc>
        <w:tc>
          <w:tcPr>
            <w:tcW w:w="3260" w:type="dxa"/>
            <w:gridSpan w:val="2"/>
          </w:tcPr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 xml:space="preserve">Сумма на </w:t>
            </w:r>
          </w:p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плановый период</w:t>
            </w:r>
          </w:p>
        </w:tc>
      </w:tr>
      <w:tr w:rsidR="008B1A89" w:rsidRPr="00D91EA7" w:rsidTr="00CF1827">
        <w:trPr>
          <w:trHeight w:val="157"/>
        </w:trPr>
        <w:tc>
          <w:tcPr>
            <w:tcW w:w="2835" w:type="dxa"/>
            <w:vMerge/>
            <w:tcBorders>
              <w:bottom w:val="nil"/>
            </w:tcBorders>
          </w:tcPr>
          <w:p w:rsidR="008B1A89" w:rsidRPr="00D91EA7" w:rsidRDefault="008B1A89" w:rsidP="00714FB8">
            <w:pPr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8B1A89" w:rsidRPr="00D91EA7" w:rsidRDefault="008B1A89" w:rsidP="00714FB8">
            <w:pPr>
              <w:rPr>
                <w:szCs w:val="28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8B1A89" w:rsidRPr="00D91EA7" w:rsidRDefault="008B1A89" w:rsidP="00714FB8">
            <w:pPr>
              <w:rPr>
                <w:szCs w:val="28"/>
              </w:rPr>
            </w:pPr>
          </w:p>
        </w:tc>
        <w:tc>
          <w:tcPr>
            <w:tcW w:w="574" w:type="dxa"/>
            <w:vMerge/>
            <w:tcBorders>
              <w:bottom w:val="nil"/>
            </w:tcBorders>
          </w:tcPr>
          <w:p w:rsidR="008B1A89" w:rsidRPr="00D91EA7" w:rsidRDefault="008B1A89" w:rsidP="00714FB8">
            <w:pPr>
              <w:rPr>
                <w:szCs w:val="28"/>
              </w:rPr>
            </w:pPr>
          </w:p>
        </w:tc>
        <w:tc>
          <w:tcPr>
            <w:tcW w:w="1410" w:type="dxa"/>
            <w:vMerge/>
            <w:tcBorders>
              <w:bottom w:val="nil"/>
            </w:tcBorders>
          </w:tcPr>
          <w:p w:rsidR="008B1A89" w:rsidRPr="00D91EA7" w:rsidRDefault="008B1A89" w:rsidP="00714FB8">
            <w:pPr>
              <w:rPr>
                <w:szCs w:val="28"/>
              </w:rPr>
            </w:pPr>
          </w:p>
        </w:tc>
        <w:tc>
          <w:tcPr>
            <w:tcW w:w="568" w:type="dxa"/>
            <w:vMerge/>
            <w:tcBorders>
              <w:bottom w:val="nil"/>
            </w:tcBorders>
          </w:tcPr>
          <w:p w:rsidR="008B1A89" w:rsidRPr="00D91EA7" w:rsidRDefault="008B1A89" w:rsidP="00714FB8">
            <w:pPr>
              <w:rPr>
                <w:szCs w:val="28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  <w:r w:rsidRPr="00D91EA7">
              <w:rPr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bottom w:val="nil"/>
            </w:tcBorders>
          </w:tcPr>
          <w:p w:rsidR="008B1A89" w:rsidRPr="00D91EA7" w:rsidRDefault="008B1A89" w:rsidP="00714FB8">
            <w:pPr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201</w:t>
            </w:r>
            <w:r>
              <w:rPr>
                <w:szCs w:val="28"/>
              </w:rPr>
              <w:t>7</w:t>
            </w:r>
            <w:r w:rsidRPr="00D91EA7">
              <w:rPr>
                <w:szCs w:val="28"/>
              </w:rPr>
              <w:t xml:space="preserve"> год</w:t>
            </w:r>
          </w:p>
        </w:tc>
      </w:tr>
    </w:tbl>
    <w:p w:rsidR="008B1A89" w:rsidRPr="00992142" w:rsidRDefault="008B1A89" w:rsidP="00714FB8">
      <w:pPr>
        <w:spacing w:line="14" w:lineRule="auto"/>
        <w:rPr>
          <w:sz w:val="2"/>
          <w:szCs w:val="2"/>
        </w:rPr>
      </w:pPr>
    </w:p>
    <w:tbl>
      <w:tblPr>
        <w:tblW w:w="104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3"/>
        <w:gridCol w:w="851"/>
        <w:gridCol w:w="567"/>
        <w:gridCol w:w="567"/>
        <w:gridCol w:w="1417"/>
        <w:gridCol w:w="709"/>
        <w:gridCol w:w="1561"/>
        <w:gridCol w:w="1560"/>
        <w:gridCol w:w="414"/>
      </w:tblGrid>
      <w:tr w:rsidR="008B1A89" w:rsidRPr="00D91EA7" w:rsidTr="00CF1827">
        <w:trPr>
          <w:gridAfter w:val="1"/>
          <w:wAfter w:w="414" w:type="dxa"/>
          <w:tblHeader/>
        </w:trPr>
        <w:tc>
          <w:tcPr>
            <w:tcW w:w="2834" w:type="dxa"/>
          </w:tcPr>
          <w:p w:rsidR="008B1A89" w:rsidRPr="00D91EA7" w:rsidRDefault="008B1A89" w:rsidP="00714FB8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1</w:t>
            </w:r>
          </w:p>
        </w:tc>
        <w:tc>
          <w:tcPr>
            <w:tcW w:w="851" w:type="dxa"/>
          </w:tcPr>
          <w:p w:rsidR="008B1A89" w:rsidRPr="00D91EA7" w:rsidRDefault="008B1A89" w:rsidP="00714FB8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2</w:t>
            </w:r>
          </w:p>
        </w:tc>
        <w:tc>
          <w:tcPr>
            <w:tcW w:w="567" w:type="dxa"/>
          </w:tcPr>
          <w:p w:rsidR="008B1A89" w:rsidRPr="00D91EA7" w:rsidRDefault="008B1A89" w:rsidP="00714FB8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</w:t>
            </w:r>
          </w:p>
        </w:tc>
        <w:tc>
          <w:tcPr>
            <w:tcW w:w="567" w:type="dxa"/>
          </w:tcPr>
          <w:p w:rsidR="008B1A89" w:rsidRPr="00D91EA7" w:rsidRDefault="008B1A89" w:rsidP="00714FB8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4</w:t>
            </w:r>
          </w:p>
        </w:tc>
        <w:tc>
          <w:tcPr>
            <w:tcW w:w="1417" w:type="dxa"/>
          </w:tcPr>
          <w:p w:rsidR="008B1A89" w:rsidRPr="00D91EA7" w:rsidRDefault="008B1A89" w:rsidP="00714FB8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5</w:t>
            </w:r>
          </w:p>
        </w:tc>
        <w:tc>
          <w:tcPr>
            <w:tcW w:w="709" w:type="dxa"/>
          </w:tcPr>
          <w:p w:rsidR="008B1A89" w:rsidRPr="00D91EA7" w:rsidRDefault="008B1A89" w:rsidP="00714FB8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6</w:t>
            </w:r>
          </w:p>
        </w:tc>
        <w:tc>
          <w:tcPr>
            <w:tcW w:w="1560" w:type="dxa"/>
          </w:tcPr>
          <w:p w:rsidR="008B1A89" w:rsidRPr="00D91EA7" w:rsidRDefault="008B1A89" w:rsidP="00714FB8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7</w:t>
            </w:r>
          </w:p>
        </w:tc>
        <w:tc>
          <w:tcPr>
            <w:tcW w:w="1560" w:type="dxa"/>
          </w:tcPr>
          <w:p w:rsidR="008B1A89" w:rsidRPr="00D91EA7" w:rsidRDefault="008B1A89" w:rsidP="00714FB8">
            <w:pPr>
              <w:spacing w:line="230" w:lineRule="auto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8</w:t>
            </w:r>
          </w:p>
        </w:tc>
      </w:tr>
      <w:tr w:rsidR="008B1A89" w:rsidRPr="00B75E10" w:rsidTr="00CF1827">
        <w:trPr>
          <w:gridAfter w:val="1"/>
          <w:wAfter w:w="414" w:type="dxa"/>
        </w:trPr>
        <w:tc>
          <w:tcPr>
            <w:tcW w:w="2834" w:type="dxa"/>
            <w:tcBorders>
              <w:left w:val="nil"/>
              <w:bottom w:val="nil"/>
              <w:right w:val="nil"/>
            </w:tcBorders>
          </w:tcPr>
          <w:p w:rsidR="008B1A89" w:rsidRPr="005C1CED" w:rsidRDefault="008B1A89" w:rsidP="0003010E">
            <w:pPr>
              <w:pStyle w:val="Heading2"/>
              <w:keepNext w:val="0"/>
              <w:widowControl w:val="0"/>
              <w:ind w:firstLine="34"/>
              <w:jc w:val="both"/>
              <w:rPr>
                <w:b/>
                <w:sz w:val="28"/>
                <w:szCs w:val="28"/>
              </w:rPr>
            </w:pPr>
            <w:r w:rsidRPr="005C1CED">
              <w:rPr>
                <w:b/>
                <w:sz w:val="28"/>
                <w:szCs w:val="28"/>
              </w:rPr>
              <w:t>Территориальный фонд обязательного медицинского стр</w:t>
            </w:r>
            <w:r w:rsidRPr="005C1CED">
              <w:rPr>
                <w:b/>
                <w:sz w:val="28"/>
                <w:szCs w:val="28"/>
              </w:rPr>
              <w:t>а</w:t>
            </w:r>
            <w:r w:rsidRPr="005C1CED">
              <w:rPr>
                <w:b/>
                <w:sz w:val="28"/>
                <w:szCs w:val="28"/>
              </w:rPr>
              <w:t>хования Ульяно</w:t>
            </w:r>
            <w:r w:rsidRPr="005C1CED">
              <w:rPr>
                <w:b/>
                <w:sz w:val="28"/>
                <w:szCs w:val="28"/>
              </w:rPr>
              <w:t>в</w:t>
            </w:r>
            <w:r w:rsidRPr="005C1CED">
              <w:rPr>
                <w:b/>
                <w:sz w:val="28"/>
                <w:szCs w:val="28"/>
              </w:rPr>
              <w:t>ской области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  <w:rPr>
                <w:b/>
              </w:rPr>
            </w:pPr>
            <w:r>
              <w:rPr>
                <w:b/>
              </w:rPr>
              <w:t>11621093,8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  <w:rPr>
                <w:b/>
              </w:rPr>
            </w:pPr>
            <w:r>
              <w:rPr>
                <w:b/>
              </w:rPr>
              <w:t>12926308,9</w:t>
            </w:r>
          </w:p>
        </w:tc>
      </w:tr>
      <w:tr w:rsidR="008B1A89" w:rsidRPr="00B75E10" w:rsidTr="00CF1827">
        <w:trPr>
          <w:gridAfter w:val="1"/>
          <w:wAfter w:w="414" w:type="dxa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5C1CED" w:rsidRDefault="008B1A89" w:rsidP="0003010E">
            <w:pPr>
              <w:pStyle w:val="Heading2"/>
              <w:keepNext w:val="0"/>
              <w:widowControl w:val="0"/>
              <w:ind w:firstLine="34"/>
              <w:jc w:val="both"/>
              <w:rPr>
                <w:b/>
                <w:sz w:val="28"/>
                <w:szCs w:val="28"/>
              </w:rPr>
            </w:pPr>
            <w:r w:rsidRPr="005C1CED">
              <w:rPr>
                <w:b/>
                <w:sz w:val="28"/>
                <w:szCs w:val="28"/>
              </w:rPr>
              <w:t>Общегосударстве</w:t>
            </w:r>
            <w:r w:rsidRPr="005C1CED">
              <w:rPr>
                <w:b/>
                <w:sz w:val="28"/>
                <w:szCs w:val="28"/>
              </w:rPr>
              <w:t>н</w:t>
            </w:r>
            <w:r w:rsidRPr="005C1CED">
              <w:rPr>
                <w:b/>
                <w:sz w:val="28"/>
                <w:szCs w:val="28"/>
              </w:rPr>
              <w:t xml:space="preserve">ные вопросы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tabs>
                <w:tab w:val="left" w:pos="161"/>
              </w:tabs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6D5BBC" w:rsidRDefault="008B1A89" w:rsidP="0003010E">
            <w:pPr>
              <w:keepNext/>
              <w:keepLines/>
              <w:jc w:val="center"/>
              <w:rPr>
                <w:b/>
                <w:szCs w:val="28"/>
              </w:rPr>
            </w:pPr>
            <w:r w:rsidRPr="006D5BBC">
              <w:rPr>
                <w:b/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6D5BBC" w:rsidRDefault="008B1A89" w:rsidP="0003010E">
            <w:pPr>
              <w:keepNext/>
              <w:keepLines/>
              <w:jc w:val="center"/>
              <w:rPr>
                <w:b/>
                <w:spacing w:val="-2"/>
                <w:szCs w:val="28"/>
              </w:rPr>
            </w:pPr>
            <w:r w:rsidRPr="006D5BBC">
              <w:rPr>
                <w:b/>
                <w:spacing w:val="-2"/>
                <w:szCs w:val="28"/>
              </w:rPr>
              <w:t>80076,0</w:t>
            </w:r>
          </w:p>
        </w:tc>
      </w:tr>
      <w:tr w:rsidR="008B1A89" w:rsidRPr="00B75E10" w:rsidTr="00CF1827">
        <w:trPr>
          <w:gridAfter w:val="1"/>
          <w:wAfter w:w="414" w:type="dxa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5C1CED" w:rsidRDefault="008B1A89" w:rsidP="0003010E">
            <w:pPr>
              <w:pStyle w:val="Heading2"/>
              <w:keepNext w:val="0"/>
              <w:widowControl w:val="0"/>
              <w:jc w:val="both"/>
              <w:rPr>
                <w:b/>
                <w:spacing w:val="-4"/>
                <w:sz w:val="28"/>
                <w:szCs w:val="28"/>
              </w:rPr>
            </w:pPr>
            <w:r w:rsidRPr="005C1CED">
              <w:rPr>
                <w:b/>
                <w:spacing w:val="-4"/>
                <w:sz w:val="28"/>
                <w:szCs w:val="28"/>
              </w:rPr>
              <w:t>Другие общегосудар-ственные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6D5BBC" w:rsidRDefault="008B1A89" w:rsidP="0003010E">
            <w:pPr>
              <w:keepNext/>
              <w:keepLines/>
              <w:jc w:val="center"/>
              <w:rPr>
                <w:b/>
                <w:szCs w:val="28"/>
              </w:rPr>
            </w:pPr>
            <w:r w:rsidRPr="006D5BBC">
              <w:rPr>
                <w:b/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6D5BBC" w:rsidRDefault="008B1A89" w:rsidP="0003010E">
            <w:pPr>
              <w:keepNext/>
              <w:keepLines/>
              <w:jc w:val="center"/>
              <w:rPr>
                <w:b/>
                <w:spacing w:val="-2"/>
                <w:szCs w:val="28"/>
              </w:rPr>
            </w:pPr>
            <w:r w:rsidRPr="006D5BBC">
              <w:rPr>
                <w:b/>
                <w:spacing w:val="-2"/>
                <w:szCs w:val="28"/>
              </w:rPr>
              <w:t>80076,0</w:t>
            </w:r>
          </w:p>
        </w:tc>
      </w:tr>
      <w:tr w:rsidR="008B1A89" w:rsidRPr="00B75E10" w:rsidTr="00CF1827">
        <w:trPr>
          <w:gridAfter w:val="1"/>
          <w:wAfter w:w="414" w:type="dxa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5C1CED" w:rsidRDefault="008B1A89" w:rsidP="0003010E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5C1CED">
              <w:rPr>
                <w:b/>
                <w:sz w:val="28"/>
                <w:szCs w:val="28"/>
              </w:rPr>
              <w:t>Непрограммные направления де</w:t>
            </w:r>
            <w:r w:rsidRPr="005C1CED">
              <w:rPr>
                <w:b/>
                <w:sz w:val="28"/>
                <w:szCs w:val="28"/>
              </w:rPr>
              <w:t>я</w:t>
            </w:r>
            <w:r w:rsidRPr="005C1CED">
              <w:rPr>
                <w:b/>
                <w:sz w:val="28"/>
                <w:szCs w:val="28"/>
              </w:rPr>
              <w:t>тельности органа управления Терр</w:t>
            </w:r>
            <w:r w:rsidRPr="005C1CED">
              <w:rPr>
                <w:b/>
                <w:sz w:val="28"/>
                <w:szCs w:val="28"/>
              </w:rPr>
              <w:t>и</w:t>
            </w:r>
            <w:r w:rsidRPr="005C1CED">
              <w:rPr>
                <w:b/>
                <w:sz w:val="28"/>
                <w:szCs w:val="28"/>
              </w:rPr>
              <w:t>ториального фонда обязательного м</w:t>
            </w:r>
            <w:r w:rsidRPr="005C1CED">
              <w:rPr>
                <w:b/>
                <w:sz w:val="28"/>
                <w:szCs w:val="28"/>
              </w:rPr>
              <w:t>е</w:t>
            </w:r>
            <w:r w:rsidRPr="005C1CED">
              <w:rPr>
                <w:b/>
                <w:sz w:val="28"/>
                <w:szCs w:val="28"/>
              </w:rPr>
              <w:t>дицинского страх</w:t>
            </w:r>
            <w:r w:rsidRPr="005C1CED">
              <w:rPr>
                <w:b/>
                <w:sz w:val="28"/>
                <w:szCs w:val="28"/>
              </w:rPr>
              <w:t>о</w:t>
            </w:r>
            <w:r w:rsidRPr="005C1CED">
              <w:rPr>
                <w:b/>
                <w:sz w:val="28"/>
                <w:szCs w:val="28"/>
              </w:rPr>
              <w:t>вания Ульяновской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46EC1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46EC1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46EC1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46EC1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73 0 0000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46EC1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46EC1" w:rsidRDefault="008B1A89" w:rsidP="0003010E">
            <w:pPr>
              <w:keepNext/>
              <w:keepLines/>
              <w:jc w:val="center"/>
              <w:rPr>
                <w:b/>
                <w:szCs w:val="28"/>
              </w:rPr>
            </w:pPr>
            <w:r w:rsidRPr="00C46EC1">
              <w:rPr>
                <w:b/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46EC1" w:rsidRDefault="008B1A89" w:rsidP="0003010E">
            <w:pPr>
              <w:keepNext/>
              <w:keepLines/>
              <w:jc w:val="center"/>
              <w:rPr>
                <w:b/>
                <w:spacing w:val="-2"/>
                <w:szCs w:val="28"/>
              </w:rPr>
            </w:pPr>
            <w:r w:rsidRPr="00C46EC1">
              <w:rPr>
                <w:b/>
                <w:spacing w:val="-2"/>
                <w:szCs w:val="28"/>
              </w:rPr>
              <w:t>80076,0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5C1CED" w:rsidRDefault="008B1A89" w:rsidP="0003010E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5C1CED">
              <w:rPr>
                <w:sz w:val="28"/>
                <w:szCs w:val="28"/>
              </w:rPr>
              <w:t>Выполнение фун</w:t>
            </w:r>
            <w:r w:rsidRPr="005C1CED">
              <w:rPr>
                <w:sz w:val="28"/>
                <w:szCs w:val="28"/>
              </w:rPr>
              <w:t>к</w:t>
            </w:r>
            <w:r w:rsidRPr="005C1CED">
              <w:rPr>
                <w:sz w:val="28"/>
                <w:szCs w:val="28"/>
              </w:rPr>
              <w:t>ций аппарата органа управления Террит</w:t>
            </w:r>
            <w:r w:rsidRPr="005C1CED">
              <w:rPr>
                <w:sz w:val="28"/>
                <w:szCs w:val="28"/>
              </w:rPr>
              <w:t>о</w:t>
            </w:r>
            <w:r w:rsidRPr="005C1CED">
              <w:rPr>
                <w:sz w:val="28"/>
                <w:szCs w:val="28"/>
              </w:rPr>
              <w:t>риального фонда обязательного мед</w:t>
            </w:r>
            <w:r w:rsidRPr="005C1CED">
              <w:rPr>
                <w:sz w:val="28"/>
                <w:szCs w:val="28"/>
              </w:rPr>
              <w:t>и</w:t>
            </w:r>
            <w:r w:rsidRPr="005C1CED">
              <w:rPr>
                <w:sz w:val="28"/>
                <w:szCs w:val="28"/>
              </w:rPr>
              <w:t>цинского страхов</w:t>
            </w:r>
            <w:r w:rsidRPr="005C1CED">
              <w:rPr>
                <w:sz w:val="28"/>
                <w:szCs w:val="28"/>
              </w:rPr>
              <w:t>а</w:t>
            </w:r>
            <w:r w:rsidRPr="005C1CED">
              <w:rPr>
                <w:sz w:val="28"/>
                <w:szCs w:val="28"/>
              </w:rPr>
              <w:t>ния Ульяновской о</w:t>
            </w:r>
            <w:r w:rsidRPr="005C1CED">
              <w:rPr>
                <w:sz w:val="28"/>
                <w:szCs w:val="28"/>
              </w:rPr>
              <w:t>б</w:t>
            </w:r>
            <w:r w:rsidRPr="005C1CED">
              <w:rPr>
                <w:sz w:val="28"/>
                <w:szCs w:val="28"/>
              </w:rPr>
              <w:t>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73 2 0000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Pr="006D5BBC" w:rsidRDefault="008B1A89" w:rsidP="0003010E">
            <w:pPr>
              <w:keepNext/>
              <w:keepLines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Pr="006D5BBC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80076,0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5C1CED" w:rsidRDefault="008B1A89" w:rsidP="0003010E">
            <w:pPr>
              <w:pStyle w:val="Heading2"/>
              <w:keepNext w:val="0"/>
              <w:widowControl w:val="0"/>
              <w:jc w:val="both"/>
              <w:rPr>
                <w:sz w:val="28"/>
                <w:szCs w:val="28"/>
              </w:rPr>
            </w:pPr>
            <w:r w:rsidRPr="005C1CED">
              <w:rPr>
                <w:sz w:val="28"/>
                <w:szCs w:val="28"/>
              </w:rPr>
              <w:t>Финансовое обесп</w:t>
            </w:r>
            <w:r w:rsidRPr="005C1CED">
              <w:rPr>
                <w:sz w:val="28"/>
                <w:szCs w:val="28"/>
              </w:rPr>
              <w:t>е</w:t>
            </w:r>
            <w:r w:rsidRPr="005C1CED">
              <w:rPr>
                <w:sz w:val="28"/>
                <w:szCs w:val="28"/>
              </w:rPr>
              <w:t>чение организации обязательного мед</w:t>
            </w:r>
            <w:r w:rsidRPr="005C1CED">
              <w:rPr>
                <w:sz w:val="28"/>
                <w:szCs w:val="28"/>
              </w:rPr>
              <w:t>и</w:t>
            </w:r>
            <w:r w:rsidRPr="005C1CED">
              <w:rPr>
                <w:sz w:val="28"/>
                <w:szCs w:val="28"/>
              </w:rPr>
              <w:t>цинского страхов</w:t>
            </w:r>
            <w:r w:rsidRPr="005C1CED">
              <w:rPr>
                <w:sz w:val="28"/>
                <w:szCs w:val="28"/>
              </w:rPr>
              <w:t>а</w:t>
            </w:r>
            <w:r w:rsidRPr="005C1CED">
              <w:rPr>
                <w:sz w:val="28"/>
                <w:szCs w:val="28"/>
              </w:rPr>
              <w:t>ния на территориях субъектов Росси</w:t>
            </w:r>
            <w:r w:rsidRPr="005C1CED">
              <w:rPr>
                <w:sz w:val="28"/>
                <w:szCs w:val="28"/>
              </w:rPr>
              <w:t>й</w:t>
            </w:r>
            <w:r w:rsidRPr="005C1CED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B75E10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B75E10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B75E10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B75E10">
              <w:rPr>
                <w:szCs w:val="28"/>
              </w:rPr>
              <w:t>73 2 5093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B75E10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6D5BBC" w:rsidRDefault="008B1A89" w:rsidP="0003010E">
            <w:pPr>
              <w:keepNext/>
              <w:keepLines/>
              <w:jc w:val="center"/>
              <w:rPr>
                <w:szCs w:val="28"/>
              </w:rPr>
            </w:pPr>
            <w:r w:rsidRPr="006D5BBC">
              <w:rPr>
                <w:szCs w:val="28"/>
              </w:rPr>
              <w:t>78116,2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6D5BBC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  <w:r w:rsidRPr="006D5BBC">
              <w:rPr>
                <w:spacing w:val="-2"/>
                <w:szCs w:val="28"/>
              </w:rPr>
              <w:t>80076,0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CB2849" w:rsidRDefault="008B1A89" w:rsidP="0003010E">
            <w:pPr>
              <w:widowControl w:val="0"/>
              <w:jc w:val="both"/>
              <w:outlineLvl w:val="1"/>
              <w:rPr>
                <w:szCs w:val="28"/>
              </w:rPr>
            </w:pPr>
            <w:r w:rsidRPr="00614369">
              <w:rPr>
                <w:szCs w:val="28"/>
              </w:rPr>
              <w:t>Расходы на выплаты персоналу в целях обеспечения</w:t>
            </w:r>
            <w:r>
              <w:rPr>
                <w:szCs w:val="28"/>
              </w:rPr>
              <w:t xml:space="preserve"> </w:t>
            </w:r>
            <w:r w:rsidRPr="00614369">
              <w:rPr>
                <w:szCs w:val="28"/>
              </w:rPr>
              <w:t>выпо</w:t>
            </w:r>
            <w:r w:rsidRPr="00614369">
              <w:rPr>
                <w:szCs w:val="28"/>
              </w:rPr>
              <w:t>л</w:t>
            </w:r>
            <w:r w:rsidRPr="00614369">
              <w:rPr>
                <w:szCs w:val="28"/>
              </w:rPr>
              <w:t>нения функций гос</w:t>
            </w:r>
            <w:r w:rsidRPr="00614369">
              <w:rPr>
                <w:szCs w:val="28"/>
              </w:rPr>
              <w:t>у</w:t>
            </w:r>
            <w:r w:rsidRPr="00614369">
              <w:rPr>
                <w:szCs w:val="28"/>
              </w:rPr>
              <w:t>дарственными (м</w:t>
            </w:r>
            <w:r w:rsidRPr="00614369">
              <w:rPr>
                <w:szCs w:val="28"/>
              </w:rPr>
              <w:t>у</w:t>
            </w:r>
            <w:r w:rsidRPr="00614369">
              <w:rPr>
                <w:szCs w:val="28"/>
              </w:rPr>
              <w:t>ниципальными)</w:t>
            </w:r>
            <w:r>
              <w:rPr>
                <w:szCs w:val="28"/>
              </w:rPr>
              <w:t xml:space="preserve"> </w:t>
            </w:r>
            <w:r w:rsidRPr="00614369">
              <w:rPr>
                <w:szCs w:val="28"/>
              </w:rPr>
              <w:t>о</w:t>
            </w:r>
            <w:r w:rsidRPr="00614369">
              <w:rPr>
                <w:szCs w:val="28"/>
              </w:rPr>
              <w:t>р</w:t>
            </w:r>
            <w:r>
              <w:rPr>
                <w:szCs w:val="28"/>
              </w:rPr>
              <w:t>ганами, казё</w:t>
            </w:r>
            <w:r w:rsidRPr="00614369">
              <w:rPr>
                <w:szCs w:val="28"/>
              </w:rPr>
              <w:t>нными учреждениями, орг</w:t>
            </w:r>
            <w:r w:rsidRPr="00614369">
              <w:rPr>
                <w:szCs w:val="28"/>
              </w:rPr>
              <w:t>а</w:t>
            </w:r>
            <w:r w:rsidRPr="00614369">
              <w:rPr>
                <w:szCs w:val="28"/>
              </w:rPr>
              <w:t>нами управления</w:t>
            </w:r>
            <w:r>
              <w:rPr>
                <w:szCs w:val="28"/>
              </w:rPr>
              <w:t xml:space="preserve"> </w:t>
            </w:r>
            <w:r w:rsidRPr="00614369">
              <w:rPr>
                <w:szCs w:val="28"/>
              </w:rPr>
              <w:t>г</w:t>
            </w:r>
            <w:r w:rsidRPr="00614369">
              <w:rPr>
                <w:szCs w:val="28"/>
              </w:rPr>
              <w:t>о</w:t>
            </w:r>
            <w:r w:rsidRPr="00614369">
              <w:rPr>
                <w:szCs w:val="28"/>
              </w:rPr>
              <w:t>сударственными вн</w:t>
            </w:r>
            <w:r w:rsidRPr="00614369">
              <w:rPr>
                <w:szCs w:val="28"/>
              </w:rPr>
              <w:t>е</w:t>
            </w:r>
            <w:r w:rsidRPr="00614369">
              <w:rPr>
                <w:szCs w:val="28"/>
              </w:rPr>
              <w:t>бюджетными фонд</w:t>
            </w:r>
            <w:r w:rsidRPr="00614369">
              <w:rPr>
                <w:szCs w:val="28"/>
              </w:rPr>
              <w:t>а</w:t>
            </w:r>
            <w:r w:rsidRPr="00614369">
              <w:rPr>
                <w:szCs w:val="28"/>
              </w:rPr>
              <w:t>ми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2054D4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zCs w:val="28"/>
              </w:rPr>
            </w:pPr>
          </w:p>
          <w:p w:rsidR="008B1A89" w:rsidRPr="001F6BC3" w:rsidRDefault="008B1A89" w:rsidP="0003010E">
            <w:pPr>
              <w:keepNext/>
              <w:keepLines/>
              <w:jc w:val="center"/>
              <w:rPr>
                <w:szCs w:val="28"/>
              </w:rPr>
            </w:pPr>
            <w:r w:rsidRPr="001F6BC3">
              <w:rPr>
                <w:szCs w:val="28"/>
              </w:rPr>
              <w:t>46705,1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</w:p>
          <w:p w:rsidR="008B1A89" w:rsidRPr="001F6BC3" w:rsidRDefault="008B1A89" w:rsidP="00CF1827">
            <w:pPr>
              <w:keepNext/>
              <w:keepLines/>
              <w:jc w:val="center"/>
              <w:rPr>
                <w:spacing w:val="-2"/>
                <w:szCs w:val="28"/>
              </w:rPr>
            </w:pPr>
            <w:r w:rsidRPr="001F6BC3">
              <w:rPr>
                <w:spacing w:val="-2"/>
                <w:szCs w:val="28"/>
              </w:rPr>
              <w:t>46717,4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5C1CED" w:rsidRDefault="008B1A89" w:rsidP="0003010E">
            <w:pPr>
              <w:pStyle w:val="Heading2"/>
              <w:widowControl w:val="0"/>
              <w:jc w:val="both"/>
              <w:rPr>
                <w:sz w:val="28"/>
                <w:szCs w:val="28"/>
              </w:rPr>
            </w:pPr>
            <w:r w:rsidRPr="005C1CED">
              <w:rPr>
                <w:sz w:val="28"/>
                <w:szCs w:val="28"/>
              </w:rPr>
              <w:t>Закупка товаров, р</w:t>
            </w:r>
            <w:r w:rsidRPr="005C1CED">
              <w:rPr>
                <w:sz w:val="28"/>
                <w:szCs w:val="28"/>
              </w:rPr>
              <w:t>а</w:t>
            </w:r>
            <w:r w:rsidRPr="005C1CED">
              <w:rPr>
                <w:sz w:val="28"/>
                <w:szCs w:val="28"/>
              </w:rPr>
              <w:t>бот и услуг для гос</w:t>
            </w:r>
            <w:r w:rsidRPr="005C1CED">
              <w:rPr>
                <w:sz w:val="28"/>
                <w:szCs w:val="28"/>
              </w:rPr>
              <w:t>у</w:t>
            </w:r>
            <w:r w:rsidRPr="005C1CED">
              <w:rPr>
                <w:sz w:val="28"/>
                <w:szCs w:val="28"/>
              </w:rPr>
              <w:t>дарственных (мун</w:t>
            </w:r>
            <w:r w:rsidRPr="005C1CED">
              <w:rPr>
                <w:sz w:val="28"/>
                <w:szCs w:val="28"/>
              </w:rPr>
              <w:t>и</w:t>
            </w:r>
            <w:r w:rsidRPr="005C1CED">
              <w:rPr>
                <w:sz w:val="28"/>
                <w:szCs w:val="28"/>
              </w:rPr>
              <w:t>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73 2 5093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1F6BC3" w:rsidRDefault="008B1A89" w:rsidP="0003010E">
            <w:pPr>
              <w:keepNext/>
              <w:keepLines/>
              <w:jc w:val="center"/>
              <w:rPr>
                <w:szCs w:val="28"/>
              </w:rPr>
            </w:pPr>
            <w:r w:rsidRPr="001F6BC3">
              <w:rPr>
                <w:szCs w:val="28"/>
              </w:rPr>
              <w:t>29926,1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1F6BC3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  <w:r w:rsidRPr="001F6BC3">
              <w:rPr>
                <w:spacing w:val="-2"/>
                <w:szCs w:val="28"/>
              </w:rPr>
              <w:t>31781,5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EF1135" w:rsidRDefault="008B1A89" w:rsidP="0003010E">
            <w:pPr>
              <w:widowControl w:val="0"/>
              <w:jc w:val="both"/>
              <w:rPr>
                <w:szCs w:val="28"/>
              </w:rPr>
            </w:pPr>
            <w:r w:rsidRPr="00714FB8">
              <w:rPr>
                <w:szCs w:val="28"/>
              </w:rPr>
              <w:t>Иные бюджетные а</w:t>
            </w:r>
            <w:r w:rsidRPr="00714FB8">
              <w:rPr>
                <w:szCs w:val="28"/>
              </w:rPr>
              <w:t>с</w:t>
            </w:r>
            <w:r>
              <w:rPr>
                <w:szCs w:val="28"/>
              </w:rPr>
              <w:t>сигно</w:t>
            </w:r>
            <w:r w:rsidRPr="00714FB8">
              <w:rPr>
                <w:szCs w:val="28"/>
              </w:rPr>
              <w:t>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EF1135">
              <w:rPr>
                <w:szCs w:val="2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73 2 5093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EF1135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6D5BBC" w:rsidRDefault="008B1A89" w:rsidP="0003010E">
            <w:pPr>
              <w:keepNext/>
              <w:keepLines/>
              <w:jc w:val="center"/>
              <w:rPr>
                <w:szCs w:val="28"/>
              </w:rPr>
            </w:pPr>
            <w:r>
              <w:rPr>
                <w:szCs w:val="28"/>
              </w:rPr>
              <w:t>1485,0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6D5BBC" w:rsidRDefault="008B1A89" w:rsidP="0003010E">
            <w:pPr>
              <w:keepNext/>
              <w:keepLines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1577,1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5C1CED" w:rsidRDefault="008B1A89" w:rsidP="0003010E">
            <w:pPr>
              <w:pStyle w:val="Heading2"/>
              <w:keepNext w:val="0"/>
              <w:widowControl w:val="0"/>
              <w:rPr>
                <w:b/>
                <w:sz w:val="28"/>
                <w:szCs w:val="28"/>
              </w:rPr>
            </w:pPr>
            <w:r w:rsidRPr="005C1CED">
              <w:rPr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  <w:r w:rsidRPr="00D91EA7">
              <w:rPr>
                <w:b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1A89" w:rsidRPr="00D91EA7" w:rsidRDefault="008B1A89" w:rsidP="0003010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  <w:rPr>
                <w:b/>
              </w:rPr>
            </w:pPr>
            <w:r>
              <w:rPr>
                <w:b/>
              </w:rPr>
              <w:t>11542977,6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  <w:rPr>
                <w:b/>
              </w:rPr>
            </w:pPr>
            <w:r>
              <w:rPr>
                <w:b/>
              </w:rPr>
              <w:t>12846232,9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D91EA7" w:rsidRDefault="008B1A89" w:rsidP="0003010E">
            <w:pPr>
              <w:widowControl w:val="0"/>
              <w:jc w:val="both"/>
              <w:rPr>
                <w:szCs w:val="28"/>
              </w:rPr>
            </w:pPr>
            <w:r w:rsidRPr="00D91EA7">
              <w:rPr>
                <w:szCs w:val="28"/>
              </w:rPr>
              <w:t>Другие вопросы в области здравоохр</w:t>
            </w:r>
            <w:r w:rsidRPr="00D91EA7">
              <w:rPr>
                <w:szCs w:val="28"/>
              </w:rPr>
              <w:t>а</w:t>
            </w:r>
            <w:r w:rsidRPr="00D91EA7">
              <w:rPr>
                <w:szCs w:val="28"/>
              </w:rPr>
              <w:t>нения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D91EA7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D91EA7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AF35A1" w:rsidRDefault="008B1A89" w:rsidP="0003010E">
            <w:pPr>
              <w:jc w:val="center"/>
            </w:pPr>
            <w:r w:rsidRPr="00AF35A1">
              <w:t>11542977,6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AF35A1" w:rsidRDefault="008B1A89" w:rsidP="0003010E">
            <w:pPr>
              <w:jc w:val="center"/>
            </w:pPr>
            <w:r w:rsidRPr="00AF35A1">
              <w:t>12846232,9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Default="008B1A89" w:rsidP="000301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07E3A">
              <w:rPr>
                <w:szCs w:val="28"/>
              </w:rPr>
              <w:t>Реализация госуда</w:t>
            </w:r>
            <w:r w:rsidRPr="00307E3A">
              <w:rPr>
                <w:szCs w:val="28"/>
              </w:rPr>
              <w:t>р</w:t>
            </w:r>
            <w:r w:rsidRPr="00307E3A">
              <w:rPr>
                <w:szCs w:val="28"/>
              </w:rPr>
              <w:t>ственных функций</w:t>
            </w:r>
            <w:r>
              <w:rPr>
                <w:szCs w:val="28"/>
              </w:rPr>
              <w:t xml:space="preserve"> </w:t>
            </w:r>
            <w:r w:rsidRPr="00307E3A">
              <w:rPr>
                <w:szCs w:val="28"/>
              </w:rPr>
              <w:t>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AF35A1" w:rsidRDefault="008B1A89" w:rsidP="0003010E">
            <w:pPr>
              <w:jc w:val="center"/>
            </w:pPr>
            <w:r w:rsidRPr="00AF35A1">
              <w:t>11542977,6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AF35A1" w:rsidRDefault="008B1A89" w:rsidP="0003010E">
            <w:pPr>
              <w:jc w:val="center"/>
            </w:pPr>
            <w:r w:rsidRPr="00AF35A1">
              <w:t>12846232,9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9C0633" w:rsidRDefault="008B1A89" w:rsidP="000301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C0633">
              <w:rPr>
                <w:szCs w:val="28"/>
              </w:rPr>
              <w:t>Финансовое обесп</w:t>
            </w:r>
            <w:r w:rsidRPr="009C0633">
              <w:rPr>
                <w:szCs w:val="28"/>
              </w:rPr>
              <w:t>е</w:t>
            </w:r>
            <w:r w:rsidRPr="009C0633">
              <w:rPr>
                <w:szCs w:val="28"/>
              </w:rPr>
              <w:t>чение организации обязательного мед</w:t>
            </w:r>
            <w:r w:rsidRPr="009C0633">
              <w:rPr>
                <w:szCs w:val="28"/>
              </w:rPr>
              <w:t>и</w:t>
            </w:r>
            <w:r w:rsidRPr="009C0633">
              <w:rPr>
                <w:szCs w:val="28"/>
              </w:rPr>
              <w:t>цинского страхов</w:t>
            </w:r>
            <w:r w:rsidRPr="009C0633">
              <w:rPr>
                <w:szCs w:val="28"/>
              </w:rPr>
              <w:t>а</w:t>
            </w:r>
            <w:r w:rsidRPr="009C0633">
              <w:rPr>
                <w:szCs w:val="28"/>
              </w:rPr>
              <w:t>ния на территориях субъектов Росси</w:t>
            </w:r>
            <w:r w:rsidRPr="009C0633">
              <w:rPr>
                <w:szCs w:val="28"/>
              </w:rPr>
              <w:t>й</w:t>
            </w:r>
            <w:r w:rsidRPr="009C0633">
              <w:rPr>
                <w:szCs w:val="28"/>
              </w:rPr>
              <w:t>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Pr="0076703B" w:rsidRDefault="008B1A89" w:rsidP="0003010E">
            <w:pPr>
              <w:jc w:val="center"/>
            </w:pPr>
            <w:r>
              <w:t>11013352,1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Default="008B1A89" w:rsidP="0003010E">
            <w:pPr>
              <w:jc w:val="center"/>
            </w:pPr>
          </w:p>
          <w:p w:rsidR="008B1A89" w:rsidRPr="0076703B" w:rsidRDefault="008B1A89" w:rsidP="0003010E">
            <w:pPr>
              <w:jc w:val="center"/>
            </w:pPr>
            <w:r>
              <w:t>12300093,0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9C0633" w:rsidRDefault="008B1A89" w:rsidP="00933B86">
            <w:pPr>
              <w:widowControl w:val="0"/>
              <w:jc w:val="both"/>
              <w:rPr>
                <w:szCs w:val="28"/>
              </w:rPr>
            </w:pPr>
            <w:r>
              <w:t>Социальные выплаты гражданам, кроме публичных норм</w:t>
            </w:r>
            <w:r>
              <w:t>а</w:t>
            </w:r>
            <w:r>
              <w:t>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8C6A3D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933B8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</w:pPr>
            <w:r>
              <w:t>10713544,4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</w:pPr>
            <w:r>
              <w:t>11968445,7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9C0633" w:rsidRDefault="008B1A89" w:rsidP="0003010E">
            <w:pPr>
              <w:widowControl w:val="0"/>
              <w:jc w:val="both"/>
            </w:pPr>
            <w:r w:rsidRPr="009C0633">
              <w:t>Межбюджетные трансферты бюдж</w:t>
            </w:r>
            <w:r w:rsidRPr="009C0633">
              <w:t>е</w:t>
            </w:r>
            <w:r w:rsidRPr="009C0633">
              <w:t>там территориальных фондов обязательн</w:t>
            </w:r>
            <w:r w:rsidRPr="009C0633">
              <w:t>о</w:t>
            </w:r>
            <w:r w:rsidRPr="009C0633">
              <w:t>го медицинского страхования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</w:pPr>
            <w:r w:rsidRPr="0076703B">
              <w:t>299807,7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</w:pPr>
            <w:r w:rsidRPr="0076703B">
              <w:t>331647,3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9C0633" w:rsidRDefault="008B1A89" w:rsidP="0003010E">
            <w:pPr>
              <w:widowControl w:val="0"/>
              <w:jc w:val="both"/>
            </w:pPr>
            <w:r w:rsidRPr="009C0633">
              <w:t>Платежи на фина</w:t>
            </w:r>
            <w:r w:rsidRPr="009C0633">
              <w:t>н</w:t>
            </w:r>
            <w:r w:rsidRPr="009C0633">
              <w:t xml:space="preserve">совое обеспечение </w:t>
            </w:r>
            <w:r>
              <w:t xml:space="preserve">реализации </w:t>
            </w:r>
            <w:r w:rsidRPr="009C0633">
              <w:t>террит</w:t>
            </w:r>
            <w:r w:rsidRPr="009C0633">
              <w:t>о</w:t>
            </w:r>
            <w:r w:rsidRPr="009C0633">
              <w:t xml:space="preserve">риальной программы </w:t>
            </w:r>
            <w:r>
              <w:t>обязательного мед</w:t>
            </w:r>
            <w:r>
              <w:t>и</w:t>
            </w:r>
            <w:r>
              <w:t>цинского страхов</w:t>
            </w:r>
            <w:r>
              <w:t>а</w:t>
            </w:r>
            <w: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73 1 7302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</w:pPr>
            <w:r>
              <w:rPr>
                <w:bCs/>
              </w:rPr>
              <w:t>374123,2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</w:pPr>
            <w:r>
              <w:rPr>
                <w:bCs/>
              </w:rPr>
              <w:t>374123,2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9C0633" w:rsidRDefault="008B1A89" w:rsidP="00933B86">
            <w:pPr>
              <w:widowControl w:val="0"/>
              <w:jc w:val="both"/>
            </w:pPr>
            <w:r>
              <w:t>Социальные выплаты гражданам, кроме публичных норм</w:t>
            </w:r>
            <w:r>
              <w:t>а</w:t>
            </w:r>
            <w:r>
              <w:t>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8C6A3D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73 1 7302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933B8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</w:pPr>
            <w:r>
              <w:rPr>
                <w:bCs/>
              </w:rPr>
              <w:t>374123,2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6703B" w:rsidRDefault="008B1A89" w:rsidP="0003010E">
            <w:pPr>
              <w:jc w:val="center"/>
            </w:pPr>
            <w:r>
              <w:rPr>
                <w:bCs/>
              </w:rPr>
              <w:t>374123,2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7038F4" w:rsidRDefault="008B1A89" w:rsidP="0003010E">
            <w:pPr>
              <w:widowControl w:val="0"/>
              <w:jc w:val="both"/>
              <w:rPr>
                <w:szCs w:val="28"/>
              </w:rPr>
            </w:pPr>
            <w:r w:rsidRPr="007038F4">
              <w:rPr>
                <w:szCs w:val="28"/>
              </w:rPr>
              <w:t>Финансовое обесп</w:t>
            </w:r>
            <w:r w:rsidRPr="007038F4">
              <w:rPr>
                <w:szCs w:val="28"/>
              </w:rPr>
              <w:t>е</w:t>
            </w:r>
            <w:r w:rsidRPr="007038F4">
              <w:rPr>
                <w:szCs w:val="28"/>
              </w:rPr>
              <w:t>чение реализации территориальной программы обяз</w:t>
            </w:r>
            <w:r w:rsidRPr="007038F4">
              <w:rPr>
                <w:szCs w:val="28"/>
              </w:rPr>
              <w:t>а</w:t>
            </w:r>
            <w:r w:rsidRPr="007038F4">
              <w:rPr>
                <w:szCs w:val="28"/>
              </w:rPr>
              <w:t>тельного медици</w:t>
            </w:r>
            <w:r w:rsidRPr="007038F4">
              <w:rPr>
                <w:szCs w:val="28"/>
              </w:rPr>
              <w:t>н</w:t>
            </w:r>
            <w:r w:rsidRPr="007038F4">
              <w:rPr>
                <w:szCs w:val="28"/>
              </w:rPr>
              <w:t>ского страхования за счёт иных источн</w:t>
            </w:r>
            <w:r w:rsidRPr="007038F4">
              <w:rPr>
                <w:szCs w:val="28"/>
              </w:rPr>
              <w:t>и</w:t>
            </w:r>
            <w:r w:rsidRPr="007038F4">
              <w:rPr>
                <w:szCs w:val="28"/>
              </w:rPr>
              <w:t>ков доходов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7038F4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7038F4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7038F4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7038F4">
              <w:rPr>
                <w:szCs w:val="28"/>
              </w:rPr>
              <w:t>73 1 9001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7038F4" w:rsidRDefault="008B1A89" w:rsidP="0003010E">
            <w:pPr>
              <w:widowControl w:val="0"/>
              <w:jc w:val="center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jc w:val="center"/>
              <w:rPr>
                <w:bCs/>
              </w:rPr>
            </w:pPr>
            <w:r>
              <w:rPr>
                <w:bCs/>
              </w:rPr>
              <w:t>155502,3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jc w:val="center"/>
              <w:rPr>
                <w:bCs/>
              </w:rPr>
            </w:pPr>
            <w:r>
              <w:rPr>
                <w:bCs/>
              </w:rPr>
              <w:t>172016,7</w:t>
            </w:r>
          </w:p>
        </w:tc>
      </w:tr>
      <w:tr w:rsidR="008B1A89" w:rsidRPr="00B75E10" w:rsidTr="00CF1827">
        <w:trPr>
          <w:gridAfter w:val="1"/>
          <w:wAfter w:w="414" w:type="dxa"/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CB2849" w:rsidRDefault="008B1A89" w:rsidP="00933B86">
            <w:pPr>
              <w:widowControl w:val="0"/>
              <w:jc w:val="both"/>
            </w:pPr>
            <w:r>
              <w:t>Социальные выплаты гражданам, кроме публичных норм</w:t>
            </w:r>
            <w:r>
              <w:t>а</w:t>
            </w:r>
            <w:r>
              <w:t>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03010E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73 1 9001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464F44" w:rsidRDefault="008B1A89" w:rsidP="00933B86">
            <w:pPr>
              <w:widowControl w:val="0"/>
              <w:jc w:val="center"/>
              <w:rPr>
                <w:szCs w:val="28"/>
              </w:rPr>
            </w:pPr>
            <w:r w:rsidRPr="00464F44">
              <w:rPr>
                <w:szCs w:val="28"/>
              </w:rPr>
              <w:t>32</w:t>
            </w:r>
            <w:r>
              <w:rPr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jc w:val="center"/>
              <w:rPr>
                <w:bCs/>
              </w:rPr>
            </w:pPr>
            <w:r>
              <w:rPr>
                <w:bCs/>
              </w:rPr>
              <w:t>155502,3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Default="008B1A89" w:rsidP="0003010E">
            <w:pPr>
              <w:jc w:val="center"/>
              <w:rPr>
                <w:bCs/>
              </w:rPr>
            </w:pPr>
            <w:r>
              <w:rPr>
                <w:bCs/>
              </w:rPr>
              <w:t>172016,7</w:t>
            </w:r>
          </w:p>
        </w:tc>
      </w:tr>
      <w:tr w:rsidR="008B1A89" w:rsidRPr="00B75E10" w:rsidTr="00CF1827">
        <w:trPr>
          <w:trHeight w:val="238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5C1CED" w:rsidRDefault="008B1A89" w:rsidP="0003010E">
            <w:pPr>
              <w:pStyle w:val="Heading2"/>
              <w:ind w:firstLine="34"/>
              <w:rPr>
                <w:b/>
                <w:sz w:val="28"/>
              </w:rPr>
            </w:pPr>
            <w:r w:rsidRPr="005C1CED">
              <w:rPr>
                <w:b/>
                <w:sz w:val="28"/>
              </w:rPr>
              <w:t xml:space="preserve">Итого расходов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D91EA7" w:rsidRDefault="008B1A89" w:rsidP="0003010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D91EA7" w:rsidRDefault="008B1A89" w:rsidP="0003010E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D91EA7" w:rsidRDefault="008B1A89" w:rsidP="0003010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D91EA7" w:rsidRDefault="008B1A89" w:rsidP="0003010E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B1A89" w:rsidRPr="00D91EA7" w:rsidRDefault="008B1A89" w:rsidP="0003010E">
            <w:pPr>
              <w:jc w:val="center"/>
              <w:rPr>
                <w:b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CF1827" w:rsidRDefault="008B1A89" w:rsidP="0003010E">
            <w:pPr>
              <w:jc w:val="center"/>
              <w:rPr>
                <w:b/>
                <w:spacing w:val="-6"/>
              </w:rPr>
            </w:pPr>
            <w:r w:rsidRPr="00CF1827">
              <w:rPr>
                <w:b/>
                <w:spacing w:val="-6"/>
              </w:rPr>
              <w:t>11621093,8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8B1A89" w:rsidRPr="0076703B" w:rsidRDefault="008B1A89" w:rsidP="00CF1827">
            <w:pPr>
              <w:rPr>
                <w:b/>
              </w:rPr>
            </w:pPr>
            <w:r>
              <w:rPr>
                <w:b/>
              </w:rPr>
              <w:t>12926308,9</w:t>
            </w:r>
            <w:r>
              <w:t>».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A89" w:rsidRPr="00B75E10" w:rsidRDefault="008B1A89" w:rsidP="00CF1827">
            <w:pPr>
              <w:ind w:left="-113"/>
            </w:pPr>
          </w:p>
        </w:tc>
      </w:tr>
    </w:tbl>
    <w:p w:rsidR="008B1A89" w:rsidRDefault="008B1A89" w:rsidP="00F8745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B1A89" w:rsidRDefault="008B1A89" w:rsidP="00F8745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B1A89" w:rsidRDefault="008B1A89" w:rsidP="00F8745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B1A89" w:rsidRDefault="008B1A89" w:rsidP="0003010E">
      <w:pPr>
        <w:autoSpaceDE w:val="0"/>
        <w:autoSpaceDN w:val="0"/>
        <w:adjustRightInd w:val="0"/>
        <w:jc w:val="both"/>
        <w:rPr>
          <w:szCs w:val="28"/>
        </w:rPr>
      </w:pPr>
      <w:r w:rsidRPr="00D91EA7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                         </w:t>
      </w:r>
      <w:r w:rsidRPr="00D91EA7">
        <w:rPr>
          <w:b/>
          <w:szCs w:val="28"/>
        </w:rPr>
        <w:t>С.И.Морозов</w:t>
      </w:r>
    </w:p>
    <w:p w:rsidR="008B1A89" w:rsidRDefault="008B1A89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B1A89" w:rsidRDefault="008B1A89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B1A89" w:rsidRDefault="008B1A89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8B1A89" w:rsidRPr="00342690" w:rsidRDefault="008B1A89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8B1A89" w:rsidRDefault="008B1A89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апреля</w:t>
      </w:r>
      <w:r w:rsidRPr="00342690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15</w:t>
      </w:r>
      <w:r w:rsidRPr="00342690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8B1A89" w:rsidRDefault="008B1A89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36</w:t>
      </w:r>
      <w:r w:rsidRPr="00342690">
        <w:rPr>
          <w:rFonts w:ascii="Times New Roman" w:hAnsi="Times New Roman"/>
          <w:sz w:val="28"/>
          <w:szCs w:val="28"/>
        </w:rPr>
        <w:t>-ЗО</w:t>
      </w:r>
    </w:p>
    <w:sectPr w:rsidR="008B1A89" w:rsidSect="0003010E">
      <w:headerReference w:type="even" r:id="rId7"/>
      <w:headerReference w:type="default" r:id="rId8"/>
      <w:footerReference w:type="even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A89" w:rsidRDefault="008B1A89">
      <w:r>
        <w:separator/>
      </w:r>
    </w:p>
  </w:endnote>
  <w:endnote w:type="continuationSeparator" w:id="0">
    <w:p w:rsidR="008B1A89" w:rsidRDefault="008B1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A89" w:rsidRDefault="008B1A89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1A89" w:rsidRDefault="008B1A89" w:rsidP="00FB1DB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A89" w:rsidRDefault="008B1A89">
      <w:r>
        <w:separator/>
      </w:r>
    </w:p>
  </w:footnote>
  <w:footnote w:type="continuationSeparator" w:id="0">
    <w:p w:rsidR="008B1A89" w:rsidRDefault="008B1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A89" w:rsidRDefault="008B1A89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1A89" w:rsidRDefault="008B1A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A89" w:rsidRDefault="008B1A89" w:rsidP="00EF1135">
    <w:pPr>
      <w:pStyle w:val="Header"/>
      <w:jc w:val="center"/>
    </w:pPr>
    <w:fldSimple w:instr=" PAGE   \* MERGEFORMAT ">
      <w:r>
        <w:rPr>
          <w:noProof/>
        </w:rPr>
        <w:t>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3407B19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01A52"/>
    <w:rsid w:val="000132B1"/>
    <w:rsid w:val="000178B1"/>
    <w:rsid w:val="00020713"/>
    <w:rsid w:val="00026A0A"/>
    <w:rsid w:val="0003010E"/>
    <w:rsid w:val="000321BD"/>
    <w:rsid w:val="000379B8"/>
    <w:rsid w:val="00037EF8"/>
    <w:rsid w:val="00040771"/>
    <w:rsid w:val="00042988"/>
    <w:rsid w:val="000444ED"/>
    <w:rsid w:val="00045FC6"/>
    <w:rsid w:val="0005129D"/>
    <w:rsid w:val="0005539F"/>
    <w:rsid w:val="0005624E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81403"/>
    <w:rsid w:val="000832F8"/>
    <w:rsid w:val="00083EEE"/>
    <w:rsid w:val="00086B85"/>
    <w:rsid w:val="00090D1D"/>
    <w:rsid w:val="00093770"/>
    <w:rsid w:val="00094A5A"/>
    <w:rsid w:val="00097A61"/>
    <w:rsid w:val="000A0B19"/>
    <w:rsid w:val="000A5343"/>
    <w:rsid w:val="000C05FE"/>
    <w:rsid w:val="000C345C"/>
    <w:rsid w:val="000C4D9F"/>
    <w:rsid w:val="000C74ED"/>
    <w:rsid w:val="000D3357"/>
    <w:rsid w:val="000D4971"/>
    <w:rsid w:val="000D62FE"/>
    <w:rsid w:val="000E3290"/>
    <w:rsid w:val="000E32D3"/>
    <w:rsid w:val="000E7EB6"/>
    <w:rsid w:val="000F502C"/>
    <w:rsid w:val="000F64EA"/>
    <w:rsid w:val="00103A85"/>
    <w:rsid w:val="00104891"/>
    <w:rsid w:val="00107EFE"/>
    <w:rsid w:val="001113A9"/>
    <w:rsid w:val="001135DB"/>
    <w:rsid w:val="00117500"/>
    <w:rsid w:val="001200E6"/>
    <w:rsid w:val="00120484"/>
    <w:rsid w:val="00122FA7"/>
    <w:rsid w:val="001232A4"/>
    <w:rsid w:val="001245F1"/>
    <w:rsid w:val="00126558"/>
    <w:rsid w:val="00126609"/>
    <w:rsid w:val="00131718"/>
    <w:rsid w:val="00134D23"/>
    <w:rsid w:val="0014050E"/>
    <w:rsid w:val="00140551"/>
    <w:rsid w:val="00144105"/>
    <w:rsid w:val="00144469"/>
    <w:rsid w:val="00150CD2"/>
    <w:rsid w:val="00157DC2"/>
    <w:rsid w:val="00160514"/>
    <w:rsid w:val="0016143A"/>
    <w:rsid w:val="00161F8A"/>
    <w:rsid w:val="0016254F"/>
    <w:rsid w:val="00165148"/>
    <w:rsid w:val="00165EC8"/>
    <w:rsid w:val="00166227"/>
    <w:rsid w:val="00166654"/>
    <w:rsid w:val="00167827"/>
    <w:rsid w:val="00171FF2"/>
    <w:rsid w:val="001806E7"/>
    <w:rsid w:val="0018077F"/>
    <w:rsid w:val="00185211"/>
    <w:rsid w:val="001923D5"/>
    <w:rsid w:val="0019311E"/>
    <w:rsid w:val="001934D3"/>
    <w:rsid w:val="001969D8"/>
    <w:rsid w:val="001969DD"/>
    <w:rsid w:val="001A0ACB"/>
    <w:rsid w:val="001A214B"/>
    <w:rsid w:val="001B053B"/>
    <w:rsid w:val="001B21E7"/>
    <w:rsid w:val="001B7A0B"/>
    <w:rsid w:val="001C1AA9"/>
    <w:rsid w:val="001C4DA6"/>
    <w:rsid w:val="001C508F"/>
    <w:rsid w:val="001D03A0"/>
    <w:rsid w:val="001D1B3E"/>
    <w:rsid w:val="001D2A8D"/>
    <w:rsid w:val="001D446E"/>
    <w:rsid w:val="001D6A86"/>
    <w:rsid w:val="001E0D35"/>
    <w:rsid w:val="001E1161"/>
    <w:rsid w:val="001E4826"/>
    <w:rsid w:val="001E4B39"/>
    <w:rsid w:val="001F1508"/>
    <w:rsid w:val="001F15C5"/>
    <w:rsid w:val="001F59CF"/>
    <w:rsid w:val="001F5BDD"/>
    <w:rsid w:val="001F6BC3"/>
    <w:rsid w:val="001F6D03"/>
    <w:rsid w:val="002042EB"/>
    <w:rsid w:val="002054D4"/>
    <w:rsid w:val="00206216"/>
    <w:rsid w:val="0021214A"/>
    <w:rsid w:val="00212436"/>
    <w:rsid w:val="0021305B"/>
    <w:rsid w:val="00214AA3"/>
    <w:rsid w:val="00217BBC"/>
    <w:rsid w:val="00220746"/>
    <w:rsid w:val="002278FB"/>
    <w:rsid w:val="002353DC"/>
    <w:rsid w:val="002410A4"/>
    <w:rsid w:val="00242428"/>
    <w:rsid w:val="00245BAF"/>
    <w:rsid w:val="002463E3"/>
    <w:rsid w:val="0025477B"/>
    <w:rsid w:val="0026210F"/>
    <w:rsid w:val="00262709"/>
    <w:rsid w:val="002628EE"/>
    <w:rsid w:val="0026528B"/>
    <w:rsid w:val="00270E0A"/>
    <w:rsid w:val="00274ED4"/>
    <w:rsid w:val="002768DE"/>
    <w:rsid w:val="002818C2"/>
    <w:rsid w:val="00281A32"/>
    <w:rsid w:val="00282E4D"/>
    <w:rsid w:val="00283D3D"/>
    <w:rsid w:val="002847B9"/>
    <w:rsid w:val="002851B9"/>
    <w:rsid w:val="00290663"/>
    <w:rsid w:val="00294039"/>
    <w:rsid w:val="002973A1"/>
    <w:rsid w:val="002B2661"/>
    <w:rsid w:val="002B2D8A"/>
    <w:rsid w:val="002B635D"/>
    <w:rsid w:val="002C08A7"/>
    <w:rsid w:val="002C4304"/>
    <w:rsid w:val="002C4635"/>
    <w:rsid w:val="002C7643"/>
    <w:rsid w:val="002D0F3D"/>
    <w:rsid w:val="002D35BE"/>
    <w:rsid w:val="002D6A7C"/>
    <w:rsid w:val="002E0F05"/>
    <w:rsid w:val="002E3124"/>
    <w:rsid w:val="002E4D0F"/>
    <w:rsid w:val="002F0140"/>
    <w:rsid w:val="002F1EB0"/>
    <w:rsid w:val="002F35C5"/>
    <w:rsid w:val="002F3FDE"/>
    <w:rsid w:val="002F5AFB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90D"/>
    <w:rsid w:val="003419F8"/>
    <w:rsid w:val="00342690"/>
    <w:rsid w:val="00342CBE"/>
    <w:rsid w:val="003463B1"/>
    <w:rsid w:val="00346B37"/>
    <w:rsid w:val="00347074"/>
    <w:rsid w:val="0034792F"/>
    <w:rsid w:val="00356248"/>
    <w:rsid w:val="003625A2"/>
    <w:rsid w:val="0036266F"/>
    <w:rsid w:val="0036504E"/>
    <w:rsid w:val="00365E71"/>
    <w:rsid w:val="003755B8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A414A"/>
    <w:rsid w:val="003B185F"/>
    <w:rsid w:val="003B5E5B"/>
    <w:rsid w:val="003C0B61"/>
    <w:rsid w:val="003C34D6"/>
    <w:rsid w:val="003C62A2"/>
    <w:rsid w:val="003D1416"/>
    <w:rsid w:val="003D1E32"/>
    <w:rsid w:val="003D24AA"/>
    <w:rsid w:val="003E22D2"/>
    <w:rsid w:val="003E367D"/>
    <w:rsid w:val="003E6DB5"/>
    <w:rsid w:val="00402017"/>
    <w:rsid w:val="00402702"/>
    <w:rsid w:val="004169D4"/>
    <w:rsid w:val="00416EC5"/>
    <w:rsid w:val="004249CB"/>
    <w:rsid w:val="00425375"/>
    <w:rsid w:val="004261FD"/>
    <w:rsid w:val="00426B96"/>
    <w:rsid w:val="00427D42"/>
    <w:rsid w:val="004323E4"/>
    <w:rsid w:val="004407BC"/>
    <w:rsid w:val="00445FE8"/>
    <w:rsid w:val="004460E5"/>
    <w:rsid w:val="0044797B"/>
    <w:rsid w:val="00452900"/>
    <w:rsid w:val="00453A34"/>
    <w:rsid w:val="00453EA2"/>
    <w:rsid w:val="00454053"/>
    <w:rsid w:val="00454620"/>
    <w:rsid w:val="00455099"/>
    <w:rsid w:val="00464F44"/>
    <w:rsid w:val="00466693"/>
    <w:rsid w:val="00472104"/>
    <w:rsid w:val="00477990"/>
    <w:rsid w:val="00482377"/>
    <w:rsid w:val="00483139"/>
    <w:rsid w:val="0048319F"/>
    <w:rsid w:val="00483F65"/>
    <w:rsid w:val="00486533"/>
    <w:rsid w:val="00487B9D"/>
    <w:rsid w:val="004932AB"/>
    <w:rsid w:val="00494957"/>
    <w:rsid w:val="004A37C5"/>
    <w:rsid w:val="004A38CC"/>
    <w:rsid w:val="004A7DF5"/>
    <w:rsid w:val="004B12F3"/>
    <w:rsid w:val="004B1DDD"/>
    <w:rsid w:val="004B2013"/>
    <w:rsid w:val="004B3D9C"/>
    <w:rsid w:val="004B467D"/>
    <w:rsid w:val="004D07F1"/>
    <w:rsid w:val="004D0838"/>
    <w:rsid w:val="004D1B45"/>
    <w:rsid w:val="004D2EF6"/>
    <w:rsid w:val="004D3C0C"/>
    <w:rsid w:val="004D403D"/>
    <w:rsid w:val="004E003F"/>
    <w:rsid w:val="004E0E7E"/>
    <w:rsid w:val="004F6FEE"/>
    <w:rsid w:val="00507FC6"/>
    <w:rsid w:val="00516164"/>
    <w:rsid w:val="005163D2"/>
    <w:rsid w:val="0052469E"/>
    <w:rsid w:val="0053391F"/>
    <w:rsid w:val="00540105"/>
    <w:rsid w:val="005426DC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83FB8"/>
    <w:rsid w:val="00586F95"/>
    <w:rsid w:val="00590560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1CED"/>
    <w:rsid w:val="005C665A"/>
    <w:rsid w:val="005D1956"/>
    <w:rsid w:val="005D3855"/>
    <w:rsid w:val="005D608E"/>
    <w:rsid w:val="005D7CB5"/>
    <w:rsid w:val="005E11BA"/>
    <w:rsid w:val="005E4101"/>
    <w:rsid w:val="005E596E"/>
    <w:rsid w:val="005F15C5"/>
    <w:rsid w:val="005F3727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3139F"/>
    <w:rsid w:val="00637CC3"/>
    <w:rsid w:val="00644C4A"/>
    <w:rsid w:val="00645C75"/>
    <w:rsid w:val="006552E5"/>
    <w:rsid w:val="0066395C"/>
    <w:rsid w:val="0066536A"/>
    <w:rsid w:val="0067111E"/>
    <w:rsid w:val="00675DAE"/>
    <w:rsid w:val="00677B00"/>
    <w:rsid w:val="00682024"/>
    <w:rsid w:val="00683F4A"/>
    <w:rsid w:val="006861F2"/>
    <w:rsid w:val="0069015C"/>
    <w:rsid w:val="00690282"/>
    <w:rsid w:val="0069306F"/>
    <w:rsid w:val="00695CB5"/>
    <w:rsid w:val="00696771"/>
    <w:rsid w:val="00697D20"/>
    <w:rsid w:val="006A1857"/>
    <w:rsid w:val="006A215F"/>
    <w:rsid w:val="006B1E20"/>
    <w:rsid w:val="006B1F45"/>
    <w:rsid w:val="006B4FB8"/>
    <w:rsid w:val="006C7BB4"/>
    <w:rsid w:val="006D202D"/>
    <w:rsid w:val="006D4147"/>
    <w:rsid w:val="006D5BBC"/>
    <w:rsid w:val="006D6B1D"/>
    <w:rsid w:val="006D7722"/>
    <w:rsid w:val="006E28E3"/>
    <w:rsid w:val="006E5BAA"/>
    <w:rsid w:val="006E647F"/>
    <w:rsid w:val="006F49A5"/>
    <w:rsid w:val="00700957"/>
    <w:rsid w:val="007020B7"/>
    <w:rsid w:val="0070349F"/>
    <w:rsid w:val="007038F4"/>
    <w:rsid w:val="00710FE7"/>
    <w:rsid w:val="00713862"/>
    <w:rsid w:val="00714FB8"/>
    <w:rsid w:val="00721F7B"/>
    <w:rsid w:val="00723C2C"/>
    <w:rsid w:val="007247A1"/>
    <w:rsid w:val="0072631E"/>
    <w:rsid w:val="007270F3"/>
    <w:rsid w:val="0072728D"/>
    <w:rsid w:val="00736FD4"/>
    <w:rsid w:val="007371D5"/>
    <w:rsid w:val="00737669"/>
    <w:rsid w:val="00743EFA"/>
    <w:rsid w:val="007557EB"/>
    <w:rsid w:val="0075686E"/>
    <w:rsid w:val="0076015C"/>
    <w:rsid w:val="00763A54"/>
    <w:rsid w:val="00765A06"/>
    <w:rsid w:val="00766382"/>
    <w:rsid w:val="0076703B"/>
    <w:rsid w:val="007703D1"/>
    <w:rsid w:val="007705D1"/>
    <w:rsid w:val="00772F73"/>
    <w:rsid w:val="00777C25"/>
    <w:rsid w:val="007806BC"/>
    <w:rsid w:val="00782AAC"/>
    <w:rsid w:val="00782DCE"/>
    <w:rsid w:val="007850F0"/>
    <w:rsid w:val="007863CD"/>
    <w:rsid w:val="00795042"/>
    <w:rsid w:val="007A0E88"/>
    <w:rsid w:val="007A24BB"/>
    <w:rsid w:val="007A6206"/>
    <w:rsid w:val="007B2635"/>
    <w:rsid w:val="007B292E"/>
    <w:rsid w:val="007B597D"/>
    <w:rsid w:val="007B5ED9"/>
    <w:rsid w:val="007B6460"/>
    <w:rsid w:val="007C2A4A"/>
    <w:rsid w:val="007C2A5D"/>
    <w:rsid w:val="007C51BA"/>
    <w:rsid w:val="007D4834"/>
    <w:rsid w:val="007D66D3"/>
    <w:rsid w:val="007D7764"/>
    <w:rsid w:val="007E03DD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6CD9"/>
    <w:rsid w:val="00826F9B"/>
    <w:rsid w:val="0084277D"/>
    <w:rsid w:val="00842A88"/>
    <w:rsid w:val="00844AFC"/>
    <w:rsid w:val="00856463"/>
    <w:rsid w:val="00861E2E"/>
    <w:rsid w:val="00865BDF"/>
    <w:rsid w:val="0086632A"/>
    <w:rsid w:val="0086637D"/>
    <w:rsid w:val="00867EDB"/>
    <w:rsid w:val="00876607"/>
    <w:rsid w:val="00885039"/>
    <w:rsid w:val="008867A8"/>
    <w:rsid w:val="008956B2"/>
    <w:rsid w:val="008A664B"/>
    <w:rsid w:val="008B1A89"/>
    <w:rsid w:val="008B4CA8"/>
    <w:rsid w:val="008C06B3"/>
    <w:rsid w:val="008C20F7"/>
    <w:rsid w:val="008C311A"/>
    <w:rsid w:val="008C6A3D"/>
    <w:rsid w:val="008D760D"/>
    <w:rsid w:val="008E0475"/>
    <w:rsid w:val="008E0FCC"/>
    <w:rsid w:val="008E4157"/>
    <w:rsid w:val="008E688A"/>
    <w:rsid w:val="008F4D8E"/>
    <w:rsid w:val="009013A2"/>
    <w:rsid w:val="00902D4A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6176"/>
    <w:rsid w:val="00933B86"/>
    <w:rsid w:val="00952189"/>
    <w:rsid w:val="00953073"/>
    <w:rsid w:val="00960AB1"/>
    <w:rsid w:val="00963FEE"/>
    <w:rsid w:val="009664E9"/>
    <w:rsid w:val="0096658F"/>
    <w:rsid w:val="00967E0C"/>
    <w:rsid w:val="00970924"/>
    <w:rsid w:val="00971A0B"/>
    <w:rsid w:val="009768B6"/>
    <w:rsid w:val="009768F3"/>
    <w:rsid w:val="009773D9"/>
    <w:rsid w:val="0097757E"/>
    <w:rsid w:val="00977C01"/>
    <w:rsid w:val="009831DE"/>
    <w:rsid w:val="00986AF1"/>
    <w:rsid w:val="00987BAE"/>
    <w:rsid w:val="00992142"/>
    <w:rsid w:val="00994853"/>
    <w:rsid w:val="0099665B"/>
    <w:rsid w:val="009A2257"/>
    <w:rsid w:val="009B3676"/>
    <w:rsid w:val="009C0633"/>
    <w:rsid w:val="009C0F27"/>
    <w:rsid w:val="009C182C"/>
    <w:rsid w:val="009C2948"/>
    <w:rsid w:val="009C4BE8"/>
    <w:rsid w:val="009C5B8A"/>
    <w:rsid w:val="009D0647"/>
    <w:rsid w:val="009D39FB"/>
    <w:rsid w:val="009E263C"/>
    <w:rsid w:val="009E71D4"/>
    <w:rsid w:val="009F0237"/>
    <w:rsid w:val="009F13A2"/>
    <w:rsid w:val="009F14E5"/>
    <w:rsid w:val="009F5E6E"/>
    <w:rsid w:val="009F69EE"/>
    <w:rsid w:val="009F6F8C"/>
    <w:rsid w:val="00A003E6"/>
    <w:rsid w:val="00A070DE"/>
    <w:rsid w:val="00A1257E"/>
    <w:rsid w:val="00A14535"/>
    <w:rsid w:val="00A204CF"/>
    <w:rsid w:val="00A20A05"/>
    <w:rsid w:val="00A227CA"/>
    <w:rsid w:val="00A22E78"/>
    <w:rsid w:val="00A25CB1"/>
    <w:rsid w:val="00A26793"/>
    <w:rsid w:val="00A316DB"/>
    <w:rsid w:val="00A42B3B"/>
    <w:rsid w:val="00A47259"/>
    <w:rsid w:val="00A504AB"/>
    <w:rsid w:val="00A52166"/>
    <w:rsid w:val="00A70F53"/>
    <w:rsid w:val="00A73130"/>
    <w:rsid w:val="00A80094"/>
    <w:rsid w:val="00A81D21"/>
    <w:rsid w:val="00A8494D"/>
    <w:rsid w:val="00A92062"/>
    <w:rsid w:val="00A92DEB"/>
    <w:rsid w:val="00A93818"/>
    <w:rsid w:val="00A9780B"/>
    <w:rsid w:val="00AA0125"/>
    <w:rsid w:val="00AA2A5C"/>
    <w:rsid w:val="00AA6A5F"/>
    <w:rsid w:val="00AB3CE3"/>
    <w:rsid w:val="00AB3E03"/>
    <w:rsid w:val="00AB4A6F"/>
    <w:rsid w:val="00AB5F1B"/>
    <w:rsid w:val="00AC0747"/>
    <w:rsid w:val="00AC0E84"/>
    <w:rsid w:val="00AC1079"/>
    <w:rsid w:val="00AC4893"/>
    <w:rsid w:val="00AC54A9"/>
    <w:rsid w:val="00AD6461"/>
    <w:rsid w:val="00AD75CC"/>
    <w:rsid w:val="00AE149A"/>
    <w:rsid w:val="00AF0597"/>
    <w:rsid w:val="00AF0E99"/>
    <w:rsid w:val="00AF24E1"/>
    <w:rsid w:val="00AF29E8"/>
    <w:rsid w:val="00AF35A1"/>
    <w:rsid w:val="00B01BC0"/>
    <w:rsid w:val="00B0398E"/>
    <w:rsid w:val="00B1328F"/>
    <w:rsid w:val="00B23BFA"/>
    <w:rsid w:val="00B30C19"/>
    <w:rsid w:val="00B415F4"/>
    <w:rsid w:val="00B45CA8"/>
    <w:rsid w:val="00B51FDE"/>
    <w:rsid w:val="00B56820"/>
    <w:rsid w:val="00B60CBA"/>
    <w:rsid w:val="00B62063"/>
    <w:rsid w:val="00B6436F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B29FF"/>
    <w:rsid w:val="00BB2E4D"/>
    <w:rsid w:val="00BC1EC8"/>
    <w:rsid w:val="00BC38C5"/>
    <w:rsid w:val="00BD1083"/>
    <w:rsid w:val="00BD5A2E"/>
    <w:rsid w:val="00BF06E1"/>
    <w:rsid w:val="00BF557B"/>
    <w:rsid w:val="00BF5A99"/>
    <w:rsid w:val="00C034B1"/>
    <w:rsid w:val="00C13D7F"/>
    <w:rsid w:val="00C17C0F"/>
    <w:rsid w:val="00C2167A"/>
    <w:rsid w:val="00C26576"/>
    <w:rsid w:val="00C3118F"/>
    <w:rsid w:val="00C3197C"/>
    <w:rsid w:val="00C354CF"/>
    <w:rsid w:val="00C379AE"/>
    <w:rsid w:val="00C40AB3"/>
    <w:rsid w:val="00C431FC"/>
    <w:rsid w:val="00C43BCD"/>
    <w:rsid w:val="00C449E7"/>
    <w:rsid w:val="00C46EC1"/>
    <w:rsid w:val="00C47355"/>
    <w:rsid w:val="00C47DB8"/>
    <w:rsid w:val="00C47DF1"/>
    <w:rsid w:val="00C6198F"/>
    <w:rsid w:val="00C64542"/>
    <w:rsid w:val="00C73DB1"/>
    <w:rsid w:val="00C80ED6"/>
    <w:rsid w:val="00C8198F"/>
    <w:rsid w:val="00C83C42"/>
    <w:rsid w:val="00C9543B"/>
    <w:rsid w:val="00CA4AC1"/>
    <w:rsid w:val="00CA61FD"/>
    <w:rsid w:val="00CB2849"/>
    <w:rsid w:val="00CB2EBC"/>
    <w:rsid w:val="00CC6B84"/>
    <w:rsid w:val="00CD5E3E"/>
    <w:rsid w:val="00CE2EA4"/>
    <w:rsid w:val="00CF1827"/>
    <w:rsid w:val="00CF3CDA"/>
    <w:rsid w:val="00CF435F"/>
    <w:rsid w:val="00D00D67"/>
    <w:rsid w:val="00D03B0F"/>
    <w:rsid w:val="00D10FD3"/>
    <w:rsid w:val="00D17379"/>
    <w:rsid w:val="00D24648"/>
    <w:rsid w:val="00D24977"/>
    <w:rsid w:val="00D3414D"/>
    <w:rsid w:val="00D4234D"/>
    <w:rsid w:val="00D42D8C"/>
    <w:rsid w:val="00D45CC9"/>
    <w:rsid w:val="00D52C14"/>
    <w:rsid w:val="00D53691"/>
    <w:rsid w:val="00D60D5D"/>
    <w:rsid w:val="00D620A8"/>
    <w:rsid w:val="00D643D4"/>
    <w:rsid w:val="00D6742A"/>
    <w:rsid w:val="00D67E3D"/>
    <w:rsid w:val="00D703DE"/>
    <w:rsid w:val="00D739E2"/>
    <w:rsid w:val="00D73E87"/>
    <w:rsid w:val="00D74275"/>
    <w:rsid w:val="00D7529C"/>
    <w:rsid w:val="00D802BE"/>
    <w:rsid w:val="00D844D5"/>
    <w:rsid w:val="00D858CF"/>
    <w:rsid w:val="00D91EA7"/>
    <w:rsid w:val="00D92E1F"/>
    <w:rsid w:val="00D939AC"/>
    <w:rsid w:val="00D93F78"/>
    <w:rsid w:val="00D955F9"/>
    <w:rsid w:val="00D96F84"/>
    <w:rsid w:val="00DA1CA2"/>
    <w:rsid w:val="00DA6CEE"/>
    <w:rsid w:val="00DB1C29"/>
    <w:rsid w:val="00DB2FAE"/>
    <w:rsid w:val="00DB37C3"/>
    <w:rsid w:val="00DC29BE"/>
    <w:rsid w:val="00DC4998"/>
    <w:rsid w:val="00DD1264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3F0D"/>
    <w:rsid w:val="00DF5F7F"/>
    <w:rsid w:val="00DF7FAB"/>
    <w:rsid w:val="00E005AE"/>
    <w:rsid w:val="00E06215"/>
    <w:rsid w:val="00E103F0"/>
    <w:rsid w:val="00E13952"/>
    <w:rsid w:val="00E17D4B"/>
    <w:rsid w:val="00E201E6"/>
    <w:rsid w:val="00E20855"/>
    <w:rsid w:val="00E212E7"/>
    <w:rsid w:val="00E22F0B"/>
    <w:rsid w:val="00E2600E"/>
    <w:rsid w:val="00E35806"/>
    <w:rsid w:val="00E36B97"/>
    <w:rsid w:val="00E43568"/>
    <w:rsid w:val="00E56E8F"/>
    <w:rsid w:val="00E57A53"/>
    <w:rsid w:val="00E61593"/>
    <w:rsid w:val="00E6564C"/>
    <w:rsid w:val="00E66FFD"/>
    <w:rsid w:val="00E6702C"/>
    <w:rsid w:val="00E74349"/>
    <w:rsid w:val="00E772BE"/>
    <w:rsid w:val="00E7785E"/>
    <w:rsid w:val="00E82730"/>
    <w:rsid w:val="00E96E38"/>
    <w:rsid w:val="00EA0041"/>
    <w:rsid w:val="00EA23FB"/>
    <w:rsid w:val="00EA7D18"/>
    <w:rsid w:val="00EB20E5"/>
    <w:rsid w:val="00EB26B7"/>
    <w:rsid w:val="00EB4702"/>
    <w:rsid w:val="00EB642D"/>
    <w:rsid w:val="00EC02FA"/>
    <w:rsid w:val="00EC0B5C"/>
    <w:rsid w:val="00EC0E9A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2C1F"/>
    <w:rsid w:val="00F02C67"/>
    <w:rsid w:val="00F048C9"/>
    <w:rsid w:val="00F04BE3"/>
    <w:rsid w:val="00F07B24"/>
    <w:rsid w:val="00F11F1A"/>
    <w:rsid w:val="00F11FB3"/>
    <w:rsid w:val="00F13D7A"/>
    <w:rsid w:val="00F16EC3"/>
    <w:rsid w:val="00F16F25"/>
    <w:rsid w:val="00F20D7F"/>
    <w:rsid w:val="00F21A7E"/>
    <w:rsid w:val="00F23FB4"/>
    <w:rsid w:val="00F24439"/>
    <w:rsid w:val="00F2470D"/>
    <w:rsid w:val="00F253E6"/>
    <w:rsid w:val="00F26F41"/>
    <w:rsid w:val="00F33F25"/>
    <w:rsid w:val="00F4020E"/>
    <w:rsid w:val="00F431D9"/>
    <w:rsid w:val="00F52195"/>
    <w:rsid w:val="00F52321"/>
    <w:rsid w:val="00F52579"/>
    <w:rsid w:val="00F530C4"/>
    <w:rsid w:val="00F55ADD"/>
    <w:rsid w:val="00F564A0"/>
    <w:rsid w:val="00F6288D"/>
    <w:rsid w:val="00F62E21"/>
    <w:rsid w:val="00F63B2D"/>
    <w:rsid w:val="00F67030"/>
    <w:rsid w:val="00F721F8"/>
    <w:rsid w:val="00F75021"/>
    <w:rsid w:val="00F75C0B"/>
    <w:rsid w:val="00F76D8E"/>
    <w:rsid w:val="00F80FAE"/>
    <w:rsid w:val="00F83759"/>
    <w:rsid w:val="00F851B8"/>
    <w:rsid w:val="00F8608C"/>
    <w:rsid w:val="00F8745C"/>
    <w:rsid w:val="00F9341E"/>
    <w:rsid w:val="00F943D5"/>
    <w:rsid w:val="00F94F2D"/>
    <w:rsid w:val="00F95A1F"/>
    <w:rsid w:val="00FA1B49"/>
    <w:rsid w:val="00FA1D40"/>
    <w:rsid w:val="00FA49B2"/>
    <w:rsid w:val="00FA62CE"/>
    <w:rsid w:val="00FA7E6F"/>
    <w:rsid w:val="00FB1612"/>
    <w:rsid w:val="00FB1DBD"/>
    <w:rsid w:val="00FB47CC"/>
    <w:rsid w:val="00FB68DC"/>
    <w:rsid w:val="00FC1338"/>
    <w:rsid w:val="00FC301D"/>
    <w:rsid w:val="00FD5EE7"/>
    <w:rsid w:val="00FD6EA6"/>
    <w:rsid w:val="00FE280A"/>
    <w:rsid w:val="00FE4446"/>
    <w:rsid w:val="00FE4AAD"/>
    <w:rsid w:val="00FF1902"/>
    <w:rsid w:val="00FF1DD2"/>
    <w:rsid w:val="00FF216E"/>
    <w:rsid w:val="00FF4308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E1F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8</Pages>
  <Words>1388</Words>
  <Characters>7916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user</cp:lastModifiedBy>
  <cp:revision>8</cp:revision>
  <cp:lastPrinted>2015-04-23T09:38:00Z</cp:lastPrinted>
  <dcterms:created xsi:type="dcterms:W3CDTF">2015-04-17T11:43:00Z</dcterms:created>
  <dcterms:modified xsi:type="dcterms:W3CDTF">2015-04-30T10:56:00Z</dcterms:modified>
</cp:coreProperties>
</file>