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69C" w:rsidRPr="00FF3E14" w:rsidRDefault="00E1069C" w:rsidP="006B1F8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F3E14">
        <w:rPr>
          <w:b/>
          <w:sz w:val="28"/>
          <w:szCs w:val="28"/>
        </w:rPr>
        <w:t>Закон Ульяновской области</w:t>
      </w:r>
    </w:p>
    <w:p w:rsidR="00E1069C" w:rsidRPr="00FF3E14" w:rsidRDefault="00E1069C" w:rsidP="006B1F8B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1069C" w:rsidRDefault="00E1069C" w:rsidP="006B1F8B">
      <w:pPr>
        <w:widowControl w:val="0"/>
        <w:autoSpaceDE w:val="0"/>
        <w:autoSpaceDN w:val="0"/>
        <w:adjustRightInd w:val="0"/>
        <w:jc w:val="center"/>
      </w:pPr>
    </w:p>
    <w:p w:rsidR="00E1069C" w:rsidRDefault="00E1069C" w:rsidP="006B1F8B">
      <w:pPr>
        <w:widowControl w:val="0"/>
        <w:autoSpaceDE w:val="0"/>
        <w:autoSpaceDN w:val="0"/>
        <w:adjustRightInd w:val="0"/>
        <w:jc w:val="center"/>
      </w:pPr>
    </w:p>
    <w:p w:rsidR="00E1069C" w:rsidRDefault="00E1069C" w:rsidP="006B1F8B">
      <w:pPr>
        <w:widowControl w:val="0"/>
        <w:autoSpaceDE w:val="0"/>
        <w:autoSpaceDN w:val="0"/>
        <w:adjustRightInd w:val="0"/>
        <w:jc w:val="center"/>
      </w:pPr>
    </w:p>
    <w:p w:rsidR="00E1069C" w:rsidRDefault="00E1069C" w:rsidP="006B1F8B">
      <w:pPr>
        <w:widowControl w:val="0"/>
        <w:autoSpaceDE w:val="0"/>
        <w:autoSpaceDN w:val="0"/>
        <w:adjustRightInd w:val="0"/>
        <w:jc w:val="center"/>
      </w:pPr>
    </w:p>
    <w:p w:rsidR="00E1069C" w:rsidRDefault="00E1069C" w:rsidP="006B1F8B">
      <w:pPr>
        <w:autoSpaceDE w:val="0"/>
        <w:autoSpaceDN w:val="0"/>
        <w:adjustRightInd w:val="0"/>
        <w:ind w:firstLine="709"/>
        <w:jc w:val="center"/>
        <w:rPr>
          <w:b/>
          <w:sz w:val="28"/>
        </w:rPr>
      </w:pPr>
      <w:r w:rsidRPr="00D80395">
        <w:rPr>
          <w:b/>
          <w:sz w:val="28"/>
        </w:rPr>
        <w:t>О внесении изменений в Закон Ульяновской области                                               «О регулировании земельных отношений в Ульяновской области»</w:t>
      </w:r>
      <w:r>
        <w:rPr>
          <w:b/>
          <w:sz w:val="28"/>
        </w:rPr>
        <w:t xml:space="preserve"> </w:t>
      </w:r>
    </w:p>
    <w:p w:rsidR="00E1069C" w:rsidRPr="00D80395" w:rsidRDefault="00E1069C" w:rsidP="006B1F8B">
      <w:pPr>
        <w:autoSpaceDE w:val="0"/>
        <w:autoSpaceDN w:val="0"/>
        <w:adjustRightInd w:val="0"/>
        <w:ind w:firstLine="709"/>
        <w:jc w:val="center"/>
        <w:rPr>
          <w:b/>
          <w:sz w:val="28"/>
        </w:rPr>
      </w:pPr>
      <w:r>
        <w:rPr>
          <w:b/>
          <w:sz w:val="28"/>
        </w:rPr>
        <w:t>и признании утратившими силу отдельных положений законодательного акта Ульяновской области</w:t>
      </w:r>
    </w:p>
    <w:p w:rsidR="00E1069C" w:rsidRDefault="00E1069C" w:rsidP="006B1F8B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1069C" w:rsidRDefault="00E1069C" w:rsidP="006B1F8B">
      <w:pPr>
        <w:pStyle w:val="ConsNormal"/>
        <w:ind w:right="0" w:firstLine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E1069C" w:rsidRPr="00E01A2F" w:rsidRDefault="00E1069C" w:rsidP="006B1F8B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</w:rPr>
      </w:pPr>
    </w:p>
    <w:p w:rsidR="00E1069C" w:rsidRDefault="00E1069C" w:rsidP="00FF3E14">
      <w:pPr>
        <w:autoSpaceDE w:val="0"/>
        <w:autoSpaceDN w:val="0"/>
        <w:adjustRightInd w:val="0"/>
        <w:jc w:val="both"/>
        <w:rPr>
          <w:b/>
          <w:sz w:val="28"/>
        </w:rPr>
      </w:pPr>
      <w:r>
        <w:rPr>
          <w:b/>
          <w:sz w:val="28"/>
        </w:rPr>
        <w:t xml:space="preserve">         </w:t>
      </w:r>
      <w:r w:rsidRPr="00024A4D">
        <w:rPr>
          <w:b/>
          <w:sz w:val="28"/>
        </w:rPr>
        <w:t xml:space="preserve">Статья 1 </w:t>
      </w:r>
    </w:p>
    <w:p w:rsidR="00E1069C" w:rsidRDefault="00E1069C" w:rsidP="008A2AB1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E1069C" w:rsidRPr="00024A4D" w:rsidRDefault="00E1069C" w:rsidP="008A2AB1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E1069C" w:rsidRDefault="00E1069C" w:rsidP="008A2A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Внести в Закон Ульяновской области от 17 ноября 2003 года № 059-ЗО </w:t>
      </w:r>
      <w:r>
        <w:rPr>
          <w:sz w:val="28"/>
        </w:rPr>
        <w:br/>
        <w:t>«О регулировании земельных отношений в Ульяновской области» («</w:t>
      </w:r>
      <w:r>
        <w:rPr>
          <w:sz w:val="28"/>
          <w:szCs w:val="28"/>
        </w:rPr>
        <w:t xml:space="preserve">Народная газета» от 19.11.2003 № 135; «Ульяновская правда» от 08.04.2005 № 36; </w:t>
      </w:r>
      <w:r>
        <w:rPr>
          <w:sz w:val="28"/>
          <w:szCs w:val="28"/>
        </w:rPr>
        <w:br/>
        <w:t xml:space="preserve">от 26.07.2005 № 73; «Народная газета» от 06.12.2005 № 134; «Ульяновская правда» от 07.04.2006 № 24; от 07.06.2006 № 41; от 12.07.2006 № 52; </w:t>
      </w:r>
      <w:r>
        <w:rPr>
          <w:sz w:val="28"/>
          <w:szCs w:val="28"/>
        </w:rPr>
        <w:br/>
        <w:t xml:space="preserve">от 11.10.2006 № 78; от 08.11.2006 № 86; от 08.08.2007 № 66; от 13.11.2007 № 96; от 16.01.2008 № 3; от 07.11.2008 № 91; от 03.04.2009 № 25; от 02.10.2009 № 80; </w:t>
      </w:r>
      <w:r>
        <w:rPr>
          <w:sz w:val="28"/>
          <w:szCs w:val="28"/>
        </w:rPr>
        <w:br/>
        <w:t xml:space="preserve">от 10.03.2010 </w:t>
      </w:r>
      <w:r w:rsidRPr="00651E04">
        <w:rPr>
          <w:sz w:val="28"/>
          <w:szCs w:val="28"/>
        </w:rPr>
        <w:t>№ 17; от 01.09.2010 № 71</w:t>
      </w:r>
      <w:r>
        <w:rPr>
          <w:sz w:val="28"/>
          <w:szCs w:val="28"/>
        </w:rPr>
        <w:t xml:space="preserve">; «Народная газета» от 23.12.2010 № 95; «Ульяновская правда» от 03.06.2011 № 60; от 09.11.2011 № 126; от 02.03.2012 </w:t>
      </w:r>
      <w:r>
        <w:rPr>
          <w:sz w:val="28"/>
          <w:szCs w:val="28"/>
        </w:rPr>
        <w:br/>
        <w:t xml:space="preserve">№ 22; от 10.10.2012 № 111; от 12.12.2012 № 138-139; от 13.03.2013 № 27; </w:t>
      </w:r>
      <w:r>
        <w:rPr>
          <w:sz w:val="28"/>
          <w:szCs w:val="28"/>
        </w:rPr>
        <w:br/>
        <w:t>от 07.06.2013 № 60-61; от 11.07.2013 № 75;</w:t>
      </w:r>
      <w:r w:rsidRPr="00024A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31.12.2013 № 174; от 08.05.2014 </w:t>
      </w:r>
      <w:r>
        <w:rPr>
          <w:sz w:val="28"/>
          <w:szCs w:val="28"/>
        </w:rPr>
        <w:br/>
        <w:t>№ 65; от 08.12.2014 № 180; от 31.12.2014 № 196; от 05.03.2015 № 28)</w:t>
      </w:r>
      <w:r w:rsidRPr="00651E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следующие </w:t>
      </w:r>
      <w:r w:rsidRPr="00651E04">
        <w:rPr>
          <w:sz w:val="28"/>
          <w:szCs w:val="28"/>
        </w:rPr>
        <w:t>изменени</w:t>
      </w:r>
      <w:r>
        <w:rPr>
          <w:sz w:val="28"/>
          <w:szCs w:val="28"/>
        </w:rPr>
        <w:t>я</w:t>
      </w:r>
      <w:r w:rsidRPr="00651E04">
        <w:rPr>
          <w:sz w:val="28"/>
          <w:szCs w:val="28"/>
        </w:rPr>
        <w:t>:</w:t>
      </w:r>
    </w:p>
    <w:p w:rsidR="00E1069C" w:rsidRDefault="00E1069C" w:rsidP="008A2AB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6 статьи 4 признать утратившим силу;</w:t>
      </w:r>
    </w:p>
    <w:p w:rsidR="00E1069C" w:rsidRPr="006B1F8B" w:rsidRDefault="00E1069C" w:rsidP="008A2AB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6B1F8B">
        <w:rPr>
          <w:sz w:val="28"/>
          <w:szCs w:val="28"/>
        </w:rPr>
        <w:t>в статье 5:</w:t>
      </w:r>
    </w:p>
    <w:p w:rsidR="00E1069C" w:rsidRDefault="00E1069C" w:rsidP="008A2A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подпункт «б» пункта 4 признать утратившим силу;</w:t>
      </w:r>
    </w:p>
    <w:p w:rsidR="00E1069C" w:rsidRDefault="00E1069C" w:rsidP="008A2A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дополнить пунктом 16</w:t>
      </w:r>
      <w:r w:rsidRPr="008C7A5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следующего содержания:</w:t>
      </w:r>
    </w:p>
    <w:p w:rsidR="00E1069C" w:rsidRDefault="00E1069C" w:rsidP="008A2A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«16</w:t>
      </w:r>
      <w:r w:rsidRPr="008C7A5D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>) </w:t>
      </w:r>
      <w:bookmarkStart w:id="0" w:name="_GoBack"/>
      <w:bookmarkEnd w:id="0"/>
      <w:r>
        <w:rPr>
          <w:sz w:val="28"/>
          <w:szCs w:val="28"/>
        </w:rPr>
        <w:t xml:space="preserve">принимает решение об </w:t>
      </w:r>
      <w:r w:rsidRPr="00394A4F">
        <w:rPr>
          <w:sz w:val="28"/>
          <w:szCs w:val="28"/>
        </w:rPr>
        <w:t>изъяти</w:t>
      </w:r>
      <w:r>
        <w:rPr>
          <w:sz w:val="28"/>
          <w:szCs w:val="28"/>
        </w:rPr>
        <w:t>и</w:t>
      </w:r>
      <w:r w:rsidRPr="00394A4F">
        <w:rPr>
          <w:sz w:val="28"/>
          <w:szCs w:val="28"/>
        </w:rPr>
        <w:t xml:space="preserve"> земельных участков для государственных</w:t>
      </w:r>
      <w:r>
        <w:rPr>
          <w:sz w:val="28"/>
          <w:szCs w:val="28"/>
        </w:rPr>
        <w:t xml:space="preserve"> нужд Ульяновской области в случаях и порядке, установленных законодательством Российской Федерации, а также совершает иные связанные </w:t>
      </w:r>
      <w:r>
        <w:rPr>
          <w:sz w:val="28"/>
          <w:szCs w:val="28"/>
        </w:rPr>
        <w:br/>
        <w:t>с таким изъятием действия, предусмотренные Земельным кодексом Российской Федерации;»;</w:t>
      </w:r>
    </w:p>
    <w:p w:rsidR="00E1069C" w:rsidRDefault="00E1069C" w:rsidP="008A2AB1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главы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изложить в следующей редакции:</w:t>
      </w:r>
    </w:p>
    <w:p w:rsidR="00E1069C" w:rsidRDefault="00E1069C" w:rsidP="002405C6">
      <w:pPr>
        <w:pStyle w:val="ListParagraph"/>
        <w:tabs>
          <w:tab w:val="left" w:pos="1134"/>
          <w:tab w:val="left" w:pos="2880"/>
        </w:tabs>
        <w:autoSpaceDE w:val="0"/>
        <w:autoSpaceDN w:val="0"/>
        <w:adjustRightInd w:val="0"/>
        <w:ind w:left="1984" w:hanging="1264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«Глава </w:t>
      </w:r>
      <w:r w:rsidRPr="008A2AB1">
        <w:rPr>
          <w:sz w:val="28"/>
          <w:szCs w:val="28"/>
          <w:lang w:val="en-US"/>
        </w:rPr>
        <w:t>II</w:t>
      </w:r>
      <w:r w:rsidRPr="008A2AB1">
        <w:rPr>
          <w:sz w:val="28"/>
          <w:szCs w:val="28"/>
        </w:rPr>
        <w:t>.</w:t>
      </w:r>
      <w:r>
        <w:rPr>
          <w:b/>
          <w:sz w:val="28"/>
          <w:szCs w:val="28"/>
        </w:rPr>
        <w:t> </w:t>
      </w:r>
      <w:r w:rsidRPr="00580290">
        <w:rPr>
          <w:b/>
          <w:sz w:val="28"/>
          <w:szCs w:val="28"/>
          <w:lang w:eastAsia="en-US"/>
        </w:rPr>
        <w:t>Предоставление земельных участков</w:t>
      </w:r>
      <w:r>
        <w:rPr>
          <w:b/>
          <w:sz w:val="28"/>
          <w:szCs w:val="28"/>
          <w:lang w:eastAsia="en-US"/>
        </w:rPr>
        <w:t>. Установление публичного сервитута</w:t>
      </w:r>
      <w:r w:rsidRPr="008A2AB1">
        <w:rPr>
          <w:sz w:val="28"/>
          <w:szCs w:val="28"/>
          <w:lang w:eastAsia="en-US"/>
        </w:rPr>
        <w:t>»;</w:t>
      </w:r>
    </w:p>
    <w:p w:rsidR="00E1069C" w:rsidRPr="002405C6" w:rsidRDefault="00E1069C" w:rsidP="002405C6">
      <w:pPr>
        <w:pStyle w:val="ListParagraph"/>
        <w:tabs>
          <w:tab w:val="left" w:pos="1134"/>
          <w:tab w:val="left" w:pos="2880"/>
        </w:tabs>
        <w:autoSpaceDE w:val="0"/>
        <w:autoSpaceDN w:val="0"/>
        <w:adjustRightInd w:val="0"/>
        <w:ind w:left="1984" w:hanging="1264"/>
        <w:jc w:val="both"/>
        <w:rPr>
          <w:b/>
          <w:sz w:val="16"/>
          <w:szCs w:val="28"/>
          <w:lang w:eastAsia="en-US"/>
        </w:rPr>
      </w:pPr>
    </w:p>
    <w:p w:rsidR="00E1069C" w:rsidRPr="006B1F8B" w:rsidRDefault="00E1069C" w:rsidP="002405C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1134" w:hanging="425"/>
        <w:jc w:val="both"/>
        <w:rPr>
          <w:sz w:val="28"/>
          <w:szCs w:val="28"/>
        </w:rPr>
      </w:pPr>
      <w:r w:rsidRPr="006B1F8B">
        <w:rPr>
          <w:sz w:val="28"/>
          <w:szCs w:val="28"/>
        </w:rPr>
        <w:t>статью 10</w:t>
      </w:r>
      <w:r w:rsidRPr="006B1F8B">
        <w:rPr>
          <w:sz w:val="28"/>
          <w:szCs w:val="28"/>
          <w:vertAlign w:val="superscript"/>
        </w:rPr>
        <w:t>2</w:t>
      </w:r>
      <w:r w:rsidRPr="006B1F8B">
        <w:rPr>
          <w:sz w:val="28"/>
          <w:szCs w:val="28"/>
        </w:rPr>
        <w:t xml:space="preserve"> признать утратившей силу;</w:t>
      </w:r>
    </w:p>
    <w:p w:rsidR="00E1069C" w:rsidRPr="006B1F8B" w:rsidRDefault="00E1069C" w:rsidP="00EB5267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28"/>
        </w:rPr>
      </w:pPr>
      <w:r w:rsidRPr="006B1F8B">
        <w:rPr>
          <w:sz w:val="28"/>
          <w:szCs w:val="28"/>
        </w:rPr>
        <w:t>в абзаце первом статьи 27 слова «, в том числе путём выкупа,»</w:t>
      </w:r>
      <w:r>
        <w:rPr>
          <w:sz w:val="28"/>
          <w:szCs w:val="28"/>
        </w:rPr>
        <w:t xml:space="preserve"> </w:t>
      </w:r>
      <w:r w:rsidRPr="006B1F8B">
        <w:rPr>
          <w:sz w:val="28"/>
          <w:szCs w:val="28"/>
        </w:rPr>
        <w:t>исключить</w:t>
      </w:r>
      <w:r>
        <w:rPr>
          <w:sz w:val="28"/>
          <w:szCs w:val="28"/>
        </w:rPr>
        <w:t>.</w:t>
      </w:r>
    </w:p>
    <w:p w:rsidR="00E1069C" w:rsidRPr="008A2AB1" w:rsidRDefault="00E1069C" w:rsidP="006B1F8B">
      <w:pPr>
        <w:autoSpaceDE w:val="0"/>
        <w:autoSpaceDN w:val="0"/>
        <w:adjustRightInd w:val="0"/>
        <w:ind w:firstLine="708"/>
        <w:jc w:val="both"/>
        <w:rPr>
          <w:b/>
          <w:sz w:val="16"/>
        </w:rPr>
      </w:pPr>
    </w:p>
    <w:p w:rsidR="00E1069C" w:rsidRPr="008C7A5D" w:rsidRDefault="00E1069C" w:rsidP="006B1F8B">
      <w:pPr>
        <w:autoSpaceDE w:val="0"/>
        <w:autoSpaceDN w:val="0"/>
        <w:adjustRightInd w:val="0"/>
        <w:ind w:firstLine="708"/>
        <w:jc w:val="both"/>
        <w:rPr>
          <w:b/>
          <w:sz w:val="28"/>
        </w:rPr>
      </w:pPr>
    </w:p>
    <w:p w:rsidR="00E1069C" w:rsidRDefault="00E1069C" w:rsidP="006B1F8B">
      <w:pPr>
        <w:autoSpaceDE w:val="0"/>
        <w:autoSpaceDN w:val="0"/>
        <w:adjustRightInd w:val="0"/>
        <w:ind w:firstLine="708"/>
        <w:jc w:val="both"/>
        <w:rPr>
          <w:b/>
          <w:sz w:val="28"/>
        </w:rPr>
      </w:pPr>
      <w:r w:rsidRPr="00024A4D">
        <w:rPr>
          <w:b/>
          <w:sz w:val="28"/>
        </w:rPr>
        <w:t xml:space="preserve">Статья </w:t>
      </w:r>
      <w:r>
        <w:rPr>
          <w:b/>
          <w:sz w:val="28"/>
        </w:rPr>
        <w:t>2</w:t>
      </w:r>
    </w:p>
    <w:p w:rsidR="00E1069C" w:rsidRPr="008A2AB1" w:rsidRDefault="00E1069C" w:rsidP="008A2AB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1069C" w:rsidRPr="008A2AB1" w:rsidRDefault="00E1069C" w:rsidP="008A2AB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E1069C" w:rsidRDefault="00E1069C" w:rsidP="006B1F8B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27B5D">
        <w:rPr>
          <w:sz w:val="28"/>
          <w:szCs w:val="28"/>
        </w:rPr>
        <w:t>Со дня вступления в силу настоящего З</w:t>
      </w:r>
      <w:r>
        <w:rPr>
          <w:sz w:val="28"/>
          <w:szCs w:val="28"/>
        </w:rPr>
        <w:t>акона признать утратившими силу абзацы шестнадцатый-тридцать шестой пункта 3 статьи 1 Закона Ульяновской области от 2 декабря 2014 года № 199-ЗО «О внесении изменений в Закон Ульяновской области «О регулировании земельных отношений в Ульяновской области» и признании утратившими силу отдельных законодательных актов (отдельного положения законодательного акта) Ульяновской области» («Ульяновская правда» от 08.12.2014 № 180; от 05.03.2015 № 28).</w:t>
      </w:r>
    </w:p>
    <w:p w:rsidR="00E1069C" w:rsidRDefault="00E1069C" w:rsidP="00A844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1069C" w:rsidRDefault="00E1069C" w:rsidP="00A844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1069C" w:rsidRPr="00B37A19" w:rsidRDefault="00E1069C" w:rsidP="00A8444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1069C" w:rsidRPr="00DD1577" w:rsidRDefault="00E1069C" w:rsidP="006B1F8B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77">
        <w:rPr>
          <w:rFonts w:ascii="Times New Roman" w:hAnsi="Times New Roman" w:cs="Times New Roman"/>
          <w:b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   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DD1577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E1069C" w:rsidRDefault="00E1069C" w:rsidP="006B1F8B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1069C" w:rsidRDefault="00E1069C" w:rsidP="006B1F8B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1069C" w:rsidRDefault="00E1069C" w:rsidP="006B1F8B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1069C" w:rsidRPr="00DD1577" w:rsidRDefault="00E1069C" w:rsidP="006B1F8B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E1069C" w:rsidRPr="00DD1577" w:rsidRDefault="00E1069C" w:rsidP="006B1F8B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DD1577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5</w:t>
        </w:r>
        <w:r w:rsidRPr="00DD1577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D1577">
        <w:rPr>
          <w:rFonts w:ascii="Times New Roman" w:hAnsi="Times New Roman" w:cs="Times New Roman"/>
          <w:sz w:val="28"/>
          <w:szCs w:val="28"/>
        </w:rPr>
        <w:t>.</w:t>
      </w:r>
    </w:p>
    <w:p w:rsidR="00E1069C" w:rsidRPr="00EB5267" w:rsidRDefault="00E1069C" w:rsidP="00EB5267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B526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35</w:t>
      </w:r>
      <w:r w:rsidRPr="00EB5267">
        <w:rPr>
          <w:rFonts w:ascii="Times New Roman" w:hAnsi="Times New Roman" w:cs="Times New Roman"/>
          <w:sz w:val="28"/>
          <w:szCs w:val="28"/>
        </w:rPr>
        <w:t>-ЗО</w:t>
      </w:r>
    </w:p>
    <w:sectPr w:rsidR="00E1069C" w:rsidRPr="00EB5267" w:rsidSect="008A2AB1">
      <w:headerReference w:type="even" r:id="rId7"/>
      <w:headerReference w:type="default" r:id="rId8"/>
      <w:footerReference w:type="first" r:id="rId9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69C" w:rsidRDefault="00E1069C">
      <w:r>
        <w:separator/>
      </w:r>
    </w:p>
  </w:endnote>
  <w:endnote w:type="continuationSeparator" w:id="0">
    <w:p w:rsidR="00E1069C" w:rsidRDefault="00E106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69C" w:rsidRPr="006E05AE" w:rsidRDefault="00E1069C" w:rsidP="006E05AE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1203км1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69C" w:rsidRDefault="00E1069C">
      <w:r>
        <w:separator/>
      </w:r>
    </w:p>
  </w:footnote>
  <w:footnote w:type="continuationSeparator" w:id="0">
    <w:p w:rsidR="00E1069C" w:rsidRDefault="00E106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69C" w:rsidRDefault="00E1069C" w:rsidP="00D3254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1069C" w:rsidRDefault="00E106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69C" w:rsidRDefault="00E1069C" w:rsidP="00120CE5">
    <w:pPr>
      <w:pStyle w:val="Header"/>
      <w:jc w:val="center"/>
    </w:pPr>
    <w:r w:rsidRPr="00120CE5">
      <w:rPr>
        <w:rStyle w:val="PageNumber"/>
        <w:sz w:val="28"/>
        <w:szCs w:val="28"/>
      </w:rPr>
      <w:fldChar w:fldCharType="begin"/>
    </w:r>
    <w:r w:rsidRPr="00120CE5">
      <w:rPr>
        <w:rStyle w:val="PageNumber"/>
        <w:sz w:val="28"/>
        <w:szCs w:val="28"/>
      </w:rPr>
      <w:instrText xml:space="preserve">PAGE  </w:instrText>
    </w:r>
    <w:r w:rsidRPr="00120CE5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120CE5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076C9"/>
    <w:multiLevelType w:val="hybridMultilevel"/>
    <w:tmpl w:val="99421DE0"/>
    <w:lvl w:ilvl="0" w:tplc="B5DAEB74">
      <w:start w:val="4"/>
      <w:numFmt w:val="decimal"/>
      <w:lvlText w:val="%1)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2292009D"/>
    <w:multiLevelType w:val="hybridMultilevel"/>
    <w:tmpl w:val="83A6DBCC"/>
    <w:lvl w:ilvl="0" w:tplc="CB84466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F8B"/>
    <w:rsid w:val="00024A4D"/>
    <w:rsid w:val="0008533A"/>
    <w:rsid w:val="000F6536"/>
    <w:rsid w:val="00120CE5"/>
    <w:rsid w:val="001A12D1"/>
    <w:rsid w:val="002405C6"/>
    <w:rsid w:val="00246B12"/>
    <w:rsid w:val="00394A4F"/>
    <w:rsid w:val="00580290"/>
    <w:rsid w:val="005A3262"/>
    <w:rsid w:val="005F05E3"/>
    <w:rsid w:val="00626B3F"/>
    <w:rsid w:val="00651E04"/>
    <w:rsid w:val="0068156A"/>
    <w:rsid w:val="006838F6"/>
    <w:rsid w:val="006B1F8B"/>
    <w:rsid w:val="006E05AE"/>
    <w:rsid w:val="00720608"/>
    <w:rsid w:val="007C0A46"/>
    <w:rsid w:val="007E4AAB"/>
    <w:rsid w:val="00895507"/>
    <w:rsid w:val="008A2AB1"/>
    <w:rsid w:val="008C7A5D"/>
    <w:rsid w:val="009828F2"/>
    <w:rsid w:val="009B7432"/>
    <w:rsid w:val="009C028B"/>
    <w:rsid w:val="009C543A"/>
    <w:rsid w:val="00A8444D"/>
    <w:rsid w:val="00AC1E9D"/>
    <w:rsid w:val="00B37A19"/>
    <w:rsid w:val="00BD702E"/>
    <w:rsid w:val="00CC6CCD"/>
    <w:rsid w:val="00D3254B"/>
    <w:rsid w:val="00D80395"/>
    <w:rsid w:val="00DD1577"/>
    <w:rsid w:val="00E01A2F"/>
    <w:rsid w:val="00E1069C"/>
    <w:rsid w:val="00E27B5D"/>
    <w:rsid w:val="00EB5267"/>
    <w:rsid w:val="00F155BA"/>
    <w:rsid w:val="00F27D81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F8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"/>
    <w:basedOn w:val="Normal"/>
    <w:uiPriority w:val="99"/>
    <w:rsid w:val="006B1F8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6B1F8B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6B1F8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1F8B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6B1F8B"/>
    <w:rPr>
      <w:rFonts w:cs="Times New Roman"/>
    </w:rPr>
  </w:style>
  <w:style w:type="paragraph" w:styleId="ListParagraph">
    <w:name w:val="List Paragraph"/>
    <w:basedOn w:val="Normal"/>
    <w:uiPriority w:val="99"/>
    <w:qFormat/>
    <w:rsid w:val="006B1F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80290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80290"/>
    <w:rPr>
      <w:rFonts w:ascii="Tahoma" w:hAnsi="Tahoma" w:cs="Times New Roman"/>
      <w:sz w:val="16"/>
      <w:lang w:eastAsia="ru-RU"/>
    </w:rPr>
  </w:style>
  <w:style w:type="paragraph" w:styleId="Footer">
    <w:name w:val="footer"/>
    <w:basedOn w:val="Normal"/>
    <w:link w:val="FooterChar"/>
    <w:uiPriority w:val="99"/>
    <w:rsid w:val="00120CE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20CE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379</Words>
  <Characters>2163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GOS-23</dc:creator>
  <cp:keywords/>
  <dc:description/>
  <cp:lastModifiedBy>user</cp:lastModifiedBy>
  <cp:revision>14</cp:revision>
  <cp:lastPrinted>2015-03-26T14:04:00Z</cp:lastPrinted>
  <dcterms:created xsi:type="dcterms:W3CDTF">2015-03-12T07:49:00Z</dcterms:created>
  <dcterms:modified xsi:type="dcterms:W3CDTF">2015-04-08T08:16:00Z</dcterms:modified>
</cp:coreProperties>
</file>