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69A" w:rsidRDefault="000E469A" w:rsidP="0099127C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Закон Ульяновской области</w:t>
      </w:r>
    </w:p>
    <w:p w:rsidR="000E469A" w:rsidRDefault="000E469A" w:rsidP="0099127C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0E469A" w:rsidRDefault="000E469A" w:rsidP="0099127C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0E469A" w:rsidRDefault="000E469A" w:rsidP="0099127C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0E469A" w:rsidRDefault="000E469A" w:rsidP="0099127C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0E469A" w:rsidRPr="0099127C" w:rsidRDefault="000E469A" w:rsidP="0099127C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0E469A" w:rsidRPr="0099127C" w:rsidRDefault="000E469A" w:rsidP="0099127C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99127C">
        <w:rPr>
          <w:sz w:val="28"/>
          <w:szCs w:val="28"/>
        </w:rPr>
        <w:t>О звании Ульяновской области «Город трудовой славы»</w:t>
      </w:r>
    </w:p>
    <w:p w:rsidR="000E469A" w:rsidRPr="0099127C" w:rsidRDefault="000E469A" w:rsidP="0099127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0E469A" w:rsidRPr="0099127C" w:rsidRDefault="000E469A" w:rsidP="0099127C">
      <w:pPr>
        <w:autoSpaceDE w:val="0"/>
        <w:autoSpaceDN w:val="0"/>
        <w:adjustRightInd w:val="0"/>
        <w:jc w:val="center"/>
        <w:outlineLvl w:val="0"/>
        <w:rPr>
          <w:i/>
          <w:sz w:val="28"/>
          <w:szCs w:val="28"/>
        </w:rPr>
      </w:pPr>
    </w:p>
    <w:p w:rsidR="000E469A" w:rsidRDefault="000E469A" w:rsidP="0099127C">
      <w:pPr>
        <w:autoSpaceDE w:val="0"/>
        <w:autoSpaceDN w:val="0"/>
        <w:adjustRightInd w:val="0"/>
        <w:jc w:val="center"/>
        <w:outlineLvl w:val="0"/>
        <w:rPr>
          <w:i/>
          <w:sz w:val="28"/>
          <w:szCs w:val="28"/>
        </w:rPr>
      </w:pPr>
    </w:p>
    <w:p w:rsidR="000E469A" w:rsidRDefault="000E469A" w:rsidP="0099127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0E469A" w:rsidRDefault="000E469A" w:rsidP="0099127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0E469A" w:rsidRDefault="000E469A" w:rsidP="0099127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0E469A" w:rsidRDefault="000E469A" w:rsidP="0099127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0E469A" w:rsidRPr="0099127C" w:rsidRDefault="000E469A" w:rsidP="0099127C">
      <w:pPr>
        <w:autoSpaceDE w:val="0"/>
        <w:autoSpaceDN w:val="0"/>
        <w:adjustRightInd w:val="0"/>
        <w:jc w:val="center"/>
        <w:outlineLvl w:val="0"/>
        <w:rPr>
          <w:sz w:val="40"/>
          <w:szCs w:val="28"/>
        </w:rPr>
      </w:pPr>
    </w:p>
    <w:p w:rsidR="000E469A" w:rsidRPr="0099127C" w:rsidRDefault="000E469A" w:rsidP="0099127C">
      <w:pPr>
        <w:tabs>
          <w:tab w:val="left" w:pos="993"/>
        </w:tabs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99127C">
        <w:rPr>
          <w:sz w:val="28"/>
          <w:szCs w:val="28"/>
        </w:rPr>
        <w:t xml:space="preserve">Статья 1. </w:t>
      </w:r>
      <w:r w:rsidRPr="0099127C">
        <w:rPr>
          <w:b/>
          <w:sz w:val="28"/>
          <w:szCs w:val="28"/>
        </w:rPr>
        <w:t>Предмет правового регулирования настоящего Закона</w:t>
      </w:r>
    </w:p>
    <w:p w:rsidR="000E469A" w:rsidRPr="0099127C" w:rsidRDefault="000E469A" w:rsidP="0099127C">
      <w:pPr>
        <w:tabs>
          <w:tab w:val="left" w:pos="993"/>
        </w:tabs>
        <w:spacing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0E469A" w:rsidRPr="0099127C" w:rsidRDefault="000E469A" w:rsidP="0099127C">
      <w:pPr>
        <w:tabs>
          <w:tab w:val="left" w:pos="993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9127C">
        <w:rPr>
          <w:sz w:val="28"/>
          <w:szCs w:val="28"/>
        </w:rPr>
        <w:t xml:space="preserve">Настоящий Закон регулирует отношения, возникшие по поводу присвоения городам, находящимся на территории Ульяновской области (далее также – города), звания Ульяновской области </w:t>
      </w:r>
      <w:r>
        <w:rPr>
          <w:sz w:val="28"/>
          <w:szCs w:val="28"/>
        </w:rPr>
        <w:t xml:space="preserve">«Город трудовой славы» (далее </w:t>
      </w:r>
      <w:r w:rsidRPr="0099127C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99127C">
        <w:rPr>
          <w:sz w:val="28"/>
          <w:szCs w:val="28"/>
        </w:rPr>
        <w:t>– звание «Город трудовой славы»).</w:t>
      </w:r>
    </w:p>
    <w:p w:rsidR="000E469A" w:rsidRPr="0099127C" w:rsidRDefault="000E469A" w:rsidP="0099127C">
      <w:pPr>
        <w:tabs>
          <w:tab w:val="left" w:pos="993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0E469A" w:rsidRPr="0099127C" w:rsidRDefault="000E469A" w:rsidP="0099127C">
      <w:pPr>
        <w:tabs>
          <w:tab w:val="left" w:pos="993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9127C">
        <w:rPr>
          <w:sz w:val="28"/>
          <w:szCs w:val="28"/>
        </w:rPr>
        <w:t xml:space="preserve">Статья 2. </w:t>
      </w:r>
      <w:r w:rsidRPr="0099127C">
        <w:rPr>
          <w:b/>
          <w:sz w:val="28"/>
          <w:szCs w:val="28"/>
        </w:rPr>
        <w:t>Присвоение звания «Город трудовой славы»</w:t>
      </w:r>
    </w:p>
    <w:p w:rsidR="000E469A" w:rsidRPr="0099127C" w:rsidRDefault="000E469A" w:rsidP="0099127C">
      <w:pPr>
        <w:tabs>
          <w:tab w:val="left" w:pos="993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0E469A" w:rsidRPr="0099127C" w:rsidRDefault="000E469A" w:rsidP="0099127C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99127C">
        <w:rPr>
          <w:sz w:val="28"/>
          <w:szCs w:val="28"/>
        </w:rPr>
        <w:t>Звание «Город трудовой славы» присваивается городам, на территориях которых или в непосредственной близости от которых</w:t>
      </w:r>
      <w:r>
        <w:rPr>
          <w:sz w:val="28"/>
          <w:szCs w:val="28"/>
        </w:rPr>
        <w:t xml:space="preserve"> </w:t>
      </w:r>
      <w:r w:rsidRPr="0099127C">
        <w:rPr>
          <w:sz w:val="28"/>
          <w:szCs w:val="28"/>
        </w:rPr>
        <w:t>во время Великой Отечественной войны и в период послевоенного восстановления народного хозяйства гражданами были проявлены упорство и самоотверженный труд для обеспечения победы в Великой Отечественной войне и послевоенного восстановления народного хозяйства.</w:t>
      </w:r>
    </w:p>
    <w:p w:rsidR="000E469A" w:rsidRPr="0099127C" w:rsidRDefault="000E469A" w:rsidP="0099127C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99127C">
        <w:rPr>
          <w:sz w:val="28"/>
          <w:szCs w:val="28"/>
        </w:rPr>
        <w:t>Условия присвоения городам звания «Город трудовой славы» определяются Губернатором Ульяновской области с учётом положений части 1 настоящей статьи.</w:t>
      </w:r>
    </w:p>
    <w:p w:rsidR="000E469A" w:rsidRDefault="000E469A" w:rsidP="0099127C">
      <w:pPr>
        <w:widowControl w:val="0"/>
        <w:numPr>
          <w:ilvl w:val="0"/>
          <w:numId w:val="4"/>
        </w:numPr>
        <w:tabs>
          <w:tab w:val="left" w:pos="993"/>
        </w:tabs>
        <w:spacing w:line="353" w:lineRule="auto"/>
        <w:ind w:left="0" w:firstLine="709"/>
        <w:contextualSpacing/>
        <w:jc w:val="both"/>
        <w:rPr>
          <w:sz w:val="28"/>
          <w:szCs w:val="28"/>
        </w:rPr>
      </w:pPr>
      <w:r w:rsidRPr="0099127C">
        <w:rPr>
          <w:sz w:val="28"/>
          <w:szCs w:val="28"/>
        </w:rPr>
        <w:t xml:space="preserve">Звание «Город трудовой славы» присваивается городам распоряжением Губернатора </w:t>
      </w:r>
      <w:r>
        <w:rPr>
          <w:sz w:val="28"/>
          <w:szCs w:val="28"/>
        </w:rPr>
        <w:t xml:space="preserve">  </w:t>
      </w:r>
      <w:r w:rsidRPr="0099127C">
        <w:rPr>
          <w:sz w:val="28"/>
          <w:szCs w:val="28"/>
        </w:rPr>
        <w:t xml:space="preserve">Ульяновской </w:t>
      </w:r>
      <w:r>
        <w:rPr>
          <w:sz w:val="28"/>
          <w:szCs w:val="28"/>
        </w:rPr>
        <w:t xml:space="preserve"> </w:t>
      </w:r>
      <w:r w:rsidRPr="0099127C">
        <w:rPr>
          <w:sz w:val="28"/>
          <w:szCs w:val="28"/>
        </w:rPr>
        <w:t xml:space="preserve">области </w:t>
      </w:r>
      <w:r>
        <w:rPr>
          <w:sz w:val="28"/>
          <w:szCs w:val="28"/>
        </w:rPr>
        <w:t xml:space="preserve"> </w:t>
      </w:r>
      <w:r w:rsidRPr="0099127C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99127C">
        <w:rPr>
          <w:sz w:val="28"/>
          <w:szCs w:val="28"/>
        </w:rPr>
        <w:t xml:space="preserve"> ходатайству </w:t>
      </w:r>
      <w:r>
        <w:rPr>
          <w:sz w:val="28"/>
          <w:szCs w:val="28"/>
        </w:rPr>
        <w:t xml:space="preserve"> </w:t>
      </w:r>
      <w:r w:rsidRPr="0099127C">
        <w:rPr>
          <w:sz w:val="28"/>
          <w:szCs w:val="28"/>
        </w:rPr>
        <w:t xml:space="preserve">представительного </w:t>
      </w:r>
      <w:r>
        <w:rPr>
          <w:sz w:val="28"/>
          <w:szCs w:val="28"/>
        </w:rPr>
        <w:t xml:space="preserve"> </w:t>
      </w:r>
      <w:r w:rsidRPr="0099127C">
        <w:rPr>
          <w:sz w:val="28"/>
          <w:szCs w:val="28"/>
        </w:rPr>
        <w:t xml:space="preserve">органа </w:t>
      </w:r>
    </w:p>
    <w:p w:rsidR="000E469A" w:rsidRDefault="000E469A" w:rsidP="00534EBF">
      <w:pPr>
        <w:widowControl w:val="0"/>
        <w:tabs>
          <w:tab w:val="left" w:pos="993"/>
        </w:tabs>
        <w:spacing w:line="353" w:lineRule="auto"/>
        <w:contextualSpacing/>
        <w:jc w:val="both"/>
        <w:rPr>
          <w:sz w:val="28"/>
          <w:szCs w:val="28"/>
        </w:rPr>
      </w:pPr>
    </w:p>
    <w:p w:rsidR="000E469A" w:rsidRDefault="000E469A" w:rsidP="00534EBF">
      <w:pPr>
        <w:widowControl w:val="0"/>
        <w:tabs>
          <w:tab w:val="left" w:pos="993"/>
        </w:tabs>
        <w:spacing w:line="353" w:lineRule="auto"/>
        <w:contextualSpacing/>
        <w:jc w:val="both"/>
        <w:rPr>
          <w:sz w:val="28"/>
          <w:szCs w:val="28"/>
        </w:rPr>
      </w:pPr>
    </w:p>
    <w:p w:rsidR="000E469A" w:rsidRDefault="000E469A" w:rsidP="00534EBF">
      <w:pPr>
        <w:widowControl w:val="0"/>
        <w:tabs>
          <w:tab w:val="left" w:pos="993"/>
        </w:tabs>
        <w:spacing w:line="353" w:lineRule="auto"/>
        <w:contextualSpacing/>
        <w:jc w:val="both"/>
        <w:rPr>
          <w:sz w:val="28"/>
          <w:szCs w:val="28"/>
        </w:rPr>
      </w:pPr>
      <w:r w:rsidRPr="0099127C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 </w:t>
      </w:r>
      <w:r w:rsidRPr="0099127C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 </w:t>
      </w:r>
      <w:r w:rsidRPr="0099127C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9912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9127C">
        <w:rPr>
          <w:sz w:val="28"/>
          <w:szCs w:val="28"/>
        </w:rPr>
        <w:t xml:space="preserve">городского </w:t>
      </w:r>
      <w:r>
        <w:rPr>
          <w:sz w:val="28"/>
          <w:szCs w:val="28"/>
        </w:rPr>
        <w:t xml:space="preserve">  </w:t>
      </w:r>
      <w:r w:rsidRPr="0099127C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  </w:t>
      </w:r>
      <w:r w:rsidRPr="0099127C">
        <w:rPr>
          <w:sz w:val="28"/>
          <w:szCs w:val="28"/>
        </w:rPr>
        <w:t xml:space="preserve">Ульяновской </w:t>
      </w:r>
      <w:r>
        <w:rPr>
          <w:sz w:val="28"/>
          <w:szCs w:val="28"/>
        </w:rPr>
        <w:t xml:space="preserve">  </w:t>
      </w:r>
      <w:r w:rsidRPr="0099127C">
        <w:rPr>
          <w:sz w:val="28"/>
          <w:szCs w:val="28"/>
        </w:rPr>
        <w:t xml:space="preserve">области, </w:t>
      </w:r>
      <w:r>
        <w:rPr>
          <w:sz w:val="28"/>
          <w:szCs w:val="28"/>
        </w:rPr>
        <w:t xml:space="preserve">   </w:t>
      </w:r>
      <w:r w:rsidRPr="0099127C">
        <w:rPr>
          <w:sz w:val="28"/>
          <w:szCs w:val="28"/>
        </w:rPr>
        <w:t xml:space="preserve">на </w:t>
      </w:r>
    </w:p>
    <w:p w:rsidR="000E469A" w:rsidRPr="0099127C" w:rsidRDefault="000E469A" w:rsidP="005827C0">
      <w:pPr>
        <w:widowControl w:val="0"/>
        <w:tabs>
          <w:tab w:val="left" w:pos="993"/>
        </w:tabs>
        <w:spacing w:line="353" w:lineRule="auto"/>
        <w:contextualSpacing/>
        <w:jc w:val="both"/>
        <w:rPr>
          <w:sz w:val="28"/>
          <w:szCs w:val="28"/>
        </w:rPr>
      </w:pPr>
      <w:r w:rsidRPr="0099127C">
        <w:rPr>
          <w:sz w:val="28"/>
          <w:szCs w:val="28"/>
        </w:rPr>
        <w:t>территории которого находится соответствующий город. Форма указанного ходатайства определяется приложением к настоящему Закону.</w:t>
      </w:r>
    </w:p>
    <w:p w:rsidR="000E469A" w:rsidRPr="0099127C" w:rsidRDefault="000E469A" w:rsidP="0099127C">
      <w:pPr>
        <w:widowControl w:val="0"/>
        <w:tabs>
          <w:tab w:val="left" w:pos="993"/>
        </w:tabs>
        <w:spacing w:line="353" w:lineRule="auto"/>
        <w:ind w:firstLine="709"/>
        <w:contextualSpacing/>
        <w:jc w:val="both"/>
        <w:rPr>
          <w:sz w:val="28"/>
          <w:szCs w:val="28"/>
        </w:rPr>
      </w:pPr>
      <w:r w:rsidRPr="0099127C">
        <w:rPr>
          <w:sz w:val="28"/>
          <w:szCs w:val="28"/>
        </w:rPr>
        <w:t>Предложения о присвоении городу звания «Город трудовой славы» вносятся в представительный орган муниципального района или городского округа Ульяновской области иными органами местного самоуправления соответствующего муниципального района или городского округа Ульяновской области, а также гражданами и общественными объединениями. Представительный орган муниципального района или городского округа Ульяновской области в устанавливаемом им порядке организует обсуждение и рассмотрение указанных предложений, по результатам которого принимает решение о внесении ходатайства о присвоении городу звания «Город трудовой славы» либо об отклонении предложений о присвоении городу звания «Город трудовой славы».</w:t>
      </w:r>
    </w:p>
    <w:p w:rsidR="000E469A" w:rsidRPr="0099127C" w:rsidRDefault="000E469A" w:rsidP="0099127C">
      <w:pPr>
        <w:widowControl w:val="0"/>
        <w:numPr>
          <w:ilvl w:val="0"/>
          <w:numId w:val="4"/>
        </w:numPr>
        <w:tabs>
          <w:tab w:val="left" w:pos="993"/>
        </w:tabs>
        <w:spacing w:line="353" w:lineRule="auto"/>
        <w:ind w:left="0" w:firstLine="709"/>
        <w:contextualSpacing/>
        <w:jc w:val="both"/>
        <w:rPr>
          <w:sz w:val="28"/>
          <w:szCs w:val="28"/>
        </w:rPr>
      </w:pPr>
      <w:r w:rsidRPr="0099127C">
        <w:rPr>
          <w:sz w:val="28"/>
          <w:szCs w:val="28"/>
        </w:rPr>
        <w:t>К ходатайству представительного органа муниципального района или городского округа Ульяновской области о присвоении городу звания «Город трудовой славы» прилагаются:</w:t>
      </w:r>
    </w:p>
    <w:p w:rsidR="000E469A" w:rsidRPr="0099127C" w:rsidRDefault="000E469A" w:rsidP="0099127C">
      <w:pPr>
        <w:widowControl w:val="0"/>
        <w:tabs>
          <w:tab w:val="left" w:pos="993"/>
        </w:tabs>
        <w:spacing w:line="353" w:lineRule="auto"/>
        <w:ind w:firstLine="709"/>
        <w:contextualSpacing/>
        <w:jc w:val="both"/>
        <w:rPr>
          <w:sz w:val="28"/>
          <w:szCs w:val="28"/>
        </w:rPr>
      </w:pPr>
      <w:r w:rsidRPr="0099127C">
        <w:rPr>
          <w:sz w:val="28"/>
          <w:szCs w:val="28"/>
        </w:rPr>
        <w:t>1) решение представительного органа муниципального района или городского округа Ульяновской области об обращении к Губернатору Ульяновской области с ходатайством о присвоении городу звания «Город трудовой славы»;</w:t>
      </w:r>
    </w:p>
    <w:p w:rsidR="000E469A" w:rsidRPr="0099127C" w:rsidRDefault="000E469A" w:rsidP="0099127C">
      <w:pPr>
        <w:widowControl w:val="0"/>
        <w:tabs>
          <w:tab w:val="left" w:pos="993"/>
        </w:tabs>
        <w:spacing w:line="353" w:lineRule="auto"/>
        <w:ind w:firstLine="709"/>
        <w:contextualSpacing/>
        <w:jc w:val="both"/>
        <w:rPr>
          <w:sz w:val="28"/>
          <w:szCs w:val="28"/>
        </w:rPr>
      </w:pPr>
      <w:r w:rsidRPr="0099127C">
        <w:rPr>
          <w:sz w:val="28"/>
          <w:szCs w:val="28"/>
        </w:rPr>
        <w:t>2) документально подтверждённое описание событий, послуживших основанием для внесения ходатайства о присвоении городу звания «Город трудовой славы».</w:t>
      </w:r>
    </w:p>
    <w:p w:rsidR="000E469A" w:rsidRPr="0099127C" w:rsidRDefault="000E469A" w:rsidP="0099127C">
      <w:pPr>
        <w:widowControl w:val="0"/>
        <w:tabs>
          <w:tab w:val="left" w:pos="993"/>
        </w:tabs>
        <w:spacing w:line="353" w:lineRule="auto"/>
        <w:ind w:firstLine="709"/>
        <w:contextualSpacing/>
        <w:jc w:val="both"/>
        <w:rPr>
          <w:sz w:val="28"/>
          <w:szCs w:val="28"/>
        </w:rPr>
      </w:pPr>
      <w:r w:rsidRPr="0099127C">
        <w:rPr>
          <w:sz w:val="28"/>
          <w:szCs w:val="28"/>
        </w:rPr>
        <w:t>5. Ходатайство о присвоении городу звания «Город трудовой славы» предварительно рассматривается комиссией по вопросам присвоения городам, находящимся на территории Ульяновской области, звания Ульяновской области «Город трудовой славы» (далее – комиссия). Состав комиссии и положение о порядке её деятельности утверждаются Губернатором Ульяновской области.</w:t>
      </w:r>
    </w:p>
    <w:p w:rsidR="000E469A" w:rsidRPr="0099127C" w:rsidRDefault="000E469A" w:rsidP="0099127C">
      <w:pPr>
        <w:widowControl w:val="0"/>
        <w:tabs>
          <w:tab w:val="left" w:pos="993"/>
        </w:tabs>
        <w:spacing w:line="353" w:lineRule="auto"/>
        <w:ind w:firstLine="709"/>
        <w:contextualSpacing/>
        <w:jc w:val="both"/>
        <w:rPr>
          <w:sz w:val="28"/>
          <w:szCs w:val="28"/>
        </w:rPr>
      </w:pPr>
      <w:r w:rsidRPr="0099127C">
        <w:rPr>
          <w:sz w:val="28"/>
          <w:szCs w:val="28"/>
        </w:rPr>
        <w:t>6. Комиссия в течение</w:t>
      </w:r>
      <w:r>
        <w:rPr>
          <w:sz w:val="28"/>
          <w:szCs w:val="28"/>
        </w:rPr>
        <w:t xml:space="preserve"> </w:t>
      </w:r>
      <w:r w:rsidRPr="0099127C">
        <w:rPr>
          <w:sz w:val="28"/>
          <w:szCs w:val="28"/>
        </w:rPr>
        <w:t>двадцати дней со дня внесения представительным органом муниципального района или городского округа Ульяновской области ходатайства о присвоении городу звания «Город трудовой славы» и прилагаемых к нему в соответствии с частью 4 настоящей статьи документов представляет Губернатору Ульяновской области рекомендации относительно возможности либо невозможности присвоения соответствующему городу звания «Город трудовой славы».</w:t>
      </w:r>
    </w:p>
    <w:p w:rsidR="000E469A" w:rsidRPr="0099127C" w:rsidRDefault="000E469A" w:rsidP="0099127C">
      <w:pPr>
        <w:tabs>
          <w:tab w:val="left" w:pos="993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9127C">
        <w:rPr>
          <w:sz w:val="28"/>
          <w:szCs w:val="28"/>
        </w:rPr>
        <w:t>7. Окончательное решение о присвоении городу звания «Город трудовой славы» либо об отказе в присвоении городу звания «Город трудовой славы» принимает Губернатор Ульяновской области в течение</w:t>
      </w:r>
      <w:r>
        <w:rPr>
          <w:sz w:val="28"/>
          <w:szCs w:val="28"/>
        </w:rPr>
        <w:t xml:space="preserve"> </w:t>
      </w:r>
      <w:r w:rsidRPr="0099127C">
        <w:rPr>
          <w:sz w:val="28"/>
          <w:szCs w:val="28"/>
        </w:rPr>
        <w:t>десяти дней со дня представления комиссией указанных в части 6 настоящей статьи рекомендаций.</w:t>
      </w:r>
    </w:p>
    <w:p w:rsidR="000E469A" w:rsidRPr="0099127C" w:rsidRDefault="000E469A" w:rsidP="0099127C">
      <w:pPr>
        <w:tabs>
          <w:tab w:val="left" w:pos="993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9127C">
        <w:rPr>
          <w:sz w:val="28"/>
          <w:szCs w:val="28"/>
        </w:rPr>
        <w:t>8. Решение Губернатора Ульяновской области об отказе в присвоении городу звания «Город трудовой славы» оформляется распоряжением Губернатора Ульяновской области, которое не позднее десяти дней со дня издания направляется в представительный орган муниципального района или городского округа Ульяновской области, внёсший соответствующее ходатайство.</w:t>
      </w:r>
    </w:p>
    <w:p w:rsidR="000E469A" w:rsidRPr="0099127C" w:rsidRDefault="000E469A" w:rsidP="0099127C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9127C">
        <w:rPr>
          <w:sz w:val="28"/>
          <w:szCs w:val="28"/>
        </w:rPr>
        <w:t xml:space="preserve">9. </w:t>
      </w:r>
      <w:r>
        <w:rPr>
          <w:sz w:val="28"/>
          <w:szCs w:val="28"/>
        </w:rPr>
        <w:t xml:space="preserve">Представителям органов местного самоуправления </w:t>
      </w:r>
      <w:r w:rsidRPr="0099127C">
        <w:rPr>
          <w:sz w:val="28"/>
          <w:szCs w:val="28"/>
        </w:rPr>
        <w:t>муниципального района или городского округа Ульяновской области</w:t>
      </w:r>
      <w:r>
        <w:rPr>
          <w:sz w:val="28"/>
          <w:szCs w:val="28"/>
        </w:rPr>
        <w:t>, на территории которого находится город</w:t>
      </w:r>
      <w:r w:rsidRPr="0099127C">
        <w:rPr>
          <w:sz w:val="28"/>
          <w:szCs w:val="28"/>
        </w:rPr>
        <w:t xml:space="preserve">, которому присвоено звание «Город трудовой славы», в торжественной обстановке вручается знамя «Город трудовой славы», </w:t>
      </w:r>
      <w:r>
        <w:rPr>
          <w:sz w:val="28"/>
          <w:szCs w:val="28"/>
        </w:rPr>
        <w:t>положение</w:t>
      </w:r>
      <w:bookmarkStart w:id="0" w:name="_GoBack"/>
      <w:bookmarkEnd w:id="0"/>
      <w:r>
        <w:rPr>
          <w:sz w:val="28"/>
          <w:szCs w:val="28"/>
        </w:rPr>
        <w:t xml:space="preserve"> о котором утверждается</w:t>
      </w:r>
      <w:r w:rsidRPr="0099127C">
        <w:rPr>
          <w:sz w:val="28"/>
          <w:szCs w:val="28"/>
        </w:rPr>
        <w:t xml:space="preserve"> правовым актом Губернатора Ульяновской области.</w:t>
      </w:r>
    </w:p>
    <w:p w:rsidR="000E469A" w:rsidRPr="0099127C" w:rsidRDefault="000E469A" w:rsidP="0099127C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0E469A" w:rsidRPr="0099127C" w:rsidRDefault="000E469A" w:rsidP="0099127C">
      <w:pPr>
        <w:ind w:left="1918" w:hanging="1209"/>
        <w:contextualSpacing/>
        <w:jc w:val="both"/>
        <w:rPr>
          <w:b/>
          <w:sz w:val="28"/>
          <w:szCs w:val="28"/>
        </w:rPr>
      </w:pPr>
      <w:r w:rsidRPr="0099127C">
        <w:rPr>
          <w:sz w:val="28"/>
          <w:szCs w:val="28"/>
        </w:rPr>
        <w:t xml:space="preserve">Статья 3. </w:t>
      </w:r>
      <w:r w:rsidRPr="0099127C">
        <w:rPr>
          <w:b/>
          <w:sz w:val="28"/>
          <w:szCs w:val="28"/>
        </w:rPr>
        <w:t>Финансовое обеспечение расходных обязательств, связанных с исполнением настоящего Закона</w:t>
      </w:r>
    </w:p>
    <w:p w:rsidR="000E469A" w:rsidRPr="0099127C" w:rsidRDefault="000E469A" w:rsidP="0099127C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0E469A" w:rsidRDefault="000E469A" w:rsidP="005827C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9127C">
        <w:rPr>
          <w:sz w:val="28"/>
          <w:szCs w:val="28"/>
        </w:rPr>
        <w:t>Финансовое обеспечение расходных обязательств, связанных с исполнением настоящего Закона, осуществляется за счёт бюджетных ассигнований областного бюджета Ульяновской области, выделяемых на соответствующие цели Правительству Ульяновской области.</w:t>
      </w:r>
    </w:p>
    <w:p w:rsidR="000E469A" w:rsidRPr="005827C0" w:rsidRDefault="000E469A" w:rsidP="005827C0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0E469A" w:rsidRDefault="000E469A" w:rsidP="005827C0">
      <w:pPr>
        <w:jc w:val="both"/>
        <w:rPr>
          <w:b/>
          <w:sz w:val="28"/>
          <w:szCs w:val="28"/>
        </w:rPr>
      </w:pPr>
      <w:r w:rsidRPr="0099127C">
        <w:rPr>
          <w:b/>
          <w:sz w:val="28"/>
          <w:szCs w:val="28"/>
        </w:rPr>
        <w:t>Губернатор Ульяновской области</w:t>
      </w:r>
      <w:r w:rsidRPr="0099127C">
        <w:rPr>
          <w:b/>
          <w:sz w:val="28"/>
          <w:szCs w:val="28"/>
        </w:rPr>
        <w:tab/>
      </w:r>
      <w:r w:rsidRPr="0099127C">
        <w:rPr>
          <w:b/>
          <w:sz w:val="28"/>
          <w:szCs w:val="28"/>
        </w:rPr>
        <w:tab/>
      </w:r>
      <w:r w:rsidRPr="0099127C">
        <w:rPr>
          <w:b/>
          <w:sz w:val="28"/>
          <w:szCs w:val="28"/>
        </w:rPr>
        <w:tab/>
      </w:r>
      <w:r w:rsidRPr="0099127C">
        <w:rPr>
          <w:b/>
          <w:sz w:val="28"/>
          <w:szCs w:val="28"/>
        </w:rPr>
        <w:tab/>
        <w:t xml:space="preserve">      С.И.Морозов</w:t>
      </w:r>
    </w:p>
    <w:p w:rsidR="000E469A" w:rsidRPr="005827C0" w:rsidRDefault="000E469A" w:rsidP="005827C0">
      <w:pPr>
        <w:jc w:val="both"/>
        <w:rPr>
          <w:sz w:val="28"/>
          <w:szCs w:val="28"/>
        </w:rPr>
      </w:pPr>
    </w:p>
    <w:p w:rsidR="000E469A" w:rsidRPr="0099127C" w:rsidRDefault="000E469A" w:rsidP="0099127C">
      <w:pPr>
        <w:jc w:val="center"/>
        <w:rPr>
          <w:sz w:val="28"/>
          <w:szCs w:val="28"/>
        </w:rPr>
      </w:pPr>
      <w:r w:rsidRPr="0099127C">
        <w:rPr>
          <w:sz w:val="28"/>
          <w:szCs w:val="28"/>
        </w:rPr>
        <w:t>г. Ульяновск</w:t>
      </w:r>
    </w:p>
    <w:p w:rsidR="000E469A" w:rsidRPr="0099127C" w:rsidRDefault="000E469A" w:rsidP="0099127C">
      <w:pPr>
        <w:jc w:val="center"/>
        <w:rPr>
          <w:sz w:val="28"/>
          <w:szCs w:val="28"/>
        </w:rPr>
      </w:pPr>
      <w:r>
        <w:rPr>
          <w:sz w:val="28"/>
          <w:szCs w:val="28"/>
        </w:rPr>
        <w:t>26</w:t>
      </w:r>
      <w:r w:rsidRPr="0099127C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99127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99127C">
          <w:rPr>
            <w:sz w:val="28"/>
            <w:szCs w:val="28"/>
          </w:rPr>
          <w:t>2014 г</w:t>
        </w:r>
      </w:smartTag>
      <w:r w:rsidRPr="0099127C">
        <w:rPr>
          <w:sz w:val="28"/>
          <w:szCs w:val="28"/>
        </w:rPr>
        <w:t>.</w:t>
      </w:r>
    </w:p>
    <w:p w:rsidR="000E469A" w:rsidRDefault="000E469A" w:rsidP="0099127C">
      <w:pPr>
        <w:jc w:val="center"/>
        <w:rPr>
          <w:sz w:val="28"/>
          <w:szCs w:val="28"/>
        </w:rPr>
        <w:sectPr w:rsidR="000E469A" w:rsidSect="005827C0">
          <w:headerReference w:type="even" r:id="rId7"/>
          <w:headerReference w:type="default" r:id="rId8"/>
          <w:footerReference w:type="even" r:id="rId9"/>
          <w:footerReference w:type="default" r:id="rId10"/>
          <w:pgSz w:w="11906" w:h="16838" w:code="9"/>
          <w:pgMar w:top="993" w:right="680" w:bottom="426" w:left="1418" w:header="709" w:footer="709" w:gutter="0"/>
          <w:pgNumType w:start="1"/>
          <w:cols w:space="708"/>
          <w:titlePg/>
          <w:docGrid w:linePitch="360"/>
        </w:sectPr>
      </w:pPr>
      <w:r w:rsidRPr="0099127C">
        <w:rPr>
          <w:sz w:val="28"/>
          <w:szCs w:val="28"/>
        </w:rPr>
        <w:t xml:space="preserve">№ </w:t>
      </w:r>
      <w:r>
        <w:rPr>
          <w:sz w:val="28"/>
          <w:szCs w:val="28"/>
        </w:rPr>
        <w:t>31</w:t>
      </w:r>
      <w:r w:rsidRPr="0099127C">
        <w:rPr>
          <w:sz w:val="28"/>
          <w:szCs w:val="28"/>
        </w:rPr>
        <w:t>-ЗО</w:t>
      </w:r>
    </w:p>
    <w:p w:rsidR="000E469A" w:rsidRPr="0099127C" w:rsidRDefault="000E469A" w:rsidP="00760CF5">
      <w:pPr>
        <w:spacing w:line="360" w:lineRule="auto"/>
        <w:ind w:left="5387"/>
        <w:jc w:val="center"/>
        <w:rPr>
          <w:sz w:val="28"/>
          <w:szCs w:val="28"/>
        </w:rPr>
      </w:pPr>
      <w:r w:rsidRPr="0099127C">
        <w:rPr>
          <w:sz w:val="28"/>
          <w:szCs w:val="28"/>
        </w:rPr>
        <w:t>ПРИЛОЖЕНИЕ</w:t>
      </w:r>
    </w:p>
    <w:p w:rsidR="000E469A" w:rsidRDefault="000E469A" w:rsidP="00760CF5">
      <w:pPr>
        <w:ind w:left="5387"/>
        <w:contextualSpacing/>
        <w:jc w:val="center"/>
        <w:rPr>
          <w:sz w:val="28"/>
          <w:szCs w:val="28"/>
        </w:rPr>
      </w:pPr>
      <w:r w:rsidRPr="0099127C">
        <w:rPr>
          <w:sz w:val="28"/>
          <w:szCs w:val="28"/>
        </w:rPr>
        <w:t>к Закону Ульяновской области</w:t>
      </w:r>
    </w:p>
    <w:p w:rsidR="000E469A" w:rsidRDefault="000E469A" w:rsidP="00760CF5">
      <w:pPr>
        <w:ind w:left="5387"/>
        <w:contextualSpacing/>
        <w:jc w:val="center"/>
        <w:rPr>
          <w:sz w:val="28"/>
          <w:szCs w:val="28"/>
        </w:rPr>
      </w:pPr>
      <w:r w:rsidRPr="0099127C">
        <w:rPr>
          <w:sz w:val="28"/>
          <w:szCs w:val="28"/>
        </w:rPr>
        <w:t>«О звании Ульяновской области</w:t>
      </w:r>
    </w:p>
    <w:p w:rsidR="000E469A" w:rsidRPr="0099127C" w:rsidRDefault="000E469A" w:rsidP="00760CF5">
      <w:pPr>
        <w:ind w:left="5387"/>
        <w:contextualSpacing/>
        <w:jc w:val="center"/>
        <w:rPr>
          <w:sz w:val="28"/>
          <w:szCs w:val="28"/>
        </w:rPr>
      </w:pPr>
      <w:r w:rsidRPr="0099127C">
        <w:rPr>
          <w:sz w:val="28"/>
          <w:szCs w:val="28"/>
        </w:rPr>
        <w:t>«Город трудовой славы</w:t>
      </w:r>
    </w:p>
    <w:p w:rsidR="000E469A" w:rsidRDefault="000E469A" w:rsidP="00760CF5">
      <w:pPr>
        <w:pStyle w:val="HTMLPreformatted"/>
        <w:tabs>
          <w:tab w:val="left" w:pos="3066"/>
        </w:tabs>
        <w:jc w:val="center"/>
        <w:rPr>
          <w:rFonts w:ascii="Times New Roman" w:hAnsi="Times New Roman"/>
          <w:sz w:val="28"/>
          <w:szCs w:val="28"/>
        </w:rPr>
      </w:pPr>
    </w:p>
    <w:p w:rsidR="000E469A" w:rsidRPr="0099127C" w:rsidRDefault="000E469A" w:rsidP="00760CF5">
      <w:pPr>
        <w:pStyle w:val="HTMLPreformatted"/>
        <w:tabs>
          <w:tab w:val="left" w:pos="3066"/>
        </w:tabs>
        <w:jc w:val="center"/>
        <w:rPr>
          <w:rFonts w:ascii="Times New Roman" w:hAnsi="Times New Roman"/>
          <w:sz w:val="28"/>
          <w:szCs w:val="28"/>
        </w:rPr>
      </w:pPr>
    </w:p>
    <w:p w:rsidR="000E469A" w:rsidRPr="0099127C" w:rsidRDefault="000E469A" w:rsidP="00760CF5">
      <w:pPr>
        <w:pStyle w:val="HTMLPreformatted"/>
        <w:tabs>
          <w:tab w:val="left" w:pos="3066"/>
        </w:tabs>
        <w:jc w:val="center"/>
        <w:rPr>
          <w:rFonts w:ascii="Times New Roman" w:hAnsi="Times New Roman"/>
          <w:sz w:val="28"/>
          <w:szCs w:val="28"/>
        </w:rPr>
      </w:pPr>
    </w:p>
    <w:p w:rsidR="000E469A" w:rsidRPr="0099127C" w:rsidRDefault="000E469A" w:rsidP="00760CF5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  <w:r w:rsidRPr="0099127C">
        <w:rPr>
          <w:rStyle w:val="Strong"/>
          <w:bCs/>
          <w:sz w:val="28"/>
          <w:szCs w:val="28"/>
        </w:rPr>
        <w:t>ХОДАТАЙСТВО</w:t>
      </w:r>
    </w:p>
    <w:p w:rsidR="000E469A" w:rsidRPr="0099127C" w:rsidRDefault="000E469A" w:rsidP="00760CF5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  <w:r w:rsidRPr="0099127C">
        <w:rPr>
          <w:rStyle w:val="Strong"/>
          <w:bCs/>
          <w:sz w:val="28"/>
          <w:szCs w:val="28"/>
        </w:rPr>
        <w:t>о присвоении городу, находящемуся на территории Ульяновской области, звания Ульяновской области «Город трудовой славы»</w:t>
      </w:r>
    </w:p>
    <w:p w:rsidR="000E469A" w:rsidRPr="0099127C" w:rsidRDefault="000E469A" w:rsidP="00760CF5">
      <w:pPr>
        <w:pStyle w:val="HTMLPreformatted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</w:p>
    <w:p w:rsidR="000E469A" w:rsidRPr="0099127C" w:rsidRDefault="000E469A" w:rsidP="00760CF5">
      <w:pPr>
        <w:pStyle w:val="HTMLPreformatted"/>
        <w:tabs>
          <w:tab w:val="left" w:pos="306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9127C">
        <w:rPr>
          <w:rFonts w:ascii="Times New Roman" w:hAnsi="Times New Roman"/>
          <w:sz w:val="28"/>
          <w:szCs w:val="28"/>
        </w:rPr>
        <w:t>1. Наименование города,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127C">
        <w:rPr>
          <w:rFonts w:ascii="Times New Roman" w:hAnsi="Times New Roman"/>
          <w:sz w:val="28"/>
          <w:szCs w:val="28"/>
        </w:rPr>
        <w:t>представляемого к присвоению звания Ульяновской области «Город трудовой славы»</w:t>
      </w:r>
    </w:p>
    <w:p w:rsidR="000E469A" w:rsidRPr="0099127C" w:rsidRDefault="000E469A" w:rsidP="00760CF5">
      <w:pPr>
        <w:pStyle w:val="HTMLPreformatted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  <w:r w:rsidRPr="0099127C">
        <w:rPr>
          <w:rFonts w:ascii="Times New Roman" w:hAnsi="Times New Roman"/>
          <w:sz w:val="28"/>
          <w:szCs w:val="28"/>
        </w:rPr>
        <w:t>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99127C">
        <w:rPr>
          <w:rFonts w:ascii="Times New Roman" w:hAnsi="Times New Roman"/>
          <w:sz w:val="28"/>
          <w:szCs w:val="28"/>
        </w:rPr>
        <w:t>.</w:t>
      </w:r>
    </w:p>
    <w:p w:rsidR="000E469A" w:rsidRPr="0099127C" w:rsidRDefault="000E469A" w:rsidP="00760CF5">
      <w:pPr>
        <w:pStyle w:val="HTMLPreformatted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  <w:r w:rsidRPr="0099127C">
        <w:rPr>
          <w:rFonts w:ascii="Times New Roman" w:hAnsi="Times New Roman"/>
          <w:sz w:val="28"/>
          <w:szCs w:val="28"/>
        </w:rPr>
        <w:tab/>
      </w:r>
    </w:p>
    <w:p w:rsidR="000E469A" w:rsidRPr="0099127C" w:rsidRDefault="000E469A" w:rsidP="00760CF5">
      <w:pPr>
        <w:pStyle w:val="HTMLPreformatted"/>
        <w:tabs>
          <w:tab w:val="left" w:pos="306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9127C">
        <w:rPr>
          <w:rFonts w:ascii="Times New Roman" w:hAnsi="Times New Roman"/>
          <w:sz w:val="28"/>
          <w:szCs w:val="28"/>
        </w:rPr>
        <w:t>2. Краткое описание событий, послуживших основанием для внесений ходатайства</w:t>
      </w:r>
    </w:p>
    <w:p w:rsidR="000E469A" w:rsidRPr="0099127C" w:rsidRDefault="000E469A" w:rsidP="00760CF5">
      <w:pPr>
        <w:pStyle w:val="HTMLPreformatted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  <w:r w:rsidRPr="0099127C">
        <w:rPr>
          <w:rFonts w:ascii="Times New Roman" w:hAnsi="Times New Roman"/>
          <w:sz w:val="28"/>
          <w:szCs w:val="28"/>
        </w:rPr>
        <w:t>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99127C">
        <w:rPr>
          <w:rFonts w:ascii="Times New Roman" w:hAnsi="Times New Roman"/>
          <w:sz w:val="28"/>
          <w:szCs w:val="28"/>
        </w:rPr>
        <w:t>.</w:t>
      </w:r>
    </w:p>
    <w:p w:rsidR="000E469A" w:rsidRPr="0099127C" w:rsidRDefault="000E469A" w:rsidP="00760CF5">
      <w:pPr>
        <w:pStyle w:val="HTMLPreformatted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</w:p>
    <w:p w:rsidR="000E469A" w:rsidRPr="0099127C" w:rsidRDefault="000E469A" w:rsidP="00760CF5">
      <w:pPr>
        <w:pStyle w:val="HTMLPreformatted"/>
        <w:tabs>
          <w:tab w:val="left" w:pos="306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9127C">
        <w:rPr>
          <w:rFonts w:ascii="Times New Roman" w:hAnsi="Times New Roman"/>
          <w:sz w:val="28"/>
          <w:szCs w:val="28"/>
        </w:rPr>
        <w:t>3. Представительный орган муниципального района (городского округа) Ульяновской области, принявший решение о внесении ходатайства</w:t>
      </w:r>
    </w:p>
    <w:p w:rsidR="000E469A" w:rsidRPr="0099127C" w:rsidRDefault="000E469A" w:rsidP="00760CF5">
      <w:pPr>
        <w:pStyle w:val="HTMLPreformatted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  <w:r w:rsidRPr="0099127C">
        <w:rPr>
          <w:rFonts w:ascii="Times New Roman" w:hAnsi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99127C">
        <w:rPr>
          <w:rFonts w:ascii="Times New Roman" w:hAnsi="Times New Roman"/>
          <w:sz w:val="28"/>
          <w:szCs w:val="28"/>
        </w:rPr>
        <w:t>.</w:t>
      </w:r>
    </w:p>
    <w:p w:rsidR="000E469A" w:rsidRPr="0099127C" w:rsidRDefault="000E469A" w:rsidP="00760CF5">
      <w:pPr>
        <w:pStyle w:val="HTMLPreformatted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</w:p>
    <w:p w:rsidR="000E469A" w:rsidRPr="0099127C" w:rsidRDefault="000E469A" w:rsidP="00760CF5">
      <w:pPr>
        <w:pStyle w:val="HTMLPreformatted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</w:p>
    <w:p w:rsidR="000E469A" w:rsidRPr="0099127C" w:rsidRDefault="000E469A" w:rsidP="00760CF5">
      <w:pPr>
        <w:pStyle w:val="HTMLPreformatted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</w:p>
    <w:p w:rsidR="000E469A" w:rsidRPr="0099127C" w:rsidRDefault="000E469A" w:rsidP="00760CF5">
      <w:pPr>
        <w:pStyle w:val="HTMLPreformatted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  <w:r w:rsidRPr="0099127C">
        <w:rPr>
          <w:rFonts w:ascii="Times New Roman" w:hAnsi="Times New Roman"/>
          <w:sz w:val="28"/>
          <w:szCs w:val="28"/>
        </w:rPr>
        <w:t xml:space="preserve">Председатель представительного органа </w:t>
      </w:r>
    </w:p>
    <w:p w:rsidR="000E469A" w:rsidRPr="0099127C" w:rsidRDefault="000E469A" w:rsidP="00760CF5">
      <w:pPr>
        <w:pStyle w:val="HTMLPreformatted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  <w:r w:rsidRPr="0099127C">
        <w:rPr>
          <w:rFonts w:ascii="Times New Roman" w:hAnsi="Times New Roman"/>
          <w:sz w:val="28"/>
          <w:szCs w:val="28"/>
        </w:rPr>
        <w:t xml:space="preserve">муниципального района (городского округа) </w:t>
      </w:r>
    </w:p>
    <w:p w:rsidR="000E469A" w:rsidRPr="0099127C" w:rsidRDefault="000E469A" w:rsidP="00760CF5">
      <w:pPr>
        <w:pStyle w:val="HTMLPreformatted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  <w:r w:rsidRPr="0099127C">
        <w:rPr>
          <w:rFonts w:ascii="Times New Roman" w:hAnsi="Times New Roman"/>
          <w:sz w:val="28"/>
          <w:szCs w:val="28"/>
        </w:rPr>
        <w:t xml:space="preserve">Ульяновской области или иное должностное </w:t>
      </w:r>
    </w:p>
    <w:p w:rsidR="000E469A" w:rsidRPr="0099127C" w:rsidRDefault="000E469A" w:rsidP="00760CF5">
      <w:pPr>
        <w:pStyle w:val="HTMLPreformatted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  <w:r w:rsidRPr="0099127C">
        <w:rPr>
          <w:rFonts w:ascii="Times New Roman" w:hAnsi="Times New Roman"/>
          <w:sz w:val="28"/>
          <w:szCs w:val="28"/>
        </w:rPr>
        <w:t>лицо местного самоуправления, исполняюще</w:t>
      </w:r>
      <w:r>
        <w:rPr>
          <w:rFonts w:ascii="Times New Roman" w:hAnsi="Times New Roman"/>
          <w:sz w:val="28"/>
          <w:szCs w:val="28"/>
        </w:rPr>
        <w:t>е</w:t>
      </w:r>
    </w:p>
    <w:p w:rsidR="000E469A" w:rsidRPr="00760CF5" w:rsidRDefault="000E469A" w:rsidP="00760CF5">
      <w:pPr>
        <w:pStyle w:val="HTMLPreformatted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  <w:r w:rsidRPr="0099127C">
        <w:rPr>
          <w:rFonts w:ascii="Times New Roman" w:hAnsi="Times New Roman"/>
          <w:sz w:val="28"/>
          <w:szCs w:val="28"/>
        </w:rPr>
        <w:t>полномочия его председателя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99127C">
        <w:rPr>
          <w:rFonts w:ascii="Times New Roman" w:hAnsi="Times New Roman"/>
          <w:sz w:val="28"/>
          <w:szCs w:val="28"/>
        </w:rPr>
        <w:t>___________        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E469A" w:rsidRPr="00760CF5" w:rsidRDefault="000E469A" w:rsidP="00760CF5">
      <w:pPr>
        <w:pStyle w:val="HTMLPreformatted"/>
        <w:tabs>
          <w:tab w:val="left" w:pos="3066"/>
        </w:tabs>
        <w:jc w:val="both"/>
        <w:rPr>
          <w:rFonts w:ascii="Times New Roman" w:hAnsi="Times New Roman"/>
          <w:sz w:val="24"/>
          <w:szCs w:val="24"/>
        </w:rPr>
      </w:pPr>
      <w:r w:rsidRPr="00760C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Pr="00760CF5">
        <w:rPr>
          <w:rFonts w:ascii="Times New Roman" w:hAnsi="Times New Roman"/>
          <w:sz w:val="24"/>
          <w:szCs w:val="24"/>
        </w:rPr>
        <w:t>(подп</w:t>
      </w:r>
      <w:r>
        <w:rPr>
          <w:rFonts w:ascii="Times New Roman" w:hAnsi="Times New Roman"/>
          <w:sz w:val="24"/>
          <w:szCs w:val="24"/>
        </w:rPr>
        <w:t xml:space="preserve">ись)                 </w:t>
      </w:r>
      <w:r w:rsidRPr="00760CF5">
        <w:rPr>
          <w:rFonts w:ascii="Times New Roman" w:hAnsi="Times New Roman"/>
          <w:sz w:val="24"/>
          <w:szCs w:val="24"/>
        </w:rPr>
        <w:t>(инициалы, фамилия)</w:t>
      </w:r>
    </w:p>
    <w:p w:rsidR="000E469A" w:rsidRPr="0099127C" w:rsidRDefault="000E469A" w:rsidP="00760CF5">
      <w:pPr>
        <w:pStyle w:val="HTMLPreformatted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</w:p>
    <w:p w:rsidR="000E469A" w:rsidRPr="0099127C" w:rsidRDefault="000E469A" w:rsidP="00760CF5">
      <w:pPr>
        <w:pStyle w:val="HTMLPreformatted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</w:p>
    <w:p w:rsidR="000E469A" w:rsidRPr="0099127C" w:rsidRDefault="000E469A" w:rsidP="00760CF5">
      <w:pPr>
        <w:pStyle w:val="HTMLPreformatted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  <w:r w:rsidRPr="0099127C">
        <w:rPr>
          <w:rFonts w:ascii="Times New Roman" w:hAnsi="Times New Roman"/>
          <w:sz w:val="28"/>
          <w:szCs w:val="28"/>
        </w:rPr>
        <w:t>М.П.</w:t>
      </w:r>
    </w:p>
    <w:p w:rsidR="000E469A" w:rsidRPr="0099127C" w:rsidRDefault="000E469A" w:rsidP="00760CF5">
      <w:pPr>
        <w:pStyle w:val="HTMLPreformatted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</w:p>
    <w:p w:rsidR="000E469A" w:rsidRPr="0099127C" w:rsidRDefault="000E469A" w:rsidP="00760CF5">
      <w:pPr>
        <w:pStyle w:val="HTMLPreformatted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  <w:r w:rsidRPr="0099127C">
        <w:rPr>
          <w:rFonts w:ascii="Times New Roman" w:hAnsi="Times New Roman"/>
          <w:sz w:val="28"/>
          <w:szCs w:val="28"/>
        </w:rPr>
        <w:t>________________ _______ г.</w:t>
      </w:r>
    </w:p>
    <w:p w:rsidR="000E469A" w:rsidRPr="0099127C" w:rsidRDefault="000E469A" w:rsidP="00760CF5">
      <w:pPr>
        <w:pStyle w:val="HTMLPreformatted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</w:p>
    <w:p w:rsidR="000E469A" w:rsidRPr="0099127C" w:rsidRDefault="000E469A" w:rsidP="00760CF5">
      <w:pPr>
        <w:pStyle w:val="HTMLPreformatted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</w:p>
    <w:p w:rsidR="000E469A" w:rsidRPr="0099127C" w:rsidRDefault="000E469A" w:rsidP="00760CF5">
      <w:pPr>
        <w:pStyle w:val="HTMLPreformatted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</w:p>
    <w:p w:rsidR="000E469A" w:rsidRPr="0099127C" w:rsidRDefault="000E469A" w:rsidP="00760CF5">
      <w:pPr>
        <w:pStyle w:val="HTMLPreformatted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</w:p>
    <w:p w:rsidR="000E469A" w:rsidRPr="0099127C" w:rsidRDefault="000E469A" w:rsidP="00760CF5">
      <w:pPr>
        <w:pStyle w:val="HTMLPreformatted"/>
        <w:tabs>
          <w:tab w:val="left" w:pos="3066"/>
        </w:tabs>
        <w:jc w:val="center"/>
        <w:rPr>
          <w:rFonts w:ascii="Times New Roman" w:hAnsi="Times New Roman"/>
          <w:sz w:val="28"/>
          <w:szCs w:val="28"/>
        </w:rPr>
      </w:pPr>
      <w:r w:rsidRPr="0099127C">
        <w:rPr>
          <w:rFonts w:ascii="Times New Roman" w:hAnsi="Times New Roman"/>
          <w:sz w:val="28"/>
          <w:szCs w:val="28"/>
        </w:rPr>
        <w:t>__________________</w:t>
      </w:r>
    </w:p>
    <w:p w:rsidR="000E469A" w:rsidRPr="0099127C" w:rsidRDefault="000E469A" w:rsidP="0099127C">
      <w:pPr>
        <w:spacing w:line="360" w:lineRule="auto"/>
        <w:contextualSpacing/>
        <w:jc w:val="both"/>
        <w:rPr>
          <w:sz w:val="28"/>
          <w:szCs w:val="28"/>
        </w:rPr>
      </w:pPr>
    </w:p>
    <w:sectPr w:rsidR="000E469A" w:rsidRPr="0099127C" w:rsidSect="0099127C">
      <w:pgSz w:w="11906" w:h="16838" w:code="9"/>
      <w:pgMar w:top="1134" w:right="680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69A" w:rsidRDefault="000E469A">
      <w:r>
        <w:separator/>
      </w:r>
    </w:p>
  </w:endnote>
  <w:endnote w:type="continuationSeparator" w:id="0">
    <w:p w:rsidR="000E469A" w:rsidRDefault="000E46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69A" w:rsidRDefault="000E469A" w:rsidP="005927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E469A" w:rsidRDefault="000E469A" w:rsidP="0005464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69A" w:rsidRDefault="000E469A" w:rsidP="0005464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69A" w:rsidRDefault="000E469A">
      <w:r>
        <w:separator/>
      </w:r>
    </w:p>
  </w:footnote>
  <w:footnote w:type="continuationSeparator" w:id="0">
    <w:p w:rsidR="000E469A" w:rsidRDefault="000E46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69A" w:rsidRDefault="000E469A" w:rsidP="005927C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E469A" w:rsidRDefault="000E469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69A" w:rsidRPr="0099127C" w:rsidRDefault="000E469A" w:rsidP="0099127C">
    <w:pPr>
      <w:pStyle w:val="Header"/>
      <w:jc w:val="center"/>
      <w:rPr>
        <w:rStyle w:val="PageNumber"/>
        <w:sz w:val="28"/>
        <w:szCs w:val="28"/>
      </w:rPr>
    </w:pPr>
    <w:r w:rsidRPr="0099127C">
      <w:rPr>
        <w:rStyle w:val="PageNumber"/>
        <w:sz w:val="28"/>
        <w:szCs w:val="28"/>
      </w:rPr>
      <w:fldChar w:fldCharType="begin"/>
    </w:r>
    <w:r w:rsidRPr="0099127C">
      <w:rPr>
        <w:rStyle w:val="PageNumber"/>
        <w:sz w:val="28"/>
        <w:szCs w:val="28"/>
      </w:rPr>
      <w:instrText xml:space="preserve">PAGE  </w:instrText>
    </w:r>
    <w:r w:rsidRPr="0099127C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3</w:t>
    </w:r>
    <w:r w:rsidRPr="0099127C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3EC6"/>
    <w:multiLevelType w:val="hybridMultilevel"/>
    <w:tmpl w:val="13FE4B3A"/>
    <w:lvl w:ilvl="0" w:tplc="033A1618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D094487"/>
    <w:multiLevelType w:val="hybridMultilevel"/>
    <w:tmpl w:val="5FFA4E34"/>
    <w:lvl w:ilvl="0" w:tplc="0419000F">
      <w:start w:val="1"/>
      <w:numFmt w:val="decimal"/>
      <w:lvlText w:val="%1."/>
      <w:lvlJc w:val="left"/>
      <w:pPr>
        <w:ind w:left="178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2">
    <w:nsid w:val="310C448B"/>
    <w:multiLevelType w:val="hybridMultilevel"/>
    <w:tmpl w:val="8848CAE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4EDA5247"/>
    <w:multiLevelType w:val="hybridMultilevel"/>
    <w:tmpl w:val="63EE3AF2"/>
    <w:lvl w:ilvl="0" w:tplc="033A1618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54DA76B3"/>
    <w:multiLevelType w:val="hybridMultilevel"/>
    <w:tmpl w:val="4C2473B0"/>
    <w:lvl w:ilvl="0" w:tplc="5D7E21DC">
      <w:start w:val="1"/>
      <w:numFmt w:val="decimal"/>
      <w:lvlText w:val="%1."/>
      <w:lvlJc w:val="left"/>
      <w:pPr>
        <w:ind w:left="11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  <w:rPr>
        <w:rFonts w:cs="Times New Roman"/>
      </w:rPr>
    </w:lvl>
  </w:abstractNum>
  <w:abstractNum w:abstractNumId="5">
    <w:nsid w:val="5C0C0F84"/>
    <w:multiLevelType w:val="hybridMultilevel"/>
    <w:tmpl w:val="DF4018D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6A6D12CA"/>
    <w:multiLevelType w:val="hybridMultilevel"/>
    <w:tmpl w:val="01F092B0"/>
    <w:lvl w:ilvl="0" w:tplc="033A1618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E0219F2"/>
    <w:multiLevelType w:val="hybridMultilevel"/>
    <w:tmpl w:val="29DEAC5C"/>
    <w:lvl w:ilvl="0" w:tplc="033A1618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77E03066"/>
    <w:multiLevelType w:val="hybridMultilevel"/>
    <w:tmpl w:val="7074A3FE"/>
    <w:lvl w:ilvl="0" w:tplc="2A0670BC">
      <w:start w:val="1"/>
      <w:numFmt w:val="decimal"/>
      <w:lvlText w:val="%1."/>
      <w:lvlJc w:val="left"/>
      <w:pPr>
        <w:ind w:left="11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3E8"/>
    <w:rsid w:val="0001010D"/>
    <w:rsid w:val="00012290"/>
    <w:rsid w:val="000132F1"/>
    <w:rsid w:val="00015C20"/>
    <w:rsid w:val="00017956"/>
    <w:rsid w:val="000345DD"/>
    <w:rsid w:val="00053716"/>
    <w:rsid w:val="00054644"/>
    <w:rsid w:val="0008534F"/>
    <w:rsid w:val="0009623B"/>
    <w:rsid w:val="000A5C2B"/>
    <w:rsid w:val="000B1984"/>
    <w:rsid w:val="000D1916"/>
    <w:rsid w:val="000E469A"/>
    <w:rsid w:val="000F67C9"/>
    <w:rsid w:val="001158AA"/>
    <w:rsid w:val="001205E1"/>
    <w:rsid w:val="00121AF6"/>
    <w:rsid w:val="00135A6A"/>
    <w:rsid w:val="00137086"/>
    <w:rsid w:val="00192C39"/>
    <w:rsid w:val="00197DE2"/>
    <w:rsid w:val="001C261C"/>
    <w:rsid w:val="001D103A"/>
    <w:rsid w:val="00224793"/>
    <w:rsid w:val="00224B25"/>
    <w:rsid w:val="00263406"/>
    <w:rsid w:val="002675C0"/>
    <w:rsid w:val="002763B2"/>
    <w:rsid w:val="00295B64"/>
    <w:rsid w:val="002B39A4"/>
    <w:rsid w:val="002E71E4"/>
    <w:rsid w:val="002F31FD"/>
    <w:rsid w:val="003130EF"/>
    <w:rsid w:val="00331498"/>
    <w:rsid w:val="003336A3"/>
    <w:rsid w:val="0033734F"/>
    <w:rsid w:val="00355709"/>
    <w:rsid w:val="00375237"/>
    <w:rsid w:val="003772BC"/>
    <w:rsid w:val="00396BE3"/>
    <w:rsid w:val="003E0670"/>
    <w:rsid w:val="004022BA"/>
    <w:rsid w:val="00420603"/>
    <w:rsid w:val="004243C4"/>
    <w:rsid w:val="004433B3"/>
    <w:rsid w:val="00446B16"/>
    <w:rsid w:val="00462E1B"/>
    <w:rsid w:val="0046715D"/>
    <w:rsid w:val="004C35D5"/>
    <w:rsid w:val="004F14FA"/>
    <w:rsid w:val="004F66DB"/>
    <w:rsid w:val="00513F50"/>
    <w:rsid w:val="00516E46"/>
    <w:rsid w:val="00525EFB"/>
    <w:rsid w:val="00534EBF"/>
    <w:rsid w:val="00540793"/>
    <w:rsid w:val="00544363"/>
    <w:rsid w:val="005448C6"/>
    <w:rsid w:val="00545D12"/>
    <w:rsid w:val="005663AD"/>
    <w:rsid w:val="00581A5C"/>
    <w:rsid w:val="005827C0"/>
    <w:rsid w:val="005927CC"/>
    <w:rsid w:val="00592F9F"/>
    <w:rsid w:val="005B7AA9"/>
    <w:rsid w:val="005E5EEF"/>
    <w:rsid w:val="005F7456"/>
    <w:rsid w:val="005F77CD"/>
    <w:rsid w:val="0062620E"/>
    <w:rsid w:val="00664646"/>
    <w:rsid w:val="0069242A"/>
    <w:rsid w:val="00696CE8"/>
    <w:rsid w:val="006F0557"/>
    <w:rsid w:val="0070105C"/>
    <w:rsid w:val="00710E29"/>
    <w:rsid w:val="0072735C"/>
    <w:rsid w:val="00731883"/>
    <w:rsid w:val="007414CE"/>
    <w:rsid w:val="0074476B"/>
    <w:rsid w:val="00751831"/>
    <w:rsid w:val="00760CF5"/>
    <w:rsid w:val="00766D52"/>
    <w:rsid w:val="00772945"/>
    <w:rsid w:val="00775858"/>
    <w:rsid w:val="00776A11"/>
    <w:rsid w:val="00784370"/>
    <w:rsid w:val="007B3F63"/>
    <w:rsid w:val="007B759B"/>
    <w:rsid w:val="007B7B33"/>
    <w:rsid w:val="007E088A"/>
    <w:rsid w:val="007E31B6"/>
    <w:rsid w:val="007F6ABE"/>
    <w:rsid w:val="00823930"/>
    <w:rsid w:val="00833861"/>
    <w:rsid w:val="008B6543"/>
    <w:rsid w:val="008B67EF"/>
    <w:rsid w:val="008B6E5B"/>
    <w:rsid w:val="008C036C"/>
    <w:rsid w:val="008C17E3"/>
    <w:rsid w:val="00912130"/>
    <w:rsid w:val="00967818"/>
    <w:rsid w:val="0099127C"/>
    <w:rsid w:val="009B2A1E"/>
    <w:rsid w:val="009D3A37"/>
    <w:rsid w:val="00A03763"/>
    <w:rsid w:val="00A11E38"/>
    <w:rsid w:val="00A2321A"/>
    <w:rsid w:val="00A31F46"/>
    <w:rsid w:val="00A44AE0"/>
    <w:rsid w:val="00A64653"/>
    <w:rsid w:val="00A719DC"/>
    <w:rsid w:val="00A74F16"/>
    <w:rsid w:val="00A85EDF"/>
    <w:rsid w:val="00A946C4"/>
    <w:rsid w:val="00AA6B06"/>
    <w:rsid w:val="00AE4FCF"/>
    <w:rsid w:val="00AF73FD"/>
    <w:rsid w:val="00B34E9F"/>
    <w:rsid w:val="00B57067"/>
    <w:rsid w:val="00B76AF1"/>
    <w:rsid w:val="00B93B60"/>
    <w:rsid w:val="00BA72F0"/>
    <w:rsid w:val="00C02AF9"/>
    <w:rsid w:val="00C3712F"/>
    <w:rsid w:val="00C513AB"/>
    <w:rsid w:val="00C63773"/>
    <w:rsid w:val="00CA10D9"/>
    <w:rsid w:val="00CB0FB8"/>
    <w:rsid w:val="00CC7685"/>
    <w:rsid w:val="00CE3034"/>
    <w:rsid w:val="00CE7643"/>
    <w:rsid w:val="00D2327C"/>
    <w:rsid w:val="00D27CD8"/>
    <w:rsid w:val="00D3648D"/>
    <w:rsid w:val="00D855CC"/>
    <w:rsid w:val="00DB7BB7"/>
    <w:rsid w:val="00DD6650"/>
    <w:rsid w:val="00DE797E"/>
    <w:rsid w:val="00E00567"/>
    <w:rsid w:val="00E06B40"/>
    <w:rsid w:val="00E217F3"/>
    <w:rsid w:val="00E42686"/>
    <w:rsid w:val="00E52CE5"/>
    <w:rsid w:val="00E54467"/>
    <w:rsid w:val="00E63D56"/>
    <w:rsid w:val="00E654B6"/>
    <w:rsid w:val="00E861F6"/>
    <w:rsid w:val="00EB6B89"/>
    <w:rsid w:val="00ED0E92"/>
    <w:rsid w:val="00ED36AD"/>
    <w:rsid w:val="00EE21B2"/>
    <w:rsid w:val="00EE3B1B"/>
    <w:rsid w:val="00F04222"/>
    <w:rsid w:val="00F06889"/>
    <w:rsid w:val="00F24ECE"/>
    <w:rsid w:val="00F34495"/>
    <w:rsid w:val="00F548F7"/>
    <w:rsid w:val="00F55C1A"/>
    <w:rsid w:val="00F573CB"/>
    <w:rsid w:val="00F60F3F"/>
    <w:rsid w:val="00F65CEE"/>
    <w:rsid w:val="00F66001"/>
    <w:rsid w:val="00F771B0"/>
    <w:rsid w:val="00F813E8"/>
    <w:rsid w:val="00FA1452"/>
    <w:rsid w:val="00FA289E"/>
    <w:rsid w:val="00FB5B50"/>
    <w:rsid w:val="00FC1F4A"/>
    <w:rsid w:val="00FE7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3E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813E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E08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0670"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05464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E067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054644"/>
    <w:rPr>
      <w:rFonts w:cs="Times New Roman"/>
    </w:rPr>
  </w:style>
  <w:style w:type="paragraph" w:styleId="Header">
    <w:name w:val="header"/>
    <w:basedOn w:val="Normal"/>
    <w:link w:val="HeaderChar"/>
    <w:uiPriority w:val="99"/>
    <w:rsid w:val="0005464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E0670"/>
    <w:rPr>
      <w:rFonts w:cs="Times New Roman"/>
      <w:sz w:val="24"/>
      <w:szCs w:val="24"/>
    </w:rPr>
  </w:style>
  <w:style w:type="character" w:customStyle="1" w:styleId="blk">
    <w:name w:val="blk"/>
    <w:basedOn w:val="DefaultParagraphFont"/>
    <w:uiPriority w:val="99"/>
    <w:rsid w:val="00AF73FD"/>
    <w:rPr>
      <w:rFonts w:cs="Times New Roman"/>
    </w:rPr>
  </w:style>
  <w:style w:type="character" w:customStyle="1" w:styleId="u">
    <w:name w:val="u"/>
    <w:basedOn w:val="DefaultParagraphFont"/>
    <w:uiPriority w:val="99"/>
    <w:rsid w:val="00331498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446B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446B16"/>
    <w:rPr>
      <w:rFonts w:ascii="Courier New" w:hAnsi="Courier New" w:cs="Times New Roman"/>
    </w:rPr>
  </w:style>
  <w:style w:type="paragraph" w:styleId="NormalWeb">
    <w:name w:val="Normal (Web)"/>
    <w:basedOn w:val="Normal"/>
    <w:uiPriority w:val="99"/>
    <w:rsid w:val="00446B16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446B16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634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4</Pages>
  <Words>894</Words>
  <Characters>5101</Characters>
  <Application>Microsoft Office Outlook</Application>
  <DocSecurity>0</DocSecurity>
  <Lines>0</Lines>
  <Paragraphs>0</Paragraphs>
  <ScaleCrop>false</ScaleCrop>
  <Company>-O-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shikin_ss</dc:creator>
  <cp:keywords/>
  <dc:description/>
  <cp:lastModifiedBy>user</cp:lastModifiedBy>
  <cp:revision>13</cp:revision>
  <cp:lastPrinted>2014-03-25T11:18:00Z</cp:lastPrinted>
  <dcterms:created xsi:type="dcterms:W3CDTF">2014-03-24T05:06:00Z</dcterms:created>
  <dcterms:modified xsi:type="dcterms:W3CDTF">2014-04-01T05:32:00Z</dcterms:modified>
</cp:coreProperties>
</file>