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3C30" w:rsidRPr="006836E8" w:rsidRDefault="00533C30" w:rsidP="005A5F88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Закон Ульяновской области</w:t>
      </w:r>
    </w:p>
    <w:p w:rsidR="00533C30" w:rsidRDefault="00533C30" w:rsidP="00885E1A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533C30" w:rsidRDefault="00533C30" w:rsidP="00885E1A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533C30" w:rsidRDefault="00533C30" w:rsidP="00885E1A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533C30" w:rsidRDefault="00533C30" w:rsidP="00885E1A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533C30" w:rsidRDefault="00533C30" w:rsidP="00303D45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внесении изменений в статью 14</w:t>
      </w:r>
      <w:r w:rsidRPr="00DE5B74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Закона Ульяновской области </w:t>
      </w:r>
    </w:p>
    <w:p w:rsidR="00533C30" w:rsidRPr="00885E1A" w:rsidRDefault="00533C30" w:rsidP="00303D45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«О государственной гражданской службе Ульяновской области»</w:t>
      </w:r>
    </w:p>
    <w:p w:rsidR="00533C30" w:rsidRDefault="00533C30" w:rsidP="00303D45">
      <w:pPr>
        <w:pStyle w:val="ConsPlusNormal"/>
        <w:widowControl/>
        <w:ind w:firstLine="539"/>
        <w:jc w:val="both"/>
        <w:rPr>
          <w:rFonts w:ascii="Times New Roman" w:hAnsi="Times New Roman" w:cs="Times New Roman"/>
          <w:b/>
          <w:sz w:val="36"/>
          <w:szCs w:val="36"/>
        </w:rPr>
      </w:pPr>
    </w:p>
    <w:p w:rsidR="00533C30" w:rsidRDefault="00533C30" w:rsidP="00303D45">
      <w:pPr>
        <w:pStyle w:val="ConsPlusNormal"/>
        <w:widowControl/>
        <w:ind w:firstLine="539"/>
        <w:jc w:val="both"/>
        <w:rPr>
          <w:rFonts w:ascii="Times New Roman" w:hAnsi="Times New Roman" w:cs="Times New Roman"/>
          <w:b/>
          <w:sz w:val="36"/>
          <w:szCs w:val="36"/>
        </w:rPr>
      </w:pPr>
    </w:p>
    <w:p w:rsidR="00533C30" w:rsidRDefault="00533C30" w:rsidP="005A5F88">
      <w:pPr>
        <w:pStyle w:val="ConsPlusNormal"/>
        <w:widowControl/>
        <w:ind w:firstLine="539"/>
        <w:jc w:val="both"/>
        <w:rPr>
          <w:rFonts w:ascii="Times New Roman" w:hAnsi="Times New Roman" w:cs="Times New Roman"/>
          <w:b/>
          <w:sz w:val="36"/>
          <w:szCs w:val="36"/>
        </w:rPr>
      </w:pPr>
    </w:p>
    <w:p w:rsidR="00533C30" w:rsidRDefault="00533C30" w:rsidP="005A5F88">
      <w:pPr>
        <w:pStyle w:val="ConsPlusNormal"/>
        <w:widowControl/>
        <w:ind w:firstLine="539"/>
        <w:jc w:val="both"/>
        <w:rPr>
          <w:rFonts w:ascii="Times New Roman" w:hAnsi="Times New Roman" w:cs="Times New Roman"/>
          <w:b/>
          <w:sz w:val="36"/>
          <w:szCs w:val="36"/>
        </w:rPr>
      </w:pPr>
    </w:p>
    <w:p w:rsidR="00533C30" w:rsidRDefault="00533C30" w:rsidP="005A5F88">
      <w:pPr>
        <w:pStyle w:val="ConsPlusNormal"/>
        <w:widowControl/>
        <w:ind w:firstLine="539"/>
        <w:jc w:val="both"/>
        <w:rPr>
          <w:rFonts w:ascii="Times New Roman" w:hAnsi="Times New Roman" w:cs="Times New Roman"/>
          <w:b/>
          <w:sz w:val="36"/>
          <w:szCs w:val="36"/>
        </w:rPr>
      </w:pPr>
    </w:p>
    <w:p w:rsidR="00533C30" w:rsidRDefault="00533C30" w:rsidP="005A5F88">
      <w:pPr>
        <w:pStyle w:val="ConsPlusNormal"/>
        <w:widowControl/>
        <w:ind w:firstLine="539"/>
        <w:jc w:val="both"/>
        <w:rPr>
          <w:rFonts w:ascii="Times New Roman" w:hAnsi="Times New Roman" w:cs="Times New Roman"/>
          <w:b/>
          <w:sz w:val="36"/>
          <w:szCs w:val="36"/>
        </w:rPr>
      </w:pPr>
    </w:p>
    <w:p w:rsidR="00533C30" w:rsidRPr="00420E68" w:rsidRDefault="00533C30" w:rsidP="00303D45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33C30" w:rsidRDefault="00533C30" w:rsidP="00303D4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Внести в статью 14</w:t>
      </w:r>
      <w:r w:rsidRPr="00DE5B74">
        <w:rPr>
          <w:rFonts w:ascii="Times New Roman" w:hAnsi="Times New Roman"/>
          <w:sz w:val="28"/>
          <w:szCs w:val="28"/>
          <w:vertAlign w:val="superscript"/>
        </w:rPr>
        <w:t>2</w:t>
      </w:r>
      <w:r>
        <w:rPr>
          <w:rFonts w:ascii="Times New Roman" w:hAnsi="Times New Roman"/>
          <w:sz w:val="28"/>
          <w:szCs w:val="28"/>
        </w:rPr>
        <w:t xml:space="preserve"> Закона Ульяновской области от 30</w:t>
      </w:r>
      <w:r>
        <w:rPr>
          <w:rFonts w:ascii="Times New Roman" w:hAnsi="Times New Roman"/>
          <w:sz w:val="28"/>
          <w:szCs w:val="28"/>
          <w:lang w:eastAsia="ru-RU"/>
        </w:rPr>
        <w:t xml:space="preserve"> ноября </w:t>
      </w:r>
      <w:r>
        <w:rPr>
          <w:rFonts w:ascii="Times New Roman" w:hAnsi="Times New Roman"/>
          <w:sz w:val="28"/>
          <w:szCs w:val="28"/>
          <w:lang w:eastAsia="ru-RU"/>
        </w:rPr>
        <w:br/>
        <w:t>2004 года № 085-ЗО «О государственной гражданской службе Ульяновской области» («Ульяновская правда» от 08.12.2004 № 235; от 22.07.2005 № 72;</w:t>
      </w:r>
      <w:r>
        <w:rPr>
          <w:rFonts w:ascii="Times New Roman" w:hAnsi="Times New Roman"/>
          <w:sz w:val="28"/>
          <w:szCs w:val="28"/>
          <w:lang w:eastAsia="ru-RU"/>
        </w:rPr>
        <w:br/>
        <w:t>от 08.11.2005 № 103-104; от 07.07.2006 № 51; от 22.12.2007 № 110; от 15.10.2008 № 84; от 26.11.2008 № 96; от 19.12.2008 № 103; от 06.03.2009 № 17; от 07.10.2009 № 81; от 04.12.2009 № 97; от 10.03.2010 № 17; от 12.05.2010 № 35-36;</w:t>
      </w:r>
      <w:r>
        <w:rPr>
          <w:rFonts w:ascii="Times New Roman" w:hAnsi="Times New Roman"/>
          <w:sz w:val="28"/>
          <w:szCs w:val="28"/>
          <w:lang w:eastAsia="ru-RU"/>
        </w:rPr>
        <w:br/>
        <w:t>от 12.11.2010 № 92; от 08.12.2010 № 100; от 04.03.2011 № 23; от 06.04.2011 № 36; от 08.06.2011 № 62; от 12.10.2011 № 115; от 28.12.2011 № 147; от 04.05.2012 № 45; от 05.09.2012 № 96; от 26.12.2012 № 145; от 01.03.2013 № 23</w:t>
      </w:r>
      <w:r w:rsidRPr="001E1C32">
        <w:rPr>
          <w:rFonts w:ascii="Times New Roman" w:hAnsi="Times New Roman"/>
          <w:sz w:val="28"/>
          <w:szCs w:val="28"/>
          <w:lang w:eastAsia="ru-RU"/>
        </w:rPr>
        <w:t>;</w:t>
      </w:r>
      <w:r>
        <w:rPr>
          <w:rFonts w:ascii="Times New Roman" w:hAnsi="Times New Roman"/>
          <w:sz w:val="28"/>
          <w:szCs w:val="28"/>
          <w:lang w:eastAsia="ru-RU"/>
        </w:rPr>
        <w:t xml:space="preserve"> от 08.05.2013 № 48</w:t>
      </w:r>
      <w:r w:rsidRPr="00EF7EED">
        <w:rPr>
          <w:rFonts w:ascii="Times New Roman" w:hAnsi="Times New Roman"/>
          <w:sz w:val="28"/>
          <w:szCs w:val="28"/>
          <w:lang w:eastAsia="ru-RU"/>
        </w:rPr>
        <w:t>;</w:t>
      </w:r>
      <w:r>
        <w:rPr>
          <w:rFonts w:ascii="Times New Roman" w:hAnsi="Times New Roman"/>
          <w:sz w:val="28"/>
          <w:szCs w:val="28"/>
          <w:lang w:eastAsia="ru-RU"/>
        </w:rPr>
        <w:t xml:space="preserve"> от 11.11.2013 № 144</w:t>
      </w:r>
      <w:r w:rsidRPr="00EF7EED">
        <w:rPr>
          <w:rFonts w:ascii="Times New Roman" w:hAnsi="Times New Roman"/>
          <w:sz w:val="28"/>
          <w:szCs w:val="28"/>
          <w:lang w:eastAsia="ru-RU"/>
        </w:rPr>
        <w:t>;</w:t>
      </w:r>
      <w:r>
        <w:rPr>
          <w:rFonts w:ascii="Times New Roman" w:hAnsi="Times New Roman"/>
          <w:sz w:val="28"/>
          <w:szCs w:val="28"/>
          <w:lang w:eastAsia="ru-RU"/>
        </w:rPr>
        <w:t xml:space="preserve"> от 05.12.2013 № 158</w:t>
      </w:r>
      <w:r w:rsidRPr="00BD0315">
        <w:rPr>
          <w:rFonts w:ascii="Times New Roman" w:hAnsi="Times New Roman"/>
          <w:sz w:val="28"/>
          <w:szCs w:val="28"/>
          <w:lang w:eastAsia="ru-RU"/>
        </w:rPr>
        <w:t>;</w:t>
      </w:r>
      <w:r>
        <w:rPr>
          <w:rFonts w:ascii="Times New Roman" w:hAnsi="Times New Roman"/>
          <w:sz w:val="28"/>
          <w:szCs w:val="28"/>
          <w:lang w:eastAsia="ru-RU"/>
        </w:rPr>
        <w:t xml:space="preserve"> от 28.12.2013 № 173</w:t>
      </w:r>
      <w:r w:rsidRPr="00BD0315">
        <w:rPr>
          <w:rFonts w:ascii="Times New Roman" w:hAnsi="Times New Roman"/>
          <w:sz w:val="28"/>
          <w:szCs w:val="28"/>
          <w:lang w:eastAsia="ru-RU"/>
        </w:rPr>
        <w:t>;</w:t>
      </w:r>
      <w:r>
        <w:rPr>
          <w:rFonts w:ascii="Times New Roman" w:hAnsi="Times New Roman"/>
          <w:sz w:val="28"/>
          <w:szCs w:val="28"/>
          <w:lang w:eastAsia="ru-RU"/>
        </w:rPr>
        <w:t xml:space="preserve"> от 11.03.2014</w:t>
      </w:r>
      <w:r>
        <w:rPr>
          <w:rFonts w:ascii="Times New Roman" w:hAnsi="Times New Roman"/>
          <w:sz w:val="28"/>
          <w:szCs w:val="28"/>
          <w:lang w:eastAsia="ru-RU"/>
        </w:rPr>
        <w:br/>
        <w:t>№ 34</w:t>
      </w:r>
      <w:r w:rsidRPr="00B60E61">
        <w:rPr>
          <w:rFonts w:ascii="Times New Roman" w:hAnsi="Times New Roman"/>
          <w:sz w:val="28"/>
          <w:szCs w:val="28"/>
          <w:lang w:eastAsia="ru-RU"/>
        </w:rPr>
        <w:t>;</w:t>
      </w:r>
      <w:r>
        <w:rPr>
          <w:rFonts w:ascii="Times New Roman" w:hAnsi="Times New Roman"/>
          <w:sz w:val="28"/>
          <w:szCs w:val="28"/>
          <w:lang w:eastAsia="ru-RU"/>
        </w:rPr>
        <w:t xml:space="preserve"> от 31.03.2014 № 45</w:t>
      </w:r>
      <w:r w:rsidRPr="0004378C">
        <w:rPr>
          <w:rFonts w:ascii="Times New Roman" w:hAnsi="Times New Roman"/>
          <w:sz w:val="28"/>
          <w:szCs w:val="28"/>
          <w:lang w:eastAsia="ru-RU"/>
        </w:rPr>
        <w:t xml:space="preserve">; </w:t>
      </w:r>
      <w:r>
        <w:rPr>
          <w:rFonts w:ascii="Times New Roman" w:hAnsi="Times New Roman"/>
          <w:sz w:val="28"/>
          <w:szCs w:val="28"/>
          <w:lang w:eastAsia="ru-RU"/>
        </w:rPr>
        <w:t>от 08.05.2014 № 65</w:t>
      </w:r>
      <w:r w:rsidRPr="00653F02">
        <w:rPr>
          <w:rFonts w:ascii="Times New Roman" w:hAnsi="Times New Roman"/>
          <w:sz w:val="28"/>
          <w:szCs w:val="28"/>
          <w:lang w:eastAsia="ru-RU"/>
        </w:rPr>
        <w:t>;</w:t>
      </w:r>
      <w:r>
        <w:rPr>
          <w:rFonts w:ascii="Times New Roman" w:hAnsi="Times New Roman"/>
          <w:sz w:val="28"/>
          <w:szCs w:val="28"/>
          <w:lang w:eastAsia="ru-RU"/>
        </w:rPr>
        <w:t xml:space="preserve"> от 09.10.2014 № 149) следующие</w:t>
      </w:r>
      <w:r>
        <w:rPr>
          <w:rFonts w:ascii="Times New Roman" w:hAnsi="Times New Roman"/>
          <w:sz w:val="28"/>
          <w:szCs w:val="28"/>
        </w:rPr>
        <w:t xml:space="preserve"> изменения:</w:t>
      </w:r>
    </w:p>
    <w:p w:rsidR="00533C30" w:rsidRDefault="00533C30" w:rsidP="00303D4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абзац второй части 3 изложить в следующей редакции:</w:t>
      </w:r>
    </w:p>
    <w:p w:rsidR="00533C30" w:rsidRDefault="00533C30" w:rsidP="00303D4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  <w:lang w:eastAsia="ru-RU"/>
        </w:rPr>
        <w:t>Договор на обучение с гражданином, осваивающим программу магистратуры или образовательную программу среднего профессионального образования на базе среднего общего образования, заключается не ранее чем через шесть месяцев после начала обучения и не позднее чем за один год</w:t>
      </w:r>
      <w:r>
        <w:rPr>
          <w:rFonts w:ascii="Times New Roman" w:hAnsi="Times New Roman"/>
          <w:sz w:val="28"/>
          <w:szCs w:val="28"/>
          <w:lang w:eastAsia="ru-RU"/>
        </w:rPr>
        <w:br/>
        <w:t>до окончания обучения в образовательной организации.»</w:t>
      </w:r>
      <w:r w:rsidRPr="007B7360">
        <w:rPr>
          <w:rFonts w:ascii="Times New Roman" w:hAnsi="Times New Roman"/>
          <w:sz w:val="28"/>
          <w:szCs w:val="28"/>
        </w:rPr>
        <w:t>;</w:t>
      </w:r>
    </w:p>
    <w:p w:rsidR="00533C30" w:rsidRDefault="00533C30" w:rsidP="00303D4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 пункт 1 части 7 изложить в следующей редакции:</w:t>
      </w:r>
    </w:p>
    <w:p w:rsidR="00533C30" w:rsidRDefault="00533C30" w:rsidP="00303D4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«1) личное заявление</w:t>
      </w:r>
      <w:r w:rsidRPr="00B73946">
        <w:rPr>
          <w:rFonts w:ascii="Times New Roman" w:hAnsi="Times New Roman"/>
          <w:sz w:val="28"/>
          <w:szCs w:val="28"/>
        </w:rPr>
        <w:t>;</w:t>
      </w:r>
      <w:r>
        <w:rPr>
          <w:rFonts w:ascii="Times New Roman" w:hAnsi="Times New Roman"/>
          <w:sz w:val="28"/>
          <w:szCs w:val="28"/>
        </w:rPr>
        <w:t>»</w:t>
      </w:r>
      <w:r w:rsidRPr="00B73946">
        <w:rPr>
          <w:rFonts w:ascii="Times New Roman" w:hAnsi="Times New Roman"/>
          <w:sz w:val="28"/>
          <w:szCs w:val="28"/>
        </w:rPr>
        <w:t>;</w:t>
      </w:r>
    </w:p>
    <w:p w:rsidR="00533C30" w:rsidRDefault="00533C30" w:rsidP="00303D4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 абзац второй части 10 изложить в следующей редакции:</w:t>
      </w:r>
    </w:p>
    <w:p w:rsidR="00533C30" w:rsidRDefault="00533C30" w:rsidP="00303D4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  <w:lang w:eastAsia="ru-RU"/>
        </w:rPr>
        <w:t>В договоре на обучение должно быть предусмотрено обязательство гражданина проходить гражданскую службу в государственном органе Ульяновской области после получения им документа установленного образца</w:t>
      </w:r>
      <w:r>
        <w:rPr>
          <w:rFonts w:ascii="Times New Roman" w:hAnsi="Times New Roman"/>
          <w:sz w:val="28"/>
          <w:szCs w:val="28"/>
          <w:lang w:eastAsia="ru-RU"/>
        </w:rPr>
        <w:br/>
        <w:t xml:space="preserve">о </w:t>
      </w:r>
      <w:r w:rsidRPr="00B45DD3">
        <w:rPr>
          <w:rFonts w:ascii="Times New Roman" w:hAnsi="Times New Roman"/>
          <w:color w:val="000000"/>
          <w:sz w:val="28"/>
          <w:szCs w:val="28"/>
          <w:lang w:eastAsia="ru-RU"/>
        </w:rPr>
        <w:t>высшем образовании или среднем</w:t>
      </w:r>
      <w:r>
        <w:rPr>
          <w:rFonts w:ascii="Times New Roman" w:hAnsi="Times New Roman"/>
          <w:sz w:val="28"/>
          <w:szCs w:val="28"/>
          <w:lang w:eastAsia="ru-RU"/>
        </w:rPr>
        <w:t xml:space="preserve"> профессиональном образовании в течение срока, установленного договором на обучение.».</w:t>
      </w:r>
    </w:p>
    <w:p w:rsidR="00533C30" w:rsidRDefault="00533C30" w:rsidP="00B35E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33C30" w:rsidRDefault="00533C30" w:rsidP="00B35E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33C30" w:rsidRDefault="00533C30" w:rsidP="00B35E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33C30" w:rsidRDefault="00533C30" w:rsidP="00EB21B5">
      <w:pPr>
        <w:suppressAutoHyphens/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33DC">
        <w:rPr>
          <w:rFonts w:ascii="Times New Roman" w:hAnsi="Times New Roman"/>
          <w:b/>
          <w:sz w:val="28"/>
          <w:szCs w:val="28"/>
        </w:rPr>
        <w:t>Губернатор Ульяновской области</w:t>
      </w:r>
      <w:r w:rsidRPr="001466CA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   </w:t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  <w:t xml:space="preserve">                </w:t>
      </w:r>
      <w:r w:rsidRPr="002933DC">
        <w:rPr>
          <w:rFonts w:ascii="Times New Roman" w:hAnsi="Times New Roman"/>
          <w:b/>
          <w:sz w:val="28"/>
          <w:szCs w:val="28"/>
        </w:rPr>
        <w:t>С.И.Морозов</w:t>
      </w:r>
    </w:p>
    <w:p w:rsidR="00533C30" w:rsidRDefault="00533C30" w:rsidP="00B35E6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33C30" w:rsidRDefault="00533C30" w:rsidP="00B35E6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533C30" w:rsidRPr="00303D45" w:rsidRDefault="00533C30" w:rsidP="00B35E6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33C30" w:rsidRDefault="00533C30" w:rsidP="00EB21B5">
      <w:pPr>
        <w:spacing w:after="0" w:line="360" w:lineRule="auto"/>
        <w:jc w:val="center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г. Ульяновск</w:t>
      </w:r>
    </w:p>
    <w:p w:rsidR="00533C30" w:rsidRDefault="00533C30" w:rsidP="00EB21B5">
      <w:pPr>
        <w:spacing w:after="0" w:line="360" w:lineRule="auto"/>
        <w:jc w:val="center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29  декабря </w:t>
      </w:r>
      <w:smartTag w:uri="urn:schemas-microsoft-com:office:smarttags" w:element="metricconverter">
        <w:smartTagPr>
          <w:attr w:name="ProductID" w:val="2014 г"/>
        </w:smartTagPr>
        <w:r>
          <w:rPr>
            <w:rFonts w:ascii="Times New Roman" w:hAnsi="Times New Roman"/>
            <w:sz w:val="27"/>
            <w:szCs w:val="27"/>
          </w:rPr>
          <w:t>20</w:t>
        </w:r>
        <w:r w:rsidRPr="00A02665">
          <w:rPr>
            <w:rFonts w:ascii="Times New Roman" w:hAnsi="Times New Roman"/>
            <w:sz w:val="27"/>
            <w:szCs w:val="27"/>
          </w:rPr>
          <w:t>1</w:t>
        </w:r>
        <w:r>
          <w:rPr>
            <w:rFonts w:ascii="Times New Roman" w:hAnsi="Times New Roman"/>
            <w:sz w:val="27"/>
            <w:szCs w:val="27"/>
          </w:rPr>
          <w:t>4 г</w:t>
        </w:r>
      </w:smartTag>
      <w:r>
        <w:rPr>
          <w:rFonts w:ascii="Times New Roman" w:hAnsi="Times New Roman"/>
          <w:sz w:val="27"/>
          <w:szCs w:val="27"/>
        </w:rPr>
        <w:t>.</w:t>
      </w:r>
    </w:p>
    <w:p w:rsidR="00533C30" w:rsidRDefault="00533C30" w:rsidP="00EB21B5">
      <w:pPr>
        <w:spacing w:after="0" w:line="360" w:lineRule="auto"/>
        <w:jc w:val="center"/>
      </w:pPr>
      <w:r>
        <w:rPr>
          <w:rFonts w:ascii="Times New Roman" w:hAnsi="Times New Roman"/>
          <w:sz w:val="27"/>
          <w:szCs w:val="27"/>
        </w:rPr>
        <w:t>№ 226</w:t>
      </w:r>
      <w:r w:rsidRPr="00A623EC">
        <w:rPr>
          <w:rFonts w:ascii="Times New Roman" w:hAnsi="Times New Roman"/>
          <w:sz w:val="27"/>
          <w:szCs w:val="27"/>
        </w:rPr>
        <w:t>-</w:t>
      </w:r>
      <w:r>
        <w:rPr>
          <w:rFonts w:ascii="Times New Roman" w:hAnsi="Times New Roman"/>
          <w:sz w:val="27"/>
          <w:szCs w:val="27"/>
        </w:rPr>
        <w:t>ЗО</w:t>
      </w:r>
    </w:p>
    <w:sectPr w:rsidR="00533C30" w:rsidSect="00DD6ABC">
      <w:headerReference w:type="default" r:id="rId7"/>
      <w:pgSz w:w="11906" w:h="16838" w:code="9"/>
      <w:pgMar w:top="1134" w:right="680" w:bottom="1134" w:left="1247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33C30" w:rsidRDefault="00533C30">
      <w:r>
        <w:separator/>
      </w:r>
    </w:p>
  </w:endnote>
  <w:endnote w:type="continuationSeparator" w:id="0">
    <w:p w:rsidR="00533C30" w:rsidRDefault="00533C3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33C30" w:rsidRDefault="00533C30">
      <w:r>
        <w:separator/>
      </w:r>
    </w:p>
  </w:footnote>
  <w:footnote w:type="continuationSeparator" w:id="0">
    <w:p w:rsidR="00533C30" w:rsidRDefault="00533C3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3C30" w:rsidRDefault="00533C30" w:rsidP="00B35E6B">
    <w:pPr>
      <w:pStyle w:val="Header"/>
      <w:jc w:val="center"/>
    </w:pPr>
    <w:r w:rsidRPr="00206FAC">
      <w:rPr>
        <w:rFonts w:ascii="Times New Roman" w:hAnsi="Times New Roman"/>
        <w:sz w:val="28"/>
        <w:szCs w:val="28"/>
      </w:rPr>
      <w:fldChar w:fldCharType="begin"/>
    </w:r>
    <w:r w:rsidRPr="00206FAC">
      <w:rPr>
        <w:rFonts w:ascii="Times New Roman" w:hAnsi="Times New Roman"/>
        <w:sz w:val="28"/>
        <w:szCs w:val="28"/>
      </w:rPr>
      <w:instrText xml:space="preserve"> PAGE   \* MERGEFORMAT </w:instrText>
    </w:r>
    <w:r w:rsidRPr="00206FAC">
      <w:rPr>
        <w:rFonts w:ascii="Times New Roman" w:hAnsi="Times New Roman"/>
        <w:sz w:val="28"/>
        <w:szCs w:val="28"/>
      </w:rPr>
      <w:fldChar w:fldCharType="separate"/>
    </w:r>
    <w:r>
      <w:rPr>
        <w:rFonts w:ascii="Times New Roman" w:hAnsi="Times New Roman"/>
        <w:noProof/>
        <w:sz w:val="28"/>
        <w:szCs w:val="28"/>
      </w:rPr>
      <w:t>2</w:t>
    </w:r>
    <w:r w:rsidRPr="00206FAC">
      <w:rPr>
        <w:rFonts w:ascii="Times New Roman" w:hAnsi="Times New Roman"/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B9977FC"/>
    <w:multiLevelType w:val="hybridMultilevel"/>
    <w:tmpl w:val="6EB6B94E"/>
    <w:lvl w:ilvl="0" w:tplc="02141F12">
      <w:start w:val="1"/>
      <w:numFmt w:val="decimal"/>
      <w:lvlText w:val="%1)"/>
      <w:lvlJc w:val="left"/>
      <w:pPr>
        <w:tabs>
          <w:tab w:val="num" w:pos="1785"/>
        </w:tabs>
        <w:ind w:left="1785" w:hanging="106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67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A5F88"/>
    <w:rsid w:val="000019A8"/>
    <w:rsid w:val="00002CDE"/>
    <w:rsid w:val="000038D4"/>
    <w:rsid w:val="00004FB3"/>
    <w:rsid w:val="0000590C"/>
    <w:rsid w:val="0000672C"/>
    <w:rsid w:val="00010AAC"/>
    <w:rsid w:val="000127AA"/>
    <w:rsid w:val="000175D7"/>
    <w:rsid w:val="00020CE8"/>
    <w:rsid w:val="000214A7"/>
    <w:rsid w:val="0002176B"/>
    <w:rsid w:val="0002348C"/>
    <w:rsid w:val="00024D17"/>
    <w:rsid w:val="00025B3B"/>
    <w:rsid w:val="000307BB"/>
    <w:rsid w:val="00032E37"/>
    <w:rsid w:val="000342EF"/>
    <w:rsid w:val="00040B69"/>
    <w:rsid w:val="000432F9"/>
    <w:rsid w:val="000436C7"/>
    <w:rsid w:val="0004378C"/>
    <w:rsid w:val="00046207"/>
    <w:rsid w:val="00047E5E"/>
    <w:rsid w:val="00047F15"/>
    <w:rsid w:val="00050CC9"/>
    <w:rsid w:val="00053562"/>
    <w:rsid w:val="0005379A"/>
    <w:rsid w:val="0005599B"/>
    <w:rsid w:val="000560DA"/>
    <w:rsid w:val="00057D43"/>
    <w:rsid w:val="00060399"/>
    <w:rsid w:val="00060718"/>
    <w:rsid w:val="0006170C"/>
    <w:rsid w:val="00064309"/>
    <w:rsid w:val="00065660"/>
    <w:rsid w:val="00066EF9"/>
    <w:rsid w:val="0007275F"/>
    <w:rsid w:val="000737F8"/>
    <w:rsid w:val="000748AF"/>
    <w:rsid w:val="000759CD"/>
    <w:rsid w:val="00082D5A"/>
    <w:rsid w:val="00085549"/>
    <w:rsid w:val="000855B8"/>
    <w:rsid w:val="00086696"/>
    <w:rsid w:val="00086D00"/>
    <w:rsid w:val="00091A1D"/>
    <w:rsid w:val="00093EE1"/>
    <w:rsid w:val="000952BB"/>
    <w:rsid w:val="00097F22"/>
    <w:rsid w:val="000A072E"/>
    <w:rsid w:val="000A2EE7"/>
    <w:rsid w:val="000A3127"/>
    <w:rsid w:val="000A621A"/>
    <w:rsid w:val="000A6244"/>
    <w:rsid w:val="000B2D3F"/>
    <w:rsid w:val="000B3588"/>
    <w:rsid w:val="000B43A7"/>
    <w:rsid w:val="000B43F4"/>
    <w:rsid w:val="000B4B03"/>
    <w:rsid w:val="000C7DA3"/>
    <w:rsid w:val="000D02F5"/>
    <w:rsid w:val="000D227B"/>
    <w:rsid w:val="000D2684"/>
    <w:rsid w:val="000D3447"/>
    <w:rsid w:val="000D4190"/>
    <w:rsid w:val="000D6296"/>
    <w:rsid w:val="000E050B"/>
    <w:rsid w:val="000E11A8"/>
    <w:rsid w:val="000E3530"/>
    <w:rsid w:val="000F1251"/>
    <w:rsid w:val="000F4093"/>
    <w:rsid w:val="00100206"/>
    <w:rsid w:val="00101ABD"/>
    <w:rsid w:val="0010434E"/>
    <w:rsid w:val="001055A7"/>
    <w:rsid w:val="0011135F"/>
    <w:rsid w:val="00116417"/>
    <w:rsid w:val="001176E5"/>
    <w:rsid w:val="00117F3C"/>
    <w:rsid w:val="00120BC3"/>
    <w:rsid w:val="0012108F"/>
    <w:rsid w:val="001227F3"/>
    <w:rsid w:val="00122D02"/>
    <w:rsid w:val="00123D38"/>
    <w:rsid w:val="001311FA"/>
    <w:rsid w:val="00133C57"/>
    <w:rsid w:val="00133EAA"/>
    <w:rsid w:val="00133F16"/>
    <w:rsid w:val="00134CBD"/>
    <w:rsid w:val="0013580E"/>
    <w:rsid w:val="0013618F"/>
    <w:rsid w:val="001369F7"/>
    <w:rsid w:val="00142772"/>
    <w:rsid w:val="001462A5"/>
    <w:rsid w:val="001466CA"/>
    <w:rsid w:val="0014770E"/>
    <w:rsid w:val="001506B4"/>
    <w:rsid w:val="001540E3"/>
    <w:rsid w:val="001558DF"/>
    <w:rsid w:val="001564EE"/>
    <w:rsid w:val="001638B9"/>
    <w:rsid w:val="00163C3D"/>
    <w:rsid w:val="00164AAB"/>
    <w:rsid w:val="00164D80"/>
    <w:rsid w:val="00167374"/>
    <w:rsid w:val="00173AF8"/>
    <w:rsid w:val="00173E69"/>
    <w:rsid w:val="00181A9A"/>
    <w:rsid w:val="00181C90"/>
    <w:rsid w:val="00182B76"/>
    <w:rsid w:val="001845FB"/>
    <w:rsid w:val="00185A0D"/>
    <w:rsid w:val="00186E03"/>
    <w:rsid w:val="0019300B"/>
    <w:rsid w:val="00193FB8"/>
    <w:rsid w:val="00194639"/>
    <w:rsid w:val="001B35FB"/>
    <w:rsid w:val="001B4D15"/>
    <w:rsid w:val="001B78AA"/>
    <w:rsid w:val="001C3525"/>
    <w:rsid w:val="001D0F07"/>
    <w:rsid w:val="001D1D23"/>
    <w:rsid w:val="001D43F7"/>
    <w:rsid w:val="001D6B5F"/>
    <w:rsid w:val="001D6CA1"/>
    <w:rsid w:val="001E1B20"/>
    <w:rsid w:val="001E1C32"/>
    <w:rsid w:val="001E24C4"/>
    <w:rsid w:val="001E2D7E"/>
    <w:rsid w:val="001E4D48"/>
    <w:rsid w:val="001F7657"/>
    <w:rsid w:val="001F7DB1"/>
    <w:rsid w:val="00200AEC"/>
    <w:rsid w:val="00205273"/>
    <w:rsid w:val="00206FAC"/>
    <w:rsid w:val="002076FD"/>
    <w:rsid w:val="00213ECD"/>
    <w:rsid w:val="00221C3A"/>
    <w:rsid w:val="00224DF3"/>
    <w:rsid w:val="00226051"/>
    <w:rsid w:val="00231A23"/>
    <w:rsid w:val="0023419C"/>
    <w:rsid w:val="00240217"/>
    <w:rsid w:val="00246714"/>
    <w:rsid w:val="00250DA9"/>
    <w:rsid w:val="002525B0"/>
    <w:rsid w:val="002547F1"/>
    <w:rsid w:val="0025592D"/>
    <w:rsid w:val="002559E3"/>
    <w:rsid w:val="00257834"/>
    <w:rsid w:val="00260B45"/>
    <w:rsid w:val="0026188E"/>
    <w:rsid w:val="00264FB3"/>
    <w:rsid w:val="00265868"/>
    <w:rsid w:val="00274986"/>
    <w:rsid w:val="00275749"/>
    <w:rsid w:val="00284770"/>
    <w:rsid w:val="002933DC"/>
    <w:rsid w:val="0029428C"/>
    <w:rsid w:val="002946FB"/>
    <w:rsid w:val="002A0204"/>
    <w:rsid w:val="002A14C8"/>
    <w:rsid w:val="002A48B0"/>
    <w:rsid w:val="002A5F3A"/>
    <w:rsid w:val="002B7AF9"/>
    <w:rsid w:val="002C03E8"/>
    <w:rsid w:val="002C1EC6"/>
    <w:rsid w:val="002C37E2"/>
    <w:rsid w:val="002C42A5"/>
    <w:rsid w:val="002C5C01"/>
    <w:rsid w:val="002D29A5"/>
    <w:rsid w:val="002D3D03"/>
    <w:rsid w:val="002D57B7"/>
    <w:rsid w:val="002D5FC9"/>
    <w:rsid w:val="002E121C"/>
    <w:rsid w:val="002E260D"/>
    <w:rsid w:val="002E2C23"/>
    <w:rsid w:val="002E3FAF"/>
    <w:rsid w:val="002E466E"/>
    <w:rsid w:val="002E539E"/>
    <w:rsid w:val="002F0098"/>
    <w:rsid w:val="002F0665"/>
    <w:rsid w:val="002F0867"/>
    <w:rsid w:val="002F2B2E"/>
    <w:rsid w:val="002F3B20"/>
    <w:rsid w:val="002F4B9A"/>
    <w:rsid w:val="002F626E"/>
    <w:rsid w:val="002F7A2A"/>
    <w:rsid w:val="00300C7B"/>
    <w:rsid w:val="00303D45"/>
    <w:rsid w:val="00306082"/>
    <w:rsid w:val="00307638"/>
    <w:rsid w:val="00314275"/>
    <w:rsid w:val="003204AA"/>
    <w:rsid w:val="00334F97"/>
    <w:rsid w:val="003401F4"/>
    <w:rsid w:val="00342962"/>
    <w:rsid w:val="0034357F"/>
    <w:rsid w:val="00344050"/>
    <w:rsid w:val="00345B23"/>
    <w:rsid w:val="00352276"/>
    <w:rsid w:val="00352466"/>
    <w:rsid w:val="003527B9"/>
    <w:rsid w:val="00352B7F"/>
    <w:rsid w:val="00352EBD"/>
    <w:rsid w:val="003567C2"/>
    <w:rsid w:val="003718A6"/>
    <w:rsid w:val="003720D7"/>
    <w:rsid w:val="003727CF"/>
    <w:rsid w:val="00372A3B"/>
    <w:rsid w:val="003757E8"/>
    <w:rsid w:val="00375C4E"/>
    <w:rsid w:val="00376816"/>
    <w:rsid w:val="00381C4E"/>
    <w:rsid w:val="003821CE"/>
    <w:rsid w:val="003840AA"/>
    <w:rsid w:val="0038789B"/>
    <w:rsid w:val="00387C50"/>
    <w:rsid w:val="003951FB"/>
    <w:rsid w:val="0039792E"/>
    <w:rsid w:val="003A0D38"/>
    <w:rsid w:val="003A62F7"/>
    <w:rsid w:val="003A7339"/>
    <w:rsid w:val="003B4E53"/>
    <w:rsid w:val="003B5152"/>
    <w:rsid w:val="003B672A"/>
    <w:rsid w:val="003B68D0"/>
    <w:rsid w:val="003C3102"/>
    <w:rsid w:val="003C4A85"/>
    <w:rsid w:val="003C57CC"/>
    <w:rsid w:val="003C7832"/>
    <w:rsid w:val="003D1627"/>
    <w:rsid w:val="003D3BE5"/>
    <w:rsid w:val="003D641A"/>
    <w:rsid w:val="003E25D6"/>
    <w:rsid w:val="003E3AB3"/>
    <w:rsid w:val="003E3C82"/>
    <w:rsid w:val="003E5279"/>
    <w:rsid w:val="003E57A7"/>
    <w:rsid w:val="003E5DC3"/>
    <w:rsid w:val="003F2625"/>
    <w:rsid w:val="003F6904"/>
    <w:rsid w:val="00405FE6"/>
    <w:rsid w:val="00406921"/>
    <w:rsid w:val="004102C3"/>
    <w:rsid w:val="0041070D"/>
    <w:rsid w:val="004131DB"/>
    <w:rsid w:val="0041549B"/>
    <w:rsid w:val="00415FC2"/>
    <w:rsid w:val="004201B7"/>
    <w:rsid w:val="00420D0D"/>
    <w:rsid w:val="00420E68"/>
    <w:rsid w:val="00422C01"/>
    <w:rsid w:val="004311F2"/>
    <w:rsid w:val="004421B3"/>
    <w:rsid w:val="004425F5"/>
    <w:rsid w:val="004439D2"/>
    <w:rsid w:val="00443C12"/>
    <w:rsid w:val="00447405"/>
    <w:rsid w:val="00450CB0"/>
    <w:rsid w:val="004530E4"/>
    <w:rsid w:val="00453388"/>
    <w:rsid w:val="00455AE3"/>
    <w:rsid w:val="00464ED5"/>
    <w:rsid w:val="0046675D"/>
    <w:rsid w:val="00466D5E"/>
    <w:rsid w:val="004736F0"/>
    <w:rsid w:val="00485E95"/>
    <w:rsid w:val="00485EBC"/>
    <w:rsid w:val="0048711B"/>
    <w:rsid w:val="00490866"/>
    <w:rsid w:val="00490FBC"/>
    <w:rsid w:val="00491534"/>
    <w:rsid w:val="00494DED"/>
    <w:rsid w:val="00496E10"/>
    <w:rsid w:val="004A1532"/>
    <w:rsid w:val="004A4149"/>
    <w:rsid w:val="004A6898"/>
    <w:rsid w:val="004B0CBB"/>
    <w:rsid w:val="004B2EAF"/>
    <w:rsid w:val="004B2FE4"/>
    <w:rsid w:val="004C040B"/>
    <w:rsid w:val="004C04B7"/>
    <w:rsid w:val="004C11D9"/>
    <w:rsid w:val="004C2089"/>
    <w:rsid w:val="004C69A9"/>
    <w:rsid w:val="004D2801"/>
    <w:rsid w:val="004D426B"/>
    <w:rsid w:val="004D5240"/>
    <w:rsid w:val="004D52F5"/>
    <w:rsid w:val="004D7BF0"/>
    <w:rsid w:val="004E079C"/>
    <w:rsid w:val="004E1C15"/>
    <w:rsid w:val="004E2397"/>
    <w:rsid w:val="004E452D"/>
    <w:rsid w:val="004E6A4F"/>
    <w:rsid w:val="004F3EB1"/>
    <w:rsid w:val="004F6C5A"/>
    <w:rsid w:val="0050040E"/>
    <w:rsid w:val="005004A5"/>
    <w:rsid w:val="00503A83"/>
    <w:rsid w:val="005061B5"/>
    <w:rsid w:val="00506D77"/>
    <w:rsid w:val="005078FA"/>
    <w:rsid w:val="005143E6"/>
    <w:rsid w:val="00514C2E"/>
    <w:rsid w:val="00516354"/>
    <w:rsid w:val="00520561"/>
    <w:rsid w:val="005236C8"/>
    <w:rsid w:val="00533C30"/>
    <w:rsid w:val="005344BB"/>
    <w:rsid w:val="00535250"/>
    <w:rsid w:val="005419E4"/>
    <w:rsid w:val="00550911"/>
    <w:rsid w:val="0055182A"/>
    <w:rsid w:val="00564661"/>
    <w:rsid w:val="00564EDF"/>
    <w:rsid w:val="00565F29"/>
    <w:rsid w:val="005671AD"/>
    <w:rsid w:val="00570890"/>
    <w:rsid w:val="00572C42"/>
    <w:rsid w:val="00575137"/>
    <w:rsid w:val="00586A9B"/>
    <w:rsid w:val="005904BB"/>
    <w:rsid w:val="005938B5"/>
    <w:rsid w:val="00594068"/>
    <w:rsid w:val="00596417"/>
    <w:rsid w:val="00596A20"/>
    <w:rsid w:val="005A3322"/>
    <w:rsid w:val="005A47C4"/>
    <w:rsid w:val="005A5F88"/>
    <w:rsid w:val="005B396D"/>
    <w:rsid w:val="005B5BB1"/>
    <w:rsid w:val="005C0B62"/>
    <w:rsid w:val="005C1CD7"/>
    <w:rsid w:val="005C4B0F"/>
    <w:rsid w:val="005C6BC9"/>
    <w:rsid w:val="005C7BFC"/>
    <w:rsid w:val="005D1CA1"/>
    <w:rsid w:val="005D2351"/>
    <w:rsid w:val="005D2FC8"/>
    <w:rsid w:val="005D518A"/>
    <w:rsid w:val="005D53E3"/>
    <w:rsid w:val="005E1EF1"/>
    <w:rsid w:val="005E74D7"/>
    <w:rsid w:val="005F0B4F"/>
    <w:rsid w:val="005F18FC"/>
    <w:rsid w:val="005F4062"/>
    <w:rsid w:val="005F6BD6"/>
    <w:rsid w:val="005F7E0F"/>
    <w:rsid w:val="0060199F"/>
    <w:rsid w:val="00602B20"/>
    <w:rsid w:val="006037EE"/>
    <w:rsid w:val="006054AB"/>
    <w:rsid w:val="006067C6"/>
    <w:rsid w:val="006122F8"/>
    <w:rsid w:val="00621A5A"/>
    <w:rsid w:val="006235E0"/>
    <w:rsid w:val="00625861"/>
    <w:rsid w:val="00630FC2"/>
    <w:rsid w:val="0063308A"/>
    <w:rsid w:val="006348A0"/>
    <w:rsid w:val="006444A4"/>
    <w:rsid w:val="0064473A"/>
    <w:rsid w:val="00646347"/>
    <w:rsid w:val="006505A2"/>
    <w:rsid w:val="006538FE"/>
    <w:rsid w:val="00653F02"/>
    <w:rsid w:val="00654790"/>
    <w:rsid w:val="00657A50"/>
    <w:rsid w:val="00664CEA"/>
    <w:rsid w:val="0066511A"/>
    <w:rsid w:val="00672242"/>
    <w:rsid w:val="00672DA7"/>
    <w:rsid w:val="00673E09"/>
    <w:rsid w:val="00675053"/>
    <w:rsid w:val="00676696"/>
    <w:rsid w:val="00680BCA"/>
    <w:rsid w:val="006813F9"/>
    <w:rsid w:val="00681920"/>
    <w:rsid w:val="00681DF6"/>
    <w:rsid w:val="0068231E"/>
    <w:rsid w:val="006836E8"/>
    <w:rsid w:val="00683A5E"/>
    <w:rsid w:val="006904E0"/>
    <w:rsid w:val="00692452"/>
    <w:rsid w:val="00695666"/>
    <w:rsid w:val="006965ED"/>
    <w:rsid w:val="00697C96"/>
    <w:rsid w:val="00697F0F"/>
    <w:rsid w:val="006A3DAF"/>
    <w:rsid w:val="006A3F70"/>
    <w:rsid w:val="006A7A9F"/>
    <w:rsid w:val="006B2DEB"/>
    <w:rsid w:val="006B56DD"/>
    <w:rsid w:val="006B7775"/>
    <w:rsid w:val="006C0D77"/>
    <w:rsid w:val="006C1C5F"/>
    <w:rsid w:val="006C34EA"/>
    <w:rsid w:val="006D5586"/>
    <w:rsid w:val="006E48B8"/>
    <w:rsid w:val="006E5CD8"/>
    <w:rsid w:val="006E6907"/>
    <w:rsid w:val="006E6AEF"/>
    <w:rsid w:val="006E7162"/>
    <w:rsid w:val="006E7CB7"/>
    <w:rsid w:val="006E7DA8"/>
    <w:rsid w:val="006E7E90"/>
    <w:rsid w:val="006F192A"/>
    <w:rsid w:val="006F3568"/>
    <w:rsid w:val="00701C2E"/>
    <w:rsid w:val="007029C7"/>
    <w:rsid w:val="00703BDE"/>
    <w:rsid w:val="007047FE"/>
    <w:rsid w:val="00707323"/>
    <w:rsid w:val="00707E04"/>
    <w:rsid w:val="00710F61"/>
    <w:rsid w:val="00712E23"/>
    <w:rsid w:val="00717935"/>
    <w:rsid w:val="00720993"/>
    <w:rsid w:val="00720998"/>
    <w:rsid w:val="00721674"/>
    <w:rsid w:val="00722F55"/>
    <w:rsid w:val="00724CBE"/>
    <w:rsid w:val="007268EF"/>
    <w:rsid w:val="00741646"/>
    <w:rsid w:val="00742767"/>
    <w:rsid w:val="00745E1C"/>
    <w:rsid w:val="00750B71"/>
    <w:rsid w:val="00754E1E"/>
    <w:rsid w:val="007564C9"/>
    <w:rsid w:val="00756D39"/>
    <w:rsid w:val="0076325E"/>
    <w:rsid w:val="007636DB"/>
    <w:rsid w:val="00764A6E"/>
    <w:rsid w:val="007658E3"/>
    <w:rsid w:val="0076776D"/>
    <w:rsid w:val="00771D23"/>
    <w:rsid w:val="007725B4"/>
    <w:rsid w:val="00775204"/>
    <w:rsid w:val="007809BB"/>
    <w:rsid w:val="00782DDB"/>
    <w:rsid w:val="0078354A"/>
    <w:rsid w:val="0078393F"/>
    <w:rsid w:val="007840B2"/>
    <w:rsid w:val="00790B4C"/>
    <w:rsid w:val="007915CB"/>
    <w:rsid w:val="0079278B"/>
    <w:rsid w:val="00792CD3"/>
    <w:rsid w:val="00795C1A"/>
    <w:rsid w:val="0079705B"/>
    <w:rsid w:val="007979A8"/>
    <w:rsid w:val="007A073F"/>
    <w:rsid w:val="007A0E4F"/>
    <w:rsid w:val="007A33A4"/>
    <w:rsid w:val="007A3DE8"/>
    <w:rsid w:val="007B21E3"/>
    <w:rsid w:val="007B3ADE"/>
    <w:rsid w:val="007B7360"/>
    <w:rsid w:val="007C3BE9"/>
    <w:rsid w:val="007D077F"/>
    <w:rsid w:val="007D7BD5"/>
    <w:rsid w:val="007E092E"/>
    <w:rsid w:val="007E384B"/>
    <w:rsid w:val="007E7223"/>
    <w:rsid w:val="007F0B16"/>
    <w:rsid w:val="007F132F"/>
    <w:rsid w:val="007F2919"/>
    <w:rsid w:val="007F694F"/>
    <w:rsid w:val="00802C23"/>
    <w:rsid w:val="008031F4"/>
    <w:rsid w:val="00803673"/>
    <w:rsid w:val="0080441E"/>
    <w:rsid w:val="00807CA8"/>
    <w:rsid w:val="0081051F"/>
    <w:rsid w:val="008175C3"/>
    <w:rsid w:val="00821CB6"/>
    <w:rsid w:val="00822AA6"/>
    <w:rsid w:val="00822ABA"/>
    <w:rsid w:val="008239B5"/>
    <w:rsid w:val="00824EDB"/>
    <w:rsid w:val="00825A48"/>
    <w:rsid w:val="0083019E"/>
    <w:rsid w:val="00831D03"/>
    <w:rsid w:val="00836227"/>
    <w:rsid w:val="00836ECF"/>
    <w:rsid w:val="00841966"/>
    <w:rsid w:val="00846662"/>
    <w:rsid w:val="00847AE3"/>
    <w:rsid w:val="00851397"/>
    <w:rsid w:val="0085616F"/>
    <w:rsid w:val="00857E68"/>
    <w:rsid w:val="00862F1F"/>
    <w:rsid w:val="00863A30"/>
    <w:rsid w:val="00866D63"/>
    <w:rsid w:val="0086789F"/>
    <w:rsid w:val="008728C1"/>
    <w:rsid w:val="00877609"/>
    <w:rsid w:val="00885E1A"/>
    <w:rsid w:val="00891233"/>
    <w:rsid w:val="00891925"/>
    <w:rsid w:val="0089257F"/>
    <w:rsid w:val="008925DB"/>
    <w:rsid w:val="00893350"/>
    <w:rsid w:val="008944E2"/>
    <w:rsid w:val="008A2C1F"/>
    <w:rsid w:val="008B2890"/>
    <w:rsid w:val="008B60D0"/>
    <w:rsid w:val="008C015B"/>
    <w:rsid w:val="008C1D41"/>
    <w:rsid w:val="008C3E43"/>
    <w:rsid w:val="008C4DB8"/>
    <w:rsid w:val="008D2421"/>
    <w:rsid w:val="008D460B"/>
    <w:rsid w:val="008E28BE"/>
    <w:rsid w:val="008E2A76"/>
    <w:rsid w:val="008E38BB"/>
    <w:rsid w:val="008E6CF2"/>
    <w:rsid w:val="008F77F6"/>
    <w:rsid w:val="009013CF"/>
    <w:rsid w:val="00901FB8"/>
    <w:rsid w:val="009140BC"/>
    <w:rsid w:val="00915DC6"/>
    <w:rsid w:val="00917AF2"/>
    <w:rsid w:val="00920450"/>
    <w:rsid w:val="0092252A"/>
    <w:rsid w:val="0092381B"/>
    <w:rsid w:val="009319FD"/>
    <w:rsid w:val="00931F9A"/>
    <w:rsid w:val="0094524F"/>
    <w:rsid w:val="009456B1"/>
    <w:rsid w:val="0094577D"/>
    <w:rsid w:val="00945A5B"/>
    <w:rsid w:val="00946380"/>
    <w:rsid w:val="009472B8"/>
    <w:rsid w:val="00950D33"/>
    <w:rsid w:val="00951FDA"/>
    <w:rsid w:val="009538B1"/>
    <w:rsid w:val="00953AAE"/>
    <w:rsid w:val="009579F2"/>
    <w:rsid w:val="00957ED9"/>
    <w:rsid w:val="00960409"/>
    <w:rsid w:val="00960913"/>
    <w:rsid w:val="00960A83"/>
    <w:rsid w:val="009647B6"/>
    <w:rsid w:val="00965750"/>
    <w:rsid w:val="00972C94"/>
    <w:rsid w:val="00977196"/>
    <w:rsid w:val="00981AD0"/>
    <w:rsid w:val="009827F7"/>
    <w:rsid w:val="00985BE3"/>
    <w:rsid w:val="00987322"/>
    <w:rsid w:val="009945D0"/>
    <w:rsid w:val="00996209"/>
    <w:rsid w:val="009971CB"/>
    <w:rsid w:val="009A040C"/>
    <w:rsid w:val="009A1252"/>
    <w:rsid w:val="009A5A4C"/>
    <w:rsid w:val="009A61F8"/>
    <w:rsid w:val="009B1A1E"/>
    <w:rsid w:val="009B2D6A"/>
    <w:rsid w:val="009B4426"/>
    <w:rsid w:val="009C066C"/>
    <w:rsid w:val="009C0B8A"/>
    <w:rsid w:val="009C745D"/>
    <w:rsid w:val="009C774C"/>
    <w:rsid w:val="009D186B"/>
    <w:rsid w:val="009D1F27"/>
    <w:rsid w:val="009D5A9A"/>
    <w:rsid w:val="009E0B26"/>
    <w:rsid w:val="009E1831"/>
    <w:rsid w:val="009E1C10"/>
    <w:rsid w:val="009E78C4"/>
    <w:rsid w:val="009F04A4"/>
    <w:rsid w:val="009F0FDD"/>
    <w:rsid w:val="009F363E"/>
    <w:rsid w:val="009F52B7"/>
    <w:rsid w:val="00A01073"/>
    <w:rsid w:val="00A02665"/>
    <w:rsid w:val="00A02C77"/>
    <w:rsid w:val="00A05272"/>
    <w:rsid w:val="00A05D65"/>
    <w:rsid w:val="00A10772"/>
    <w:rsid w:val="00A10C12"/>
    <w:rsid w:val="00A12B11"/>
    <w:rsid w:val="00A13B12"/>
    <w:rsid w:val="00A13B95"/>
    <w:rsid w:val="00A14432"/>
    <w:rsid w:val="00A15FF0"/>
    <w:rsid w:val="00A2263E"/>
    <w:rsid w:val="00A26AB1"/>
    <w:rsid w:val="00A27992"/>
    <w:rsid w:val="00A31873"/>
    <w:rsid w:val="00A32BEC"/>
    <w:rsid w:val="00A41E4D"/>
    <w:rsid w:val="00A42578"/>
    <w:rsid w:val="00A42963"/>
    <w:rsid w:val="00A46C70"/>
    <w:rsid w:val="00A470E3"/>
    <w:rsid w:val="00A47DF0"/>
    <w:rsid w:val="00A50C80"/>
    <w:rsid w:val="00A54464"/>
    <w:rsid w:val="00A54C4A"/>
    <w:rsid w:val="00A553CE"/>
    <w:rsid w:val="00A5746C"/>
    <w:rsid w:val="00A60AE9"/>
    <w:rsid w:val="00A62359"/>
    <w:rsid w:val="00A623EC"/>
    <w:rsid w:val="00A63D9E"/>
    <w:rsid w:val="00A6442C"/>
    <w:rsid w:val="00A746FA"/>
    <w:rsid w:val="00A82B3B"/>
    <w:rsid w:val="00A82CCA"/>
    <w:rsid w:val="00A8307C"/>
    <w:rsid w:val="00A85FBD"/>
    <w:rsid w:val="00A87DE0"/>
    <w:rsid w:val="00A900D2"/>
    <w:rsid w:val="00A90244"/>
    <w:rsid w:val="00A90EA8"/>
    <w:rsid w:val="00A90F0F"/>
    <w:rsid w:val="00A91AB0"/>
    <w:rsid w:val="00A93B00"/>
    <w:rsid w:val="00A9400A"/>
    <w:rsid w:val="00A95693"/>
    <w:rsid w:val="00A96BED"/>
    <w:rsid w:val="00AA2AE7"/>
    <w:rsid w:val="00AA4232"/>
    <w:rsid w:val="00AB109E"/>
    <w:rsid w:val="00AB3A38"/>
    <w:rsid w:val="00AC19FF"/>
    <w:rsid w:val="00AC4EBF"/>
    <w:rsid w:val="00AC6B86"/>
    <w:rsid w:val="00AD15FC"/>
    <w:rsid w:val="00AD48FA"/>
    <w:rsid w:val="00AD6058"/>
    <w:rsid w:val="00AD6EB7"/>
    <w:rsid w:val="00AE0A99"/>
    <w:rsid w:val="00AE26A5"/>
    <w:rsid w:val="00AE56A7"/>
    <w:rsid w:val="00AE56C2"/>
    <w:rsid w:val="00B00A51"/>
    <w:rsid w:val="00B00A82"/>
    <w:rsid w:val="00B00C8E"/>
    <w:rsid w:val="00B02C33"/>
    <w:rsid w:val="00B05E78"/>
    <w:rsid w:val="00B11ACC"/>
    <w:rsid w:val="00B12F9D"/>
    <w:rsid w:val="00B21422"/>
    <w:rsid w:val="00B21F43"/>
    <w:rsid w:val="00B22945"/>
    <w:rsid w:val="00B24420"/>
    <w:rsid w:val="00B277C8"/>
    <w:rsid w:val="00B33D6A"/>
    <w:rsid w:val="00B35154"/>
    <w:rsid w:val="00B354FB"/>
    <w:rsid w:val="00B35601"/>
    <w:rsid w:val="00B35E6B"/>
    <w:rsid w:val="00B35EC0"/>
    <w:rsid w:val="00B36180"/>
    <w:rsid w:val="00B40ED2"/>
    <w:rsid w:val="00B414E4"/>
    <w:rsid w:val="00B415BA"/>
    <w:rsid w:val="00B45DD3"/>
    <w:rsid w:val="00B50CA9"/>
    <w:rsid w:val="00B5229C"/>
    <w:rsid w:val="00B522A5"/>
    <w:rsid w:val="00B533FE"/>
    <w:rsid w:val="00B53B74"/>
    <w:rsid w:val="00B602ED"/>
    <w:rsid w:val="00B60E61"/>
    <w:rsid w:val="00B6228D"/>
    <w:rsid w:val="00B645D2"/>
    <w:rsid w:val="00B656C0"/>
    <w:rsid w:val="00B66228"/>
    <w:rsid w:val="00B73946"/>
    <w:rsid w:val="00B753E6"/>
    <w:rsid w:val="00B812BB"/>
    <w:rsid w:val="00B86C3A"/>
    <w:rsid w:val="00B90485"/>
    <w:rsid w:val="00B90683"/>
    <w:rsid w:val="00B9151E"/>
    <w:rsid w:val="00B96157"/>
    <w:rsid w:val="00B9647E"/>
    <w:rsid w:val="00BA6469"/>
    <w:rsid w:val="00BB2F74"/>
    <w:rsid w:val="00BB5A7F"/>
    <w:rsid w:val="00BB5B70"/>
    <w:rsid w:val="00BC03B6"/>
    <w:rsid w:val="00BC2C3D"/>
    <w:rsid w:val="00BC4F05"/>
    <w:rsid w:val="00BD0315"/>
    <w:rsid w:val="00BD13B2"/>
    <w:rsid w:val="00BD2D44"/>
    <w:rsid w:val="00BD48E4"/>
    <w:rsid w:val="00BE29A2"/>
    <w:rsid w:val="00BE3885"/>
    <w:rsid w:val="00BE4626"/>
    <w:rsid w:val="00BE5193"/>
    <w:rsid w:val="00BF021A"/>
    <w:rsid w:val="00BF3E21"/>
    <w:rsid w:val="00BF636E"/>
    <w:rsid w:val="00C00303"/>
    <w:rsid w:val="00C0053B"/>
    <w:rsid w:val="00C01CB0"/>
    <w:rsid w:val="00C036D2"/>
    <w:rsid w:val="00C05CF2"/>
    <w:rsid w:val="00C0702A"/>
    <w:rsid w:val="00C10CE1"/>
    <w:rsid w:val="00C11717"/>
    <w:rsid w:val="00C22B93"/>
    <w:rsid w:val="00C31B01"/>
    <w:rsid w:val="00C32CE7"/>
    <w:rsid w:val="00C34DFC"/>
    <w:rsid w:val="00C352E0"/>
    <w:rsid w:val="00C42436"/>
    <w:rsid w:val="00C458EC"/>
    <w:rsid w:val="00C47E3C"/>
    <w:rsid w:val="00C51ADC"/>
    <w:rsid w:val="00C60395"/>
    <w:rsid w:val="00C60AC8"/>
    <w:rsid w:val="00C60F32"/>
    <w:rsid w:val="00C708D3"/>
    <w:rsid w:val="00C70926"/>
    <w:rsid w:val="00C70E4F"/>
    <w:rsid w:val="00C7490E"/>
    <w:rsid w:val="00C74E1A"/>
    <w:rsid w:val="00C82ED7"/>
    <w:rsid w:val="00C85698"/>
    <w:rsid w:val="00C942CA"/>
    <w:rsid w:val="00C95019"/>
    <w:rsid w:val="00C97DD5"/>
    <w:rsid w:val="00CA2623"/>
    <w:rsid w:val="00CA70EC"/>
    <w:rsid w:val="00CB6250"/>
    <w:rsid w:val="00CC0634"/>
    <w:rsid w:val="00CC1FBE"/>
    <w:rsid w:val="00CC5DCA"/>
    <w:rsid w:val="00CD4C09"/>
    <w:rsid w:val="00CE53C3"/>
    <w:rsid w:val="00CE67A5"/>
    <w:rsid w:val="00CF07DF"/>
    <w:rsid w:val="00CF0943"/>
    <w:rsid w:val="00CF45B9"/>
    <w:rsid w:val="00D03870"/>
    <w:rsid w:val="00D079F6"/>
    <w:rsid w:val="00D10079"/>
    <w:rsid w:val="00D13A4F"/>
    <w:rsid w:val="00D17BE4"/>
    <w:rsid w:val="00D2169A"/>
    <w:rsid w:val="00D23E2C"/>
    <w:rsid w:val="00D2599B"/>
    <w:rsid w:val="00D27027"/>
    <w:rsid w:val="00D30ACB"/>
    <w:rsid w:val="00D34A60"/>
    <w:rsid w:val="00D37291"/>
    <w:rsid w:val="00D374CA"/>
    <w:rsid w:val="00D44E65"/>
    <w:rsid w:val="00D472C7"/>
    <w:rsid w:val="00D47F23"/>
    <w:rsid w:val="00D5127C"/>
    <w:rsid w:val="00D51B69"/>
    <w:rsid w:val="00D60A2B"/>
    <w:rsid w:val="00D66933"/>
    <w:rsid w:val="00D706FE"/>
    <w:rsid w:val="00D77B77"/>
    <w:rsid w:val="00D804B4"/>
    <w:rsid w:val="00D82806"/>
    <w:rsid w:val="00D85738"/>
    <w:rsid w:val="00D857F1"/>
    <w:rsid w:val="00D8600E"/>
    <w:rsid w:val="00D9541A"/>
    <w:rsid w:val="00D964B3"/>
    <w:rsid w:val="00DA044C"/>
    <w:rsid w:val="00DA21EE"/>
    <w:rsid w:val="00DA60E9"/>
    <w:rsid w:val="00DB27CF"/>
    <w:rsid w:val="00DB4323"/>
    <w:rsid w:val="00DB668C"/>
    <w:rsid w:val="00DC6F29"/>
    <w:rsid w:val="00DD04B3"/>
    <w:rsid w:val="00DD19B2"/>
    <w:rsid w:val="00DD4ADC"/>
    <w:rsid w:val="00DD65E0"/>
    <w:rsid w:val="00DD6ABC"/>
    <w:rsid w:val="00DE0980"/>
    <w:rsid w:val="00DE1F31"/>
    <w:rsid w:val="00DE4FD9"/>
    <w:rsid w:val="00DE5B74"/>
    <w:rsid w:val="00DF464F"/>
    <w:rsid w:val="00DF59AF"/>
    <w:rsid w:val="00E05099"/>
    <w:rsid w:val="00E06C2C"/>
    <w:rsid w:val="00E10C30"/>
    <w:rsid w:val="00E13CCD"/>
    <w:rsid w:val="00E14C60"/>
    <w:rsid w:val="00E15B41"/>
    <w:rsid w:val="00E162D8"/>
    <w:rsid w:val="00E22FA4"/>
    <w:rsid w:val="00E24018"/>
    <w:rsid w:val="00E36B04"/>
    <w:rsid w:val="00E442AB"/>
    <w:rsid w:val="00E4523B"/>
    <w:rsid w:val="00E45412"/>
    <w:rsid w:val="00E457A8"/>
    <w:rsid w:val="00E47B3C"/>
    <w:rsid w:val="00E50D65"/>
    <w:rsid w:val="00E52609"/>
    <w:rsid w:val="00E55186"/>
    <w:rsid w:val="00E56CCB"/>
    <w:rsid w:val="00E616D9"/>
    <w:rsid w:val="00E81AC0"/>
    <w:rsid w:val="00E84986"/>
    <w:rsid w:val="00E84B6B"/>
    <w:rsid w:val="00E85D34"/>
    <w:rsid w:val="00E85FF3"/>
    <w:rsid w:val="00E90D2F"/>
    <w:rsid w:val="00E917F8"/>
    <w:rsid w:val="00E938A0"/>
    <w:rsid w:val="00E94B33"/>
    <w:rsid w:val="00E958FF"/>
    <w:rsid w:val="00E96F47"/>
    <w:rsid w:val="00E97955"/>
    <w:rsid w:val="00EA2A71"/>
    <w:rsid w:val="00EA35D5"/>
    <w:rsid w:val="00EA5D98"/>
    <w:rsid w:val="00EB21B5"/>
    <w:rsid w:val="00EB5020"/>
    <w:rsid w:val="00EC43D2"/>
    <w:rsid w:val="00EC4940"/>
    <w:rsid w:val="00ED0869"/>
    <w:rsid w:val="00ED09F7"/>
    <w:rsid w:val="00ED0B8A"/>
    <w:rsid w:val="00ED3BD7"/>
    <w:rsid w:val="00ED415C"/>
    <w:rsid w:val="00ED50D9"/>
    <w:rsid w:val="00ED5C8E"/>
    <w:rsid w:val="00EE25B2"/>
    <w:rsid w:val="00EE5180"/>
    <w:rsid w:val="00EF2207"/>
    <w:rsid w:val="00EF2609"/>
    <w:rsid w:val="00EF26F8"/>
    <w:rsid w:val="00EF2A2A"/>
    <w:rsid w:val="00EF4C97"/>
    <w:rsid w:val="00EF56AB"/>
    <w:rsid w:val="00EF7EED"/>
    <w:rsid w:val="00F00C33"/>
    <w:rsid w:val="00F0170E"/>
    <w:rsid w:val="00F02107"/>
    <w:rsid w:val="00F0439F"/>
    <w:rsid w:val="00F05640"/>
    <w:rsid w:val="00F0649E"/>
    <w:rsid w:val="00F115DC"/>
    <w:rsid w:val="00F12F81"/>
    <w:rsid w:val="00F13B61"/>
    <w:rsid w:val="00F13CCB"/>
    <w:rsid w:val="00F1487A"/>
    <w:rsid w:val="00F17F23"/>
    <w:rsid w:val="00F202E7"/>
    <w:rsid w:val="00F209CA"/>
    <w:rsid w:val="00F26A60"/>
    <w:rsid w:val="00F27C16"/>
    <w:rsid w:val="00F310A6"/>
    <w:rsid w:val="00F34134"/>
    <w:rsid w:val="00F40A4A"/>
    <w:rsid w:val="00F410C5"/>
    <w:rsid w:val="00F41607"/>
    <w:rsid w:val="00F41C8F"/>
    <w:rsid w:val="00F42826"/>
    <w:rsid w:val="00F46129"/>
    <w:rsid w:val="00F47FEC"/>
    <w:rsid w:val="00F500B2"/>
    <w:rsid w:val="00F51AA1"/>
    <w:rsid w:val="00F528AF"/>
    <w:rsid w:val="00F53E65"/>
    <w:rsid w:val="00F54FC6"/>
    <w:rsid w:val="00F558D3"/>
    <w:rsid w:val="00F55AF4"/>
    <w:rsid w:val="00F56F54"/>
    <w:rsid w:val="00F6490E"/>
    <w:rsid w:val="00F64B8A"/>
    <w:rsid w:val="00F65707"/>
    <w:rsid w:val="00F8153A"/>
    <w:rsid w:val="00F839B4"/>
    <w:rsid w:val="00F83E29"/>
    <w:rsid w:val="00F849F6"/>
    <w:rsid w:val="00F85926"/>
    <w:rsid w:val="00F86949"/>
    <w:rsid w:val="00F904A7"/>
    <w:rsid w:val="00F91462"/>
    <w:rsid w:val="00FA70AA"/>
    <w:rsid w:val="00FA7D84"/>
    <w:rsid w:val="00FB15DF"/>
    <w:rsid w:val="00FB6B86"/>
    <w:rsid w:val="00FB71FF"/>
    <w:rsid w:val="00FC14F0"/>
    <w:rsid w:val="00FC3326"/>
    <w:rsid w:val="00FC52F5"/>
    <w:rsid w:val="00FD0FCF"/>
    <w:rsid w:val="00FD4713"/>
    <w:rsid w:val="00FD5D8A"/>
    <w:rsid w:val="00FD6D28"/>
    <w:rsid w:val="00FE060C"/>
    <w:rsid w:val="00FE4472"/>
    <w:rsid w:val="00FE6364"/>
    <w:rsid w:val="00FF0E2B"/>
    <w:rsid w:val="00FF1929"/>
    <w:rsid w:val="00FF2D90"/>
    <w:rsid w:val="00FF6A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5F88"/>
    <w:pPr>
      <w:spacing w:after="200" w:line="276" w:lineRule="auto"/>
    </w:pPr>
    <w:rPr>
      <w:rFonts w:ascii="Calibri" w:hAnsi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5A5F88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uiPriority w:val="99"/>
    <w:rsid w:val="005A5F88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rsid w:val="005A5F88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206FAC"/>
    <w:rPr>
      <w:rFonts w:ascii="Calibri" w:hAnsi="Calibri" w:cs="Times New Roman"/>
      <w:sz w:val="22"/>
      <w:szCs w:val="22"/>
      <w:lang w:eastAsia="en-US"/>
    </w:rPr>
  </w:style>
  <w:style w:type="character" w:styleId="PageNumber">
    <w:name w:val="page number"/>
    <w:basedOn w:val="DefaultParagraphFont"/>
    <w:uiPriority w:val="99"/>
    <w:rsid w:val="005A5F88"/>
    <w:rPr>
      <w:rFonts w:cs="Times New Roman"/>
    </w:rPr>
  </w:style>
  <w:style w:type="table" w:styleId="TableGrid">
    <w:name w:val="Table Grid"/>
    <w:basedOn w:val="TableNormal"/>
    <w:uiPriority w:val="99"/>
    <w:rsid w:val="005A5F88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5A5F88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a">
    <w:name w:val="Знак Знак Знак Знак"/>
    <w:basedOn w:val="Normal"/>
    <w:uiPriority w:val="99"/>
    <w:rsid w:val="009E1C10"/>
    <w:pPr>
      <w:spacing w:before="100" w:beforeAutospacing="1" w:after="100" w:afterAutospacing="1" w:line="240" w:lineRule="auto"/>
    </w:pPr>
    <w:rPr>
      <w:rFonts w:ascii="Tahoma" w:hAnsi="Tahoma"/>
      <w:sz w:val="20"/>
      <w:szCs w:val="20"/>
      <w:lang w:val="en-US"/>
    </w:rPr>
  </w:style>
  <w:style w:type="paragraph" w:styleId="Footer">
    <w:name w:val="footer"/>
    <w:basedOn w:val="Normal"/>
    <w:link w:val="FooterChar"/>
    <w:uiPriority w:val="99"/>
    <w:rsid w:val="00AD6058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AD6058"/>
    <w:rPr>
      <w:rFonts w:ascii="Calibri" w:hAnsi="Calibri" w:cs="Times New Roman"/>
      <w:sz w:val="22"/>
      <w:lang w:eastAsia="en-US"/>
    </w:rPr>
  </w:style>
  <w:style w:type="paragraph" w:styleId="BalloonText">
    <w:name w:val="Balloon Text"/>
    <w:basedOn w:val="Normal"/>
    <w:link w:val="BalloonTextChar"/>
    <w:uiPriority w:val="99"/>
    <w:rsid w:val="00AD6058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AD6058"/>
    <w:rPr>
      <w:rFonts w:ascii="Tahoma" w:hAnsi="Tahoma" w:cs="Times New Roman"/>
      <w:sz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12</TotalTime>
  <Pages>2</Pages>
  <Words>290</Words>
  <Characters>1657</Characters>
  <Application>Microsoft Office Outlook</Application>
  <DocSecurity>0</DocSecurity>
  <Lines>0</Lines>
  <Paragraphs>0</Paragraphs>
  <ScaleCrop>false</ScaleCrop>
  <Company>111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Вносится Правительством</dc:title>
  <dc:subject/>
  <dc:creator>111</dc:creator>
  <cp:keywords/>
  <dc:description/>
  <cp:lastModifiedBy>user</cp:lastModifiedBy>
  <cp:revision>9</cp:revision>
  <cp:lastPrinted>2014-12-14T07:15:00Z</cp:lastPrinted>
  <dcterms:created xsi:type="dcterms:W3CDTF">2014-10-28T11:19:00Z</dcterms:created>
  <dcterms:modified xsi:type="dcterms:W3CDTF">2015-01-12T09:15:00Z</dcterms:modified>
</cp:coreProperties>
</file>