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84" w:rsidRDefault="00605E84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605E84" w:rsidRDefault="00605E84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05E84" w:rsidRDefault="00605E84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605E84" w:rsidRDefault="00605E84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605E84" w:rsidRPr="00B25210" w:rsidRDefault="00605E84" w:rsidP="00F164D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n-US" w:eastAsia="ru-RU"/>
        </w:rPr>
      </w:pPr>
    </w:p>
    <w:p w:rsidR="00605E84" w:rsidRDefault="00605E84" w:rsidP="005D7847">
      <w:pPr>
        <w:spacing w:after="0" w:line="25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изменений в Закон Ульяновской области </w:t>
      </w:r>
    </w:p>
    <w:p w:rsidR="00605E84" w:rsidRDefault="00605E84" w:rsidP="005D7847">
      <w:pPr>
        <w:spacing w:after="0" w:line="25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«Об особенностях бюджетного процесса в Ульяновской области»</w:t>
      </w:r>
    </w:p>
    <w:p w:rsidR="00605E84" w:rsidRPr="009C788E" w:rsidRDefault="00605E84" w:rsidP="005D7847">
      <w:pPr>
        <w:spacing w:after="0" w:line="250" w:lineRule="auto"/>
        <w:rPr>
          <w:rFonts w:ascii="Times New Roman" w:hAnsi="Times New Roman"/>
          <w:sz w:val="28"/>
          <w:szCs w:val="28"/>
          <w:lang w:eastAsia="ru-RU"/>
        </w:rPr>
      </w:pPr>
    </w:p>
    <w:p w:rsidR="00605E84" w:rsidRPr="009C788E" w:rsidRDefault="00605E84" w:rsidP="005D7847">
      <w:pPr>
        <w:spacing w:after="0" w:line="250" w:lineRule="auto"/>
        <w:rPr>
          <w:rFonts w:ascii="Times New Roman" w:hAnsi="Times New Roman"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2"/>
          <w:szCs w:val="28"/>
          <w:lang w:eastAsia="ru-RU"/>
        </w:rPr>
      </w:pPr>
    </w:p>
    <w:p w:rsidR="00605E84" w:rsidRPr="00DF47CB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47CB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Pr="009C788E" w:rsidRDefault="00605E84" w:rsidP="00B2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5E84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r w:rsidRPr="009A06CA">
        <w:rPr>
          <w:rFonts w:ascii="Times New Roman" w:hAnsi="Times New Roman"/>
          <w:bCs/>
          <w:sz w:val="28"/>
          <w:szCs w:val="28"/>
        </w:rPr>
        <w:t>Закон</w:t>
      </w:r>
      <w:r w:rsidRPr="00B5515E">
        <w:rPr>
          <w:rFonts w:ascii="Times New Roman" w:hAnsi="Times New Roman"/>
          <w:bCs/>
          <w:sz w:val="28"/>
          <w:szCs w:val="28"/>
        </w:rPr>
        <w:t xml:space="preserve"> Ульяновской области от 2 октября 2012 года № 123-ЗО</w:t>
      </w:r>
      <w:r w:rsidRPr="00B25210">
        <w:rPr>
          <w:rFonts w:ascii="Times New Roman" w:hAnsi="Times New Roman"/>
          <w:bCs/>
          <w:sz w:val="28"/>
          <w:szCs w:val="28"/>
        </w:rPr>
        <w:br/>
      </w:r>
      <w:r w:rsidRPr="00B5515E">
        <w:rPr>
          <w:rFonts w:ascii="Times New Roman" w:hAnsi="Times New Roman"/>
          <w:bCs/>
          <w:sz w:val="28"/>
          <w:szCs w:val="28"/>
        </w:rPr>
        <w:t xml:space="preserve">«Об особенностях бюджетного процесса в Ульяновской области» («Ульяновская правда» от 05.10.2012 № 109; от 02.11.2012 № 121; от </w:t>
      </w:r>
      <w:r w:rsidRPr="00B5515E">
        <w:rPr>
          <w:rFonts w:ascii="Times New Roman" w:hAnsi="Times New Roman"/>
          <w:sz w:val="28"/>
          <w:szCs w:val="28"/>
        </w:rPr>
        <w:t>19.08.2013 № 97</w:t>
      </w:r>
      <w:r>
        <w:rPr>
          <w:rFonts w:ascii="Times New Roman" w:hAnsi="Times New Roman"/>
          <w:sz w:val="28"/>
          <w:szCs w:val="28"/>
        </w:rPr>
        <w:t>;</w:t>
      </w:r>
      <w:r w:rsidRPr="00B25210">
        <w:rPr>
          <w:rFonts w:ascii="Times New Roman" w:hAnsi="Times New Roman"/>
          <w:sz w:val="28"/>
          <w:szCs w:val="28"/>
        </w:rPr>
        <w:br/>
      </w:r>
      <w:r w:rsidRPr="00B5515E">
        <w:rPr>
          <w:rFonts w:ascii="Times New Roman" w:hAnsi="Times New Roman"/>
          <w:sz w:val="28"/>
          <w:szCs w:val="28"/>
        </w:rPr>
        <w:t>от 08.11.2013 № 143</w:t>
      </w:r>
      <w:r>
        <w:rPr>
          <w:rFonts w:ascii="Times New Roman" w:hAnsi="Times New Roman"/>
          <w:sz w:val="28"/>
          <w:szCs w:val="28"/>
        </w:rPr>
        <w:t>; от 11.09.2014 № 133; от 04.12.2014 № 178</w:t>
      </w:r>
      <w:r w:rsidRPr="00B5515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следующие</w:t>
      </w:r>
      <w:r w:rsidRPr="005635F7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изменения:</w:t>
      </w:r>
    </w:p>
    <w:p w:rsidR="00605E84" w:rsidRDefault="00605E84" w:rsidP="002910D8">
      <w:pPr>
        <w:tabs>
          <w:tab w:val="left" w:pos="993"/>
        </w:tabs>
        <w:autoSpaceDE w:val="0"/>
        <w:autoSpaceDN w:val="0"/>
        <w:adjustRightInd w:val="0"/>
        <w:spacing w:after="0" w:line="372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5F7"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статью 4 признать утратившей силу;</w:t>
      </w:r>
    </w:p>
    <w:p w:rsidR="00605E84" w:rsidRDefault="00605E84" w:rsidP="002910D8">
      <w:pPr>
        <w:tabs>
          <w:tab w:val="left" w:pos="993"/>
        </w:tabs>
        <w:autoSpaceDE w:val="0"/>
        <w:autoSpaceDN w:val="0"/>
        <w:adjustRightInd w:val="0"/>
        <w:spacing w:after="0" w:line="372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5F7">
        <w:rPr>
          <w:rFonts w:ascii="Times New Roman" w:hAnsi="Times New Roman"/>
          <w:sz w:val="28"/>
          <w:szCs w:val="28"/>
          <w:lang w:eastAsia="ru-RU"/>
        </w:rPr>
        <w:t>2)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в части 4 статьи 8:</w:t>
      </w:r>
    </w:p>
    <w:p w:rsidR="00605E84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пункт 1 изложить в следующей редакции:</w:t>
      </w:r>
    </w:p>
    <w:p w:rsidR="00605E84" w:rsidRPr="00E8045E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45E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основными</w:t>
      </w:r>
      <w:r w:rsidRPr="00E8045E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иями бюджетной политики и основными</w:t>
      </w:r>
      <w:r w:rsidRPr="00E8045E">
        <w:rPr>
          <w:rFonts w:ascii="Times New Roman" w:hAnsi="Times New Roman"/>
          <w:sz w:val="28"/>
          <w:szCs w:val="28"/>
        </w:rPr>
        <w:t xml:space="preserve"> напра</w:t>
      </w:r>
      <w:r w:rsidRPr="00E8045E">
        <w:rPr>
          <w:rFonts w:ascii="Times New Roman" w:hAnsi="Times New Roman"/>
          <w:sz w:val="28"/>
          <w:szCs w:val="28"/>
        </w:rPr>
        <w:t>в</w:t>
      </w:r>
      <w:r w:rsidRPr="00E8045E">
        <w:rPr>
          <w:rFonts w:ascii="Times New Roman" w:hAnsi="Times New Roman"/>
          <w:sz w:val="28"/>
          <w:szCs w:val="28"/>
        </w:rPr>
        <w:t>ления</w:t>
      </w:r>
      <w:r>
        <w:rPr>
          <w:rFonts w:ascii="Times New Roman" w:hAnsi="Times New Roman"/>
          <w:sz w:val="28"/>
          <w:szCs w:val="28"/>
        </w:rPr>
        <w:t>ми</w:t>
      </w:r>
      <w:r w:rsidRPr="00E8045E">
        <w:rPr>
          <w:rFonts w:ascii="Times New Roman" w:hAnsi="Times New Roman"/>
          <w:sz w:val="28"/>
          <w:szCs w:val="28"/>
        </w:rPr>
        <w:t xml:space="preserve"> налоговой политики</w:t>
      </w:r>
      <w:r>
        <w:rPr>
          <w:rFonts w:ascii="Times New Roman" w:hAnsi="Times New Roman"/>
          <w:sz w:val="28"/>
          <w:szCs w:val="28"/>
        </w:rPr>
        <w:t xml:space="preserve"> Ульяновской области </w:t>
      </w:r>
      <w:r w:rsidRPr="00E8045E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/>
          <w:sz w:val="28"/>
          <w:szCs w:val="28"/>
        </w:rPr>
        <w:t>;»;</w:t>
      </w:r>
    </w:p>
    <w:p w:rsidR="00605E84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пункт 18 изложить в следующей редакции:</w:t>
      </w:r>
    </w:p>
    <w:p w:rsidR="00605E84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«18)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паспортами (проектами паспортов) государственных программ Уль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>новской области, проектами изменений указанных паспортов;»;</w:t>
      </w:r>
    </w:p>
    <w:p w:rsidR="00605E84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дополнить пунктами 19 и 20 следующего содержания:</w:t>
      </w:r>
    </w:p>
    <w:p w:rsidR="00605E84" w:rsidRPr="006C3BB3" w:rsidRDefault="00605E84" w:rsidP="002910D8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«19)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6C3BB3">
        <w:rPr>
          <w:rFonts w:ascii="Times New Roman" w:hAnsi="Times New Roman"/>
          <w:sz w:val="28"/>
          <w:szCs w:val="28"/>
          <w:lang w:eastAsia="ru-RU"/>
        </w:rPr>
        <w:t>бюджетным прогнозом (проектом бюджетного прогноза, проектом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6C3BB3">
        <w:rPr>
          <w:rFonts w:ascii="Times New Roman" w:hAnsi="Times New Roman"/>
          <w:sz w:val="28"/>
          <w:szCs w:val="28"/>
          <w:lang w:eastAsia="ru-RU"/>
        </w:rPr>
        <w:t>изменений бюджетного прогноза) Ульяновской области на долгосрочный период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20) реестром источников доходов областного бюджета Ульяновской</w:t>
      </w:r>
      <w:r>
        <w:rPr>
          <w:rFonts w:ascii="Times New Roman" w:hAnsi="Times New Roman"/>
          <w:sz w:val="28"/>
          <w:szCs w:val="28"/>
          <w:lang w:eastAsia="ru-RU"/>
        </w:rPr>
        <w:br/>
        <w:t>области.</w:t>
      </w:r>
      <w:r w:rsidRPr="006C3BB3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в статье 19: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в части 3: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абзаце первом цифру «5» заменить цифрами «15»;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абзаце третьем: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цифры «10» заменить цифрой «5»;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дополнить вторым предложением следующего содержания: «Сводные</w:t>
      </w:r>
      <w:r>
        <w:rPr>
          <w:rFonts w:ascii="Times New Roman" w:hAnsi="Times New Roman"/>
          <w:sz w:val="28"/>
          <w:szCs w:val="28"/>
          <w:lang w:eastAsia="ru-RU"/>
        </w:rPr>
        <w:br/>
        <w:t>таблицы поправок на заключение в Правительство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br/>
        <w:t>не направляются, если они состоят только из поправок, внесённых Губернатором Ульяновской области или Правительством Ульяновской области.»;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второе предложение части 5 после слов «законодательной инициативы» дополнить словами «, за исключением поправок, внесённых Губернатором</w:t>
      </w:r>
      <w:r>
        <w:rPr>
          <w:rFonts w:ascii="Times New Roman" w:hAnsi="Times New Roman"/>
          <w:sz w:val="28"/>
          <w:szCs w:val="28"/>
          <w:lang w:eastAsia="ru-RU"/>
        </w:rPr>
        <w:br/>
        <w:t>Ульяновской области или Правительством Ульяновской области,»;».</w:t>
      </w: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пункты 2 и 6 части 2 статьи 22 признать утратившими силу.</w:t>
      </w: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E84" w:rsidRPr="00991B80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E84" w:rsidRPr="00DF47CB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47CB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E84" w:rsidRDefault="00605E84" w:rsidP="00991B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по истечении десяти дней после дня его официального опубликования, за исключением </w:t>
      </w:r>
      <w:hyperlink r:id="rId7" w:history="1">
        <w:r w:rsidRPr="00A73570">
          <w:rPr>
            <w:rFonts w:ascii="Times New Roman" w:hAnsi="Times New Roman"/>
            <w:color w:val="000000"/>
            <w:sz w:val="28"/>
            <w:szCs w:val="28"/>
            <w:lang w:eastAsia="ru-RU"/>
          </w:rPr>
          <w:t>абзаца третьего</w:t>
        </w:r>
        <w:r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подпункта «в» пункта 2 и пункта 4</w:t>
        </w:r>
        <w:r w:rsidRPr="00A73570"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 статьи 1</w:t>
        </w:r>
      </w:hyperlink>
      <w:r w:rsidRPr="00A735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Закона, которы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A735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вступа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A73570">
        <w:rPr>
          <w:rFonts w:ascii="Times New Roman" w:hAnsi="Times New Roman"/>
          <w:color w:val="000000"/>
          <w:sz w:val="28"/>
          <w:szCs w:val="28"/>
          <w:lang w:eastAsia="ru-RU"/>
        </w:rPr>
        <w:t>т в силу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A73570">
        <w:rPr>
          <w:rFonts w:ascii="Times New Roman" w:hAnsi="Times New Roman"/>
          <w:color w:val="000000"/>
          <w:sz w:val="28"/>
          <w:szCs w:val="28"/>
          <w:lang w:eastAsia="ru-RU"/>
        </w:rPr>
        <w:t>с 1 января 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A7357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05E84" w:rsidRDefault="00605E84" w:rsidP="00991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05E84" w:rsidRPr="007B6C00" w:rsidRDefault="00605E84" w:rsidP="00914436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605E84" w:rsidRDefault="00605E84" w:rsidP="008724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E84" w:rsidRDefault="00605E84" w:rsidP="008724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E84" w:rsidRDefault="00605E84" w:rsidP="0087244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E84" w:rsidRPr="007B6C00" w:rsidRDefault="00605E84" w:rsidP="0087244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605E84" w:rsidRPr="007B6C00" w:rsidRDefault="00605E84" w:rsidP="008724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декабря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4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5E84" w:rsidRDefault="00605E84" w:rsidP="008724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212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605E84" w:rsidSect="005D7847">
      <w:headerReference w:type="even" r:id="rId8"/>
      <w:headerReference w:type="default" r:id="rId9"/>
      <w:footerReference w:type="first" r:id="rId10"/>
      <w:pgSz w:w="11906" w:h="16838" w:code="9"/>
      <w:pgMar w:top="1134" w:right="680" w:bottom="1021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84" w:rsidRDefault="00605E84" w:rsidP="003E4759">
      <w:pPr>
        <w:spacing w:after="0" w:line="240" w:lineRule="auto"/>
      </w:pPr>
      <w:r>
        <w:separator/>
      </w:r>
    </w:p>
  </w:endnote>
  <w:endnote w:type="continuationSeparator" w:id="0">
    <w:p w:rsidR="00605E84" w:rsidRDefault="00605E84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84" w:rsidRPr="00991B80" w:rsidRDefault="00605E84" w:rsidP="00991B80">
    <w:pPr>
      <w:pStyle w:val="Footer"/>
      <w:jc w:val="right"/>
      <w:rPr>
        <w:rFonts w:ascii="Times New Roman" w:hAnsi="Times New Roman"/>
        <w:sz w:val="16"/>
        <w:szCs w:val="16"/>
      </w:rPr>
    </w:pPr>
    <w:r w:rsidRPr="00991B80">
      <w:rPr>
        <w:rFonts w:ascii="Times New Roman" w:hAnsi="Times New Roman"/>
        <w:sz w:val="16"/>
        <w:szCs w:val="16"/>
      </w:rPr>
      <w:t>0912фн1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84" w:rsidRDefault="00605E84" w:rsidP="003E4759">
      <w:pPr>
        <w:spacing w:after="0" w:line="240" w:lineRule="auto"/>
      </w:pPr>
      <w:r>
        <w:separator/>
      </w:r>
    </w:p>
  </w:footnote>
  <w:footnote w:type="continuationSeparator" w:id="0">
    <w:p w:rsidR="00605E84" w:rsidRDefault="00605E84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84" w:rsidRDefault="00605E84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5E84" w:rsidRDefault="00605E84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84" w:rsidRPr="00190E29" w:rsidRDefault="00605E84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64182"/>
    <w:multiLevelType w:val="hybridMultilevel"/>
    <w:tmpl w:val="9C9EF658"/>
    <w:lvl w:ilvl="0" w:tplc="160E7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FBC"/>
    <w:rsid w:val="00002170"/>
    <w:rsid w:val="000025C2"/>
    <w:rsid w:val="00005DEE"/>
    <w:rsid w:val="000060AB"/>
    <w:rsid w:val="0001794E"/>
    <w:rsid w:val="00017A69"/>
    <w:rsid w:val="000229A0"/>
    <w:rsid w:val="00025259"/>
    <w:rsid w:val="0002771A"/>
    <w:rsid w:val="000278EB"/>
    <w:rsid w:val="00031BD5"/>
    <w:rsid w:val="00033E44"/>
    <w:rsid w:val="00042598"/>
    <w:rsid w:val="000474A7"/>
    <w:rsid w:val="00047ED9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2975"/>
    <w:rsid w:val="000B3509"/>
    <w:rsid w:val="000B4770"/>
    <w:rsid w:val="000B72A7"/>
    <w:rsid w:val="000C20A7"/>
    <w:rsid w:val="000C27B5"/>
    <w:rsid w:val="000C357B"/>
    <w:rsid w:val="000C54EC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2E0D"/>
    <w:rsid w:val="0019651D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089"/>
    <w:rsid w:val="00223959"/>
    <w:rsid w:val="0022549A"/>
    <w:rsid w:val="00225F61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371F"/>
    <w:rsid w:val="00263C17"/>
    <w:rsid w:val="002653AB"/>
    <w:rsid w:val="00270A59"/>
    <w:rsid w:val="002719A5"/>
    <w:rsid w:val="0027289E"/>
    <w:rsid w:val="00273352"/>
    <w:rsid w:val="00276364"/>
    <w:rsid w:val="002830DA"/>
    <w:rsid w:val="002910D8"/>
    <w:rsid w:val="00292A91"/>
    <w:rsid w:val="0029318A"/>
    <w:rsid w:val="00296556"/>
    <w:rsid w:val="002A0265"/>
    <w:rsid w:val="002A1046"/>
    <w:rsid w:val="002A1423"/>
    <w:rsid w:val="002A37B7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7C6B"/>
    <w:rsid w:val="003604FB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6A89"/>
    <w:rsid w:val="004036E7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3A56"/>
    <w:rsid w:val="00434203"/>
    <w:rsid w:val="00434540"/>
    <w:rsid w:val="004359E0"/>
    <w:rsid w:val="00437E6C"/>
    <w:rsid w:val="00441CD9"/>
    <w:rsid w:val="00444FD8"/>
    <w:rsid w:val="00445135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6F31"/>
    <w:rsid w:val="00487CF5"/>
    <w:rsid w:val="00487E70"/>
    <w:rsid w:val="00490156"/>
    <w:rsid w:val="00492D1B"/>
    <w:rsid w:val="004964A5"/>
    <w:rsid w:val="00496CA6"/>
    <w:rsid w:val="004A44AF"/>
    <w:rsid w:val="004A5BD3"/>
    <w:rsid w:val="004A6F0D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4F5F8E"/>
    <w:rsid w:val="00505642"/>
    <w:rsid w:val="00506A63"/>
    <w:rsid w:val="005077CA"/>
    <w:rsid w:val="005117D6"/>
    <w:rsid w:val="0051398D"/>
    <w:rsid w:val="00515A0E"/>
    <w:rsid w:val="00516229"/>
    <w:rsid w:val="0051789A"/>
    <w:rsid w:val="00522EF4"/>
    <w:rsid w:val="00525A1B"/>
    <w:rsid w:val="00527861"/>
    <w:rsid w:val="00530D05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CD"/>
    <w:rsid w:val="005635F7"/>
    <w:rsid w:val="00565C22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3B66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D38CA"/>
    <w:rsid w:val="005D7847"/>
    <w:rsid w:val="005E0789"/>
    <w:rsid w:val="005E29A0"/>
    <w:rsid w:val="005E3AB6"/>
    <w:rsid w:val="005E71E2"/>
    <w:rsid w:val="005E786F"/>
    <w:rsid w:val="005F17B1"/>
    <w:rsid w:val="005F279B"/>
    <w:rsid w:val="005F2BF4"/>
    <w:rsid w:val="005F2E25"/>
    <w:rsid w:val="005F4346"/>
    <w:rsid w:val="005F4DD9"/>
    <w:rsid w:val="005F6C23"/>
    <w:rsid w:val="00601F2C"/>
    <w:rsid w:val="006038F8"/>
    <w:rsid w:val="006040FD"/>
    <w:rsid w:val="00605E84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7515"/>
    <w:rsid w:val="006630B6"/>
    <w:rsid w:val="00664A58"/>
    <w:rsid w:val="00667DC1"/>
    <w:rsid w:val="00670190"/>
    <w:rsid w:val="00670D78"/>
    <w:rsid w:val="00674630"/>
    <w:rsid w:val="006751DC"/>
    <w:rsid w:val="006764E1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A56FF"/>
    <w:rsid w:val="006B1891"/>
    <w:rsid w:val="006B55FA"/>
    <w:rsid w:val="006C1203"/>
    <w:rsid w:val="006C1C38"/>
    <w:rsid w:val="006C3156"/>
    <w:rsid w:val="006C3BB3"/>
    <w:rsid w:val="006C5C93"/>
    <w:rsid w:val="006C7DAB"/>
    <w:rsid w:val="006D2B73"/>
    <w:rsid w:val="006D6554"/>
    <w:rsid w:val="006E21D1"/>
    <w:rsid w:val="006E2344"/>
    <w:rsid w:val="006E4097"/>
    <w:rsid w:val="006E672E"/>
    <w:rsid w:val="006F0EC4"/>
    <w:rsid w:val="006F58A0"/>
    <w:rsid w:val="006F6EDA"/>
    <w:rsid w:val="00702B36"/>
    <w:rsid w:val="007056B9"/>
    <w:rsid w:val="00714954"/>
    <w:rsid w:val="00727A1E"/>
    <w:rsid w:val="0073441E"/>
    <w:rsid w:val="00744BF2"/>
    <w:rsid w:val="007452B4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1BE6"/>
    <w:rsid w:val="00783148"/>
    <w:rsid w:val="00783B43"/>
    <w:rsid w:val="0078486D"/>
    <w:rsid w:val="00787208"/>
    <w:rsid w:val="00787686"/>
    <w:rsid w:val="00790F5B"/>
    <w:rsid w:val="0079224D"/>
    <w:rsid w:val="007962AA"/>
    <w:rsid w:val="00796F7D"/>
    <w:rsid w:val="007970E9"/>
    <w:rsid w:val="007A11C0"/>
    <w:rsid w:val="007A163B"/>
    <w:rsid w:val="007A1734"/>
    <w:rsid w:val="007A23D4"/>
    <w:rsid w:val="007A516B"/>
    <w:rsid w:val="007B1FDC"/>
    <w:rsid w:val="007B3C20"/>
    <w:rsid w:val="007B56C4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4FF9"/>
    <w:rsid w:val="007F6693"/>
    <w:rsid w:val="007F7983"/>
    <w:rsid w:val="0080151B"/>
    <w:rsid w:val="00801591"/>
    <w:rsid w:val="0080728B"/>
    <w:rsid w:val="00812BA8"/>
    <w:rsid w:val="0081362C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41169"/>
    <w:rsid w:val="00841BD2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3D2D"/>
    <w:rsid w:val="0086441C"/>
    <w:rsid w:val="00867382"/>
    <w:rsid w:val="008673FF"/>
    <w:rsid w:val="00872443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413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072BD"/>
    <w:rsid w:val="00910E50"/>
    <w:rsid w:val="009135FA"/>
    <w:rsid w:val="0091389F"/>
    <w:rsid w:val="00914436"/>
    <w:rsid w:val="0091531B"/>
    <w:rsid w:val="009155F2"/>
    <w:rsid w:val="00915678"/>
    <w:rsid w:val="00915933"/>
    <w:rsid w:val="009219E6"/>
    <w:rsid w:val="009220AF"/>
    <w:rsid w:val="00922B49"/>
    <w:rsid w:val="00933676"/>
    <w:rsid w:val="009346CF"/>
    <w:rsid w:val="00935F29"/>
    <w:rsid w:val="00936AF3"/>
    <w:rsid w:val="009371A0"/>
    <w:rsid w:val="009416B1"/>
    <w:rsid w:val="00943883"/>
    <w:rsid w:val="00946A83"/>
    <w:rsid w:val="00946EB9"/>
    <w:rsid w:val="0095161A"/>
    <w:rsid w:val="00951B50"/>
    <w:rsid w:val="00951D6E"/>
    <w:rsid w:val="00952AD9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3D9A"/>
    <w:rsid w:val="00974B2D"/>
    <w:rsid w:val="00976CCE"/>
    <w:rsid w:val="00976F6C"/>
    <w:rsid w:val="0098064A"/>
    <w:rsid w:val="0098243C"/>
    <w:rsid w:val="00984614"/>
    <w:rsid w:val="00986B77"/>
    <w:rsid w:val="00987247"/>
    <w:rsid w:val="00987835"/>
    <w:rsid w:val="00987E66"/>
    <w:rsid w:val="00990E60"/>
    <w:rsid w:val="00991703"/>
    <w:rsid w:val="00991707"/>
    <w:rsid w:val="00991B80"/>
    <w:rsid w:val="00992C5F"/>
    <w:rsid w:val="00992E04"/>
    <w:rsid w:val="009951CE"/>
    <w:rsid w:val="00995D32"/>
    <w:rsid w:val="0099616B"/>
    <w:rsid w:val="009961E4"/>
    <w:rsid w:val="00997181"/>
    <w:rsid w:val="009A06CA"/>
    <w:rsid w:val="009A1770"/>
    <w:rsid w:val="009A2335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C788E"/>
    <w:rsid w:val="009D1E8E"/>
    <w:rsid w:val="009D5486"/>
    <w:rsid w:val="009D617A"/>
    <w:rsid w:val="009E0A54"/>
    <w:rsid w:val="009F0AF4"/>
    <w:rsid w:val="009F13C7"/>
    <w:rsid w:val="009F1F61"/>
    <w:rsid w:val="009F1F66"/>
    <w:rsid w:val="009F6A44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1ADA"/>
    <w:rsid w:val="00A25127"/>
    <w:rsid w:val="00A2717E"/>
    <w:rsid w:val="00A279BA"/>
    <w:rsid w:val="00A323F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4BB"/>
    <w:rsid w:val="00A529A4"/>
    <w:rsid w:val="00A52D1E"/>
    <w:rsid w:val="00A54C14"/>
    <w:rsid w:val="00A54F48"/>
    <w:rsid w:val="00A553F3"/>
    <w:rsid w:val="00A5595F"/>
    <w:rsid w:val="00A55B9F"/>
    <w:rsid w:val="00A57584"/>
    <w:rsid w:val="00A6107D"/>
    <w:rsid w:val="00A61E9E"/>
    <w:rsid w:val="00A62088"/>
    <w:rsid w:val="00A64F61"/>
    <w:rsid w:val="00A676F8"/>
    <w:rsid w:val="00A67917"/>
    <w:rsid w:val="00A7054C"/>
    <w:rsid w:val="00A709E1"/>
    <w:rsid w:val="00A72B79"/>
    <w:rsid w:val="00A73570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57FE"/>
    <w:rsid w:val="00AF0220"/>
    <w:rsid w:val="00AF3607"/>
    <w:rsid w:val="00AF598E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0C76"/>
    <w:rsid w:val="00B25210"/>
    <w:rsid w:val="00B273FE"/>
    <w:rsid w:val="00B30CBB"/>
    <w:rsid w:val="00B32548"/>
    <w:rsid w:val="00B351CF"/>
    <w:rsid w:val="00B41718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1B7A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5630"/>
    <w:rsid w:val="00BF5ED2"/>
    <w:rsid w:val="00BF7257"/>
    <w:rsid w:val="00C00AD4"/>
    <w:rsid w:val="00C06050"/>
    <w:rsid w:val="00C1708E"/>
    <w:rsid w:val="00C2591D"/>
    <w:rsid w:val="00C30CE9"/>
    <w:rsid w:val="00C31AFE"/>
    <w:rsid w:val="00C3267A"/>
    <w:rsid w:val="00C35F51"/>
    <w:rsid w:val="00C37D28"/>
    <w:rsid w:val="00C41014"/>
    <w:rsid w:val="00C419C3"/>
    <w:rsid w:val="00C4241F"/>
    <w:rsid w:val="00C42D94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3743"/>
    <w:rsid w:val="00C8416A"/>
    <w:rsid w:val="00C845B5"/>
    <w:rsid w:val="00C856DF"/>
    <w:rsid w:val="00C94E07"/>
    <w:rsid w:val="00C97665"/>
    <w:rsid w:val="00C97B2B"/>
    <w:rsid w:val="00CA24B2"/>
    <w:rsid w:val="00CA28F6"/>
    <w:rsid w:val="00CA3632"/>
    <w:rsid w:val="00CA3BBA"/>
    <w:rsid w:val="00CA62CE"/>
    <w:rsid w:val="00CA7030"/>
    <w:rsid w:val="00CA7235"/>
    <w:rsid w:val="00CA7787"/>
    <w:rsid w:val="00CB04F6"/>
    <w:rsid w:val="00CB7186"/>
    <w:rsid w:val="00CC02F4"/>
    <w:rsid w:val="00CD0842"/>
    <w:rsid w:val="00CD0E9D"/>
    <w:rsid w:val="00CD1C59"/>
    <w:rsid w:val="00CD3EF0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3C7B"/>
    <w:rsid w:val="00CF4BA5"/>
    <w:rsid w:val="00D00BFD"/>
    <w:rsid w:val="00D03355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04B5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D7DC3"/>
    <w:rsid w:val="00DE124F"/>
    <w:rsid w:val="00DE1F3C"/>
    <w:rsid w:val="00DE4EC6"/>
    <w:rsid w:val="00DF00CD"/>
    <w:rsid w:val="00DF05DD"/>
    <w:rsid w:val="00DF08BB"/>
    <w:rsid w:val="00DF12F2"/>
    <w:rsid w:val="00DF47CB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3D9C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45E"/>
    <w:rsid w:val="00E806AB"/>
    <w:rsid w:val="00E81404"/>
    <w:rsid w:val="00E86165"/>
    <w:rsid w:val="00E930A8"/>
    <w:rsid w:val="00E948EA"/>
    <w:rsid w:val="00E95532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532C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63B4"/>
    <w:rsid w:val="00F57014"/>
    <w:rsid w:val="00F6712E"/>
    <w:rsid w:val="00F704AB"/>
    <w:rsid w:val="00F727D3"/>
    <w:rsid w:val="00F73992"/>
    <w:rsid w:val="00F73D88"/>
    <w:rsid w:val="00F7648E"/>
    <w:rsid w:val="00F7731F"/>
    <w:rsid w:val="00F8022C"/>
    <w:rsid w:val="00F83397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33F2"/>
    <w:rsid w:val="00FB5043"/>
    <w:rsid w:val="00FB6DDA"/>
    <w:rsid w:val="00FC189B"/>
    <w:rsid w:val="00FC23A3"/>
    <w:rsid w:val="00FC57C9"/>
    <w:rsid w:val="00FD4D65"/>
    <w:rsid w:val="00FD5D2E"/>
    <w:rsid w:val="00FE130A"/>
    <w:rsid w:val="00FE4102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99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1B8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2E4C9107398AA51B6F3C0254586CFC3AAE8FEEC8542382B9F424D233C83EFEFC294CFB171D2BA6846877t0N8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342</Words>
  <Characters>1954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user</cp:lastModifiedBy>
  <cp:revision>3</cp:revision>
  <cp:lastPrinted>2014-12-09T08:09:00Z</cp:lastPrinted>
  <dcterms:created xsi:type="dcterms:W3CDTF">2014-12-12T15:08:00Z</dcterms:created>
  <dcterms:modified xsi:type="dcterms:W3CDTF">2015-01-12T06:42:00Z</dcterms:modified>
</cp:coreProperties>
</file>