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8B" w:rsidRPr="00111708" w:rsidRDefault="0062518B" w:rsidP="00300E1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111708"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62518B" w:rsidRDefault="0062518B" w:rsidP="00300E1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2518B" w:rsidRPr="005C576A" w:rsidRDefault="0062518B" w:rsidP="00300E12">
      <w:pPr>
        <w:spacing w:after="0" w:line="360" w:lineRule="auto"/>
        <w:rPr>
          <w:rFonts w:ascii="Times New Roman" w:hAnsi="Times New Roman"/>
          <w:sz w:val="40"/>
          <w:szCs w:val="28"/>
        </w:rPr>
      </w:pPr>
    </w:p>
    <w:p w:rsidR="0062518B" w:rsidRPr="00944D32" w:rsidRDefault="0062518B" w:rsidP="00300E1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 Закона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>
        <w:rPr>
          <w:rFonts w:ascii="Times New Roman" w:hAnsi="Times New Roman"/>
          <w:sz w:val="28"/>
          <w:szCs w:val="28"/>
        </w:rPr>
        <w:t xml:space="preserve">О налоговых ставках налога, взимаемого в связи с применением упрощённой системы налогообложения, на территории </w:t>
      </w:r>
      <w:r>
        <w:rPr>
          <w:rFonts w:ascii="Times New Roman" w:hAnsi="Times New Roman"/>
          <w:sz w:val="28"/>
          <w:szCs w:val="28"/>
        </w:rPr>
        <w:br/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2518B" w:rsidRDefault="0062518B" w:rsidP="00300E1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2518B" w:rsidRDefault="0062518B" w:rsidP="00300E1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2518B" w:rsidRPr="005C576A" w:rsidRDefault="0062518B" w:rsidP="00300E12">
      <w:pPr>
        <w:spacing w:after="0" w:line="360" w:lineRule="auto"/>
        <w:jc w:val="both"/>
        <w:rPr>
          <w:rFonts w:ascii="Times New Roman" w:hAnsi="Times New Roman"/>
          <w:sz w:val="36"/>
          <w:szCs w:val="28"/>
        </w:rPr>
      </w:pPr>
    </w:p>
    <w:p w:rsidR="0062518B" w:rsidRDefault="0062518B" w:rsidP="00300E12">
      <w:pPr>
        <w:spacing w:after="0" w:line="360" w:lineRule="auto"/>
        <w:jc w:val="both"/>
        <w:rPr>
          <w:rFonts w:ascii="Times New Roman" w:hAnsi="Times New Roman"/>
          <w:sz w:val="36"/>
          <w:szCs w:val="28"/>
        </w:rPr>
      </w:pPr>
    </w:p>
    <w:p w:rsidR="0062518B" w:rsidRDefault="0062518B" w:rsidP="0030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05B4">
        <w:rPr>
          <w:rFonts w:ascii="Times New Roman" w:hAnsi="Times New Roman"/>
          <w:b/>
          <w:sz w:val="28"/>
          <w:szCs w:val="28"/>
        </w:rPr>
        <w:t>Ст</w:t>
      </w:r>
      <w:r>
        <w:rPr>
          <w:rFonts w:ascii="Times New Roman" w:hAnsi="Times New Roman"/>
          <w:b/>
          <w:sz w:val="28"/>
          <w:szCs w:val="28"/>
        </w:rPr>
        <w:t>атья 1</w:t>
      </w:r>
    </w:p>
    <w:p w:rsidR="0062518B" w:rsidRPr="00AA20CF" w:rsidRDefault="0062518B" w:rsidP="0030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518B" w:rsidRPr="00B311DF" w:rsidRDefault="0062518B" w:rsidP="0030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 xml:space="preserve">Внести в  статью 1 Закона Ульяновской области от 3 марта 2009 года                  № 13-ЗО «О налоговых ставках налога, взимаемого в связи с применением упрощённой системы налогообложения, на территории Ульяновской области» («Ульяновская правда» от 06.03.2009 № 17; от 06.08.2010 № 64; от 06.10.2010            № 81; от 07.10.2011 № 113; от 02.03.2012 № 22) изменение, изложив её </w:t>
      </w:r>
      <w:r>
        <w:rPr>
          <w:rFonts w:ascii="Times New Roman" w:hAnsi="Times New Roman"/>
          <w:sz w:val="28"/>
          <w:szCs w:val="28"/>
        </w:rPr>
        <w:br/>
      </w:r>
      <w:r w:rsidRPr="00B311DF">
        <w:rPr>
          <w:rFonts w:ascii="Times New Roman" w:hAnsi="Times New Roman"/>
          <w:sz w:val="28"/>
          <w:szCs w:val="28"/>
        </w:rPr>
        <w:t>в следующей редакции:</w:t>
      </w:r>
    </w:p>
    <w:p w:rsidR="0062518B" w:rsidRPr="00C039B5" w:rsidRDefault="0062518B" w:rsidP="00300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6"/>
          <w:szCs w:val="28"/>
        </w:rPr>
      </w:pPr>
    </w:p>
    <w:p w:rsidR="0062518B" w:rsidRDefault="0062518B" w:rsidP="0030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>«</w:t>
      </w:r>
      <w:r w:rsidRPr="00B311DF">
        <w:rPr>
          <w:rFonts w:ascii="Times New Roman" w:hAnsi="Times New Roman"/>
          <w:b/>
          <w:sz w:val="28"/>
          <w:szCs w:val="28"/>
        </w:rPr>
        <w:t>Статья 1</w:t>
      </w:r>
    </w:p>
    <w:p w:rsidR="0062518B" w:rsidRPr="00B311DF" w:rsidRDefault="0062518B" w:rsidP="00300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518B" w:rsidRPr="00B311DF" w:rsidRDefault="0062518B" w:rsidP="00300E12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>В соответствии со статьёй 346</w:t>
      </w:r>
      <w:r w:rsidRPr="00B311DF">
        <w:rPr>
          <w:rFonts w:ascii="Times New Roman" w:hAnsi="Times New Roman"/>
          <w:sz w:val="28"/>
          <w:szCs w:val="28"/>
          <w:vertAlign w:val="superscript"/>
        </w:rPr>
        <w:t>20</w:t>
      </w:r>
      <w:r w:rsidRPr="00B311DF">
        <w:rPr>
          <w:rFonts w:ascii="Arial" w:hAnsi="Arial" w:cs="Arial"/>
          <w:sz w:val="20"/>
          <w:szCs w:val="20"/>
        </w:rPr>
        <w:t xml:space="preserve"> </w:t>
      </w:r>
      <w:r w:rsidRPr="00B311DF">
        <w:rPr>
          <w:rFonts w:ascii="Times New Roman" w:hAnsi="Times New Roman"/>
          <w:sz w:val="28"/>
          <w:szCs w:val="28"/>
        </w:rPr>
        <w:t>Налогового кодекса Российской Федерации установить следующие дифференцированные в зависимости от категорий налогоплательщиков налоговые ставки при применении упрощённой системы налогообложения в случае, если объектом налогообложения являются доходы, уменьшенные на величину расходов:</w:t>
      </w:r>
    </w:p>
    <w:p w:rsidR="0062518B" w:rsidRDefault="0062518B" w:rsidP="00300E12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>1) в размере 5 процентов:</w:t>
      </w:r>
    </w:p>
    <w:p w:rsidR="0062518B" w:rsidRDefault="0062518B" w:rsidP="00300E12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18B" w:rsidRPr="00B311DF" w:rsidRDefault="0062518B" w:rsidP="00300E12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518B" w:rsidRPr="00B311DF" w:rsidRDefault="0062518B" w:rsidP="00300E12">
      <w:pPr>
        <w:autoSpaceDE w:val="0"/>
        <w:autoSpaceDN w:val="0"/>
        <w:adjustRightInd w:val="0"/>
        <w:spacing w:after="0" w:line="372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 xml:space="preserve">а) для налогоплательщиков, не менее 80 процентов дохода которых </w:t>
      </w:r>
      <w:r>
        <w:rPr>
          <w:rFonts w:ascii="Times New Roman" w:hAnsi="Times New Roman"/>
          <w:sz w:val="28"/>
          <w:szCs w:val="28"/>
        </w:rPr>
        <w:br/>
      </w:r>
      <w:r w:rsidRPr="00B311DF">
        <w:rPr>
          <w:rFonts w:ascii="Times New Roman" w:hAnsi="Times New Roman"/>
          <w:sz w:val="28"/>
          <w:szCs w:val="28"/>
        </w:rPr>
        <w:t xml:space="preserve"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</w:t>
      </w:r>
      <w:hyperlink r:id="rId7" w:history="1">
        <w:r w:rsidRPr="00B311DF">
          <w:rPr>
            <w:rFonts w:ascii="Times New Roman" w:hAnsi="Times New Roman"/>
            <w:sz w:val="28"/>
            <w:szCs w:val="28"/>
          </w:rPr>
          <w:t>01</w:t>
        </w:r>
      </w:hyperlink>
      <w:r w:rsidRPr="00B311DF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B311DF">
          <w:rPr>
            <w:rFonts w:ascii="Times New Roman" w:hAnsi="Times New Roman"/>
            <w:sz w:val="28"/>
            <w:szCs w:val="28"/>
          </w:rPr>
          <w:t>02</w:t>
        </w:r>
      </w:hyperlink>
      <w:r w:rsidRPr="00B311DF">
        <w:rPr>
          <w:rFonts w:ascii="Times New Roman" w:hAnsi="Times New Roman"/>
          <w:sz w:val="28"/>
          <w:szCs w:val="28"/>
        </w:rPr>
        <w:t xml:space="preserve">, 03, </w:t>
      </w:r>
      <w:hyperlink r:id="rId9" w:history="1">
        <w:r w:rsidRPr="00B311DF">
          <w:rPr>
            <w:rFonts w:ascii="Times New Roman" w:hAnsi="Times New Roman"/>
            <w:sz w:val="28"/>
            <w:szCs w:val="28"/>
          </w:rPr>
          <w:t>05</w:t>
        </w:r>
      </w:hyperlink>
      <w:r w:rsidRPr="00B311DF">
        <w:rPr>
          <w:rFonts w:ascii="Times New Roman" w:hAnsi="Times New Roman"/>
          <w:sz w:val="28"/>
          <w:szCs w:val="28"/>
        </w:rPr>
        <w:t xml:space="preserve">, 08, 10, </w:t>
      </w:r>
      <w:hyperlink r:id="rId10" w:history="1">
        <w:r w:rsidRPr="00B311DF">
          <w:rPr>
            <w:rFonts w:ascii="Times New Roman" w:hAnsi="Times New Roman"/>
            <w:sz w:val="28"/>
            <w:szCs w:val="28"/>
          </w:rPr>
          <w:t>1</w:t>
        </w:r>
      </w:hyperlink>
      <w:r w:rsidRPr="00B311DF">
        <w:rPr>
          <w:rFonts w:ascii="Times New Roman" w:hAnsi="Times New Roman"/>
          <w:sz w:val="28"/>
          <w:szCs w:val="28"/>
        </w:rPr>
        <w:t xml:space="preserve">1, </w:t>
      </w:r>
      <w:hyperlink r:id="rId11" w:history="1">
        <w:r w:rsidRPr="00B311DF">
          <w:rPr>
            <w:rFonts w:ascii="Times New Roman" w:hAnsi="Times New Roman"/>
            <w:sz w:val="28"/>
            <w:szCs w:val="28"/>
          </w:rPr>
          <w:t>1</w:t>
        </w:r>
      </w:hyperlink>
      <w:r w:rsidRPr="00B311DF">
        <w:rPr>
          <w:rFonts w:ascii="Times New Roman" w:hAnsi="Times New Roman"/>
          <w:sz w:val="28"/>
          <w:szCs w:val="28"/>
        </w:rPr>
        <w:t>3, 14, 15 (за исключением случаев, когда этот вид экономической деятельности осуществляется на основании заказов граждан), 16, 17, 22-25, 41</w:t>
      </w:r>
      <w:r>
        <w:rPr>
          <w:rFonts w:ascii="Times New Roman" w:hAnsi="Times New Roman"/>
          <w:sz w:val="28"/>
          <w:szCs w:val="28"/>
        </w:rPr>
        <w:t xml:space="preserve">, 43 </w:t>
      </w:r>
      <w:r>
        <w:rPr>
          <w:rFonts w:ascii="Times New Roman" w:hAnsi="Times New Roman"/>
          <w:sz w:val="28"/>
          <w:szCs w:val="28"/>
        </w:rPr>
        <w:br/>
      </w:r>
      <w:r w:rsidRPr="00B311DF">
        <w:rPr>
          <w:rFonts w:ascii="Times New Roman" w:hAnsi="Times New Roman"/>
          <w:sz w:val="28"/>
          <w:szCs w:val="28"/>
        </w:rPr>
        <w:t xml:space="preserve">(за исключением вида экономической деятельности, классифицируемого </w:t>
      </w:r>
      <w:r>
        <w:rPr>
          <w:rFonts w:ascii="Times New Roman" w:hAnsi="Times New Roman"/>
          <w:sz w:val="28"/>
          <w:szCs w:val="28"/>
        </w:rPr>
        <w:br/>
      </w:r>
      <w:r w:rsidRPr="00B311DF">
        <w:rPr>
          <w:rFonts w:ascii="Times New Roman" w:hAnsi="Times New Roman"/>
          <w:sz w:val="28"/>
          <w:szCs w:val="28"/>
        </w:rPr>
        <w:t xml:space="preserve">в соответствии с группировкой 43.12.3), 72, </w:t>
      </w:r>
      <w:r>
        <w:rPr>
          <w:rFonts w:ascii="Times New Roman" w:hAnsi="Times New Roman"/>
          <w:sz w:val="28"/>
          <w:szCs w:val="28"/>
        </w:rPr>
        <w:t>85.41 (за исключением дополнительного образования взрослых), 86.1, 86.21, 86.22 и</w:t>
      </w:r>
      <w:r w:rsidRPr="00B311DF">
        <w:rPr>
          <w:rFonts w:ascii="Times New Roman" w:hAnsi="Times New Roman"/>
          <w:sz w:val="28"/>
          <w:szCs w:val="28"/>
        </w:rPr>
        <w:t xml:space="preserve"> 88 Общероссийского классификатора видов экономической деятельности ОК 029-2014 (КДЕС Ред. 2) (далее – ОКВЭД2); </w:t>
      </w:r>
    </w:p>
    <w:p w:rsidR="0062518B" w:rsidRPr="00B311DF" w:rsidRDefault="0062518B" w:rsidP="00300E12">
      <w:pPr>
        <w:autoSpaceDE w:val="0"/>
        <w:autoSpaceDN w:val="0"/>
        <w:adjustRightInd w:val="0"/>
        <w:spacing w:after="0" w:line="372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 xml:space="preserve">б) для налогоплательщиков, зарегистрированных в качестве юридических лиц или индивидуальных предпринимателей начиная с 1 июня 2010 года и являющихся в соответствии со статьёй 4 Федерального закона от 24 июля </w:t>
      </w:r>
      <w:r>
        <w:rPr>
          <w:rFonts w:ascii="Times New Roman" w:hAnsi="Times New Roman"/>
          <w:sz w:val="28"/>
          <w:szCs w:val="28"/>
        </w:rPr>
        <w:br/>
      </w:r>
      <w:r w:rsidRPr="00B311DF">
        <w:rPr>
          <w:rFonts w:ascii="Times New Roman" w:hAnsi="Times New Roman"/>
          <w:sz w:val="28"/>
          <w:szCs w:val="28"/>
        </w:rPr>
        <w:t xml:space="preserve">2007 года № 209-ФЗ «О развитии малого и среднего предпринимательства в Российской </w:t>
      </w:r>
      <w:r>
        <w:rPr>
          <w:rFonts w:ascii="Times New Roman" w:hAnsi="Times New Roman"/>
          <w:sz w:val="28"/>
          <w:szCs w:val="28"/>
        </w:rPr>
        <w:t xml:space="preserve">Федерации» </w:t>
      </w:r>
      <w:r w:rsidRPr="00B311DF">
        <w:rPr>
          <w:rFonts w:ascii="Times New Roman" w:hAnsi="Times New Roman"/>
          <w:sz w:val="28"/>
          <w:szCs w:val="28"/>
        </w:rPr>
        <w:t>субъектами малого или среднего предпринимательства, – в течение налогового периода, в котором была осуществлена их государственная регистрация в качестве юридических лиц или индивидуальных предпринимателей, и следующего за ним налогового периода;</w:t>
      </w:r>
    </w:p>
    <w:p w:rsidR="0062518B" w:rsidRDefault="0062518B" w:rsidP="00300E12">
      <w:pPr>
        <w:autoSpaceDE w:val="0"/>
        <w:autoSpaceDN w:val="0"/>
        <w:adjustRightInd w:val="0"/>
        <w:spacing w:after="0" w:line="372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B311DF">
        <w:rPr>
          <w:rFonts w:ascii="Times New Roman" w:hAnsi="Times New Roman"/>
          <w:sz w:val="28"/>
          <w:szCs w:val="28"/>
        </w:rPr>
        <w:t>2) в размере 10 процентов для налогоплательщиков, не менее 80 процентов дохода которых 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18, 31,</w:t>
      </w:r>
      <w:r>
        <w:rPr>
          <w:rFonts w:ascii="Times New Roman" w:hAnsi="Times New Roman"/>
          <w:sz w:val="28"/>
          <w:szCs w:val="28"/>
        </w:rPr>
        <w:t xml:space="preserve"> 32, 38, 59, 60, 62, 63.91, 71 (за исключением т</w:t>
      </w:r>
      <w:r w:rsidRPr="00ED69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ехническ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Pr="00ED69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осмотр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ED69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автотранспортных средств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осуществляемого на станциях технического обслуживания)</w:t>
      </w:r>
      <w:r w:rsidRPr="00B311DF">
        <w:rPr>
          <w:rFonts w:ascii="Times New Roman" w:hAnsi="Times New Roman"/>
          <w:sz w:val="28"/>
          <w:szCs w:val="28"/>
        </w:rPr>
        <w:t>, 73</w:t>
      </w:r>
      <w:r>
        <w:rPr>
          <w:rFonts w:ascii="Times New Roman" w:hAnsi="Times New Roman"/>
          <w:sz w:val="28"/>
          <w:szCs w:val="28"/>
        </w:rPr>
        <w:t>.1 (за исключением размещения и распространения наружной рекламы)</w:t>
      </w:r>
      <w:r w:rsidRPr="00B311DF">
        <w:rPr>
          <w:rFonts w:ascii="Times New Roman" w:hAnsi="Times New Roman"/>
          <w:sz w:val="28"/>
          <w:szCs w:val="28"/>
        </w:rPr>
        <w:t>, 74</w:t>
      </w:r>
      <w:r>
        <w:rPr>
          <w:rFonts w:ascii="Times New Roman" w:hAnsi="Times New Roman"/>
          <w:sz w:val="28"/>
          <w:szCs w:val="28"/>
        </w:rPr>
        <w:t>.10</w:t>
      </w:r>
      <w:r w:rsidRPr="00B311DF">
        <w:rPr>
          <w:rFonts w:ascii="Times New Roman" w:hAnsi="Times New Roman"/>
          <w:sz w:val="28"/>
          <w:szCs w:val="28"/>
        </w:rPr>
        <w:t>, 77, 78, 80, 81.22, 82.9</w:t>
      </w:r>
      <w:r>
        <w:rPr>
          <w:rFonts w:ascii="Times New Roman" w:hAnsi="Times New Roman"/>
          <w:sz w:val="28"/>
          <w:szCs w:val="28"/>
        </w:rPr>
        <w:t>2</w:t>
      </w:r>
      <w:r w:rsidRPr="00B311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82.99,</w:t>
      </w:r>
      <w:r w:rsidRPr="00B311DF">
        <w:rPr>
          <w:rFonts w:ascii="Times New Roman" w:hAnsi="Times New Roman"/>
          <w:sz w:val="28"/>
          <w:szCs w:val="28"/>
        </w:rPr>
        <w:t xml:space="preserve"> 90.04, 91, 93, 94.1, 96.01 (за исключением случаев, когда этот вид экономической деятельности осуществляется на основании зака</w:t>
      </w:r>
      <w:r>
        <w:rPr>
          <w:rFonts w:ascii="Times New Roman" w:hAnsi="Times New Roman"/>
          <w:sz w:val="28"/>
          <w:szCs w:val="28"/>
        </w:rPr>
        <w:t>зов граждан) и 96.04 ОКВЭД2.».</w:t>
      </w:r>
    </w:p>
    <w:p w:rsidR="0062518B" w:rsidRPr="00061F74" w:rsidRDefault="0062518B" w:rsidP="00300E12">
      <w:pPr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</w:p>
    <w:p w:rsidR="0062518B" w:rsidRDefault="0062518B" w:rsidP="00300E1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62518B" w:rsidRPr="00300E12" w:rsidRDefault="0062518B" w:rsidP="00300E12">
      <w:pPr>
        <w:spacing w:line="240" w:lineRule="auto"/>
        <w:ind w:firstLine="709"/>
        <w:jc w:val="both"/>
        <w:rPr>
          <w:rFonts w:ascii="Times New Roman" w:hAnsi="Times New Roman"/>
          <w:sz w:val="2"/>
          <w:szCs w:val="28"/>
        </w:rPr>
      </w:pPr>
    </w:p>
    <w:p w:rsidR="0062518B" w:rsidRDefault="0062518B" w:rsidP="00300E1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839">
        <w:rPr>
          <w:rFonts w:ascii="Times New Roman" w:hAnsi="Times New Roman"/>
          <w:sz w:val="28"/>
          <w:szCs w:val="28"/>
        </w:rPr>
        <w:t xml:space="preserve">Настоящий Закон вступает в силу </w:t>
      </w:r>
      <w:r>
        <w:rPr>
          <w:rFonts w:ascii="Times New Roman" w:hAnsi="Times New Roman"/>
          <w:sz w:val="28"/>
          <w:szCs w:val="28"/>
        </w:rPr>
        <w:t>с 1 января 2016 года.</w:t>
      </w:r>
    </w:p>
    <w:p w:rsidR="0062518B" w:rsidRDefault="0062518B" w:rsidP="00300E1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518B" w:rsidRPr="008B28FC" w:rsidRDefault="0062518B" w:rsidP="00300E12">
      <w:pPr>
        <w:pStyle w:val="ConsNormal"/>
        <w:widowControl/>
        <w:tabs>
          <w:tab w:val="left" w:pos="7560"/>
        </w:tabs>
        <w:spacing w:line="360" w:lineRule="auto"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187CD8">
        <w:rPr>
          <w:rFonts w:ascii="Times New Roman" w:hAnsi="Times New Roman" w:cs="Times New Roman"/>
          <w:b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CD8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С.И.</w:t>
      </w:r>
      <w:r w:rsidRPr="00187CD8">
        <w:rPr>
          <w:rFonts w:ascii="Times New Roman" w:hAnsi="Times New Roman" w:cs="Times New Roman"/>
          <w:b/>
          <w:sz w:val="28"/>
          <w:szCs w:val="28"/>
        </w:rPr>
        <w:t>Морозо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62518B" w:rsidRDefault="0062518B" w:rsidP="00300E12">
      <w:pPr>
        <w:pStyle w:val="ConsNormal"/>
        <w:widowControl/>
        <w:tabs>
          <w:tab w:val="left" w:pos="7560"/>
        </w:tabs>
        <w:spacing w:line="36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2518B" w:rsidRPr="00187CD8" w:rsidRDefault="0062518B" w:rsidP="00300E12">
      <w:pPr>
        <w:pStyle w:val="ConsNormal"/>
        <w:widowControl/>
        <w:tabs>
          <w:tab w:val="left" w:pos="7560"/>
        </w:tabs>
        <w:spacing w:line="360" w:lineRule="auto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2518B" w:rsidRPr="00187CD8" w:rsidRDefault="0062518B" w:rsidP="00300E12">
      <w:pPr>
        <w:pStyle w:val="ConsNormal"/>
        <w:widowControl/>
        <w:tabs>
          <w:tab w:val="left" w:pos="7560"/>
        </w:tabs>
        <w:spacing w:line="36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CD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62518B" w:rsidRPr="00187CD8" w:rsidRDefault="0062518B" w:rsidP="00300E12">
      <w:pPr>
        <w:pStyle w:val="ConsNormal"/>
        <w:widowControl/>
        <w:tabs>
          <w:tab w:val="left" w:pos="7560"/>
        </w:tabs>
        <w:spacing w:line="36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62518B" w:rsidRDefault="0062518B" w:rsidP="00300E12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CD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195</w:t>
      </w:r>
      <w:r w:rsidRPr="00187CD8">
        <w:rPr>
          <w:rFonts w:ascii="Times New Roman" w:hAnsi="Times New Roman" w:cs="Times New Roman"/>
          <w:sz w:val="28"/>
          <w:szCs w:val="28"/>
        </w:rPr>
        <w:t>-ЗО</w:t>
      </w:r>
    </w:p>
    <w:p w:rsidR="0062518B" w:rsidRPr="00300E12" w:rsidRDefault="0062518B" w:rsidP="00300E12">
      <w:bookmarkStart w:id="0" w:name="_GoBack"/>
      <w:bookmarkEnd w:id="0"/>
    </w:p>
    <w:sectPr w:rsidR="0062518B" w:rsidRPr="00300E12" w:rsidSect="005C576A"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18B" w:rsidRDefault="0062518B" w:rsidP="008033F2">
      <w:pPr>
        <w:spacing w:after="0" w:line="240" w:lineRule="auto"/>
      </w:pPr>
      <w:r>
        <w:separator/>
      </w:r>
    </w:p>
  </w:endnote>
  <w:endnote w:type="continuationSeparator" w:id="0">
    <w:p w:rsidR="0062518B" w:rsidRDefault="0062518B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8B" w:rsidRPr="00C16E39" w:rsidRDefault="0062518B" w:rsidP="00C16E39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1209бт2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18B" w:rsidRDefault="0062518B" w:rsidP="008033F2">
      <w:pPr>
        <w:spacing w:after="0" w:line="240" w:lineRule="auto"/>
      </w:pPr>
      <w:r>
        <w:separator/>
      </w:r>
    </w:p>
  </w:footnote>
  <w:footnote w:type="continuationSeparator" w:id="0">
    <w:p w:rsidR="0062518B" w:rsidRDefault="0062518B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8B" w:rsidRPr="00C16E39" w:rsidRDefault="0062518B">
    <w:pPr>
      <w:pStyle w:val="Header"/>
      <w:jc w:val="center"/>
      <w:rPr>
        <w:rFonts w:ascii="Times New Roman" w:hAnsi="Times New Roman"/>
        <w:sz w:val="28"/>
        <w:szCs w:val="28"/>
      </w:rPr>
    </w:pPr>
    <w:r w:rsidRPr="00C16E39">
      <w:rPr>
        <w:rFonts w:ascii="Times New Roman" w:hAnsi="Times New Roman"/>
        <w:sz w:val="28"/>
        <w:szCs w:val="28"/>
      </w:rPr>
      <w:fldChar w:fldCharType="begin"/>
    </w:r>
    <w:r w:rsidRPr="00C16E39">
      <w:rPr>
        <w:rFonts w:ascii="Times New Roman" w:hAnsi="Times New Roman"/>
        <w:sz w:val="28"/>
        <w:szCs w:val="28"/>
      </w:rPr>
      <w:instrText xml:space="preserve"> PAGE   \* MERGEFORMAT </w:instrText>
    </w:r>
    <w:r w:rsidRPr="00C16E3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C16E39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3F2"/>
    <w:rsid w:val="00000DF7"/>
    <w:rsid w:val="0000412F"/>
    <w:rsid w:val="00004D8C"/>
    <w:rsid w:val="000062D6"/>
    <w:rsid w:val="000065BF"/>
    <w:rsid w:val="00007282"/>
    <w:rsid w:val="00016A20"/>
    <w:rsid w:val="00020D67"/>
    <w:rsid w:val="00021C16"/>
    <w:rsid w:val="00021CCA"/>
    <w:rsid w:val="000254EC"/>
    <w:rsid w:val="00026BBF"/>
    <w:rsid w:val="000273D4"/>
    <w:rsid w:val="00027F93"/>
    <w:rsid w:val="00030AC2"/>
    <w:rsid w:val="00033704"/>
    <w:rsid w:val="00036855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1F74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469C"/>
    <w:rsid w:val="000C5DFB"/>
    <w:rsid w:val="000D0B7C"/>
    <w:rsid w:val="000D1044"/>
    <w:rsid w:val="000D2818"/>
    <w:rsid w:val="000D65DF"/>
    <w:rsid w:val="000D7BF5"/>
    <w:rsid w:val="000E04E6"/>
    <w:rsid w:val="000E1CE2"/>
    <w:rsid w:val="000E1F61"/>
    <w:rsid w:val="000E2A64"/>
    <w:rsid w:val="000E37C6"/>
    <w:rsid w:val="000E7255"/>
    <w:rsid w:val="000F1626"/>
    <w:rsid w:val="000F4513"/>
    <w:rsid w:val="000F502B"/>
    <w:rsid w:val="000F5F6A"/>
    <w:rsid w:val="000F603B"/>
    <w:rsid w:val="00100930"/>
    <w:rsid w:val="00101561"/>
    <w:rsid w:val="0010192A"/>
    <w:rsid w:val="00101E97"/>
    <w:rsid w:val="00102F9A"/>
    <w:rsid w:val="0010344C"/>
    <w:rsid w:val="00103CB1"/>
    <w:rsid w:val="00110984"/>
    <w:rsid w:val="00111708"/>
    <w:rsid w:val="00112887"/>
    <w:rsid w:val="00112A16"/>
    <w:rsid w:val="00116564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87CD8"/>
    <w:rsid w:val="00190404"/>
    <w:rsid w:val="00190B2E"/>
    <w:rsid w:val="0019425C"/>
    <w:rsid w:val="00195068"/>
    <w:rsid w:val="001968CA"/>
    <w:rsid w:val="00196BEF"/>
    <w:rsid w:val="00197728"/>
    <w:rsid w:val="0019786A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B2"/>
    <w:rsid w:val="001E61D3"/>
    <w:rsid w:val="001E6675"/>
    <w:rsid w:val="001E7B1E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2B92"/>
    <w:rsid w:val="00244702"/>
    <w:rsid w:val="00245AA7"/>
    <w:rsid w:val="00245BEF"/>
    <w:rsid w:val="00246666"/>
    <w:rsid w:val="0024668B"/>
    <w:rsid w:val="002477BE"/>
    <w:rsid w:val="002505A4"/>
    <w:rsid w:val="0025163E"/>
    <w:rsid w:val="00252A35"/>
    <w:rsid w:val="002602CB"/>
    <w:rsid w:val="00261413"/>
    <w:rsid w:val="00262E4B"/>
    <w:rsid w:val="00264DD8"/>
    <w:rsid w:val="002657FD"/>
    <w:rsid w:val="002661DF"/>
    <w:rsid w:val="00267EAA"/>
    <w:rsid w:val="002705F1"/>
    <w:rsid w:val="00272298"/>
    <w:rsid w:val="00277E00"/>
    <w:rsid w:val="00282425"/>
    <w:rsid w:val="002925A6"/>
    <w:rsid w:val="0029302E"/>
    <w:rsid w:val="00296E68"/>
    <w:rsid w:val="002A440F"/>
    <w:rsid w:val="002A471B"/>
    <w:rsid w:val="002A584C"/>
    <w:rsid w:val="002B3AB3"/>
    <w:rsid w:val="002B3FB7"/>
    <w:rsid w:val="002B5877"/>
    <w:rsid w:val="002C0321"/>
    <w:rsid w:val="002C1B33"/>
    <w:rsid w:val="002C5364"/>
    <w:rsid w:val="002C5647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4689"/>
    <w:rsid w:val="002E5D42"/>
    <w:rsid w:val="002F10CD"/>
    <w:rsid w:val="002F1974"/>
    <w:rsid w:val="002F1F86"/>
    <w:rsid w:val="002F2866"/>
    <w:rsid w:val="002F72C7"/>
    <w:rsid w:val="003003DD"/>
    <w:rsid w:val="00300E12"/>
    <w:rsid w:val="00300F3F"/>
    <w:rsid w:val="00306CDF"/>
    <w:rsid w:val="00310E38"/>
    <w:rsid w:val="00311FE8"/>
    <w:rsid w:val="0031280B"/>
    <w:rsid w:val="00313623"/>
    <w:rsid w:val="00313A46"/>
    <w:rsid w:val="00314858"/>
    <w:rsid w:val="003156D1"/>
    <w:rsid w:val="003159B8"/>
    <w:rsid w:val="0031613C"/>
    <w:rsid w:val="00316E09"/>
    <w:rsid w:val="003203E4"/>
    <w:rsid w:val="00326BF1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402051"/>
    <w:rsid w:val="004028A3"/>
    <w:rsid w:val="00403069"/>
    <w:rsid w:val="00403F4D"/>
    <w:rsid w:val="00404BB8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4081D"/>
    <w:rsid w:val="004421D5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877"/>
    <w:rsid w:val="00460F49"/>
    <w:rsid w:val="0046258D"/>
    <w:rsid w:val="004638F0"/>
    <w:rsid w:val="00464A07"/>
    <w:rsid w:val="00466C7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2AE4"/>
    <w:rsid w:val="004B3BC4"/>
    <w:rsid w:val="004B46D5"/>
    <w:rsid w:val="004B5355"/>
    <w:rsid w:val="004B6532"/>
    <w:rsid w:val="004C655E"/>
    <w:rsid w:val="004C717F"/>
    <w:rsid w:val="004C7811"/>
    <w:rsid w:val="004D1EAD"/>
    <w:rsid w:val="004D307D"/>
    <w:rsid w:val="004D50FD"/>
    <w:rsid w:val="004D55E7"/>
    <w:rsid w:val="004E1118"/>
    <w:rsid w:val="004E2CA1"/>
    <w:rsid w:val="004E39DB"/>
    <w:rsid w:val="004E7359"/>
    <w:rsid w:val="004E77AB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3A5F"/>
    <w:rsid w:val="00523CD5"/>
    <w:rsid w:val="0053020E"/>
    <w:rsid w:val="00530CFB"/>
    <w:rsid w:val="00533254"/>
    <w:rsid w:val="005351CE"/>
    <w:rsid w:val="005359F5"/>
    <w:rsid w:val="00535C62"/>
    <w:rsid w:val="005370A1"/>
    <w:rsid w:val="005463F1"/>
    <w:rsid w:val="00546DEB"/>
    <w:rsid w:val="00552738"/>
    <w:rsid w:val="005534A4"/>
    <w:rsid w:val="00553EBF"/>
    <w:rsid w:val="0055457F"/>
    <w:rsid w:val="00560C1E"/>
    <w:rsid w:val="00560DA6"/>
    <w:rsid w:val="005615EF"/>
    <w:rsid w:val="0056611B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7307"/>
    <w:rsid w:val="00591744"/>
    <w:rsid w:val="0059213E"/>
    <w:rsid w:val="005930D9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FC7"/>
    <w:rsid w:val="005B2D2D"/>
    <w:rsid w:val="005B337E"/>
    <w:rsid w:val="005B59ED"/>
    <w:rsid w:val="005B6654"/>
    <w:rsid w:val="005B6BA9"/>
    <w:rsid w:val="005B74D7"/>
    <w:rsid w:val="005C092E"/>
    <w:rsid w:val="005C271F"/>
    <w:rsid w:val="005C3737"/>
    <w:rsid w:val="005C576A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3B60"/>
    <w:rsid w:val="005E4E54"/>
    <w:rsid w:val="005E69BB"/>
    <w:rsid w:val="005F02F8"/>
    <w:rsid w:val="005F260D"/>
    <w:rsid w:val="005F63F9"/>
    <w:rsid w:val="005F6E90"/>
    <w:rsid w:val="005F71CD"/>
    <w:rsid w:val="005F721E"/>
    <w:rsid w:val="00600B40"/>
    <w:rsid w:val="006012D3"/>
    <w:rsid w:val="00601EB4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518B"/>
    <w:rsid w:val="0062793E"/>
    <w:rsid w:val="006316D6"/>
    <w:rsid w:val="006319C1"/>
    <w:rsid w:val="00634F43"/>
    <w:rsid w:val="00637664"/>
    <w:rsid w:val="006409D0"/>
    <w:rsid w:val="00641F76"/>
    <w:rsid w:val="006436A5"/>
    <w:rsid w:val="00646682"/>
    <w:rsid w:val="006466D4"/>
    <w:rsid w:val="00647DEE"/>
    <w:rsid w:val="0065385A"/>
    <w:rsid w:val="00653C5E"/>
    <w:rsid w:val="006547FA"/>
    <w:rsid w:val="00655021"/>
    <w:rsid w:val="00657DCA"/>
    <w:rsid w:val="00657DFA"/>
    <w:rsid w:val="006614BA"/>
    <w:rsid w:val="0066202F"/>
    <w:rsid w:val="006629F1"/>
    <w:rsid w:val="00662FE6"/>
    <w:rsid w:val="0066334D"/>
    <w:rsid w:val="00663B22"/>
    <w:rsid w:val="00664D42"/>
    <w:rsid w:val="00666179"/>
    <w:rsid w:val="00667F91"/>
    <w:rsid w:val="00673294"/>
    <w:rsid w:val="00684763"/>
    <w:rsid w:val="00687A1A"/>
    <w:rsid w:val="006945FF"/>
    <w:rsid w:val="006952A3"/>
    <w:rsid w:val="006954EB"/>
    <w:rsid w:val="00695850"/>
    <w:rsid w:val="006A1803"/>
    <w:rsid w:val="006A1859"/>
    <w:rsid w:val="006A1BA3"/>
    <w:rsid w:val="006A41E2"/>
    <w:rsid w:val="006B0AF7"/>
    <w:rsid w:val="006B22ED"/>
    <w:rsid w:val="006B2B37"/>
    <w:rsid w:val="006B3B94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F19B4"/>
    <w:rsid w:val="006F465E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7371"/>
    <w:rsid w:val="00771DD6"/>
    <w:rsid w:val="00773350"/>
    <w:rsid w:val="00775093"/>
    <w:rsid w:val="0077775B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CEF"/>
    <w:rsid w:val="007C5FB6"/>
    <w:rsid w:val="007C6810"/>
    <w:rsid w:val="007C7B26"/>
    <w:rsid w:val="007D2DAE"/>
    <w:rsid w:val="007D50CE"/>
    <w:rsid w:val="007D5F1F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4976"/>
    <w:rsid w:val="00816C25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2F11"/>
    <w:rsid w:val="008936D7"/>
    <w:rsid w:val="008959B6"/>
    <w:rsid w:val="00895A07"/>
    <w:rsid w:val="00896781"/>
    <w:rsid w:val="008A0A0C"/>
    <w:rsid w:val="008A13EE"/>
    <w:rsid w:val="008A29B3"/>
    <w:rsid w:val="008A2D38"/>
    <w:rsid w:val="008A3BFE"/>
    <w:rsid w:val="008A3D06"/>
    <w:rsid w:val="008A3DA2"/>
    <w:rsid w:val="008A470A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41C4"/>
    <w:rsid w:val="008C5DCC"/>
    <w:rsid w:val="008C633B"/>
    <w:rsid w:val="008C66A0"/>
    <w:rsid w:val="008D2619"/>
    <w:rsid w:val="008D2ECD"/>
    <w:rsid w:val="008D5179"/>
    <w:rsid w:val="008E26AB"/>
    <w:rsid w:val="008E33EC"/>
    <w:rsid w:val="008F0F6F"/>
    <w:rsid w:val="008F2DE9"/>
    <w:rsid w:val="008F5B7A"/>
    <w:rsid w:val="008F6459"/>
    <w:rsid w:val="008F6609"/>
    <w:rsid w:val="008F70A4"/>
    <w:rsid w:val="008F7458"/>
    <w:rsid w:val="008F750E"/>
    <w:rsid w:val="008F7E81"/>
    <w:rsid w:val="00900AD8"/>
    <w:rsid w:val="00900BE4"/>
    <w:rsid w:val="009018B4"/>
    <w:rsid w:val="0090231F"/>
    <w:rsid w:val="00902837"/>
    <w:rsid w:val="00906684"/>
    <w:rsid w:val="00906B6A"/>
    <w:rsid w:val="00911338"/>
    <w:rsid w:val="009140FD"/>
    <w:rsid w:val="00917AF1"/>
    <w:rsid w:val="009210FF"/>
    <w:rsid w:val="00921331"/>
    <w:rsid w:val="00921524"/>
    <w:rsid w:val="0092154F"/>
    <w:rsid w:val="00921872"/>
    <w:rsid w:val="009252D4"/>
    <w:rsid w:val="00930EAB"/>
    <w:rsid w:val="00931B1F"/>
    <w:rsid w:val="0093536F"/>
    <w:rsid w:val="00937118"/>
    <w:rsid w:val="00940DA3"/>
    <w:rsid w:val="00941583"/>
    <w:rsid w:val="009426EB"/>
    <w:rsid w:val="00944D32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5550"/>
    <w:rsid w:val="0097679D"/>
    <w:rsid w:val="0098027E"/>
    <w:rsid w:val="0098102F"/>
    <w:rsid w:val="009840DB"/>
    <w:rsid w:val="009866BD"/>
    <w:rsid w:val="0099102D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E2541"/>
    <w:rsid w:val="009E2FAD"/>
    <w:rsid w:val="009E4896"/>
    <w:rsid w:val="009E6FCF"/>
    <w:rsid w:val="009F1447"/>
    <w:rsid w:val="009F2C0B"/>
    <w:rsid w:val="009F2F6F"/>
    <w:rsid w:val="009F39F7"/>
    <w:rsid w:val="009F54D7"/>
    <w:rsid w:val="009F7968"/>
    <w:rsid w:val="009F7E5A"/>
    <w:rsid w:val="00A01906"/>
    <w:rsid w:val="00A02CCE"/>
    <w:rsid w:val="00A035C7"/>
    <w:rsid w:val="00A04A18"/>
    <w:rsid w:val="00A12668"/>
    <w:rsid w:val="00A128D3"/>
    <w:rsid w:val="00A13B7B"/>
    <w:rsid w:val="00A13DF6"/>
    <w:rsid w:val="00A14BA6"/>
    <w:rsid w:val="00A17789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38C"/>
    <w:rsid w:val="00A61562"/>
    <w:rsid w:val="00A6431E"/>
    <w:rsid w:val="00A650C9"/>
    <w:rsid w:val="00A669D8"/>
    <w:rsid w:val="00A678CD"/>
    <w:rsid w:val="00A7163F"/>
    <w:rsid w:val="00A74D1B"/>
    <w:rsid w:val="00A75266"/>
    <w:rsid w:val="00A755C8"/>
    <w:rsid w:val="00A75D98"/>
    <w:rsid w:val="00A76C40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A1"/>
    <w:rsid w:val="00AA16DF"/>
    <w:rsid w:val="00AA17DB"/>
    <w:rsid w:val="00AA1F80"/>
    <w:rsid w:val="00AA20CF"/>
    <w:rsid w:val="00AA429D"/>
    <w:rsid w:val="00AA5323"/>
    <w:rsid w:val="00AA7AE6"/>
    <w:rsid w:val="00AA7ED6"/>
    <w:rsid w:val="00AB0116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E638E"/>
    <w:rsid w:val="00AF13B3"/>
    <w:rsid w:val="00AF3A12"/>
    <w:rsid w:val="00AF3C15"/>
    <w:rsid w:val="00AF40B6"/>
    <w:rsid w:val="00AF5263"/>
    <w:rsid w:val="00AF57B6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4242"/>
    <w:rsid w:val="00B24601"/>
    <w:rsid w:val="00B24A48"/>
    <w:rsid w:val="00B277E1"/>
    <w:rsid w:val="00B309B9"/>
    <w:rsid w:val="00B311DF"/>
    <w:rsid w:val="00B31999"/>
    <w:rsid w:val="00B333EB"/>
    <w:rsid w:val="00B3604D"/>
    <w:rsid w:val="00B36D31"/>
    <w:rsid w:val="00B372BF"/>
    <w:rsid w:val="00B37B75"/>
    <w:rsid w:val="00B4177F"/>
    <w:rsid w:val="00B43531"/>
    <w:rsid w:val="00B44252"/>
    <w:rsid w:val="00B452C6"/>
    <w:rsid w:val="00B4581C"/>
    <w:rsid w:val="00B46839"/>
    <w:rsid w:val="00B46F70"/>
    <w:rsid w:val="00B470AD"/>
    <w:rsid w:val="00B50CED"/>
    <w:rsid w:val="00B50F95"/>
    <w:rsid w:val="00B532BF"/>
    <w:rsid w:val="00B537D6"/>
    <w:rsid w:val="00B5709D"/>
    <w:rsid w:val="00B653F2"/>
    <w:rsid w:val="00B6586F"/>
    <w:rsid w:val="00B65BA2"/>
    <w:rsid w:val="00B70C8A"/>
    <w:rsid w:val="00B71441"/>
    <w:rsid w:val="00B7175F"/>
    <w:rsid w:val="00B72B7B"/>
    <w:rsid w:val="00B803B5"/>
    <w:rsid w:val="00B8428C"/>
    <w:rsid w:val="00B84C69"/>
    <w:rsid w:val="00B86241"/>
    <w:rsid w:val="00B90AD1"/>
    <w:rsid w:val="00B92189"/>
    <w:rsid w:val="00B9303C"/>
    <w:rsid w:val="00B948C9"/>
    <w:rsid w:val="00B955E8"/>
    <w:rsid w:val="00BA0ABC"/>
    <w:rsid w:val="00BA4DBB"/>
    <w:rsid w:val="00BB0406"/>
    <w:rsid w:val="00BB1A9B"/>
    <w:rsid w:val="00BB1C46"/>
    <w:rsid w:val="00BB25B3"/>
    <w:rsid w:val="00BB43A5"/>
    <w:rsid w:val="00BB6B82"/>
    <w:rsid w:val="00BC1837"/>
    <w:rsid w:val="00BC226F"/>
    <w:rsid w:val="00BC49F0"/>
    <w:rsid w:val="00BC500C"/>
    <w:rsid w:val="00BC6003"/>
    <w:rsid w:val="00BC6E02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B5"/>
    <w:rsid w:val="00C03A28"/>
    <w:rsid w:val="00C05223"/>
    <w:rsid w:val="00C10237"/>
    <w:rsid w:val="00C1197A"/>
    <w:rsid w:val="00C15BF1"/>
    <w:rsid w:val="00C16BCD"/>
    <w:rsid w:val="00C16E39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62017"/>
    <w:rsid w:val="00C62A4E"/>
    <w:rsid w:val="00C63768"/>
    <w:rsid w:val="00C653E0"/>
    <w:rsid w:val="00C670EC"/>
    <w:rsid w:val="00C67832"/>
    <w:rsid w:val="00C72929"/>
    <w:rsid w:val="00C75E42"/>
    <w:rsid w:val="00C76DB5"/>
    <w:rsid w:val="00C80E74"/>
    <w:rsid w:val="00C81492"/>
    <w:rsid w:val="00C81B3B"/>
    <w:rsid w:val="00C835B4"/>
    <w:rsid w:val="00C90532"/>
    <w:rsid w:val="00C968EA"/>
    <w:rsid w:val="00C97533"/>
    <w:rsid w:val="00CA41D5"/>
    <w:rsid w:val="00CA4A97"/>
    <w:rsid w:val="00CA5418"/>
    <w:rsid w:val="00CA54E4"/>
    <w:rsid w:val="00CA6840"/>
    <w:rsid w:val="00CA6D75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4A2B"/>
    <w:rsid w:val="00CF549D"/>
    <w:rsid w:val="00CF57E3"/>
    <w:rsid w:val="00CF59C8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4812"/>
    <w:rsid w:val="00D308C1"/>
    <w:rsid w:val="00D3227B"/>
    <w:rsid w:val="00D3290E"/>
    <w:rsid w:val="00D366DC"/>
    <w:rsid w:val="00D37632"/>
    <w:rsid w:val="00D40BCC"/>
    <w:rsid w:val="00D44472"/>
    <w:rsid w:val="00D457F0"/>
    <w:rsid w:val="00D462B8"/>
    <w:rsid w:val="00D477B2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1BBC"/>
    <w:rsid w:val="00D74678"/>
    <w:rsid w:val="00D7527D"/>
    <w:rsid w:val="00D76BA5"/>
    <w:rsid w:val="00D804CD"/>
    <w:rsid w:val="00D80B2E"/>
    <w:rsid w:val="00D84208"/>
    <w:rsid w:val="00D842D9"/>
    <w:rsid w:val="00D86110"/>
    <w:rsid w:val="00D92D58"/>
    <w:rsid w:val="00D933CC"/>
    <w:rsid w:val="00D96557"/>
    <w:rsid w:val="00D97773"/>
    <w:rsid w:val="00D97D7D"/>
    <w:rsid w:val="00DA0A11"/>
    <w:rsid w:val="00DA36BC"/>
    <w:rsid w:val="00DA46BB"/>
    <w:rsid w:val="00DA4D09"/>
    <w:rsid w:val="00DA5761"/>
    <w:rsid w:val="00DA7EEA"/>
    <w:rsid w:val="00DB4E1D"/>
    <w:rsid w:val="00DB530A"/>
    <w:rsid w:val="00DB5EE9"/>
    <w:rsid w:val="00DB614E"/>
    <w:rsid w:val="00DB709E"/>
    <w:rsid w:val="00DB7D5A"/>
    <w:rsid w:val="00DC0048"/>
    <w:rsid w:val="00DC2F76"/>
    <w:rsid w:val="00DD26B1"/>
    <w:rsid w:val="00DD3EB0"/>
    <w:rsid w:val="00DE13B9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5BB5"/>
    <w:rsid w:val="00E17342"/>
    <w:rsid w:val="00E23E81"/>
    <w:rsid w:val="00E24AE3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580"/>
    <w:rsid w:val="00E406D5"/>
    <w:rsid w:val="00E40F10"/>
    <w:rsid w:val="00E44033"/>
    <w:rsid w:val="00E463B2"/>
    <w:rsid w:val="00E46D3D"/>
    <w:rsid w:val="00E471B0"/>
    <w:rsid w:val="00E47C04"/>
    <w:rsid w:val="00E5597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D2E"/>
    <w:rsid w:val="00E759E5"/>
    <w:rsid w:val="00E775B9"/>
    <w:rsid w:val="00E80856"/>
    <w:rsid w:val="00E81D51"/>
    <w:rsid w:val="00E84897"/>
    <w:rsid w:val="00E8770A"/>
    <w:rsid w:val="00E915A2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4D5"/>
    <w:rsid w:val="00EC3C27"/>
    <w:rsid w:val="00EC41A2"/>
    <w:rsid w:val="00EC485C"/>
    <w:rsid w:val="00EC515B"/>
    <w:rsid w:val="00EC5711"/>
    <w:rsid w:val="00EC5743"/>
    <w:rsid w:val="00EC5DA7"/>
    <w:rsid w:val="00ED053C"/>
    <w:rsid w:val="00ED419F"/>
    <w:rsid w:val="00ED6987"/>
    <w:rsid w:val="00EE080C"/>
    <w:rsid w:val="00EE5CA9"/>
    <w:rsid w:val="00EE7464"/>
    <w:rsid w:val="00EF21AC"/>
    <w:rsid w:val="00EF3776"/>
    <w:rsid w:val="00EF5310"/>
    <w:rsid w:val="00EF7A82"/>
    <w:rsid w:val="00F04813"/>
    <w:rsid w:val="00F064F8"/>
    <w:rsid w:val="00F1077D"/>
    <w:rsid w:val="00F10ACE"/>
    <w:rsid w:val="00F120D7"/>
    <w:rsid w:val="00F13C8B"/>
    <w:rsid w:val="00F15B4D"/>
    <w:rsid w:val="00F2083F"/>
    <w:rsid w:val="00F2268B"/>
    <w:rsid w:val="00F22FA8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3BA9"/>
    <w:rsid w:val="00F552FE"/>
    <w:rsid w:val="00F556B5"/>
    <w:rsid w:val="00F57963"/>
    <w:rsid w:val="00F57C4C"/>
    <w:rsid w:val="00F620BF"/>
    <w:rsid w:val="00F636E8"/>
    <w:rsid w:val="00F6431B"/>
    <w:rsid w:val="00F64462"/>
    <w:rsid w:val="00F64DE3"/>
    <w:rsid w:val="00F703D1"/>
    <w:rsid w:val="00F72F49"/>
    <w:rsid w:val="00F75C9B"/>
    <w:rsid w:val="00F75FE7"/>
    <w:rsid w:val="00F7682A"/>
    <w:rsid w:val="00F76A81"/>
    <w:rsid w:val="00F77288"/>
    <w:rsid w:val="00F7736C"/>
    <w:rsid w:val="00F774EB"/>
    <w:rsid w:val="00F77B3A"/>
    <w:rsid w:val="00F84E0B"/>
    <w:rsid w:val="00F87EFE"/>
    <w:rsid w:val="00F90338"/>
    <w:rsid w:val="00F91350"/>
    <w:rsid w:val="00FA1B2C"/>
    <w:rsid w:val="00FA2ED2"/>
    <w:rsid w:val="00FA3A83"/>
    <w:rsid w:val="00FA42D1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F2"/>
    <w:pPr>
      <w:spacing w:after="200" w:line="276" w:lineRule="auto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033F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033F2"/>
    <w:rPr>
      <w:rFonts w:cs="Times New Roman"/>
    </w:rPr>
  </w:style>
  <w:style w:type="paragraph" w:customStyle="1" w:styleId="ConsPlusTitle">
    <w:name w:val="ConsPlusTitle"/>
    <w:uiPriority w:val="99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0426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4A0E4E"/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77335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1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129E1B7637BBA5149BC58024283CD2D3AAD7827154DA1AA392E7052198C43CC370D780802E39FAv8tF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129E1B7637BBA5149BC58024283CD2D3AAD7827154DA1AA392E7052198C43CC370D780802E38F2v8tD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9129E1B7637BBA5149BC58024283CD2D3AAD7827154DA1AA392E7052198C43CC370D780802E39F3v8t9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129E1B7637BBA5149BC58024283CD2D3AAD7827154DA1AA392E7052198C43CC370D780802E39FFv8t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129E1B7637BBA5149BC58024283CD2D3AAD7827154DA1AA392E7052198C43CC370D780802E39FAv8t9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594</Words>
  <Characters>3388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user</cp:lastModifiedBy>
  <cp:revision>5</cp:revision>
  <cp:lastPrinted>2014-11-28T07:20:00Z</cp:lastPrinted>
  <dcterms:created xsi:type="dcterms:W3CDTF">2014-11-13T14:45:00Z</dcterms:created>
  <dcterms:modified xsi:type="dcterms:W3CDTF">2014-12-08T12:01:00Z</dcterms:modified>
</cp:coreProperties>
</file>