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97" w:rsidRDefault="00F47D97" w:rsidP="0029414D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Ульяновской области</w:t>
      </w:r>
    </w:p>
    <w:p w:rsidR="00F47D97" w:rsidRDefault="00F47D97" w:rsidP="0029414D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F47D97" w:rsidRDefault="00F47D97" w:rsidP="0029414D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F47D97" w:rsidRDefault="00F47D97" w:rsidP="0029414D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F47D97" w:rsidRDefault="00F47D97" w:rsidP="0029414D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F47D97" w:rsidRDefault="00F47D97" w:rsidP="00A1678F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признании утратившими силу отдельных положений </w:t>
      </w:r>
    </w:p>
    <w:p w:rsidR="00F47D97" w:rsidRDefault="00F47D97" w:rsidP="00A1678F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законодательных актов Ульяновской области</w:t>
      </w:r>
    </w:p>
    <w:p w:rsidR="00F47D97" w:rsidRDefault="00F47D97" w:rsidP="0029414D">
      <w:pPr>
        <w:suppressAutoHyphens/>
        <w:autoSpaceDE w:val="0"/>
        <w:autoSpaceDN w:val="0"/>
        <w:adjustRightInd w:val="0"/>
        <w:spacing w:line="336" w:lineRule="auto"/>
        <w:ind w:left="-540" w:firstLine="720"/>
        <w:jc w:val="both"/>
        <w:rPr>
          <w:color w:val="000000"/>
          <w:sz w:val="28"/>
          <w:szCs w:val="28"/>
        </w:rPr>
      </w:pPr>
    </w:p>
    <w:p w:rsidR="00F47D97" w:rsidRDefault="00F47D97" w:rsidP="0029414D">
      <w:pPr>
        <w:suppressAutoHyphens/>
        <w:autoSpaceDE w:val="0"/>
        <w:autoSpaceDN w:val="0"/>
        <w:adjustRightInd w:val="0"/>
        <w:spacing w:line="336" w:lineRule="auto"/>
        <w:ind w:firstLine="851"/>
        <w:jc w:val="both"/>
        <w:rPr>
          <w:color w:val="000000"/>
          <w:sz w:val="28"/>
          <w:szCs w:val="28"/>
        </w:rPr>
      </w:pPr>
    </w:p>
    <w:p w:rsidR="00F47D97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28"/>
          <w:szCs w:val="28"/>
        </w:rPr>
      </w:pPr>
    </w:p>
    <w:p w:rsidR="00F47D97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28"/>
          <w:szCs w:val="28"/>
        </w:rPr>
      </w:pPr>
    </w:p>
    <w:p w:rsidR="00F47D97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28"/>
          <w:szCs w:val="28"/>
        </w:rPr>
      </w:pPr>
    </w:p>
    <w:p w:rsidR="00F47D97" w:rsidRPr="00A1678F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24"/>
          <w:szCs w:val="28"/>
        </w:rPr>
      </w:pPr>
    </w:p>
    <w:p w:rsidR="00F47D97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28"/>
          <w:szCs w:val="28"/>
        </w:rPr>
      </w:pPr>
      <w:r w:rsidRPr="0029414D">
        <w:rPr>
          <w:b/>
          <w:bCs/>
          <w:color w:val="000000"/>
          <w:sz w:val="28"/>
          <w:szCs w:val="28"/>
        </w:rPr>
        <w:t>Статья 1</w:t>
      </w:r>
    </w:p>
    <w:p w:rsidR="00F47D97" w:rsidRPr="00A1678F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12"/>
          <w:szCs w:val="28"/>
        </w:rPr>
      </w:pPr>
    </w:p>
    <w:p w:rsidR="00F47D97" w:rsidRDefault="00F47D97" w:rsidP="0029414D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Со дня вступления настоящего Закона в силу </w:t>
      </w:r>
      <w:r>
        <w:rPr>
          <w:sz w:val="28"/>
          <w:szCs w:val="28"/>
        </w:rPr>
        <w:t xml:space="preserve">признать </w:t>
      </w:r>
      <w:r>
        <w:rPr>
          <w:spacing w:val="-4"/>
          <w:sz w:val="28"/>
          <w:szCs w:val="28"/>
        </w:rPr>
        <w:t>утратившими силу:</w:t>
      </w:r>
    </w:p>
    <w:p w:rsidR="00F47D97" w:rsidRDefault="00F47D97" w:rsidP="0029414D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1) п</w:t>
      </w:r>
      <w:r>
        <w:rPr>
          <w:color w:val="000000"/>
          <w:sz w:val="28"/>
          <w:szCs w:val="28"/>
        </w:rPr>
        <w:t xml:space="preserve">ункт 12 </w:t>
      </w:r>
      <w:r>
        <w:rPr>
          <w:spacing w:val="-4"/>
          <w:sz w:val="28"/>
        </w:rPr>
        <w:t xml:space="preserve">статьи 4 </w:t>
      </w:r>
      <w:r>
        <w:rPr>
          <w:sz w:val="28"/>
          <w:szCs w:val="28"/>
        </w:rPr>
        <w:t>Закона Ульяновской области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sz w:val="28"/>
          <w:szCs w:val="28"/>
        </w:rPr>
        <w:t xml:space="preserve">от 2 ноября 2005 года </w:t>
      </w:r>
      <w:r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№ 105-ЗО «О разграничении полномочий органов государственной власти Ульяновской области в сфере охраны окружающей среды»</w:t>
      </w:r>
      <w:r>
        <w:rPr>
          <w:color w:val="000000"/>
          <w:sz w:val="28"/>
          <w:szCs w:val="28"/>
        </w:rPr>
        <w:t xml:space="preserve"> («Ульяновская правда» от </w:t>
      </w:r>
      <w:r>
        <w:rPr>
          <w:sz w:val="28"/>
          <w:szCs w:val="28"/>
        </w:rPr>
        <w:t>08.11.2005 № 103-104; от 13.11.2007 № 96; от 07.05.2011 № 49;</w:t>
      </w:r>
      <w:r>
        <w:rPr>
          <w:sz w:val="28"/>
          <w:szCs w:val="28"/>
        </w:rPr>
        <w:br/>
        <w:t>от 02.03.2012 № 22; от 12.12.2012 № 138-139; от 28.12.2012 № 146; от 19.08.2013 № 97);</w:t>
      </w:r>
    </w:p>
    <w:p w:rsidR="00F47D97" w:rsidRDefault="00F47D97" w:rsidP="0029414D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абзац шестой подпункта «б» пункта 1 статьи 1 Закона Ульяновской области от 24 декабря 2012 года № 225-ЗО «О внесении изменений в отдельные законодательные акты Ульяновской области и признании утратившими силу законодательного акта (отдельных положений законодательных актов) Ульяновской области»</w:t>
      </w:r>
      <w:r>
        <w:rPr>
          <w:color w:val="000000"/>
          <w:sz w:val="28"/>
          <w:szCs w:val="28"/>
        </w:rPr>
        <w:t xml:space="preserve"> («Ульяновская правда» от </w:t>
      </w:r>
      <w:r>
        <w:rPr>
          <w:sz w:val="28"/>
          <w:szCs w:val="28"/>
        </w:rPr>
        <w:t>28.12.2012 № 146).</w:t>
      </w:r>
    </w:p>
    <w:p w:rsidR="00F47D97" w:rsidRPr="00A1678F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12"/>
          <w:szCs w:val="28"/>
        </w:rPr>
      </w:pPr>
    </w:p>
    <w:p w:rsidR="00F47D97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Статья 2</w:t>
      </w:r>
    </w:p>
    <w:p w:rsidR="00F47D97" w:rsidRPr="00A1678F" w:rsidRDefault="00F47D97" w:rsidP="0029414D">
      <w:pPr>
        <w:pStyle w:val="a"/>
        <w:spacing w:after="0" w:line="336" w:lineRule="auto"/>
        <w:ind w:firstLine="705"/>
        <w:jc w:val="both"/>
        <w:rPr>
          <w:b/>
          <w:bCs/>
          <w:color w:val="000000"/>
          <w:sz w:val="12"/>
          <w:szCs w:val="28"/>
        </w:rPr>
      </w:pPr>
    </w:p>
    <w:p w:rsidR="00F47D97" w:rsidRDefault="00F47D97" w:rsidP="0029414D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2015 года.</w:t>
      </w:r>
    </w:p>
    <w:p w:rsidR="00F47D97" w:rsidRPr="00A1678F" w:rsidRDefault="00F47D97" w:rsidP="0029414D">
      <w:pPr>
        <w:suppressAutoHyphens/>
        <w:spacing w:line="336" w:lineRule="auto"/>
        <w:jc w:val="both"/>
        <w:rPr>
          <w:sz w:val="32"/>
          <w:szCs w:val="28"/>
        </w:rPr>
      </w:pPr>
    </w:p>
    <w:p w:rsidR="00F47D97" w:rsidRDefault="00F47D97" w:rsidP="0029414D">
      <w:pPr>
        <w:suppressAutoHyphens/>
        <w:spacing w:line="33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Губернатор Ульяновской области                                                    С.И.Морозов</w:t>
      </w:r>
    </w:p>
    <w:p w:rsidR="00F47D97" w:rsidRPr="00A1678F" w:rsidRDefault="00F47D97" w:rsidP="0029414D">
      <w:pPr>
        <w:widowControl w:val="0"/>
        <w:autoSpaceDE w:val="0"/>
        <w:autoSpaceDN w:val="0"/>
        <w:adjustRightInd w:val="0"/>
        <w:spacing w:line="336" w:lineRule="auto"/>
        <w:jc w:val="both"/>
        <w:outlineLvl w:val="0"/>
        <w:rPr>
          <w:sz w:val="24"/>
          <w:szCs w:val="38"/>
        </w:rPr>
      </w:pPr>
    </w:p>
    <w:p w:rsidR="00F47D97" w:rsidRPr="002265B5" w:rsidRDefault="00F47D97" w:rsidP="0029414D">
      <w:pPr>
        <w:tabs>
          <w:tab w:val="left" w:pos="7020"/>
        </w:tabs>
        <w:suppressAutoHyphens/>
        <w:spacing w:line="336" w:lineRule="auto"/>
        <w:jc w:val="center"/>
        <w:rPr>
          <w:b/>
          <w:color w:val="000000"/>
          <w:sz w:val="28"/>
          <w:szCs w:val="28"/>
        </w:rPr>
      </w:pPr>
      <w:r w:rsidRPr="002265B5">
        <w:rPr>
          <w:b/>
          <w:color w:val="000000"/>
          <w:sz w:val="28"/>
          <w:szCs w:val="28"/>
        </w:rPr>
        <w:t>г. Ульяновск</w:t>
      </w:r>
    </w:p>
    <w:p w:rsidR="00F47D97" w:rsidRPr="002265B5" w:rsidRDefault="00F47D97" w:rsidP="0029414D">
      <w:pPr>
        <w:tabs>
          <w:tab w:val="left" w:pos="7020"/>
        </w:tabs>
        <w:suppressAutoHyphens/>
        <w:spacing w:line="336" w:lineRule="auto"/>
        <w:jc w:val="center"/>
        <w:rPr>
          <w:b/>
          <w:color w:val="000000"/>
          <w:sz w:val="28"/>
          <w:szCs w:val="28"/>
        </w:rPr>
      </w:pPr>
      <w:r w:rsidRPr="002265B5">
        <w:rPr>
          <w:b/>
          <w:color w:val="000000"/>
          <w:sz w:val="28"/>
          <w:szCs w:val="28"/>
        </w:rPr>
        <w:t xml:space="preserve">06 ноября </w:t>
      </w:r>
      <w:smartTag w:uri="urn:schemas-microsoft-com:office:smarttags" w:element="metricconverter">
        <w:smartTagPr>
          <w:attr w:name="ProductID" w:val="2014 г"/>
        </w:smartTagPr>
        <w:r w:rsidRPr="002265B5">
          <w:rPr>
            <w:b/>
            <w:color w:val="000000"/>
            <w:sz w:val="28"/>
            <w:szCs w:val="28"/>
          </w:rPr>
          <w:t>2014 г</w:t>
        </w:r>
      </w:smartTag>
      <w:r w:rsidRPr="002265B5">
        <w:rPr>
          <w:b/>
          <w:color w:val="000000"/>
          <w:sz w:val="28"/>
          <w:szCs w:val="28"/>
        </w:rPr>
        <w:t>.</w:t>
      </w:r>
    </w:p>
    <w:p w:rsidR="00F47D97" w:rsidRPr="002265B5" w:rsidRDefault="00F47D97" w:rsidP="0029414D">
      <w:pPr>
        <w:tabs>
          <w:tab w:val="left" w:pos="7020"/>
        </w:tabs>
        <w:suppressAutoHyphens/>
        <w:spacing w:line="336" w:lineRule="auto"/>
        <w:jc w:val="center"/>
        <w:rPr>
          <w:b/>
        </w:rPr>
      </w:pPr>
      <w:r w:rsidRPr="002265B5">
        <w:rPr>
          <w:b/>
          <w:color w:val="000000"/>
          <w:sz w:val="28"/>
          <w:szCs w:val="28"/>
        </w:rPr>
        <w:t>№ 189-ЗО</w:t>
      </w:r>
    </w:p>
    <w:sectPr w:rsidR="00F47D97" w:rsidRPr="002265B5" w:rsidSect="00A1678F">
      <w:headerReference w:type="even" r:id="rId7"/>
      <w:headerReference w:type="default" r:id="rId8"/>
      <w:footerReference w:type="first" r:id="rId9"/>
      <w:pgSz w:w="11906" w:h="16838" w:code="9"/>
      <w:pgMar w:top="1134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D97" w:rsidRDefault="00F47D97">
      <w:r>
        <w:separator/>
      </w:r>
    </w:p>
  </w:endnote>
  <w:endnote w:type="continuationSeparator" w:id="0">
    <w:p w:rsidR="00F47D97" w:rsidRDefault="00F47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97" w:rsidRPr="0029414D" w:rsidRDefault="00F47D97" w:rsidP="0029414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0910бт2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D97" w:rsidRDefault="00F47D97">
      <w:r>
        <w:separator/>
      </w:r>
    </w:p>
  </w:footnote>
  <w:footnote w:type="continuationSeparator" w:id="0">
    <w:p w:rsidR="00F47D97" w:rsidRDefault="00F47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97" w:rsidRDefault="00F47D97" w:rsidP="00513D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7D97" w:rsidRDefault="00F47D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97" w:rsidRPr="00771390" w:rsidRDefault="00F47D97" w:rsidP="006024A2">
    <w:pPr>
      <w:pStyle w:val="Header"/>
      <w:jc w:val="center"/>
      <w:rPr>
        <w:rStyle w:val="PageNumber"/>
        <w:sz w:val="28"/>
        <w:szCs w:val="28"/>
      </w:rPr>
    </w:pPr>
    <w:r w:rsidRPr="00771390">
      <w:rPr>
        <w:rStyle w:val="PageNumber"/>
        <w:sz w:val="28"/>
        <w:szCs w:val="28"/>
      </w:rPr>
      <w:fldChar w:fldCharType="begin"/>
    </w:r>
    <w:r w:rsidRPr="00771390">
      <w:rPr>
        <w:rStyle w:val="PageNumber"/>
        <w:sz w:val="28"/>
        <w:szCs w:val="28"/>
      </w:rPr>
      <w:instrText xml:space="preserve">PAGE  </w:instrText>
    </w:r>
    <w:r w:rsidRPr="0077139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771390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5E1"/>
    <w:multiLevelType w:val="hybridMultilevel"/>
    <w:tmpl w:val="F72E42C4"/>
    <w:lvl w:ilvl="0" w:tplc="564E5C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CA129E"/>
    <w:multiLevelType w:val="hybridMultilevel"/>
    <w:tmpl w:val="C0A2BC4E"/>
    <w:lvl w:ilvl="0" w:tplc="4934A7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A205695"/>
    <w:multiLevelType w:val="hybridMultilevel"/>
    <w:tmpl w:val="B560C03A"/>
    <w:lvl w:ilvl="0" w:tplc="E902AF2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D303F68"/>
    <w:multiLevelType w:val="hybridMultilevel"/>
    <w:tmpl w:val="B390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C4D"/>
    <w:rsid w:val="0001167A"/>
    <w:rsid w:val="000546DA"/>
    <w:rsid w:val="000721EB"/>
    <w:rsid w:val="00080BBA"/>
    <w:rsid w:val="000A6D23"/>
    <w:rsid w:val="000B547D"/>
    <w:rsid w:val="000B7F72"/>
    <w:rsid w:val="000C35FD"/>
    <w:rsid w:val="000C7BD8"/>
    <w:rsid w:val="000E4D2E"/>
    <w:rsid w:val="00112BDA"/>
    <w:rsid w:val="00136030"/>
    <w:rsid w:val="00171A57"/>
    <w:rsid w:val="0019167E"/>
    <w:rsid w:val="001A0DE8"/>
    <w:rsid w:val="001A236E"/>
    <w:rsid w:val="001A39C9"/>
    <w:rsid w:val="001A756B"/>
    <w:rsid w:val="001E0274"/>
    <w:rsid w:val="001E30D3"/>
    <w:rsid w:val="001F133E"/>
    <w:rsid w:val="002265B5"/>
    <w:rsid w:val="00227AE5"/>
    <w:rsid w:val="0023337E"/>
    <w:rsid w:val="00235986"/>
    <w:rsid w:val="002370B7"/>
    <w:rsid w:val="002439CC"/>
    <w:rsid w:val="00244397"/>
    <w:rsid w:val="0029414D"/>
    <w:rsid w:val="00295578"/>
    <w:rsid w:val="0029732B"/>
    <w:rsid w:val="002B4917"/>
    <w:rsid w:val="002C62E3"/>
    <w:rsid w:val="002D0E16"/>
    <w:rsid w:val="00303E83"/>
    <w:rsid w:val="00317807"/>
    <w:rsid w:val="00344DF7"/>
    <w:rsid w:val="00361161"/>
    <w:rsid w:val="0036262D"/>
    <w:rsid w:val="0036634D"/>
    <w:rsid w:val="00376B11"/>
    <w:rsid w:val="00386137"/>
    <w:rsid w:val="003968EC"/>
    <w:rsid w:val="003A1779"/>
    <w:rsid w:val="003A244F"/>
    <w:rsid w:val="003C18E6"/>
    <w:rsid w:val="003D0D2D"/>
    <w:rsid w:val="003D4B02"/>
    <w:rsid w:val="003D6393"/>
    <w:rsid w:val="004113AA"/>
    <w:rsid w:val="004367C1"/>
    <w:rsid w:val="00446E6E"/>
    <w:rsid w:val="00451C34"/>
    <w:rsid w:val="004A513F"/>
    <w:rsid w:val="004C1EEC"/>
    <w:rsid w:val="004C4387"/>
    <w:rsid w:val="004D0823"/>
    <w:rsid w:val="004D0E18"/>
    <w:rsid w:val="004F1577"/>
    <w:rsid w:val="004F2BF9"/>
    <w:rsid w:val="0050004C"/>
    <w:rsid w:val="00513D03"/>
    <w:rsid w:val="00520663"/>
    <w:rsid w:val="0052725D"/>
    <w:rsid w:val="00530E63"/>
    <w:rsid w:val="00544F21"/>
    <w:rsid w:val="00555764"/>
    <w:rsid w:val="0055783B"/>
    <w:rsid w:val="00566BBB"/>
    <w:rsid w:val="00574A04"/>
    <w:rsid w:val="005A6BC1"/>
    <w:rsid w:val="005B66E6"/>
    <w:rsid w:val="005D626E"/>
    <w:rsid w:val="006024A2"/>
    <w:rsid w:val="00603AA9"/>
    <w:rsid w:val="00650827"/>
    <w:rsid w:val="006577C6"/>
    <w:rsid w:val="006658A4"/>
    <w:rsid w:val="00666541"/>
    <w:rsid w:val="00667483"/>
    <w:rsid w:val="006835F6"/>
    <w:rsid w:val="006A607D"/>
    <w:rsid w:val="006C2167"/>
    <w:rsid w:val="006D4A62"/>
    <w:rsid w:val="00712D5B"/>
    <w:rsid w:val="007153F7"/>
    <w:rsid w:val="007210C0"/>
    <w:rsid w:val="0073145A"/>
    <w:rsid w:val="0073549C"/>
    <w:rsid w:val="00756849"/>
    <w:rsid w:val="00765A22"/>
    <w:rsid w:val="00771390"/>
    <w:rsid w:val="00774180"/>
    <w:rsid w:val="00781779"/>
    <w:rsid w:val="00787502"/>
    <w:rsid w:val="007A1240"/>
    <w:rsid w:val="007A379A"/>
    <w:rsid w:val="007A5AD0"/>
    <w:rsid w:val="007B6558"/>
    <w:rsid w:val="007E1959"/>
    <w:rsid w:val="007E315D"/>
    <w:rsid w:val="00802490"/>
    <w:rsid w:val="00805E0B"/>
    <w:rsid w:val="00820633"/>
    <w:rsid w:val="008208A3"/>
    <w:rsid w:val="0082625B"/>
    <w:rsid w:val="00826857"/>
    <w:rsid w:val="008441E9"/>
    <w:rsid w:val="00852D9A"/>
    <w:rsid w:val="00873BAE"/>
    <w:rsid w:val="00882FD4"/>
    <w:rsid w:val="00886670"/>
    <w:rsid w:val="0088683E"/>
    <w:rsid w:val="00896597"/>
    <w:rsid w:val="008B7B2A"/>
    <w:rsid w:val="008C11F3"/>
    <w:rsid w:val="008C4472"/>
    <w:rsid w:val="008F0F0C"/>
    <w:rsid w:val="008F3E79"/>
    <w:rsid w:val="008F53C1"/>
    <w:rsid w:val="00912793"/>
    <w:rsid w:val="00916A06"/>
    <w:rsid w:val="00921C1F"/>
    <w:rsid w:val="00932C1D"/>
    <w:rsid w:val="0093369D"/>
    <w:rsid w:val="00952CA2"/>
    <w:rsid w:val="0095329A"/>
    <w:rsid w:val="00983659"/>
    <w:rsid w:val="009C1AE3"/>
    <w:rsid w:val="009C78C9"/>
    <w:rsid w:val="009E10EE"/>
    <w:rsid w:val="009F4246"/>
    <w:rsid w:val="00A007AA"/>
    <w:rsid w:val="00A024E3"/>
    <w:rsid w:val="00A13CD4"/>
    <w:rsid w:val="00A1479A"/>
    <w:rsid w:val="00A15F08"/>
    <w:rsid w:val="00A1678F"/>
    <w:rsid w:val="00A37C4E"/>
    <w:rsid w:val="00A449B6"/>
    <w:rsid w:val="00A46CB7"/>
    <w:rsid w:val="00A51474"/>
    <w:rsid w:val="00A52017"/>
    <w:rsid w:val="00A644DF"/>
    <w:rsid w:val="00AE5A31"/>
    <w:rsid w:val="00B102C0"/>
    <w:rsid w:val="00B155FE"/>
    <w:rsid w:val="00B24946"/>
    <w:rsid w:val="00B26A20"/>
    <w:rsid w:val="00B522E6"/>
    <w:rsid w:val="00B800F1"/>
    <w:rsid w:val="00B92CD5"/>
    <w:rsid w:val="00BB47C5"/>
    <w:rsid w:val="00BC41A5"/>
    <w:rsid w:val="00BD1F08"/>
    <w:rsid w:val="00BD3C4D"/>
    <w:rsid w:val="00BE37AA"/>
    <w:rsid w:val="00BE70E2"/>
    <w:rsid w:val="00BF282E"/>
    <w:rsid w:val="00BF2EA4"/>
    <w:rsid w:val="00BF5427"/>
    <w:rsid w:val="00BF5C9C"/>
    <w:rsid w:val="00C03DB4"/>
    <w:rsid w:val="00C32908"/>
    <w:rsid w:val="00C83362"/>
    <w:rsid w:val="00C93A9D"/>
    <w:rsid w:val="00CA0D6A"/>
    <w:rsid w:val="00CB60FA"/>
    <w:rsid w:val="00CB6CF2"/>
    <w:rsid w:val="00CC0BBA"/>
    <w:rsid w:val="00CC3758"/>
    <w:rsid w:val="00CC6559"/>
    <w:rsid w:val="00CE7B43"/>
    <w:rsid w:val="00D072AC"/>
    <w:rsid w:val="00D14FCE"/>
    <w:rsid w:val="00D3024C"/>
    <w:rsid w:val="00D33AC8"/>
    <w:rsid w:val="00D44EA3"/>
    <w:rsid w:val="00D54988"/>
    <w:rsid w:val="00D576EF"/>
    <w:rsid w:val="00D668C6"/>
    <w:rsid w:val="00D671D0"/>
    <w:rsid w:val="00DC1399"/>
    <w:rsid w:val="00DC3434"/>
    <w:rsid w:val="00DD057E"/>
    <w:rsid w:val="00E324E4"/>
    <w:rsid w:val="00E46DE7"/>
    <w:rsid w:val="00E5299C"/>
    <w:rsid w:val="00E52D8F"/>
    <w:rsid w:val="00E53D86"/>
    <w:rsid w:val="00E55199"/>
    <w:rsid w:val="00E55F45"/>
    <w:rsid w:val="00E55F52"/>
    <w:rsid w:val="00E63438"/>
    <w:rsid w:val="00E64329"/>
    <w:rsid w:val="00E66531"/>
    <w:rsid w:val="00E67872"/>
    <w:rsid w:val="00E67BA3"/>
    <w:rsid w:val="00ED5F83"/>
    <w:rsid w:val="00ED6502"/>
    <w:rsid w:val="00ED74D9"/>
    <w:rsid w:val="00F034FB"/>
    <w:rsid w:val="00F061F4"/>
    <w:rsid w:val="00F47D97"/>
    <w:rsid w:val="00F47F64"/>
    <w:rsid w:val="00F5002C"/>
    <w:rsid w:val="00FA317B"/>
    <w:rsid w:val="00FB66E8"/>
    <w:rsid w:val="00FD2DA1"/>
    <w:rsid w:val="00FE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C4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37C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1E02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2908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E0274"/>
    <w:rPr>
      <w:rFonts w:cs="Times New Roman"/>
    </w:rPr>
  </w:style>
  <w:style w:type="paragraph" w:customStyle="1" w:styleId="ConsPlusNormal">
    <w:name w:val="ConsPlusNormal"/>
    <w:uiPriority w:val="99"/>
    <w:rsid w:val="00CA0D6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BF2E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7713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139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D65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6502"/>
    <w:rPr>
      <w:rFonts w:ascii="Tahoma" w:hAnsi="Tahoma" w:cs="Tahoma"/>
      <w:sz w:val="16"/>
      <w:szCs w:val="16"/>
    </w:rPr>
  </w:style>
  <w:style w:type="paragraph" w:customStyle="1" w:styleId="a">
    <w:name w:val="Базовый"/>
    <w:uiPriority w:val="99"/>
    <w:rsid w:val="001A39C9"/>
    <w:pPr>
      <w:tabs>
        <w:tab w:val="left" w:pos="708"/>
      </w:tabs>
      <w:suppressAutoHyphens/>
      <w:spacing w:after="200" w:line="276" w:lineRule="auto"/>
    </w:pPr>
    <w:rPr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166</Words>
  <Characters>952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dc:title>
  <dc:subject/>
  <dc:creator>-</dc:creator>
  <cp:keywords/>
  <dc:description/>
  <cp:lastModifiedBy>user</cp:lastModifiedBy>
  <cp:revision>9</cp:revision>
  <cp:lastPrinted>2014-10-09T11:04:00Z</cp:lastPrinted>
  <dcterms:created xsi:type="dcterms:W3CDTF">2014-10-09T08:32:00Z</dcterms:created>
  <dcterms:modified xsi:type="dcterms:W3CDTF">2014-11-14T12:17:00Z</dcterms:modified>
</cp:coreProperties>
</file>