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9E1" w:rsidRDefault="004C79E1" w:rsidP="00BF42E6">
      <w:pPr>
        <w:pStyle w:val="ConsPlusTitle"/>
        <w:widowControl/>
        <w:suppressAutoHyphens/>
        <w:ind w:left="-426" w:firstLine="74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Ульяновской области</w:t>
      </w:r>
    </w:p>
    <w:p w:rsidR="004C79E1" w:rsidRDefault="004C79E1" w:rsidP="00BF42E6">
      <w:pPr>
        <w:pStyle w:val="ConsPlusTitle"/>
        <w:widowControl/>
        <w:suppressAutoHyphens/>
        <w:ind w:left="-426" w:firstLine="748"/>
        <w:jc w:val="center"/>
        <w:rPr>
          <w:color w:val="000000"/>
          <w:sz w:val="28"/>
          <w:szCs w:val="28"/>
        </w:rPr>
      </w:pPr>
    </w:p>
    <w:p w:rsidR="004C79E1" w:rsidRDefault="004C79E1" w:rsidP="004F5D67">
      <w:pPr>
        <w:pStyle w:val="ConsPlusTitle"/>
        <w:widowControl/>
        <w:suppressAutoHyphens/>
        <w:jc w:val="center"/>
        <w:rPr>
          <w:color w:val="000000"/>
          <w:sz w:val="28"/>
          <w:szCs w:val="28"/>
        </w:rPr>
      </w:pPr>
    </w:p>
    <w:p w:rsidR="004C79E1" w:rsidRDefault="004C79E1" w:rsidP="004F5D67">
      <w:pPr>
        <w:pStyle w:val="ConsPlusTitle"/>
        <w:widowControl/>
        <w:suppressAutoHyphens/>
        <w:jc w:val="center"/>
        <w:rPr>
          <w:color w:val="000000"/>
          <w:sz w:val="28"/>
          <w:szCs w:val="28"/>
        </w:rPr>
      </w:pPr>
    </w:p>
    <w:p w:rsidR="004C79E1" w:rsidRDefault="004C79E1" w:rsidP="004F5D67">
      <w:pPr>
        <w:pStyle w:val="ConsPlusTitle"/>
        <w:widowControl/>
        <w:suppressAutoHyphens/>
        <w:jc w:val="center"/>
        <w:rPr>
          <w:color w:val="000000"/>
          <w:sz w:val="28"/>
          <w:szCs w:val="28"/>
        </w:rPr>
      </w:pPr>
    </w:p>
    <w:p w:rsidR="004C79E1" w:rsidRDefault="004C79E1" w:rsidP="004F5D67">
      <w:pPr>
        <w:pStyle w:val="ConsPlusTitle"/>
        <w:widowControl/>
        <w:suppressAutoHyphens/>
        <w:jc w:val="center"/>
        <w:rPr>
          <w:sz w:val="28"/>
          <w:szCs w:val="28"/>
        </w:rPr>
      </w:pPr>
      <w:r w:rsidRPr="00574A04">
        <w:rPr>
          <w:color w:val="000000"/>
          <w:sz w:val="28"/>
          <w:szCs w:val="28"/>
        </w:rPr>
        <w:t>О внесении изменени</w:t>
      </w:r>
      <w:r>
        <w:rPr>
          <w:color w:val="000000"/>
          <w:sz w:val="28"/>
          <w:szCs w:val="28"/>
        </w:rPr>
        <w:t xml:space="preserve">я </w:t>
      </w:r>
      <w:r w:rsidRPr="00574A0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spacing w:val="-4"/>
          <w:sz w:val="28"/>
        </w:rPr>
        <w:t xml:space="preserve">статью 3 Закона </w:t>
      </w:r>
      <w:r>
        <w:rPr>
          <w:sz w:val="28"/>
          <w:szCs w:val="28"/>
        </w:rPr>
        <w:t xml:space="preserve">Ульяновской области </w:t>
      </w:r>
      <w:r>
        <w:rPr>
          <w:sz w:val="28"/>
          <w:szCs w:val="28"/>
        </w:rPr>
        <w:br/>
        <w:t>«О регулировании некоторых вопросов, связанных с осуществлением розничной продажи алкогольной продукции на территории</w:t>
      </w:r>
      <w:r>
        <w:rPr>
          <w:sz w:val="28"/>
          <w:szCs w:val="28"/>
        </w:rPr>
        <w:br/>
        <w:t>Ульяновской области»</w:t>
      </w:r>
      <w:r>
        <w:rPr>
          <w:sz w:val="28"/>
          <w:szCs w:val="28"/>
        </w:rPr>
        <w:br/>
      </w:r>
    </w:p>
    <w:p w:rsidR="004C79E1" w:rsidRPr="00BF42E6" w:rsidRDefault="004C79E1" w:rsidP="00BF42E6">
      <w:pPr>
        <w:pStyle w:val="ConsPlusTitle"/>
        <w:widowControl/>
        <w:suppressAutoHyphens/>
        <w:ind w:left="-426" w:firstLine="748"/>
        <w:jc w:val="center"/>
        <w:rPr>
          <w:sz w:val="28"/>
          <w:szCs w:val="28"/>
        </w:rPr>
      </w:pPr>
    </w:p>
    <w:p w:rsidR="004C79E1" w:rsidRDefault="004C79E1" w:rsidP="00C40A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79E1" w:rsidRDefault="004C79E1" w:rsidP="00CE35B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79E1" w:rsidRDefault="004C79E1" w:rsidP="00CE35B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79E1" w:rsidRDefault="004C79E1" w:rsidP="00CE35B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4A04">
        <w:rPr>
          <w:color w:val="000000"/>
          <w:sz w:val="28"/>
          <w:szCs w:val="28"/>
        </w:rPr>
        <w:t>Внести в</w:t>
      </w:r>
      <w:r>
        <w:rPr>
          <w:color w:val="000000"/>
          <w:sz w:val="28"/>
          <w:szCs w:val="28"/>
        </w:rPr>
        <w:t xml:space="preserve"> часть 1 статьи 3 </w:t>
      </w:r>
      <w:r>
        <w:rPr>
          <w:sz w:val="28"/>
          <w:szCs w:val="28"/>
        </w:rPr>
        <w:t xml:space="preserve">Закона Ульяновской области от 30 ноября </w:t>
      </w:r>
      <w:r>
        <w:rPr>
          <w:sz w:val="28"/>
          <w:szCs w:val="28"/>
        </w:rPr>
        <w:br/>
        <w:t xml:space="preserve">2011 года № 220-ЗО «О регулировании некоторых вопросов, связанных </w:t>
      </w:r>
      <w:r>
        <w:rPr>
          <w:sz w:val="28"/>
          <w:szCs w:val="28"/>
        </w:rPr>
        <w:br/>
        <w:t>с осуществлением розничной продажи алкогольной продукции на территории Ульяновской области»</w:t>
      </w:r>
      <w:r w:rsidRPr="00574A04">
        <w:rPr>
          <w:color w:val="000000"/>
          <w:sz w:val="28"/>
          <w:szCs w:val="28"/>
        </w:rPr>
        <w:t xml:space="preserve"> («Ульяновская</w:t>
      </w:r>
      <w:r>
        <w:rPr>
          <w:color w:val="000000"/>
          <w:sz w:val="28"/>
          <w:szCs w:val="28"/>
        </w:rPr>
        <w:t xml:space="preserve"> </w:t>
      </w:r>
      <w:r w:rsidRPr="00574A04">
        <w:rPr>
          <w:color w:val="000000"/>
          <w:sz w:val="28"/>
          <w:szCs w:val="28"/>
        </w:rPr>
        <w:t>правда»</w:t>
      </w:r>
      <w:r>
        <w:rPr>
          <w:color w:val="000000"/>
          <w:sz w:val="28"/>
          <w:szCs w:val="28"/>
        </w:rPr>
        <w:t xml:space="preserve"> </w:t>
      </w:r>
      <w:r w:rsidRPr="00574A04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B26A20">
        <w:rPr>
          <w:sz w:val="28"/>
          <w:szCs w:val="28"/>
        </w:rPr>
        <w:t>07.12</w:t>
      </w:r>
      <w:r>
        <w:rPr>
          <w:sz w:val="28"/>
          <w:szCs w:val="28"/>
        </w:rPr>
        <w:t xml:space="preserve">.2011 № </w:t>
      </w:r>
      <w:r w:rsidRPr="00B26A20">
        <w:rPr>
          <w:sz w:val="28"/>
          <w:szCs w:val="28"/>
        </w:rPr>
        <w:t>138</w:t>
      </w:r>
      <w:r>
        <w:rPr>
          <w:sz w:val="28"/>
          <w:szCs w:val="28"/>
        </w:rPr>
        <w:t xml:space="preserve">; </w:t>
      </w:r>
      <w:r w:rsidRPr="00B26A2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B26A20">
        <w:rPr>
          <w:sz w:val="28"/>
          <w:szCs w:val="28"/>
        </w:rPr>
        <w:t>06.04.2012</w:t>
      </w:r>
      <w:r>
        <w:rPr>
          <w:sz w:val="28"/>
          <w:szCs w:val="28"/>
        </w:rPr>
        <w:t xml:space="preserve"> </w:t>
      </w:r>
      <w:r w:rsidRPr="00CE7B43">
        <w:rPr>
          <w:sz w:val="28"/>
          <w:szCs w:val="28"/>
        </w:rPr>
        <w:t>№ 36</w:t>
      </w:r>
      <w:r>
        <w:rPr>
          <w:sz w:val="28"/>
          <w:szCs w:val="28"/>
        </w:rPr>
        <w:t xml:space="preserve">; </w:t>
      </w:r>
      <w:r w:rsidRPr="00CC6559">
        <w:rPr>
          <w:sz w:val="28"/>
          <w:szCs w:val="28"/>
        </w:rPr>
        <w:t>от 0</w:t>
      </w:r>
      <w:r>
        <w:rPr>
          <w:sz w:val="28"/>
          <w:szCs w:val="28"/>
        </w:rPr>
        <w:t>8</w:t>
      </w:r>
      <w:r w:rsidRPr="00CC6559">
        <w:rPr>
          <w:sz w:val="28"/>
          <w:szCs w:val="28"/>
        </w:rPr>
        <w:t>.07.2013</w:t>
      </w:r>
      <w:r>
        <w:rPr>
          <w:sz w:val="28"/>
          <w:szCs w:val="28"/>
        </w:rPr>
        <w:t xml:space="preserve"> № 73; от 09.06.2014 № 82-83</w:t>
      </w:r>
      <w:r w:rsidRPr="00CE7B43">
        <w:rPr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изменение, исключив из неё слова «по представлению соответственно </w:t>
      </w:r>
      <w:r w:rsidRPr="00CE35BD">
        <w:rPr>
          <w:bCs/>
          <w:sz w:val="28"/>
          <w:szCs w:val="28"/>
        </w:rPr>
        <w:t>исполнительного органа государственной власти Ульяновской области, уполномоченного в сфере развития местного самоуправления и поддержки некоммерческих организаций,</w:t>
      </w:r>
      <w:r>
        <w:rPr>
          <w:bCs/>
          <w:sz w:val="28"/>
          <w:szCs w:val="28"/>
        </w:rPr>
        <w:br/>
      </w:r>
      <w:r w:rsidRPr="00CE35BD">
        <w:rPr>
          <w:bCs/>
          <w:sz w:val="28"/>
          <w:szCs w:val="28"/>
        </w:rPr>
        <w:t>и исполнительного органа государственной власти Ульяновской области,</w:t>
      </w:r>
      <w:bookmarkStart w:id="0" w:name="_GoBack"/>
      <w:bookmarkEnd w:id="0"/>
      <w:r>
        <w:rPr>
          <w:bCs/>
          <w:sz w:val="28"/>
          <w:szCs w:val="28"/>
        </w:rPr>
        <w:t xml:space="preserve"> </w:t>
      </w:r>
      <w:r w:rsidRPr="00CE35BD">
        <w:rPr>
          <w:bCs/>
          <w:sz w:val="28"/>
          <w:szCs w:val="28"/>
        </w:rPr>
        <w:t>уполномоченного в сфере промышленности, транспорта и дорожного хозяйства</w:t>
      </w:r>
      <w:r>
        <w:rPr>
          <w:color w:val="000000"/>
          <w:sz w:val="28"/>
          <w:szCs w:val="28"/>
        </w:rPr>
        <w:t>».</w:t>
      </w:r>
    </w:p>
    <w:p w:rsidR="004C79E1" w:rsidRDefault="004C79E1" w:rsidP="004F5D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79E1" w:rsidRDefault="004C79E1" w:rsidP="004F5D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79E1" w:rsidRPr="00811C0E" w:rsidRDefault="004C79E1" w:rsidP="004F5D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79E1" w:rsidRPr="00574A04" w:rsidRDefault="004C79E1" w:rsidP="0036634D">
      <w:pPr>
        <w:suppressAutoHyphens/>
        <w:jc w:val="both"/>
        <w:rPr>
          <w:b/>
          <w:bCs/>
          <w:color w:val="000000"/>
          <w:sz w:val="28"/>
          <w:szCs w:val="28"/>
        </w:rPr>
      </w:pPr>
      <w:r w:rsidRPr="00574A04">
        <w:rPr>
          <w:b/>
          <w:bCs/>
          <w:color w:val="000000"/>
          <w:sz w:val="28"/>
          <w:szCs w:val="28"/>
        </w:rPr>
        <w:t xml:space="preserve">Губернатор Ульяновской области  </w:t>
      </w:r>
      <w:r>
        <w:rPr>
          <w:b/>
          <w:bCs/>
          <w:color w:val="000000"/>
          <w:sz w:val="28"/>
          <w:szCs w:val="28"/>
        </w:rPr>
        <w:t xml:space="preserve">                                               </w:t>
      </w:r>
      <w:r w:rsidRPr="00574A04">
        <w:rPr>
          <w:b/>
          <w:bCs/>
          <w:color w:val="000000"/>
          <w:sz w:val="28"/>
          <w:szCs w:val="28"/>
        </w:rPr>
        <w:t>С.И.Морозов</w:t>
      </w:r>
    </w:p>
    <w:p w:rsidR="004C79E1" w:rsidRDefault="004C79E1" w:rsidP="0036634D">
      <w:pPr>
        <w:tabs>
          <w:tab w:val="left" w:pos="7020"/>
        </w:tabs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4C79E1" w:rsidRDefault="004C79E1" w:rsidP="0036634D">
      <w:pPr>
        <w:tabs>
          <w:tab w:val="left" w:pos="7020"/>
        </w:tabs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4C79E1" w:rsidRDefault="004C79E1" w:rsidP="0036634D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  <w:r w:rsidRPr="00574A04">
        <w:rPr>
          <w:color w:val="000000"/>
          <w:sz w:val="28"/>
          <w:szCs w:val="28"/>
        </w:rPr>
        <w:t>г. Ульяновск</w:t>
      </w:r>
    </w:p>
    <w:p w:rsidR="004C79E1" w:rsidRDefault="004C79E1" w:rsidP="0036634D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06</w:t>
      </w:r>
      <w:r w:rsidRPr="00574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ноября </w:t>
      </w:r>
      <w:smartTag w:uri="urn:schemas-microsoft-com:office:smarttags" w:element="metricconverter">
        <w:smartTagPr>
          <w:attr w:name="ProductID" w:val="2014 г"/>
        </w:smartTagPr>
        <w:r w:rsidRPr="00574A04">
          <w:rPr>
            <w:color w:val="000000"/>
            <w:sz w:val="28"/>
            <w:szCs w:val="28"/>
          </w:rPr>
          <w:t>201</w:t>
        </w:r>
        <w:r>
          <w:rPr>
            <w:color w:val="000000"/>
            <w:sz w:val="28"/>
            <w:szCs w:val="28"/>
          </w:rPr>
          <w:t>4</w:t>
        </w:r>
        <w:r w:rsidRPr="00574A04">
          <w:rPr>
            <w:color w:val="000000"/>
            <w:sz w:val="28"/>
            <w:szCs w:val="28"/>
          </w:rPr>
          <w:t xml:space="preserve"> г</w:t>
        </w:r>
      </w:smartTag>
      <w:r w:rsidRPr="00574A04">
        <w:rPr>
          <w:color w:val="000000"/>
          <w:sz w:val="28"/>
          <w:szCs w:val="28"/>
        </w:rPr>
        <w:t>.</w:t>
      </w:r>
    </w:p>
    <w:p w:rsidR="004C79E1" w:rsidRDefault="004C79E1" w:rsidP="0036634D">
      <w:pPr>
        <w:tabs>
          <w:tab w:val="left" w:pos="7020"/>
        </w:tabs>
        <w:suppressAutoHyphens/>
        <w:jc w:val="center"/>
      </w:pPr>
      <w:r>
        <w:rPr>
          <w:color w:val="000000"/>
          <w:sz w:val="28"/>
          <w:szCs w:val="28"/>
        </w:rPr>
        <w:t>№ 188-</w:t>
      </w:r>
      <w:r w:rsidRPr="00574A04">
        <w:rPr>
          <w:color w:val="000000"/>
          <w:sz w:val="28"/>
          <w:szCs w:val="28"/>
        </w:rPr>
        <w:t>ЗО</w:t>
      </w:r>
    </w:p>
    <w:sectPr w:rsidR="004C79E1" w:rsidSect="004F5D67">
      <w:footerReference w:type="firs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9E1" w:rsidRDefault="004C79E1">
      <w:r>
        <w:separator/>
      </w:r>
    </w:p>
  </w:endnote>
  <w:endnote w:type="continuationSeparator" w:id="0">
    <w:p w:rsidR="004C79E1" w:rsidRDefault="004C7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9E1" w:rsidRPr="004F5D67" w:rsidRDefault="004C79E1" w:rsidP="004F5D67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0910бт1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9E1" w:rsidRDefault="004C79E1">
      <w:r>
        <w:separator/>
      </w:r>
    </w:p>
  </w:footnote>
  <w:footnote w:type="continuationSeparator" w:id="0">
    <w:p w:rsidR="004C79E1" w:rsidRDefault="004C7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5E1"/>
    <w:multiLevelType w:val="hybridMultilevel"/>
    <w:tmpl w:val="F72E42C4"/>
    <w:lvl w:ilvl="0" w:tplc="564E5C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CA129E"/>
    <w:multiLevelType w:val="hybridMultilevel"/>
    <w:tmpl w:val="C0A2BC4E"/>
    <w:lvl w:ilvl="0" w:tplc="4934A7E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4C65A60"/>
    <w:multiLevelType w:val="hybridMultilevel"/>
    <w:tmpl w:val="7C88CB48"/>
    <w:lvl w:ilvl="0" w:tplc="7CE4C6D6">
      <w:start w:val="1"/>
      <w:numFmt w:val="decimal"/>
      <w:lvlText w:val="%1."/>
      <w:lvlJc w:val="left"/>
      <w:pPr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  <w:rPr>
        <w:rFonts w:cs="Times New Roman"/>
      </w:rPr>
    </w:lvl>
  </w:abstractNum>
  <w:abstractNum w:abstractNumId="3">
    <w:nsid w:val="5A205695"/>
    <w:multiLevelType w:val="hybridMultilevel"/>
    <w:tmpl w:val="B560C03A"/>
    <w:lvl w:ilvl="0" w:tplc="E902AF2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5D303F68"/>
    <w:multiLevelType w:val="hybridMultilevel"/>
    <w:tmpl w:val="B3902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C4D"/>
    <w:rsid w:val="000056B2"/>
    <w:rsid w:val="0001167A"/>
    <w:rsid w:val="00021976"/>
    <w:rsid w:val="00042B2C"/>
    <w:rsid w:val="000624F4"/>
    <w:rsid w:val="00080BBA"/>
    <w:rsid w:val="00085222"/>
    <w:rsid w:val="000A545F"/>
    <w:rsid w:val="000A6D23"/>
    <w:rsid w:val="000B547D"/>
    <w:rsid w:val="000B7F72"/>
    <w:rsid w:val="000C35FD"/>
    <w:rsid w:val="000C51F8"/>
    <w:rsid w:val="000E4D2E"/>
    <w:rsid w:val="000F66D8"/>
    <w:rsid w:val="00112BDA"/>
    <w:rsid w:val="00136030"/>
    <w:rsid w:val="00161FEA"/>
    <w:rsid w:val="00165369"/>
    <w:rsid w:val="00171A57"/>
    <w:rsid w:val="00186913"/>
    <w:rsid w:val="0019167E"/>
    <w:rsid w:val="00196149"/>
    <w:rsid w:val="001A0DE8"/>
    <w:rsid w:val="001A236E"/>
    <w:rsid w:val="001A756B"/>
    <w:rsid w:val="001E0274"/>
    <w:rsid w:val="001E30D3"/>
    <w:rsid w:val="001E6C4E"/>
    <w:rsid w:val="001F133E"/>
    <w:rsid w:val="001F2702"/>
    <w:rsid w:val="0023337E"/>
    <w:rsid w:val="00244397"/>
    <w:rsid w:val="00291E51"/>
    <w:rsid w:val="00295578"/>
    <w:rsid w:val="002B4917"/>
    <w:rsid w:val="002C62E3"/>
    <w:rsid w:val="002D0E16"/>
    <w:rsid w:val="00303E83"/>
    <w:rsid w:val="0031710A"/>
    <w:rsid w:val="00317807"/>
    <w:rsid w:val="00331143"/>
    <w:rsid w:val="00344DF7"/>
    <w:rsid w:val="00361161"/>
    <w:rsid w:val="0036262D"/>
    <w:rsid w:val="0036634D"/>
    <w:rsid w:val="00373F26"/>
    <w:rsid w:val="00376B11"/>
    <w:rsid w:val="00391EEC"/>
    <w:rsid w:val="003968EC"/>
    <w:rsid w:val="003A1779"/>
    <w:rsid w:val="003A244F"/>
    <w:rsid w:val="003A7644"/>
    <w:rsid w:val="003D0D2D"/>
    <w:rsid w:val="003D6393"/>
    <w:rsid w:val="004113AA"/>
    <w:rsid w:val="004232B6"/>
    <w:rsid w:val="004367C1"/>
    <w:rsid w:val="00446E6E"/>
    <w:rsid w:val="00451C34"/>
    <w:rsid w:val="00482352"/>
    <w:rsid w:val="004956B8"/>
    <w:rsid w:val="004A513F"/>
    <w:rsid w:val="004C1EEC"/>
    <w:rsid w:val="004C5138"/>
    <w:rsid w:val="004C79E1"/>
    <w:rsid w:val="004D0823"/>
    <w:rsid w:val="004D0E18"/>
    <w:rsid w:val="004F1577"/>
    <w:rsid w:val="004F2BF9"/>
    <w:rsid w:val="004F5D67"/>
    <w:rsid w:val="0050004C"/>
    <w:rsid w:val="00513D03"/>
    <w:rsid w:val="0052725D"/>
    <w:rsid w:val="00530E63"/>
    <w:rsid w:val="00544F21"/>
    <w:rsid w:val="00555764"/>
    <w:rsid w:val="0055783B"/>
    <w:rsid w:val="00566BBB"/>
    <w:rsid w:val="00574A04"/>
    <w:rsid w:val="005A6BC1"/>
    <w:rsid w:val="005D626E"/>
    <w:rsid w:val="005F55B3"/>
    <w:rsid w:val="00603AA9"/>
    <w:rsid w:val="0060537B"/>
    <w:rsid w:val="00614955"/>
    <w:rsid w:val="006577C6"/>
    <w:rsid w:val="0066225B"/>
    <w:rsid w:val="006658A4"/>
    <w:rsid w:val="00667483"/>
    <w:rsid w:val="00681BD6"/>
    <w:rsid w:val="006835F6"/>
    <w:rsid w:val="006A607D"/>
    <w:rsid w:val="006C2167"/>
    <w:rsid w:val="006D4A62"/>
    <w:rsid w:val="006D67D2"/>
    <w:rsid w:val="007153F7"/>
    <w:rsid w:val="0073145A"/>
    <w:rsid w:val="00756849"/>
    <w:rsid w:val="00765A22"/>
    <w:rsid w:val="00771390"/>
    <w:rsid w:val="00774180"/>
    <w:rsid w:val="00781779"/>
    <w:rsid w:val="00787502"/>
    <w:rsid w:val="007A5AD0"/>
    <w:rsid w:val="007B6558"/>
    <w:rsid w:val="007C78EB"/>
    <w:rsid w:val="007E1959"/>
    <w:rsid w:val="007E315D"/>
    <w:rsid w:val="00802490"/>
    <w:rsid w:val="00805E0B"/>
    <w:rsid w:val="00811C0E"/>
    <w:rsid w:val="00820633"/>
    <w:rsid w:val="008208A3"/>
    <w:rsid w:val="0082625B"/>
    <w:rsid w:val="00826857"/>
    <w:rsid w:val="008441E9"/>
    <w:rsid w:val="00852D9A"/>
    <w:rsid w:val="008637FD"/>
    <w:rsid w:val="00873BAE"/>
    <w:rsid w:val="00880397"/>
    <w:rsid w:val="00882FD4"/>
    <w:rsid w:val="0088683E"/>
    <w:rsid w:val="00890C13"/>
    <w:rsid w:val="00891DFD"/>
    <w:rsid w:val="00896597"/>
    <w:rsid w:val="008B3187"/>
    <w:rsid w:val="008B7B2A"/>
    <w:rsid w:val="008C11F3"/>
    <w:rsid w:val="008C4472"/>
    <w:rsid w:val="008E7DBC"/>
    <w:rsid w:val="008F3E79"/>
    <w:rsid w:val="008F53C1"/>
    <w:rsid w:val="00912793"/>
    <w:rsid w:val="00916A06"/>
    <w:rsid w:val="00921C1F"/>
    <w:rsid w:val="00932C1D"/>
    <w:rsid w:val="0093369D"/>
    <w:rsid w:val="00952CA2"/>
    <w:rsid w:val="00983659"/>
    <w:rsid w:val="009C1AE3"/>
    <w:rsid w:val="009C4596"/>
    <w:rsid w:val="009C78C9"/>
    <w:rsid w:val="009E10EE"/>
    <w:rsid w:val="009E452A"/>
    <w:rsid w:val="009F4246"/>
    <w:rsid w:val="00A007AA"/>
    <w:rsid w:val="00A024E3"/>
    <w:rsid w:val="00A05814"/>
    <w:rsid w:val="00A13CD4"/>
    <w:rsid w:val="00A15F08"/>
    <w:rsid w:val="00A37C4E"/>
    <w:rsid w:val="00A46CB7"/>
    <w:rsid w:val="00A51474"/>
    <w:rsid w:val="00A52017"/>
    <w:rsid w:val="00AB39F7"/>
    <w:rsid w:val="00B102C0"/>
    <w:rsid w:val="00B155FE"/>
    <w:rsid w:val="00B17B32"/>
    <w:rsid w:val="00B24946"/>
    <w:rsid w:val="00B26A20"/>
    <w:rsid w:val="00B522E6"/>
    <w:rsid w:val="00B676CF"/>
    <w:rsid w:val="00B800F1"/>
    <w:rsid w:val="00B92347"/>
    <w:rsid w:val="00B92CD5"/>
    <w:rsid w:val="00BA5A6C"/>
    <w:rsid w:val="00BB47C5"/>
    <w:rsid w:val="00BC41A5"/>
    <w:rsid w:val="00BD3C4D"/>
    <w:rsid w:val="00BE70E2"/>
    <w:rsid w:val="00BF2EA4"/>
    <w:rsid w:val="00BF42E6"/>
    <w:rsid w:val="00BF5427"/>
    <w:rsid w:val="00C21BAE"/>
    <w:rsid w:val="00C40A36"/>
    <w:rsid w:val="00C83362"/>
    <w:rsid w:val="00C93A9D"/>
    <w:rsid w:val="00CA0D6A"/>
    <w:rsid w:val="00CB6CF2"/>
    <w:rsid w:val="00CC0BBA"/>
    <w:rsid w:val="00CC3758"/>
    <w:rsid w:val="00CC6559"/>
    <w:rsid w:val="00CE35BD"/>
    <w:rsid w:val="00CE7B43"/>
    <w:rsid w:val="00CF3BDB"/>
    <w:rsid w:val="00D072AC"/>
    <w:rsid w:val="00D136DF"/>
    <w:rsid w:val="00D14FCE"/>
    <w:rsid w:val="00D3024C"/>
    <w:rsid w:val="00D33AC8"/>
    <w:rsid w:val="00D44EA3"/>
    <w:rsid w:val="00D54988"/>
    <w:rsid w:val="00D668C6"/>
    <w:rsid w:val="00D671D0"/>
    <w:rsid w:val="00D73669"/>
    <w:rsid w:val="00D842EC"/>
    <w:rsid w:val="00DC3434"/>
    <w:rsid w:val="00DE4BB8"/>
    <w:rsid w:val="00DF07FE"/>
    <w:rsid w:val="00E278F7"/>
    <w:rsid w:val="00E5299C"/>
    <w:rsid w:val="00E52D8F"/>
    <w:rsid w:val="00E53D86"/>
    <w:rsid w:val="00E55F52"/>
    <w:rsid w:val="00E6114B"/>
    <w:rsid w:val="00E63438"/>
    <w:rsid w:val="00E66531"/>
    <w:rsid w:val="00E67872"/>
    <w:rsid w:val="00E67BA3"/>
    <w:rsid w:val="00EB7AEE"/>
    <w:rsid w:val="00ED5F83"/>
    <w:rsid w:val="00ED74D9"/>
    <w:rsid w:val="00EF5E2F"/>
    <w:rsid w:val="00F034FB"/>
    <w:rsid w:val="00F35BF1"/>
    <w:rsid w:val="00F47F64"/>
    <w:rsid w:val="00F5002C"/>
    <w:rsid w:val="00F676B4"/>
    <w:rsid w:val="00F72914"/>
    <w:rsid w:val="00F9303E"/>
    <w:rsid w:val="00FA317B"/>
    <w:rsid w:val="00FB66E8"/>
    <w:rsid w:val="00FD2DA1"/>
    <w:rsid w:val="00FE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C4D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37C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1E02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1976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1E0274"/>
    <w:rPr>
      <w:rFonts w:cs="Times New Roman"/>
    </w:rPr>
  </w:style>
  <w:style w:type="paragraph" w:customStyle="1" w:styleId="ConsPlusNormal">
    <w:name w:val="ConsPlusNormal"/>
    <w:uiPriority w:val="99"/>
    <w:rsid w:val="00CA0D6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BF2EA4"/>
    <w:pPr>
      <w:ind w:left="720"/>
    </w:pPr>
  </w:style>
  <w:style w:type="paragraph" w:styleId="Footer">
    <w:name w:val="footer"/>
    <w:basedOn w:val="Normal"/>
    <w:link w:val="FooterChar"/>
    <w:uiPriority w:val="99"/>
    <w:rsid w:val="007713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7139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A76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76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160</Words>
  <Characters>916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</dc:title>
  <dc:subject/>
  <dc:creator>-</dc:creator>
  <cp:keywords/>
  <dc:description/>
  <cp:lastModifiedBy>user</cp:lastModifiedBy>
  <cp:revision>4</cp:revision>
  <cp:lastPrinted>2014-10-09T07:41:00Z</cp:lastPrinted>
  <dcterms:created xsi:type="dcterms:W3CDTF">2014-10-13T05:28:00Z</dcterms:created>
  <dcterms:modified xsi:type="dcterms:W3CDTF">2014-11-11T13:19:00Z</dcterms:modified>
</cp:coreProperties>
</file>