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9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3603B9" w:rsidRPr="007D68E3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603B9" w:rsidRPr="007D68E3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603B9" w:rsidRPr="00A861BD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40"/>
          <w:szCs w:val="28"/>
        </w:rPr>
      </w:pPr>
    </w:p>
    <w:p w:rsidR="003603B9" w:rsidRPr="00E337E5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03B9" w:rsidRPr="00E337E5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7E5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bCs/>
          <w:sz w:val="28"/>
          <w:szCs w:val="28"/>
        </w:rPr>
        <w:t>й</w:t>
      </w:r>
      <w:r w:rsidRPr="00E337E5">
        <w:rPr>
          <w:rFonts w:ascii="Times New Roman" w:hAnsi="Times New Roman"/>
          <w:b/>
          <w:bCs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sz w:val="28"/>
          <w:szCs w:val="28"/>
        </w:rPr>
        <w:t xml:space="preserve"> статью 2 З</w:t>
      </w:r>
      <w:r w:rsidRPr="00E337E5">
        <w:rPr>
          <w:rFonts w:ascii="Times New Roman" w:hAnsi="Times New Roman"/>
          <w:b/>
          <w:bCs/>
          <w:sz w:val="28"/>
          <w:szCs w:val="28"/>
        </w:rPr>
        <w:t>акон</w:t>
      </w:r>
      <w:r>
        <w:rPr>
          <w:rFonts w:ascii="Times New Roman" w:hAnsi="Times New Roman"/>
          <w:b/>
          <w:bCs/>
          <w:sz w:val="28"/>
          <w:szCs w:val="28"/>
        </w:rPr>
        <w:t>а У</w:t>
      </w:r>
      <w:r w:rsidRPr="00E337E5">
        <w:rPr>
          <w:rFonts w:ascii="Times New Roman" w:hAnsi="Times New Roman"/>
          <w:b/>
          <w:bCs/>
          <w:sz w:val="28"/>
          <w:szCs w:val="28"/>
        </w:rPr>
        <w:t>льяновской области</w:t>
      </w:r>
    </w:p>
    <w:p w:rsidR="003603B9" w:rsidRPr="00E337E5" w:rsidRDefault="003603B9" w:rsidP="00E33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</w:t>
      </w:r>
      <w:r w:rsidRPr="00E337E5">
        <w:rPr>
          <w:rFonts w:ascii="Times New Roman" w:hAnsi="Times New Roman"/>
          <w:b/>
          <w:bCs/>
          <w:sz w:val="28"/>
          <w:szCs w:val="28"/>
        </w:rPr>
        <w:t>б установлении порядка и нормативов заготовки древесины,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37E5">
        <w:rPr>
          <w:rFonts w:ascii="Times New Roman" w:hAnsi="Times New Roman"/>
          <w:b/>
          <w:bCs/>
          <w:sz w:val="28"/>
          <w:szCs w:val="28"/>
        </w:rPr>
        <w:t>порядка заготовки и сбора недревесных лесных ресурсов,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37E5">
        <w:rPr>
          <w:rFonts w:ascii="Times New Roman" w:hAnsi="Times New Roman"/>
          <w:b/>
          <w:bCs/>
          <w:sz w:val="28"/>
          <w:szCs w:val="28"/>
        </w:rPr>
        <w:t>порядка заготовки пищевых лесных ресурсов и сбора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37E5">
        <w:rPr>
          <w:rFonts w:ascii="Times New Roman" w:hAnsi="Times New Roman"/>
          <w:b/>
          <w:bCs/>
          <w:sz w:val="28"/>
          <w:szCs w:val="28"/>
        </w:rPr>
        <w:t xml:space="preserve">лекарственных растений на территории </w:t>
      </w:r>
      <w:r>
        <w:rPr>
          <w:rFonts w:ascii="Times New Roman" w:hAnsi="Times New Roman"/>
          <w:b/>
          <w:bCs/>
          <w:sz w:val="28"/>
          <w:szCs w:val="28"/>
        </w:rPr>
        <w:t>Ул</w:t>
      </w:r>
      <w:r w:rsidRPr="00E337E5">
        <w:rPr>
          <w:rFonts w:ascii="Times New Roman" w:hAnsi="Times New Roman"/>
          <w:b/>
          <w:bCs/>
          <w:sz w:val="28"/>
          <w:szCs w:val="28"/>
        </w:rPr>
        <w:t>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Pr="00E337E5">
        <w:rPr>
          <w:rFonts w:ascii="Times New Roman" w:hAnsi="Times New Roman"/>
          <w:b/>
          <w:bCs/>
          <w:sz w:val="28"/>
          <w:szCs w:val="28"/>
        </w:rPr>
        <w:t>ражданами для собственных нужд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603B9" w:rsidRPr="00E337E5" w:rsidRDefault="003603B9" w:rsidP="00E337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03B9" w:rsidRDefault="003603B9" w:rsidP="000C1C6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03B9" w:rsidRPr="00A861BD" w:rsidRDefault="003603B9" w:rsidP="000C1C6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40"/>
          <w:szCs w:val="28"/>
        </w:rPr>
      </w:pPr>
    </w:p>
    <w:p w:rsidR="003603B9" w:rsidRPr="000C1C66" w:rsidRDefault="003603B9" w:rsidP="000C1C6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C66">
        <w:rPr>
          <w:rFonts w:ascii="Times New Roman" w:hAnsi="Times New Roman"/>
          <w:sz w:val="28"/>
          <w:szCs w:val="28"/>
        </w:rPr>
        <w:t>Внести в статью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1C66">
        <w:rPr>
          <w:rFonts w:ascii="Times New Roman" w:hAnsi="Times New Roman"/>
          <w:color w:val="000000"/>
          <w:sz w:val="28"/>
          <w:szCs w:val="28"/>
        </w:rPr>
        <w:t>Закон</w:t>
      </w:r>
      <w:r w:rsidRPr="000C1C66">
        <w:rPr>
          <w:rFonts w:ascii="Times New Roman" w:hAnsi="Times New Roman"/>
          <w:sz w:val="28"/>
          <w:szCs w:val="28"/>
        </w:rPr>
        <w:t>а Ульяновской области</w:t>
      </w:r>
      <w:r w:rsidRPr="000C1C66">
        <w:rPr>
          <w:rFonts w:ascii="Times New Roman" w:hAnsi="Times New Roman"/>
          <w:sz w:val="28"/>
          <w:szCs w:val="28"/>
        </w:rPr>
        <w:br/>
        <w:t xml:space="preserve">от 3 октября 2007 года № 143-ЗО 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</w:t>
      </w:r>
      <w:r>
        <w:rPr>
          <w:rFonts w:ascii="Times New Roman" w:hAnsi="Times New Roman"/>
          <w:sz w:val="28"/>
          <w:szCs w:val="28"/>
        </w:rPr>
        <w:br/>
      </w:r>
      <w:r w:rsidRPr="000C1C66">
        <w:rPr>
          <w:rFonts w:ascii="Times New Roman" w:hAnsi="Times New Roman"/>
          <w:sz w:val="28"/>
          <w:szCs w:val="28"/>
        </w:rPr>
        <w:t xml:space="preserve">на территории Ульяновской области гражданами для собственных нужд» («Ульяновская правда» от 10.10.2007 № 85; от 20.12.2008 № 104; от 06.02.2009 </w:t>
      </w:r>
      <w:r>
        <w:rPr>
          <w:rFonts w:ascii="Times New Roman" w:hAnsi="Times New Roman"/>
          <w:sz w:val="28"/>
          <w:szCs w:val="28"/>
        </w:rPr>
        <w:br/>
      </w:r>
      <w:r w:rsidRPr="000C1C66">
        <w:rPr>
          <w:rFonts w:ascii="Times New Roman" w:hAnsi="Times New Roman"/>
          <w:sz w:val="28"/>
          <w:szCs w:val="28"/>
        </w:rPr>
        <w:t>№ 9; от 05.12.2013 № 158; от 17.12.2013 № 166) следующие изменения:</w:t>
      </w:r>
    </w:p>
    <w:p w:rsidR="003603B9" w:rsidRPr="000C1C66" w:rsidRDefault="003603B9" w:rsidP="000C1C66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1C66">
        <w:rPr>
          <w:rFonts w:ascii="Times New Roman" w:hAnsi="Times New Roman"/>
          <w:sz w:val="28"/>
          <w:szCs w:val="28"/>
          <w:lang w:eastAsia="ru-RU"/>
        </w:rPr>
        <w:t>дополнить новым абзацем четвёртым следующего содержания:</w:t>
      </w:r>
    </w:p>
    <w:p w:rsidR="003603B9" w:rsidRPr="000C1C66" w:rsidRDefault="003603B9" w:rsidP="000C1C66">
      <w:pPr>
        <w:pStyle w:val="ListParagraph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C66">
        <w:rPr>
          <w:rFonts w:ascii="Times New Roman" w:hAnsi="Times New Roman"/>
          <w:sz w:val="28"/>
          <w:szCs w:val="28"/>
        </w:rPr>
        <w:t>«для отопления строений</w:t>
      </w:r>
      <w:r>
        <w:rPr>
          <w:rFonts w:ascii="Times New Roman" w:hAnsi="Times New Roman"/>
          <w:sz w:val="28"/>
          <w:szCs w:val="28"/>
        </w:rPr>
        <w:t>, не являющихся жилыми домами,</w:t>
      </w:r>
      <w:r w:rsidRPr="000C1C66">
        <w:rPr>
          <w:rFonts w:ascii="Times New Roman" w:hAnsi="Times New Roman"/>
          <w:sz w:val="28"/>
          <w:szCs w:val="28"/>
        </w:rPr>
        <w:t xml:space="preserve"> – до </w:t>
      </w:r>
      <w:smartTag w:uri="urn:schemas-microsoft-com:office:smarttags" w:element="metricconverter">
        <w:smartTagPr>
          <w:attr w:name="ProductID" w:val="10 куб. метров"/>
        </w:smartTagPr>
        <w:r w:rsidRPr="000C1C66">
          <w:rPr>
            <w:rFonts w:ascii="Times New Roman" w:hAnsi="Times New Roman"/>
            <w:sz w:val="28"/>
            <w:szCs w:val="28"/>
          </w:rPr>
          <w:t>10 куб. метров</w:t>
        </w:r>
      </w:smartTag>
      <w:r w:rsidRPr="000C1C66">
        <w:rPr>
          <w:rFonts w:ascii="Times New Roman" w:hAnsi="Times New Roman"/>
          <w:sz w:val="28"/>
          <w:szCs w:val="28"/>
        </w:rPr>
        <w:t xml:space="preserve"> на подворье ежегодно;»;</w:t>
      </w:r>
    </w:p>
    <w:p w:rsidR="003603B9" w:rsidRPr="000C1C66" w:rsidRDefault="003603B9" w:rsidP="000C1C66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абзац четвё</w:t>
      </w:r>
      <w:bookmarkStart w:id="0" w:name="_GoBack"/>
      <w:bookmarkEnd w:id="0"/>
      <w:r w:rsidRPr="000C1C66">
        <w:rPr>
          <w:rFonts w:ascii="Times New Roman" w:hAnsi="Times New Roman"/>
          <w:sz w:val="28"/>
          <w:szCs w:val="28"/>
          <w:lang w:eastAsia="ru-RU"/>
        </w:rPr>
        <w:t>ртый считать абзацем пятым</w:t>
      </w:r>
      <w:r>
        <w:rPr>
          <w:rFonts w:ascii="Times New Roman" w:hAnsi="Times New Roman"/>
          <w:sz w:val="28"/>
          <w:szCs w:val="28"/>
          <w:lang w:eastAsia="ru-RU"/>
        </w:rPr>
        <w:t xml:space="preserve"> соответственно</w:t>
      </w:r>
      <w:r w:rsidRPr="000C1C66">
        <w:rPr>
          <w:rFonts w:ascii="Times New Roman" w:hAnsi="Times New Roman"/>
          <w:sz w:val="28"/>
          <w:szCs w:val="28"/>
          <w:lang w:eastAsia="ru-RU"/>
        </w:rPr>
        <w:t>.</w:t>
      </w:r>
    </w:p>
    <w:p w:rsidR="003603B9" w:rsidRDefault="003603B9" w:rsidP="000C1C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603B9" w:rsidRDefault="003603B9" w:rsidP="00F346D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603B9" w:rsidRDefault="003603B9" w:rsidP="00F346D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603B9" w:rsidRPr="00B9010A" w:rsidRDefault="003603B9" w:rsidP="00F346D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10A">
        <w:rPr>
          <w:rFonts w:ascii="Times New Roman" w:hAnsi="Times New Roman"/>
          <w:b/>
          <w:bCs/>
          <w:sz w:val="28"/>
          <w:szCs w:val="28"/>
        </w:rPr>
        <w:t>Губернатор Ульяновской  области                                                   С.И.Морозов</w:t>
      </w:r>
    </w:p>
    <w:p w:rsidR="003603B9" w:rsidRDefault="003603B9" w:rsidP="00F346D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603B9" w:rsidRDefault="003603B9" w:rsidP="00F346D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603B9" w:rsidRDefault="003603B9" w:rsidP="00A861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603B9" w:rsidRPr="00B9010A" w:rsidRDefault="003603B9" w:rsidP="00A861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9010A">
        <w:rPr>
          <w:rFonts w:ascii="Times New Roman" w:hAnsi="Times New Roman"/>
          <w:bCs/>
          <w:sz w:val="28"/>
          <w:szCs w:val="28"/>
        </w:rPr>
        <w:t>г. Ульяновск</w:t>
      </w:r>
    </w:p>
    <w:p w:rsidR="003603B9" w:rsidRPr="00B9010A" w:rsidRDefault="003603B9" w:rsidP="00A861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06</w:t>
      </w:r>
      <w:r w:rsidRPr="00B901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4 г"/>
        </w:smartTagPr>
        <w:r w:rsidRPr="00B9010A">
          <w:rPr>
            <w:rFonts w:ascii="Times New Roman" w:hAnsi="Times New Roman"/>
            <w:bCs/>
            <w:sz w:val="28"/>
            <w:szCs w:val="28"/>
          </w:rPr>
          <w:t>2014 г</w:t>
        </w:r>
      </w:smartTag>
      <w:r w:rsidRPr="00B9010A">
        <w:rPr>
          <w:rFonts w:ascii="Times New Roman" w:hAnsi="Times New Roman"/>
          <w:bCs/>
          <w:sz w:val="28"/>
          <w:szCs w:val="28"/>
        </w:rPr>
        <w:t>.</w:t>
      </w:r>
    </w:p>
    <w:p w:rsidR="003603B9" w:rsidRPr="00E337E5" w:rsidRDefault="003603B9" w:rsidP="00A8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010A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187</w:t>
      </w:r>
      <w:r w:rsidRPr="00B9010A">
        <w:rPr>
          <w:rFonts w:ascii="Times New Roman" w:hAnsi="Times New Roman"/>
          <w:bCs/>
          <w:sz w:val="28"/>
          <w:szCs w:val="28"/>
        </w:rPr>
        <w:t>-ЗО</w:t>
      </w:r>
    </w:p>
    <w:sectPr w:rsidR="003603B9" w:rsidRPr="00E337E5" w:rsidSect="00A861BD">
      <w:footerReference w:type="default" r:id="rId7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3B9" w:rsidRDefault="003603B9" w:rsidP="00A861BD">
      <w:pPr>
        <w:spacing w:after="0" w:line="240" w:lineRule="auto"/>
      </w:pPr>
      <w:r>
        <w:separator/>
      </w:r>
    </w:p>
  </w:endnote>
  <w:endnote w:type="continuationSeparator" w:id="0">
    <w:p w:rsidR="003603B9" w:rsidRDefault="003603B9" w:rsidP="00A8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B9" w:rsidRPr="00A861BD" w:rsidRDefault="003603B9" w:rsidP="00A861BD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1510бт1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3B9" w:rsidRDefault="003603B9" w:rsidP="00A861BD">
      <w:pPr>
        <w:spacing w:after="0" w:line="240" w:lineRule="auto"/>
      </w:pPr>
      <w:r>
        <w:separator/>
      </w:r>
    </w:p>
  </w:footnote>
  <w:footnote w:type="continuationSeparator" w:id="0">
    <w:p w:rsidR="003603B9" w:rsidRDefault="003603B9" w:rsidP="00A86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0240E"/>
    <w:multiLevelType w:val="hybridMultilevel"/>
    <w:tmpl w:val="EC84421E"/>
    <w:lvl w:ilvl="0" w:tplc="5718CF0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C996153"/>
    <w:multiLevelType w:val="hybridMultilevel"/>
    <w:tmpl w:val="AA16A976"/>
    <w:lvl w:ilvl="0" w:tplc="D9AE937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7E5"/>
    <w:rsid w:val="000000B3"/>
    <w:rsid w:val="00000722"/>
    <w:rsid w:val="000008AC"/>
    <w:rsid w:val="00000FD1"/>
    <w:rsid w:val="0000101D"/>
    <w:rsid w:val="0000185C"/>
    <w:rsid w:val="00001CCD"/>
    <w:rsid w:val="0000354E"/>
    <w:rsid w:val="0000365F"/>
    <w:rsid w:val="00003D9F"/>
    <w:rsid w:val="000047B9"/>
    <w:rsid w:val="000048B5"/>
    <w:rsid w:val="000056A1"/>
    <w:rsid w:val="000056BB"/>
    <w:rsid w:val="0000595F"/>
    <w:rsid w:val="00005BE5"/>
    <w:rsid w:val="00010FEE"/>
    <w:rsid w:val="00011BD1"/>
    <w:rsid w:val="00011EB6"/>
    <w:rsid w:val="00014E87"/>
    <w:rsid w:val="00015264"/>
    <w:rsid w:val="000153C9"/>
    <w:rsid w:val="0001589C"/>
    <w:rsid w:val="00015F50"/>
    <w:rsid w:val="00016325"/>
    <w:rsid w:val="00017F91"/>
    <w:rsid w:val="000202E3"/>
    <w:rsid w:val="00021AD7"/>
    <w:rsid w:val="000221D8"/>
    <w:rsid w:val="00023432"/>
    <w:rsid w:val="0002395F"/>
    <w:rsid w:val="00024A21"/>
    <w:rsid w:val="00024CBE"/>
    <w:rsid w:val="00026380"/>
    <w:rsid w:val="000279E2"/>
    <w:rsid w:val="000306D4"/>
    <w:rsid w:val="00031359"/>
    <w:rsid w:val="00031821"/>
    <w:rsid w:val="00031973"/>
    <w:rsid w:val="00033CEE"/>
    <w:rsid w:val="00034E32"/>
    <w:rsid w:val="000361C3"/>
    <w:rsid w:val="00036208"/>
    <w:rsid w:val="00036839"/>
    <w:rsid w:val="00036F84"/>
    <w:rsid w:val="00040B8C"/>
    <w:rsid w:val="00040E15"/>
    <w:rsid w:val="00041F04"/>
    <w:rsid w:val="00043535"/>
    <w:rsid w:val="000437D3"/>
    <w:rsid w:val="0004390C"/>
    <w:rsid w:val="000439FB"/>
    <w:rsid w:val="0004427A"/>
    <w:rsid w:val="000451A6"/>
    <w:rsid w:val="000452A5"/>
    <w:rsid w:val="000472A3"/>
    <w:rsid w:val="00051D36"/>
    <w:rsid w:val="0005227E"/>
    <w:rsid w:val="00052802"/>
    <w:rsid w:val="00052AAF"/>
    <w:rsid w:val="00053CE8"/>
    <w:rsid w:val="00054173"/>
    <w:rsid w:val="000542B2"/>
    <w:rsid w:val="0005480B"/>
    <w:rsid w:val="000555C2"/>
    <w:rsid w:val="0005653D"/>
    <w:rsid w:val="00056904"/>
    <w:rsid w:val="00056C19"/>
    <w:rsid w:val="000603B8"/>
    <w:rsid w:val="00061378"/>
    <w:rsid w:val="00061B18"/>
    <w:rsid w:val="00062870"/>
    <w:rsid w:val="000639BD"/>
    <w:rsid w:val="00065B8C"/>
    <w:rsid w:val="0006665D"/>
    <w:rsid w:val="000669F0"/>
    <w:rsid w:val="000702B3"/>
    <w:rsid w:val="00070782"/>
    <w:rsid w:val="0007170F"/>
    <w:rsid w:val="00074AEB"/>
    <w:rsid w:val="00074C97"/>
    <w:rsid w:val="00076025"/>
    <w:rsid w:val="00077B1D"/>
    <w:rsid w:val="0008084A"/>
    <w:rsid w:val="00081807"/>
    <w:rsid w:val="00082883"/>
    <w:rsid w:val="000836B0"/>
    <w:rsid w:val="00083C20"/>
    <w:rsid w:val="0008512D"/>
    <w:rsid w:val="00086670"/>
    <w:rsid w:val="000866C3"/>
    <w:rsid w:val="00086D29"/>
    <w:rsid w:val="00090B27"/>
    <w:rsid w:val="00092B23"/>
    <w:rsid w:val="0009378C"/>
    <w:rsid w:val="00093F41"/>
    <w:rsid w:val="000944C4"/>
    <w:rsid w:val="00095489"/>
    <w:rsid w:val="00095A4A"/>
    <w:rsid w:val="00095D5D"/>
    <w:rsid w:val="0009637D"/>
    <w:rsid w:val="00096AC3"/>
    <w:rsid w:val="00096D10"/>
    <w:rsid w:val="0009700F"/>
    <w:rsid w:val="000A1BB7"/>
    <w:rsid w:val="000A1C49"/>
    <w:rsid w:val="000A25B7"/>
    <w:rsid w:val="000A2D5C"/>
    <w:rsid w:val="000A44BE"/>
    <w:rsid w:val="000A4A15"/>
    <w:rsid w:val="000A562E"/>
    <w:rsid w:val="000A6705"/>
    <w:rsid w:val="000A67A2"/>
    <w:rsid w:val="000A6E0B"/>
    <w:rsid w:val="000B10EA"/>
    <w:rsid w:val="000B2007"/>
    <w:rsid w:val="000B22D5"/>
    <w:rsid w:val="000B25E2"/>
    <w:rsid w:val="000B2776"/>
    <w:rsid w:val="000B2AEF"/>
    <w:rsid w:val="000B3061"/>
    <w:rsid w:val="000B33FC"/>
    <w:rsid w:val="000B34ED"/>
    <w:rsid w:val="000B4ED6"/>
    <w:rsid w:val="000B5490"/>
    <w:rsid w:val="000B5E1B"/>
    <w:rsid w:val="000B5F42"/>
    <w:rsid w:val="000B6642"/>
    <w:rsid w:val="000B7AB0"/>
    <w:rsid w:val="000C1604"/>
    <w:rsid w:val="000C1C66"/>
    <w:rsid w:val="000C29E5"/>
    <w:rsid w:val="000C508F"/>
    <w:rsid w:val="000C518E"/>
    <w:rsid w:val="000C543F"/>
    <w:rsid w:val="000C54B6"/>
    <w:rsid w:val="000C5ACF"/>
    <w:rsid w:val="000C5DA6"/>
    <w:rsid w:val="000C72D0"/>
    <w:rsid w:val="000C7B38"/>
    <w:rsid w:val="000C7D72"/>
    <w:rsid w:val="000D3739"/>
    <w:rsid w:val="000D4C02"/>
    <w:rsid w:val="000D566C"/>
    <w:rsid w:val="000D5AD4"/>
    <w:rsid w:val="000D6070"/>
    <w:rsid w:val="000D6ACC"/>
    <w:rsid w:val="000D7017"/>
    <w:rsid w:val="000D77BA"/>
    <w:rsid w:val="000D78CE"/>
    <w:rsid w:val="000E1EEC"/>
    <w:rsid w:val="000E2572"/>
    <w:rsid w:val="000E2CD6"/>
    <w:rsid w:val="000E37F3"/>
    <w:rsid w:val="000E42C2"/>
    <w:rsid w:val="000E4307"/>
    <w:rsid w:val="000E4C6D"/>
    <w:rsid w:val="000E566E"/>
    <w:rsid w:val="000E588F"/>
    <w:rsid w:val="000E6122"/>
    <w:rsid w:val="000E64F3"/>
    <w:rsid w:val="000E699A"/>
    <w:rsid w:val="000F1935"/>
    <w:rsid w:val="000F1C5E"/>
    <w:rsid w:val="000F23A0"/>
    <w:rsid w:val="000F2E3E"/>
    <w:rsid w:val="000F34E7"/>
    <w:rsid w:val="000F356E"/>
    <w:rsid w:val="000F36BB"/>
    <w:rsid w:val="000F4440"/>
    <w:rsid w:val="000F44B8"/>
    <w:rsid w:val="000F54B3"/>
    <w:rsid w:val="000F7F2E"/>
    <w:rsid w:val="0010021D"/>
    <w:rsid w:val="00101757"/>
    <w:rsid w:val="001017B0"/>
    <w:rsid w:val="00101C31"/>
    <w:rsid w:val="00102741"/>
    <w:rsid w:val="00102C64"/>
    <w:rsid w:val="0010337D"/>
    <w:rsid w:val="0010599E"/>
    <w:rsid w:val="0010794B"/>
    <w:rsid w:val="0011024E"/>
    <w:rsid w:val="00110D12"/>
    <w:rsid w:val="00110EBC"/>
    <w:rsid w:val="001115EB"/>
    <w:rsid w:val="00112104"/>
    <w:rsid w:val="001128FC"/>
    <w:rsid w:val="001136E1"/>
    <w:rsid w:val="00113D17"/>
    <w:rsid w:val="00113DE3"/>
    <w:rsid w:val="00114679"/>
    <w:rsid w:val="00114B19"/>
    <w:rsid w:val="00115DB4"/>
    <w:rsid w:val="00117ABA"/>
    <w:rsid w:val="00117EBC"/>
    <w:rsid w:val="00121854"/>
    <w:rsid w:val="00121A7A"/>
    <w:rsid w:val="00122D6E"/>
    <w:rsid w:val="00122DCB"/>
    <w:rsid w:val="001230E8"/>
    <w:rsid w:val="00123742"/>
    <w:rsid w:val="00127B2D"/>
    <w:rsid w:val="00131C45"/>
    <w:rsid w:val="00132070"/>
    <w:rsid w:val="001325F7"/>
    <w:rsid w:val="00134717"/>
    <w:rsid w:val="001354D9"/>
    <w:rsid w:val="00136D0A"/>
    <w:rsid w:val="001373E3"/>
    <w:rsid w:val="001377FC"/>
    <w:rsid w:val="00137F0D"/>
    <w:rsid w:val="00141116"/>
    <w:rsid w:val="00142839"/>
    <w:rsid w:val="00142B4D"/>
    <w:rsid w:val="00144CF0"/>
    <w:rsid w:val="00145BC8"/>
    <w:rsid w:val="00146A17"/>
    <w:rsid w:val="001505F7"/>
    <w:rsid w:val="0015175D"/>
    <w:rsid w:val="0015178D"/>
    <w:rsid w:val="00151EB5"/>
    <w:rsid w:val="00152C68"/>
    <w:rsid w:val="0015432F"/>
    <w:rsid w:val="00154813"/>
    <w:rsid w:val="00155EFA"/>
    <w:rsid w:val="00156B11"/>
    <w:rsid w:val="0016066F"/>
    <w:rsid w:val="00161875"/>
    <w:rsid w:val="00161D59"/>
    <w:rsid w:val="00162422"/>
    <w:rsid w:val="001626C1"/>
    <w:rsid w:val="00162FE4"/>
    <w:rsid w:val="001637BB"/>
    <w:rsid w:val="00163B6D"/>
    <w:rsid w:val="001648B4"/>
    <w:rsid w:val="00164C6E"/>
    <w:rsid w:val="00164CC1"/>
    <w:rsid w:val="00166591"/>
    <w:rsid w:val="00166E7A"/>
    <w:rsid w:val="0016786F"/>
    <w:rsid w:val="00171475"/>
    <w:rsid w:val="00171A44"/>
    <w:rsid w:val="0017281B"/>
    <w:rsid w:val="0017479A"/>
    <w:rsid w:val="00174A8E"/>
    <w:rsid w:val="0017626A"/>
    <w:rsid w:val="0017653B"/>
    <w:rsid w:val="00176957"/>
    <w:rsid w:val="00177522"/>
    <w:rsid w:val="00177B36"/>
    <w:rsid w:val="00181A7E"/>
    <w:rsid w:val="00181C28"/>
    <w:rsid w:val="00181C57"/>
    <w:rsid w:val="00181FF6"/>
    <w:rsid w:val="001829A6"/>
    <w:rsid w:val="00183B55"/>
    <w:rsid w:val="001847B6"/>
    <w:rsid w:val="001849C0"/>
    <w:rsid w:val="001860D4"/>
    <w:rsid w:val="00186181"/>
    <w:rsid w:val="0018716D"/>
    <w:rsid w:val="001878A2"/>
    <w:rsid w:val="0019089A"/>
    <w:rsid w:val="00190925"/>
    <w:rsid w:val="00190D0E"/>
    <w:rsid w:val="001911EB"/>
    <w:rsid w:val="0019125B"/>
    <w:rsid w:val="001914F0"/>
    <w:rsid w:val="00191B13"/>
    <w:rsid w:val="00192F08"/>
    <w:rsid w:val="00195419"/>
    <w:rsid w:val="0019592A"/>
    <w:rsid w:val="0019754D"/>
    <w:rsid w:val="001A12F9"/>
    <w:rsid w:val="001A1CFC"/>
    <w:rsid w:val="001A219E"/>
    <w:rsid w:val="001A28BF"/>
    <w:rsid w:val="001A30A5"/>
    <w:rsid w:val="001A330F"/>
    <w:rsid w:val="001A3ACB"/>
    <w:rsid w:val="001A431E"/>
    <w:rsid w:val="001A4C40"/>
    <w:rsid w:val="001A5C47"/>
    <w:rsid w:val="001A63EC"/>
    <w:rsid w:val="001A6A29"/>
    <w:rsid w:val="001A7176"/>
    <w:rsid w:val="001B128C"/>
    <w:rsid w:val="001B1CCC"/>
    <w:rsid w:val="001B2183"/>
    <w:rsid w:val="001B31B8"/>
    <w:rsid w:val="001B3A15"/>
    <w:rsid w:val="001B3AC0"/>
    <w:rsid w:val="001B50FE"/>
    <w:rsid w:val="001C0409"/>
    <w:rsid w:val="001C05E4"/>
    <w:rsid w:val="001C2363"/>
    <w:rsid w:val="001C262D"/>
    <w:rsid w:val="001C4A51"/>
    <w:rsid w:val="001C4C72"/>
    <w:rsid w:val="001C5A6B"/>
    <w:rsid w:val="001C5DBC"/>
    <w:rsid w:val="001C6486"/>
    <w:rsid w:val="001C6770"/>
    <w:rsid w:val="001C7D84"/>
    <w:rsid w:val="001C7E96"/>
    <w:rsid w:val="001D002E"/>
    <w:rsid w:val="001D02FC"/>
    <w:rsid w:val="001D0417"/>
    <w:rsid w:val="001D04B1"/>
    <w:rsid w:val="001D0F0A"/>
    <w:rsid w:val="001D13A7"/>
    <w:rsid w:val="001D1841"/>
    <w:rsid w:val="001D40F1"/>
    <w:rsid w:val="001D4B52"/>
    <w:rsid w:val="001D502B"/>
    <w:rsid w:val="001D57D8"/>
    <w:rsid w:val="001D77D3"/>
    <w:rsid w:val="001E01E8"/>
    <w:rsid w:val="001E20B5"/>
    <w:rsid w:val="001E2286"/>
    <w:rsid w:val="001E2964"/>
    <w:rsid w:val="001E3B05"/>
    <w:rsid w:val="001E5E32"/>
    <w:rsid w:val="001E69C8"/>
    <w:rsid w:val="001F081F"/>
    <w:rsid w:val="001F10DA"/>
    <w:rsid w:val="001F111A"/>
    <w:rsid w:val="001F3382"/>
    <w:rsid w:val="001F34BB"/>
    <w:rsid w:val="001F3C39"/>
    <w:rsid w:val="001F5DD6"/>
    <w:rsid w:val="001F627E"/>
    <w:rsid w:val="001F73C1"/>
    <w:rsid w:val="001F7C35"/>
    <w:rsid w:val="0020108B"/>
    <w:rsid w:val="0020179D"/>
    <w:rsid w:val="00203698"/>
    <w:rsid w:val="00206591"/>
    <w:rsid w:val="00207D14"/>
    <w:rsid w:val="002103BF"/>
    <w:rsid w:val="002114F0"/>
    <w:rsid w:val="00211755"/>
    <w:rsid w:val="002123C8"/>
    <w:rsid w:val="00214D6E"/>
    <w:rsid w:val="00216329"/>
    <w:rsid w:val="002171CB"/>
    <w:rsid w:val="002178CE"/>
    <w:rsid w:val="00217B72"/>
    <w:rsid w:val="0022023D"/>
    <w:rsid w:val="00221BCF"/>
    <w:rsid w:val="00222B09"/>
    <w:rsid w:val="00222BA1"/>
    <w:rsid w:val="00223F0C"/>
    <w:rsid w:val="002252C4"/>
    <w:rsid w:val="00225FC2"/>
    <w:rsid w:val="00227C31"/>
    <w:rsid w:val="00227E85"/>
    <w:rsid w:val="00230111"/>
    <w:rsid w:val="0023081F"/>
    <w:rsid w:val="002320F4"/>
    <w:rsid w:val="00232BF9"/>
    <w:rsid w:val="00233FAF"/>
    <w:rsid w:val="00234141"/>
    <w:rsid w:val="00234767"/>
    <w:rsid w:val="00237577"/>
    <w:rsid w:val="00237C18"/>
    <w:rsid w:val="00241CF4"/>
    <w:rsid w:val="00242001"/>
    <w:rsid w:val="0024334D"/>
    <w:rsid w:val="0024485C"/>
    <w:rsid w:val="002456E2"/>
    <w:rsid w:val="002461D7"/>
    <w:rsid w:val="00246872"/>
    <w:rsid w:val="00247778"/>
    <w:rsid w:val="0025087A"/>
    <w:rsid w:val="00251505"/>
    <w:rsid w:val="00251588"/>
    <w:rsid w:val="00253441"/>
    <w:rsid w:val="00253835"/>
    <w:rsid w:val="00253A62"/>
    <w:rsid w:val="00254140"/>
    <w:rsid w:val="002542E3"/>
    <w:rsid w:val="002557B3"/>
    <w:rsid w:val="00255E2D"/>
    <w:rsid w:val="002563CB"/>
    <w:rsid w:val="0026130B"/>
    <w:rsid w:val="00264269"/>
    <w:rsid w:val="002649E7"/>
    <w:rsid w:val="00264EF2"/>
    <w:rsid w:val="00264F3E"/>
    <w:rsid w:val="002659BE"/>
    <w:rsid w:val="00266533"/>
    <w:rsid w:val="00267527"/>
    <w:rsid w:val="002676AE"/>
    <w:rsid w:val="00270026"/>
    <w:rsid w:val="0027017F"/>
    <w:rsid w:val="00270431"/>
    <w:rsid w:val="002713F1"/>
    <w:rsid w:val="00272336"/>
    <w:rsid w:val="002737DE"/>
    <w:rsid w:val="00274263"/>
    <w:rsid w:val="00274502"/>
    <w:rsid w:val="00274F04"/>
    <w:rsid w:val="002751DC"/>
    <w:rsid w:val="00276A51"/>
    <w:rsid w:val="00276E81"/>
    <w:rsid w:val="00276FDE"/>
    <w:rsid w:val="00277138"/>
    <w:rsid w:val="00277173"/>
    <w:rsid w:val="0027761C"/>
    <w:rsid w:val="00277811"/>
    <w:rsid w:val="0028002B"/>
    <w:rsid w:val="00280924"/>
    <w:rsid w:val="00280BC8"/>
    <w:rsid w:val="0028102B"/>
    <w:rsid w:val="00281717"/>
    <w:rsid w:val="002824C1"/>
    <w:rsid w:val="0028393F"/>
    <w:rsid w:val="00284589"/>
    <w:rsid w:val="0028463B"/>
    <w:rsid w:val="00286F1F"/>
    <w:rsid w:val="002876C2"/>
    <w:rsid w:val="002906D7"/>
    <w:rsid w:val="002909FF"/>
    <w:rsid w:val="00290E66"/>
    <w:rsid w:val="00292876"/>
    <w:rsid w:val="00294083"/>
    <w:rsid w:val="0029498E"/>
    <w:rsid w:val="00294F4A"/>
    <w:rsid w:val="002956EF"/>
    <w:rsid w:val="00295CC4"/>
    <w:rsid w:val="00295D63"/>
    <w:rsid w:val="00297B69"/>
    <w:rsid w:val="00297E30"/>
    <w:rsid w:val="002A05CE"/>
    <w:rsid w:val="002A0C34"/>
    <w:rsid w:val="002A24A8"/>
    <w:rsid w:val="002A2644"/>
    <w:rsid w:val="002A3308"/>
    <w:rsid w:val="002A4EB9"/>
    <w:rsid w:val="002A6713"/>
    <w:rsid w:val="002A6AAF"/>
    <w:rsid w:val="002A6F95"/>
    <w:rsid w:val="002A75C4"/>
    <w:rsid w:val="002B0E30"/>
    <w:rsid w:val="002B27A9"/>
    <w:rsid w:val="002B27BE"/>
    <w:rsid w:val="002B2B6A"/>
    <w:rsid w:val="002B2CCC"/>
    <w:rsid w:val="002B51E7"/>
    <w:rsid w:val="002B58B8"/>
    <w:rsid w:val="002B6834"/>
    <w:rsid w:val="002B6848"/>
    <w:rsid w:val="002B6A62"/>
    <w:rsid w:val="002B77B3"/>
    <w:rsid w:val="002B7BF1"/>
    <w:rsid w:val="002B7F34"/>
    <w:rsid w:val="002C002E"/>
    <w:rsid w:val="002C03E5"/>
    <w:rsid w:val="002C130C"/>
    <w:rsid w:val="002C2C61"/>
    <w:rsid w:val="002C341E"/>
    <w:rsid w:val="002C4135"/>
    <w:rsid w:val="002C472A"/>
    <w:rsid w:val="002C4A20"/>
    <w:rsid w:val="002C534A"/>
    <w:rsid w:val="002C71B5"/>
    <w:rsid w:val="002C7310"/>
    <w:rsid w:val="002C7ABF"/>
    <w:rsid w:val="002D0E63"/>
    <w:rsid w:val="002D28CE"/>
    <w:rsid w:val="002D2FDB"/>
    <w:rsid w:val="002D3008"/>
    <w:rsid w:val="002D5ECC"/>
    <w:rsid w:val="002D6799"/>
    <w:rsid w:val="002D6ADC"/>
    <w:rsid w:val="002D749B"/>
    <w:rsid w:val="002D7F9D"/>
    <w:rsid w:val="002E0DF3"/>
    <w:rsid w:val="002E0EA7"/>
    <w:rsid w:val="002E1C7B"/>
    <w:rsid w:val="002E1EF1"/>
    <w:rsid w:val="002E4BA4"/>
    <w:rsid w:val="002E50A6"/>
    <w:rsid w:val="002E50F8"/>
    <w:rsid w:val="002E5D6F"/>
    <w:rsid w:val="002E64B0"/>
    <w:rsid w:val="002E65B1"/>
    <w:rsid w:val="002E6BE0"/>
    <w:rsid w:val="002E7C29"/>
    <w:rsid w:val="002E7C7E"/>
    <w:rsid w:val="002F1147"/>
    <w:rsid w:val="002F2622"/>
    <w:rsid w:val="002F4995"/>
    <w:rsid w:val="002F7AC3"/>
    <w:rsid w:val="00301AD2"/>
    <w:rsid w:val="00301BD7"/>
    <w:rsid w:val="00304FBD"/>
    <w:rsid w:val="00304FFC"/>
    <w:rsid w:val="0030546C"/>
    <w:rsid w:val="0030619E"/>
    <w:rsid w:val="00307F01"/>
    <w:rsid w:val="00311194"/>
    <w:rsid w:val="003133F6"/>
    <w:rsid w:val="003156F5"/>
    <w:rsid w:val="00315FDD"/>
    <w:rsid w:val="0031731E"/>
    <w:rsid w:val="00322FAF"/>
    <w:rsid w:val="0032479F"/>
    <w:rsid w:val="0032496F"/>
    <w:rsid w:val="00327227"/>
    <w:rsid w:val="003274BA"/>
    <w:rsid w:val="00327E9C"/>
    <w:rsid w:val="003311C4"/>
    <w:rsid w:val="003316A3"/>
    <w:rsid w:val="00331A89"/>
    <w:rsid w:val="00331CE6"/>
    <w:rsid w:val="00331FBB"/>
    <w:rsid w:val="00332C4F"/>
    <w:rsid w:val="00335072"/>
    <w:rsid w:val="00337476"/>
    <w:rsid w:val="00337B34"/>
    <w:rsid w:val="00340BBD"/>
    <w:rsid w:val="00340D6D"/>
    <w:rsid w:val="0034207F"/>
    <w:rsid w:val="003423B8"/>
    <w:rsid w:val="00342532"/>
    <w:rsid w:val="00343BFE"/>
    <w:rsid w:val="00344577"/>
    <w:rsid w:val="00346788"/>
    <w:rsid w:val="00350B51"/>
    <w:rsid w:val="003513F6"/>
    <w:rsid w:val="00351B00"/>
    <w:rsid w:val="0035241C"/>
    <w:rsid w:val="00353CD5"/>
    <w:rsid w:val="0035468E"/>
    <w:rsid w:val="00355710"/>
    <w:rsid w:val="0035577F"/>
    <w:rsid w:val="003558A8"/>
    <w:rsid w:val="00356239"/>
    <w:rsid w:val="00357DE0"/>
    <w:rsid w:val="00357F64"/>
    <w:rsid w:val="00360147"/>
    <w:rsid w:val="003603B9"/>
    <w:rsid w:val="00362F5A"/>
    <w:rsid w:val="00363366"/>
    <w:rsid w:val="003645C7"/>
    <w:rsid w:val="003673FA"/>
    <w:rsid w:val="003675E9"/>
    <w:rsid w:val="00367667"/>
    <w:rsid w:val="00367A84"/>
    <w:rsid w:val="00370B11"/>
    <w:rsid w:val="00371C61"/>
    <w:rsid w:val="00371E18"/>
    <w:rsid w:val="00371E93"/>
    <w:rsid w:val="00374019"/>
    <w:rsid w:val="00374280"/>
    <w:rsid w:val="003750D6"/>
    <w:rsid w:val="00376418"/>
    <w:rsid w:val="003765E8"/>
    <w:rsid w:val="00377D4B"/>
    <w:rsid w:val="00380666"/>
    <w:rsid w:val="00380CF4"/>
    <w:rsid w:val="00381A69"/>
    <w:rsid w:val="00381D2F"/>
    <w:rsid w:val="00382DFC"/>
    <w:rsid w:val="003832BC"/>
    <w:rsid w:val="00383ACF"/>
    <w:rsid w:val="00383E33"/>
    <w:rsid w:val="00384F76"/>
    <w:rsid w:val="00385E28"/>
    <w:rsid w:val="0038738D"/>
    <w:rsid w:val="003876C9"/>
    <w:rsid w:val="00390490"/>
    <w:rsid w:val="00390653"/>
    <w:rsid w:val="00390C8E"/>
    <w:rsid w:val="00392BE9"/>
    <w:rsid w:val="00393015"/>
    <w:rsid w:val="00394ABF"/>
    <w:rsid w:val="003960B2"/>
    <w:rsid w:val="00396140"/>
    <w:rsid w:val="00396276"/>
    <w:rsid w:val="00396D44"/>
    <w:rsid w:val="0039723B"/>
    <w:rsid w:val="003976CF"/>
    <w:rsid w:val="003A2008"/>
    <w:rsid w:val="003A2483"/>
    <w:rsid w:val="003A2B4C"/>
    <w:rsid w:val="003A2D9B"/>
    <w:rsid w:val="003A3B01"/>
    <w:rsid w:val="003A3CBA"/>
    <w:rsid w:val="003A46A4"/>
    <w:rsid w:val="003A5480"/>
    <w:rsid w:val="003A5A36"/>
    <w:rsid w:val="003A63B4"/>
    <w:rsid w:val="003A7F4A"/>
    <w:rsid w:val="003B13E0"/>
    <w:rsid w:val="003B1BBD"/>
    <w:rsid w:val="003B21DF"/>
    <w:rsid w:val="003B2205"/>
    <w:rsid w:val="003B4733"/>
    <w:rsid w:val="003B4D67"/>
    <w:rsid w:val="003B5460"/>
    <w:rsid w:val="003B63C3"/>
    <w:rsid w:val="003B6F02"/>
    <w:rsid w:val="003B75B5"/>
    <w:rsid w:val="003B7F07"/>
    <w:rsid w:val="003C11AE"/>
    <w:rsid w:val="003C1B7D"/>
    <w:rsid w:val="003C221C"/>
    <w:rsid w:val="003C35D4"/>
    <w:rsid w:val="003C508F"/>
    <w:rsid w:val="003C64BA"/>
    <w:rsid w:val="003D03E0"/>
    <w:rsid w:val="003D09D6"/>
    <w:rsid w:val="003D10E6"/>
    <w:rsid w:val="003D14C5"/>
    <w:rsid w:val="003D1782"/>
    <w:rsid w:val="003D19E3"/>
    <w:rsid w:val="003D1B1B"/>
    <w:rsid w:val="003D1B69"/>
    <w:rsid w:val="003D2A46"/>
    <w:rsid w:val="003D5458"/>
    <w:rsid w:val="003D5F10"/>
    <w:rsid w:val="003D644D"/>
    <w:rsid w:val="003E062C"/>
    <w:rsid w:val="003E11F4"/>
    <w:rsid w:val="003E1569"/>
    <w:rsid w:val="003E15DB"/>
    <w:rsid w:val="003E1B60"/>
    <w:rsid w:val="003E41CE"/>
    <w:rsid w:val="003F0114"/>
    <w:rsid w:val="003F27DC"/>
    <w:rsid w:val="003F44FB"/>
    <w:rsid w:val="003F4C44"/>
    <w:rsid w:val="003F5F6C"/>
    <w:rsid w:val="003F7149"/>
    <w:rsid w:val="003F71F0"/>
    <w:rsid w:val="003F7A92"/>
    <w:rsid w:val="003F7AA6"/>
    <w:rsid w:val="003F7FD8"/>
    <w:rsid w:val="0040092B"/>
    <w:rsid w:val="00400DCA"/>
    <w:rsid w:val="004021B6"/>
    <w:rsid w:val="004029EB"/>
    <w:rsid w:val="00404B64"/>
    <w:rsid w:val="00404D0A"/>
    <w:rsid w:val="00405F08"/>
    <w:rsid w:val="004067CA"/>
    <w:rsid w:val="00406B62"/>
    <w:rsid w:val="00407348"/>
    <w:rsid w:val="0040751A"/>
    <w:rsid w:val="004119DD"/>
    <w:rsid w:val="00411F09"/>
    <w:rsid w:val="004122DB"/>
    <w:rsid w:val="00412675"/>
    <w:rsid w:val="0041293A"/>
    <w:rsid w:val="00412DA1"/>
    <w:rsid w:val="00413054"/>
    <w:rsid w:val="00413230"/>
    <w:rsid w:val="00414068"/>
    <w:rsid w:val="00415079"/>
    <w:rsid w:val="004150BE"/>
    <w:rsid w:val="00415C66"/>
    <w:rsid w:val="00416EC6"/>
    <w:rsid w:val="00417044"/>
    <w:rsid w:val="0041720B"/>
    <w:rsid w:val="0042127E"/>
    <w:rsid w:val="004224BC"/>
    <w:rsid w:val="0042268F"/>
    <w:rsid w:val="0042290E"/>
    <w:rsid w:val="00422D85"/>
    <w:rsid w:val="00422EB3"/>
    <w:rsid w:val="0042396C"/>
    <w:rsid w:val="004251E2"/>
    <w:rsid w:val="00425549"/>
    <w:rsid w:val="004257B8"/>
    <w:rsid w:val="004259C0"/>
    <w:rsid w:val="00425A34"/>
    <w:rsid w:val="00426606"/>
    <w:rsid w:val="004272EB"/>
    <w:rsid w:val="00427447"/>
    <w:rsid w:val="00427ADE"/>
    <w:rsid w:val="00427C9E"/>
    <w:rsid w:val="004311AA"/>
    <w:rsid w:val="004314F6"/>
    <w:rsid w:val="00433781"/>
    <w:rsid w:val="0043386C"/>
    <w:rsid w:val="00434640"/>
    <w:rsid w:val="00435329"/>
    <w:rsid w:val="00435F9D"/>
    <w:rsid w:val="0043611E"/>
    <w:rsid w:val="00436C0F"/>
    <w:rsid w:val="00436C6C"/>
    <w:rsid w:val="00436DB1"/>
    <w:rsid w:val="0043717D"/>
    <w:rsid w:val="004375CE"/>
    <w:rsid w:val="00437780"/>
    <w:rsid w:val="0044051F"/>
    <w:rsid w:val="004414C8"/>
    <w:rsid w:val="00442223"/>
    <w:rsid w:val="00442487"/>
    <w:rsid w:val="004424CE"/>
    <w:rsid w:val="0044336E"/>
    <w:rsid w:val="00445B68"/>
    <w:rsid w:val="00450336"/>
    <w:rsid w:val="00450756"/>
    <w:rsid w:val="00450B66"/>
    <w:rsid w:val="00451420"/>
    <w:rsid w:val="00451891"/>
    <w:rsid w:val="0045200D"/>
    <w:rsid w:val="00453E27"/>
    <w:rsid w:val="00454517"/>
    <w:rsid w:val="00454DD2"/>
    <w:rsid w:val="00455A00"/>
    <w:rsid w:val="004563FE"/>
    <w:rsid w:val="00456B0E"/>
    <w:rsid w:val="004600AC"/>
    <w:rsid w:val="004602C3"/>
    <w:rsid w:val="004610B2"/>
    <w:rsid w:val="00461A6A"/>
    <w:rsid w:val="004620A4"/>
    <w:rsid w:val="004622CE"/>
    <w:rsid w:val="00462359"/>
    <w:rsid w:val="00463BB6"/>
    <w:rsid w:val="004646AC"/>
    <w:rsid w:val="00470FF4"/>
    <w:rsid w:val="00471347"/>
    <w:rsid w:val="00472DDD"/>
    <w:rsid w:val="004735E2"/>
    <w:rsid w:val="00473F2C"/>
    <w:rsid w:val="00474399"/>
    <w:rsid w:val="00474CA4"/>
    <w:rsid w:val="00481118"/>
    <w:rsid w:val="00481373"/>
    <w:rsid w:val="004815B6"/>
    <w:rsid w:val="00481D27"/>
    <w:rsid w:val="00481FFC"/>
    <w:rsid w:val="00483B48"/>
    <w:rsid w:val="004848CA"/>
    <w:rsid w:val="00484B97"/>
    <w:rsid w:val="0048550C"/>
    <w:rsid w:val="00485DF5"/>
    <w:rsid w:val="00485FD2"/>
    <w:rsid w:val="004876D5"/>
    <w:rsid w:val="0049041A"/>
    <w:rsid w:val="004906A3"/>
    <w:rsid w:val="0049091E"/>
    <w:rsid w:val="00490CF4"/>
    <w:rsid w:val="004921BB"/>
    <w:rsid w:val="00494B6E"/>
    <w:rsid w:val="00494C43"/>
    <w:rsid w:val="00496B70"/>
    <w:rsid w:val="0049766E"/>
    <w:rsid w:val="004A0B31"/>
    <w:rsid w:val="004A125C"/>
    <w:rsid w:val="004A13B7"/>
    <w:rsid w:val="004A2120"/>
    <w:rsid w:val="004A3B72"/>
    <w:rsid w:val="004A5F33"/>
    <w:rsid w:val="004A618C"/>
    <w:rsid w:val="004A78C9"/>
    <w:rsid w:val="004A7D22"/>
    <w:rsid w:val="004B0DCD"/>
    <w:rsid w:val="004B1C22"/>
    <w:rsid w:val="004B1EED"/>
    <w:rsid w:val="004B212A"/>
    <w:rsid w:val="004B626B"/>
    <w:rsid w:val="004B67FA"/>
    <w:rsid w:val="004B6942"/>
    <w:rsid w:val="004B6B37"/>
    <w:rsid w:val="004B752D"/>
    <w:rsid w:val="004C0232"/>
    <w:rsid w:val="004C0350"/>
    <w:rsid w:val="004C0400"/>
    <w:rsid w:val="004C0B5F"/>
    <w:rsid w:val="004C0C3E"/>
    <w:rsid w:val="004C1A8B"/>
    <w:rsid w:val="004C1B77"/>
    <w:rsid w:val="004C1F0B"/>
    <w:rsid w:val="004C242E"/>
    <w:rsid w:val="004C2DB6"/>
    <w:rsid w:val="004C3E64"/>
    <w:rsid w:val="004C3F4A"/>
    <w:rsid w:val="004C4F90"/>
    <w:rsid w:val="004C5D69"/>
    <w:rsid w:val="004D0164"/>
    <w:rsid w:val="004D02A2"/>
    <w:rsid w:val="004D0C5D"/>
    <w:rsid w:val="004D18D0"/>
    <w:rsid w:val="004D1F12"/>
    <w:rsid w:val="004D3AFE"/>
    <w:rsid w:val="004D558B"/>
    <w:rsid w:val="004D798E"/>
    <w:rsid w:val="004E33C5"/>
    <w:rsid w:val="004E3812"/>
    <w:rsid w:val="004E4087"/>
    <w:rsid w:val="004F04AC"/>
    <w:rsid w:val="004F093D"/>
    <w:rsid w:val="004F0B3E"/>
    <w:rsid w:val="004F11E8"/>
    <w:rsid w:val="004F1232"/>
    <w:rsid w:val="004F21D9"/>
    <w:rsid w:val="004F3943"/>
    <w:rsid w:val="004F4B9E"/>
    <w:rsid w:val="004F5315"/>
    <w:rsid w:val="004F547A"/>
    <w:rsid w:val="004F74B0"/>
    <w:rsid w:val="004F7A51"/>
    <w:rsid w:val="00500545"/>
    <w:rsid w:val="00500EAC"/>
    <w:rsid w:val="00502CC0"/>
    <w:rsid w:val="0050471E"/>
    <w:rsid w:val="00505CF8"/>
    <w:rsid w:val="00507583"/>
    <w:rsid w:val="00507781"/>
    <w:rsid w:val="005105EA"/>
    <w:rsid w:val="00510626"/>
    <w:rsid w:val="005124AA"/>
    <w:rsid w:val="00512605"/>
    <w:rsid w:val="0051312B"/>
    <w:rsid w:val="0051330F"/>
    <w:rsid w:val="00515850"/>
    <w:rsid w:val="0051749C"/>
    <w:rsid w:val="005202E5"/>
    <w:rsid w:val="00520C4C"/>
    <w:rsid w:val="00520DA2"/>
    <w:rsid w:val="00521E34"/>
    <w:rsid w:val="00522E39"/>
    <w:rsid w:val="00523351"/>
    <w:rsid w:val="00523C0E"/>
    <w:rsid w:val="00523D80"/>
    <w:rsid w:val="0052571D"/>
    <w:rsid w:val="005260DC"/>
    <w:rsid w:val="00526632"/>
    <w:rsid w:val="00526FE3"/>
    <w:rsid w:val="005276EC"/>
    <w:rsid w:val="00530262"/>
    <w:rsid w:val="00530281"/>
    <w:rsid w:val="005309F9"/>
    <w:rsid w:val="00531F17"/>
    <w:rsid w:val="00532099"/>
    <w:rsid w:val="005323D5"/>
    <w:rsid w:val="00532A3E"/>
    <w:rsid w:val="00532AF6"/>
    <w:rsid w:val="00532BC6"/>
    <w:rsid w:val="00532FE9"/>
    <w:rsid w:val="005338F4"/>
    <w:rsid w:val="005340D2"/>
    <w:rsid w:val="0053619D"/>
    <w:rsid w:val="005363D2"/>
    <w:rsid w:val="00536A9C"/>
    <w:rsid w:val="005376E9"/>
    <w:rsid w:val="00537E44"/>
    <w:rsid w:val="0054059F"/>
    <w:rsid w:val="005410A4"/>
    <w:rsid w:val="005430EF"/>
    <w:rsid w:val="00543F1A"/>
    <w:rsid w:val="00544016"/>
    <w:rsid w:val="0054501D"/>
    <w:rsid w:val="00545FA5"/>
    <w:rsid w:val="00547770"/>
    <w:rsid w:val="005506E8"/>
    <w:rsid w:val="00550E4A"/>
    <w:rsid w:val="00551F9C"/>
    <w:rsid w:val="00553D98"/>
    <w:rsid w:val="005558B5"/>
    <w:rsid w:val="00555C19"/>
    <w:rsid w:val="00555DC5"/>
    <w:rsid w:val="005572AD"/>
    <w:rsid w:val="005579FD"/>
    <w:rsid w:val="0056069C"/>
    <w:rsid w:val="00562F72"/>
    <w:rsid w:val="005630A5"/>
    <w:rsid w:val="0056317A"/>
    <w:rsid w:val="00563C2F"/>
    <w:rsid w:val="005643F2"/>
    <w:rsid w:val="005644AA"/>
    <w:rsid w:val="00565213"/>
    <w:rsid w:val="00565C45"/>
    <w:rsid w:val="00566E46"/>
    <w:rsid w:val="00567399"/>
    <w:rsid w:val="005701DB"/>
    <w:rsid w:val="005718DF"/>
    <w:rsid w:val="00572676"/>
    <w:rsid w:val="00572765"/>
    <w:rsid w:val="00573535"/>
    <w:rsid w:val="00573EC6"/>
    <w:rsid w:val="0057410A"/>
    <w:rsid w:val="00575F9D"/>
    <w:rsid w:val="005775F5"/>
    <w:rsid w:val="0057789B"/>
    <w:rsid w:val="00577B8B"/>
    <w:rsid w:val="005805A9"/>
    <w:rsid w:val="005812CC"/>
    <w:rsid w:val="00581747"/>
    <w:rsid w:val="00582612"/>
    <w:rsid w:val="00582A41"/>
    <w:rsid w:val="005833E6"/>
    <w:rsid w:val="00583D37"/>
    <w:rsid w:val="00586682"/>
    <w:rsid w:val="0058687F"/>
    <w:rsid w:val="005908B2"/>
    <w:rsid w:val="0059101D"/>
    <w:rsid w:val="00591314"/>
    <w:rsid w:val="005924DB"/>
    <w:rsid w:val="0059253D"/>
    <w:rsid w:val="00592B69"/>
    <w:rsid w:val="00593D29"/>
    <w:rsid w:val="00594F3E"/>
    <w:rsid w:val="005956BB"/>
    <w:rsid w:val="00595898"/>
    <w:rsid w:val="0059622B"/>
    <w:rsid w:val="00596571"/>
    <w:rsid w:val="00596F39"/>
    <w:rsid w:val="00597DEF"/>
    <w:rsid w:val="005A0290"/>
    <w:rsid w:val="005A02B9"/>
    <w:rsid w:val="005A0B5B"/>
    <w:rsid w:val="005A0DA5"/>
    <w:rsid w:val="005A1548"/>
    <w:rsid w:val="005A20C2"/>
    <w:rsid w:val="005A2401"/>
    <w:rsid w:val="005A24B8"/>
    <w:rsid w:val="005A28EC"/>
    <w:rsid w:val="005A2CC7"/>
    <w:rsid w:val="005A3731"/>
    <w:rsid w:val="005A4736"/>
    <w:rsid w:val="005A4EA3"/>
    <w:rsid w:val="005A57B8"/>
    <w:rsid w:val="005A59D5"/>
    <w:rsid w:val="005A6367"/>
    <w:rsid w:val="005A69FE"/>
    <w:rsid w:val="005B0390"/>
    <w:rsid w:val="005B2BFC"/>
    <w:rsid w:val="005B5F5E"/>
    <w:rsid w:val="005B62FC"/>
    <w:rsid w:val="005B6F17"/>
    <w:rsid w:val="005B6F66"/>
    <w:rsid w:val="005B71F0"/>
    <w:rsid w:val="005B724B"/>
    <w:rsid w:val="005C00A5"/>
    <w:rsid w:val="005C0C78"/>
    <w:rsid w:val="005C1541"/>
    <w:rsid w:val="005C1CCD"/>
    <w:rsid w:val="005C1F72"/>
    <w:rsid w:val="005C25D9"/>
    <w:rsid w:val="005C377D"/>
    <w:rsid w:val="005C3B82"/>
    <w:rsid w:val="005C6CDB"/>
    <w:rsid w:val="005C71F0"/>
    <w:rsid w:val="005D0106"/>
    <w:rsid w:val="005D082E"/>
    <w:rsid w:val="005D233B"/>
    <w:rsid w:val="005D234F"/>
    <w:rsid w:val="005D2BD1"/>
    <w:rsid w:val="005D4E71"/>
    <w:rsid w:val="005D5A7C"/>
    <w:rsid w:val="005D5B63"/>
    <w:rsid w:val="005D6195"/>
    <w:rsid w:val="005D7614"/>
    <w:rsid w:val="005E04E0"/>
    <w:rsid w:val="005E21DE"/>
    <w:rsid w:val="005E4AEC"/>
    <w:rsid w:val="005E6130"/>
    <w:rsid w:val="005F0BF1"/>
    <w:rsid w:val="005F11ED"/>
    <w:rsid w:val="005F1343"/>
    <w:rsid w:val="005F24CA"/>
    <w:rsid w:val="005F24DF"/>
    <w:rsid w:val="005F286F"/>
    <w:rsid w:val="005F301E"/>
    <w:rsid w:val="005F42B1"/>
    <w:rsid w:val="005F45E4"/>
    <w:rsid w:val="005F5196"/>
    <w:rsid w:val="005F558C"/>
    <w:rsid w:val="005F5E4B"/>
    <w:rsid w:val="005F6364"/>
    <w:rsid w:val="005F6F07"/>
    <w:rsid w:val="005F7247"/>
    <w:rsid w:val="005F72DF"/>
    <w:rsid w:val="00600EB1"/>
    <w:rsid w:val="0060408C"/>
    <w:rsid w:val="00604E8C"/>
    <w:rsid w:val="00605B9C"/>
    <w:rsid w:val="00606462"/>
    <w:rsid w:val="00606B55"/>
    <w:rsid w:val="00607E0B"/>
    <w:rsid w:val="00612192"/>
    <w:rsid w:val="00612978"/>
    <w:rsid w:val="00614166"/>
    <w:rsid w:val="006146EE"/>
    <w:rsid w:val="006169FC"/>
    <w:rsid w:val="00617603"/>
    <w:rsid w:val="00617B3E"/>
    <w:rsid w:val="00620A67"/>
    <w:rsid w:val="006210CF"/>
    <w:rsid w:val="00621D65"/>
    <w:rsid w:val="006239EF"/>
    <w:rsid w:val="0062410A"/>
    <w:rsid w:val="006248F3"/>
    <w:rsid w:val="0062509E"/>
    <w:rsid w:val="006253C5"/>
    <w:rsid w:val="00625765"/>
    <w:rsid w:val="00625837"/>
    <w:rsid w:val="00626B32"/>
    <w:rsid w:val="00627131"/>
    <w:rsid w:val="0062740F"/>
    <w:rsid w:val="0063084E"/>
    <w:rsid w:val="006317B7"/>
    <w:rsid w:val="0063195C"/>
    <w:rsid w:val="00631B71"/>
    <w:rsid w:val="00631BBF"/>
    <w:rsid w:val="00634B23"/>
    <w:rsid w:val="00635153"/>
    <w:rsid w:val="00636DB9"/>
    <w:rsid w:val="0064075F"/>
    <w:rsid w:val="00640CE9"/>
    <w:rsid w:val="0064263A"/>
    <w:rsid w:val="00643B96"/>
    <w:rsid w:val="00646401"/>
    <w:rsid w:val="00647151"/>
    <w:rsid w:val="006476B4"/>
    <w:rsid w:val="00647F0F"/>
    <w:rsid w:val="006506E0"/>
    <w:rsid w:val="00650AB0"/>
    <w:rsid w:val="00652336"/>
    <w:rsid w:val="00654006"/>
    <w:rsid w:val="00654B41"/>
    <w:rsid w:val="0065610B"/>
    <w:rsid w:val="00656D50"/>
    <w:rsid w:val="00657434"/>
    <w:rsid w:val="006630DC"/>
    <w:rsid w:val="00663E9C"/>
    <w:rsid w:val="00664784"/>
    <w:rsid w:val="006648A7"/>
    <w:rsid w:val="00664C69"/>
    <w:rsid w:val="00664E61"/>
    <w:rsid w:val="00665743"/>
    <w:rsid w:val="006671BD"/>
    <w:rsid w:val="00667237"/>
    <w:rsid w:val="0067051D"/>
    <w:rsid w:val="00672002"/>
    <w:rsid w:val="0067233F"/>
    <w:rsid w:val="00672656"/>
    <w:rsid w:val="00672D46"/>
    <w:rsid w:val="006732BC"/>
    <w:rsid w:val="00673A91"/>
    <w:rsid w:val="00673C91"/>
    <w:rsid w:val="00674201"/>
    <w:rsid w:val="00674309"/>
    <w:rsid w:val="006755F8"/>
    <w:rsid w:val="0067596E"/>
    <w:rsid w:val="00675B30"/>
    <w:rsid w:val="00675B6E"/>
    <w:rsid w:val="00676F73"/>
    <w:rsid w:val="00677AE3"/>
    <w:rsid w:val="00680395"/>
    <w:rsid w:val="0068150D"/>
    <w:rsid w:val="006824E8"/>
    <w:rsid w:val="0068256F"/>
    <w:rsid w:val="00682CE5"/>
    <w:rsid w:val="00683661"/>
    <w:rsid w:val="00683D0E"/>
    <w:rsid w:val="0068413E"/>
    <w:rsid w:val="006856A9"/>
    <w:rsid w:val="00686883"/>
    <w:rsid w:val="00687EE9"/>
    <w:rsid w:val="00690BD3"/>
    <w:rsid w:val="0069136C"/>
    <w:rsid w:val="006914E6"/>
    <w:rsid w:val="006954B0"/>
    <w:rsid w:val="00695E4E"/>
    <w:rsid w:val="006965A5"/>
    <w:rsid w:val="006A10E6"/>
    <w:rsid w:val="006A3880"/>
    <w:rsid w:val="006A7227"/>
    <w:rsid w:val="006B08DE"/>
    <w:rsid w:val="006B2194"/>
    <w:rsid w:val="006B2623"/>
    <w:rsid w:val="006B28DE"/>
    <w:rsid w:val="006B29EB"/>
    <w:rsid w:val="006B41E3"/>
    <w:rsid w:val="006B6454"/>
    <w:rsid w:val="006B7848"/>
    <w:rsid w:val="006C408A"/>
    <w:rsid w:val="006C47D5"/>
    <w:rsid w:val="006C53AA"/>
    <w:rsid w:val="006C6EE6"/>
    <w:rsid w:val="006D04E0"/>
    <w:rsid w:val="006D1354"/>
    <w:rsid w:val="006D135A"/>
    <w:rsid w:val="006D13F9"/>
    <w:rsid w:val="006D1AAF"/>
    <w:rsid w:val="006D1E19"/>
    <w:rsid w:val="006D27AE"/>
    <w:rsid w:val="006D2876"/>
    <w:rsid w:val="006D2BA5"/>
    <w:rsid w:val="006D4912"/>
    <w:rsid w:val="006D7394"/>
    <w:rsid w:val="006D7878"/>
    <w:rsid w:val="006E00A1"/>
    <w:rsid w:val="006E06F0"/>
    <w:rsid w:val="006E08AC"/>
    <w:rsid w:val="006E1340"/>
    <w:rsid w:val="006E1C4A"/>
    <w:rsid w:val="006E443E"/>
    <w:rsid w:val="006E545C"/>
    <w:rsid w:val="006E76A3"/>
    <w:rsid w:val="006F0892"/>
    <w:rsid w:val="006F0D6A"/>
    <w:rsid w:val="006F140F"/>
    <w:rsid w:val="006F1BA6"/>
    <w:rsid w:val="006F32A9"/>
    <w:rsid w:val="006F5B37"/>
    <w:rsid w:val="006F61D3"/>
    <w:rsid w:val="006F72F3"/>
    <w:rsid w:val="006F7CC9"/>
    <w:rsid w:val="00700849"/>
    <w:rsid w:val="0070127A"/>
    <w:rsid w:val="007020C0"/>
    <w:rsid w:val="00702CF2"/>
    <w:rsid w:val="00702EFF"/>
    <w:rsid w:val="00704363"/>
    <w:rsid w:val="007046D7"/>
    <w:rsid w:val="0070503E"/>
    <w:rsid w:val="0070555D"/>
    <w:rsid w:val="00705D46"/>
    <w:rsid w:val="00705F3B"/>
    <w:rsid w:val="007066EB"/>
    <w:rsid w:val="0070695D"/>
    <w:rsid w:val="007071C4"/>
    <w:rsid w:val="0070726C"/>
    <w:rsid w:val="007077B4"/>
    <w:rsid w:val="00707ADF"/>
    <w:rsid w:val="00707DE1"/>
    <w:rsid w:val="00710DF5"/>
    <w:rsid w:val="007114CC"/>
    <w:rsid w:val="00712CDF"/>
    <w:rsid w:val="0071431F"/>
    <w:rsid w:val="00714B76"/>
    <w:rsid w:val="007169D6"/>
    <w:rsid w:val="00720158"/>
    <w:rsid w:val="00720960"/>
    <w:rsid w:val="00720E17"/>
    <w:rsid w:val="0072161D"/>
    <w:rsid w:val="00721702"/>
    <w:rsid w:val="00721B25"/>
    <w:rsid w:val="00723512"/>
    <w:rsid w:val="007246FF"/>
    <w:rsid w:val="0072535C"/>
    <w:rsid w:val="007267E8"/>
    <w:rsid w:val="00726C15"/>
    <w:rsid w:val="007272A7"/>
    <w:rsid w:val="007277BE"/>
    <w:rsid w:val="00730263"/>
    <w:rsid w:val="00731041"/>
    <w:rsid w:val="00731234"/>
    <w:rsid w:val="0073177F"/>
    <w:rsid w:val="007324DF"/>
    <w:rsid w:val="0073260A"/>
    <w:rsid w:val="00733794"/>
    <w:rsid w:val="0073447C"/>
    <w:rsid w:val="00734701"/>
    <w:rsid w:val="00734B84"/>
    <w:rsid w:val="00734DEA"/>
    <w:rsid w:val="0073500C"/>
    <w:rsid w:val="007366F0"/>
    <w:rsid w:val="007367AB"/>
    <w:rsid w:val="00736C02"/>
    <w:rsid w:val="00740056"/>
    <w:rsid w:val="0074016C"/>
    <w:rsid w:val="007424F1"/>
    <w:rsid w:val="0074364E"/>
    <w:rsid w:val="0074458B"/>
    <w:rsid w:val="007462A7"/>
    <w:rsid w:val="00746CEB"/>
    <w:rsid w:val="007470F0"/>
    <w:rsid w:val="007476AD"/>
    <w:rsid w:val="00747F00"/>
    <w:rsid w:val="007512B5"/>
    <w:rsid w:val="00752500"/>
    <w:rsid w:val="007547F3"/>
    <w:rsid w:val="00754B4A"/>
    <w:rsid w:val="00754F2D"/>
    <w:rsid w:val="0075539F"/>
    <w:rsid w:val="0075596E"/>
    <w:rsid w:val="00755EA9"/>
    <w:rsid w:val="00760ACE"/>
    <w:rsid w:val="00761B35"/>
    <w:rsid w:val="007625D4"/>
    <w:rsid w:val="00767033"/>
    <w:rsid w:val="007672D4"/>
    <w:rsid w:val="00767324"/>
    <w:rsid w:val="00770216"/>
    <w:rsid w:val="00770D06"/>
    <w:rsid w:val="007722A6"/>
    <w:rsid w:val="007735AA"/>
    <w:rsid w:val="00774323"/>
    <w:rsid w:val="007746B0"/>
    <w:rsid w:val="007749A5"/>
    <w:rsid w:val="00774E20"/>
    <w:rsid w:val="00775066"/>
    <w:rsid w:val="00775FE3"/>
    <w:rsid w:val="00777307"/>
    <w:rsid w:val="007774BD"/>
    <w:rsid w:val="00777DE2"/>
    <w:rsid w:val="007805A2"/>
    <w:rsid w:val="0078086D"/>
    <w:rsid w:val="00780E11"/>
    <w:rsid w:val="00781194"/>
    <w:rsid w:val="007820A1"/>
    <w:rsid w:val="00782445"/>
    <w:rsid w:val="0078474D"/>
    <w:rsid w:val="007848EF"/>
    <w:rsid w:val="0078505E"/>
    <w:rsid w:val="00786EC7"/>
    <w:rsid w:val="0078785D"/>
    <w:rsid w:val="00787B0E"/>
    <w:rsid w:val="007916FB"/>
    <w:rsid w:val="00791BC8"/>
    <w:rsid w:val="00791D02"/>
    <w:rsid w:val="0079274C"/>
    <w:rsid w:val="00793ABE"/>
    <w:rsid w:val="00793F98"/>
    <w:rsid w:val="00795C7E"/>
    <w:rsid w:val="00795FAF"/>
    <w:rsid w:val="007972AC"/>
    <w:rsid w:val="0079752F"/>
    <w:rsid w:val="00797AFB"/>
    <w:rsid w:val="007A1C87"/>
    <w:rsid w:val="007A1FC4"/>
    <w:rsid w:val="007A3776"/>
    <w:rsid w:val="007A5C8E"/>
    <w:rsid w:val="007A6118"/>
    <w:rsid w:val="007A611A"/>
    <w:rsid w:val="007A635C"/>
    <w:rsid w:val="007A69F3"/>
    <w:rsid w:val="007A6D43"/>
    <w:rsid w:val="007B05E2"/>
    <w:rsid w:val="007B1299"/>
    <w:rsid w:val="007B27EF"/>
    <w:rsid w:val="007B3AB3"/>
    <w:rsid w:val="007B4B77"/>
    <w:rsid w:val="007B7784"/>
    <w:rsid w:val="007C0312"/>
    <w:rsid w:val="007C0E50"/>
    <w:rsid w:val="007C2AC7"/>
    <w:rsid w:val="007C36FA"/>
    <w:rsid w:val="007C4D5E"/>
    <w:rsid w:val="007C52B8"/>
    <w:rsid w:val="007C5B05"/>
    <w:rsid w:val="007C6063"/>
    <w:rsid w:val="007C719C"/>
    <w:rsid w:val="007C7571"/>
    <w:rsid w:val="007C7ACD"/>
    <w:rsid w:val="007D058F"/>
    <w:rsid w:val="007D108B"/>
    <w:rsid w:val="007D1891"/>
    <w:rsid w:val="007D2A3E"/>
    <w:rsid w:val="007D68E3"/>
    <w:rsid w:val="007D6DA5"/>
    <w:rsid w:val="007E132E"/>
    <w:rsid w:val="007E1C40"/>
    <w:rsid w:val="007E271A"/>
    <w:rsid w:val="007E38A2"/>
    <w:rsid w:val="007E42B5"/>
    <w:rsid w:val="007E6484"/>
    <w:rsid w:val="007E7C26"/>
    <w:rsid w:val="007F0B0D"/>
    <w:rsid w:val="007F0CF0"/>
    <w:rsid w:val="007F1DBD"/>
    <w:rsid w:val="007F2229"/>
    <w:rsid w:val="007F3196"/>
    <w:rsid w:val="007F43DD"/>
    <w:rsid w:val="007F62A6"/>
    <w:rsid w:val="007F6B4E"/>
    <w:rsid w:val="007F6C87"/>
    <w:rsid w:val="007F7B18"/>
    <w:rsid w:val="008009E8"/>
    <w:rsid w:val="00802C5D"/>
    <w:rsid w:val="0080387F"/>
    <w:rsid w:val="00803CD9"/>
    <w:rsid w:val="00803E62"/>
    <w:rsid w:val="0080531A"/>
    <w:rsid w:val="008055CF"/>
    <w:rsid w:val="00805658"/>
    <w:rsid w:val="00805988"/>
    <w:rsid w:val="00807A77"/>
    <w:rsid w:val="00807F76"/>
    <w:rsid w:val="00810228"/>
    <w:rsid w:val="00810FF9"/>
    <w:rsid w:val="00812470"/>
    <w:rsid w:val="0081342B"/>
    <w:rsid w:val="00813AF6"/>
    <w:rsid w:val="00814E63"/>
    <w:rsid w:val="0081514A"/>
    <w:rsid w:val="008207EB"/>
    <w:rsid w:val="00820C02"/>
    <w:rsid w:val="008216A0"/>
    <w:rsid w:val="0082218A"/>
    <w:rsid w:val="00822C82"/>
    <w:rsid w:val="00822F08"/>
    <w:rsid w:val="00823F43"/>
    <w:rsid w:val="00824B9D"/>
    <w:rsid w:val="00824FCD"/>
    <w:rsid w:val="0082547D"/>
    <w:rsid w:val="008256D4"/>
    <w:rsid w:val="008302A8"/>
    <w:rsid w:val="00831949"/>
    <w:rsid w:val="008339AA"/>
    <w:rsid w:val="00833BF5"/>
    <w:rsid w:val="00833FCA"/>
    <w:rsid w:val="00834E06"/>
    <w:rsid w:val="008354AE"/>
    <w:rsid w:val="00836E23"/>
    <w:rsid w:val="00837A7D"/>
    <w:rsid w:val="008401FF"/>
    <w:rsid w:val="00842D40"/>
    <w:rsid w:val="00842E97"/>
    <w:rsid w:val="00843764"/>
    <w:rsid w:val="00843ACF"/>
    <w:rsid w:val="00845C58"/>
    <w:rsid w:val="00845E0A"/>
    <w:rsid w:val="008475DB"/>
    <w:rsid w:val="00847678"/>
    <w:rsid w:val="00850676"/>
    <w:rsid w:val="0085097A"/>
    <w:rsid w:val="00853BBE"/>
    <w:rsid w:val="00854351"/>
    <w:rsid w:val="00854581"/>
    <w:rsid w:val="0085482F"/>
    <w:rsid w:val="00855A56"/>
    <w:rsid w:val="00855B2C"/>
    <w:rsid w:val="00860387"/>
    <w:rsid w:val="0086102E"/>
    <w:rsid w:val="00862DDA"/>
    <w:rsid w:val="0086303E"/>
    <w:rsid w:val="00864A84"/>
    <w:rsid w:val="00865CAF"/>
    <w:rsid w:val="00866087"/>
    <w:rsid w:val="00866F84"/>
    <w:rsid w:val="0087004D"/>
    <w:rsid w:val="00870842"/>
    <w:rsid w:val="0087164F"/>
    <w:rsid w:val="00873199"/>
    <w:rsid w:val="008734A5"/>
    <w:rsid w:val="00877E26"/>
    <w:rsid w:val="00880C7A"/>
    <w:rsid w:val="00881DFC"/>
    <w:rsid w:val="0088294D"/>
    <w:rsid w:val="00882AB8"/>
    <w:rsid w:val="00882AC0"/>
    <w:rsid w:val="00883A8E"/>
    <w:rsid w:val="00883BB6"/>
    <w:rsid w:val="00883BEC"/>
    <w:rsid w:val="00884000"/>
    <w:rsid w:val="00884887"/>
    <w:rsid w:val="00884BD3"/>
    <w:rsid w:val="008852B5"/>
    <w:rsid w:val="00886774"/>
    <w:rsid w:val="008878D5"/>
    <w:rsid w:val="008912B9"/>
    <w:rsid w:val="008912F0"/>
    <w:rsid w:val="008914AA"/>
    <w:rsid w:val="008935AF"/>
    <w:rsid w:val="008939F6"/>
    <w:rsid w:val="008945B3"/>
    <w:rsid w:val="008950EF"/>
    <w:rsid w:val="008953C6"/>
    <w:rsid w:val="008964C6"/>
    <w:rsid w:val="00897BA9"/>
    <w:rsid w:val="008A06F7"/>
    <w:rsid w:val="008A0A4E"/>
    <w:rsid w:val="008A14B5"/>
    <w:rsid w:val="008A1C7B"/>
    <w:rsid w:val="008A204E"/>
    <w:rsid w:val="008A2257"/>
    <w:rsid w:val="008A472D"/>
    <w:rsid w:val="008A54EB"/>
    <w:rsid w:val="008A6DAB"/>
    <w:rsid w:val="008A7C37"/>
    <w:rsid w:val="008B0BA0"/>
    <w:rsid w:val="008B1007"/>
    <w:rsid w:val="008B2B3E"/>
    <w:rsid w:val="008B2E4E"/>
    <w:rsid w:val="008B3FA3"/>
    <w:rsid w:val="008B4363"/>
    <w:rsid w:val="008B5253"/>
    <w:rsid w:val="008B54A8"/>
    <w:rsid w:val="008B54FB"/>
    <w:rsid w:val="008B5769"/>
    <w:rsid w:val="008B5FAF"/>
    <w:rsid w:val="008B68DD"/>
    <w:rsid w:val="008B7363"/>
    <w:rsid w:val="008B78FE"/>
    <w:rsid w:val="008C29F9"/>
    <w:rsid w:val="008C302A"/>
    <w:rsid w:val="008C36F1"/>
    <w:rsid w:val="008C3C92"/>
    <w:rsid w:val="008C43D0"/>
    <w:rsid w:val="008C4568"/>
    <w:rsid w:val="008C62B9"/>
    <w:rsid w:val="008C63FA"/>
    <w:rsid w:val="008C7247"/>
    <w:rsid w:val="008D0489"/>
    <w:rsid w:val="008D0F02"/>
    <w:rsid w:val="008D1D5D"/>
    <w:rsid w:val="008D1F58"/>
    <w:rsid w:val="008D3006"/>
    <w:rsid w:val="008D3B32"/>
    <w:rsid w:val="008D4CE7"/>
    <w:rsid w:val="008D5008"/>
    <w:rsid w:val="008D59C5"/>
    <w:rsid w:val="008D5BAD"/>
    <w:rsid w:val="008D6E3F"/>
    <w:rsid w:val="008D77F1"/>
    <w:rsid w:val="008E14FD"/>
    <w:rsid w:val="008E2ACF"/>
    <w:rsid w:val="008E3CA7"/>
    <w:rsid w:val="008E61D4"/>
    <w:rsid w:val="008E6D59"/>
    <w:rsid w:val="008E7064"/>
    <w:rsid w:val="008E73C8"/>
    <w:rsid w:val="008F1176"/>
    <w:rsid w:val="008F52E2"/>
    <w:rsid w:val="00900325"/>
    <w:rsid w:val="00900BC1"/>
    <w:rsid w:val="009041F3"/>
    <w:rsid w:val="0090511F"/>
    <w:rsid w:val="009060BD"/>
    <w:rsid w:val="00906233"/>
    <w:rsid w:val="00906E18"/>
    <w:rsid w:val="00907EEC"/>
    <w:rsid w:val="00910025"/>
    <w:rsid w:val="0091114E"/>
    <w:rsid w:val="00916162"/>
    <w:rsid w:val="00917099"/>
    <w:rsid w:val="0092091F"/>
    <w:rsid w:val="00920EC9"/>
    <w:rsid w:val="00921E08"/>
    <w:rsid w:val="00922350"/>
    <w:rsid w:val="00922B0D"/>
    <w:rsid w:val="0092476D"/>
    <w:rsid w:val="00924E64"/>
    <w:rsid w:val="009256E4"/>
    <w:rsid w:val="0092765E"/>
    <w:rsid w:val="00931106"/>
    <w:rsid w:val="0093147E"/>
    <w:rsid w:val="00931A5C"/>
    <w:rsid w:val="00931F5D"/>
    <w:rsid w:val="00932501"/>
    <w:rsid w:val="009334D1"/>
    <w:rsid w:val="00933D99"/>
    <w:rsid w:val="009342DE"/>
    <w:rsid w:val="00934BEE"/>
    <w:rsid w:val="00934D81"/>
    <w:rsid w:val="00935990"/>
    <w:rsid w:val="009361CA"/>
    <w:rsid w:val="009375E7"/>
    <w:rsid w:val="00940FAB"/>
    <w:rsid w:val="009429EF"/>
    <w:rsid w:val="009438DD"/>
    <w:rsid w:val="00943B57"/>
    <w:rsid w:val="00944B16"/>
    <w:rsid w:val="00945F29"/>
    <w:rsid w:val="00946E1D"/>
    <w:rsid w:val="009473F3"/>
    <w:rsid w:val="00947624"/>
    <w:rsid w:val="00950A1A"/>
    <w:rsid w:val="0095202B"/>
    <w:rsid w:val="00954298"/>
    <w:rsid w:val="00954446"/>
    <w:rsid w:val="00954519"/>
    <w:rsid w:val="009547B5"/>
    <w:rsid w:val="009548B2"/>
    <w:rsid w:val="00954A58"/>
    <w:rsid w:val="0095604F"/>
    <w:rsid w:val="009565C5"/>
    <w:rsid w:val="00956908"/>
    <w:rsid w:val="00956C9D"/>
    <w:rsid w:val="009575DB"/>
    <w:rsid w:val="00957916"/>
    <w:rsid w:val="00961B50"/>
    <w:rsid w:val="00962624"/>
    <w:rsid w:val="009626CC"/>
    <w:rsid w:val="00962E76"/>
    <w:rsid w:val="00963BE0"/>
    <w:rsid w:val="0096561C"/>
    <w:rsid w:val="00966992"/>
    <w:rsid w:val="00967260"/>
    <w:rsid w:val="009677B5"/>
    <w:rsid w:val="0096790E"/>
    <w:rsid w:val="0097004D"/>
    <w:rsid w:val="00972658"/>
    <w:rsid w:val="009729B8"/>
    <w:rsid w:val="00972A02"/>
    <w:rsid w:val="00972E90"/>
    <w:rsid w:val="00975A5B"/>
    <w:rsid w:val="00976B3C"/>
    <w:rsid w:val="00977476"/>
    <w:rsid w:val="009778D5"/>
    <w:rsid w:val="0098177E"/>
    <w:rsid w:val="00982366"/>
    <w:rsid w:val="00982EEB"/>
    <w:rsid w:val="0098396B"/>
    <w:rsid w:val="00984F28"/>
    <w:rsid w:val="009859B3"/>
    <w:rsid w:val="00987071"/>
    <w:rsid w:val="00994461"/>
    <w:rsid w:val="00994506"/>
    <w:rsid w:val="00996679"/>
    <w:rsid w:val="00996AA1"/>
    <w:rsid w:val="00997393"/>
    <w:rsid w:val="00997650"/>
    <w:rsid w:val="00997E0E"/>
    <w:rsid w:val="009A0283"/>
    <w:rsid w:val="009A16B9"/>
    <w:rsid w:val="009A1A53"/>
    <w:rsid w:val="009A1BF0"/>
    <w:rsid w:val="009A43F6"/>
    <w:rsid w:val="009A4581"/>
    <w:rsid w:val="009A5889"/>
    <w:rsid w:val="009A595E"/>
    <w:rsid w:val="009A5B7E"/>
    <w:rsid w:val="009A74B4"/>
    <w:rsid w:val="009B03B6"/>
    <w:rsid w:val="009B09FB"/>
    <w:rsid w:val="009B0EC1"/>
    <w:rsid w:val="009B1A71"/>
    <w:rsid w:val="009B579E"/>
    <w:rsid w:val="009B5E8C"/>
    <w:rsid w:val="009B602F"/>
    <w:rsid w:val="009B675E"/>
    <w:rsid w:val="009B6774"/>
    <w:rsid w:val="009B7318"/>
    <w:rsid w:val="009B79A3"/>
    <w:rsid w:val="009B7EC9"/>
    <w:rsid w:val="009C13EB"/>
    <w:rsid w:val="009C195A"/>
    <w:rsid w:val="009C1ACD"/>
    <w:rsid w:val="009C22D0"/>
    <w:rsid w:val="009C24C7"/>
    <w:rsid w:val="009C25DB"/>
    <w:rsid w:val="009C2B13"/>
    <w:rsid w:val="009C3A4C"/>
    <w:rsid w:val="009C4782"/>
    <w:rsid w:val="009C676E"/>
    <w:rsid w:val="009C6F23"/>
    <w:rsid w:val="009C7ED0"/>
    <w:rsid w:val="009D0559"/>
    <w:rsid w:val="009D0BF1"/>
    <w:rsid w:val="009D176B"/>
    <w:rsid w:val="009D1FB1"/>
    <w:rsid w:val="009D3913"/>
    <w:rsid w:val="009D4274"/>
    <w:rsid w:val="009D53CA"/>
    <w:rsid w:val="009D5FCD"/>
    <w:rsid w:val="009D72B1"/>
    <w:rsid w:val="009D75BE"/>
    <w:rsid w:val="009D7B3D"/>
    <w:rsid w:val="009E0647"/>
    <w:rsid w:val="009E1678"/>
    <w:rsid w:val="009E30E3"/>
    <w:rsid w:val="009E3BB4"/>
    <w:rsid w:val="009E5E6D"/>
    <w:rsid w:val="009E7676"/>
    <w:rsid w:val="009E7B8F"/>
    <w:rsid w:val="009F07FE"/>
    <w:rsid w:val="009F2C0D"/>
    <w:rsid w:val="009F67DA"/>
    <w:rsid w:val="009F6C33"/>
    <w:rsid w:val="009F72B6"/>
    <w:rsid w:val="009F7731"/>
    <w:rsid w:val="00A022B2"/>
    <w:rsid w:val="00A026D4"/>
    <w:rsid w:val="00A0364B"/>
    <w:rsid w:val="00A03993"/>
    <w:rsid w:val="00A041F6"/>
    <w:rsid w:val="00A042A7"/>
    <w:rsid w:val="00A04558"/>
    <w:rsid w:val="00A05391"/>
    <w:rsid w:val="00A05549"/>
    <w:rsid w:val="00A05819"/>
    <w:rsid w:val="00A07058"/>
    <w:rsid w:val="00A076B0"/>
    <w:rsid w:val="00A076BB"/>
    <w:rsid w:val="00A07B26"/>
    <w:rsid w:val="00A1170E"/>
    <w:rsid w:val="00A11B07"/>
    <w:rsid w:val="00A11D3D"/>
    <w:rsid w:val="00A1217F"/>
    <w:rsid w:val="00A129F0"/>
    <w:rsid w:val="00A143A4"/>
    <w:rsid w:val="00A1480E"/>
    <w:rsid w:val="00A15893"/>
    <w:rsid w:val="00A164A0"/>
    <w:rsid w:val="00A1662F"/>
    <w:rsid w:val="00A17DAF"/>
    <w:rsid w:val="00A24B48"/>
    <w:rsid w:val="00A25CFE"/>
    <w:rsid w:val="00A25ECD"/>
    <w:rsid w:val="00A26386"/>
    <w:rsid w:val="00A267ED"/>
    <w:rsid w:val="00A26E3B"/>
    <w:rsid w:val="00A307C3"/>
    <w:rsid w:val="00A30CA1"/>
    <w:rsid w:val="00A32222"/>
    <w:rsid w:val="00A33140"/>
    <w:rsid w:val="00A333F2"/>
    <w:rsid w:val="00A35157"/>
    <w:rsid w:val="00A35238"/>
    <w:rsid w:val="00A35DE0"/>
    <w:rsid w:val="00A36315"/>
    <w:rsid w:val="00A36570"/>
    <w:rsid w:val="00A36BCA"/>
    <w:rsid w:val="00A412E8"/>
    <w:rsid w:val="00A416D4"/>
    <w:rsid w:val="00A42475"/>
    <w:rsid w:val="00A42B66"/>
    <w:rsid w:val="00A43CE0"/>
    <w:rsid w:val="00A508F3"/>
    <w:rsid w:val="00A5093C"/>
    <w:rsid w:val="00A532F2"/>
    <w:rsid w:val="00A53E26"/>
    <w:rsid w:val="00A54916"/>
    <w:rsid w:val="00A555DA"/>
    <w:rsid w:val="00A5582E"/>
    <w:rsid w:val="00A55D5C"/>
    <w:rsid w:val="00A5737E"/>
    <w:rsid w:val="00A57397"/>
    <w:rsid w:val="00A606BB"/>
    <w:rsid w:val="00A63506"/>
    <w:rsid w:val="00A65D12"/>
    <w:rsid w:val="00A71B30"/>
    <w:rsid w:val="00A72D08"/>
    <w:rsid w:val="00A73289"/>
    <w:rsid w:val="00A73296"/>
    <w:rsid w:val="00A75143"/>
    <w:rsid w:val="00A754E8"/>
    <w:rsid w:val="00A756E9"/>
    <w:rsid w:val="00A75FA2"/>
    <w:rsid w:val="00A765C0"/>
    <w:rsid w:val="00A7683D"/>
    <w:rsid w:val="00A82C45"/>
    <w:rsid w:val="00A831A9"/>
    <w:rsid w:val="00A839D0"/>
    <w:rsid w:val="00A83B26"/>
    <w:rsid w:val="00A83D81"/>
    <w:rsid w:val="00A84352"/>
    <w:rsid w:val="00A857A4"/>
    <w:rsid w:val="00A861BD"/>
    <w:rsid w:val="00A86D5A"/>
    <w:rsid w:val="00A875A1"/>
    <w:rsid w:val="00A87B56"/>
    <w:rsid w:val="00A91157"/>
    <w:rsid w:val="00A92FCF"/>
    <w:rsid w:val="00A93DE4"/>
    <w:rsid w:val="00A942F7"/>
    <w:rsid w:val="00A94CB6"/>
    <w:rsid w:val="00A94E5C"/>
    <w:rsid w:val="00A9610D"/>
    <w:rsid w:val="00A965E2"/>
    <w:rsid w:val="00A9727A"/>
    <w:rsid w:val="00A97AE2"/>
    <w:rsid w:val="00AA05AC"/>
    <w:rsid w:val="00AA0AFD"/>
    <w:rsid w:val="00AA0F0F"/>
    <w:rsid w:val="00AA0FA9"/>
    <w:rsid w:val="00AA1A18"/>
    <w:rsid w:val="00AA32B5"/>
    <w:rsid w:val="00AA3B51"/>
    <w:rsid w:val="00AA3D66"/>
    <w:rsid w:val="00AA4186"/>
    <w:rsid w:val="00AA451D"/>
    <w:rsid w:val="00AA485D"/>
    <w:rsid w:val="00AA5E0D"/>
    <w:rsid w:val="00AA625D"/>
    <w:rsid w:val="00AA6407"/>
    <w:rsid w:val="00AA75E2"/>
    <w:rsid w:val="00AA7C1F"/>
    <w:rsid w:val="00AB1557"/>
    <w:rsid w:val="00AB1EEC"/>
    <w:rsid w:val="00AB21E9"/>
    <w:rsid w:val="00AB2CD9"/>
    <w:rsid w:val="00AB3412"/>
    <w:rsid w:val="00AB49E2"/>
    <w:rsid w:val="00AB4E64"/>
    <w:rsid w:val="00AB6875"/>
    <w:rsid w:val="00AB692A"/>
    <w:rsid w:val="00AB70B9"/>
    <w:rsid w:val="00AC0B66"/>
    <w:rsid w:val="00AC119C"/>
    <w:rsid w:val="00AC15AB"/>
    <w:rsid w:val="00AC22FA"/>
    <w:rsid w:val="00AC36C2"/>
    <w:rsid w:val="00AC399B"/>
    <w:rsid w:val="00AC3CB4"/>
    <w:rsid w:val="00AC4F80"/>
    <w:rsid w:val="00AC6B58"/>
    <w:rsid w:val="00AC7F5B"/>
    <w:rsid w:val="00AD05FB"/>
    <w:rsid w:val="00AD08E1"/>
    <w:rsid w:val="00AD0DB9"/>
    <w:rsid w:val="00AD120A"/>
    <w:rsid w:val="00AD1A1A"/>
    <w:rsid w:val="00AD1AA9"/>
    <w:rsid w:val="00AD1EA7"/>
    <w:rsid w:val="00AD20CE"/>
    <w:rsid w:val="00AD2BBA"/>
    <w:rsid w:val="00AD2EB9"/>
    <w:rsid w:val="00AD4B74"/>
    <w:rsid w:val="00AD58E4"/>
    <w:rsid w:val="00AD5C7F"/>
    <w:rsid w:val="00AD79B2"/>
    <w:rsid w:val="00AD79E6"/>
    <w:rsid w:val="00AE1EF8"/>
    <w:rsid w:val="00AE1FC7"/>
    <w:rsid w:val="00AE367C"/>
    <w:rsid w:val="00AE4117"/>
    <w:rsid w:val="00AE506D"/>
    <w:rsid w:val="00AE550B"/>
    <w:rsid w:val="00AE635C"/>
    <w:rsid w:val="00AE6679"/>
    <w:rsid w:val="00AE6CEB"/>
    <w:rsid w:val="00AE7A73"/>
    <w:rsid w:val="00AF163F"/>
    <w:rsid w:val="00AF2230"/>
    <w:rsid w:val="00AF2254"/>
    <w:rsid w:val="00AF303B"/>
    <w:rsid w:val="00AF3073"/>
    <w:rsid w:val="00AF33E5"/>
    <w:rsid w:val="00AF4139"/>
    <w:rsid w:val="00AF6BE4"/>
    <w:rsid w:val="00AF7A31"/>
    <w:rsid w:val="00B016E0"/>
    <w:rsid w:val="00B023FC"/>
    <w:rsid w:val="00B02946"/>
    <w:rsid w:val="00B02DD9"/>
    <w:rsid w:val="00B03C35"/>
    <w:rsid w:val="00B0594B"/>
    <w:rsid w:val="00B05FD1"/>
    <w:rsid w:val="00B0741C"/>
    <w:rsid w:val="00B07FDB"/>
    <w:rsid w:val="00B1063E"/>
    <w:rsid w:val="00B107FC"/>
    <w:rsid w:val="00B10C65"/>
    <w:rsid w:val="00B10F71"/>
    <w:rsid w:val="00B114FD"/>
    <w:rsid w:val="00B1266D"/>
    <w:rsid w:val="00B13942"/>
    <w:rsid w:val="00B172C6"/>
    <w:rsid w:val="00B17303"/>
    <w:rsid w:val="00B20D8A"/>
    <w:rsid w:val="00B20F1F"/>
    <w:rsid w:val="00B215C7"/>
    <w:rsid w:val="00B23045"/>
    <w:rsid w:val="00B23284"/>
    <w:rsid w:val="00B23BE1"/>
    <w:rsid w:val="00B256AB"/>
    <w:rsid w:val="00B2589C"/>
    <w:rsid w:val="00B277EF"/>
    <w:rsid w:val="00B30455"/>
    <w:rsid w:val="00B32524"/>
    <w:rsid w:val="00B3297D"/>
    <w:rsid w:val="00B32F91"/>
    <w:rsid w:val="00B33C78"/>
    <w:rsid w:val="00B3623C"/>
    <w:rsid w:val="00B40540"/>
    <w:rsid w:val="00B417C6"/>
    <w:rsid w:val="00B42114"/>
    <w:rsid w:val="00B42B01"/>
    <w:rsid w:val="00B42CAF"/>
    <w:rsid w:val="00B43498"/>
    <w:rsid w:val="00B43EC5"/>
    <w:rsid w:val="00B45542"/>
    <w:rsid w:val="00B4638D"/>
    <w:rsid w:val="00B46AC4"/>
    <w:rsid w:val="00B50135"/>
    <w:rsid w:val="00B5130D"/>
    <w:rsid w:val="00B51E41"/>
    <w:rsid w:val="00B51FAA"/>
    <w:rsid w:val="00B520BB"/>
    <w:rsid w:val="00B52832"/>
    <w:rsid w:val="00B528C2"/>
    <w:rsid w:val="00B531C4"/>
    <w:rsid w:val="00B53C8D"/>
    <w:rsid w:val="00B543E3"/>
    <w:rsid w:val="00B5491D"/>
    <w:rsid w:val="00B54D4D"/>
    <w:rsid w:val="00B5501E"/>
    <w:rsid w:val="00B5545A"/>
    <w:rsid w:val="00B5548A"/>
    <w:rsid w:val="00B554BF"/>
    <w:rsid w:val="00B57C28"/>
    <w:rsid w:val="00B602B3"/>
    <w:rsid w:val="00B60E55"/>
    <w:rsid w:val="00B62A4E"/>
    <w:rsid w:val="00B62FE5"/>
    <w:rsid w:val="00B63192"/>
    <w:rsid w:val="00B6331D"/>
    <w:rsid w:val="00B63B00"/>
    <w:rsid w:val="00B64CDD"/>
    <w:rsid w:val="00B64EC5"/>
    <w:rsid w:val="00B65C00"/>
    <w:rsid w:val="00B65C3A"/>
    <w:rsid w:val="00B6768C"/>
    <w:rsid w:val="00B67E03"/>
    <w:rsid w:val="00B70068"/>
    <w:rsid w:val="00B71130"/>
    <w:rsid w:val="00B7367D"/>
    <w:rsid w:val="00B737F4"/>
    <w:rsid w:val="00B738F0"/>
    <w:rsid w:val="00B73DAE"/>
    <w:rsid w:val="00B75513"/>
    <w:rsid w:val="00B7618B"/>
    <w:rsid w:val="00B82C4F"/>
    <w:rsid w:val="00B8311E"/>
    <w:rsid w:val="00B84ACD"/>
    <w:rsid w:val="00B85260"/>
    <w:rsid w:val="00B85ADF"/>
    <w:rsid w:val="00B85E3F"/>
    <w:rsid w:val="00B87086"/>
    <w:rsid w:val="00B87357"/>
    <w:rsid w:val="00B9010A"/>
    <w:rsid w:val="00B90942"/>
    <w:rsid w:val="00B90C2D"/>
    <w:rsid w:val="00B9179B"/>
    <w:rsid w:val="00B918B4"/>
    <w:rsid w:val="00B91961"/>
    <w:rsid w:val="00B928ED"/>
    <w:rsid w:val="00B92D3F"/>
    <w:rsid w:val="00B9558F"/>
    <w:rsid w:val="00B960EF"/>
    <w:rsid w:val="00BA0393"/>
    <w:rsid w:val="00BA0F1C"/>
    <w:rsid w:val="00BA1EA9"/>
    <w:rsid w:val="00BA2508"/>
    <w:rsid w:val="00BA2BC0"/>
    <w:rsid w:val="00BA2BC8"/>
    <w:rsid w:val="00BA3983"/>
    <w:rsid w:val="00BA3F3D"/>
    <w:rsid w:val="00BA5497"/>
    <w:rsid w:val="00BB0464"/>
    <w:rsid w:val="00BB16FC"/>
    <w:rsid w:val="00BB1CE4"/>
    <w:rsid w:val="00BB2374"/>
    <w:rsid w:val="00BB2949"/>
    <w:rsid w:val="00BB3F31"/>
    <w:rsid w:val="00BB4393"/>
    <w:rsid w:val="00BB4AB6"/>
    <w:rsid w:val="00BB5481"/>
    <w:rsid w:val="00BB59A0"/>
    <w:rsid w:val="00BB6632"/>
    <w:rsid w:val="00BB6E3E"/>
    <w:rsid w:val="00BC12AA"/>
    <w:rsid w:val="00BC25B8"/>
    <w:rsid w:val="00BC2DC6"/>
    <w:rsid w:val="00BC3914"/>
    <w:rsid w:val="00BC44DA"/>
    <w:rsid w:val="00BC6BB5"/>
    <w:rsid w:val="00BC74A2"/>
    <w:rsid w:val="00BD09AE"/>
    <w:rsid w:val="00BD0D3C"/>
    <w:rsid w:val="00BD11FF"/>
    <w:rsid w:val="00BD1350"/>
    <w:rsid w:val="00BD1E53"/>
    <w:rsid w:val="00BD2AD7"/>
    <w:rsid w:val="00BD3455"/>
    <w:rsid w:val="00BD403D"/>
    <w:rsid w:val="00BD4A93"/>
    <w:rsid w:val="00BD4E70"/>
    <w:rsid w:val="00BD58F8"/>
    <w:rsid w:val="00BD61E7"/>
    <w:rsid w:val="00BE0937"/>
    <w:rsid w:val="00BE0A2B"/>
    <w:rsid w:val="00BE0D48"/>
    <w:rsid w:val="00BE14AC"/>
    <w:rsid w:val="00BE1A4F"/>
    <w:rsid w:val="00BE268C"/>
    <w:rsid w:val="00BE3AFA"/>
    <w:rsid w:val="00BE3FEA"/>
    <w:rsid w:val="00BE4480"/>
    <w:rsid w:val="00BE479F"/>
    <w:rsid w:val="00BE6229"/>
    <w:rsid w:val="00BE691B"/>
    <w:rsid w:val="00BE79F4"/>
    <w:rsid w:val="00BF007E"/>
    <w:rsid w:val="00BF45B2"/>
    <w:rsid w:val="00BF4956"/>
    <w:rsid w:val="00BF77CE"/>
    <w:rsid w:val="00BF793E"/>
    <w:rsid w:val="00C002D5"/>
    <w:rsid w:val="00C00AE1"/>
    <w:rsid w:val="00C00C0B"/>
    <w:rsid w:val="00C02382"/>
    <w:rsid w:val="00C03260"/>
    <w:rsid w:val="00C03C51"/>
    <w:rsid w:val="00C0591D"/>
    <w:rsid w:val="00C05FFD"/>
    <w:rsid w:val="00C10708"/>
    <w:rsid w:val="00C1099E"/>
    <w:rsid w:val="00C13606"/>
    <w:rsid w:val="00C16FC7"/>
    <w:rsid w:val="00C22C2A"/>
    <w:rsid w:val="00C251D9"/>
    <w:rsid w:val="00C270F0"/>
    <w:rsid w:val="00C31371"/>
    <w:rsid w:val="00C3137C"/>
    <w:rsid w:val="00C3213C"/>
    <w:rsid w:val="00C332D6"/>
    <w:rsid w:val="00C35340"/>
    <w:rsid w:val="00C3643A"/>
    <w:rsid w:val="00C36643"/>
    <w:rsid w:val="00C41069"/>
    <w:rsid w:val="00C4165C"/>
    <w:rsid w:val="00C42203"/>
    <w:rsid w:val="00C429EE"/>
    <w:rsid w:val="00C4370F"/>
    <w:rsid w:val="00C43743"/>
    <w:rsid w:val="00C443B3"/>
    <w:rsid w:val="00C44C7D"/>
    <w:rsid w:val="00C45465"/>
    <w:rsid w:val="00C4553C"/>
    <w:rsid w:val="00C45834"/>
    <w:rsid w:val="00C47D3C"/>
    <w:rsid w:val="00C50898"/>
    <w:rsid w:val="00C5165B"/>
    <w:rsid w:val="00C52280"/>
    <w:rsid w:val="00C52AD8"/>
    <w:rsid w:val="00C53860"/>
    <w:rsid w:val="00C53866"/>
    <w:rsid w:val="00C53A8A"/>
    <w:rsid w:val="00C55362"/>
    <w:rsid w:val="00C55718"/>
    <w:rsid w:val="00C56DF1"/>
    <w:rsid w:val="00C578E4"/>
    <w:rsid w:val="00C62ADE"/>
    <w:rsid w:val="00C62E09"/>
    <w:rsid w:val="00C63579"/>
    <w:rsid w:val="00C63C3F"/>
    <w:rsid w:val="00C63D9B"/>
    <w:rsid w:val="00C644BA"/>
    <w:rsid w:val="00C644CD"/>
    <w:rsid w:val="00C64808"/>
    <w:rsid w:val="00C64937"/>
    <w:rsid w:val="00C65711"/>
    <w:rsid w:val="00C65E82"/>
    <w:rsid w:val="00C660DA"/>
    <w:rsid w:val="00C66231"/>
    <w:rsid w:val="00C708B4"/>
    <w:rsid w:val="00C714D6"/>
    <w:rsid w:val="00C72153"/>
    <w:rsid w:val="00C72353"/>
    <w:rsid w:val="00C73DF3"/>
    <w:rsid w:val="00C73E90"/>
    <w:rsid w:val="00C742C2"/>
    <w:rsid w:val="00C76AE8"/>
    <w:rsid w:val="00C771E4"/>
    <w:rsid w:val="00C77731"/>
    <w:rsid w:val="00C80BD0"/>
    <w:rsid w:val="00C80F45"/>
    <w:rsid w:val="00C822E3"/>
    <w:rsid w:val="00C82534"/>
    <w:rsid w:val="00C8258D"/>
    <w:rsid w:val="00C83417"/>
    <w:rsid w:val="00C8418F"/>
    <w:rsid w:val="00C84DF5"/>
    <w:rsid w:val="00C87FEF"/>
    <w:rsid w:val="00C9145A"/>
    <w:rsid w:val="00C9151A"/>
    <w:rsid w:val="00C92C0E"/>
    <w:rsid w:val="00C93546"/>
    <w:rsid w:val="00C95FBF"/>
    <w:rsid w:val="00C9782D"/>
    <w:rsid w:val="00C97CA6"/>
    <w:rsid w:val="00CA0A12"/>
    <w:rsid w:val="00CA0F99"/>
    <w:rsid w:val="00CA2668"/>
    <w:rsid w:val="00CA37A1"/>
    <w:rsid w:val="00CA3CFD"/>
    <w:rsid w:val="00CA4631"/>
    <w:rsid w:val="00CA4A7A"/>
    <w:rsid w:val="00CA4C71"/>
    <w:rsid w:val="00CA4D21"/>
    <w:rsid w:val="00CB0308"/>
    <w:rsid w:val="00CB081B"/>
    <w:rsid w:val="00CB27A7"/>
    <w:rsid w:val="00CB2954"/>
    <w:rsid w:val="00CB2AEA"/>
    <w:rsid w:val="00CB2E76"/>
    <w:rsid w:val="00CB5D12"/>
    <w:rsid w:val="00CC067E"/>
    <w:rsid w:val="00CC10DE"/>
    <w:rsid w:val="00CC332A"/>
    <w:rsid w:val="00CC4B5C"/>
    <w:rsid w:val="00CC5228"/>
    <w:rsid w:val="00CC6DB3"/>
    <w:rsid w:val="00CD09BF"/>
    <w:rsid w:val="00CD21C7"/>
    <w:rsid w:val="00CD2200"/>
    <w:rsid w:val="00CD2BA4"/>
    <w:rsid w:val="00CD2E92"/>
    <w:rsid w:val="00CD3B0E"/>
    <w:rsid w:val="00CD4231"/>
    <w:rsid w:val="00CD4296"/>
    <w:rsid w:val="00CD5835"/>
    <w:rsid w:val="00CD5B2A"/>
    <w:rsid w:val="00CD5F69"/>
    <w:rsid w:val="00CD68E6"/>
    <w:rsid w:val="00CE105C"/>
    <w:rsid w:val="00CE22F3"/>
    <w:rsid w:val="00CE2624"/>
    <w:rsid w:val="00CE2FA5"/>
    <w:rsid w:val="00CE44FB"/>
    <w:rsid w:val="00CE48DD"/>
    <w:rsid w:val="00CE51A4"/>
    <w:rsid w:val="00CE6121"/>
    <w:rsid w:val="00CE6731"/>
    <w:rsid w:val="00CE72AA"/>
    <w:rsid w:val="00CF0D0B"/>
    <w:rsid w:val="00CF1EB2"/>
    <w:rsid w:val="00CF5CA4"/>
    <w:rsid w:val="00CF6307"/>
    <w:rsid w:val="00CF795F"/>
    <w:rsid w:val="00CF7C05"/>
    <w:rsid w:val="00D001F5"/>
    <w:rsid w:val="00D00D91"/>
    <w:rsid w:val="00D027D4"/>
    <w:rsid w:val="00D02B1B"/>
    <w:rsid w:val="00D034D0"/>
    <w:rsid w:val="00D03808"/>
    <w:rsid w:val="00D0392F"/>
    <w:rsid w:val="00D03A31"/>
    <w:rsid w:val="00D05916"/>
    <w:rsid w:val="00D05C58"/>
    <w:rsid w:val="00D075A8"/>
    <w:rsid w:val="00D105AE"/>
    <w:rsid w:val="00D116D2"/>
    <w:rsid w:val="00D11CEB"/>
    <w:rsid w:val="00D1258E"/>
    <w:rsid w:val="00D13A0C"/>
    <w:rsid w:val="00D13A2B"/>
    <w:rsid w:val="00D14C2B"/>
    <w:rsid w:val="00D17391"/>
    <w:rsid w:val="00D173F0"/>
    <w:rsid w:val="00D177A6"/>
    <w:rsid w:val="00D21C86"/>
    <w:rsid w:val="00D23B6F"/>
    <w:rsid w:val="00D244FB"/>
    <w:rsid w:val="00D24819"/>
    <w:rsid w:val="00D249F7"/>
    <w:rsid w:val="00D30249"/>
    <w:rsid w:val="00D30483"/>
    <w:rsid w:val="00D3131C"/>
    <w:rsid w:val="00D3198F"/>
    <w:rsid w:val="00D31C35"/>
    <w:rsid w:val="00D3244A"/>
    <w:rsid w:val="00D325DC"/>
    <w:rsid w:val="00D32BF2"/>
    <w:rsid w:val="00D34364"/>
    <w:rsid w:val="00D3448E"/>
    <w:rsid w:val="00D35665"/>
    <w:rsid w:val="00D37380"/>
    <w:rsid w:val="00D4124A"/>
    <w:rsid w:val="00D4170B"/>
    <w:rsid w:val="00D42993"/>
    <w:rsid w:val="00D42A05"/>
    <w:rsid w:val="00D434EE"/>
    <w:rsid w:val="00D439CF"/>
    <w:rsid w:val="00D448AC"/>
    <w:rsid w:val="00D456EF"/>
    <w:rsid w:val="00D45922"/>
    <w:rsid w:val="00D45A1A"/>
    <w:rsid w:val="00D471A2"/>
    <w:rsid w:val="00D475D2"/>
    <w:rsid w:val="00D50B04"/>
    <w:rsid w:val="00D50C2E"/>
    <w:rsid w:val="00D51497"/>
    <w:rsid w:val="00D51F97"/>
    <w:rsid w:val="00D52101"/>
    <w:rsid w:val="00D52244"/>
    <w:rsid w:val="00D5248A"/>
    <w:rsid w:val="00D56F5D"/>
    <w:rsid w:val="00D57556"/>
    <w:rsid w:val="00D57720"/>
    <w:rsid w:val="00D609BB"/>
    <w:rsid w:val="00D60DF8"/>
    <w:rsid w:val="00D61212"/>
    <w:rsid w:val="00D64E83"/>
    <w:rsid w:val="00D662B2"/>
    <w:rsid w:val="00D67951"/>
    <w:rsid w:val="00D67A29"/>
    <w:rsid w:val="00D67CC9"/>
    <w:rsid w:val="00D71883"/>
    <w:rsid w:val="00D71CAD"/>
    <w:rsid w:val="00D7270A"/>
    <w:rsid w:val="00D73EB8"/>
    <w:rsid w:val="00D7514D"/>
    <w:rsid w:val="00D752BC"/>
    <w:rsid w:val="00D75582"/>
    <w:rsid w:val="00D767A3"/>
    <w:rsid w:val="00D819C7"/>
    <w:rsid w:val="00D81A43"/>
    <w:rsid w:val="00D83AD9"/>
    <w:rsid w:val="00D83E4F"/>
    <w:rsid w:val="00D84531"/>
    <w:rsid w:val="00D85121"/>
    <w:rsid w:val="00D86757"/>
    <w:rsid w:val="00D86E8D"/>
    <w:rsid w:val="00D871C6"/>
    <w:rsid w:val="00D91467"/>
    <w:rsid w:val="00D921EC"/>
    <w:rsid w:val="00D929D3"/>
    <w:rsid w:val="00D92C0B"/>
    <w:rsid w:val="00D930A1"/>
    <w:rsid w:val="00D93499"/>
    <w:rsid w:val="00D93685"/>
    <w:rsid w:val="00D93E21"/>
    <w:rsid w:val="00D94228"/>
    <w:rsid w:val="00D94EED"/>
    <w:rsid w:val="00D97225"/>
    <w:rsid w:val="00DA02AB"/>
    <w:rsid w:val="00DA054B"/>
    <w:rsid w:val="00DA0C53"/>
    <w:rsid w:val="00DA12CE"/>
    <w:rsid w:val="00DA1587"/>
    <w:rsid w:val="00DA277F"/>
    <w:rsid w:val="00DA2852"/>
    <w:rsid w:val="00DA2B04"/>
    <w:rsid w:val="00DA3B2F"/>
    <w:rsid w:val="00DA3FB5"/>
    <w:rsid w:val="00DA4168"/>
    <w:rsid w:val="00DA4DD8"/>
    <w:rsid w:val="00DA5B04"/>
    <w:rsid w:val="00DB1666"/>
    <w:rsid w:val="00DB182B"/>
    <w:rsid w:val="00DB1A06"/>
    <w:rsid w:val="00DB3769"/>
    <w:rsid w:val="00DB4A77"/>
    <w:rsid w:val="00DB4A97"/>
    <w:rsid w:val="00DB4C2D"/>
    <w:rsid w:val="00DB6F94"/>
    <w:rsid w:val="00DB7005"/>
    <w:rsid w:val="00DB70D3"/>
    <w:rsid w:val="00DB716D"/>
    <w:rsid w:val="00DB76C2"/>
    <w:rsid w:val="00DC0F3D"/>
    <w:rsid w:val="00DC1F58"/>
    <w:rsid w:val="00DC23E3"/>
    <w:rsid w:val="00DC29B2"/>
    <w:rsid w:val="00DC30D0"/>
    <w:rsid w:val="00DC641C"/>
    <w:rsid w:val="00DC6D9F"/>
    <w:rsid w:val="00DC7B09"/>
    <w:rsid w:val="00DD04B2"/>
    <w:rsid w:val="00DD1E22"/>
    <w:rsid w:val="00DD2066"/>
    <w:rsid w:val="00DD2983"/>
    <w:rsid w:val="00DD2E4B"/>
    <w:rsid w:val="00DD3229"/>
    <w:rsid w:val="00DD3569"/>
    <w:rsid w:val="00DD3B87"/>
    <w:rsid w:val="00DD582F"/>
    <w:rsid w:val="00DD5BA9"/>
    <w:rsid w:val="00DD6E46"/>
    <w:rsid w:val="00DD7869"/>
    <w:rsid w:val="00DD7C08"/>
    <w:rsid w:val="00DE07FA"/>
    <w:rsid w:val="00DE34F6"/>
    <w:rsid w:val="00DE40F7"/>
    <w:rsid w:val="00DE43CA"/>
    <w:rsid w:val="00DE4700"/>
    <w:rsid w:val="00DF04C2"/>
    <w:rsid w:val="00DF2985"/>
    <w:rsid w:val="00DF36B8"/>
    <w:rsid w:val="00DF3BB8"/>
    <w:rsid w:val="00DF54A7"/>
    <w:rsid w:val="00DF59AA"/>
    <w:rsid w:val="00DF59D1"/>
    <w:rsid w:val="00DF71B1"/>
    <w:rsid w:val="00E03412"/>
    <w:rsid w:val="00E03C2B"/>
    <w:rsid w:val="00E04B9E"/>
    <w:rsid w:val="00E050C8"/>
    <w:rsid w:val="00E05683"/>
    <w:rsid w:val="00E05C59"/>
    <w:rsid w:val="00E0664B"/>
    <w:rsid w:val="00E069A6"/>
    <w:rsid w:val="00E076B5"/>
    <w:rsid w:val="00E11C83"/>
    <w:rsid w:val="00E12D3B"/>
    <w:rsid w:val="00E12EA1"/>
    <w:rsid w:val="00E1523D"/>
    <w:rsid w:val="00E20BFB"/>
    <w:rsid w:val="00E22575"/>
    <w:rsid w:val="00E2296A"/>
    <w:rsid w:val="00E22C74"/>
    <w:rsid w:val="00E22F9E"/>
    <w:rsid w:val="00E2308E"/>
    <w:rsid w:val="00E23678"/>
    <w:rsid w:val="00E2385C"/>
    <w:rsid w:val="00E243F0"/>
    <w:rsid w:val="00E244E2"/>
    <w:rsid w:val="00E25988"/>
    <w:rsid w:val="00E26704"/>
    <w:rsid w:val="00E26C79"/>
    <w:rsid w:val="00E26E5B"/>
    <w:rsid w:val="00E27DA6"/>
    <w:rsid w:val="00E3022E"/>
    <w:rsid w:val="00E3045C"/>
    <w:rsid w:val="00E3119F"/>
    <w:rsid w:val="00E328B0"/>
    <w:rsid w:val="00E337E5"/>
    <w:rsid w:val="00E33804"/>
    <w:rsid w:val="00E34BFB"/>
    <w:rsid w:val="00E36417"/>
    <w:rsid w:val="00E36452"/>
    <w:rsid w:val="00E365DD"/>
    <w:rsid w:val="00E36E95"/>
    <w:rsid w:val="00E373B8"/>
    <w:rsid w:val="00E37748"/>
    <w:rsid w:val="00E37DD8"/>
    <w:rsid w:val="00E4142C"/>
    <w:rsid w:val="00E430B8"/>
    <w:rsid w:val="00E43FAD"/>
    <w:rsid w:val="00E443EB"/>
    <w:rsid w:val="00E44897"/>
    <w:rsid w:val="00E44B39"/>
    <w:rsid w:val="00E45282"/>
    <w:rsid w:val="00E45782"/>
    <w:rsid w:val="00E505CB"/>
    <w:rsid w:val="00E513EC"/>
    <w:rsid w:val="00E513F7"/>
    <w:rsid w:val="00E521FC"/>
    <w:rsid w:val="00E53C60"/>
    <w:rsid w:val="00E56A1B"/>
    <w:rsid w:val="00E57966"/>
    <w:rsid w:val="00E6045C"/>
    <w:rsid w:val="00E612CC"/>
    <w:rsid w:val="00E634CC"/>
    <w:rsid w:val="00E644BE"/>
    <w:rsid w:val="00E64B1F"/>
    <w:rsid w:val="00E64B21"/>
    <w:rsid w:val="00E66F0A"/>
    <w:rsid w:val="00E7126F"/>
    <w:rsid w:val="00E73361"/>
    <w:rsid w:val="00E74530"/>
    <w:rsid w:val="00E75024"/>
    <w:rsid w:val="00E757D2"/>
    <w:rsid w:val="00E802B3"/>
    <w:rsid w:val="00E805BC"/>
    <w:rsid w:val="00E81957"/>
    <w:rsid w:val="00E8255A"/>
    <w:rsid w:val="00E8484F"/>
    <w:rsid w:val="00E86070"/>
    <w:rsid w:val="00E86F10"/>
    <w:rsid w:val="00E90EE7"/>
    <w:rsid w:val="00E91CB6"/>
    <w:rsid w:val="00E91FB8"/>
    <w:rsid w:val="00E9220D"/>
    <w:rsid w:val="00E9283C"/>
    <w:rsid w:val="00E93EF0"/>
    <w:rsid w:val="00E9418B"/>
    <w:rsid w:val="00E94393"/>
    <w:rsid w:val="00E9458F"/>
    <w:rsid w:val="00E94B3B"/>
    <w:rsid w:val="00E9583B"/>
    <w:rsid w:val="00E95F45"/>
    <w:rsid w:val="00E9637F"/>
    <w:rsid w:val="00EA0143"/>
    <w:rsid w:val="00EA089F"/>
    <w:rsid w:val="00EA271A"/>
    <w:rsid w:val="00EA2D0E"/>
    <w:rsid w:val="00EA31A1"/>
    <w:rsid w:val="00EA52EC"/>
    <w:rsid w:val="00EB1115"/>
    <w:rsid w:val="00EB166D"/>
    <w:rsid w:val="00EB2A07"/>
    <w:rsid w:val="00EB2AFB"/>
    <w:rsid w:val="00EB2F3D"/>
    <w:rsid w:val="00EB4A6C"/>
    <w:rsid w:val="00EB5946"/>
    <w:rsid w:val="00EB6298"/>
    <w:rsid w:val="00EB66BA"/>
    <w:rsid w:val="00EC01FA"/>
    <w:rsid w:val="00EC112F"/>
    <w:rsid w:val="00EC153D"/>
    <w:rsid w:val="00EC23D2"/>
    <w:rsid w:val="00EC24FE"/>
    <w:rsid w:val="00EC31EC"/>
    <w:rsid w:val="00EC4AA4"/>
    <w:rsid w:val="00EC51C8"/>
    <w:rsid w:val="00EC54FE"/>
    <w:rsid w:val="00EC7C78"/>
    <w:rsid w:val="00ED1468"/>
    <w:rsid w:val="00ED1B8B"/>
    <w:rsid w:val="00ED2546"/>
    <w:rsid w:val="00ED3C31"/>
    <w:rsid w:val="00ED4C24"/>
    <w:rsid w:val="00ED4DCC"/>
    <w:rsid w:val="00ED70E2"/>
    <w:rsid w:val="00EE05E5"/>
    <w:rsid w:val="00EE0BFD"/>
    <w:rsid w:val="00EE0E7E"/>
    <w:rsid w:val="00EE1D2B"/>
    <w:rsid w:val="00EE3C9C"/>
    <w:rsid w:val="00EE429A"/>
    <w:rsid w:val="00EE460D"/>
    <w:rsid w:val="00EE6FE8"/>
    <w:rsid w:val="00EE7F25"/>
    <w:rsid w:val="00EF0854"/>
    <w:rsid w:val="00EF096D"/>
    <w:rsid w:val="00EF0C54"/>
    <w:rsid w:val="00EF1687"/>
    <w:rsid w:val="00EF5579"/>
    <w:rsid w:val="00EF5913"/>
    <w:rsid w:val="00F00A14"/>
    <w:rsid w:val="00F00DD8"/>
    <w:rsid w:val="00F011AF"/>
    <w:rsid w:val="00F02AE7"/>
    <w:rsid w:val="00F02CA1"/>
    <w:rsid w:val="00F03010"/>
    <w:rsid w:val="00F03AF6"/>
    <w:rsid w:val="00F03AFD"/>
    <w:rsid w:val="00F0416F"/>
    <w:rsid w:val="00F04194"/>
    <w:rsid w:val="00F04833"/>
    <w:rsid w:val="00F05A7E"/>
    <w:rsid w:val="00F05ADF"/>
    <w:rsid w:val="00F06FA6"/>
    <w:rsid w:val="00F077F0"/>
    <w:rsid w:val="00F1004F"/>
    <w:rsid w:val="00F11EF4"/>
    <w:rsid w:val="00F122C2"/>
    <w:rsid w:val="00F142CD"/>
    <w:rsid w:val="00F148E1"/>
    <w:rsid w:val="00F149BE"/>
    <w:rsid w:val="00F15252"/>
    <w:rsid w:val="00F15552"/>
    <w:rsid w:val="00F15CF5"/>
    <w:rsid w:val="00F16F60"/>
    <w:rsid w:val="00F172DA"/>
    <w:rsid w:val="00F177C3"/>
    <w:rsid w:val="00F20BC2"/>
    <w:rsid w:val="00F20F09"/>
    <w:rsid w:val="00F2115D"/>
    <w:rsid w:val="00F23C62"/>
    <w:rsid w:val="00F24DAB"/>
    <w:rsid w:val="00F25D7E"/>
    <w:rsid w:val="00F25F05"/>
    <w:rsid w:val="00F27CC4"/>
    <w:rsid w:val="00F27E94"/>
    <w:rsid w:val="00F31826"/>
    <w:rsid w:val="00F3225F"/>
    <w:rsid w:val="00F322AB"/>
    <w:rsid w:val="00F342EB"/>
    <w:rsid w:val="00F346DF"/>
    <w:rsid w:val="00F347B0"/>
    <w:rsid w:val="00F34C64"/>
    <w:rsid w:val="00F3617C"/>
    <w:rsid w:val="00F37C48"/>
    <w:rsid w:val="00F40DBD"/>
    <w:rsid w:val="00F4216B"/>
    <w:rsid w:val="00F42633"/>
    <w:rsid w:val="00F42B56"/>
    <w:rsid w:val="00F42D88"/>
    <w:rsid w:val="00F46C10"/>
    <w:rsid w:val="00F5098D"/>
    <w:rsid w:val="00F50C70"/>
    <w:rsid w:val="00F52D01"/>
    <w:rsid w:val="00F5389E"/>
    <w:rsid w:val="00F5518C"/>
    <w:rsid w:val="00F556DD"/>
    <w:rsid w:val="00F558AF"/>
    <w:rsid w:val="00F5740B"/>
    <w:rsid w:val="00F610FD"/>
    <w:rsid w:val="00F6172B"/>
    <w:rsid w:val="00F61E1F"/>
    <w:rsid w:val="00F62970"/>
    <w:rsid w:val="00F62B1E"/>
    <w:rsid w:val="00F6354B"/>
    <w:rsid w:val="00F63979"/>
    <w:rsid w:val="00F65153"/>
    <w:rsid w:val="00F6597F"/>
    <w:rsid w:val="00F677F5"/>
    <w:rsid w:val="00F70423"/>
    <w:rsid w:val="00F72A0C"/>
    <w:rsid w:val="00F73079"/>
    <w:rsid w:val="00F74807"/>
    <w:rsid w:val="00F74AC6"/>
    <w:rsid w:val="00F75A66"/>
    <w:rsid w:val="00F76C22"/>
    <w:rsid w:val="00F775B0"/>
    <w:rsid w:val="00F776C9"/>
    <w:rsid w:val="00F77EEB"/>
    <w:rsid w:val="00F81B44"/>
    <w:rsid w:val="00F85734"/>
    <w:rsid w:val="00F8628B"/>
    <w:rsid w:val="00F86516"/>
    <w:rsid w:val="00F87EB1"/>
    <w:rsid w:val="00F905C8"/>
    <w:rsid w:val="00F90D11"/>
    <w:rsid w:val="00F91444"/>
    <w:rsid w:val="00F925E6"/>
    <w:rsid w:val="00F94335"/>
    <w:rsid w:val="00F94E79"/>
    <w:rsid w:val="00F9572C"/>
    <w:rsid w:val="00F9646F"/>
    <w:rsid w:val="00F96606"/>
    <w:rsid w:val="00F968C5"/>
    <w:rsid w:val="00F96AE7"/>
    <w:rsid w:val="00FA0607"/>
    <w:rsid w:val="00FA071D"/>
    <w:rsid w:val="00FA0AF1"/>
    <w:rsid w:val="00FA2443"/>
    <w:rsid w:val="00FA52EA"/>
    <w:rsid w:val="00FA6E90"/>
    <w:rsid w:val="00FA7093"/>
    <w:rsid w:val="00FA70AC"/>
    <w:rsid w:val="00FB014E"/>
    <w:rsid w:val="00FB12D1"/>
    <w:rsid w:val="00FB16DD"/>
    <w:rsid w:val="00FB2F0E"/>
    <w:rsid w:val="00FB3C80"/>
    <w:rsid w:val="00FB4664"/>
    <w:rsid w:val="00FB4821"/>
    <w:rsid w:val="00FB4B0D"/>
    <w:rsid w:val="00FB4BBF"/>
    <w:rsid w:val="00FB77B6"/>
    <w:rsid w:val="00FC08A4"/>
    <w:rsid w:val="00FC1C91"/>
    <w:rsid w:val="00FC35A2"/>
    <w:rsid w:val="00FC3989"/>
    <w:rsid w:val="00FC4E78"/>
    <w:rsid w:val="00FC5CA3"/>
    <w:rsid w:val="00FC5D39"/>
    <w:rsid w:val="00FC653C"/>
    <w:rsid w:val="00FD1680"/>
    <w:rsid w:val="00FD1744"/>
    <w:rsid w:val="00FD2039"/>
    <w:rsid w:val="00FD20FE"/>
    <w:rsid w:val="00FD36BA"/>
    <w:rsid w:val="00FD4002"/>
    <w:rsid w:val="00FD4482"/>
    <w:rsid w:val="00FD49DA"/>
    <w:rsid w:val="00FD5551"/>
    <w:rsid w:val="00FD5859"/>
    <w:rsid w:val="00FD6286"/>
    <w:rsid w:val="00FD639E"/>
    <w:rsid w:val="00FD6753"/>
    <w:rsid w:val="00FD6F14"/>
    <w:rsid w:val="00FD7B23"/>
    <w:rsid w:val="00FD7C64"/>
    <w:rsid w:val="00FE031A"/>
    <w:rsid w:val="00FE1114"/>
    <w:rsid w:val="00FE1121"/>
    <w:rsid w:val="00FE1293"/>
    <w:rsid w:val="00FE2703"/>
    <w:rsid w:val="00FE2CAF"/>
    <w:rsid w:val="00FE2F58"/>
    <w:rsid w:val="00FE3F02"/>
    <w:rsid w:val="00FE427D"/>
    <w:rsid w:val="00FE5779"/>
    <w:rsid w:val="00FE733F"/>
    <w:rsid w:val="00FF029F"/>
    <w:rsid w:val="00FF31DF"/>
    <w:rsid w:val="00FF4113"/>
    <w:rsid w:val="00FF58D8"/>
    <w:rsid w:val="00FF71EB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B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337E5"/>
    <w:pPr>
      <w:ind w:left="720"/>
      <w:contextualSpacing/>
    </w:pPr>
  </w:style>
  <w:style w:type="paragraph" w:customStyle="1" w:styleId="ConsPlusNormal">
    <w:name w:val="ConsPlusNormal"/>
    <w:uiPriority w:val="99"/>
    <w:rsid w:val="002C73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1C66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A86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61B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A86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61B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175</Words>
  <Characters>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TimohinIN</dc:creator>
  <cp:keywords/>
  <dc:description/>
  <cp:lastModifiedBy>user</cp:lastModifiedBy>
  <cp:revision>9</cp:revision>
  <cp:lastPrinted>2014-10-15T08:26:00Z</cp:lastPrinted>
  <dcterms:created xsi:type="dcterms:W3CDTF">2014-10-15T07:44:00Z</dcterms:created>
  <dcterms:modified xsi:type="dcterms:W3CDTF">2014-11-11T13:08:00Z</dcterms:modified>
</cp:coreProperties>
</file>