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0D" w:rsidRDefault="0065510D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65510D" w:rsidRDefault="0065510D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10D" w:rsidRDefault="0065510D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10D" w:rsidRDefault="0065510D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10D" w:rsidRDefault="0065510D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10D" w:rsidRPr="00070DEC" w:rsidRDefault="0065510D" w:rsidP="00F01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DEC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DEC">
        <w:rPr>
          <w:rFonts w:ascii="Times New Roman" w:hAnsi="Times New Roman" w:cs="Times New Roman"/>
          <w:b/>
          <w:sz w:val="28"/>
          <w:szCs w:val="28"/>
        </w:rPr>
        <w:t>в Закон Ульяновской области</w:t>
      </w:r>
    </w:p>
    <w:p w:rsidR="0065510D" w:rsidRPr="00070DEC" w:rsidRDefault="0065510D" w:rsidP="00F01B8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DEC">
        <w:rPr>
          <w:rFonts w:ascii="Times New Roman" w:hAnsi="Times New Roman" w:cs="Times New Roman"/>
          <w:b/>
          <w:sz w:val="28"/>
          <w:szCs w:val="28"/>
        </w:rPr>
        <w:t>«</w:t>
      </w:r>
      <w:r w:rsidRPr="00070DEC">
        <w:rPr>
          <w:rFonts w:ascii="Times New Roman" w:hAnsi="Times New Roman" w:cs="Times New Roman"/>
          <w:b/>
          <w:bCs/>
          <w:sz w:val="28"/>
          <w:szCs w:val="28"/>
        </w:rPr>
        <w:t>О промышленной политике в Ульяновской области</w:t>
      </w:r>
      <w:r w:rsidRPr="00070DEC">
        <w:rPr>
          <w:rFonts w:ascii="Times New Roman" w:hAnsi="Times New Roman" w:cs="Times New Roman"/>
          <w:b/>
          <w:sz w:val="28"/>
          <w:szCs w:val="28"/>
        </w:rPr>
        <w:t>»</w:t>
      </w:r>
    </w:p>
    <w:p w:rsidR="0065510D" w:rsidRDefault="0065510D" w:rsidP="00F01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DEC">
        <w:rPr>
          <w:rFonts w:ascii="Times New Roman" w:hAnsi="Times New Roman" w:cs="Times New Roman"/>
          <w:b/>
          <w:sz w:val="28"/>
          <w:szCs w:val="28"/>
        </w:rPr>
        <w:t>и признании утратившим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70DEC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bookmarkStart w:id="0" w:name="sub_4"/>
      <w:r>
        <w:rPr>
          <w:rFonts w:ascii="Times New Roman" w:hAnsi="Times New Roman" w:cs="Times New Roman"/>
          <w:b/>
          <w:sz w:val="28"/>
          <w:szCs w:val="28"/>
        </w:rPr>
        <w:t>отдельных положений</w:t>
      </w:r>
    </w:p>
    <w:p w:rsidR="0065510D" w:rsidRPr="00070DEC" w:rsidRDefault="0065510D" w:rsidP="00F01B8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законодательных актов Ульяновской области</w:t>
      </w: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Pr="00D67E4F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222225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510D" w:rsidRDefault="0065510D" w:rsidP="00F01B8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>Статья 1</w:t>
      </w:r>
      <w:bookmarkStart w:id="1" w:name="_GoBack"/>
      <w:bookmarkEnd w:id="1"/>
    </w:p>
    <w:p w:rsidR="0065510D" w:rsidRDefault="0065510D" w:rsidP="00F01B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0D" w:rsidRPr="00F01B8C" w:rsidRDefault="0065510D" w:rsidP="00F01B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0D" w:rsidRDefault="0065510D" w:rsidP="00F01B8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22222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225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9 ноября </w:t>
      </w:r>
      <w:r w:rsidRPr="00222225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2225">
        <w:rPr>
          <w:rFonts w:ascii="Times New Roman" w:hAnsi="Times New Roman" w:cs="Times New Roman"/>
          <w:sz w:val="28"/>
          <w:szCs w:val="28"/>
        </w:rPr>
        <w:t xml:space="preserve"> года № 0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222225">
        <w:rPr>
          <w:rFonts w:ascii="Times New Roman" w:hAnsi="Times New Roman" w:cs="Times New Roman"/>
          <w:sz w:val="28"/>
          <w:szCs w:val="28"/>
        </w:rPr>
        <w:t xml:space="preserve">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222225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промышленной политике в</w:t>
      </w:r>
      <w:r w:rsidRPr="00222225">
        <w:rPr>
          <w:rFonts w:ascii="Times New Roman" w:hAnsi="Times New Roman" w:cs="Times New Roman"/>
          <w:sz w:val="28"/>
          <w:szCs w:val="28"/>
        </w:rPr>
        <w:t xml:space="preserve"> Ульяновской области» </w:t>
      </w:r>
      <w:r>
        <w:rPr>
          <w:rFonts w:ascii="Times New Roman" w:hAnsi="Times New Roman"/>
          <w:sz w:val="28"/>
        </w:rPr>
        <w:t xml:space="preserve">(«Ульяновская правда» </w:t>
      </w:r>
      <w:r>
        <w:rPr>
          <w:rFonts w:ascii="Times New Roman" w:hAnsi="Times New Roman"/>
          <w:sz w:val="28"/>
        </w:rPr>
        <w:br/>
        <w:t xml:space="preserve">от 16.11.2004 № 219; от 12.12.2007 № 106; от 07.11.2008 № 91; от 12.11.2010 № 92; от 06.04.2011 № 36; от 07.10.2011 № 113; от </w:t>
      </w:r>
      <w:r>
        <w:rPr>
          <w:rFonts w:ascii="Times New Roman" w:hAnsi="Times New Roman" w:cs="Times New Roman"/>
          <w:sz w:val="28"/>
          <w:szCs w:val="28"/>
        </w:rPr>
        <w:t xml:space="preserve">10.10.2012 № 111) </w:t>
      </w:r>
      <w:r w:rsidRPr="0022222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5510D" w:rsidRPr="00222225" w:rsidRDefault="0065510D" w:rsidP="00F01B8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статью 6 признать утратившей силу;</w:t>
      </w:r>
    </w:p>
    <w:p w:rsidR="0065510D" w:rsidRPr="00222225" w:rsidRDefault="0065510D" w:rsidP="00F01B8C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статью 8 изложить в следующей редакции</w:t>
      </w:r>
      <w:r w:rsidRPr="002222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5510D" w:rsidRDefault="0065510D" w:rsidP="004B4E74">
      <w:pPr>
        <w:pStyle w:val="ConsPlusNormal"/>
        <w:ind w:left="1985" w:hanging="127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77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AF08DD">
        <w:rPr>
          <w:rFonts w:ascii="Times New Roman" w:hAnsi="Times New Roman" w:cs="Times New Roman"/>
          <w:b/>
          <w:sz w:val="28"/>
          <w:szCs w:val="28"/>
        </w:rPr>
        <w:t>Информационно-аналити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ческое обеспечение промышленной                              </w:t>
      </w:r>
      <w:r w:rsidRPr="00AF08DD">
        <w:rPr>
          <w:rFonts w:ascii="Times New Roman" w:hAnsi="Times New Roman" w:cs="Times New Roman"/>
          <w:b/>
          <w:sz w:val="28"/>
          <w:szCs w:val="28"/>
        </w:rPr>
        <w:t>политики</w:t>
      </w:r>
    </w:p>
    <w:p w:rsidR="0065510D" w:rsidRPr="00F01B8C" w:rsidRDefault="0065510D" w:rsidP="00F01B8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5510D" w:rsidRPr="00F01B8C" w:rsidRDefault="0065510D" w:rsidP="00F01B8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5510D" w:rsidRDefault="0065510D" w:rsidP="00F01B8C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Информационно-аналитическое обеспечение промышленной политики осуществляется Правительством Ульяновской области. Информационно-аналитическое обеспечение промышленной политики включает в себя сбор, обобщение, анализ и оценку информации о промышленной деятельности, а также использование результатов оценки указанной информации для выработки решений в сфере промышленной политики.»;</w:t>
      </w:r>
    </w:p>
    <w:p w:rsidR="0065510D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части 1 статьи 10 слова «концепцией и» исключить;</w:t>
      </w:r>
    </w:p>
    <w:p w:rsidR="0065510D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A75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статье 11:</w:t>
      </w:r>
    </w:p>
    <w:p w:rsidR="0065510D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7 признать утратившим силу;</w:t>
      </w:r>
    </w:p>
    <w:p w:rsidR="0065510D" w:rsidRDefault="0065510D" w:rsidP="00F01B8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пункте 10 слова «путём формирования и ведения базы данных инвестиционных проектов» исключить;</w:t>
      </w:r>
    </w:p>
    <w:p w:rsidR="0065510D" w:rsidRDefault="0065510D" w:rsidP="00F01B8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11 изложить в следующей редакции:</w:t>
      </w:r>
    </w:p>
    <w:p w:rsidR="0065510D" w:rsidRDefault="0065510D" w:rsidP="00F01B8C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«11) предоставление налоговых льгот по региональным налогам и иных преимуществ в сфере налогообложения в случаях и в пределах, определённых законодательством о налогах и сборах;»;</w:t>
      </w:r>
    </w:p>
    <w:p w:rsidR="0065510D" w:rsidRPr="006E0C1B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6E0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14 признать утратившим силу.</w:t>
      </w:r>
    </w:p>
    <w:p w:rsidR="0065510D" w:rsidRPr="00EF05FC" w:rsidRDefault="0065510D" w:rsidP="00EF05FC">
      <w:pPr>
        <w:pStyle w:val="ConsPlusNormal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t xml:space="preserve"> </w:t>
      </w:r>
    </w:p>
    <w:p w:rsidR="0065510D" w:rsidRDefault="0065510D" w:rsidP="00EF05F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25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65510D" w:rsidRPr="00EF05FC" w:rsidRDefault="0065510D" w:rsidP="00EF05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0D" w:rsidRPr="00EF05FC" w:rsidRDefault="0065510D" w:rsidP="00EF05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0D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24E4">
        <w:rPr>
          <w:rFonts w:ascii="Times New Roman" w:hAnsi="Times New Roman" w:cs="Times New Roman"/>
          <w:sz w:val="28"/>
          <w:szCs w:val="28"/>
        </w:rPr>
        <w:t>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24E4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5510D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пункт 7 </w:t>
      </w:r>
      <w:r w:rsidRPr="001F24E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24E4">
        <w:rPr>
          <w:rFonts w:ascii="Times New Roman" w:hAnsi="Times New Roman" w:cs="Times New Roman"/>
          <w:sz w:val="28"/>
          <w:szCs w:val="28"/>
        </w:rPr>
        <w:t xml:space="preserve"> Ульяновской области от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2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1F24E4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24E4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211</w:t>
      </w:r>
      <w:r w:rsidRPr="001F24E4">
        <w:rPr>
          <w:rFonts w:ascii="Times New Roman" w:hAnsi="Times New Roman" w:cs="Times New Roman"/>
          <w:sz w:val="28"/>
          <w:szCs w:val="28"/>
        </w:rPr>
        <w:t>-ЗО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Закон Ульяновской о</w:t>
      </w:r>
      <w:r w:rsidRPr="001F24E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ласти «О промышленной политике в Ульяновской области» </w:t>
      </w:r>
      <w:r w:rsidRPr="001F24E4">
        <w:rPr>
          <w:rFonts w:ascii="Times New Roman" w:hAnsi="Times New Roman" w:cs="Times New Roman"/>
          <w:sz w:val="28"/>
          <w:szCs w:val="28"/>
        </w:rPr>
        <w:t xml:space="preserve">(«Ульяновская правда» от </w:t>
      </w:r>
      <w:r>
        <w:rPr>
          <w:rFonts w:ascii="Times New Roman" w:hAnsi="Times New Roman" w:cs="Times New Roman"/>
          <w:sz w:val="28"/>
          <w:szCs w:val="28"/>
        </w:rPr>
        <w:t>12.12</w:t>
      </w:r>
      <w:r w:rsidRPr="001F24E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1F24E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106; </w:t>
      </w:r>
      <w:r>
        <w:rPr>
          <w:rFonts w:ascii="Times New Roman" w:hAnsi="Times New Roman" w:cs="Times New Roman"/>
          <w:sz w:val="28"/>
          <w:szCs w:val="28"/>
        </w:rPr>
        <w:br/>
        <w:t>от 07.10.2011 № 113; от 10.10.2012 № 111</w:t>
      </w:r>
      <w:r w:rsidRPr="001F24E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510D" w:rsidRPr="001F24E4" w:rsidRDefault="0065510D" w:rsidP="00F01B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1 статьи 1 </w:t>
      </w:r>
      <w:r w:rsidRPr="001F24E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24E4">
        <w:rPr>
          <w:rFonts w:ascii="Times New Roman" w:hAnsi="Times New Roman" w:cs="Times New Roman"/>
          <w:sz w:val="28"/>
          <w:szCs w:val="28"/>
        </w:rPr>
        <w:t xml:space="preserve">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4 октября </w:t>
      </w:r>
      <w:r w:rsidRPr="001F24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F24E4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 161</w:t>
      </w:r>
      <w:r w:rsidRPr="001F24E4">
        <w:rPr>
          <w:rFonts w:ascii="Times New Roman" w:hAnsi="Times New Roman" w:cs="Times New Roman"/>
          <w:sz w:val="28"/>
          <w:szCs w:val="28"/>
        </w:rPr>
        <w:t>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промышленной политике в Ульяновской области» и признании утратившими силу отдельных положений законодательных актов Ульяновской области» </w:t>
      </w:r>
      <w:r w:rsidRPr="001F24E4">
        <w:rPr>
          <w:rFonts w:ascii="Times New Roman" w:hAnsi="Times New Roman" w:cs="Times New Roman"/>
          <w:sz w:val="28"/>
          <w:szCs w:val="28"/>
        </w:rPr>
        <w:t xml:space="preserve">(«Ульяновская правда» от </w:t>
      </w:r>
      <w:r>
        <w:rPr>
          <w:rFonts w:ascii="Times New Roman" w:hAnsi="Times New Roman" w:cs="Times New Roman"/>
          <w:sz w:val="28"/>
          <w:szCs w:val="28"/>
        </w:rPr>
        <w:t>07.10</w:t>
      </w:r>
      <w:r w:rsidRPr="001F24E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F24E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113; от 10.10.2012 № 111</w:t>
      </w:r>
      <w:r w:rsidRPr="001F24E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10D" w:rsidRPr="007F40A1" w:rsidRDefault="0065510D" w:rsidP="004A4B38">
      <w:pPr>
        <w:widowControl/>
        <w:ind w:firstLine="720"/>
        <w:jc w:val="both"/>
        <w:rPr>
          <w:rFonts w:ascii="Times New Roman" w:hAnsi="Times New Roman" w:cs="Times New Roman"/>
          <w:sz w:val="20"/>
          <w:szCs w:val="28"/>
        </w:rPr>
      </w:pPr>
    </w:p>
    <w:p w:rsidR="0065510D" w:rsidRPr="00EF05FC" w:rsidRDefault="0065510D" w:rsidP="004A4B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510D" w:rsidRPr="00EF05FC" w:rsidRDefault="0065510D" w:rsidP="004A4B38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5510D" w:rsidRPr="001C6332" w:rsidRDefault="0065510D" w:rsidP="004A4B3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332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1C6332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65510D" w:rsidRPr="007F40A1" w:rsidRDefault="0065510D" w:rsidP="00EF05FC">
      <w:pPr>
        <w:jc w:val="center"/>
        <w:rPr>
          <w:rFonts w:ascii="Times New Roman" w:hAnsi="Times New Roman" w:cs="Times New Roman"/>
          <w:sz w:val="20"/>
          <w:szCs w:val="28"/>
        </w:rPr>
      </w:pPr>
    </w:p>
    <w:p w:rsidR="0065510D" w:rsidRPr="00883C21" w:rsidRDefault="0065510D" w:rsidP="00EF05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10D" w:rsidRPr="00883C21" w:rsidRDefault="0065510D" w:rsidP="00EF05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10D" w:rsidRPr="001C6332" w:rsidRDefault="0065510D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332">
        <w:rPr>
          <w:rFonts w:ascii="Times New Roman" w:hAnsi="Times New Roman" w:cs="Times New Roman"/>
          <w:sz w:val="28"/>
          <w:szCs w:val="28"/>
        </w:rPr>
        <w:t>. Ульяновск</w:t>
      </w:r>
    </w:p>
    <w:p w:rsidR="0065510D" w:rsidRPr="001C6332" w:rsidRDefault="0065510D" w:rsidP="004A4B38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Pr="001C6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4 г"/>
        </w:smartTagPr>
        <w:r w:rsidRPr="001C6332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1C6332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1C6332">
        <w:rPr>
          <w:rFonts w:ascii="Times New Roman" w:hAnsi="Times New Roman" w:cs="Times New Roman"/>
          <w:sz w:val="28"/>
          <w:szCs w:val="28"/>
        </w:rPr>
        <w:t>.</w:t>
      </w:r>
    </w:p>
    <w:p w:rsidR="0065510D" w:rsidRPr="001C6332" w:rsidRDefault="0065510D" w:rsidP="004A4B38">
      <w:pPr>
        <w:spacing w:line="312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633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184</w:t>
      </w:r>
      <w:r w:rsidRPr="001C6332">
        <w:rPr>
          <w:rFonts w:ascii="Times New Roman" w:hAnsi="Times New Roman" w:cs="Times New Roman"/>
          <w:sz w:val="28"/>
          <w:szCs w:val="28"/>
        </w:rPr>
        <w:t>-ЗО</w:t>
      </w:r>
    </w:p>
    <w:sectPr w:rsidR="0065510D" w:rsidRPr="001C6332" w:rsidSect="00EF05FC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0D" w:rsidRDefault="0065510D">
      <w:r>
        <w:separator/>
      </w:r>
    </w:p>
  </w:endnote>
  <w:endnote w:type="continuationSeparator" w:id="0">
    <w:p w:rsidR="0065510D" w:rsidRDefault="00655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10D" w:rsidRPr="00EF05FC" w:rsidRDefault="0065510D" w:rsidP="00EF05FC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EF05FC">
      <w:rPr>
        <w:rFonts w:ascii="Times New Roman" w:hAnsi="Times New Roman" w:cs="Times New Roman"/>
        <w:sz w:val="16"/>
        <w:szCs w:val="16"/>
      </w:rPr>
      <w:t>2608чл1</w:t>
    </w:r>
  </w:p>
  <w:p w:rsidR="0065510D" w:rsidRPr="00665838" w:rsidRDefault="0065510D" w:rsidP="00665838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0D" w:rsidRDefault="0065510D">
      <w:r>
        <w:separator/>
      </w:r>
    </w:p>
  </w:footnote>
  <w:footnote w:type="continuationSeparator" w:id="0">
    <w:p w:rsidR="0065510D" w:rsidRDefault="00655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10D" w:rsidRPr="00407ED8" w:rsidRDefault="0065510D" w:rsidP="00407ED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407ED8">
      <w:rPr>
        <w:rStyle w:val="PageNumber"/>
        <w:rFonts w:ascii="Times New Roman" w:hAnsi="Times New Roman"/>
        <w:sz w:val="28"/>
        <w:szCs w:val="28"/>
      </w:rPr>
      <w:fldChar w:fldCharType="begin"/>
    </w:r>
    <w:r w:rsidRPr="00407ED8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407ED8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407ED8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81EA8"/>
    <w:multiLevelType w:val="hybridMultilevel"/>
    <w:tmpl w:val="FAC8787C"/>
    <w:lvl w:ilvl="0" w:tplc="023AC6C4">
      <w:start w:val="1"/>
      <w:numFmt w:val="decimal"/>
      <w:suff w:val="space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5F5"/>
    <w:rsid w:val="00002673"/>
    <w:rsid w:val="000136B6"/>
    <w:rsid w:val="00025632"/>
    <w:rsid w:val="000329B2"/>
    <w:rsid w:val="00040678"/>
    <w:rsid w:val="00070DEC"/>
    <w:rsid w:val="000D06B3"/>
    <w:rsid w:val="000F0636"/>
    <w:rsid w:val="001143C9"/>
    <w:rsid w:val="00124150"/>
    <w:rsid w:val="00124EC8"/>
    <w:rsid w:val="001725CC"/>
    <w:rsid w:val="00191F10"/>
    <w:rsid w:val="00193423"/>
    <w:rsid w:val="00194DCC"/>
    <w:rsid w:val="00195ECB"/>
    <w:rsid w:val="00197244"/>
    <w:rsid w:val="001B0A9D"/>
    <w:rsid w:val="001B0EB7"/>
    <w:rsid w:val="001C6332"/>
    <w:rsid w:val="001F24E4"/>
    <w:rsid w:val="00222225"/>
    <w:rsid w:val="00235525"/>
    <w:rsid w:val="00243552"/>
    <w:rsid w:val="002517D9"/>
    <w:rsid w:val="00281751"/>
    <w:rsid w:val="002B0128"/>
    <w:rsid w:val="002B0F8D"/>
    <w:rsid w:val="002D17EB"/>
    <w:rsid w:val="002E14B4"/>
    <w:rsid w:val="002F296F"/>
    <w:rsid w:val="002F5CD5"/>
    <w:rsid w:val="0030249A"/>
    <w:rsid w:val="00302B5A"/>
    <w:rsid w:val="00307A0B"/>
    <w:rsid w:val="00325E48"/>
    <w:rsid w:val="00350DE9"/>
    <w:rsid w:val="003540AD"/>
    <w:rsid w:val="0037480C"/>
    <w:rsid w:val="00375EEC"/>
    <w:rsid w:val="003B5F33"/>
    <w:rsid w:val="003C1413"/>
    <w:rsid w:val="003C77B1"/>
    <w:rsid w:val="003D3ED4"/>
    <w:rsid w:val="00407ED8"/>
    <w:rsid w:val="004216FC"/>
    <w:rsid w:val="0045380D"/>
    <w:rsid w:val="00465F56"/>
    <w:rsid w:val="00467CA0"/>
    <w:rsid w:val="00467D05"/>
    <w:rsid w:val="00481C01"/>
    <w:rsid w:val="0048556E"/>
    <w:rsid w:val="004A4820"/>
    <w:rsid w:val="004A4B38"/>
    <w:rsid w:val="004A7706"/>
    <w:rsid w:val="004B0051"/>
    <w:rsid w:val="004B0408"/>
    <w:rsid w:val="004B4E74"/>
    <w:rsid w:val="004B5CD5"/>
    <w:rsid w:val="004E2B56"/>
    <w:rsid w:val="00512757"/>
    <w:rsid w:val="00525B1A"/>
    <w:rsid w:val="00534082"/>
    <w:rsid w:val="005A16A7"/>
    <w:rsid w:val="005A78C1"/>
    <w:rsid w:val="005D57B0"/>
    <w:rsid w:val="00623DD9"/>
    <w:rsid w:val="00625FE6"/>
    <w:rsid w:val="0064761B"/>
    <w:rsid w:val="0065510D"/>
    <w:rsid w:val="006640BF"/>
    <w:rsid w:val="00665838"/>
    <w:rsid w:val="00670FA4"/>
    <w:rsid w:val="006A48DE"/>
    <w:rsid w:val="006C37C5"/>
    <w:rsid w:val="006E0C1B"/>
    <w:rsid w:val="006E10EF"/>
    <w:rsid w:val="006F5AE5"/>
    <w:rsid w:val="006F6ED9"/>
    <w:rsid w:val="00704E24"/>
    <w:rsid w:val="0074026F"/>
    <w:rsid w:val="00746F94"/>
    <w:rsid w:val="007725C2"/>
    <w:rsid w:val="007768B5"/>
    <w:rsid w:val="0078254D"/>
    <w:rsid w:val="00790AFB"/>
    <w:rsid w:val="007B32AB"/>
    <w:rsid w:val="007B39AC"/>
    <w:rsid w:val="007C6675"/>
    <w:rsid w:val="007C79E5"/>
    <w:rsid w:val="007E3D1B"/>
    <w:rsid w:val="007F40A1"/>
    <w:rsid w:val="007F661E"/>
    <w:rsid w:val="008121F3"/>
    <w:rsid w:val="00837AD6"/>
    <w:rsid w:val="00866630"/>
    <w:rsid w:val="00867E52"/>
    <w:rsid w:val="00883C21"/>
    <w:rsid w:val="0089298D"/>
    <w:rsid w:val="008A0C61"/>
    <w:rsid w:val="008B74CB"/>
    <w:rsid w:val="008D3C6E"/>
    <w:rsid w:val="008D3D4C"/>
    <w:rsid w:val="009244F2"/>
    <w:rsid w:val="0093430A"/>
    <w:rsid w:val="00942D7A"/>
    <w:rsid w:val="0095230F"/>
    <w:rsid w:val="00954D10"/>
    <w:rsid w:val="0095685B"/>
    <w:rsid w:val="00957BB0"/>
    <w:rsid w:val="00977332"/>
    <w:rsid w:val="009A0339"/>
    <w:rsid w:val="009B0606"/>
    <w:rsid w:val="009B2413"/>
    <w:rsid w:val="009C6030"/>
    <w:rsid w:val="009E125F"/>
    <w:rsid w:val="009F5FB0"/>
    <w:rsid w:val="00A13CAE"/>
    <w:rsid w:val="00A60999"/>
    <w:rsid w:val="00A620EB"/>
    <w:rsid w:val="00A633E0"/>
    <w:rsid w:val="00A63765"/>
    <w:rsid w:val="00A735F5"/>
    <w:rsid w:val="00A75C6B"/>
    <w:rsid w:val="00A835A7"/>
    <w:rsid w:val="00A964A0"/>
    <w:rsid w:val="00A97392"/>
    <w:rsid w:val="00AA6CF3"/>
    <w:rsid w:val="00AB0E96"/>
    <w:rsid w:val="00AC1DA1"/>
    <w:rsid w:val="00AC57A4"/>
    <w:rsid w:val="00AD2F1F"/>
    <w:rsid w:val="00AD3A13"/>
    <w:rsid w:val="00AE631A"/>
    <w:rsid w:val="00AE7496"/>
    <w:rsid w:val="00AE7E44"/>
    <w:rsid w:val="00AF08DD"/>
    <w:rsid w:val="00AF1447"/>
    <w:rsid w:val="00B101E1"/>
    <w:rsid w:val="00B14DAD"/>
    <w:rsid w:val="00B23379"/>
    <w:rsid w:val="00B249BA"/>
    <w:rsid w:val="00B2583F"/>
    <w:rsid w:val="00B352E4"/>
    <w:rsid w:val="00B43899"/>
    <w:rsid w:val="00B55E2E"/>
    <w:rsid w:val="00B93107"/>
    <w:rsid w:val="00BE53A5"/>
    <w:rsid w:val="00C143A9"/>
    <w:rsid w:val="00C30DAF"/>
    <w:rsid w:val="00C40341"/>
    <w:rsid w:val="00C8090B"/>
    <w:rsid w:val="00C85DF9"/>
    <w:rsid w:val="00CA6A8D"/>
    <w:rsid w:val="00CC0DBA"/>
    <w:rsid w:val="00CE11B9"/>
    <w:rsid w:val="00CE6F4B"/>
    <w:rsid w:val="00CF3503"/>
    <w:rsid w:val="00D30B96"/>
    <w:rsid w:val="00D427D0"/>
    <w:rsid w:val="00D56912"/>
    <w:rsid w:val="00D62AAC"/>
    <w:rsid w:val="00D66E6B"/>
    <w:rsid w:val="00D67E4F"/>
    <w:rsid w:val="00DA52C8"/>
    <w:rsid w:val="00DB1B3D"/>
    <w:rsid w:val="00DB27E9"/>
    <w:rsid w:val="00E035AD"/>
    <w:rsid w:val="00E92DC9"/>
    <w:rsid w:val="00EA3D4B"/>
    <w:rsid w:val="00EB0C21"/>
    <w:rsid w:val="00EB5DED"/>
    <w:rsid w:val="00ED1753"/>
    <w:rsid w:val="00EE7725"/>
    <w:rsid w:val="00EF05FC"/>
    <w:rsid w:val="00EF6460"/>
    <w:rsid w:val="00F01B8C"/>
    <w:rsid w:val="00F02155"/>
    <w:rsid w:val="00F112FB"/>
    <w:rsid w:val="00F26B90"/>
    <w:rsid w:val="00F72F3B"/>
    <w:rsid w:val="00F81284"/>
    <w:rsid w:val="00F905ED"/>
    <w:rsid w:val="00F90955"/>
    <w:rsid w:val="00F97104"/>
    <w:rsid w:val="00FD4376"/>
    <w:rsid w:val="00FF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2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4820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A482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4A4820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4A4820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48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48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482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4820"/>
    <w:rPr>
      <w:rFonts w:ascii="Calibri" w:hAnsi="Calibri"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4A4820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4A4820"/>
    <w:rPr>
      <w:rFonts w:cs="Times New Roman"/>
      <w:bCs/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4A4820"/>
    <w:rPr>
      <w:u w:val="single"/>
    </w:rPr>
  </w:style>
  <w:style w:type="paragraph" w:customStyle="1" w:styleId="a2">
    <w:name w:val="Основное меню (преемственное)"/>
    <w:basedOn w:val="Normal"/>
    <w:next w:val="Normal"/>
    <w:uiPriority w:val="99"/>
    <w:rsid w:val="004A4820"/>
    <w:pPr>
      <w:jc w:val="both"/>
    </w:pPr>
    <w:rPr>
      <w:rFonts w:ascii="Verdana" w:hAnsi="Verdana" w:cs="Verdana"/>
    </w:rPr>
  </w:style>
  <w:style w:type="paragraph" w:customStyle="1" w:styleId="a3">
    <w:name w:val="Заголовок"/>
    <w:basedOn w:val="a2"/>
    <w:next w:val="Normal"/>
    <w:uiPriority w:val="99"/>
    <w:rsid w:val="004A4820"/>
    <w:rPr>
      <w:rFonts w:ascii="Arial" w:hAnsi="Arial" w:cs="Arial"/>
      <w:b/>
      <w:bCs/>
      <w:color w:val="C0C0C0"/>
    </w:rPr>
  </w:style>
  <w:style w:type="character" w:customStyle="1" w:styleId="a4">
    <w:name w:val="Заголовок своего сообщения"/>
    <w:basedOn w:val="a"/>
    <w:uiPriority w:val="99"/>
    <w:rsid w:val="004A4820"/>
    <w:rPr>
      <w:rFonts w:cs="Times New Roman"/>
      <w:bCs/>
    </w:rPr>
  </w:style>
  <w:style w:type="paragraph" w:customStyle="1" w:styleId="a5">
    <w:name w:val="Заголовок статьи"/>
    <w:basedOn w:val="Normal"/>
    <w:next w:val="Normal"/>
    <w:uiPriority w:val="99"/>
    <w:rsid w:val="004A4820"/>
    <w:pPr>
      <w:ind w:left="1612" w:hanging="892"/>
      <w:jc w:val="both"/>
    </w:pPr>
  </w:style>
  <w:style w:type="character" w:customStyle="1" w:styleId="a6">
    <w:name w:val="Заголовок чужого сообщения"/>
    <w:basedOn w:val="a"/>
    <w:uiPriority w:val="99"/>
    <w:rsid w:val="004A4820"/>
    <w:rPr>
      <w:rFonts w:cs="Times New Roman"/>
      <w:bCs/>
      <w:color w:val="FF0000"/>
    </w:rPr>
  </w:style>
  <w:style w:type="paragraph" w:customStyle="1" w:styleId="a7">
    <w:name w:val="Интерактивный заголовок"/>
    <w:basedOn w:val="a3"/>
    <w:next w:val="Normal"/>
    <w:uiPriority w:val="99"/>
    <w:rsid w:val="004A4820"/>
    <w:rPr>
      <w:b w:val="0"/>
      <w:bCs w:val="0"/>
      <w:color w:val="auto"/>
      <w:u w:val="single"/>
    </w:rPr>
  </w:style>
  <w:style w:type="paragraph" w:customStyle="1" w:styleId="a8">
    <w:name w:val="Интерфейс"/>
    <w:basedOn w:val="Normal"/>
    <w:next w:val="Normal"/>
    <w:uiPriority w:val="99"/>
    <w:rsid w:val="004A4820"/>
    <w:pPr>
      <w:jc w:val="both"/>
    </w:pPr>
    <w:rPr>
      <w:color w:val="ECE9D8"/>
      <w:sz w:val="22"/>
      <w:szCs w:val="22"/>
    </w:rPr>
  </w:style>
  <w:style w:type="paragraph" w:customStyle="1" w:styleId="a9">
    <w:name w:val="Комментарий"/>
    <w:basedOn w:val="Normal"/>
    <w:next w:val="Normal"/>
    <w:uiPriority w:val="99"/>
    <w:rsid w:val="004A4820"/>
    <w:pPr>
      <w:ind w:left="170"/>
      <w:jc w:val="both"/>
    </w:pPr>
    <w:rPr>
      <w:i/>
      <w:iCs/>
      <w:color w:val="800080"/>
    </w:rPr>
  </w:style>
  <w:style w:type="paragraph" w:customStyle="1" w:styleId="aa">
    <w:name w:val="Информация об изменениях документа"/>
    <w:basedOn w:val="a9"/>
    <w:next w:val="Normal"/>
    <w:uiPriority w:val="99"/>
    <w:rsid w:val="004A4820"/>
    <w:pPr>
      <w:ind w:left="0"/>
    </w:pPr>
  </w:style>
  <w:style w:type="paragraph" w:customStyle="1" w:styleId="ab">
    <w:name w:val="Текст (лев. подпись)"/>
    <w:basedOn w:val="Normal"/>
    <w:next w:val="Normal"/>
    <w:uiPriority w:val="99"/>
    <w:rsid w:val="004A4820"/>
  </w:style>
  <w:style w:type="paragraph" w:customStyle="1" w:styleId="ac">
    <w:name w:val="Колонтитул (левый)"/>
    <w:basedOn w:val="ab"/>
    <w:next w:val="Normal"/>
    <w:uiPriority w:val="99"/>
    <w:rsid w:val="004A4820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Normal"/>
    <w:next w:val="Normal"/>
    <w:uiPriority w:val="99"/>
    <w:rsid w:val="004A4820"/>
    <w:pPr>
      <w:jc w:val="right"/>
    </w:pPr>
  </w:style>
  <w:style w:type="paragraph" w:customStyle="1" w:styleId="ae">
    <w:name w:val="Колонтитул (правый)"/>
    <w:basedOn w:val="ad"/>
    <w:next w:val="Normal"/>
    <w:uiPriority w:val="99"/>
    <w:rsid w:val="004A4820"/>
    <w:pPr>
      <w:jc w:val="both"/>
    </w:pPr>
    <w:rPr>
      <w:sz w:val="16"/>
      <w:szCs w:val="16"/>
    </w:rPr>
  </w:style>
  <w:style w:type="paragraph" w:customStyle="1" w:styleId="af">
    <w:name w:val="Комментарий пользователя"/>
    <w:basedOn w:val="a9"/>
    <w:next w:val="Normal"/>
    <w:uiPriority w:val="99"/>
    <w:rsid w:val="004A4820"/>
    <w:pPr>
      <w:ind w:left="0"/>
      <w:jc w:val="left"/>
    </w:pPr>
    <w:rPr>
      <w:i w:val="0"/>
      <w:iCs w:val="0"/>
      <w:color w:val="000080"/>
    </w:rPr>
  </w:style>
  <w:style w:type="paragraph" w:customStyle="1" w:styleId="af0">
    <w:name w:val="Моноширинный"/>
    <w:basedOn w:val="Normal"/>
    <w:next w:val="Normal"/>
    <w:uiPriority w:val="99"/>
    <w:rsid w:val="004A4820"/>
    <w:pPr>
      <w:jc w:val="both"/>
    </w:pPr>
    <w:rPr>
      <w:rFonts w:ascii="Courier New" w:hAnsi="Courier New" w:cs="Courier New"/>
    </w:rPr>
  </w:style>
  <w:style w:type="character" w:customStyle="1" w:styleId="af1">
    <w:name w:val="Найденные слова"/>
    <w:basedOn w:val="a"/>
    <w:uiPriority w:val="99"/>
    <w:rsid w:val="004A4820"/>
    <w:rPr>
      <w:rFonts w:cs="Times New Roman"/>
      <w:bCs/>
    </w:rPr>
  </w:style>
  <w:style w:type="character" w:customStyle="1" w:styleId="af2">
    <w:name w:val="Не вступил в силу"/>
    <w:basedOn w:val="a"/>
    <w:uiPriority w:val="99"/>
    <w:rsid w:val="004A4820"/>
    <w:rPr>
      <w:rFonts w:cs="Times New Roman"/>
      <w:bCs/>
      <w:color w:val="008080"/>
    </w:rPr>
  </w:style>
  <w:style w:type="paragraph" w:customStyle="1" w:styleId="af3">
    <w:name w:val="Нормальный (таблица)"/>
    <w:basedOn w:val="Normal"/>
    <w:next w:val="Normal"/>
    <w:uiPriority w:val="99"/>
    <w:rsid w:val="004A4820"/>
    <w:pPr>
      <w:jc w:val="both"/>
    </w:pPr>
  </w:style>
  <w:style w:type="paragraph" w:customStyle="1" w:styleId="af4">
    <w:name w:val="Объект"/>
    <w:basedOn w:val="Normal"/>
    <w:next w:val="Normal"/>
    <w:uiPriority w:val="99"/>
    <w:rsid w:val="004A4820"/>
    <w:pPr>
      <w:jc w:val="both"/>
    </w:pPr>
    <w:rPr>
      <w:rFonts w:ascii="Times New Roman" w:hAnsi="Times New Roman" w:cs="Times New Roman"/>
    </w:rPr>
  </w:style>
  <w:style w:type="paragraph" w:customStyle="1" w:styleId="af5">
    <w:name w:val="Таблицы (моноширинный)"/>
    <w:basedOn w:val="Normal"/>
    <w:next w:val="Normal"/>
    <w:uiPriority w:val="99"/>
    <w:rsid w:val="004A4820"/>
    <w:pPr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Normal"/>
    <w:uiPriority w:val="99"/>
    <w:rsid w:val="004A4820"/>
    <w:pPr>
      <w:ind w:left="140"/>
    </w:pPr>
    <w:rPr>
      <w:rFonts w:ascii="Arial" w:hAnsi="Arial" w:cs="Arial"/>
    </w:rPr>
  </w:style>
  <w:style w:type="character" w:customStyle="1" w:styleId="af7">
    <w:name w:val="Опечатки"/>
    <w:uiPriority w:val="99"/>
    <w:rsid w:val="004A4820"/>
    <w:rPr>
      <w:color w:val="FF0000"/>
    </w:rPr>
  </w:style>
  <w:style w:type="paragraph" w:customStyle="1" w:styleId="af8">
    <w:name w:val="Переменная часть"/>
    <w:basedOn w:val="a2"/>
    <w:next w:val="Normal"/>
    <w:uiPriority w:val="99"/>
    <w:rsid w:val="004A4820"/>
    <w:rPr>
      <w:rFonts w:ascii="Arial" w:hAnsi="Arial" w:cs="Arial"/>
      <w:sz w:val="20"/>
      <w:szCs w:val="20"/>
    </w:rPr>
  </w:style>
  <w:style w:type="paragraph" w:customStyle="1" w:styleId="af9">
    <w:name w:val="Постоянная часть"/>
    <w:basedOn w:val="a2"/>
    <w:next w:val="Normal"/>
    <w:uiPriority w:val="99"/>
    <w:rsid w:val="004A4820"/>
    <w:rPr>
      <w:rFonts w:ascii="Arial" w:hAnsi="Arial" w:cs="Arial"/>
      <w:sz w:val="22"/>
      <w:szCs w:val="22"/>
    </w:rPr>
  </w:style>
  <w:style w:type="paragraph" w:customStyle="1" w:styleId="afa">
    <w:name w:val="Прижатый влево"/>
    <w:basedOn w:val="Normal"/>
    <w:next w:val="Normal"/>
    <w:uiPriority w:val="99"/>
    <w:rsid w:val="004A4820"/>
  </w:style>
  <w:style w:type="character" w:customStyle="1" w:styleId="afb">
    <w:name w:val="Продолжение ссылки"/>
    <w:basedOn w:val="a0"/>
    <w:uiPriority w:val="99"/>
    <w:rsid w:val="004A4820"/>
  </w:style>
  <w:style w:type="paragraph" w:customStyle="1" w:styleId="afc">
    <w:name w:val="Словарная статья"/>
    <w:basedOn w:val="Normal"/>
    <w:next w:val="Normal"/>
    <w:uiPriority w:val="99"/>
    <w:rsid w:val="004A4820"/>
    <w:pPr>
      <w:ind w:right="118"/>
      <w:jc w:val="both"/>
    </w:pPr>
  </w:style>
  <w:style w:type="character" w:customStyle="1" w:styleId="afd">
    <w:name w:val="Сравнение редакций"/>
    <w:basedOn w:val="a"/>
    <w:uiPriority w:val="99"/>
    <w:rsid w:val="004A4820"/>
    <w:rPr>
      <w:rFonts w:cs="Times New Roman"/>
      <w:bCs/>
    </w:rPr>
  </w:style>
  <w:style w:type="character" w:customStyle="1" w:styleId="afe">
    <w:name w:val="Сравнение редакций. Добавленный фрагмент"/>
    <w:uiPriority w:val="99"/>
    <w:rsid w:val="004A4820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4A4820"/>
    <w:rPr>
      <w:strike/>
      <w:color w:val="808000"/>
    </w:rPr>
  </w:style>
  <w:style w:type="paragraph" w:customStyle="1" w:styleId="aff0">
    <w:name w:val="Текст (справка)"/>
    <w:basedOn w:val="Normal"/>
    <w:next w:val="Normal"/>
    <w:uiPriority w:val="99"/>
    <w:rsid w:val="004A4820"/>
    <w:pPr>
      <w:ind w:left="170" w:right="170"/>
    </w:pPr>
  </w:style>
  <w:style w:type="paragraph" w:customStyle="1" w:styleId="aff1">
    <w:name w:val="Текст в таблице"/>
    <w:basedOn w:val="af3"/>
    <w:next w:val="Normal"/>
    <w:uiPriority w:val="99"/>
    <w:rsid w:val="004A4820"/>
    <w:pPr>
      <w:ind w:firstLine="500"/>
    </w:pPr>
  </w:style>
  <w:style w:type="paragraph" w:customStyle="1" w:styleId="aff2">
    <w:name w:val="Технический комментарий"/>
    <w:basedOn w:val="Normal"/>
    <w:next w:val="Normal"/>
    <w:uiPriority w:val="99"/>
    <w:rsid w:val="004A4820"/>
  </w:style>
  <w:style w:type="character" w:customStyle="1" w:styleId="aff3">
    <w:name w:val="Утратил силу"/>
    <w:basedOn w:val="a"/>
    <w:uiPriority w:val="99"/>
    <w:rsid w:val="004A4820"/>
    <w:rPr>
      <w:rFonts w:cs="Times New Roman"/>
      <w:bCs/>
      <w:strike/>
      <w:color w:val="808000"/>
    </w:rPr>
  </w:style>
  <w:style w:type="paragraph" w:customStyle="1" w:styleId="aff4">
    <w:name w:val="Центрированный (таблица)"/>
    <w:basedOn w:val="af3"/>
    <w:next w:val="Normal"/>
    <w:uiPriority w:val="99"/>
    <w:rsid w:val="004A4820"/>
    <w:pPr>
      <w:jc w:val="center"/>
    </w:pPr>
  </w:style>
  <w:style w:type="paragraph" w:styleId="Header">
    <w:name w:val="header"/>
    <w:basedOn w:val="Normal"/>
    <w:link w:val="HeaderChar"/>
    <w:uiPriority w:val="99"/>
    <w:rsid w:val="001C63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4820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1C63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7E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838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2225"/>
    <w:pPr>
      <w:widowControl/>
      <w:autoSpaceDE/>
      <w:autoSpaceDN/>
      <w:adjustRightInd/>
      <w:ind w:right="-2"/>
      <w:jc w:val="both"/>
    </w:pPr>
    <w:rPr>
      <w:rFonts w:ascii="Times New Roman" w:hAnsi="Times New Roman" w:cs="Times New Roman"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2225"/>
    <w:rPr>
      <w:rFonts w:cs="Times New Roman"/>
      <w:bCs/>
      <w:sz w:val="24"/>
      <w:szCs w:val="24"/>
    </w:rPr>
  </w:style>
  <w:style w:type="paragraph" w:customStyle="1" w:styleId="ConsPlusNormal">
    <w:name w:val="ConsPlusNormal"/>
    <w:uiPriority w:val="99"/>
    <w:rsid w:val="0022222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665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58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4761B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345</Words>
  <Characters>1968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7</cp:revision>
  <cp:lastPrinted>2014-10-31T06:42:00Z</cp:lastPrinted>
  <dcterms:created xsi:type="dcterms:W3CDTF">2014-08-26T12:26:00Z</dcterms:created>
  <dcterms:modified xsi:type="dcterms:W3CDTF">2014-11-11T12:46:00Z</dcterms:modified>
</cp:coreProperties>
</file>