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EC3" w:rsidRPr="00981533" w:rsidRDefault="00A04EC3" w:rsidP="00550354">
      <w:pPr>
        <w:pStyle w:val="ConsPlusTitle"/>
        <w:widowControl/>
        <w:suppressAutoHyphens/>
        <w:spacing w:line="360" w:lineRule="auto"/>
        <w:ind w:left="-539" w:firstLine="720"/>
        <w:jc w:val="center"/>
        <w:rPr>
          <w:color w:val="000000"/>
          <w:sz w:val="28"/>
          <w:szCs w:val="28"/>
        </w:rPr>
      </w:pPr>
      <w:r w:rsidRPr="00981533">
        <w:rPr>
          <w:color w:val="000000"/>
          <w:sz w:val="28"/>
          <w:szCs w:val="28"/>
        </w:rPr>
        <w:t>Закон Ульяновской области</w:t>
      </w:r>
    </w:p>
    <w:p w:rsidR="00A04EC3" w:rsidRDefault="00A04EC3" w:rsidP="00550354">
      <w:pPr>
        <w:pStyle w:val="ConsPlusTitle"/>
        <w:widowControl/>
        <w:suppressAutoHyphens/>
        <w:spacing w:line="360" w:lineRule="auto"/>
        <w:ind w:left="-539" w:firstLine="720"/>
        <w:jc w:val="center"/>
        <w:rPr>
          <w:color w:val="000000"/>
          <w:sz w:val="28"/>
          <w:szCs w:val="28"/>
        </w:rPr>
      </w:pPr>
    </w:p>
    <w:p w:rsidR="00A04EC3" w:rsidRDefault="00A04EC3" w:rsidP="00550354">
      <w:pPr>
        <w:pStyle w:val="ConsPlusTitle"/>
        <w:widowControl/>
        <w:suppressAutoHyphens/>
        <w:spacing w:line="360" w:lineRule="auto"/>
        <w:ind w:left="-539" w:firstLine="720"/>
        <w:jc w:val="center"/>
        <w:rPr>
          <w:color w:val="000000"/>
          <w:sz w:val="28"/>
          <w:szCs w:val="28"/>
        </w:rPr>
      </w:pPr>
    </w:p>
    <w:p w:rsidR="00A04EC3" w:rsidRPr="00C77736" w:rsidRDefault="00A04EC3" w:rsidP="00763EC8">
      <w:pPr>
        <w:pStyle w:val="Heading2"/>
        <w:ind w:right="0"/>
        <w:rPr>
          <w:color w:val="auto"/>
        </w:rPr>
      </w:pPr>
      <w:r>
        <w:rPr>
          <w:color w:val="auto"/>
        </w:rPr>
        <w:t>О</w:t>
      </w:r>
      <w:r w:rsidRPr="00C77736">
        <w:rPr>
          <w:color w:val="auto"/>
        </w:rPr>
        <w:t xml:space="preserve"> </w:t>
      </w:r>
      <w:r>
        <w:rPr>
          <w:color w:val="auto"/>
        </w:rPr>
        <w:t xml:space="preserve">внесении изменения в статью 3 Закона Ульяновской области </w:t>
      </w:r>
      <w:r>
        <w:rPr>
          <w:color w:val="auto"/>
        </w:rPr>
        <w:br/>
        <w:t>«О правовом регулировании отдельных вопросов проведения на территории Ульяновской области публичных мероприятий»</w:t>
      </w:r>
    </w:p>
    <w:p w:rsidR="00A04EC3" w:rsidRDefault="00A04EC3" w:rsidP="00550354">
      <w:pPr>
        <w:spacing w:line="240" w:lineRule="auto"/>
        <w:ind w:firstLine="0"/>
      </w:pPr>
    </w:p>
    <w:p w:rsidR="00A04EC3" w:rsidRDefault="00A04EC3" w:rsidP="004D6013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</w:p>
    <w:p w:rsidR="00A04EC3" w:rsidRDefault="00A04EC3" w:rsidP="004D6013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</w:p>
    <w:p w:rsidR="00A04EC3" w:rsidRDefault="00A04EC3" w:rsidP="004D6013">
      <w:pPr>
        <w:autoSpaceDE w:val="0"/>
        <w:autoSpaceDN w:val="0"/>
        <w:adjustRightInd w:val="0"/>
        <w:spacing w:line="360" w:lineRule="auto"/>
        <w:rPr>
          <w:color w:val="000000"/>
          <w:sz w:val="32"/>
          <w:szCs w:val="28"/>
        </w:rPr>
      </w:pPr>
    </w:p>
    <w:p w:rsidR="00A04EC3" w:rsidRPr="00101E1C" w:rsidRDefault="00A04EC3" w:rsidP="004D6013">
      <w:pPr>
        <w:autoSpaceDE w:val="0"/>
        <w:autoSpaceDN w:val="0"/>
        <w:adjustRightInd w:val="0"/>
        <w:spacing w:line="360" w:lineRule="auto"/>
        <w:rPr>
          <w:color w:val="000000"/>
          <w:sz w:val="16"/>
          <w:szCs w:val="16"/>
        </w:rPr>
      </w:pPr>
    </w:p>
    <w:p w:rsidR="00A04EC3" w:rsidRDefault="00A04EC3" w:rsidP="004D6013">
      <w:pPr>
        <w:autoSpaceDE w:val="0"/>
        <w:autoSpaceDN w:val="0"/>
        <w:adjustRightInd w:val="0"/>
        <w:spacing w:line="360" w:lineRule="auto"/>
        <w:rPr>
          <w:color w:val="000000"/>
          <w:szCs w:val="28"/>
        </w:rPr>
      </w:pPr>
      <w:r w:rsidRPr="008C53EA">
        <w:rPr>
          <w:color w:val="000000"/>
          <w:szCs w:val="28"/>
        </w:rPr>
        <w:t xml:space="preserve">Внести в </w:t>
      </w:r>
      <w:r>
        <w:rPr>
          <w:color w:val="000000"/>
          <w:szCs w:val="28"/>
        </w:rPr>
        <w:t xml:space="preserve">часть 1 </w:t>
      </w:r>
      <w:r w:rsidRPr="008C53EA">
        <w:rPr>
          <w:color w:val="000000"/>
          <w:szCs w:val="28"/>
        </w:rPr>
        <w:t>стать</w:t>
      </w:r>
      <w:r>
        <w:rPr>
          <w:color w:val="000000"/>
          <w:szCs w:val="28"/>
        </w:rPr>
        <w:t>и</w:t>
      </w:r>
      <w:r w:rsidRPr="008C53E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3</w:t>
      </w:r>
      <w:r w:rsidRPr="008C53EA">
        <w:rPr>
          <w:color w:val="000000"/>
          <w:szCs w:val="28"/>
        </w:rPr>
        <w:t xml:space="preserve"> Закона Ульяновской области от </w:t>
      </w:r>
      <w:r>
        <w:rPr>
          <w:color w:val="000000"/>
          <w:szCs w:val="28"/>
        </w:rPr>
        <w:t>30</w:t>
      </w:r>
      <w:r w:rsidRPr="008C53EA">
        <w:rPr>
          <w:color w:val="000000"/>
          <w:szCs w:val="28"/>
        </w:rPr>
        <w:t xml:space="preserve"> ноября</w:t>
      </w:r>
      <w:r>
        <w:rPr>
          <w:color w:val="000000"/>
          <w:szCs w:val="28"/>
        </w:rPr>
        <w:br/>
      </w:r>
      <w:r w:rsidRPr="008C53EA">
        <w:rPr>
          <w:color w:val="000000"/>
          <w:szCs w:val="28"/>
        </w:rPr>
        <w:t>201</w:t>
      </w:r>
      <w:r>
        <w:rPr>
          <w:color w:val="000000"/>
          <w:szCs w:val="28"/>
        </w:rPr>
        <w:t>2</w:t>
      </w:r>
      <w:r w:rsidRPr="008C53EA">
        <w:rPr>
          <w:color w:val="000000"/>
          <w:szCs w:val="28"/>
        </w:rPr>
        <w:t xml:space="preserve"> года № 18</w:t>
      </w:r>
      <w:r>
        <w:rPr>
          <w:color w:val="000000"/>
          <w:szCs w:val="28"/>
        </w:rPr>
        <w:t>9</w:t>
      </w:r>
      <w:r w:rsidRPr="008C53EA">
        <w:rPr>
          <w:color w:val="000000"/>
          <w:szCs w:val="28"/>
        </w:rPr>
        <w:t xml:space="preserve">-ЗО «О </w:t>
      </w:r>
      <w:r>
        <w:rPr>
          <w:color w:val="000000"/>
          <w:szCs w:val="28"/>
        </w:rPr>
        <w:t>правовом регулировании отдельных вопросов проведения на территории Ульяновской области публичных мероприятий</w:t>
      </w:r>
      <w:r>
        <w:rPr>
          <w:szCs w:val="28"/>
        </w:rPr>
        <w:t xml:space="preserve">» («Ульяновская правда» </w:t>
      </w:r>
      <w:r w:rsidRPr="003F3333">
        <w:rPr>
          <w:szCs w:val="28"/>
        </w:rPr>
        <w:t>от 07.12.2012 № 136; от 11.11.2013 № 144</w:t>
      </w:r>
      <w:r>
        <w:rPr>
          <w:szCs w:val="28"/>
        </w:rPr>
        <w:t>; от 31.12.2013 № 174</w:t>
      </w:r>
      <w:r w:rsidRPr="003F3333">
        <w:rPr>
          <w:szCs w:val="28"/>
        </w:rPr>
        <w:t>)</w:t>
      </w:r>
      <w:r>
        <w:rPr>
          <w:szCs w:val="28"/>
        </w:rPr>
        <w:t xml:space="preserve"> </w:t>
      </w:r>
      <w:r>
        <w:rPr>
          <w:color w:val="000000"/>
          <w:szCs w:val="28"/>
        </w:rPr>
        <w:t>изменение, исключив из абзаца первого слова «по представлению исполнительного органа государственной власти Ульяновской области, уполномоченного в сфере развития местного самоуправления и поддержки некоммерческих организаций,».</w:t>
      </w:r>
    </w:p>
    <w:p w:rsidR="00A04EC3" w:rsidRDefault="00A04EC3" w:rsidP="00201E0C">
      <w:pPr>
        <w:spacing w:line="240" w:lineRule="auto"/>
        <w:ind w:firstLine="0"/>
        <w:rPr>
          <w:b/>
        </w:rPr>
      </w:pPr>
    </w:p>
    <w:p w:rsidR="00A04EC3" w:rsidRPr="005E43EF" w:rsidRDefault="00A04EC3" w:rsidP="00201E0C">
      <w:pPr>
        <w:spacing w:line="240" w:lineRule="auto"/>
        <w:ind w:firstLine="0"/>
        <w:rPr>
          <w:b/>
          <w:sz w:val="18"/>
        </w:rPr>
      </w:pPr>
    </w:p>
    <w:p w:rsidR="00A04EC3" w:rsidRDefault="00A04EC3" w:rsidP="00201E0C">
      <w:pPr>
        <w:spacing w:line="240" w:lineRule="auto"/>
        <w:ind w:firstLine="0"/>
        <w:rPr>
          <w:b/>
        </w:rPr>
      </w:pPr>
    </w:p>
    <w:p w:rsidR="00A04EC3" w:rsidRPr="002C7152" w:rsidRDefault="00A04EC3" w:rsidP="00201E0C">
      <w:pPr>
        <w:spacing w:line="240" w:lineRule="auto"/>
        <w:ind w:firstLine="0"/>
        <w:rPr>
          <w:b/>
        </w:rPr>
      </w:pPr>
      <w:r w:rsidRPr="002C7152">
        <w:rPr>
          <w:b/>
        </w:rPr>
        <w:t>Губернатор Ульяновской области</w:t>
      </w:r>
      <w:r>
        <w:rPr>
          <w:b/>
        </w:rPr>
        <w:t xml:space="preserve"> </w:t>
      </w:r>
      <w:r w:rsidRPr="002C7152">
        <w:rPr>
          <w:b/>
        </w:rPr>
        <w:t xml:space="preserve">                        </w:t>
      </w:r>
      <w:r>
        <w:rPr>
          <w:b/>
        </w:rPr>
        <w:t xml:space="preserve">        </w:t>
      </w:r>
      <w:r w:rsidRPr="002C7152">
        <w:rPr>
          <w:b/>
        </w:rPr>
        <w:t xml:space="preserve">                       С.И.Морозов</w:t>
      </w:r>
    </w:p>
    <w:p w:rsidR="00A04EC3" w:rsidRDefault="00A04EC3" w:rsidP="00191C98">
      <w:pPr>
        <w:tabs>
          <w:tab w:val="left" w:pos="7020"/>
        </w:tabs>
        <w:spacing w:line="240" w:lineRule="auto"/>
        <w:ind w:right="-6"/>
        <w:jc w:val="center"/>
        <w:rPr>
          <w:szCs w:val="28"/>
        </w:rPr>
      </w:pPr>
    </w:p>
    <w:p w:rsidR="00A04EC3" w:rsidRDefault="00A04EC3" w:rsidP="00191C98">
      <w:pPr>
        <w:tabs>
          <w:tab w:val="left" w:pos="7020"/>
        </w:tabs>
        <w:spacing w:line="240" w:lineRule="auto"/>
        <w:ind w:right="-6"/>
        <w:jc w:val="center"/>
        <w:rPr>
          <w:szCs w:val="28"/>
        </w:rPr>
      </w:pPr>
    </w:p>
    <w:p w:rsidR="00A04EC3" w:rsidRDefault="00A04EC3" w:rsidP="00191C98">
      <w:pPr>
        <w:tabs>
          <w:tab w:val="left" w:pos="7020"/>
        </w:tabs>
        <w:spacing w:line="240" w:lineRule="auto"/>
        <w:ind w:right="-6"/>
        <w:jc w:val="center"/>
        <w:rPr>
          <w:szCs w:val="28"/>
        </w:rPr>
      </w:pPr>
    </w:p>
    <w:p w:rsidR="00A04EC3" w:rsidRPr="005E43EF" w:rsidRDefault="00A04EC3" w:rsidP="00191C98">
      <w:pPr>
        <w:tabs>
          <w:tab w:val="left" w:pos="7020"/>
        </w:tabs>
        <w:spacing w:line="240" w:lineRule="auto"/>
        <w:ind w:right="-6" w:firstLine="0"/>
        <w:jc w:val="center"/>
        <w:rPr>
          <w:szCs w:val="28"/>
        </w:rPr>
      </w:pPr>
      <w:r w:rsidRPr="005E43EF">
        <w:rPr>
          <w:szCs w:val="28"/>
        </w:rPr>
        <w:t>г. Ульяновск</w:t>
      </w:r>
    </w:p>
    <w:p w:rsidR="00A04EC3" w:rsidRPr="005E43EF" w:rsidRDefault="00A04EC3" w:rsidP="00191C98">
      <w:pPr>
        <w:tabs>
          <w:tab w:val="left" w:pos="7020"/>
        </w:tabs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06</w:t>
      </w:r>
      <w:r w:rsidRPr="005E43EF">
        <w:rPr>
          <w:szCs w:val="28"/>
        </w:rPr>
        <w:t xml:space="preserve"> </w:t>
      </w:r>
      <w:r>
        <w:rPr>
          <w:szCs w:val="28"/>
        </w:rPr>
        <w:t xml:space="preserve">ноября </w:t>
      </w:r>
      <w:smartTag w:uri="urn:schemas-microsoft-com:office:smarttags" w:element="metricconverter">
        <w:smartTagPr>
          <w:attr w:name="ProductID" w:val="2014 г"/>
        </w:smartTagPr>
        <w:r w:rsidRPr="005E43EF">
          <w:rPr>
            <w:szCs w:val="28"/>
          </w:rPr>
          <w:t>2014 г</w:t>
        </w:r>
      </w:smartTag>
      <w:r w:rsidRPr="005E43EF">
        <w:rPr>
          <w:szCs w:val="28"/>
        </w:rPr>
        <w:t>.</w:t>
      </w:r>
    </w:p>
    <w:p w:rsidR="00A04EC3" w:rsidRPr="005E43EF" w:rsidRDefault="00A04EC3" w:rsidP="00191C98">
      <w:pPr>
        <w:tabs>
          <w:tab w:val="left" w:pos="7020"/>
        </w:tabs>
        <w:spacing w:line="240" w:lineRule="auto"/>
        <w:ind w:right="-6" w:firstLine="0"/>
        <w:jc w:val="center"/>
      </w:pPr>
      <w:r>
        <w:rPr>
          <w:szCs w:val="28"/>
        </w:rPr>
        <w:t>№ 178</w:t>
      </w:r>
      <w:r w:rsidRPr="005E43EF">
        <w:rPr>
          <w:szCs w:val="28"/>
        </w:rPr>
        <w:t>-ЗО</w:t>
      </w:r>
      <w:bookmarkStart w:id="0" w:name="_GoBack"/>
      <w:bookmarkEnd w:id="0"/>
    </w:p>
    <w:sectPr w:rsidR="00A04EC3" w:rsidRPr="005E43EF" w:rsidSect="005E43EF">
      <w:headerReference w:type="even" r:id="rId6"/>
      <w:headerReference w:type="default" r:id="rId7"/>
      <w:footerReference w:type="default" r:id="rId8"/>
      <w:pgSz w:w="11907" w:h="16840" w:code="9"/>
      <w:pgMar w:top="1134" w:right="567" w:bottom="1134" w:left="1418" w:header="624" w:footer="709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EC3" w:rsidRDefault="00A04EC3">
      <w:r>
        <w:separator/>
      </w:r>
    </w:p>
  </w:endnote>
  <w:endnote w:type="continuationSeparator" w:id="0">
    <w:p w:rsidR="00A04EC3" w:rsidRDefault="00A04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C3" w:rsidRDefault="00A04EC3">
    <w:pPr>
      <w:pStyle w:val="Footer"/>
      <w:ind w:firstLine="0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EC3" w:rsidRDefault="00A04EC3">
      <w:r>
        <w:separator/>
      </w:r>
    </w:p>
  </w:footnote>
  <w:footnote w:type="continuationSeparator" w:id="0">
    <w:p w:rsidR="00A04EC3" w:rsidRDefault="00A04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C3" w:rsidRDefault="00A04EC3" w:rsidP="00201E0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4EC3" w:rsidRDefault="00A04E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C3" w:rsidRPr="00836E14" w:rsidRDefault="00A04EC3" w:rsidP="00201E0C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836E14">
      <w:rPr>
        <w:rStyle w:val="PageNumber"/>
        <w:sz w:val="24"/>
        <w:szCs w:val="24"/>
      </w:rPr>
      <w:fldChar w:fldCharType="begin"/>
    </w:r>
    <w:r w:rsidRPr="00836E14">
      <w:rPr>
        <w:rStyle w:val="PageNumber"/>
        <w:sz w:val="24"/>
        <w:szCs w:val="24"/>
      </w:rPr>
      <w:instrText xml:space="preserve">PAGE  </w:instrText>
    </w:r>
    <w:r w:rsidRPr="00836E14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836E14">
      <w:rPr>
        <w:rStyle w:val="PageNumber"/>
        <w:sz w:val="24"/>
        <w:szCs w:val="24"/>
      </w:rPr>
      <w:fldChar w:fldCharType="end"/>
    </w:r>
  </w:p>
  <w:p w:rsidR="00A04EC3" w:rsidRDefault="00A04E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1E0C"/>
    <w:rsid w:val="0002625F"/>
    <w:rsid w:val="00040E4A"/>
    <w:rsid w:val="000652CB"/>
    <w:rsid w:val="00070C82"/>
    <w:rsid w:val="00080452"/>
    <w:rsid w:val="00090128"/>
    <w:rsid w:val="000C6984"/>
    <w:rsid w:val="000D3695"/>
    <w:rsid w:val="000D6DD0"/>
    <w:rsid w:val="000E0AE1"/>
    <w:rsid w:val="000F6FBC"/>
    <w:rsid w:val="00101E1C"/>
    <w:rsid w:val="001576C8"/>
    <w:rsid w:val="00191C98"/>
    <w:rsid w:val="001B35FC"/>
    <w:rsid w:val="001D2830"/>
    <w:rsid w:val="001D6975"/>
    <w:rsid w:val="001E1974"/>
    <w:rsid w:val="001E406C"/>
    <w:rsid w:val="001E5A34"/>
    <w:rsid w:val="00201E0C"/>
    <w:rsid w:val="00235A21"/>
    <w:rsid w:val="00264A28"/>
    <w:rsid w:val="0027575A"/>
    <w:rsid w:val="002A5E13"/>
    <w:rsid w:val="002B7A9B"/>
    <w:rsid w:val="002C5C1B"/>
    <w:rsid w:val="002C7152"/>
    <w:rsid w:val="002E4109"/>
    <w:rsid w:val="002F5E2B"/>
    <w:rsid w:val="003000EC"/>
    <w:rsid w:val="00302942"/>
    <w:rsid w:val="00310491"/>
    <w:rsid w:val="003330F1"/>
    <w:rsid w:val="00346D49"/>
    <w:rsid w:val="00377FCC"/>
    <w:rsid w:val="0038185F"/>
    <w:rsid w:val="00391D79"/>
    <w:rsid w:val="003A07E9"/>
    <w:rsid w:val="003B63B2"/>
    <w:rsid w:val="003F1DCB"/>
    <w:rsid w:val="003F3333"/>
    <w:rsid w:val="003F74AD"/>
    <w:rsid w:val="0040716B"/>
    <w:rsid w:val="00417BDD"/>
    <w:rsid w:val="00425552"/>
    <w:rsid w:val="0044019F"/>
    <w:rsid w:val="004616B2"/>
    <w:rsid w:val="00465325"/>
    <w:rsid w:val="00487B71"/>
    <w:rsid w:val="004D0C7F"/>
    <w:rsid w:val="004D1071"/>
    <w:rsid w:val="004D6013"/>
    <w:rsid w:val="0051324F"/>
    <w:rsid w:val="00550354"/>
    <w:rsid w:val="00576DC3"/>
    <w:rsid w:val="005A3D25"/>
    <w:rsid w:val="005A7919"/>
    <w:rsid w:val="005C70A6"/>
    <w:rsid w:val="005D1271"/>
    <w:rsid w:val="005E43EF"/>
    <w:rsid w:val="005E477C"/>
    <w:rsid w:val="00604253"/>
    <w:rsid w:val="00640394"/>
    <w:rsid w:val="00682F7C"/>
    <w:rsid w:val="006A2C45"/>
    <w:rsid w:val="006D01EA"/>
    <w:rsid w:val="006E3C19"/>
    <w:rsid w:val="00701933"/>
    <w:rsid w:val="00710562"/>
    <w:rsid w:val="007263F7"/>
    <w:rsid w:val="00734BDF"/>
    <w:rsid w:val="00746554"/>
    <w:rsid w:val="00750C02"/>
    <w:rsid w:val="00763EC8"/>
    <w:rsid w:val="007868E0"/>
    <w:rsid w:val="007A6146"/>
    <w:rsid w:val="007C29D8"/>
    <w:rsid w:val="007F02BC"/>
    <w:rsid w:val="00815DB3"/>
    <w:rsid w:val="00817914"/>
    <w:rsid w:val="00824E68"/>
    <w:rsid w:val="0083226D"/>
    <w:rsid w:val="00836E14"/>
    <w:rsid w:val="008401B2"/>
    <w:rsid w:val="00842699"/>
    <w:rsid w:val="00860C21"/>
    <w:rsid w:val="008654C5"/>
    <w:rsid w:val="008769FE"/>
    <w:rsid w:val="008862D2"/>
    <w:rsid w:val="00894FF7"/>
    <w:rsid w:val="00895051"/>
    <w:rsid w:val="008A14BF"/>
    <w:rsid w:val="008B48C4"/>
    <w:rsid w:val="008C53EA"/>
    <w:rsid w:val="00904272"/>
    <w:rsid w:val="00912A19"/>
    <w:rsid w:val="009161CA"/>
    <w:rsid w:val="00945911"/>
    <w:rsid w:val="00961A61"/>
    <w:rsid w:val="00970556"/>
    <w:rsid w:val="00981533"/>
    <w:rsid w:val="00982580"/>
    <w:rsid w:val="009A65DA"/>
    <w:rsid w:val="009B0CFF"/>
    <w:rsid w:val="009E1A91"/>
    <w:rsid w:val="009E7C7A"/>
    <w:rsid w:val="00A02197"/>
    <w:rsid w:val="00A04EC3"/>
    <w:rsid w:val="00A1646F"/>
    <w:rsid w:val="00A23E55"/>
    <w:rsid w:val="00A36420"/>
    <w:rsid w:val="00A43A2E"/>
    <w:rsid w:val="00A700EE"/>
    <w:rsid w:val="00A70470"/>
    <w:rsid w:val="00A740A5"/>
    <w:rsid w:val="00AA6D82"/>
    <w:rsid w:val="00AD532C"/>
    <w:rsid w:val="00AF40FA"/>
    <w:rsid w:val="00B442C6"/>
    <w:rsid w:val="00B710C2"/>
    <w:rsid w:val="00C00F44"/>
    <w:rsid w:val="00C20C2C"/>
    <w:rsid w:val="00C33600"/>
    <w:rsid w:val="00C77736"/>
    <w:rsid w:val="00C82215"/>
    <w:rsid w:val="00C90A6C"/>
    <w:rsid w:val="00C93A30"/>
    <w:rsid w:val="00CB139C"/>
    <w:rsid w:val="00CB3FC2"/>
    <w:rsid w:val="00CB68BA"/>
    <w:rsid w:val="00CF07FA"/>
    <w:rsid w:val="00D4027B"/>
    <w:rsid w:val="00D45F57"/>
    <w:rsid w:val="00D54231"/>
    <w:rsid w:val="00D7266F"/>
    <w:rsid w:val="00D84848"/>
    <w:rsid w:val="00DE727D"/>
    <w:rsid w:val="00E137FF"/>
    <w:rsid w:val="00E1559F"/>
    <w:rsid w:val="00E35F36"/>
    <w:rsid w:val="00E75551"/>
    <w:rsid w:val="00E85678"/>
    <w:rsid w:val="00EB5E03"/>
    <w:rsid w:val="00EB5F12"/>
    <w:rsid w:val="00EB7249"/>
    <w:rsid w:val="00EC32BE"/>
    <w:rsid w:val="00EE034E"/>
    <w:rsid w:val="00EE634C"/>
    <w:rsid w:val="00EF35DA"/>
    <w:rsid w:val="00EF545B"/>
    <w:rsid w:val="00F33431"/>
    <w:rsid w:val="00F7178A"/>
    <w:rsid w:val="00F71E5C"/>
    <w:rsid w:val="00F77634"/>
    <w:rsid w:val="00F80A71"/>
    <w:rsid w:val="00F8421C"/>
    <w:rsid w:val="00FB0A00"/>
    <w:rsid w:val="00FB7D4F"/>
    <w:rsid w:val="00FD13C5"/>
    <w:rsid w:val="00FF3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E0C"/>
    <w:pPr>
      <w:spacing w:line="480" w:lineRule="auto"/>
      <w:ind w:firstLine="709"/>
      <w:jc w:val="both"/>
    </w:pPr>
    <w:rPr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E0C"/>
    <w:pPr>
      <w:keepNext/>
      <w:spacing w:after="480" w:line="240" w:lineRule="auto"/>
      <w:ind w:right="851" w:firstLine="0"/>
      <w:jc w:val="center"/>
      <w:outlineLvl w:val="1"/>
    </w:pPr>
    <w:rPr>
      <w:b/>
      <w:color w:val="0000F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201E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201E0C"/>
    <w:rPr>
      <w:rFonts w:ascii="Times New Roman" w:hAnsi="Times New Roman" w:cs="Times New Roman"/>
      <w:sz w:val="28"/>
      <w:vertAlign w:val="baseline"/>
    </w:rPr>
  </w:style>
  <w:style w:type="paragraph" w:styleId="Footer">
    <w:name w:val="footer"/>
    <w:basedOn w:val="Normal"/>
    <w:link w:val="FooterChar"/>
    <w:uiPriority w:val="99"/>
    <w:rsid w:val="00201E0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E43EF"/>
    <w:rPr>
      <w:rFonts w:cs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EF35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PlusTitle">
    <w:name w:val="ConsPlusTitle"/>
    <w:uiPriority w:val="99"/>
    <w:rsid w:val="00E7555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128</Words>
  <Characters>733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subject/>
  <dc:creator>krutilina</dc:creator>
  <cp:keywords/>
  <dc:description/>
  <cp:lastModifiedBy>user</cp:lastModifiedBy>
  <cp:revision>8</cp:revision>
  <cp:lastPrinted>2014-10-29T10:37:00Z</cp:lastPrinted>
  <dcterms:created xsi:type="dcterms:W3CDTF">2014-10-15T11:14:00Z</dcterms:created>
  <dcterms:modified xsi:type="dcterms:W3CDTF">2014-11-11T09:47:00Z</dcterms:modified>
</cp:coreProperties>
</file>