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DEF" w:rsidRDefault="00325DEF" w:rsidP="003361F2">
      <w:pPr>
        <w:jc w:val="right"/>
        <w:rPr>
          <w:sz w:val="28"/>
          <w:szCs w:val="28"/>
        </w:rPr>
      </w:pPr>
    </w:p>
    <w:p w:rsidR="00325DEF" w:rsidRPr="0057312B" w:rsidRDefault="00325DEF" w:rsidP="0057312B">
      <w:pPr>
        <w:tabs>
          <w:tab w:val="left" w:pos="254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7312B">
        <w:rPr>
          <w:b/>
          <w:sz w:val="28"/>
          <w:szCs w:val="28"/>
        </w:rPr>
        <w:t>Закон Ульяновской области</w:t>
      </w:r>
    </w:p>
    <w:p w:rsidR="00325DEF" w:rsidRDefault="00325DEF" w:rsidP="00DA2C0F">
      <w:pPr>
        <w:jc w:val="center"/>
        <w:rPr>
          <w:b/>
          <w:sz w:val="28"/>
          <w:szCs w:val="28"/>
        </w:rPr>
      </w:pPr>
    </w:p>
    <w:p w:rsidR="00325DEF" w:rsidRDefault="00325DEF" w:rsidP="00DA2C0F">
      <w:pPr>
        <w:jc w:val="center"/>
        <w:rPr>
          <w:b/>
          <w:sz w:val="28"/>
          <w:szCs w:val="28"/>
        </w:rPr>
      </w:pPr>
    </w:p>
    <w:p w:rsidR="00325DEF" w:rsidRDefault="00325DEF" w:rsidP="00123816">
      <w:pPr>
        <w:rPr>
          <w:b/>
          <w:sz w:val="32"/>
          <w:szCs w:val="32"/>
        </w:rPr>
      </w:pPr>
    </w:p>
    <w:p w:rsidR="00325DEF" w:rsidRDefault="00325DEF" w:rsidP="00154769">
      <w:pPr>
        <w:jc w:val="center"/>
        <w:rPr>
          <w:b/>
          <w:sz w:val="28"/>
          <w:szCs w:val="28"/>
        </w:rPr>
      </w:pPr>
      <w:r w:rsidRPr="00E5704E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 в статьи 1 и 4 Закона Ульяновской области</w:t>
      </w:r>
    </w:p>
    <w:p w:rsidR="00325DEF" w:rsidRDefault="00325DEF" w:rsidP="00154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налоге на имущество организаций на территории Ульяновской области» и признании утратившим силу отдельного положения </w:t>
      </w:r>
      <w:r>
        <w:rPr>
          <w:b/>
          <w:sz w:val="28"/>
          <w:szCs w:val="28"/>
        </w:rPr>
        <w:br/>
        <w:t>законодательного акта Ульяновской области</w:t>
      </w:r>
    </w:p>
    <w:p w:rsidR="00325DEF" w:rsidRDefault="00325DEF" w:rsidP="00154769">
      <w:pPr>
        <w:jc w:val="center"/>
        <w:rPr>
          <w:b/>
          <w:sz w:val="28"/>
          <w:szCs w:val="28"/>
        </w:rPr>
      </w:pP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325DEF" w:rsidRPr="00C34741" w:rsidRDefault="00325DEF" w:rsidP="00154769">
      <w:pPr>
        <w:autoSpaceDE w:val="0"/>
        <w:autoSpaceDN w:val="0"/>
        <w:adjustRightInd w:val="0"/>
        <w:ind w:firstLine="720"/>
        <w:jc w:val="both"/>
        <w:outlineLvl w:val="0"/>
        <w:rPr>
          <w:b/>
          <w:bCs/>
          <w:sz w:val="28"/>
          <w:szCs w:val="28"/>
        </w:rPr>
      </w:pPr>
      <w:r w:rsidRPr="00C34741">
        <w:rPr>
          <w:b/>
          <w:bCs/>
          <w:sz w:val="28"/>
          <w:szCs w:val="28"/>
        </w:rPr>
        <w:t>Статья 1</w:t>
      </w:r>
    </w:p>
    <w:p w:rsidR="00325DEF" w:rsidRDefault="00325DEF" w:rsidP="001A243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325DEF" w:rsidRPr="001A2437" w:rsidRDefault="00325DEF" w:rsidP="001A243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325DEF" w:rsidRDefault="00325DEF" w:rsidP="00BC1F8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 w:rsidRPr="00501F61">
        <w:rPr>
          <w:bCs/>
          <w:sz w:val="28"/>
          <w:szCs w:val="28"/>
        </w:rPr>
        <w:t xml:space="preserve">Внести в Закон Ульяновской области от 26 ноября 2003 года № 060-ЗО </w:t>
      </w:r>
      <w:r>
        <w:rPr>
          <w:bCs/>
          <w:sz w:val="28"/>
          <w:szCs w:val="28"/>
        </w:rPr>
        <w:br/>
      </w:r>
      <w:r w:rsidRPr="00501F61">
        <w:rPr>
          <w:bCs/>
          <w:sz w:val="28"/>
          <w:szCs w:val="28"/>
        </w:rPr>
        <w:t xml:space="preserve">«О налоге на имущество организаций на территории Ульяновской области» («Ульяновская правда» от 11.12.2003 № 239-241; от 30.04.2004 № 80-82; </w:t>
      </w:r>
      <w:r w:rsidRPr="00501F61">
        <w:rPr>
          <w:bCs/>
          <w:sz w:val="28"/>
          <w:szCs w:val="28"/>
        </w:rPr>
        <w:br/>
        <w:t xml:space="preserve">от 08.10.2004 № 192-194; от 11.10.2005 № 96; от 06.10.2006 № 77; от 04.08.2007 </w:t>
      </w:r>
      <w:r>
        <w:rPr>
          <w:bCs/>
          <w:sz w:val="28"/>
          <w:szCs w:val="28"/>
        </w:rPr>
        <w:t xml:space="preserve">   </w:t>
      </w:r>
      <w:r w:rsidRPr="00501F61">
        <w:rPr>
          <w:bCs/>
          <w:sz w:val="28"/>
          <w:szCs w:val="28"/>
        </w:rPr>
        <w:t>№ 64-65; от 08.09.2007 № 76; от 13.11.2007 № 96;</w:t>
      </w:r>
      <w:r>
        <w:rPr>
          <w:bCs/>
          <w:sz w:val="28"/>
          <w:szCs w:val="28"/>
        </w:rPr>
        <w:t xml:space="preserve"> </w:t>
      </w:r>
      <w:r w:rsidRPr="00501F61">
        <w:rPr>
          <w:bCs/>
          <w:sz w:val="28"/>
          <w:szCs w:val="28"/>
        </w:rPr>
        <w:t xml:space="preserve">от 05.12.2007 № 104; </w:t>
      </w:r>
      <w:r>
        <w:rPr>
          <w:bCs/>
          <w:sz w:val="28"/>
          <w:szCs w:val="28"/>
        </w:rPr>
        <w:t xml:space="preserve">                     </w:t>
      </w:r>
      <w:r w:rsidRPr="00501F61">
        <w:rPr>
          <w:bCs/>
          <w:sz w:val="28"/>
          <w:szCs w:val="28"/>
        </w:rPr>
        <w:t>от 29.08.2008 № 70; от 24.09.2008 № 77; от 12.11.2008 № 92; от 08.07.2009 № 54;</w:t>
      </w:r>
      <w:r>
        <w:rPr>
          <w:bCs/>
          <w:sz w:val="28"/>
          <w:szCs w:val="28"/>
        </w:rPr>
        <w:t xml:space="preserve"> от 08.11.2010</w:t>
      </w:r>
      <w:bookmarkStart w:id="0" w:name="_GoBack"/>
      <w:bookmarkEnd w:id="0"/>
      <w:r>
        <w:rPr>
          <w:bCs/>
          <w:sz w:val="28"/>
          <w:szCs w:val="28"/>
        </w:rPr>
        <w:t xml:space="preserve"> № 91; </w:t>
      </w:r>
      <w:r w:rsidRPr="00501F61">
        <w:rPr>
          <w:bCs/>
          <w:sz w:val="28"/>
          <w:szCs w:val="28"/>
        </w:rPr>
        <w:t>от 01.12.2010 № 97-98; от 06.04.2011</w:t>
      </w:r>
      <w:r>
        <w:rPr>
          <w:bCs/>
          <w:sz w:val="28"/>
          <w:szCs w:val="28"/>
        </w:rPr>
        <w:t xml:space="preserve"> </w:t>
      </w:r>
      <w:r w:rsidRPr="00501F61">
        <w:rPr>
          <w:bCs/>
          <w:sz w:val="28"/>
          <w:szCs w:val="28"/>
        </w:rPr>
        <w:t>№ 36;</w:t>
      </w:r>
      <w:r w:rsidRPr="00501F61">
        <w:rPr>
          <w:b/>
          <w:bCs/>
          <w:sz w:val="28"/>
          <w:szCs w:val="28"/>
        </w:rPr>
        <w:t xml:space="preserve"> </w:t>
      </w:r>
      <w:r w:rsidRPr="00501F61">
        <w:rPr>
          <w:bCs/>
          <w:sz w:val="28"/>
          <w:szCs w:val="28"/>
        </w:rPr>
        <w:t xml:space="preserve">от 12.10.2011 </w:t>
      </w:r>
      <w:r>
        <w:rPr>
          <w:bCs/>
          <w:sz w:val="28"/>
          <w:szCs w:val="28"/>
        </w:rPr>
        <w:t xml:space="preserve">         </w:t>
      </w:r>
      <w:r w:rsidRPr="00501F61">
        <w:rPr>
          <w:bCs/>
          <w:sz w:val="28"/>
          <w:szCs w:val="28"/>
        </w:rPr>
        <w:t xml:space="preserve">№ 115; от 02.03.2012 </w:t>
      </w:r>
      <w:r>
        <w:rPr>
          <w:bCs/>
          <w:sz w:val="28"/>
          <w:szCs w:val="28"/>
        </w:rPr>
        <w:t>№</w:t>
      </w:r>
      <w:r w:rsidRPr="00501F61">
        <w:rPr>
          <w:bCs/>
          <w:sz w:val="28"/>
          <w:szCs w:val="28"/>
        </w:rPr>
        <w:t xml:space="preserve"> 22; от 04.05.2012 </w:t>
      </w:r>
      <w:r>
        <w:rPr>
          <w:bCs/>
          <w:sz w:val="28"/>
          <w:szCs w:val="28"/>
        </w:rPr>
        <w:t>№</w:t>
      </w:r>
      <w:r w:rsidRPr="00501F61">
        <w:rPr>
          <w:bCs/>
          <w:sz w:val="28"/>
          <w:szCs w:val="28"/>
        </w:rPr>
        <w:t xml:space="preserve"> 45; от 08.06.2012 </w:t>
      </w:r>
      <w:r>
        <w:rPr>
          <w:bCs/>
          <w:sz w:val="28"/>
          <w:szCs w:val="28"/>
        </w:rPr>
        <w:t>№</w:t>
      </w:r>
      <w:r w:rsidRPr="00501F61">
        <w:rPr>
          <w:bCs/>
          <w:sz w:val="28"/>
          <w:szCs w:val="28"/>
        </w:rPr>
        <w:t xml:space="preserve"> 59; от 05.10.2012 </w:t>
      </w:r>
      <w:r>
        <w:rPr>
          <w:bCs/>
          <w:sz w:val="28"/>
          <w:szCs w:val="28"/>
        </w:rPr>
        <w:t>№</w:t>
      </w:r>
      <w:r w:rsidRPr="00501F61">
        <w:rPr>
          <w:bCs/>
          <w:sz w:val="28"/>
          <w:szCs w:val="28"/>
        </w:rPr>
        <w:t xml:space="preserve"> 109; от 06.03.2013 </w:t>
      </w:r>
      <w:r>
        <w:rPr>
          <w:bCs/>
          <w:sz w:val="28"/>
          <w:szCs w:val="28"/>
        </w:rPr>
        <w:t>№</w:t>
      </w:r>
      <w:r w:rsidRPr="00501F61">
        <w:rPr>
          <w:bCs/>
          <w:sz w:val="28"/>
          <w:szCs w:val="28"/>
        </w:rPr>
        <w:t xml:space="preserve"> 25; от 08.05.2013 </w:t>
      </w:r>
      <w:r>
        <w:rPr>
          <w:bCs/>
          <w:sz w:val="28"/>
          <w:szCs w:val="28"/>
        </w:rPr>
        <w:t>№</w:t>
      </w:r>
      <w:r w:rsidRPr="00501F61">
        <w:rPr>
          <w:bCs/>
          <w:sz w:val="28"/>
          <w:szCs w:val="28"/>
        </w:rPr>
        <w:t xml:space="preserve"> 48; от 11.07.2013 </w:t>
      </w:r>
      <w:r>
        <w:rPr>
          <w:bCs/>
          <w:sz w:val="28"/>
          <w:szCs w:val="28"/>
        </w:rPr>
        <w:t>№</w:t>
      </w:r>
      <w:r w:rsidRPr="00501F61">
        <w:rPr>
          <w:bCs/>
          <w:sz w:val="28"/>
          <w:szCs w:val="28"/>
        </w:rPr>
        <w:t xml:space="preserve"> 75</w:t>
      </w:r>
      <w:r>
        <w:rPr>
          <w:bCs/>
          <w:sz w:val="28"/>
          <w:szCs w:val="28"/>
        </w:rPr>
        <w:t xml:space="preserve">; </w:t>
      </w:r>
      <w:r>
        <w:rPr>
          <w:sz w:val="28"/>
          <w:szCs w:val="28"/>
        </w:rPr>
        <w:t>от 07.09.2013 № 109; от 08.11.2013 № 143; от 11.11.2013 № 144</w:t>
      </w:r>
      <w:r w:rsidRPr="00501F61">
        <w:rPr>
          <w:bCs/>
          <w:sz w:val="28"/>
          <w:szCs w:val="28"/>
        </w:rPr>
        <w:t>) следующие изменения:</w:t>
      </w:r>
    </w:p>
    <w:p w:rsidR="00325DEF" w:rsidRDefault="00325DEF" w:rsidP="00BC1F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Pr="002E7BD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абзац восьмой п</w:t>
      </w:r>
      <w:r>
        <w:rPr>
          <w:sz w:val="28"/>
          <w:szCs w:val="28"/>
        </w:rPr>
        <w:t>ункта 2 статьи 1 признать утратившим силу;</w:t>
      </w:r>
    </w:p>
    <w:p w:rsidR="00325DEF" w:rsidRDefault="00325DEF" w:rsidP="00BC1F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пункт 7</w:t>
      </w:r>
      <w:r w:rsidRPr="00163FE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статьи 4 изложить в следующей редакции: </w:t>
      </w:r>
    </w:p>
    <w:p w:rsidR="00325DEF" w:rsidRDefault="00325DEF" w:rsidP="00BC1F8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«7</w:t>
      </w:r>
      <w:r w:rsidRPr="00163FE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бюджетные учреждения, созданные Ульяновской областью, органы местного самоуправления (муниципальные органы) муниципальных образований Ульяновской области, а также созданные муниципальными образованиями Ульяновской области казённые и бюджетные учреждения;».</w:t>
      </w:r>
    </w:p>
    <w:p w:rsidR="00325DEF" w:rsidRDefault="00325DEF" w:rsidP="00154769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325DEF" w:rsidRDefault="00325DEF" w:rsidP="009053E8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C34741">
        <w:rPr>
          <w:b/>
          <w:sz w:val="28"/>
          <w:szCs w:val="28"/>
        </w:rPr>
        <w:t>Статья 2</w:t>
      </w:r>
    </w:p>
    <w:p w:rsidR="00325DEF" w:rsidRPr="00C34741" w:rsidRDefault="00325DEF" w:rsidP="009053E8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325DEF" w:rsidRDefault="00325DEF" w:rsidP="009053E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1 Закона Ульяновской области от 2 октября 2012 года          № 125-ЗО «О внесении изменений в статьи 1 и 4 Закона Ульяновской области </w:t>
      </w:r>
      <w:r>
        <w:rPr>
          <w:sz w:val="28"/>
          <w:szCs w:val="28"/>
        </w:rPr>
        <w:br/>
        <w:t xml:space="preserve">«О налоге на имущество организаций на территории Ульяновской области» </w:t>
      </w:r>
      <w:r w:rsidRPr="00501F61">
        <w:rPr>
          <w:bCs/>
          <w:sz w:val="28"/>
          <w:szCs w:val="28"/>
        </w:rPr>
        <w:t xml:space="preserve">(«Ульяновская правда» </w:t>
      </w:r>
      <w:r>
        <w:rPr>
          <w:bCs/>
          <w:sz w:val="28"/>
          <w:szCs w:val="28"/>
        </w:rPr>
        <w:t xml:space="preserve">от 05.10.2012 № 109) признать </w:t>
      </w:r>
      <w:r>
        <w:rPr>
          <w:sz w:val="28"/>
          <w:szCs w:val="28"/>
        </w:rPr>
        <w:t xml:space="preserve">утратившим силу. </w:t>
      </w:r>
    </w:p>
    <w:p w:rsidR="00325DEF" w:rsidRPr="005F706E" w:rsidRDefault="00325DEF" w:rsidP="00154769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0"/>
          <w:szCs w:val="28"/>
        </w:rPr>
      </w:pPr>
    </w:p>
    <w:p w:rsidR="00325DEF" w:rsidRDefault="00325DEF" w:rsidP="00154769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</w:p>
    <w:p w:rsidR="00325DEF" w:rsidRPr="00C34741" w:rsidRDefault="00325DEF" w:rsidP="00154769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  <w:r w:rsidRPr="00C34741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</w:p>
    <w:p w:rsidR="00325DEF" w:rsidRDefault="00325DEF" w:rsidP="001547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25DEF" w:rsidRDefault="00325DEF" w:rsidP="001547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25DEF" w:rsidRPr="008E2208" w:rsidRDefault="00325DEF" w:rsidP="0015476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E2208">
        <w:rPr>
          <w:sz w:val="28"/>
          <w:szCs w:val="28"/>
        </w:rPr>
        <w:t xml:space="preserve">Настоящий Закон вступает в силу с </w:t>
      </w:r>
      <w:r>
        <w:rPr>
          <w:sz w:val="28"/>
          <w:szCs w:val="28"/>
        </w:rPr>
        <w:t>1</w:t>
      </w:r>
      <w:r w:rsidRPr="008E2208">
        <w:rPr>
          <w:sz w:val="28"/>
          <w:szCs w:val="28"/>
        </w:rPr>
        <w:t xml:space="preserve"> января 20</w:t>
      </w:r>
      <w:r>
        <w:rPr>
          <w:sz w:val="28"/>
          <w:szCs w:val="28"/>
        </w:rPr>
        <w:t>15</w:t>
      </w:r>
      <w:r w:rsidRPr="008E2208">
        <w:rPr>
          <w:sz w:val="28"/>
          <w:szCs w:val="28"/>
        </w:rPr>
        <w:t xml:space="preserve"> года.</w:t>
      </w:r>
    </w:p>
    <w:p w:rsidR="00325DEF" w:rsidRDefault="00325DEF" w:rsidP="00154769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325DEF" w:rsidRDefault="00325DEF" w:rsidP="00154769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325DEF" w:rsidRDefault="00325DEF" w:rsidP="00154769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325DEF" w:rsidRPr="00C34741" w:rsidRDefault="00325DEF" w:rsidP="00C34741">
      <w:pPr>
        <w:jc w:val="both"/>
        <w:rPr>
          <w:b/>
          <w:sz w:val="28"/>
          <w:szCs w:val="28"/>
        </w:rPr>
      </w:pPr>
      <w:r w:rsidRPr="00C34741">
        <w:rPr>
          <w:b/>
          <w:sz w:val="28"/>
          <w:szCs w:val="28"/>
        </w:rPr>
        <w:t>Губернатор Ульяновской  области</w:t>
      </w:r>
      <w:r w:rsidRPr="00C34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C34741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   </w:t>
      </w:r>
      <w:r w:rsidRPr="00C34741">
        <w:rPr>
          <w:b/>
          <w:sz w:val="28"/>
          <w:szCs w:val="28"/>
        </w:rPr>
        <w:t xml:space="preserve"> С.И.Морозов</w:t>
      </w:r>
    </w:p>
    <w:p w:rsidR="00325DEF" w:rsidRDefault="00325DEF" w:rsidP="001D30A1">
      <w:pPr>
        <w:jc w:val="center"/>
        <w:rPr>
          <w:sz w:val="28"/>
          <w:szCs w:val="20"/>
        </w:rPr>
      </w:pPr>
    </w:p>
    <w:p w:rsidR="00325DEF" w:rsidRDefault="00325DEF" w:rsidP="001D30A1">
      <w:pPr>
        <w:jc w:val="center"/>
        <w:rPr>
          <w:sz w:val="28"/>
          <w:szCs w:val="20"/>
        </w:rPr>
      </w:pPr>
    </w:p>
    <w:p w:rsidR="00325DEF" w:rsidRDefault="00325DEF" w:rsidP="001D30A1">
      <w:pPr>
        <w:jc w:val="center"/>
        <w:rPr>
          <w:sz w:val="28"/>
          <w:szCs w:val="20"/>
        </w:rPr>
      </w:pPr>
    </w:p>
    <w:p w:rsidR="00325DEF" w:rsidRPr="00481031" w:rsidRDefault="00325DEF" w:rsidP="00DF0154">
      <w:pPr>
        <w:jc w:val="center"/>
        <w:rPr>
          <w:sz w:val="28"/>
          <w:szCs w:val="20"/>
        </w:rPr>
      </w:pPr>
      <w:r w:rsidRPr="00481031">
        <w:rPr>
          <w:sz w:val="28"/>
          <w:szCs w:val="20"/>
        </w:rPr>
        <w:t>г. Ульяновск</w:t>
      </w:r>
    </w:p>
    <w:p w:rsidR="00325DEF" w:rsidRPr="00481031" w:rsidRDefault="00325DEF" w:rsidP="00DF0154">
      <w:pPr>
        <w:jc w:val="center"/>
        <w:rPr>
          <w:sz w:val="28"/>
          <w:szCs w:val="20"/>
        </w:rPr>
      </w:pPr>
      <w:r>
        <w:rPr>
          <w:sz w:val="28"/>
          <w:szCs w:val="20"/>
        </w:rPr>
        <w:t>06 ноября</w:t>
      </w:r>
      <w:r w:rsidRPr="00481031">
        <w:rPr>
          <w:sz w:val="28"/>
          <w:szCs w:val="20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481031">
          <w:rPr>
            <w:sz w:val="28"/>
            <w:szCs w:val="20"/>
          </w:rPr>
          <w:t>20</w:t>
        </w:r>
        <w:r>
          <w:rPr>
            <w:sz w:val="28"/>
            <w:szCs w:val="20"/>
          </w:rPr>
          <w:t xml:space="preserve">14 </w:t>
        </w:r>
        <w:r w:rsidRPr="00481031">
          <w:rPr>
            <w:sz w:val="28"/>
            <w:szCs w:val="20"/>
          </w:rPr>
          <w:t>г</w:t>
        </w:r>
      </w:smartTag>
      <w:r w:rsidRPr="00481031">
        <w:rPr>
          <w:sz w:val="28"/>
          <w:szCs w:val="20"/>
        </w:rPr>
        <w:t>.</w:t>
      </w:r>
    </w:p>
    <w:p w:rsidR="00325DEF" w:rsidRPr="00481031" w:rsidRDefault="00325DEF" w:rsidP="00DF0154">
      <w:pPr>
        <w:jc w:val="center"/>
        <w:rPr>
          <w:sz w:val="28"/>
          <w:szCs w:val="20"/>
        </w:rPr>
      </w:pPr>
      <w:r w:rsidRPr="00481031">
        <w:rPr>
          <w:sz w:val="28"/>
          <w:szCs w:val="20"/>
        </w:rPr>
        <w:t>№</w:t>
      </w:r>
      <w:r>
        <w:rPr>
          <w:sz w:val="28"/>
          <w:szCs w:val="20"/>
        </w:rPr>
        <w:t xml:space="preserve"> 167</w:t>
      </w:r>
      <w:r w:rsidRPr="00481031">
        <w:rPr>
          <w:sz w:val="28"/>
          <w:szCs w:val="20"/>
        </w:rPr>
        <w:t>-ЗО</w:t>
      </w:r>
    </w:p>
    <w:sectPr w:rsidR="00325DEF" w:rsidRPr="00481031" w:rsidSect="005F706E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DEF" w:rsidRDefault="00325DEF" w:rsidP="00C4353D">
      <w:r>
        <w:separator/>
      </w:r>
    </w:p>
  </w:endnote>
  <w:endnote w:type="continuationSeparator" w:id="0">
    <w:p w:rsidR="00325DEF" w:rsidRDefault="00325DEF" w:rsidP="00C43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DEF" w:rsidRDefault="00325DEF" w:rsidP="00C4353D">
      <w:r>
        <w:separator/>
      </w:r>
    </w:p>
  </w:footnote>
  <w:footnote w:type="continuationSeparator" w:id="0">
    <w:p w:rsidR="00325DEF" w:rsidRDefault="00325DEF" w:rsidP="00C43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DEF" w:rsidRPr="005F706E" w:rsidRDefault="00325DEF">
    <w:pPr>
      <w:pStyle w:val="Header"/>
      <w:jc w:val="center"/>
      <w:rPr>
        <w:sz w:val="28"/>
        <w:szCs w:val="28"/>
      </w:rPr>
    </w:pPr>
    <w:r w:rsidRPr="005F706E">
      <w:rPr>
        <w:sz w:val="28"/>
        <w:szCs w:val="28"/>
      </w:rPr>
      <w:fldChar w:fldCharType="begin"/>
    </w:r>
    <w:r w:rsidRPr="005F706E">
      <w:rPr>
        <w:sz w:val="28"/>
        <w:szCs w:val="28"/>
      </w:rPr>
      <w:instrText xml:space="preserve"> PAGE   \* MERGEFORMAT </w:instrText>
    </w:r>
    <w:r w:rsidRPr="005F706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5F706E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627"/>
    <w:rsid w:val="00067A2F"/>
    <w:rsid w:val="00073299"/>
    <w:rsid w:val="00075299"/>
    <w:rsid w:val="00085A96"/>
    <w:rsid w:val="00123816"/>
    <w:rsid w:val="00152C5F"/>
    <w:rsid w:val="00154769"/>
    <w:rsid w:val="00163FE9"/>
    <w:rsid w:val="00197788"/>
    <w:rsid w:val="001A2437"/>
    <w:rsid w:val="001D30A1"/>
    <w:rsid w:val="00212748"/>
    <w:rsid w:val="00236C4A"/>
    <w:rsid w:val="00273FA5"/>
    <w:rsid w:val="002E3B7C"/>
    <w:rsid w:val="002E7BD2"/>
    <w:rsid w:val="002F3D8F"/>
    <w:rsid w:val="002F46C4"/>
    <w:rsid w:val="00320D1F"/>
    <w:rsid w:val="00324336"/>
    <w:rsid w:val="00325DEF"/>
    <w:rsid w:val="00330AED"/>
    <w:rsid w:val="003361F2"/>
    <w:rsid w:val="00375BAD"/>
    <w:rsid w:val="00376BAE"/>
    <w:rsid w:val="00387AD4"/>
    <w:rsid w:val="003A63FE"/>
    <w:rsid w:val="003A7138"/>
    <w:rsid w:val="003B0C9D"/>
    <w:rsid w:val="003E7D3A"/>
    <w:rsid w:val="003F769B"/>
    <w:rsid w:val="00406CB2"/>
    <w:rsid w:val="004218CF"/>
    <w:rsid w:val="00473551"/>
    <w:rsid w:val="00481031"/>
    <w:rsid w:val="004B6F09"/>
    <w:rsid w:val="00501F61"/>
    <w:rsid w:val="00503095"/>
    <w:rsid w:val="00543175"/>
    <w:rsid w:val="005471AB"/>
    <w:rsid w:val="005508BA"/>
    <w:rsid w:val="0057312B"/>
    <w:rsid w:val="00584708"/>
    <w:rsid w:val="005B1C29"/>
    <w:rsid w:val="005D2B39"/>
    <w:rsid w:val="005F706E"/>
    <w:rsid w:val="0060581C"/>
    <w:rsid w:val="00617F32"/>
    <w:rsid w:val="00654D4E"/>
    <w:rsid w:val="00667D36"/>
    <w:rsid w:val="00672468"/>
    <w:rsid w:val="00672E9C"/>
    <w:rsid w:val="00677499"/>
    <w:rsid w:val="006963A1"/>
    <w:rsid w:val="006C462F"/>
    <w:rsid w:val="006D0A6E"/>
    <w:rsid w:val="006E65A4"/>
    <w:rsid w:val="006E6F8C"/>
    <w:rsid w:val="00736483"/>
    <w:rsid w:val="00765E6F"/>
    <w:rsid w:val="00771C7A"/>
    <w:rsid w:val="007723C7"/>
    <w:rsid w:val="007728FB"/>
    <w:rsid w:val="007D56B3"/>
    <w:rsid w:val="007D7B55"/>
    <w:rsid w:val="007E5B24"/>
    <w:rsid w:val="007E66F9"/>
    <w:rsid w:val="00845D50"/>
    <w:rsid w:val="00846889"/>
    <w:rsid w:val="00874917"/>
    <w:rsid w:val="008877D7"/>
    <w:rsid w:val="008928EB"/>
    <w:rsid w:val="00894172"/>
    <w:rsid w:val="0089488B"/>
    <w:rsid w:val="008A31B4"/>
    <w:rsid w:val="008B4D67"/>
    <w:rsid w:val="008E2208"/>
    <w:rsid w:val="0090047A"/>
    <w:rsid w:val="009053E8"/>
    <w:rsid w:val="009362D4"/>
    <w:rsid w:val="00942C93"/>
    <w:rsid w:val="009437AB"/>
    <w:rsid w:val="0096237A"/>
    <w:rsid w:val="00994474"/>
    <w:rsid w:val="009951FC"/>
    <w:rsid w:val="00A52866"/>
    <w:rsid w:val="00A63FF2"/>
    <w:rsid w:val="00A651F2"/>
    <w:rsid w:val="00A66A62"/>
    <w:rsid w:val="00A715BB"/>
    <w:rsid w:val="00A96B91"/>
    <w:rsid w:val="00AD223E"/>
    <w:rsid w:val="00AD42C6"/>
    <w:rsid w:val="00B07233"/>
    <w:rsid w:val="00B16C87"/>
    <w:rsid w:val="00B32A6B"/>
    <w:rsid w:val="00BA432D"/>
    <w:rsid w:val="00BB00F9"/>
    <w:rsid w:val="00BC11EE"/>
    <w:rsid w:val="00BC1F8A"/>
    <w:rsid w:val="00BC4286"/>
    <w:rsid w:val="00BD199D"/>
    <w:rsid w:val="00C334FE"/>
    <w:rsid w:val="00C34741"/>
    <w:rsid w:val="00C36C7D"/>
    <w:rsid w:val="00C4102F"/>
    <w:rsid w:val="00C4353D"/>
    <w:rsid w:val="00C4621D"/>
    <w:rsid w:val="00C46707"/>
    <w:rsid w:val="00C61776"/>
    <w:rsid w:val="00C663A6"/>
    <w:rsid w:val="00CA328E"/>
    <w:rsid w:val="00CB6996"/>
    <w:rsid w:val="00CB705E"/>
    <w:rsid w:val="00CB7947"/>
    <w:rsid w:val="00CB7A11"/>
    <w:rsid w:val="00CC5A4D"/>
    <w:rsid w:val="00CF2D04"/>
    <w:rsid w:val="00D1172F"/>
    <w:rsid w:val="00D23B42"/>
    <w:rsid w:val="00D46DA0"/>
    <w:rsid w:val="00D64378"/>
    <w:rsid w:val="00DA2C0F"/>
    <w:rsid w:val="00DC3B28"/>
    <w:rsid w:val="00DC5690"/>
    <w:rsid w:val="00DF0154"/>
    <w:rsid w:val="00DF5627"/>
    <w:rsid w:val="00E0787F"/>
    <w:rsid w:val="00E14ABE"/>
    <w:rsid w:val="00E16A79"/>
    <w:rsid w:val="00E17CA9"/>
    <w:rsid w:val="00E262DB"/>
    <w:rsid w:val="00E358D0"/>
    <w:rsid w:val="00E5704E"/>
    <w:rsid w:val="00E763C0"/>
    <w:rsid w:val="00EA7C68"/>
    <w:rsid w:val="00EB5FDA"/>
    <w:rsid w:val="00EC2304"/>
    <w:rsid w:val="00ED2B53"/>
    <w:rsid w:val="00EE1A9D"/>
    <w:rsid w:val="00F04580"/>
    <w:rsid w:val="00F73693"/>
    <w:rsid w:val="00F742B5"/>
    <w:rsid w:val="00F95C27"/>
    <w:rsid w:val="00F97C86"/>
    <w:rsid w:val="00FA070A"/>
    <w:rsid w:val="00FC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A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0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53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53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288</Words>
  <Characters>1648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УЛЬЯНОВСКОЙ ОБЛАСТИ</dc:title>
  <dc:subject/>
  <dc:creator>asmus</dc:creator>
  <cp:keywords/>
  <dc:description/>
  <cp:lastModifiedBy>user</cp:lastModifiedBy>
  <cp:revision>6</cp:revision>
  <cp:lastPrinted>2014-09-10T08:04:00Z</cp:lastPrinted>
  <dcterms:created xsi:type="dcterms:W3CDTF">2014-09-10T07:39:00Z</dcterms:created>
  <dcterms:modified xsi:type="dcterms:W3CDTF">2014-11-11T07:23:00Z</dcterms:modified>
</cp:coreProperties>
</file>