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52C" w:rsidRPr="00C968E1" w:rsidRDefault="00B5552C" w:rsidP="00C968E1">
      <w:pPr>
        <w:rPr>
          <w:b/>
          <w:sz w:val="28"/>
          <w:szCs w:val="28"/>
        </w:rPr>
      </w:pPr>
      <w:r>
        <w:t xml:space="preserve">                                                 </w:t>
      </w:r>
      <w:r w:rsidRPr="00C968E1">
        <w:rPr>
          <w:b/>
          <w:sz w:val="28"/>
          <w:szCs w:val="28"/>
        </w:rPr>
        <w:t xml:space="preserve">Закон Ульяновской области </w:t>
      </w:r>
    </w:p>
    <w:p w:rsidR="00B5552C" w:rsidRPr="00C968E1" w:rsidRDefault="00B5552C" w:rsidP="00106D80">
      <w:pPr>
        <w:widowControl w:val="0"/>
        <w:spacing w:line="235" w:lineRule="auto"/>
        <w:ind w:right="6067"/>
        <w:jc w:val="both"/>
        <w:rPr>
          <w:b/>
          <w:sz w:val="28"/>
          <w:szCs w:val="28"/>
        </w:rPr>
      </w:pPr>
    </w:p>
    <w:p w:rsidR="00B5552C" w:rsidRDefault="00B5552C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B5552C" w:rsidRPr="00CE103D" w:rsidRDefault="00B5552C" w:rsidP="00106D80">
      <w:pPr>
        <w:widowControl w:val="0"/>
        <w:spacing w:line="235" w:lineRule="auto"/>
        <w:ind w:right="6067"/>
        <w:jc w:val="both"/>
        <w:rPr>
          <w:sz w:val="40"/>
          <w:szCs w:val="40"/>
        </w:rPr>
      </w:pPr>
    </w:p>
    <w:p w:rsidR="00B5552C" w:rsidRPr="00B148E1" w:rsidRDefault="00B5552C" w:rsidP="003D79B8">
      <w:pPr>
        <w:pStyle w:val="Subtitle"/>
        <w:spacing w:line="240" w:lineRule="auto"/>
        <w:outlineLvl w:val="0"/>
      </w:pPr>
      <w:r w:rsidRPr="00B148E1">
        <w:t>О внесении изменений в Закон Ульяновской области</w:t>
      </w:r>
    </w:p>
    <w:p w:rsidR="00B5552C" w:rsidRPr="00B148E1" w:rsidRDefault="00B5552C" w:rsidP="003D79B8">
      <w:pPr>
        <w:pStyle w:val="Subtitle"/>
        <w:spacing w:line="240" w:lineRule="auto"/>
        <w:outlineLvl w:val="0"/>
      </w:pPr>
      <w:r>
        <w:t>«</w:t>
      </w:r>
      <w:r w:rsidRPr="00B148E1">
        <w:t>Об областном бюджете Ульяновской области</w:t>
      </w:r>
    </w:p>
    <w:p w:rsidR="00B5552C" w:rsidRPr="00B148E1" w:rsidRDefault="00B5552C" w:rsidP="003D79B8">
      <w:pPr>
        <w:jc w:val="center"/>
        <w:outlineLvl w:val="0"/>
        <w:rPr>
          <w:b/>
          <w:sz w:val="28"/>
        </w:rPr>
      </w:pPr>
      <w:r w:rsidRPr="00B148E1">
        <w:rPr>
          <w:b/>
          <w:sz w:val="28"/>
        </w:rPr>
        <w:t>на 2014 год и на плановый период 2015 и 2016 годов</w:t>
      </w:r>
      <w:r>
        <w:rPr>
          <w:b/>
          <w:sz w:val="28"/>
        </w:rPr>
        <w:t>»</w:t>
      </w:r>
    </w:p>
    <w:p w:rsidR="00B5552C" w:rsidRPr="00B148E1" w:rsidRDefault="00B5552C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B5552C" w:rsidRDefault="00B5552C" w:rsidP="00106D80">
      <w:pPr>
        <w:spacing w:line="235" w:lineRule="auto"/>
        <w:rPr>
          <w:sz w:val="24"/>
          <w:szCs w:val="24"/>
          <w:highlight w:val="yellow"/>
        </w:rPr>
      </w:pPr>
    </w:p>
    <w:p w:rsidR="00B5552C" w:rsidRDefault="00B5552C" w:rsidP="00106D80">
      <w:pPr>
        <w:spacing w:line="235" w:lineRule="auto"/>
        <w:rPr>
          <w:sz w:val="24"/>
          <w:szCs w:val="24"/>
          <w:highlight w:val="yellow"/>
        </w:rPr>
      </w:pPr>
    </w:p>
    <w:p w:rsidR="00B5552C" w:rsidRDefault="00B5552C" w:rsidP="00106D80">
      <w:pPr>
        <w:spacing w:line="235" w:lineRule="auto"/>
        <w:rPr>
          <w:sz w:val="24"/>
          <w:szCs w:val="24"/>
          <w:highlight w:val="yellow"/>
        </w:rPr>
      </w:pPr>
    </w:p>
    <w:p w:rsidR="00B5552C" w:rsidRPr="00B148E1" w:rsidRDefault="00B5552C" w:rsidP="00106D80">
      <w:pPr>
        <w:spacing w:line="235" w:lineRule="auto"/>
        <w:rPr>
          <w:sz w:val="24"/>
          <w:szCs w:val="24"/>
          <w:highlight w:val="yellow"/>
        </w:rPr>
      </w:pPr>
    </w:p>
    <w:p w:rsidR="00B5552C" w:rsidRDefault="00B5552C" w:rsidP="00106D80">
      <w:pPr>
        <w:spacing w:line="235" w:lineRule="auto"/>
        <w:rPr>
          <w:sz w:val="24"/>
          <w:szCs w:val="24"/>
          <w:highlight w:val="yellow"/>
        </w:rPr>
      </w:pPr>
    </w:p>
    <w:p w:rsidR="00B5552C" w:rsidRDefault="00B5552C" w:rsidP="00106D80">
      <w:pPr>
        <w:spacing w:line="235" w:lineRule="auto"/>
        <w:rPr>
          <w:sz w:val="24"/>
          <w:szCs w:val="24"/>
          <w:highlight w:val="yellow"/>
        </w:rPr>
      </w:pPr>
    </w:p>
    <w:p w:rsidR="00B5552C" w:rsidRDefault="00B5552C" w:rsidP="00106D80">
      <w:pPr>
        <w:spacing w:line="235" w:lineRule="auto"/>
        <w:rPr>
          <w:sz w:val="24"/>
          <w:szCs w:val="24"/>
          <w:highlight w:val="yellow"/>
        </w:rPr>
      </w:pPr>
    </w:p>
    <w:p w:rsidR="00B5552C" w:rsidRDefault="00B5552C" w:rsidP="00106D80">
      <w:pPr>
        <w:spacing w:line="235" w:lineRule="auto"/>
        <w:rPr>
          <w:sz w:val="24"/>
          <w:szCs w:val="24"/>
          <w:highlight w:val="yellow"/>
        </w:rPr>
      </w:pPr>
    </w:p>
    <w:p w:rsidR="00B5552C" w:rsidRDefault="00B5552C" w:rsidP="00106D80">
      <w:pPr>
        <w:spacing w:line="235" w:lineRule="auto"/>
        <w:rPr>
          <w:sz w:val="24"/>
          <w:szCs w:val="24"/>
          <w:highlight w:val="yellow"/>
        </w:rPr>
      </w:pPr>
    </w:p>
    <w:p w:rsidR="00B5552C" w:rsidRPr="002B75C0" w:rsidRDefault="00B5552C" w:rsidP="00AE186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2B75C0">
        <w:rPr>
          <w:sz w:val="28"/>
        </w:rPr>
        <w:t xml:space="preserve">Внести в Закон Ульяновской области от 2 декабря 2013 года № 217-ЗО </w:t>
      </w:r>
      <w:r w:rsidRPr="002B75C0">
        <w:rPr>
          <w:sz w:val="28"/>
        </w:rPr>
        <w:br/>
        <w:t xml:space="preserve">«Об областном бюджете Ульяновской области на 2014 год и на плановый </w:t>
      </w:r>
      <w:r w:rsidRPr="002B75C0">
        <w:rPr>
          <w:sz w:val="28"/>
        </w:rPr>
        <w:br/>
        <w:t xml:space="preserve">период 2015 и 2016 годов» («Ульяновская правда» от 09.12.2013 № 160-161; </w:t>
      </w:r>
      <w:r w:rsidRPr="002B75C0">
        <w:rPr>
          <w:sz w:val="28"/>
        </w:rPr>
        <w:br/>
        <w:t xml:space="preserve">от 11.02.2014 № 19; от 11.03.2014 № 34; от 06.05.2014 № 63-64; от 09.06.2014 </w:t>
      </w:r>
      <w:r w:rsidRPr="002B75C0">
        <w:rPr>
          <w:sz w:val="28"/>
        </w:rPr>
        <w:br/>
        <w:t xml:space="preserve">№ 82-83; от 03.07.2014 № 94; от 28.07.2014 № 108; от 08.09.2014 № 131; </w:t>
      </w:r>
      <w:r w:rsidRPr="002B75C0">
        <w:rPr>
          <w:sz w:val="28"/>
        </w:rPr>
        <w:br/>
        <w:t>от 09.09.</w:t>
      </w:r>
      <w:r w:rsidRPr="00CA631B">
        <w:rPr>
          <w:sz w:val="28"/>
        </w:rPr>
        <w:t>2014 № 132; от 25.09.2014 № 141)</w:t>
      </w:r>
      <w:r w:rsidRPr="002B75C0">
        <w:rPr>
          <w:sz w:val="28"/>
        </w:rPr>
        <w:t xml:space="preserve"> следующие изменения:</w:t>
      </w:r>
    </w:p>
    <w:p w:rsidR="00B5552C" w:rsidRPr="002B75C0" w:rsidRDefault="00B5552C" w:rsidP="0052243C">
      <w:pPr>
        <w:pStyle w:val="BodyText2"/>
        <w:spacing w:after="0" w:line="360" w:lineRule="auto"/>
        <w:ind w:firstLine="720"/>
        <w:jc w:val="both"/>
        <w:outlineLvl w:val="0"/>
        <w:rPr>
          <w:sz w:val="28"/>
          <w:szCs w:val="28"/>
        </w:rPr>
      </w:pPr>
      <w:r w:rsidRPr="002B75C0">
        <w:rPr>
          <w:sz w:val="28"/>
          <w:szCs w:val="28"/>
        </w:rPr>
        <w:t>1) статью 1 изложить в следующей редакции:</w:t>
      </w:r>
    </w:p>
    <w:p w:rsidR="00B5552C" w:rsidRPr="002B75C0" w:rsidRDefault="00B5552C" w:rsidP="0052243C">
      <w:pPr>
        <w:ind w:firstLine="709"/>
        <w:rPr>
          <w:sz w:val="28"/>
          <w:szCs w:val="28"/>
        </w:rPr>
      </w:pPr>
      <w:r w:rsidRPr="002B75C0">
        <w:rPr>
          <w:bCs/>
          <w:sz w:val="28"/>
          <w:szCs w:val="28"/>
        </w:rPr>
        <w:t xml:space="preserve">«Статья 1. </w:t>
      </w:r>
      <w:r w:rsidRPr="002B75C0">
        <w:rPr>
          <w:b/>
          <w:bCs/>
          <w:sz w:val="28"/>
          <w:szCs w:val="28"/>
        </w:rPr>
        <w:t>Основные характеристики областного бюджета Ульяновской</w:t>
      </w:r>
      <w:r w:rsidRPr="002B75C0">
        <w:rPr>
          <w:b/>
          <w:bCs/>
          <w:sz w:val="28"/>
          <w:szCs w:val="28"/>
        </w:rPr>
        <w:br/>
        <w:t xml:space="preserve">                             области на 2014 год и на плановый период 2015 и 2016 годов</w:t>
      </w:r>
    </w:p>
    <w:p w:rsidR="00B5552C" w:rsidRPr="002B75C0" w:rsidRDefault="00B5552C" w:rsidP="0052243C">
      <w:pPr>
        <w:spacing w:line="336" w:lineRule="auto"/>
        <w:ind w:firstLine="709"/>
        <w:jc w:val="both"/>
        <w:rPr>
          <w:sz w:val="28"/>
          <w:szCs w:val="28"/>
        </w:rPr>
      </w:pPr>
    </w:p>
    <w:p w:rsidR="00B5552C" w:rsidRPr="002B75C0" w:rsidRDefault="00B5552C" w:rsidP="0052243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2B75C0">
        <w:rPr>
          <w:sz w:val="28"/>
          <w:szCs w:val="28"/>
        </w:rPr>
        <w:t>1. Утвердить основные характеристики областного бюджета Ульяновской области на 2014 год:</w:t>
      </w:r>
    </w:p>
    <w:p w:rsidR="00B5552C" w:rsidRPr="002B75C0" w:rsidRDefault="00B5552C" w:rsidP="0052243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2B75C0">
        <w:rPr>
          <w:sz w:val="28"/>
          <w:szCs w:val="28"/>
        </w:rPr>
        <w:t xml:space="preserve">1) общий объём доходов областного бюджета Ульяновской области в сумме </w:t>
      </w:r>
      <w:r>
        <w:rPr>
          <w:sz w:val="28"/>
          <w:szCs w:val="28"/>
        </w:rPr>
        <w:t xml:space="preserve">35548776,50669 </w:t>
      </w:r>
      <w:r w:rsidRPr="002B75C0">
        <w:rPr>
          <w:sz w:val="28"/>
          <w:szCs w:val="28"/>
        </w:rPr>
        <w:t>тыс. рублей, в том числе</w:t>
      </w:r>
      <w:r w:rsidRPr="002B75C0">
        <w:rPr>
          <w:iCs/>
          <w:sz w:val="28"/>
          <w:szCs w:val="28"/>
        </w:rPr>
        <w:t xml:space="preserve"> безвозмездные поступления от других бюджетов бюджетной системы Российской Федерации в общей сумме                         10627588,09257 тыс. рублей;</w:t>
      </w:r>
    </w:p>
    <w:p w:rsidR="00B5552C" w:rsidRPr="002B75C0" w:rsidRDefault="00B5552C" w:rsidP="002B75C0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2B75C0">
        <w:rPr>
          <w:sz w:val="28"/>
          <w:szCs w:val="28"/>
        </w:rPr>
        <w:t xml:space="preserve">2) общий объём расходов областного бюджета Ульяновской области в                         сумме </w:t>
      </w:r>
      <w:r>
        <w:rPr>
          <w:sz w:val="28"/>
          <w:szCs w:val="28"/>
        </w:rPr>
        <w:t>40173306,35944</w:t>
      </w:r>
      <w:r w:rsidRPr="002B75C0">
        <w:rPr>
          <w:sz w:val="28"/>
          <w:szCs w:val="28"/>
        </w:rPr>
        <w:t xml:space="preserve"> тыс. рублей; </w:t>
      </w:r>
    </w:p>
    <w:p w:rsidR="00B5552C" w:rsidRPr="002B75C0" w:rsidRDefault="00B5552C" w:rsidP="0052243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2B75C0">
        <w:rPr>
          <w:sz w:val="28"/>
          <w:szCs w:val="28"/>
        </w:rPr>
        <w:t>3) дефицит областного бюджета Ульяновской области в сумме                              4624529,85275 тыс. рублей.</w:t>
      </w:r>
    </w:p>
    <w:p w:rsidR="00B5552C" w:rsidRPr="005460AC" w:rsidRDefault="00B5552C" w:rsidP="0052243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5460AC">
        <w:rPr>
          <w:sz w:val="28"/>
          <w:szCs w:val="28"/>
        </w:rPr>
        <w:t>2. Утвердить основные характеристики областного бюджета Ульяновской области на плановый период 2015 и 2016 годов:</w:t>
      </w:r>
    </w:p>
    <w:p w:rsidR="00B5552C" w:rsidRPr="005460AC" w:rsidRDefault="00B5552C" w:rsidP="0052243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5460AC">
        <w:rPr>
          <w:sz w:val="28"/>
          <w:szCs w:val="28"/>
        </w:rPr>
        <w:t>1) общий объём доходов областного бюджета Ульяновской области на   2015 год в сумме 30719498,5 тыс. рублей, в том числе</w:t>
      </w:r>
      <w:r w:rsidRPr="005460AC">
        <w:rPr>
          <w:iCs/>
          <w:sz w:val="28"/>
          <w:szCs w:val="28"/>
        </w:rPr>
        <w:t xml:space="preserve"> безвозмездные поступления от других бюджетов бюджетной системы Российской Федерации в общей сумме 4917537,1 тыс. рублей, и на 2016 год в </w:t>
      </w:r>
      <w:r w:rsidRPr="005460AC">
        <w:rPr>
          <w:sz w:val="28"/>
          <w:szCs w:val="28"/>
        </w:rPr>
        <w:t>сумме 32424964,3 тыс. рублей, в том числе</w:t>
      </w:r>
      <w:r w:rsidRPr="005460AC">
        <w:rPr>
          <w:iCs/>
          <w:sz w:val="28"/>
          <w:szCs w:val="28"/>
        </w:rPr>
        <w:t xml:space="preserve"> безвозмездные поступления от других бюджетов бюджетной системы Российской Федерации в общей сумме 4509506,1 тыс. рублей;</w:t>
      </w:r>
    </w:p>
    <w:p w:rsidR="00B5552C" w:rsidRPr="005460AC" w:rsidRDefault="00B5552C" w:rsidP="0052243C">
      <w:pPr>
        <w:spacing w:line="360" w:lineRule="auto"/>
        <w:ind w:firstLine="709"/>
        <w:jc w:val="both"/>
        <w:rPr>
          <w:sz w:val="28"/>
          <w:szCs w:val="28"/>
        </w:rPr>
      </w:pPr>
      <w:r w:rsidRPr="005460AC">
        <w:rPr>
          <w:sz w:val="28"/>
          <w:szCs w:val="28"/>
        </w:rPr>
        <w:t>2) общий объём расходов областного бюджета Ульяновской области на</w:t>
      </w:r>
      <w:r w:rsidRPr="005460AC">
        <w:rPr>
          <w:sz w:val="28"/>
          <w:szCs w:val="28"/>
        </w:rPr>
        <w:br/>
        <w:t>2015 год в сумме 345766</w:t>
      </w:r>
      <w:r>
        <w:rPr>
          <w:sz w:val="28"/>
          <w:szCs w:val="28"/>
        </w:rPr>
        <w:t>8</w:t>
      </w:r>
      <w:r w:rsidRPr="005460AC">
        <w:rPr>
          <w:sz w:val="28"/>
          <w:szCs w:val="28"/>
        </w:rPr>
        <w:t>2,6 тыс. рублей, в том числе условно утверждённые ра</w:t>
      </w:r>
      <w:r w:rsidRPr="005460AC">
        <w:rPr>
          <w:sz w:val="28"/>
          <w:szCs w:val="28"/>
        </w:rPr>
        <w:t>с</w:t>
      </w:r>
      <w:r w:rsidRPr="005460AC">
        <w:rPr>
          <w:sz w:val="28"/>
          <w:szCs w:val="28"/>
        </w:rPr>
        <w:t>ходы в сумме 807214,3 тыс. рублей, и на 2016 год в сумме 36592103,0 тыс. ру</w:t>
      </w:r>
      <w:r w:rsidRPr="005460AC">
        <w:rPr>
          <w:sz w:val="28"/>
          <w:szCs w:val="28"/>
        </w:rPr>
        <w:t>б</w:t>
      </w:r>
      <w:r w:rsidRPr="005460AC">
        <w:rPr>
          <w:sz w:val="28"/>
          <w:szCs w:val="28"/>
        </w:rPr>
        <w:t>лей, в том числе условно утверждённые расходы в сумме 1735250,4 тыс. рублей;</w:t>
      </w:r>
    </w:p>
    <w:p w:rsidR="00B5552C" w:rsidRPr="00EA7A85" w:rsidRDefault="00B5552C" w:rsidP="0052243C">
      <w:pPr>
        <w:spacing w:line="360" w:lineRule="auto"/>
        <w:ind w:firstLine="709"/>
        <w:jc w:val="both"/>
        <w:rPr>
          <w:sz w:val="28"/>
          <w:szCs w:val="28"/>
        </w:rPr>
      </w:pPr>
      <w:r w:rsidRPr="005460AC">
        <w:rPr>
          <w:sz w:val="28"/>
          <w:szCs w:val="28"/>
        </w:rPr>
        <w:t>3) дефицит областного бюджета Ульяновской области на 2015 год в сумме 3857184,1 тыс. рублей и на 2016 год в сумме 4167138,7 тыс. рублей.»;</w:t>
      </w:r>
    </w:p>
    <w:p w:rsidR="00B5552C" w:rsidRPr="003A6683" w:rsidRDefault="00B5552C" w:rsidP="004A5FB2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3A6683">
        <w:rPr>
          <w:bCs/>
          <w:szCs w:val="28"/>
        </w:rPr>
        <w:t>2) в статье 2:</w:t>
      </w:r>
    </w:p>
    <w:p w:rsidR="00B5552C" w:rsidRPr="003A6683" w:rsidRDefault="00B5552C" w:rsidP="004A5FB2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3A6683">
        <w:rPr>
          <w:bCs/>
          <w:szCs w:val="28"/>
        </w:rPr>
        <w:t>а) в части 1:</w:t>
      </w:r>
    </w:p>
    <w:p w:rsidR="00B5552C" w:rsidRPr="003A6683" w:rsidRDefault="00B5552C" w:rsidP="00AE186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3A6683">
        <w:rPr>
          <w:bCs/>
          <w:szCs w:val="28"/>
        </w:rPr>
        <w:t>в пункте 1 цифры «17054815,3» заменить цифрами «</w:t>
      </w:r>
      <w:r>
        <w:rPr>
          <w:bCs/>
          <w:szCs w:val="28"/>
        </w:rPr>
        <w:t>17358115,3</w:t>
      </w:r>
      <w:r w:rsidRPr="003A6683">
        <w:rPr>
          <w:bCs/>
          <w:szCs w:val="28"/>
        </w:rPr>
        <w:t>»;</w:t>
      </w:r>
    </w:p>
    <w:p w:rsidR="00B5552C" w:rsidRPr="003A6683" w:rsidRDefault="00B5552C" w:rsidP="00AE186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3A6683">
        <w:rPr>
          <w:bCs/>
          <w:szCs w:val="28"/>
        </w:rPr>
        <w:t>в пункте 2 цифры «20140229,7» заменить цифрами «</w:t>
      </w:r>
      <w:r>
        <w:rPr>
          <w:bCs/>
          <w:szCs w:val="28"/>
        </w:rPr>
        <w:t>20443529,7</w:t>
      </w:r>
      <w:r w:rsidRPr="003A6683">
        <w:rPr>
          <w:bCs/>
          <w:szCs w:val="28"/>
        </w:rPr>
        <w:t>»;</w:t>
      </w:r>
    </w:p>
    <w:p w:rsidR="00B5552C" w:rsidRPr="003A6683" w:rsidRDefault="00B5552C" w:rsidP="00AE186D">
      <w:pPr>
        <w:pStyle w:val="BodyText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3A6683">
        <w:rPr>
          <w:bCs/>
          <w:szCs w:val="28"/>
        </w:rPr>
        <w:t>в пункте 3 цифры «24094140,7» заменить цифрами «</w:t>
      </w:r>
      <w:r>
        <w:rPr>
          <w:bCs/>
          <w:szCs w:val="28"/>
        </w:rPr>
        <w:t>24397440,7</w:t>
      </w:r>
      <w:r w:rsidRPr="003A6683">
        <w:rPr>
          <w:bCs/>
          <w:szCs w:val="28"/>
        </w:rPr>
        <w:t>»;</w:t>
      </w:r>
    </w:p>
    <w:p w:rsidR="00B5552C" w:rsidRPr="003A6683" w:rsidRDefault="00B5552C" w:rsidP="00AE186D">
      <w:pPr>
        <w:pStyle w:val="BodyText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3A6683">
        <w:rPr>
          <w:bCs/>
          <w:szCs w:val="28"/>
        </w:rPr>
        <w:t>б) в части 2:</w:t>
      </w:r>
    </w:p>
    <w:p w:rsidR="00B5552C" w:rsidRPr="003A6683" w:rsidRDefault="00B5552C" w:rsidP="00AE186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A6683">
        <w:rPr>
          <w:bCs/>
          <w:sz w:val="28"/>
          <w:szCs w:val="28"/>
        </w:rPr>
        <w:t>в пункте 1 цифры «</w:t>
      </w:r>
      <w:r w:rsidRPr="003A6683">
        <w:rPr>
          <w:sz w:val="28"/>
          <w:szCs w:val="28"/>
        </w:rPr>
        <w:t>22495555,4</w:t>
      </w:r>
      <w:r w:rsidRPr="003A6683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22798855,4</w:t>
      </w:r>
      <w:r w:rsidRPr="003A6683">
        <w:rPr>
          <w:bCs/>
          <w:sz w:val="28"/>
          <w:szCs w:val="28"/>
        </w:rPr>
        <w:t>»;</w:t>
      </w:r>
    </w:p>
    <w:p w:rsidR="00B5552C" w:rsidRPr="003A6683" w:rsidRDefault="00B5552C" w:rsidP="00AE186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A6683">
        <w:rPr>
          <w:bCs/>
          <w:sz w:val="28"/>
          <w:szCs w:val="28"/>
        </w:rPr>
        <w:t>в пункте 2 цифры «</w:t>
      </w:r>
      <w:r w:rsidRPr="003A6683">
        <w:rPr>
          <w:sz w:val="28"/>
          <w:szCs w:val="28"/>
        </w:rPr>
        <w:t>23849624,2</w:t>
      </w:r>
      <w:r w:rsidRPr="003A6683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24152924,2</w:t>
      </w:r>
      <w:r w:rsidRPr="003A6683">
        <w:rPr>
          <w:bCs/>
          <w:sz w:val="28"/>
          <w:szCs w:val="28"/>
        </w:rPr>
        <w:t>»;</w:t>
      </w:r>
    </w:p>
    <w:p w:rsidR="00B5552C" w:rsidRPr="003A6683" w:rsidRDefault="00B5552C" w:rsidP="00AE186D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3A6683">
        <w:rPr>
          <w:bCs/>
          <w:sz w:val="28"/>
          <w:szCs w:val="28"/>
        </w:rPr>
        <w:t>в пункте 3 цифры «</w:t>
      </w:r>
      <w:r w:rsidRPr="003A6683">
        <w:rPr>
          <w:sz w:val="28"/>
          <w:szCs w:val="28"/>
        </w:rPr>
        <w:t>30706901,8</w:t>
      </w:r>
      <w:r w:rsidRPr="003A6683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30650201,8</w:t>
      </w:r>
      <w:r w:rsidRPr="003A6683">
        <w:rPr>
          <w:bCs/>
          <w:sz w:val="28"/>
          <w:szCs w:val="28"/>
        </w:rPr>
        <w:t>»;</w:t>
      </w:r>
    </w:p>
    <w:p w:rsidR="00B5552C" w:rsidRPr="003A6683" w:rsidRDefault="00B5552C" w:rsidP="00AE186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3A6683">
        <w:rPr>
          <w:bCs/>
          <w:szCs w:val="28"/>
        </w:rPr>
        <w:t>в) в пункте 1 части 3 цифры «694371,53912» заменить цифрами «794371,53912»;</w:t>
      </w:r>
    </w:p>
    <w:p w:rsidR="00B5552C" w:rsidRPr="00F96764" w:rsidRDefault="00B5552C" w:rsidP="005460AC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5460AC">
        <w:t xml:space="preserve">3) </w:t>
      </w:r>
      <w:r w:rsidRPr="005460AC">
        <w:rPr>
          <w:bCs/>
          <w:szCs w:val="28"/>
        </w:rPr>
        <w:t>в части 2 статьи 7 цифры «2645491,563» заменить цифрами «2921944,8»</w:t>
      </w:r>
      <w:r>
        <w:rPr>
          <w:bCs/>
          <w:szCs w:val="28"/>
        </w:rPr>
        <w:t>;</w:t>
      </w:r>
    </w:p>
    <w:p w:rsidR="00B5552C" w:rsidRPr="00216D7A" w:rsidRDefault="00B5552C" w:rsidP="00AE186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 xml:space="preserve">4) </w:t>
      </w:r>
      <w:r w:rsidRPr="00216D7A">
        <w:rPr>
          <w:bCs/>
          <w:szCs w:val="28"/>
        </w:rPr>
        <w:t>в статье 11:</w:t>
      </w:r>
    </w:p>
    <w:p w:rsidR="00B5552C" w:rsidRPr="00CE5BA2" w:rsidRDefault="00B5552C" w:rsidP="00AE186D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CE5BA2">
        <w:rPr>
          <w:bCs/>
          <w:szCs w:val="28"/>
        </w:rPr>
        <w:t>а) в части 1 цифры «15135691,81578» заменить цифрами «</w:t>
      </w:r>
      <w:r>
        <w:rPr>
          <w:bCs/>
          <w:szCs w:val="28"/>
        </w:rPr>
        <w:t>15665703,0348</w:t>
      </w:r>
      <w:r w:rsidRPr="00CE5BA2">
        <w:rPr>
          <w:bCs/>
          <w:szCs w:val="28"/>
        </w:rPr>
        <w:t>»</w:t>
      </w:r>
      <w:r>
        <w:rPr>
          <w:bCs/>
          <w:szCs w:val="28"/>
        </w:rPr>
        <w:t>, цифры «13939151,1» заменить цифрами «13972524,3»</w:t>
      </w:r>
      <w:r w:rsidRPr="00CE5BA2">
        <w:rPr>
          <w:bCs/>
          <w:szCs w:val="28"/>
        </w:rPr>
        <w:t>;</w:t>
      </w:r>
    </w:p>
    <w:p w:rsidR="00B5552C" w:rsidRDefault="00B5552C" w:rsidP="00AE186D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CE5BA2">
        <w:rPr>
          <w:bCs/>
          <w:szCs w:val="28"/>
        </w:rPr>
        <w:t>б) в пункте 1 части 2 цифры «9789921,6868» заменить цифрами «10</w:t>
      </w:r>
      <w:r>
        <w:rPr>
          <w:bCs/>
          <w:szCs w:val="28"/>
        </w:rPr>
        <w:t>315582,90582</w:t>
      </w:r>
      <w:r w:rsidRPr="00CE5BA2">
        <w:rPr>
          <w:bCs/>
          <w:szCs w:val="28"/>
        </w:rPr>
        <w:t>»;</w:t>
      </w:r>
    </w:p>
    <w:p w:rsidR="00B5552C" w:rsidRDefault="00B5552C" w:rsidP="00AE186D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в) дополнить частями 16 и 17 следующего содержания:</w:t>
      </w:r>
    </w:p>
    <w:p w:rsidR="00B5552C" w:rsidRDefault="00B5552C" w:rsidP="00AE186D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«16. Установить, что в целях подключения общедоступных библиотек Российской Федерации к сети Интернет и развития системы библиотечного дела с учётом задачи расширения информационных технологий и оцифровки бюджетам муниципальных районов и городских округов Ульяновской области предоставляются иные межбюджетные трансферты.</w:t>
      </w:r>
    </w:p>
    <w:p w:rsidR="00B5552C" w:rsidRDefault="00B5552C" w:rsidP="00AE186D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17. Установить, что в целях государственной поддержки (грант) комплексного развития региональных и муниципальных учреждений культуры бюджету муниципального образования «Майнский район» предоставляются иные межбюджетные трансферты.»;</w:t>
      </w:r>
    </w:p>
    <w:p w:rsidR="00B5552C" w:rsidRDefault="00B5552C" w:rsidP="00E629AF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5) в приложении 3:</w:t>
      </w:r>
    </w:p>
    <w:p w:rsidR="00B5552C" w:rsidRDefault="00B5552C" w:rsidP="00E629AF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а) после строки</w:t>
      </w:r>
    </w:p>
    <w:tbl>
      <w:tblPr>
        <w:tblW w:w="100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2908"/>
        <w:gridCol w:w="6346"/>
      </w:tblGrid>
      <w:tr w:rsidR="00B5552C" w:rsidRPr="00AB0CFE" w:rsidTr="0052243C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AB0CFE" w:rsidRDefault="00B5552C" w:rsidP="00E629AF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AB0CFE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AB0CFE" w:rsidRDefault="00B5552C" w:rsidP="00E629AF">
            <w:pPr>
              <w:spacing w:line="360" w:lineRule="auto"/>
              <w:ind w:right="-108"/>
              <w:jc w:val="both"/>
              <w:rPr>
                <w:snapToGrid w:val="0"/>
                <w:sz w:val="28"/>
                <w:szCs w:val="28"/>
              </w:rPr>
            </w:pPr>
            <w:r w:rsidRPr="00AB0CFE">
              <w:rPr>
                <w:snapToGrid w:val="0"/>
                <w:sz w:val="28"/>
                <w:szCs w:val="28"/>
              </w:rPr>
              <w:t>1 13 02992 02 0000 130</w:t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AB0CFE" w:rsidRDefault="00B5552C" w:rsidP="00E629AF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AB0CFE">
              <w:rPr>
                <w:snapToGrid w:val="0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  <w:r>
              <w:rPr>
                <w:snapToGrid w:val="0"/>
                <w:sz w:val="28"/>
                <w:szCs w:val="28"/>
              </w:rPr>
              <w:t>»</w:t>
            </w:r>
          </w:p>
        </w:tc>
      </w:tr>
    </w:tbl>
    <w:p w:rsidR="00B5552C" w:rsidRDefault="00B5552C" w:rsidP="00E629AF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строкой следующего содержания:</w:t>
      </w:r>
    </w:p>
    <w:tbl>
      <w:tblPr>
        <w:tblW w:w="100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2908"/>
        <w:gridCol w:w="6346"/>
      </w:tblGrid>
      <w:tr w:rsidR="00B5552C" w:rsidRPr="0052243C" w:rsidTr="00EE5EF6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2243C" w:rsidRDefault="00B5552C" w:rsidP="00E629AF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52243C">
              <w:rPr>
                <w:snapToGrid w:val="0"/>
                <w:sz w:val="28"/>
                <w:szCs w:val="28"/>
              </w:rPr>
              <w:t>«203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2243C" w:rsidRDefault="00B5552C" w:rsidP="00E629AF">
            <w:pPr>
              <w:spacing w:line="360" w:lineRule="auto"/>
              <w:ind w:left="-35" w:right="-108"/>
              <w:jc w:val="center"/>
              <w:rPr>
                <w:snapToGrid w:val="0"/>
                <w:sz w:val="28"/>
                <w:szCs w:val="28"/>
              </w:rPr>
            </w:pPr>
            <w:r w:rsidRPr="0052243C">
              <w:rPr>
                <w:snapToGrid w:val="0"/>
                <w:sz w:val="28"/>
                <w:szCs w:val="28"/>
              </w:rPr>
              <w:t>1 14 02022 02 0000 440</w:t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2243C" w:rsidRDefault="00B5552C" w:rsidP="00E629A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2243C">
              <w:rPr>
                <w:sz w:val="28"/>
              </w:rPr>
              <w:t>Доходы от реализации имущества, находящегося в оперативном управлении учреждений, наход</w:t>
            </w:r>
            <w:r w:rsidRPr="0052243C">
              <w:rPr>
                <w:sz w:val="28"/>
              </w:rPr>
              <w:t>я</w:t>
            </w:r>
            <w:r w:rsidRPr="0052243C">
              <w:rPr>
                <w:sz w:val="28"/>
              </w:rPr>
              <w:t>щихся в ведении органов государственной власти субъектов Российской Федерации (</w:t>
            </w:r>
            <w:r w:rsidRPr="0052243C">
              <w:rPr>
                <w:snapToGrid w:val="0"/>
                <w:sz w:val="28"/>
              </w:rPr>
              <w:t>за исключен</w:t>
            </w:r>
            <w:r w:rsidRPr="0052243C">
              <w:rPr>
                <w:snapToGrid w:val="0"/>
                <w:sz w:val="28"/>
              </w:rPr>
              <w:t>и</w:t>
            </w:r>
            <w:r w:rsidRPr="0052243C">
              <w:rPr>
                <w:snapToGrid w:val="0"/>
                <w:sz w:val="28"/>
              </w:rPr>
              <w:t>ем имущества бюджетных и автономных учре</w:t>
            </w:r>
            <w:r w:rsidRPr="0052243C">
              <w:rPr>
                <w:snapToGrid w:val="0"/>
                <w:sz w:val="28"/>
              </w:rPr>
              <w:t>ж</w:t>
            </w:r>
            <w:r w:rsidRPr="0052243C">
              <w:rPr>
                <w:snapToGrid w:val="0"/>
                <w:sz w:val="28"/>
              </w:rPr>
              <w:t>дений субъектов Российской Федерации</w:t>
            </w:r>
            <w:r w:rsidRPr="0052243C">
              <w:rPr>
                <w:sz w:val="28"/>
              </w:rPr>
              <w:t>), в части реализации материальных запасов по указанному имуществу</w:t>
            </w:r>
            <w:r>
              <w:rPr>
                <w:sz w:val="28"/>
              </w:rPr>
              <w:t>»;</w:t>
            </w:r>
          </w:p>
        </w:tc>
      </w:tr>
    </w:tbl>
    <w:p w:rsidR="00B5552C" w:rsidRDefault="00B5552C" w:rsidP="00E629AF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б) после строки</w:t>
      </w:r>
    </w:p>
    <w:tbl>
      <w:tblPr>
        <w:tblW w:w="100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2908"/>
        <w:gridCol w:w="6346"/>
      </w:tblGrid>
      <w:tr w:rsidR="00B5552C" w:rsidRPr="00AB0CFE" w:rsidTr="00EE5EF6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AB0CFE" w:rsidRDefault="00B5552C" w:rsidP="00E629AF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AB0CFE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2243C" w:rsidRDefault="00B5552C" w:rsidP="00E629AF">
            <w:pPr>
              <w:pStyle w:val="BodyText2"/>
              <w:spacing w:after="0"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52243C">
              <w:rPr>
                <w:bCs/>
                <w:sz w:val="28"/>
                <w:szCs w:val="28"/>
              </w:rPr>
              <w:t>2 02 02999 02 0000 151</w:t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2243C" w:rsidRDefault="00B5552C" w:rsidP="008172E9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  <w:highlight w:val="yellow"/>
              </w:rPr>
            </w:pPr>
            <w:r w:rsidRPr="0052243C">
              <w:rPr>
                <w:sz w:val="28"/>
                <w:szCs w:val="28"/>
              </w:rPr>
              <w:t>Прочие субсидии бюджетам субъектов Росси</w:t>
            </w:r>
            <w:r w:rsidRPr="0052243C">
              <w:rPr>
                <w:sz w:val="28"/>
                <w:szCs w:val="28"/>
              </w:rPr>
              <w:t>й</w:t>
            </w:r>
            <w:r w:rsidRPr="0052243C">
              <w:rPr>
                <w:sz w:val="28"/>
                <w:szCs w:val="28"/>
              </w:rPr>
              <w:t>ской Федерации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E629AF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строкой следующего содержания:</w:t>
      </w:r>
    </w:p>
    <w:tbl>
      <w:tblPr>
        <w:tblW w:w="100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2908"/>
        <w:gridCol w:w="6346"/>
      </w:tblGrid>
      <w:tr w:rsidR="00B5552C" w:rsidRPr="0052243C" w:rsidTr="00EE5EF6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2243C" w:rsidRDefault="00B5552C" w:rsidP="00E629AF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52243C">
              <w:rPr>
                <w:snapToGrid w:val="0"/>
                <w:sz w:val="28"/>
                <w:szCs w:val="28"/>
              </w:rPr>
              <w:t>«203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2243C" w:rsidRDefault="00B5552C" w:rsidP="0024590C">
            <w:pPr>
              <w:pStyle w:val="BodyText2"/>
              <w:spacing w:after="0" w:line="360" w:lineRule="auto"/>
              <w:ind w:left="-177" w:right="-108"/>
              <w:jc w:val="center"/>
              <w:rPr>
                <w:bCs/>
                <w:sz w:val="28"/>
                <w:szCs w:val="28"/>
              </w:rPr>
            </w:pPr>
            <w:r w:rsidRPr="0052243C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2243C">
              <w:rPr>
                <w:bCs/>
                <w:sz w:val="28"/>
                <w:szCs w:val="28"/>
              </w:rPr>
              <w:t>02 03007 02 0000 151</w:t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2243C" w:rsidRDefault="00B5552C" w:rsidP="00E629AF">
            <w:pPr>
              <w:pStyle w:val="BodyText2"/>
              <w:spacing w:after="0" w:line="360" w:lineRule="auto"/>
              <w:rPr>
                <w:sz w:val="28"/>
                <w:szCs w:val="28"/>
              </w:rPr>
            </w:pPr>
            <w:r w:rsidRPr="0052243C">
              <w:rPr>
                <w:sz w:val="28"/>
                <w:szCs w:val="28"/>
              </w:rPr>
              <w:t>Субвенции бюджетам субъектов Российской Ф</w:t>
            </w:r>
            <w:r w:rsidRPr="0052243C">
              <w:rPr>
                <w:sz w:val="28"/>
                <w:szCs w:val="28"/>
              </w:rPr>
              <w:t>е</w:t>
            </w:r>
            <w:r w:rsidRPr="0052243C">
              <w:rPr>
                <w:sz w:val="28"/>
                <w:szCs w:val="28"/>
              </w:rPr>
              <w:t>дерации на составление (изменение) списков ка</w:t>
            </w:r>
            <w:r w:rsidRPr="0052243C">
              <w:rPr>
                <w:sz w:val="28"/>
                <w:szCs w:val="28"/>
              </w:rPr>
              <w:t>н</w:t>
            </w:r>
            <w:r w:rsidRPr="0052243C">
              <w:rPr>
                <w:sz w:val="28"/>
                <w:szCs w:val="28"/>
              </w:rPr>
              <w:t>дидатов в присяжные заседатели федеральных с</w:t>
            </w:r>
            <w:r w:rsidRPr="0052243C">
              <w:rPr>
                <w:sz w:val="28"/>
                <w:szCs w:val="28"/>
              </w:rPr>
              <w:t>у</w:t>
            </w:r>
            <w:r w:rsidRPr="0052243C">
              <w:rPr>
                <w:sz w:val="28"/>
                <w:szCs w:val="28"/>
              </w:rPr>
              <w:t>дов общей юрисдикции в Российской Федерации»;</w:t>
            </w:r>
          </w:p>
        </w:tc>
      </w:tr>
    </w:tbl>
    <w:p w:rsidR="00B5552C" w:rsidRPr="00557C32" w:rsidRDefault="00B5552C" w:rsidP="00557C32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 w:rsidRPr="00557C32">
        <w:rPr>
          <w:bCs/>
          <w:szCs w:val="28"/>
        </w:rPr>
        <w:t>в) после строки</w:t>
      </w:r>
    </w:p>
    <w:tbl>
      <w:tblPr>
        <w:tblW w:w="100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2908"/>
        <w:gridCol w:w="6346"/>
      </w:tblGrid>
      <w:tr w:rsidR="00B5552C" w:rsidRPr="00557C32" w:rsidTr="005460AC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57C32" w:rsidRDefault="00B5552C" w:rsidP="00557C32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57C32">
              <w:rPr>
                <w:bCs/>
                <w:snapToGrid w:val="0"/>
                <w:sz w:val="28"/>
                <w:szCs w:val="28"/>
              </w:rPr>
              <w:t>«255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57C32" w:rsidRDefault="00B5552C" w:rsidP="00557C32">
            <w:pPr>
              <w:spacing w:line="360" w:lineRule="auto"/>
              <w:ind w:right="-108"/>
              <w:jc w:val="center"/>
              <w:rPr>
                <w:bCs/>
                <w:snapToGrid w:val="0"/>
                <w:sz w:val="28"/>
                <w:szCs w:val="28"/>
              </w:rPr>
            </w:pPr>
            <w:r w:rsidRPr="00557C32">
              <w:rPr>
                <w:bCs/>
                <w:snapToGrid w:val="0"/>
                <w:sz w:val="28"/>
                <w:szCs w:val="28"/>
              </w:rPr>
              <w:t>2 02 04053 02 0000 151</w:t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57C32" w:rsidRDefault="00B5552C" w:rsidP="00557C32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жетам субъектов Российской Федерации на гос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дарственную поддержку лучших работников м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ниципальных учреждений культуры, находящихся на территориях сельских поселений»</w:t>
            </w:r>
          </w:p>
        </w:tc>
      </w:tr>
    </w:tbl>
    <w:p w:rsidR="00B5552C" w:rsidRPr="00557C32" w:rsidRDefault="00B5552C" w:rsidP="00557C32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rPr>
          <w:bCs/>
          <w:szCs w:val="28"/>
        </w:rPr>
      </w:pPr>
      <w:r w:rsidRPr="00557C32">
        <w:rPr>
          <w:bCs/>
          <w:szCs w:val="28"/>
        </w:rPr>
        <w:t>дополнить строками следующего содержания:</w:t>
      </w:r>
    </w:p>
    <w:tbl>
      <w:tblPr>
        <w:tblW w:w="100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2908"/>
        <w:gridCol w:w="6346"/>
      </w:tblGrid>
      <w:tr w:rsidR="00B5552C" w:rsidRPr="00557C32" w:rsidTr="005460AC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57C32" w:rsidRDefault="00B5552C" w:rsidP="00557C32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57C32">
              <w:rPr>
                <w:bCs/>
                <w:snapToGrid w:val="0"/>
                <w:sz w:val="28"/>
                <w:szCs w:val="28"/>
              </w:rPr>
              <w:t>«255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57C32" w:rsidRDefault="00B5552C" w:rsidP="00557C32">
            <w:pPr>
              <w:spacing w:line="360" w:lineRule="auto"/>
              <w:ind w:right="-108"/>
              <w:jc w:val="center"/>
              <w:rPr>
                <w:bCs/>
                <w:snapToGrid w:val="0"/>
                <w:sz w:val="28"/>
                <w:szCs w:val="28"/>
              </w:rPr>
            </w:pPr>
            <w:r w:rsidRPr="00557C32">
              <w:rPr>
                <w:bCs/>
                <w:snapToGrid w:val="0"/>
                <w:sz w:val="28"/>
                <w:szCs w:val="28"/>
              </w:rPr>
              <w:t>2 02 04070 02 0000 151</w:t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57C32" w:rsidRDefault="00B5552C" w:rsidP="00557C32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жетам субъектов Российской Федерации на гос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дарственную поддержку (грант) комплексного развития региональных и муниципальных учре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дений культуры</w:t>
            </w:r>
          </w:p>
        </w:tc>
      </w:tr>
      <w:tr w:rsidR="00B5552C" w:rsidRPr="00557C32" w:rsidTr="005460AC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57C32" w:rsidRDefault="00B5552C" w:rsidP="00557C32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57C32">
              <w:rPr>
                <w:bCs/>
                <w:snapToGrid w:val="0"/>
                <w:sz w:val="28"/>
                <w:szCs w:val="28"/>
              </w:rPr>
              <w:t>255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57C32" w:rsidRDefault="00B5552C" w:rsidP="00557C32">
            <w:pPr>
              <w:spacing w:line="360" w:lineRule="auto"/>
              <w:ind w:right="-108"/>
              <w:jc w:val="center"/>
              <w:rPr>
                <w:bCs/>
                <w:snapToGrid w:val="0"/>
                <w:sz w:val="28"/>
                <w:szCs w:val="28"/>
              </w:rPr>
            </w:pPr>
            <w:r w:rsidRPr="00557C32">
              <w:rPr>
                <w:bCs/>
                <w:snapToGrid w:val="0"/>
                <w:sz w:val="28"/>
                <w:szCs w:val="28"/>
              </w:rPr>
              <w:t>2 02 04072 02 0000 151</w:t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57C32" w:rsidRDefault="00B5552C" w:rsidP="00557C32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жетам субъектов Российской Федерации на гос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дарственную поддержку (грант) реализации лу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ших событийных региональных и межрегионал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57C32">
              <w:rPr>
                <w:rFonts w:ascii="Times New Roman" w:hAnsi="Times New Roman" w:cs="Times New Roman"/>
                <w:sz w:val="28"/>
                <w:szCs w:val="28"/>
              </w:rPr>
              <w:t>ных проектов в рамках развития культурно-познавательного туризма»;</w:t>
            </w:r>
          </w:p>
        </w:tc>
      </w:tr>
    </w:tbl>
    <w:p w:rsidR="00B5552C" w:rsidRDefault="00B5552C" w:rsidP="00557C32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г) после строки</w:t>
      </w:r>
    </w:p>
    <w:tbl>
      <w:tblPr>
        <w:tblW w:w="100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2908"/>
        <w:gridCol w:w="6346"/>
      </w:tblGrid>
      <w:tr w:rsidR="00B5552C" w:rsidRPr="00EE5EF6" w:rsidTr="00EE5EF6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E5EF6" w:rsidRDefault="00B5552C" w:rsidP="00E629AF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EE5EF6">
              <w:rPr>
                <w:snapToGrid w:val="0"/>
                <w:sz w:val="28"/>
                <w:szCs w:val="28"/>
              </w:rPr>
              <w:t>«261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AB0CFE" w:rsidRDefault="00B5552C" w:rsidP="00E629AF">
            <w:pPr>
              <w:spacing w:line="360" w:lineRule="auto"/>
              <w:ind w:right="-108"/>
              <w:jc w:val="center"/>
              <w:rPr>
                <w:bCs/>
                <w:snapToGrid w:val="0"/>
                <w:sz w:val="28"/>
                <w:szCs w:val="28"/>
              </w:rPr>
            </w:pPr>
            <w:r w:rsidRPr="00AB0CFE">
              <w:rPr>
                <w:bCs/>
                <w:snapToGrid w:val="0"/>
                <w:sz w:val="28"/>
                <w:szCs w:val="28"/>
              </w:rPr>
              <w:t>2 02 04066 02 0000 151</w:t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AB0CFE" w:rsidRDefault="00B5552C" w:rsidP="00E629AF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CF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 бю</w:t>
            </w:r>
            <w:r w:rsidRPr="00AB0CF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</w:t>
            </w:r>
            <w:r w:rsidRPr="00AB0CF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жетам субъектов Российской Федерации на реал</w:t>
            </w:r>
            <w:r w:rsidRPr="00AB0CF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Pr="00AB0CF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зацию мероприятий по профилактике ВИЧ-инфекции и гепатитов В и С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»</w:t>
            </w:r>
          </w:p>
        </w:tc>
      </w:tr>
    </w:tbl>
    <w:p w:rsidR="00B5552C" w:rsidRDefault="00B5552C" w:rsidP="00E629AF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строками следующего содержания:</w:t>
      </w:r>
    </w:p>
    <w:tbl>
      <w:tblPr>
        <w:tblW w:w="100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2908"/>
        <w:gridCol w:w="6346"/>
      </w:tblGrid>
      <w:tr w:rsidR="00B5552C" w:rsidRPr="0052243C" w:rsidTr="00EE5EF6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2243C" w:rsidRDefault="00B5552C" w:rsidP="00E629AF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«261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52C0C" w:rsidRDefault="00B5552C" w:rsidP="00E629AF">
            <w:pPr>
              <w:spacing w:line="360" w:lineRule="auto"/>
              <w:ind w:right="-108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2 02 04080 02 0000 151</w:t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216529" w:rsidRDefault="00B5552C" w:rsidP="00216529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жетам субъектов Российской Федерации для ок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зания адресной финансовой помощи гражданам Украины, имеющим статус беженца или получи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шим временное убежище на территории Росси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ской Федерации и проживающим в жилых пом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щениях граждан Российской Федерации</w:t>
            </w:r>
          </w:p>
        </w:tc>
      </w:tr>
      <w:tr w:rsidR="00B5552C" w:rsidRPr="0052243C" w:rsidTr="00EE5EF6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2243C" w:rsidRDefault="00B5552C" w:rsidP="00E629AF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52C0C" w:rsidRDefault="00B5552C" w:rsidP="00E629AF">
            <w:pPr>
              <w:spacing w:line="360" w:lineRule="auto"/>
              <w:ind w:right="-108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2 02 04081 02 0000 151</w:t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216529" w:rsidRDefault="00B5552C" w:rsidP="00216529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жетам субъектов Российской Федерации на ф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нансовое обеспечение мероприятий по временн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му социально-бытовому обустройству лиц, вын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жденно покинувших территорию Украины и нах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16529">
              <w:rPr>
                <w:rFonts w:ascii="Times New Roman" w:hAnsi="Times New Roman" w:cs="Times New Roman"/>
                <w:sz w:val="28"/>
                <w:szCs w:val="28"/>
              </w:rPr>
              <w:t>дящихся в пунктах временного размещения</w:t>
            </w:r>
          </w:p>
        </w:tc>
      </w:tr>
      <w:tr w:rsidR="00B5552C" w:rsidRPr="0052243C" w:rsidTr="00EE5EF6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2243C" w:rsidRDefault="00B5552C" w:rsidP="00E629AF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52243C">
              <w:rPr>
                <w:snapToGrid w:val="0"/>
                <w:sz w:val="28"/>
                <w:szCs w:val="28"/>
              </w:rPr>
              <w:t>2</w:t>
            </w:r>
            <w:r>
              <w:rPr>
                <w:snapToGrid w:val="0"/>
                <w:sz w:val="28"/>
                <w:szCs w:val="28"/>
              </w:rPr>
              <w:t>61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52C0C" w:rsidRDefault="00B5552C" w:rsidP="00E629AF">
            <w:pPr>
              <w:spacing w:line="360" w:lineRule="auto"/>
              <w:ind w:right="-108"/>
              <w:jc w:val="center"/>
              <w:rPr>
                <w:bCs/>
                <w:snapToGrid w:val="0"/>
                <w:sz w:val="28"/>
                <w:szCs w:val="28"/>
              </w:rPr>
            </w:pPr>
            <w:r w:rsidRPr="00552C0C">
              <w:rPr>
                <w:bCs/>
                <w:snapToGrid w:val="0"/>
                <w:sz w:val="28"/>
                <w:szCs w:val="28"/>
              </w:rPr>
              <w:t>2 02 04088 02 0000 151</w:t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52C0C" w:rsidRDefault="00B5552C" w:rsidP="00E629AF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C0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</w:t>
            </w:r>
            <w:r w:rsidRPr="00552C0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52C0C">
              <w:rPr>
                <w:rFonts w:ascii="Times New Roman" w:hAnsi="Times New Roman" w:cs="Times New Roman"/>
                <w:sz w:val="28"/>
                <w:szCs w:val="28"/>
              </w:rPr>
              <w:t>жетам субъектов Российской Федерации на ф</w:t>
            </w:r>
            <w:r w:rsidRPr="00552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52C0C">
              <w:rPr>
                <w:rFonts w:ascii="Times New Roman" w:hAnsi="Times New Roman" w:cs="Times New Roman"/>
                <w:sz w:val="28"/>
                <w:szCs w:val="28"/>
              </w:rPr>
              <w:t>нансовое обеспечение мероприятий, связанных с санаторно-курортным лечением отдельных кат</w:t>
            </w:r>
            <w:r w:rsidRPr="00552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52C0C">
              <w:rPr>
                <w:rFonts w:ascii="Times New Roman" w:hAnsi="Times New Roman" w:cs="Times New Roman"/>
                <w:sz w:val="28"/>
                <w:szCs w:val="28"/>
              </w:rPr>
              <w:t>горий граждан в санаторно-курортных организ</w:t>
            </w:r>
            <w:r w:rsidRPr="00552C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52C0C">
              <w:rPr>
                <w:rFonts w:ascii="Times New Roman" w:hAnsi="Times New Roman" w:cs="Times New Roman"/>
                <w:sz w:val="28"/>
                <w:szCs w:val="28"/>
              </w:rPr>
              <w:t>циях, расположенных в Республике Крым и г. С</w:t>
            </w:r>
            <w:r w:rsidRPr="00552C0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52C0C">
              <w:rPr>
                <w:rFonts w:ascii="Times New Roman" w:hAnsi="Times New Roman" w:cs="Times New Roman"/>
                <w:sz w:val="28"/>
                <w:szCs w:val="28"/>
              </w:rPr>
              <w:t>вастополе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B5552C" w:rsidRDefault="00B5552C" w:rsidP="008F34D2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д) после строки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2908"/>
        <w:gridCol w:w="6237"/>
      </w:tblGrid>
      <w:tr w:rsidR="00B5552C" w:rsidRPr="00EE5EF6" w:rsidTr="008172E9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AB0CFE" w:rsidRDefault="00B5552C" w:rsidP="008F34D2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AB0CFE">
              <w:rPr>
                <w:bCs/>
                <w:snapToGrid w:val="0"/>
                <w:sz w:val="28"/>
                <w:szCs w:val="28"/>
              </w:rPr>
              <w:t>287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8172E9" w:rsidRDefault="00B5552C" w:rsidP="008172E9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8172E9">
              <w:rPr>
                <w:spacing w:val="-4"/>
                <w:sz w:val="28"/>
                <w:szCs w:val="28"/>
              </w:rPr>
              <w:t>2 02 03019 02 0000 151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AB0CFE" w:rsidRDefault="00B5552C" w:rsidP="008F34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B0CFE">
              <w:rPr>
                <w:sz w:val="28"/>
                <w:szCs w:val="28"/>
              </w:rPr>
              <w:t>Субвенции бюджетам субъектов Российской Ф</w:t>
            </w:r>
            <w:r w:rsidRPr="00AB0CFE">
              <w:rPr>
                <w:sz w:val="28"/>
                <w:szCs w:val="28"/>
              </w:rPr>
              <w:t>е</w:t>
            </w:r>
            <w:r w:rsidRPr="00AB0CFE">
              <w:rPr>
                <w:sz w:val="28"/>
                <w:szCs w:val="28"/>
              </w:rPr>
              <w:t>дерации на осуществление отдельных полном</w:t>
            </w:r>
            <w:r w:rsidRPr="00AB0CFE">
              <w:rPr>
                <w:sz w:val="28"/>
                <w:szCs w:val="28"/>
              </w:rPr>
              <w:t>о</w:t>
            </w:r>
            <w:r w:rsidRPr="00AB0CFE">
              <w:rPr>
                <w:sz w:val="28"/>
                <w:szCs w:val="28"/>
              </w:rPr>
              <w:t>чий в области водных отношений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8172E9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строкой следующего содержания: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2835"/>
        <w:gridCol w:w="6237"/>
      </w:tblGrid>
      <w:tr w:rsidR="00B5552C" w:rsidRPr="008F34D2" w:rsidTr="008172E9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8F34D2" w:rsidRDefault="00B5552C" w:rsidP="008F34D2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8F34D2">
              <w:rPr>
                <w:bCs/>
                <w:snapToGrid w:val="0"/>
                <w:sz w:val="28"/>
                <w:szCs w:val="28"/>
              </w:rPr>
              <w:t>«287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8172E9" w:rsidRDefault="00B5552C" w:rsidP="008172E9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8172E9">
              <w:rPr>
                <w:spacing w:val="-6"/>
                <w:sz w:val="28"/>
                <w:szCs w:val="28"/>
              </w:rPr>
              <w:t>2 02 03121 02 0000 151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8F34D2" w:rsidRDefault="00B5552C" w:rsidP="008F34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F34D2">
              <w:rPr>
                <w:sz w:val="28"/>
                <w:szCs w:val="28"/>
              </w:rPr>
              <w:t>Субвенции бюджетам субъектов Российской Ф</w:t>
            </w:r>
            <w:r w:rsidRPr="008F34D2">
              <w:rPr>
                <w:sz w:val="28"/>
                <w:szCs w:val="28"/>
              </w:rPr>
              <w:t>е</w:t>
            </w:r>
            <w:r w:rsidRPr="008F34D2">
              <w:rPr>
                <w:sz w:val="28"/>
                <w:szCs w:val="28"/>
              </w:rPr>
              <w:t>дерации на проведение Всероссийской сельск</w:t>
            </w:r>
            <w:r w:rsidRPr="008F34D2">
              <w:rPr>
                <w:sz w:val="28"/>
                <w:szCs w:val="28"/>
              </w:rPr>
              <w:t>о</w:t>
            </w:r>
            <w:r w:rsidRPr="008F34D2">
              <w:rPr>
                <w:sz w:val="28"/>
                <w:szCs w:val="28"/>
              </w:rPr>
              <w:t>хозяйственной переписи в 2016 году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B5552C" w:rsidRDefault="00B5552C" w:rsidP="00E629AF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09"/>
        <w:rPr>
          <w:bCs/>
          <w:szCs w:val="28"/>
        </w:rPr>
      </w:pPr>
      <w:r>
        <w:rPr>
          <w:bCs/>
          <w:szCs w:val="28"/>
        </w:rPr>
        <w:t>е) после строки</w:t>
      </w:r>
    </w:p>
    <w:tbl>
      <w:tblPr>
        <w:tblW w:w="100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2908"/>
        <w:gridCol w:w="6346"/>
      </w:tblGrid>
      <w:tr w:rsidR="00B5552C" w:rsidRPr="00EE5EF6" w:rsidTr="005460AC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E5EF6" w:rsidRDefault="00B5552C" w:rsidP="00E629AF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EE5EF6">
              <w:rPr>
                <w:snapToGrid w:val="0"/>
                <w:sz w:val="28"/>
                <w:szCs w:val="28"/>
              </w:rPr>
              <w:t>«</w:t>
            </w:r>
            <w:r>
              <w:rPr>
                <w:snapToGrid w:val="0"/>
                <w:sz w:val="28"/>
                <w:szCs w:val="28"/>
              </w:rPr>
              <w:t>380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52C0C" w:rsidRDefault="00B5552C" w:rsidP="00E629AF">
            <w:pPr>
              <w:pStyle w:val="BodyText2"/>
              <w:spacing w:after="0"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552C0C">
              <w:rPr>
                <w:bCs/>
                <w:sz w:val="28"/>
                <w:szCs w:val="28"/>
              </w:rPr>
              <w:t>1 08 07142 01 0000 110</w:t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52C0C" w:rsidRDefault="00B5552C" w:rsidP="00E629AF">
            <w:pPr>
              <w:pStyle w:val="BodyText2"/>
              <w:spacing w:after="0"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552C0C">
              <w:rPr>
                <w:sz w:val="28"/>
                <w:szCs w:val="28"/>
              </w:rPr>
              <w:t>Государственная пошлина за совершение дейс</w:t>
            </w:r>
            <w:r w:rsidRPr="00552C0C">
              <w:rPr>
                <w:sz w:val="28"/>
                <w:szCs w:val="28"/>
              </w:rPr>
              <w:t>т</w:t>
            </w:r>
            <w:r w:rsidRPr="00552C0C">
              <w:rPr>
                <w:sz w:val="28"/>
                <w:szCs w:val="28"/>
              </w:rPr>
              <w:t xml:space="preserve">вий уполномоченными органами исполнительной власти субъектов Российской Федерации, </w:t>
            </w:r>
            <w:r w:rsidRPr="008172E9">
              <w:rPr>
                <w:spacing w:val="-6"/>
                <w:sz w:val="28"/>
                <w:szCs w:val="28"/>
              </w:rPr>
              <w:t>связа</w:t>
            </w:r>
            <w:r w:rsidRPr="008172E9">
              <w:rPr>
                <w:spacing w:val="-6"/>
                <w:sz w:val="28"/>
                <w:szCs w:val="28"/>
              </w:rPr>
              <w:t>н</w:t>
            </w:r>
            <w:r w:rsidRPr="008172E9">
              <w:rPr>
                <w:spacing w:val="-6"/>
                <w:sz w:val="28"/>
                <w:szCs w:val="28"/>
              </w:rPr>
              <w:t>ных с выдачей документов о проведении государс</w:t>
            </w:r>
            <w:r w:rsidRPr="008172E9">
              <w:rPr>
                <w:spacing w:val="-6"/>
                <w:sz w:val="28"/>
                <w:szCs w:val="28"/>
              </w:rPr>
              <w:t>т</w:t>
            </w:r>
            <w:r w:rsidRPr="008172E9">
              <w:rPr>
                <w:spacing w:val="-6"/>
                <w:sz w:val="28"/>
                <w:szCs w:val="28"/>
              </w:rPr>
              <w:t>венного технического осмотра тракторов, само-</w:t>
            </w:r>
            <w:r>
              <w:rPr>
                <w:sz w:val="28"/>
                <w:szCs w:val="28"/>
              </w:rPr>
              <w:t xml:space="preserve"> </w:t>
            </w:r>
            <w:r w:rsidRPr="00552C0C">
              <w:rPr>
                <w:sz w:val="28"/>
                <w:szCs w:val="28"/>
              </w:rPr>
              <w:t>хо</w:t>
            </w:r>
            <w:r w:rsidRPr="00552C0C">
              <w:rPr>
                <w:sz w:val="28"/>
                <w:szCs w:val="28"/>
              </w:rPr>
              <w:t>д</w:t>
            </w:r>
            <w:r w:rsidRPr="00552C0C">
              <w:rPr>
                <w:sz w:val="28"/>
                <w:szCs w:val="28"/>
              </w:rPr>
              <w:t>ных дорожно-строительных и иных самоходных машин и прицепов к ним, государственной рег</w:t>
            </w:r>
            <w:r w:rsidRPr="00552C0C">
              <w:rPr>
                <w:sz w:val="28"/>
                <w:szCs w:val="28"/>
              </w:rPr>
              <w:t>и</w:t>
            </w:r>
            <w:r w:rsidRPr="00552C0C">
              <w:rPr>
                <w:sz w:val="28"/>
                <w:szCs w:val="28"/>
              </w:rPr>
              <w:t>страцией мототранспортных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E629AF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дополнить строкой следующего содержания:</w:t>
      </w:r>
    </w:p>
    <w:tbl>
      <w:tblPr>
        <w:tblW w:w="100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8"/>
        <w:gridCol w:w="2908"/>
        <w:gridCol w:w="6346"/>
      </w:tblGrid>
      <w:tr w:rsidR="00B5552C" w:rsidRPr="0052243C" w:rsidTr="005460AC"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2243C" w:rsidRDefault="00B5552C" w:rsidP="00E629AF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52243C">
              <w:rPr>
                <w:snapToGrid w:val="0"/>
                <w:sz w:val="28"/>
                <w:szCs w:val="28"/>
              </w:rPr>
              <w:t>«</w:t>
            </w:r>
            <w:r>
              <w:rPr>
                <w:snapToGrid w:val="0"/>
                <w:sz w:val="28"/>
                <w:szCs w:val="28"/>
              </w:rPr>
              <w:t>380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52C0C" w:rsidRDefault="00B5552C" w:rsidP="00E629AF">
            <w:pPr>
              <w:pStyle w:val="BodyText2"/>
              <w:spacing w:after="0"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552C0C">
              <w:rPr>
                <w:bCs/>
                <w:sz w:val="28"/>
                <w:szCs w:val="28"/>
              </w:rPr>
              <w:t>1 08 07400 01 0000 110</w:t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52C0C" w:rsidRDefault="00B5552C" w:rsidP="00E629AF">
            <w:pPr>
              <w:pStyle w:val="BodyText2"/>
              <w:spacing w:after="0" w:line="360" w:lineRule="auto"/>
              <w:jc w:val="both"/>
              <w:rPr>
                <w:snapToGrid w:val="0"/>
                <w:sz w:val="28"/>
                <w:szCs w:val="28"/>
              </w:rPr>
            </w:pPr>
            <w:r w:rsidRPr="00552C0C">
              <w:rPr>
                <w:snapToGrid w:val="0"/>
                <w:sz w:val="28"/>
                <w:szCs w:val="28"/>
              </w:rPr>
              <w:t>Государственная пошлина за действия уполном</w:t>
            </w:r>
            <w:r w:rsidRPr="00552C0C">
              <w:rPr>
                <w:snapToGrid w:val="0"/>
                <w:sz w:val="28"/>
                <w:szCs w:val="28"/>
              </w:rPr>
              <w:t>о</w:t>
            </w:r>
            <w:r w:rsidRPr="00552C0C">
              <w:rPr>
                <w:snapToGrid w:val="0"/>
                <w:sz w:val="28"/>
                <w:szCs w:val="28"/>
              </w:rPr>
              <w:t>ченных органов субъектов Российской Федерации, связанные с лицензированием предпринимател</w:t>
            </w:r>
            <w:r w:rsidRPr="00552C0C">
              <w:rPr>
                <w:snapToGrid w:val="0"/>
                <w:sz w:val="28"/>
                <w:szCs w:val="28"/>
              </w:rPr>
              <w:t>ь</w:t>
            </w:r>
            <w:r w:rsidRPr="00552C0C">
              <w:rPr>
                <w:snapToGrid w:val="0"/>
                <w:sz w:val="28"/>
                <w:szCs w:val="28"/>
              </w:rPr>
              <w:t>ской деятельности по управлению многокварти</w:t>
            </w:r>
            <w:r w:rsidRPr="00552C0C">
              <w:rPr>
                <w:snapToGrid w:val="0"/>
                <w:sz w:val="28"/>
                <w:szCs w:val="28"/>
              </w:rPr>
              <w:t>р</w:t>
            </w:r>
            <w:r w:rsidRPr="00552C0C">
              <w:rPr>
                <w:snapToGrid w:val="0"/>
                <w:sz w:val="28"/>
                <w:szCs w:val="28"/>
              </w:rPr>
              <w:t>ными домами</w:t>
            </w:r>
            <w:r>
              <w:rPr>
                <w:snapToGrid w:val="0"/>
                <w:sz w:val="28"/>
                <w:szCs w:val="28"/>
              </w:rPr>
              <w:t>»;</w:t>
            </w:r>
          </w:p>
        </w:tc>
      </w:tr>
    </w:tbl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6) </w:t>
      </w:r>
      <w:r>
        <w:rPr>
          <w:sz w:val="28"/>
          <w:szCs w:val="28"/>
        </w:rPr>
        <w:t>в приложении 6: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строке «Налоговые и неналоговые доходы» (код 1 00 00000 00 0000 000) цифры «24244046,15185» заменить цифрами «25121411,26671»;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</w:t>
      </w:r>
      <w:r w:rsidRPr="00553357">
        <w:rPr>
          <w:sz w:val="28"/>
          <w:szCs w:val="28"/>
        </w:rPr>
        <w:t>Налоги на товары (работы, услуги), реализуемые на территории Российской Федерации</w:t>
      </w:r>
      <w:r>
        <w:rPr>
          <w:sz w:val="28"/>
          <w:szCs w:val="28"/>
        </w:rPr>
        <w:t>» (код 1 03 00000 00 0000 000) цифры «3564315,1»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«4434410,1»;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строке «</w:t>
      </w:r>
      <w:r w:rsidRPr="00553357">
        <w:rPr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>
        <w:rPr>
          <w:sz w:val="28"/>
          <w:szCs w:val="28"/>
        </w:rPr>
        <w:t>» (код 1 03 02000 01 0000 110) цифры «3564315,1» заменить цифрами «4434410,1»;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строке «</w:t>
      </w:r>
      <w:r w:rsidRPr="00553357">
        <w:rPr>
          <w:sz w:val="28"/>
          <w:szCs w:val="28"/>
        </w:rPr>
        <w:t>Акцизы на пиво, производимое на территории Российской Ф</w:t>
      </w:r>
      <w:r w:rsidRPr="00553357">
        <w:rPr>
          <w:sz w:val="28"/>
          <w:szCs w:val="28"/>
        </w:rPr>
        <w:t>е</w:t>
      </w:r>
      <w:r w:rsidRPr="00553357">
        <w:rPr>
          <w:sz w:val="28"/>
          <w:szCs w:val="28"/>
        </w:rPr>
        <w:t>дерации</w:t>
      </w:r>
      <w:r>
        <w:rPr>
          <w:sz w:val="28"/>
          <w:szCs w:val="28"/>
        </w:rPr>
        <w:t>» (код 1 03 02100 01 0000 110) цифры «1004000,0» заменить цифрами «1742387,0»;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строке «</w:t>
      </w:r>
      <w:r w:rsidRPr="00553357">
        <w:rPr>
          <w:sz w:val="28"/>
          <w:szCs w:val="28"/>
        </w:rPr>
        <w:t>Акцизы на алкогольную продукцию с объёмной долей этилов</w:t>
      </w:r>
      <w:r w:rsidRPr="00553357">
        <w:rPr>
          <w:sz w:val="28"/>
          <w:szCs w:val="28"/>
        </w:rPr>
        <w:t>о</w:t>
      </w:r>
      <w:r w:rsidRPr="00553357">
        <w:rPr>
          <w:sz w:val="28"/>
          <w:szCs w:val="28"/>
        </w:rPr>
        <w:t>го спирта свыше 9 процентов (за исключением пива, вин, фруктовых вин, игр</w:t>
      </w:r>
      <w:r w:rsidRPr="00553357">
        <w:rPr>
          <w:sz w:val="28"/>
          <w:szCs w:val="28"/>
        </w:rPr>
        <w:t>и</w:t>
      </w:r>
      <w:r w:rsidRPr="00553357">
        <w:rPr>
          <w:sz w:val="28"/>
          <w:szCs w:val="28"/>
        </w:rPr>
        <w:t>стых вин (шампанских), винных напитков, изготавливаемых без добавления ре</w:t>
      </w:r>
      <w:r w:rsidRPr="00553357">
        <w:rPr>
          <w:sz w:val="28"/>
          <w:szCs w:val="28"/>
        </w:rPr>
        <w:t>к</w:t>
      </w:r>
      <w:r w:rsidRPr="00553357">
        <w:rPr>
          <w:sz w:val="28"/>
          <w:szCs w:val="28"/>
        </w:rPr>
        <w:t>тификованного этилового спирта, произведённого из пищевого сырья, и (или) спиртованных виноградного или иного фруктового сусла, и (или) винного ди</w:t>
      </w:r>
      <w:r w:rsidRPr="00553357">
        <w:rPr>
          <w:sz w:val="28"/>
          <w:szCs w:val="28"/>
        </w:rPr>
        <w:t>с</w:t>
      </w:r>
      <w:r w:rsidRPr="00553357">
        <w:rPr>
          <w:sz w:val="28"/>
          <w:szCs w:val="28"/>
        </w:rPr>
        <w:t>тиллята, и (или) фруктового дистиллята), производимую на территории  Росси</w:t>
      </w:r>
      <w:r w:rsidRPr="00553357">
        <w:rPr>
          <w:sz w:val="28"/>
          <w:szCs w:val="28"/>
        </w:rPr>
        <w:t>й</w:t>
      </w:r>
      <w:r w:rsidRPr="00553357">
        <w:rPr>
          <w:sz w:val="28"/>
          <w:szCs w:val="28"/>
        </w:rPr>
        <w:t>ской Федерации</w:t>
      </w:r>
      <w:r>
        <w:rPr>
          <w:sz w:val="28"/>
          <w:szCs w:val="28"/>
        </w:rPr>
        <w:t>» (код 1 03 02110 01 0000 110) цифры «642000,0»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«773708,0»;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строке «Государственная пошлина» (код 1 08 00000 00 0000 000) цифры «29444,8» заменить цифрами «29744,8»;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в строке «</w:t>
      </w:r>
      <w:r w:rsidRPr="00553357">
        <w:rPr>
          <w:sz w:val="28"/>
          <w:szCs w:val="28"/>
        </w:rPr>
        <w:t xml:space="preserve">Государственная пошлина за государственную регистрацию, </w:t>
      </w:r>
      <w:r>
        <w:rPr>
          <w:sz w:val="28"/>
          <w:szCs w:val="28"/>
        </w:rPr>
        <w:br/>
      </w:r>
      <w:r w:rsidRPr="00553357">
        <w:rPr>
          <w:sz w:val="28"/>
          <w:szCs w:val="28"/>
        </w:rPr>
        <w:t>а также за совершение прочих юридически значимых действий</w:t>
      </w:r>
      <w:r>
        <w:rPr>
          <w:sz w:val="28"/>
          <w:szCs w:val="28"/>
        </w:rPr>
        <w:t>» (код 1 08 07000 01 0000 110) цифры «29444,8» заменить цифрами «29744,8»;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после строки</w:t>
      </w:r>
    </w:p>
    <w:tbl>
      <w:tblPr>
        <w:tblW w:w="10349" w:type="dxa"/>
        <w:tblInd w:w="-176" w:type="dxa"/>
        <w:tblLook w:val="00A0"/>
      </w:tblPr>
      <w:tblGrid>
        <w:gridCol w:w="3207"/>
        <w:gridCol w:w="5582"/>
        <w:gridCol w:w="1560"/>
      </w:tblGrid>
      <w:tr w:rsidR="00B5552C" w:rsidRPr="00553357" w:rsidTr="007451F3">
        <w:tc>
          <w:tcPr>
            <w:tcW w:w="3207" w:type="dxa"/>
          </w:tcPr>
          <w:p w:rsidR="00B5552C" w:rsidRPr="00553357" w:rsidRDefault="00B5552C" w:rsidP="00E33A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53357">
              <w:rPr>
                <w:sz w:val="28"/>
                <w:szCs w:val="28"/>
              </w:rPr>
              <w:t>1 08 07300 01 0000 110</w:t>
            </w:r>
          </w:p>
        </w:tc>
        <w:tc>
          <w:tcPr>
            <w:tcW w:w="5582" w:type="dxa"/>
          </w:tcPr>
          <w:p w:rsidR="00B5552C" w:rsidRPr="00553357" w:rsidRDefault="00B5552C" w:rsidP="00E33A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53357">
              <w:rPr>
                <w:sz w:val="28"/>
                <w:szCs w:val="28"/>
              </w:rPr>
              <w:t>Прочие государственные пошлины за с</w:t>
            </w:r>
            <w:r w:rsidRPr="00553357">
              <w:rPr>
                <w:sz w:val="28"/>
                <w:szCs w:val="28"/>
              </w:rPr>
              <w:t>о</w:t>
            </w:r>
            <w:r w:rsidRPr="00553357">
              <w:rPr>
                <w:sz w:val="28"/>
                <w:szCs w:val="28"/>
              </w:rPr>
              <w:t>вершение прочих юридически значимых действий, подлежащие зачислению в бю</w:t>
            </w:r>
            <w:r w:rsidRPr="00553357">
              <w:rPr>
                <w:sz w:val="28"/>
                <w:szCs w:val="28"/>
              </w:rPr>
              <w:t>д</w:t>
            </w:r>
            <w:r w:rsidRPr="00553357">
              <w:rPr>
                <w:sz w:val="28"/>
                <w:szCs w:val="28"/>
              </w:rPr>
              <w:t>жет субъекта Российской Федерации</w:t>
            </w:r>
          </w:p>
        </w:tc>
        <w:tc>
          <w:tcPr>
            <w:tcW w:w="1560" w:type="dxa"/>
            <w:noWrap/>
            <w:vAlign w:val="bottom"/>
          </w:tcPr>
          <w:p w:rsidR="00B5552C" w:rsidRPr="00553357" w:rsidRDefault="00B5552C" w:rsidP="00E33A3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53357">
              <w:rPr>
                <w:sz w:val="28"/>
                <w:szCs w:val="28"/>
              </w:rPr>
              <w:t>160,0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745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349" w:type="dxa"/>
        <w:tblInd w:w="-176" w:type="dxa"/>
        <w:tblLook w:val="00A0"/>
      </w:tblPr>
      <w:tblGrid>
        <w:gridCol w:w="3207"/>
        <w:gridCol w:w="5582"/>
        <w:gridCol w:w="1560"/>
      </w:tblGrid>
      <w:tr w:rsidR="00B5552C" w:rsidRPr="00553357" w:rsidTr="007451F3">
        <w:tc>
          <w:tcPr>
            <w:tcW w:w="3207" w:type="dxa"/>
          </w:tcPr>
          <w:p w:rsidR="00B5552C" w:rsidRPr="00553357" w:rsidRDefault="00B5552C" w:rsidP="00E33A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53357">
              <w:rPr>
                <w:sz w:val="28"/>
                <w:szCs w:val="28"/>
              </w:rPr>
              <w:t>«1 08 07400 01 0000 110</w:t>
            </w:r>
          </w:p>
        </w:tc>
        <w:tc>
          <w:tcPr>
            <w:tcW w:w="5582" w:type="dxa"/>
          </w:tcPr>
          <w:p w:rsidR="00B5552C" w:rsidRPr="00553357" w:rsidRDefault="00B5552C" w:rsidP="007451F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53357">
              <w:rPr>
                <w:sz w:val="28"/>
                <w:szCs w:val="28"/>
              </w:rPr>
              <w:t>Государственная пошлина за действия уполномоченных органов субъектов Ро</w:t>
            </w:r>
            <w:r w:rsidRPr="00553357">
              <w:rPr>
                <w:sz w:val="28"/>
                <w:szCs w:val="28"/>
              </w:rPr>
              <w:t>с</w:t>
            </w:r>
            <w:r w:rsidRPr="00553357">
              <w:rPr>
                <w:sz w:val="28"/>
                <w:szCs w:val="28"/>
              </w:rPr>
              <w:t>сийской Федерации, связанные с лиценз</w:t>
            </w:r>
            <w:r w:rsidRPr="00553357">
              <w:rPr>
                <w:sz w:val="28"/>
                <w:szCs w:val="28"/>
              </w:rPr>
              <w:t>и</w:t>
            </w:r>
            <w:r w:rsidRPr="00553357">
              <w:rPr>
                <w:sz w:val="28"/>
                <w:szCs w:val="28"/>
              </w:rPr>
              <w:t>рованием предпринимательской деятельн</w:t>
            </w:r>
            <w:r w:rsidRPr="00553357">
              <w:rPr>
                <w:sz w:val="28"/>
                <w:szCs w:val="28"/>
              </w:rPr>
              <w:t>о</w:t>
            </w:r>
            <w:r w:rsidRPr="00553357">
              <w:rPr>
                <w:sz w:val="28"/>
                <w:szCs w:val="28"/>
              </w:rPr>
              <w:t>сти по управлению многоквартирными д</w:t>
            </w:r>
            <w:r w:rsidRPr="00553357">
              <w:rPr>
                <w:sz w:val="28"/>
                <w:szCs w:val="28"/>
              </w:rPr>
              <w:t>о</w:t>
            </w:r>
            <w:r w:rsidRPr="00553357">
              <w:rPr>
                <w:sz w:val="28"/>
                <w:szCs w:val="28"/>
              </w:rPr>
              <w:t>мами</w:t>
            </w:r>
          </w:p>
        </w:tc>
        <w:tc>
          <w:tcPr>
            <w:tcW w:w="1560" w:type="dxa"/>
            <w:noWrap/>
            <w:vAlign w:val="bottom"/>
          </w:tcPr>
          <w:p w:rsidR="00B5552C" w:rsidRPr="00553357" w:rsidRDefault="00B5552C" w:rsidP="00E33A3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  <w:r w:rsidRPr="00553357">
              <w:rPr>
                <w:sz w:val="28"/>
                <w:szCs w:val="28"/>
              </w:rPr>
              <w:t>,0»;</w:t>
            </w:r>
          </w:p>
        </w:tc>
      </w:tr>
    </w:tbl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в строке «</w:t>
      </w:r>
      <w:r w:rsidRPr="00C524C9">
        <w:rPr>
          <w:sz w:val="28"/>
          <w:szCs w:val="28"/>
        </w:rPr>
        <w:t>Доходы от сдачи в аренду имущества, находящегося в опер</w:t>
      </w:r>
      <w:r w:rsidRPr="00C524C9">
        <w:rPr>
          <w:sz w:val="28"/>
          <w:szCs w:val="28"/>
        </w:rPr>
        <w:t>а</w:t>
      </w:r>
      <w:r w:rsidRPr="00C524C9">
        <w:rPr>
          <w:sz w:val="28"/>
          <w:szCs w:val="28"/>
        </w:rPr>
        <w:t>тивном управлении органов государственной власти, органов местного сам</w:t>
      </w:r>
      <w:r w:rsidRPr="00C524C9">
        <w:rPr>
          <w:sz w:val="28"/>
          <w:szCs w:val="28"/>
        </w:rPr>
        <w:t>о</w:t>
      </w:r>
      <w:r w:rsidRPr="00C524C9">
        <w:rPr>
          <w:sz w:val="28"/>
          <w:szCs w:val="28"/>
        </w:rPr>
        <w:t>управления, государственных внебюджетных фондов и созданных ими учрежд</w:t>
      </w:r>
      <w:r w:rsidRPr="00C524C9">
        <w:rPr>
          <w:sz w:val="28"/>
          <w:szCs w:val="28"/>
        </w:rPr>
        <w:t>е</w:t>
      </w:r>
      <w:r w:rsidRPr="00C524C9">
        <w:rPr>
          <w:sz w:val="28"/>
          <w:szCs w:val="28"/>
        </w:rPr>
        <w:t>ний (за исключением имущества бюджетных и автономных учреждений)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(код 1 11 05030 00 0000 120) цифры «5000,0» заменить цифрами «3500,0»;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в строке «</w:t>
      </w:r>
      <w:r w:rsidRPr="00C524C9">
        <w:rPr>
          <w:sz w:val="28"/>
          <w:szCs w:val="28"/>
        </w:rPr>
        <w:t>Доходы от сдачи в аренду имущества, находящегося в опер</w:t>
      </w:r>
      <w:r w:rsidRPr="00C524C9">
        <w:rPr>
          <w:sz w:val="28"/>
          <w:szCs w:val="28"/>
        </w:rPr>
        <w:t>а</w:t>
      </w:r>
      <w:r w:rsidRPr="00C524C9">
        <w:rPr>
          <w:sz w:val="28"/>
          <w:szCs w:val="28"/>
        </w:rPr>
        <w:t>тивном управлении органов государственной власти субъектов Российской Фед</w:t>
      </w:r>
      <w:r w:rsidRPr="00C524C9">
        <w:rPr>
          <w:sz w:val="28"/>
          <w:szCs w:val="28"/>
        </w:rPr>
        <w:t>е</w:t>
      </w:r>
      <w:r w:rsidRPr="00C524C9">
        <w:rPr>
          <w:sz w:val="28"/>
          <w:szCs w:val="28"/>
        </w:rPr>
        <w:t>рации и созданных ими учреждений (за исключением имущества бюджетных и автономных учреждений субъектов Российской Федерации)</w:t>
      </w:r>
      <w:r>
        <w:rPr>
          <w:sz w:val="28"/>
          <w:szCs w:val="28"/>
        </w:rPr>
        <w:t>» (код 1 11 05032 02 0000 120) цифры «5000,0» заменить цифрами «3500,0»;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 после строки</w:t>
      </w:r>
    </w:p>
    <w:tbl>
      <w:tblPr>
        <w:tblW w:w="10065" w:type="dxa"/>
        <w:tblInd w:w="-34" w:type="dxa"/>
        <w:tblLook w:val="00A0"/>
      </w:tblPr>
      <w:tblGrid>
        <w:gridCol w:w="3119"/>
        <w:gridCol w:w="5812"/>
        <w:gridCol w:w="1134"/>
      </w:tblGrid>
      <w:tr w:rsidR="00B5552C" w:rsidRPr="00C524C9" w:rsidTr="007451F3">
        <w:trPr>
          <w:trHeight w:val="2625"/>
        </w:trPr>
        <w:tc>
          <w:tcPr>
            <w:tcW w:w="3119" w:type="dxa"/>
          </w:tcPr>
          <w:p w:rsidR="00B5552C" w:rsidRPr="00C524C9" w:rsidRDefault="00B5552C" w:rsidP="00E33A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524C9">
              <w:rPr>
                <w:sz w:val="28"/>
                <w:szCs w:val="28"/>
              </w:rPr>
              <w:t>1 11 05032 02 0000 120</w:t>
            </w:r>
          </w:p>
        </w:tc>
        <w:tc>
          <w:tcPr>
            <w:tcW w:w="5812" w:type="dxa"/>
          </w:tcPr>
          <w:p w:rsidR="00B5552C" w:rsidRPr="00C524C9" w:rsidRDefault="00B5552C" w:rsidP="00E33A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524C9">
              <w:rPr>
                <w:sz w:val="28"/>
                <w:szCs w:val="28"/>
              </w:rPr>
              <w:t>Доходы от сдачи в аренду имущества, нах</w:t>
            </w:r>
            <w:r w:rsidRPr="00C524C9">
              <w:rPr>
                <w:sz w:val="28"/>
                <w:szCs w:val="28"/>
              </w:rPr>
              <w:t>о</w:t>
            </w:r>
            <w:r w:rsidRPr="00C524C9">
              <w:rPr>
                <w:sz w:val="28"/>
                <w:szCs w:val="28"/>
              </w:rPr>
              <w:t>дящегося в оперативном управлении органов государственной власти субъектов Росси</w:t>
            </w:r>
            <w:r w:rsidRPr="00C524C9">
              <w:rPr>
                <w:sz w:val="28"/>
                <w:szCs w:val="28"/>
              </w:rPr>
              <w:t>й</w:t>
            </w:r>
            <w:r w:rsidRPr="00C524C9">
              <w:rPr>
                <w:sz w:val="28"/>
                <w:szCs w:val="28"/>
              </w:rPr>
              <w:t>ской Федерации и созданных ими учреждений (за исключением имущества бюджетных и а</w:t>
            </w:r>
            <w:r w:rsidRPr="00C524C9">
              <w:rPr>
                <w:sz w:val="28"/>
                <w:szCs w:val="28"/>
              </w:rPr>
              <w:t>в</w:t>
            </w:r>
            <w:r w:rsidRPr="00C524C9">
              <w:rPr>
                <w:sz w:val="28"/>
                <w:szCs w:val="28"/>
              </w:rPr>
              <w:t>тономных учреждений субъектов Российской Федерации)</w:t>
            </w:r>
          </w:p>
        </w:tc>
        <w:tc>
          <w:tcPr>
            <w:tcW w:w="1134" w:type="dxa"/>
            <w:noWrap/>
            <w:vAlign w:val="bottom"/>
          </w:tcPr>
          <w:p w:rsidR="00B5552C" w:rsidRPr="00C524C9" w:rsidRDefault="00B5552C" w:rsidP="00E33A3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Pr="00C524C9">
              <w:rPr>
                <w:sz w:val="28"/>
                <w:szCs w:val="28"/>
              </w:rPr>
              <w:t>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745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93" w:type="dxa"/>
        <w:tblInd w:w="-34" w:type="dxa"/>
        <w:tblLook w:val="00A0"/>
      </w:tblPr>
      <w:tblGrid>
        <w:gridCol w:w="3090"/>
        <w:gridCol w:w="5699"/>
        <w:gridCol w:w="1204"/>
      </w:tblGrid>
      <w:tr w:rsidR="00B5552C" w:rsidRPr="00C524C9" w:rsidTr="00E33A39">
        <w:tc>
          <w:tcPr>
            <w:tcW w:w="3090" w:type="dxa"/>
          </w:tcPr>
          <w:p w:rsidR="00B5552C" w:rsidRPr="00C524C9" w:rsidRDefault="00B5552C" w:rsidP="00E33A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524C9">
              <w:rPr>
                <w:sz w:val="28"/>
                <w:szCs w:val="28"/>
              </w:rPr>
              <w:t>1 11 05070 00 0000 120</w:t>
            </w:r>
          </w:p>
        </w:tc>
        <w:tc>
          <w:tcPr>
            <w:tcW w:w="5699" w:type="dxa"/>
          </w:tcPr>
          <w:p w:rsidR="00B5552C" w:rsidRPr="00C524C9" w:rsidRDefault="00B5552C" w:rsidP="00E33A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524C9">
              <w:rPr>
                <w:sz w:val="28"/>
                <w:szCs w:val="28"/>
              </w:rPr>
              <w:t>Доходы от сдачи в аренду имущества, с</w:t>
            </w:r>
            <w:r w:rsidRPr="00C524C9">
              <w:rPr>
                <w:sz w:val="28"/>
                <w:szCs w:val="28"/>
              </w:rPr>
              <w:t>о</w:t>
            </w:r>
            <w:r w:rsidRPr="00C524C9">
              <w:rPr>
                <w:sz w:val="28"/>
                <w:szCs w:val="28"/>
              </w:rPr>
              <w:t>ставляющего государственную (муни</w:t>
            </w:r>
            <w:r>
              <w:rPr>
                <w:sz w:val="28"/>
                <w:szCs w:val="28"/>
              </w:rPr>
              <w:t>-</w:t>
            </w:r>
            <w:r w:rsidRPr="00C524C9">
              <w:rPr>
                <w:sz w:val="28"/>
                <w:szCs w:val="28"/>
              </w:rPr>
              <w:t>ципальную) казну (за исключением земел</w:t>
            </w:r>
            <w:r w:rsidRPr="00C524C9">
              <w:rPr>
                <w:sz w:val="28"/>
                <w:szCs w:val="28"/>
              </w:rPr>
              <w:t>ь</w:t>
            </w:r>
            <w:r w:rsidRPr="00C524C9">
              <w:rPr>
                <w:sz w:val="28"/>
                <w:szCs w:val="28"/>
              </w:rPr>
              <w:t>ных участков)</w:t>
            </w:r>
          </w:p>
        </w:tc>
        <w:tc>
          <w:tcPr>
            <w:tcW w:w="1204" w:type="dxa"/>
            <w:noWrap/>
            <w:vAlign w:val="bottom"/>
          </w:tcPr>
          <w:p w:rsidR="00B5552C" w:rsidRPr="00C524C9" w:rsidRDefault="00B5552C" w:rsidP="00E33A3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24C9">
              <w:rPr>
                <w:sz w:val="28"/>
                <w:szCs w:val="28"/>
              </w:rPr>
              <w:t>1500,0</w:t>
            </w:r>
          </w:p>
        </w:tc>
      </w:tr>
      <w:tr w:rsidR="00B5552C" w:rsidRPr="00C524C9" w:rsidTr="00E33A39">
        <w:tc>
          <w:tcPr>
            <w:tcW w:w="3090" w:type="dxa"/>
          </w:tcPr>
          <w:p w:rsidR="00B5552C" w:rsidRPr="00C524C9" w:rsidRDefault="00B5552C" w:rsidP="00E33A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24C9">
              <w:rPr>
                <w:sz w:val="28"/>
                <w:szCs w:val="28"/>
              </w:rPr>
              <w:t>1 11 05072 02 0000 120</w:t>
            </w:r>
          </w:p>
        </w:tc>
        <w:tc>
          <w:tcPr>
            <w:tcW w:w="5699" w:type="dxa"/>
          </w:tcPr>
          <w:p w:rsidR="00B5552C" w:rsidRPr="00C524C9" w:rsidRDefault="00B5552C" w:rsidP="00E33A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524C9">
              <w:rPr>
                <w:sz w:val="28"/>
                <w:szCs w:val="28"/>
              </w:rPr>
              <w:t>Доходы от сдачи в аренду имущества, с</w:t>
            </w:r>
            <w:r w:rsidRPr="00C524C9">
              <w:rPr>
                <w:sz w:val="28"/>
                <w:szCs w:val="28"/>
              </w:rPr>
              <w:t>о</w:t>
            </w:r>
            <w:r w:rsidRPr="00C524C9">
              <w:rPr>
                <w:sz w:val="28"/>
                <w:szCs w:val="28"/>
              </w:rPr>
              <w:t>ставляющего казну субъекта Российской Ф</w:t>
            </w:r>
            <w:r w:rsidRPr="00C524C9">
              <w:rPr>
                <w:sz w:val="28"/>
                <w:szCs w:val="28"/>
              </w:rPr>
              <w:t>е</w:t>
            </w:r>
            <w:r w:rsidRPr="00C524C9">
              <w:rPr>
                <w:sz w:val="28"/>
                <w:szCs w:val="28"/>
              </w:rPr>
              <w:t>дерации (за исключением земельных учас</w:t>
            </w:r>
            <w:r w:rsidRPr="00C524C9">
              <w:rPr>
                <w:sz w:val="28"/>
                <w:szCs w:val="28"/>
              </w:rPr>
              <w:t>т</w:t>
            </w:r>
            <w:r w:rsidRPr="00C524C9">
              <w:rPr>
                <w:sz w:val="28"/>
                <w:szCs w:val="28"/>
              </w:rPr>
              <w:t>ков)</w:t>
            </w:r>
          </w:p>
        </w:tc>
        <w:tc>
          <w:tcPr>
            <w:tcW w:w="1204" w:type="dxa"/>
            <w:noWrap/>
            <w:vAlign w:val="bottom"/>
          </w:tcPr>
          <w:p w:rsidR="00B5552C" w:rsidRPr="00C524C9" w:rsidRDefault="00B5552C" w:rsidP="00E33A3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24C9">
              <w:rPr>
                <w:sz w:val="28"/>
                <w:szCs w:val="28"/>
              </w:rPr>
              <w:t>1500,0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м) в строке «</w:t>
      </w:r>
      <w:r w:rsidRPr="00811438">
        <w:rPr>
          <w:sz w:val="28"/>
          <w:szCs w:val="28"/>
        </w:rPr>
        <w:t>Доходы от оказания платных услуг (работ) и компенсации з</w:t>
      </w:r>
      <w:r w:rsidRPr="00811438">
        <w:rPr>
          <w:sz w:val="28"/>
          <w:szCs w:val="28"/>
        </w:rPr>
        <w:t>а</w:t>
      </w:r>
      <w:r w:rsidRPr="00811438">
        <w:rPr>
          <w:sz w:val="28"/>
          <w:szCs w:val="28"/>
        </w:rPr>
        <w:t>трат государства</w:t>
      </w:r>
      <w:r>
        <w:rPr>
          <w:sz w:val="28"/>
          <w:szCs w:val="28"/>
        </w:rPr>
        <w:t>» (код 1 13 00000 00 0000 000) цифры «47499,40252» заменить цифрами «54362,907»;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н) в строке «</w:t>
      </w:r>
      <w:r w:rsidRPr="00811438">
        <w:rPr>
          <w:sz w:val="28"/>
          <w:szCs w:val="28"/>
        </w:rPr>
        <w:t>Доходы от оказания платных услуг (работ)</w:t>
      </w:r>
      <w:r>
        <w:rPr>
          <w:sz w:val="28"/>
          <w:szCs w:val="28"/>
        </w:rPr>
        <w:t>» (код 1 13 01000 00 0000 130) цифры «44075,6» заменить цифрами «50745,6»;</w:t>
      </w:r>
    </w:p>
    <w:p w:rsidR="00B5552C" w:rsidRPr="00553357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о) в строке «Прочие д</w:t>
      </w:r>
      <w:r w:rsidRPr="00811438">
        <w:rPr>
          <w:sz w:val="28"/>
          <w:szCs w:val="28"/>
        </w:rPr>
        <w:t>оходы от оказания платных услуг (работ)</w:t>
      </w:r>
      <w:r>
        <w:rPr>
          <w:sz w:val="28"/>
          <w:szCs w:val="28"/>
        </w:rPr>
        <w:t>» (код 1 13 01990 00 0000 130) цифры «44075,6» заменить цифрами «50745,6»;</w:t>
      </w:r>
    </w:p>
    <w:p w:rsidR="00B5552C" w:rsidRPr="00553357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п) в строке «</w:t>
      </w:r>
      <w:r w:rsidRPr="00811438">
        <w:rPr>
          <w:sz w:val="28"/>
          <w:szCs w:val="28"/>
        </w:rPr>
        <w:t>Прочие доходы от оказания платных услуг (работ) получател</w:t>
      </w:r>
      <w:r w:rsidRPr="00811438">
        <w:rPr>
          <w:sz w:val="28"/>
          <w:szCs w:val="28"/>
        </w:rPr>
        <w:t>я</w:t>
      </w:r>
      <w:r w:rsidRPr="00811438">
        <w:rPr>
          <w:sz w:val="28"/>
          <w:szCs w:val="28"/>
        </w:rPr>
        <w:t>ми средств бюджетов субъектов Российской Федерации</w:t>
      </w:r>
      <w:r>
        <w:rPr>
          <w:sz w:val="28"/>
          <w:szCs w:val="28"/>
        </w:rPr>
        <w:t>» (код 1 13 01992 02 0000 130) цифры «44075,6» заменить цифрами «50745,6»;</w:t>
      </w:r>
    </w:p>
    <w:p w:rsidR="00B5552C" w:rsidRPr="00553357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р) в строке «</w:t>
      </w:r>
      <w:r w:rsidRPr="00811438">
        <w:rPr>
          <w:sz w:val="28"/>
          <w:szCs w:val="28"/>
        </w:rPr>
        <w:t>Доходы от компенсации затрат государства</w:t>
      </w:r>
      <w:r>
        <w:rPr>
          <w:sz w:val="28"/>
          <w:szCs w:val="28"/>
        </w:rPr>
        <w:t>» (код 1 13 02000 00 0000 130) цифры «3423,80252» заменить цифрами «3617,307»;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с) в строке «Прочие д</w:t>
      </w:r>
      <w:r w:rsidRPr="00811438">
        <w:rPr>
          <w:sz w:val="28"/>
          <w:szCs w:val="28"/>
        </w:rPr>
        <w:t>оходы от компенсации затрат государства</w:t>
      </w:r>
      <w:r>
        <w:rPr>
          <w:sz w:val="28"/>
          <w:szCs w:val="28"/>
        </w:rPr>
        <w:t>» (код 1 13 02990 00 0000 130) цифры «3423,80252» заменить цифрами «3617,307»;</w:t>
      </w:r>
    </w:p>
    <w:p w:rsidR="00B5552C" w:rsidRPr="00553357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т) в строке «</w:t>
      </w:r>
      <w:r w:rsidRPr="008F6E15">
        <w:rPr>
          <w:sz w:val="28"/>
          <w:szCs w:val="28"/>
        </w:rPr>
        <w:t>Прочие доходы от компенсации затрат  бюджетов субъектов Российской Федерации</w:t>
      </w:r>
      <w:r>
        <w:rPr>
          <w:sz w:val="28"/>
          <w:szCs w:val="28"/>
        </w:rPr>
        <w:t>» (код 1 13 02992 02 0000 130) цифры «3423,80252»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«3617,307»;</w:t>
      </w:r>
    </w:p>
    <w:p w:rsidR="00B5552C" w:rsidRPr="00553357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у) в строке «</w:t>
      </w:r>
      <w:r w:rsidRPr="00D3750E">
        <w:rPr>
          <w:sz w:val="28"/>
          <w:szCs w:val="28"/>
        </w:rPr>
        <w:t>Штрафы, санкции, возмещение ущерба</w:t>
      </w:r>
      <w:r>
        <w:rPr>
          <w:sz w:val="28"/>
          <w:szCs w:val="28"/>
        </w:rPr>
        <w:t>» (код 1 16 00000 00 0000 000) цифры «315756,49267» заменить цифрами «315863,10305»;</w:t>
      </w:r>
    </w:p>
    <w:p w:rsidR="00B5552C" w:rsidRPr="00553357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ф) в строке «</w:t>
      </w:r>
      <w:r w:rsidRPr="00D3750E">
        <w:rPr>
          <w:sz w:val="28"/>
          <w:szCs w:val="28"/>
        </w:rPr>
        <w:t>Доходы от возмещения ущерба при возникновении страховых случаев</w:t>
      </w:r>
      <w:r>
        <w:rPr>
          <w:sz w:val="28"/>
          <w:szCs w:val="28"/>
        </w:rPr>
        <w:t>» (код 1 16 23000 00 0000 140) цифры «17,49267» заменить цифрами «124,10305»;</w:t>
      </w:r>
    </w:p>
    <w:p w:rsidR="00B5552C" w:rsidRPr="00553357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х) в строке «</w:t>
      </w:r>
      <w:r w:rsidRPr="00D3750E">
        <w:rPr>
          <w:sz w:val="28"/>
          <w:szCs w:val="28"/>
        </w:rPr>
        <w:t>Доходы от возмещения ущерба при возникновении страховых случаев, когда выгодоприобретателями выступают получатели средств бюджетов субъектов Российской Федерации</w:t>
      </w:r>
      <w:r>
        <w:rPr>
          <w:sz w:val="28"/>
          <w:szCs w:val="28"/>
        </w:rPr>
        <w:t>» (код 1 16 23020 02 0000 140) цифры «17,49267» заменить цифрами «124,10305»;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ц) в строке «</w:t>
      </w:r>
      <w:r w:rsidRPr="00D3750E">
        <w:rPr>
          <w:sz w:val="28"/>
          <w:szCs w:val="28"/>
        </w:rPr>
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</w:r>
      <w:r>
        <w:rPr>
          <w:sz w:val="28"/>
          <w:szCs w:val="28"/>
        </w:rPr>
        <w:br/>
      </w:r>
      <w:r w:rsidRPr="00D3750E">
        <w:rPr>
          <w:sz w:val="28"/>
          <w:szCs w:val="28"/>
        </w:rPr>
        <w:t>выгодоприобретателями выступают получатели средств бюджетов субъектов Ро</w:t>
      </w:r>
      <w:r w:rsidRPr="00D3750E">
        <w:rPr>
          <w:sz w:val="28"/>
          <w:szCs w:val="28"/>
        </w:rPr>
        <w:t>с</w:t>
      </w:r>
      <w:r w:rsidRPr="00D3750E">
        <w:rPr>
          <w:sz w:val="28"/>
          <w:szCs w:val="28"/>
        </w:rPr>
        <w:t>сийской Федерации</w:t>
      </w:r>
      <w:r>
        <w:rPr>
          <w:sz w:val="28"/>
          <w:szCs w:val="28"/>
        </w:rPr>
        <w:t>» (код 1 16 23021 02 0000 140) цифры «17,49267» заменить цифрами «124,10305»;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ч) в строке «Безвозмездные поступления» (код 2 00 00000 00 0000 000)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«10609854,07256» заменить цифрами «10427365,23998»;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ш) в строке «</w:t>
      </w:r>
      <w:r w:rsidRPr="00D3750E">
        <w:rPr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>
        <w:rPr>
          <w:sz w:val="28"/>
          <w:szCs w:val="28"/>
        </w:rPr>
        <w:t>» (код 2 02 00000 00 0000 000) цифры «10905866,92» заменить цифрами «10627588,09257»;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щ) в строке «</w:t>
      </w:r>
      <w:r w:rsidRPr="00D3750E">
        <w:rPr>
          <w:sz w:val="28"/>
          <w:szCs w:val="28"/>
        </w:rPr>
        <w:t>Дотации бюджетам субъектов Российской Федерации и мун</w:t>
      </w:r>
      <w:r w:rsidRPr="00D3750E">
        <w:rPr>
          <w:sz w:val="28"/>
          <w:szCs w:val="28"/>
        </w:rPr>
        <w:t>и</w:t>
      </w:r>
      <w:r w:rsidRPr="00D3750E">
        <w:rPr>
          <w:sz w:val="28"/>
          <w:szCs w:val="28"/>
        </w:rPr>
        <w:t>ципальных образований</w:t>
      </w:r>
      <w:r>
        <w:rPr>
          <w:sz w:val="28"/>
          <w:szCs w:val="28"/>
        </w:rPr>
        <w:t>» (код 2 02 01000 00 0000 151) цифры «3653828,6»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«3653829,0»;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ы) в строке «</w:t>
      </w:r>
      <w:r w:rsidRPr="00D3750E">
        <w:rPr>
          <w:sz w:val="28"/>
          <w:szCs w:val="28"/>
        </w:rPr>
        <w:t>Дотации на выравнивание бюджетной обеспеченности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(код 2 02 01001 00 0000 151) цифры «2453600,0» заменить цифрами «2453600,5»;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э) в строке «</w:t>
      </w:r>
      <w:r w:rsidRPr="00D3750E">
        <w:rPr>
          <w:sz w:val="28"/>
          <w:szCs w:val="28"/>
        </w:rPr>
        <w:t>Дотации бюджетам субъектов Российской Федерации на в</w:t>
      </w:r>
      <w:r w:rsidRPr="00D3750E">
        <w:rPr>
          <w:sz w:val="28"/>
          <w:szCs w:val="28"/>
        </w:rPr>
        <w:t>ы</w:t>
      </w:r>
      <w:r w:rsidRPr="00D3750E">
        <w:rPr>
          <w:sz w:val="28"/>
          <w:szCs w:val="28"/>
        </w:rPr>
        <w:t>равнивание бюджетной обеспеченности</w:t>
      </w:r>
      <w:r>
        <w:rPr>
          <w:sz w:val="28"/>
          <w:szCs w:val="28"/>
        </w:rPr>
        <w:t>» (код 2 02 01001 02 0000 151) цифры «2453600,0» заменить цифрами «2453600,5»;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ю) в строке «</w:t>
      </w:r>
      <w:r w:rsidRPr="00D3750E">
        <w:rPr>
          <w:sz w:val="28"/>
          <w:szCs w:val="28"/>
        </w:rPr>
        <w:t>Дотации бюджетам на поддержку мер по обеспечению сбала</w:t>
      </w:r>
      <w:r w:rsidRPr="00D3750E">
        <w:rPr>
          <w:sz w:val="28"/>
          <w:szCs w:val="28"/>
        </w:rPr>
        <w:t>н</w:t>
      </w:r>
      <w:r w:rsidRPr="00D3750E">
        <w:rPr>
          <w:sz w:val="28"/>
          <w:szCs w:val="28"/>
        </w:rPr>
        <w:t>сированности бюджетов</w:t>
      </w:r>
      <w:r>
        <w:rPr>
          <w:sz w:val="28"/>
          <w:szCs w:val="28"/>
        </w:rPr>
        <w:t>» (код 2 02 01003 00 0000 151) цифры «1200228,6»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«1200228,5»;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я) в строке «</w:t>
      </w:r>
      <w:r w:rsidRPr="00D3750E">
        <w:rPr>
          <w:sz w:val="28"/>
          <w:szCs w:val="28"/>
        </w:rPr>
        <w:t>Дотации бюджетам субъектов Российской Федерации на по</w:t>
      </w:r>
      <w:r w:rsidRPr="00D3750E">
        <w:rPr>
          <w:sz w:val="28"/>
          <w:szCs w:val="28"/>
        </w:rPr>
        <w:t>д</w:t>
      </w:r>
      <w:r w:rsidRPr="00D3750E">
        <w:rPr>
          <w:sz w:val="28"/>
          <w:szCs w:val="28"/>
        </w:rPr>
        <w:t>держку мер по обеспечению сбалансированности бюджетов</w:t>
      </w:r>
      <w:r>
        <w:rPr>
          <w:sz w:val="28"/>
          <w:szCs w:val="28"/>
        </w:rPr>
        <w:t>» (код 2 02 01003 02 0000 151) цифры «1200228,6» заменить цифрами «1200228,5»;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8550A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в строке «</w:t>
      </w:r>
      <w:r w:rsidRPr="0028550A">
        <w:rPr>
          <w:sz w:val="28"/>
          <w:szCs w:val="28"/>
        </w:rPr>
        <w:t>Субсидии бюджетам бюджетной системы Российской Федер</w:t>
      </w:r>
      <w:r w:rsidRPr="0028550A">
        <w:rPr>
          <w:sz w:val="28"/>
          <w:szCs w:val="28"/>
        </w:rPr>
        <w:t>а</w:t>
      </w:r>
      <w:r w:rsidRPr="0028550A">
        <w:rPr>
          <w:sz w:val="28"/>
          <w:szCs w:val="28"/>
        </w:rPr>
        <w:t>ции (межбюджетные субсидии)</w:t>
      </w:r>
      <w:r>
        <w:rPr>
          <w:sz w:val="28"/>
          <w:szCs w:val="28"/>
        </w:rPr>
        <w:t>» (код 2 02 02000 00 0000 151) цифры «1893803,32» заменить цифрами «1944340,79057»;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в строке «</w:t>
      </w:r>
      <w:r w:rsidRPr="0071156D">
        <w:rPr>
          <w:sz w:val="28"/>
          <w:szCs w:val="28"/>
        </w:rPr>
        <w:t>Субсидии бюджетам на реализацию федеральных целевых программ</w:t>
      </w:r>
      <w:r>
        <w:rPr>
          <w:sz w:val="28"/>
          <w:szCs w:val="28"/>
        </w:rPr>
        <w:t>» (код 2 02 02051 00 0000 151) цифры «117307,325» заменить цифрами «136419,19557»;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в строке «</w:t>
      </w:r>
      <w:r w:rsidRPr="0071156D">
        <w:rPr>
          <w:sz w:val="28"/>
          <w:szCs w:val="28"/>
        </w:rPr>
        <w:t>Субсидии бюджетам субъектов Российской Федерации на ре</w:t>
      </w:r>
      <w:r w:rsidRPr="0071156D">
        <w:rPr>
          <w:sz w:val="28"/>
          <w:szCs w:val="28"/>
        </w:rPr>
        <w:t>а</w:t>
      </w:r>
      <w:r w:rsidRPr="0071156D">
        <w:rPr>
          <w:sz w:val="28"/>
          <w:szCs w:val="28"/>
        </w:rPr>
        <w:t>лизацию федеральных целевых программ</w:t>
      </w:r>
      <w:r>
        <w:rPr>
          <w:sz w:val="28"/>
          <w:szCs w:val="28"/>
        </w:rPr>
        <w:t>» (код 2 02 02051 02 0000 151) цифры «117307,325» заменить цифрами «136419,19557»;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 после строки</w:t>
      </w:r>
    </w:p>
    <w:tbl>
      <w:tblPr>
        <w:tblW w:w="10065" w:type="dxa"/>
        <w:tblInd w:w="-34" w:type="dxa"/>
        <w:tblLook w:val="00A0"/>
      </w:tblPr>
      <w:tblGrid>
        <w:gridCol w:w="3119"/>
        <w:gridCol w:w="5528"/>
        <w:gridCol w:w="1418"/>
      </w:tblGrid>
      <w:tr w:rsidR="00B5552C" w:rsidRPr="0071156D" w:rsidTr="00E33A39">
        <w:trPr>
          <w:trHeight w:val="2625"/>
        </w:trPr>
        <w:tc>
          <w:tcPr>
            <w:tcW w:w="3119" w:type="dxa"/>
          </w:tcPr>
          <w:p w:rsidR="00B5552C" w:rsidRPr="0071156D" w:rsidRDefault="00B5552C" w:rsidP="00E33A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1156D">
              <w:rPr>
                <w:sz w:val="28"/>
                <w:szCs w:val="28"/>
              </w:rPr>
              <w:t>2 02 02118 02 0000 151</w:t>
            </w:r>
          </w:p>
        </w:tc>
        <w:tc>
          <w:tcPr>
            <w:tcW w:w="5528" w:type="dxa"/>
          </w:tcPr>
          <w:p w:rsidR="00B5552C" w:rsidRPr="0071156D" w:rsidRDefault="00B5552C" w:rsidP="00E33A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1156D">
              <w:rPr>
                <w:sz w:val="28"/>
                <w:szCs w:val="28"/>
              </w:rPr>
              <w:t>Субсидии бюджетам субъектов Российской Федерации на софинансирование социал</w:t>
            </w:r>
            <w:r w:rsidRPr="0071156D">
              <w:rPr>
                <w:sz w:val="28"/>
                <w:szCs w:val="28"/>
              </w:rPr>
              <w:t>ь</w:t>
            </w:r>
            <w:r w:rsidRPr="0071156D">
              <w:rPr>
                <w:sz w:val="28"/>
                <w:szCs w:val="28"/>
              </w:rPr>
              <w:t>ных программ субъектов Российской Фед</w:t>
            </w:r>
            <w:r w:rsidRPr="0071156D">
              <w:rPr>
                <w:sz w:val="28"/>
                <w:szCs w:val="28"/>
              </w:rPr>
              <w:t>е</w:t>
            </w:r>
            <w:r w:rsidRPr="0071156D">
              <w:rPr>
                <w:sz w:val="28"/>
                <w:szCs w:val="28"/>
              </w:rPr>
              <w:t>рации, связанных с укреплением матер</w:t>
            </w:r>
            <w:r w:rsidRPr="0071156D">
              <w:rPr>
                <w:sz w:val="28"/>
                <w:szCs w:val="28"/>
              </w:rPr>
              <w:t>и</w:t>
            </w:r>
            <w:r w:rsidRPr="0071156D">
              <w:rPr>
                <w:sz w:val="28"/>
                <w:szCs w:val="28"/>
              </w:rPr>
              <w:t>ально-технической базы учреждений соц</w:t>
            </w:r>
            <w:r w:rsidRPr="0071156D">
              <w:rPr>
                <w:sz w:val="28"/>
                <w:szCs w:val="28"/>
              </w:rPr>
              <w:t>и</w:t>
            </w:r>
            <w:r w:rsidRPr="0071156D">
              <w:rPr>
                <w:sz w:val="28"/>
                <w:szCs w:val="28"/>
              </w:rPr>
              <w:t>ального обслуживания населения и оказ</w:t>
            </w:r>
            <w:r w:rsidRPr="0071156D">
              <w:rPr>
                <w:sz w:val="28"/>
                <w:szCs w:val="28"/>
              </w:rPr>
              <w:t>а</w:t>
            </w:r>
            <w:r w:rsidRPr="0071156D">
              <w:rPr>
                <w:sz w:val="28"/>
                <w:szCs w:val="28"/>
              </w:rPr>
              <w:t>нием адресной социальной помощи нераб</w:t>
            </w:r>
            <w:r w:rsidRPr="0071156D">
              <w:rPr>
                <w:sz w:val="28"/>
                <w:szCs w:val="28"/>
              </w:rPr>
              <w:t>о</w:t>
            </w:r>
            <w:r w:rsidRPr="0071156D">
              <w:rPr>
                <w:sz w:val="28"/>
                <w:szCs w:val="28"/>
              </w:rPr>
              <w:t>тающим пенсионерам</w:t>
            </w:r>
          </w:p>
        </w:tc>
        <w:tc>
          <w:tcPr>
            <w:tcW w:w="1418" w:type="dxa"/>
            <w:noWrap/>
            <w:vAlign w:val="bottom"/>
          </w:tcPr>
          <w:p w:rsidR="00B5552C" w:rsidRPr="0071156D" w:rsidRDefault="00B5552C" w:rsidP="00E33A3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1156D">
              <w:rPr>
                <w:sz w:val="28"/>
                <w:szCs w:val="28"/>
              </w:rPr>
              <w:t>3198,4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7451F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3119"/>
        <w:gridCol w:w="5528"/>
        <w:gridCol w:w="1418"/>
      </w:tblGrid>
      <w:tr w:rsidR="00B5552C" w:rsidRPr="0071156D" w:rsidTr="00E33A39">
        <w:tc>
          <w:tcPr>
            <w:tcW w:w="3119" w:type="dxa"/>
          </w:tcPr>
          <w:p w:rsidR="00B5552C" w:rsidRPr="0071156D" w:rsidRDefault="00B5552C" w:rsidP="00E33A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1156D">
              <w:rPr>
                <w:sz w:val="28"/>
                <w:szCs w:val="28"/>
              </w:rPr>
              <w:t>2 02 02124 02 0000 151</w:t>
            </w:r>
          </w:p>
        </w:tc>
        <w:tc>
          <w:tcPr>
            <w:tcW w:w="5528" w:type="dxa"/>
          </w:tcPr>
          <w:p w:rsidR="00B5552C" w:rsidRPr="0071156D" w:rsidRDefault="00B5552C" w:rsidP="00E33A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1156D">
              <w:rPr>
                <w:sz w:val="28"/>
                <w:szCs w:val="28"/>
              </w:rPr>
              <w:t>Субсидии бюджетам субъектов Российской Федерации на приобретение специализир</w:t>
            </w:r>
            <w:r w:rsidRPr="0071156D">
              <w:rPr>
                <w:sz w:val="28"/>
                <w:szCs w:val="28"/>
              </w:rPr>
              <w:t>о</w:t>
            </w:r>
            <w:r w:rsidRPr="0071156D">
              <w:rPr>
                <w:sz w:val="28"/>
                <w:szCs w:val="28"/>
              </w:rPr>
              <w:t>ванной лесопожарной техники и оборуд</w:t>
            </w:r>
            <w:r w:rsidRPr="0071156D">
              <w:rPr>
                <w:sz w:val="28"/>
                <w:szCs w:val="28"/>
              </w:rPr>
              <w:t>о</w:t>
            </w:r>
            <w:r w:rsidRPr="0071156D">
              <w:rPr>
                <w:sz w:val="28"/>
                <w:szCs w:val="28"/>
              </w:rPr>
              <w:t>вания</w:t>
            </w:r>
          </w:p>
        </w:tc>
        <w:tc>
          <w:tcPr>
            <w:tcW w:w="1418" w:type="dxa"/>
            <w:noWrap/>
            <w:vAlign w:val="bottom"/>
          </w:tcPr>
          <w:p w:rsidR="00B5552C" w:rsidRPr="0071156D" w:rsidRDefault="00B5552C" w:rsidP="00E33A3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1156D">
              <w:rPr>
                <w:sz w:val="28"/>
                <w:szCs w:val="28"/>
              </w:rPr>
              <w:t>2489,5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 в строке «</w:t>
      </w:r>
      <w:r w:rsidRPr="0071156D">
        <w:rPr>
          <w:sz w:val="28"/>
          <w:szCs w:val="28"/>
        </w:rPr>
        <w:t>Субсидии бюджетам субъектов Российской Федерации на во</w:t>
      </w:r>
      <w:r w:rsidRPr="0071156D">
        <w:rPr>
          <w:sz w:val="28"/>
          <w:szCs w:val="28"/>
        </w:rPr>
        <w:t>з</w:t>
      </w:r>
      <w:r w:rsidRPr="0071156D">
        <w:rPr>
          <w:sz w:val="28"/>
          <w:szCs w:val="28"/>
        </w:rPr>
        <w:t>мещение части процентной ставки по инвестиционным кредитам (займам) на ра</w:t>
      </w:r>
      <w:r w:rsidRPr="0071156D">
        <w:rPr>
          <w:sz w:val="28"/>
          <w:szCs w:val="28"/>
        </w:rPr>
        <w:t>з</w:t>
      </w:r>
      <w:r w:rsidRPr="0071156D">
        <w:rPr>
          <w:sz w:val="28"/>
          <w:szCs w:val="28"/>
        </w:rPr>
        <w:t>витие растениеводства, переработки и развития инфраструктуры и логистическ</w:t>
      </w:r>
      <w:r w:rsidRPr="0071156D">
        <w:rPr>
          <w:sz w:val="28"/>
          <w:szCs w:val="28"/>
        </w:rPr>
        <w:t>о</w:t>
      </w:r>
      <w:r w:rsidRPr="0071156D">
        <w:rPr>
          <w:sz w:val="28"/>
          <w:szCs w:val="28"/>
        </w:rPr>
        <w:t>го обеспечения рынков продукции растениеводства</w:t>
      </w:r>
      <w:r>
        <w:rPr>
          <w:sz w:val="28"/>
          <w:szCs w:val="28"/>
        </w:rPr>
        <w:t>» (код 2 02 02182 02 0000 151) цифры «48280,8» заменить цифрами «65910,4»;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 в строке «</w:t>
      </w:r>
      <w:r w:rsidRPr="0071156D">
        <w:rPr>
          <w:sz w:val="28"/>
          <w:szCs w:val="28"/>
        </w:rPr>
        <w:t>Субсидии бюджетам субъектов Российской Федерации на ок</w:t>
      </w:r>
      <w:r w:rsidRPr="0071156D">
        <w:rPr>
          <w:sz w:val="28"/>
          <w:szCs w:val="28"/>
        </w:rPr>
        <w:t>а</w:t>
      </w:r>
      <w:r w:rsidRPr="0071156D">
        <w:rPr>
          <w:sz w:val="28"/>
          <w:szCs w:val="28"/>
        </w:rPr>
        <w:t>зание несвязанной поддержки сельскохозяйственным товаропроизводителям в области растениеводства</w:t>
      </w:r>
      <w:r>
        <w:rPr>
          <w:sz w:val="28"/>
          <w:szCs w:val="28"/>
        </w:rPr>
        <w:t>» (код 2 02 02184 02 0000 151) цифры «177073,1»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«238379,6»;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в строке «</w:t>
      </w:r>
      <w:r w:rsidRPr="00D97EC1">
        <w:rPr>
          <w:sz w:val="28"/>
          <w:szCs w:val="28"/>
        </w:rPr>
        <w:t>Субсидии бюджетам субъектов Российской Федерации на во</w:t>
      </w:r>
      <w:r w:rsidRPr="00D97EC1">
        <w:rPr>
          <w:sz w:val="28"/>
          <w:szCs w:val="28"/>
        </w:rPr>
        <w:t>з</w:t>
      </w:r>
      <w:r w:rsidRPr="00D97EC1">
        <w:rPr>
          <w:sz w:val="28"/>
          <w:szCs w:val="28"/>
        </w:rPr>
        <w:t>мещение части процентной ставки по инвестиционным кредитам (займам) на ра</w:t>
      </w:r>
      <w:r w:rsidRPr="00D97EC1">
        <w:rPr>
          <w:sz w:val="28"/>
          <w:szCs w:val="28"/>
        </w:rPr>
        <w:t>з</w:t>
      </w:r>
      <w:r w:rsidRPr="00D97EC1">
        <w:rPr>
          <w:sz w:val="28"/>
          <w:szCs w:val="28"/>
        </w:rPr>
        <w:t>витие животноводства, переработки и развития инфраструктуры и логистического обеспечения рынков продукции животноводства</w:t>
      </w:r>
      <w:r>
        <w:rPr>
          <w:sz w:val="28"/>
          <w:szCs w:val="28"/>
        </w:rPr>
        <w:t>» (код 2 02 02191 02 0000 151) цифры «125490,1» заменить цифрами «75490,1»;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 в строке «</w:t>
      </w:r>
      <w:r w:rsidRPr="00D97EC1">
        <w:rPr>
          <w:sz w:val="28"/>
          <w:szCs w:val="28"/>
        </w:rPr>
        <w:t xml:space="preserve">Субвенции бюджетам субъектов Российской Федерации и </w:t>
      </w:r>
      <w:r>
        <w:rPr>
          <w:sz w:val="28"/>
          <w:szCs w:val="28"/>
        </w:rPr>
        <w:br/>
      </w:r>
      <w:r w:rsidRPr="00D97EC1">
        <w:rPr>
          <w:sz w:val="28"/>
          <w:szCs w:val="28"/>
        </w:rPr>
        <w:t>муниципальных образований</w:t>
      </w:r>
      <w:r>
        <w:rPr>
          <w:sz w:val="28"/>
          <w:szCs w:val="28"/>
        </w:rPr>
        <w:t>» (код 2 02 03000 00 0000 151) цифры «2859895,1» заменить цифрами «2483862,8»;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 в строке «</w:t>
      </w:r>
      <w:r w:rsidRPr="00D97EC1">
        <w:rPr>
          <w:sz w:val="28"/>
          <w:szCs w:val="28"/>
        </w:rPr>
        <w:t xml:space="preserve">Субвенции бюджетам на оплату жилищно-коммунальных </w:t>
      </w:r>
      <w:r>
        <w:rPr>
          <w:sz w:val="28"/>
          <w:szCs w:val="28"/>
        </w:rPr>
        <w:br/>
      </w:r>
      <w:r w:rsidRPr="00D97EC1">
        <w:rPr>
          <w:sz w:val="28"/>
          <w:szCs w:val="28"/>
        </w:rPr>
        <w:t>услуг отдельным категориям граждан</w:t>
      </w:r>
      <w:r>
        <w:rPr>
          <w:sz w:val="28"/>
          <w:szCs w:val="28"/>
        </w:rPr>
        <w:t>» (код 2 02 03001 00 0000 151) цифры «1200700,9» заменить цифрами «810642,3»;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</w:t>
      </w:r>
      <w:r>
        <w:rPr>
          <w:sz w:val="28"/>
          <w:szCs w:val="28"/>
        </w:rPr>
        <w:t>) в строке «</w:t>
      </w:r>
      <w:r w:rsidRPr="00D97EC1">
        <w:rPr>
          <w:sz w:val="28"/>
          <w:szCs w:val="28"/>
        </w:rPr>
        <w:t xml:space="preserve">Субвенции бюджетам субъектов Российской Федерации </w:t>
      </w:r>
      <w:r>
        <w:rPr>
          <w:sz w:val="28"/>
          <w:szCs w:val="28"/>
        </w:rPr>
        <w:br/>
      </w:r>
      <w:r w:rsidRPr="00D97EC1">
        <w:rPr>
          <w:sz w:val="28"/>
          <w:szCs w:val="28"/>
        </w:rPr>
        <w:t>на оплату жилищно-коммунальных услуг отдельным категориям граждан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(код 2 02 03001 02 0000 151) цифры «1200700,9» заменить цифрами «810642,3»;</w:t>
      </w:r>
    </w:p>
    <w:p w:rsidR="00B5552C" w:rsidRDefault="00B5552C" w:rsidP="007451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>) в строке «</w:t>
      </w:r>
      <w:r w:rsidRPr="00D97EC1">
        <w:rPr>
          <w:sz w:val="28"/>
          <w:szCs w:val="28"/>
        </w:rPr>
        <w:t>Субвенции бюджетам на осуществление отдельных полном</w:t>
      </w:r>
      <w:r w:rsidRPr="00D97EC1">
        <w:rPr>
          <w:sz w:val="28"/>
          <w:szCs w:val="28"/>
        </w:rPr>
        <w:t>о</w:t>
      </w:r>
      <w:r w:rsidRPr="00D97EC1">
        <w:rPr>
          <w:sz w:val="28"/>
          <w:szCs w:val="28"/>
        </w:rPr>
        <w:t>чий в области лесных отношений</w:t>
      </w:r>
      <w:r>
        <w:rPr>
          <w:sz w:val="28"/>
          <w:szCs w:val="28"/>
        </w:rPr>
        <w:t>» (код 2 02 03018 00 0000 151) цифры «172530,5» заменить цифрами «172947,5»;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>) в строке «</w:t>
      </w:r>
      <w:r w:rsidRPr="00D97EC1">
        <w:rPr>
          <w:sz w:val="28"/>
          <w:szCs w:val="28"/>
        </w:rPr>
        <w:t xml:space="preserve">Субвенции бюджетам субъектов Российской Федерации </w:t>
      </w:r>
      <w:r>
        <w:rPr>
          <w:sz w:val="28"/>
          <w:szCs w:val="28"/>
        </w:rPr>
        <w:br/>
      </w:r>
      <w:r w:rsidRPr="00D97EC1">
        <w:rPr>
          <w:sz w:val="28"/>
          <w:szCs w:val="28"/>
        </w:rPr>
        <w:t>на осуществление отдельных полномочий в области лесных отношений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(код 2 02 03018 02 0000 151) цифры «172530,5» заменить цифрами «172947,5»;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>) в строке «</w:t>
      </w:r>
      <w:r w:rsidRPr="00D97EC1">
        <w:rPr>
          <w:sz w:val="28"/>
          <w:szCs w:val="28"/>
        </w:rPr>
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ребёнка военнослужащего, проходящего военную службу по призыву</w:t>
      </w:r>
      <w:r>
        <w:rPr>
          <w:sz w:val="28"/>
          <w:szCs w:val="28"/>
        </w:rPr>
        <w:t>» (код 2 02 03053 00 0000 151) цифры «23347,5»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«14736,0»;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14</w:t>
      </w:r>
      <w:r>
        <w:rPr>
          <w:sz w:val="28"/>
          <w:szCs w:val="28"/>
        </w:rPr>
        <w:t>) в строке «</w:t>
      </w:r>
      <w:r w:rsidRPr="004E51DC">
        <w:rPr>
          <w:sz w:val="28"/>
          <w:szCs w:val="28"/>
        </w:rPr>
        <w:t>Субвенции бюджетам субъектов Российской Федерации на выплату единовременного пособия беременной жене военнослужащего, прох</w:t>
      </w:r>
      <w:r w:rsidRPr="004E51DC">
        <w:rPr>
          <w:sz w:val="28"/>
          <w:szCs w:val="28"/>
        </w:rPr>
        <w:t>о</w:t>
      </w:r>
      <w:r w:rsidRPr="004E51DC">
        <w:rPr>
          <w:sz w:val="28"/>
          <w:szCs w:val="28"/>
        </w:rPr>
        <w:t>дящего военную службу по призыву, а также ежемесячного пособия на ребёнка военнослужащего, проходящего военную службу по призыву</w:t>
      </w:r>
      <w:r>
        <w:rPr>
          <w:sz w:val="28"/>
          <w:szCs w:val="28"/>
        </w:rPr>
        <w:t>» (код 2 02 03053 02 0000 151) цифры «23347,5» заменить цифрами «14736,0»;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15</w:t>
      </w:r>
      <w:r>
        <w:rPr>
          <w:sz w:val="28"/>
          <w:szCs w:val="28"/>
        </w:rPr>
        <w:t>) в строке «</w:t>
      </w:r>
      <w:r w:rsidRPr="00D6448D">
        <w:rPr>
          <w:sz w:val="28"/>
          <w:szCs w:val="28"/>
        </w:rPr>
        <w:t>Субвенции бюджетам на 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</w:t>
      </w:r>
      <w:r w:rsidRPr="00D6448D">
        <w:rPr>
          <w:sz w:val="28"/>
          <w:szCs w:val="28"/>
        </w:rPr>
        <w:t>к</w:t>
      </w:r>
      <w:r w:rsidRPr="00D6448D">
        <w:rPr>
          <w:sz w:val="28"/>
          <w:szCs w:val="28"/>
        </w:rPr>
        <w:t>тами лечебного питания для детей-инвалидов</w:t>
      </w:r>
      <w:r>
        <w:rPr>
          <w:sz w:val="28"/>
          <w:szCs w:val="28"/>
        </w:rPr>
        <w:t>» (код 2 02 03068 00 0000 151)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«217774,4» заменить цифрами «239995,2»;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16</w:t>
      </w:r>
      <w:r>
        <w:rPr>
          <w:sz w:val="28"/>
          <w:szCs w:val="28"/>
        </w:rPr>
        <w:t>) в строке «</w:t>
      </w:r>
      <w:r w:rsidRPr="00B00B5D">
        <w:rPr>
          <w:sz w:val="28"/>
          <w:szCs w:val="28"/>
        </w:rPr>
        <w:t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(код 2 02 03068 02 0000 151) цифры «217774,4» заменить цифрами «239995,2»;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17</w:t>
      </w:r>
      <w:r>
        <w:rPr>
          <w:sz w:val="28"/>
          <w:szCs w:val="28"/>
        </w:rPr>
        <w:t>) строку</w:t>
      </w:r>
    </w:p>
    <w:tbl>
      <w:tblPr>
        <w:tblW w:w="10207" w:type="dxa"/>
        <w:tblInd w:w="-34" w:type="dxa"/>
        <w:tblLook w:val="00A0"/>
      </w:tblPr>
      <w:tblGrid>
        <w:gridCol w:w="3119"/>
        <w:gridCol w:w="5812"/>
        <w:gridCol w:w="1276"/>
      </w:tblGrid>
      <w:tr w:rsidR="00B5552C" w:rsidRPr="00D55044" w:rsidTr="00D55044">
        <w:trPr>
          <w:trHeight w:val="375"/>
        </w:trPr>
        <w:tc>
          <w:tcPr>
            <w:tcW w:w="3119" w:type="dxa"/>
          </w:tcPr>
          <w:p w:rsidR="00B5552C" w:rsidRPr="00D55044" w:rsidRDefault="00B5552C" w:rsidP="00210871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55044">
              <w:rPr>
                <w:sz w:val="28"/>
                <w:szCs w:val="28"/>
              </w:rPr>
              <w:t>2 02 03998 00 0000 151</w:t>
            </w:r>
          </w:p>
        </w:tc>
        <w:tc>
          <w:tcPr>
            <w:tcW w:w="5812" w:type="dxa"/>
          </w:tcPr>
          <w:p w:rsidR="00B5552C" w:rsidRPr="00D55044" w:rsidRDefault="00B5552C" w:rsidP="00210871">
            <w:pPr>
              <w:spacing w:line="336" w:lineRule="auto"/>
              <w:rPr>
                <w:sz w:val="28"/>
                <w:szCs w:val="28"/>
              </w:rPr>
            </w:pPr>
            <w:r w:rsidRPr="00D55044">
              <w:rPr>
                <w:sz w:val="28"/>
                <w:szCs w:val="28"/>
              </w:rPr>
              <w:t>Един</w:t>
            </w:r>
            <w:r>
              <w:rPr>
                <w:sz w:val="28"/>
                <w:szCs w:val="28"/>
              </w:rPr>
              <w:t>ые</w:t>
            </w:r>
            <w:r w:rsidRPr="00D55044">
              <w:rPr>
                <w:sz w:val="28"/>
                <w:szCs w:val="28"/>
              </w:rPr>
              <w:t xml:space="preserve"> субвенци</w:t>
            </w:r>
            <w:r>
              <w:rPr>
                <w:sz w:val="28"/>
                <w:szCs w:val="28"/>
              </w:rPr>
              <w:t>и</w:t>
            </w:r>
            <w:r w:rsidRPr="00D55044">
              <w:rPr>
                <w:sz w:val="28"/>
                <w:szCs w:val="28"/>
              </w:rPr>
              <w:t xml:space="preserve"> бюджетам</w:t>
            </w:r>
          </w:p>
        </w:tc>
        <w:tc>
          <w:tcPr>
            <w:tcW w:w="1276" w:type="dxa"/>
            <w:noWrap/>
            <w:vAlign w:val="bottom"/>
          </w:tcPr>
          <w:p w:rsidR="00B5552C" w:rsidRPr="00D55044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D55044">
              <w:rPr>
                <w:sz w:val="28"/>
                <w:szCs w:val="28"/>
              </w:rPr>
              <w:t>88735,8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210871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18</w:t>
      </w:r>
      <w:r>
        <w:rPr>
          <w:sz w:val="28"/>
          <w:szCs w:val="28"/>
        </w:rPr>
        <w:t xml:space="preserve">) наименование строки «Единые субвенции бюджетам </w:t>
      </w:r>
      <w:r w:rsidRPr="006C28B9">
        <w:rPr>
          <w:sz w:val="28"/>
          <w:szCs w:val="28"/>
        </w:rPr>
        <w:t>субъектов Росси</w:t>
      </w:r>
      <w:r w:rsidRPr="006C28B9">
        <w:rPr>
          <w:sz w:val="28"/>
          <w:szCs w:val="28"/>
        </w:rPr>
        <w:t>й</w:t>
      </w:r>
      <w:r w:rsidRPr="006C28B9">
        <w:rPr>
          <w:sz w:val="28"/>
          <w:szCs w:val="28"/>
        </w:rPr>
        <w:t>ской Федерации</w:t>
      </w:r>
      <w:r>
        <w:rPr>
          <w:sz w:val="28"/>
          <w:szCs w:val="28"/>
        </w:rPr>
        <w:t>» (код 2 02 03998 02 0000 151) изложить в следующей редакции:</w:t>
      </w:r>
    </w:p>
    <w:p w:rsidR="00B5552C" w:rsidRPr="00CB448D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 w:rsidRPr="00CB448D">
        <w:rPr>
          <w:sz w:val="28"/>
          <w:szCs w:val="28"/>
        </w:rPr>
        <w:t>«Единая субвенция бюджетам субъектов Российской Федерации»;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 w:rsidRPr="00CB448D">
        <w:rPr>
          <w:sz w:val="28"/>
          <w:szCs w:val="28"/>
        </w:rPr>
        <w:t>я</w:t>
      </w:r>
      <w:r w:rsidRPr="00CB448D">
        <w:rPr>
          <w:sz w:val="28"/>
          <w:szCs w:val="28"/>
          <w:vertAlign w:val="superscript"/>
        </w:rPr>
        <w:t>19</w:t>
      </w:r>
      <w:r w:rsidRPr="00CB448D">
        <w:rPr>
          <w:sz w:val="28"/>
          <w:szCs w:val="28"/>
        </w:rPr>
        <w:t>) в строке «Иные межбюджетные трансферты» (код 2 02 04000 00 0000 151) цифры «2496838,6» заменить цифрами «2544054,202»;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</w:t>
      </w:r>
      <w:r>
        <w:rPr>
          <w:sz w:val="28"/>
          <w:szCs w:val="28"/>
        </w:rPr>
        <w:t>) после строки</w:t>
      </w:r>
    </w:p>
    <w:tbl>
      <w:tblPr>
        <w:tblW w:w="10066" w:type="dxa"/>
        <w:tblInd w:w="-34" w:type="dxa"/>
        <w:tblLook w:val="00A0"/>
      </w:tblPr>
      <w:tblGrid>
        <w:gridCol w:w="3119"/>
        <w:gridCol w:w="5387"/>
        <w:gridCol w:w="1560"/>
      </w:tblGrid>
      <w:tr w:rsidR="00B5552C" w:rsidRPr="00EE5433" w:rsidTr="00E33A39">
        <w:tc>
          <w:tcPr>
            <w:tcW w:w="3119" w:type="dxa"/>
          </w:tcPr>
          <w:p w:rsidR="00B5552C" w:rsidRPr="00EE5433" w:rsidRDefault="00B5552C" w:rsidP="00210871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E5433">
              <w:rPr>
                <w:sz w:val="28"/>
                <w:szCs w:val="28"/>
              </w:rPr>
              <w:t>2 02 04034 02 0001 151</w:t>
            </w:r>
          </w:p>
        </w:tc>
        <w:tc>
          <w:tcPr>
            <w:tcW w:w="5387" w:type="dxa"/>
            <w:vAlign w:val="bottom"/>
          </w:tcPr>
          <w:p w:rsidR="00B5552C" w:rsidRPr="00EE5433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E5433">
              <w:rPr>
                <w:sz w:val="28"/>
                <w:szCs w:val="28"/>
              </w:rPr>
              <w:t>Межбюджетные трансферты, передава</w:t>
            </w:r>
            <w:r w:rsidRPr="00EE5433">
              <w:rPr>
                <w:sz w:val="28"/>
                <w:szCs w:val="28"/>
              </w:rPr>
              <w:t>е</w:t>
            </w:r>
            <w:r w:rsidRPr="00EE5433">
              <w:rPr>
                <w:sz w:val="28"/>
                <w:szCs w:val="28"/>
              </w:rPr>
              <w:t>мые бюджетам субъектов Российской Ф</w:t>
            </w:r>
            <w:r w:rsidRPr="00EE5433">
              <w:rPr>
                <w:sz w:val="28"/>
                <w:szCs w:val="28"/>
              </w:rPr>
              <w:t>е</w:t>
            </w:r>
            <w:r w:rsidRPr="00EE5433">
              <w:rPr>
                <w:sz w:val="28"/>
                <w:szCs w:val="28"/>
              </w:rPr>
              <w:t>дерации на реализацию региональных программ модернизации здравоохранения субъектов Российской Федерации в части укрепления материально-технической б</w:t>
            </w:r>
            <w:r w:rsidRPr="00EE5433">
              <w:rPr>
                <w:sz w:val="28"/>
                <w:szCs w:val="28"/>
              </w:rPr>
              <w:t>а</w:t>
            </w:r>
            <w:r w:rsidRPr="00EE5433">
              <w:rPr>
                <w:sz w:val="28"/>
                <w:szCs w:val="28"/>
              </w:rPr>
              <w:t>зы медицинских учреждений</w:t>
            </w:r>
          </w:p>
        </w:tc>
        <w:tc>
          <w:tcPr>
            <w:tcW w:w="1560" w:type="dxa"/>
            <w:noWrap/>
            <w:vAlign w:val="bottom"/>
          </w:tcPr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Pr="00EE5433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E5433">
              <w:rPr>
                <w:sz w:val="28"/>
                <w:szCs w:val="28"/>
              </w:rPr>
              <w:t>2017638,3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210871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66" w:type="dxa"/>
        <w:tblInd w:w="-34" w:type="dxa"/>
        <w:tblLook w:val="00A0"/>
      </w:tblPr>
      <w:tblGrid>
        <w:gridCol w:w="3119"/>
        <w:gridCol w:w="5387"/>
        <w:gridCol w:w="1560"/>
      </w:tblGrid>
      <w:tr w:rsidR="00B5552C" w:rsidRPr="00EE5433" w:rsidTr="00E33A39">
        <w:trPr>
          <w:trHeight w:val="2250"/>
        </w:trPr>
        <w:tc>
          <w:tcPr>
            <w:tcW w:w="3119" w:type="dxa"/>
          </w:tcPr>
          <w:p w:rsidR="00B5552C" w:rsidRPr="00EE5433" w:rsidRDefault="00B5552C" w:rsidP="00210871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E5433">
              <w:rPr>
                <w:sz w:val="28"/>
                <w:szCs w:val="28"/>
              </w:rPr>
              <w:t>2 02 04041 00 0000 151</w:t>
            </w:r>
          </w:p>
        </w:tc>
        <w:tc>
          <w:tcPr>
            <w:tcW w:w="5387" w:type="dxa"/>
            <w:vAlign w:val="bottom"/>
          </w:tcPr>
          <w:p w:rsidR="00B5552C" w:rsidRPr="00EE5433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E5433">
              <w:rPr>
                <w:sz w:val="28"/>
                <w:szCs w:val="28"/>
              </w:rPr>
              <w:t>Межбюджетные трансферты, передава</w:t>
            </w:r>
            <w:r w:rsidRPr="00EE5433">
              <w:rPr>
                <w:sz w:val="28"/>
                <w:szCs w:val="28"/>
              </w:rPr>
              <w:t>е</w:t>
            </w:r>
            <w:r w:rsidRPr="00EE5433">
              <w:rPr>
                <w:sz w:val="28"/>
                <w:szCs w:val="28"/>
              </w:rPr>
              <w:t>мые бюджетам на подключение общедо</w:t>
            </w:r>
            <w:r w:rsidRPr="00EE5433">
              <w:rPr>
                <w:sz w:val="28"/>
                <w:szCs w:val="28"/>
              </w:rPr>
              <w:t>с</w:t>
            </w:r>
            <w:r w:rsidRPr="00EE5433">
              <w:rPr>
                <w:sz w:val="28"/>
                <w:szCs w:val="28"/>
              </w:rPr>
              <w:t>тупных библиотек Российской Федерации к сети Интернет и развитие системы би</w:t>
            </w:r>
            <w:r w:rsidRPr="00EE5433">
              <w:rPr>
                <w:sz w:val="28"/>
                <w:szCs w:val="28"/>
              </w:rPr>
              <w:t>б</w:t>
            </w:r>
            <w:r w:rsidRPr="00EE5433">
              <w:rPr>
                <w:sz w:val="28"/>
                <w:szCs w:val="28"/>
              </w:rPr>
              <w:t>лиотечного дела с учётом задачи расш</w:t>
            </w:r>
            <w:r w:rsidRPr="00EE5433">
              <w:rPr>
                <w:sz w:val="28"/>
                <w:szCs w:val="28"/>
              </w:rPr>
              <w:t>и</w:t>
            </w:r>
            <w:r w:rsidRPr="00EE5433">
              <w:rPr>
                <w:sz w:val="28"/>
                <w:szCs w:val="28"/>
              </w:rPr>
              <w:t>рения информационных технологий и оцифровки</w:t>
            </w:r>
          </w:p>
        </w:tc>
        <w:tc>
          <w:tcPr>
            <w:tcW w:w="1560" w:type="dxa"/>
            <w:noWrap/>
            <w:vAlign w:val="bottom"/>
          </w:tcPr>
          <w:p w:rsidR="00B5552C" w:rsidRPr="00EE5433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E5433">
              <w:rPr>
                <w:sz w:val="28"/>
                <w:szCs w:val="28"/>
              </w:rPr>
              <w:t>1739,762</w:t>
            </w:r>
          </w:p>
        </w:tc>
      </w:tr>
      <w:tr w:rsidR="00B5552C" w:rsidRPr="00EE5433" w:rsidTr="00E33A39">
        <w:trPr>
          <w:trHeight w:val="2250"/>
        </w:trPr>
        <w:tc>
          <w:tcPr>
            <w:tcW w:w="3119" w:type="dxa"/>
          </w:tcPr>
          <w:p w:rsidR="00B5552C" w:rsidRPr="00EE5433" w:rsidRDefault="00B5552C" w:rsidP="00210871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E5433">
              <w:rPr>
                <w:sz w:val="28"/>
                <w:szCs w:val="28"/>
              </w:rPr>
              <w:t>2 02 04041 02 0000 151</w:t>
            </w:r>
          </w:p>
        </w:tc>
        <w:tc>
          <w:tcPr>
            <w:tcW w:w="5387" w:type="dxa"/>
            <w:vAlign w:val="bottom"/>
          </w:tcPr>
          <w:p w:rsidR="00B5552C" w:rsidRPr="006C28B9" w:rsidRDefault="00B5552C" w:rsidP="00210871">
            <w:pPr>
              <w:spacing w:line="336" w:lineRule="auto"/>
              <w:jc w:val="both"/>
              <w:rPr>
                <w:spacing w:val="-4"/>
                <w:sz w:val="28"/>
                <w:szCs w:val="28"/>
              </w:rPr>
            </w:pPr>
            <w:r w:rsidRPr="006C28B9">
              <w:rPr>
                <w:spacing w:val="-4"/>
                <w:sz w:val="28"/>
                <w:szCs w:val="28"/>
              </w:rPr>
              <w:t>Межбюджетные трансферты, передаваемые бюджетам субъектов Российской Федер</w:t>
            </w:r>
            <w:r w:rsidRPr="006C28B9">
              <w:rPr>
                <w:spacing w:val="-4"/>
                <w:sz w:val="28"/>
                <w:szCs w:val="28"/>
              </w:rPr>
              <w:t>а</w:t>
            </w:r>
            <w:r w:rsidRPr="006C28B9">
              <w:rPr>
                <w:spacing w:val="-4"/>
                <w:sz w:val="28"/>
                <w:szCs w:val="28"/>
              </w:rPr>
              <w:t>ции на подключение общедоступных би</w:t>
            </w:r>
            <w:r w:rsidRPr="006C28B9">
              <w:rPr>
                <w:spacing w:val="-4"/>
                <w:sz w:val="28"/>
                <w:szCs w:val="28"/>
              </w:rPr>
              <w:t>б</w:t>
            </w:r>
            <w:r w:rsidRPr="006C28B9">
              <w:rPr>
                <w:spacing w:val="-4"/>
                <w:sz w:val="28"/>
                <w:szCs w:val="28"/>
              </w:rPr>
              <w:t>лиотек Российской Федерации к сети И</w:t>
            </w:r>
            <w:r w:rsidRPr="006C28B9">
              <w:rPr>
                <w:spacing w:val="-4"/>
                <w:sz w:val="28"/>
                <w:szCs w:val="28"/>
              </w:rPr>
              <w:t>н</w:t>
            </w:r>
            <w:r w:rsidRPr="006C28B9">
              <w:rPr>
                <w:spacing w:val="-4"/>
                <w:sz w:val="28"/>
                <w:szCs w:val="28"/>
              </w:rPr>
              <w:t>тернет и развитие системы библиотечного дела с учётом задачи расширения информ</w:t>
            </w:r>
            <w:r w:rsidRPr="006C28B9">
              <w:rPr>
                <w:spacing w:val="-4"/>
                <w:sz w:val="28"/>
                <w:szCs w:val="28"/>
              </w:rPr>
              <w:t>а</w:t>
            </w:r>
            <w:r w:rsidRPr="006C28B9">
              <w:rPr>
                <w:spacing w:val="-4"/>
                <w:sz w:val="28"/>
                <w:szCs w:val="28"/>
              </w:rPr>
              <w:t>ционных технологий и оцифровки</w:t>
            </w:r>
          </w:p>
        </w:tc>
        <w:tc>
          <w:tcPr>
            <w:tcW w:w="1560" w:type="dxa"/>
            <w:noWrap/>
            <w:vAlign w:val="bottom"/>
          </w:tcPr>
          <w:p w:rsidR="00B5552C" w:rsidRPr="00EE5433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E5433">
              <w:rPr>
                <w:sz w:val="28"/>
                <w:szCs w:val="28"/>
              </w:rPr>
              <w:t>1739,762»;</w:t>
            </w:r>
          </w:p>
        </w:tc>
      </w:tr>
    </w:tbl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21</w:t>
      </w:r>
      <w:r>
        <w:rPr>
          <w:sz w:val="28"/>
          <w:szCs w:val="28"/>
        </w:rPr>
        <w:t xml:space="preserve">) после строки </w:t>
      </w:r>
    </w:p>
    <w:tbl>
      <w:tblPr>
        <w:tblW w:w="10066" w:type="dxa"/>
        <w:tblInd w:w="-34" w:type="dxa"/>
        <w:tblLook w:val="00A0"/>
      </w:tblPr>
      <w:tblGrid>
        <w:gridCol w:w="3205"/>
        <w:gridCol w:w="5301"/>
        <w:gridCol w:w="1560"/>
      </w:tblGrid>
      <w:tr w:rsidR="00B5552C" w:rsidRPr="009F4569" w:rsidTr="00E33A39">
        <w:trPr>
          <w:trHeight w:val="1500"/>
        </w:trPr>
        <w:tc>
          <w:tcPr>
            <w:tcW w:w="3205" w:type="dxa"/>
          </w:tcPr>
          <w:p w:rsidR="00B5552C" w:rsidRPr="009F4569" w:rsidRDefault="00B5552C" w:rsidP="00210871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F4569">
              <w:rPr>
                <w:sz w:val="28"/>
                <w:szCs w:val="28"/>
              </w:rPr>
              <w:t>2 02 04066 02 0000 151</w:t>
            </w:r>
          </w:p>
        </w:tc>
        <w:tc>
          <w:tcPr>
            <w:tcW w:w="5301" w:type="dxa"/>
          </w:tcPr>
          <w:p w:rsidR="00B5552C" w:rsidRPr="009F4569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9F4569">
              <w:rPr>
                <w:sz w:val="28"/>
                <w:szCs w:val="28"/>
              </w:rPr>
              <w:t>Межбюджетные трансферты, передава</w:t>
            </w:r>
            <w:r w:rsidRPr="009F4569">
              <w:rPr>
                <w:sz w:val="28"/>
                <w:szCs w:val="28"/>
              </w:rPr>
              <w:t>е</w:t>
            </w:r>
            <w:r w:rsidRPr="009F4569">
              <w:rPr>
                <w:sz w:val="28"/>
                <w:szCs w:val="28"/>
              </w:rPr>
              <w:t>мые бюджетам субъектов Российской Федерации на реализацию мероприятий по профилактике ВИЧ-инфекции и геп</w:t>
            </w:r>
            <w:r w:rsidRPr="009F4569">
              <w:rPr>
                <w:sz w:val="28"/>
                <w:szCs w:val="28"/>
              </w:rPr>
              <w:t>а</w:t>
            </w:r>
            <w:r w:rsidRPr="009F4569">
              <w:rPr>
                <w:sz w:val="28"/>
                <w:szCs w:val="28"/>
              </w:rPr>
              <w:t>титов В и С</w:t>
            </w:r>
          </w:p>
        </w:tc>
        <w:tc>
          <w:tcPr>
            <w:tcW w:w="1560" w:type="dxa"/>
            <w:noWrap/>
            <w:vAlign w:val="bottom"/>
          </w:tcPr>
          <w:p w:rsidR="00B5552C" w:rsidRPr="009F4569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F4569">
              <w:rPr>
                <w:sz w:val="28"/>
                <w:szCs w:val="28"/>
              </w:rPr>
              <w:t>1390,4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210871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66" w:type="dxa"/>
        <w:tblInd w:w="-34" w:type="dxa"/>
        <w:tblLook w:val="00A0"/>
      </w:tblPr>
      <w:tblGrid>
        <w:gridCol w:w="3205"/>
        <w:gridCol w:w="5301"/>
        <w:gridCol w:w="1560"/>
      </w:tblGrid>
      <w:tr w:rsidR="00B5552C" w:rsidRPr="009F4569" w:rsidTr="00E33A39">
        <w:tc>
          <w:tcPr>
            <w:tcW w:w="3205" w:type="dxa"/>
          </w:tcPr>
          <w:p w:rsidR="00B5552C" w:rsidRPr="009F4569" w:rsidRDefault="00B5552C" w:rsidP="00210871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F4569">
              <w:rPr>
                <w:sz w:val="28"/>
                <w:szCs w:val="28"/>
              </w:rPr>
              <w:t>2 02 04070 00 0000 151</w:t>
            </w:r>
          </w:p>
        </w:tc>
        <w:tc>
          <w:tcPr>
            <w:tcW w:w="5301" w:type="dxa"/>
          </w:tcPr>
          <w:p w:rsidR="00B5552C" w:rsidRPr="009F4569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9F4569">
              <w:rPr>
                <w:sz w:val="28"/>
                <w:szCs w:val="28"/>
              </w:rPr>
              <w:t>Межбюджетные трансферты, передава</w:t>
            </w:r>
            <w:r w:rsidRPr="009F4569">
              <w:rPr>
                <w:sz w:val="28"/>
                <w:szCs w:val="28"/>
              </w:rPr>
              <w:t>е</w:t>
            </w:r>
            <w:r w:rsidRPr="009F4569">
              <w:rPr>
                <w:sz w:val="28"/>
                <w:szCs w:val="28"/>
              </w:rPr>
              <w:t>мые бюджетам на государственную по</w:t>
            </w:r>
            <w:r w:rsidRPr="009F4569">
              <w:rPr>
                <w:sz w:val="28"/>
                <w:szCs w:val="28"/>
              </w:rPr>
              <w:t>д</w:t>
            </w:r>
            <w:r w:rsidRPr="009F4569">
              <w:rPr>
                <w:sz w:val="28"/>
                <w:szCs w:val="28"/>
              </w:rPr>
              <w:t>держку (грант) комплексного развития региональных и муниципальных учре</w:t>
            </w:r>
            <w:r w:rsidRPr="009F4569">
              <w:rPr>
                <w:sz w:val="28"/>
                <w:szCs w:val="28"/>
              </w:rPr>
              <w:t>ж</w:t>
            </w:r>
            <w:r w:rsidRPr="009F4569">
              <w:rPr>
                <w:sz w:val="28"/>
                <w:szCs w:val="28"/>
              </w:rPr>
              <w:t>дений культуры</w:t>
            </w:r>
          </w:p>
        </w:tc>
        <w:tc>
          <w:tcPr>
            <w:tcW w:w="1560" w:type="dxa"/>
            <w:noWrap/>
            <w:vAlign w:val="bottom"/>
          </w:tcPr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Pr="009F4569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F4569">
              <w:rPr>
                <w:sz w:val="28"/>
                <w:szCs w:val="28"/>
              </w:rPr>
              <w:t>18100,0</w:t>
            </w:r>
          </w:p>
        </w:tc>
      </w:tr>
      <w:tr w:rsidR="00B5552C" w:rsidRPr="009F4569" w:rsidTr="00E33A39">
        <w:tc>
          <w:tcPr>
            <w:tcW w:w="3205" w:type="dxa"/>
          </w:tcPr>
          <w:p w:rsidR="00B5552C" w:rsidRPr="009F4569" w:rsidRDefault="00B5552C" w:rsidP="00210871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F4569">
              <w:rPr>
                <w:sz w:val="28"/>
                <w:szCs w:val="28"/>
              </w:rPr>
              <w:t>2 02 04070 02 0000 151</w:t>
            </w:r>
          </w:p>
        </w:tc>
        <w:tc>
          <w:tcPr>
            <w:tcW w:w="5301" w:type="dxa"/>
          </w:tcPr>
          <w:p w:rsidR="00B5552C" w:rsidRPr="009F4569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9F4569">
              <w:rPr>
                <w:sz w:val="28"/>
                <w:szCs w:val="28"/>
              </w:rPr>
              <w:t>Межбюджетные трансферты, передава</w:t>
            </w:r>
            <w:r w:rsidRPr="009F4569">
              <w:rPr>
                <w:sz w:val="28"/>
                <w:szCs w:val="28"/>
              </w:rPr>
              <w:t>е</w:t>
            </w:r>
            <w:r w:rsidRPr="009F4569">
              <w:rPr>
                <w:sz w:val="28"/>
                <w:szCs w:val="28"/>
              </w:rPr>
              <w:t>мые бюджетам субъектов Российской Федерации на государственную поддер</w:t>
            </w:r>
            <w:r w:rsidRPr="009F4569">
              <w:rPr>
                <w:sz w:val="28"/>
                <w:szCs w:val="28"/>
              </w:rPr>
              <w:t>ж</w:t>
            </w:r>
            <w:r w:rsidRPr="009F4569">
              <w:rPr>
                <w:sz w:val="28"/>
                <w:szCs w:val="28"/>
              </w:rPr>
              <w:t>ку (грант) комплексного развития реги</w:t>
            </w:r>
            <w:r w:rsidRPr="009F4569">
              <w:rPr>
                <w:sz w:val="28"/>
                <w:szCs w:val="28"/>
              </w:rPr>
              <w:t>о</w:t>
            </w:r>
            <w:r w:rsidRPr="009F4569">
              <w:rPr>
                <w:sz w:val="28"/>
                <w:szCs w:val="28"/>
              </w:rPr>
              <w:t>нальных и муниципальных учреждений культуры</w:t>
            </w:r>
          </w:p>
        </w:tc>
        <w:tc>
          <w:tcPr>
            <w:tcW w:w="1560" w:type="dxa"/>
            <w:noWrap/>
            <w:vAlign w:val="bottom"/>
          </w:tcPr>
          <w:p w:rsidR="00B5552C" w:rsidRPr="009F4569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F4569">
              <w:rPr>
                <w:sz w:val="28"/>
                <w:szCs w:val="28"/>
              </w:rPr>
              <w:t>18100,0</w:t>
            </w:r>
          </w:p>
        </w:tc>
      </w:tr>
      <w:tr w:rsidR="00B5552C" w:rsidRPr="009F4569" w:rsidTr="00E33A39">
        <w:tc>
          <w:tcPr>
            <w:tcW w:w="3205" w:type="dxa"/>
          </w:tcPr>
          <w:p w:rsidR="00B5552C" w:rsidRPr="009F4569" w:rsidRDefault="00B5552C" w:rsidP="00210871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F4569">
              <w:rPr>
                <w:sz w:val="28"/>
                <w:szCs w:val="28"/>
              </w:rPr>
              <w:t>2 02 04072 00 0000 151</w:t>
            </w:r>
          </w:p>
        </w:tc>
        <w:tc>
          <w:tcPr>
            <w:tcW w:w="5301" w:type="dxa"/>
          </w:tcPr>
          <w:p w:rsidR="00B5552C" w:rsidRPr="009F4569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9F4569">
              <w:rPr>
                <w:sz w:val="28"/>
                <w:szCs w:val="28"/>
              </w:rPr>
              <w:t>Межбюджетные трансферты, передава</w:t>
            </w:r>
            <w:r w:rsidRPr="009F4569">
              <w:rPr>
                <w:sz w:val="28"/>
                <w:szCs w:val="28"/>
              </w:rPr>
              <w:t>е</w:t>
            </w:r>
            <w:r w:rsidRPr="009F4569">
              <w:rPr>
                <w:sz w:val="28"/>
                <w:szCs w:val="28"/>
              </w:rPr>
              <w:t>мые бюджетам на государственную по</w:t>
            </w:r>
            <w:r w:rsidRPr="009F4569">
              <w:rPr>
                <w:sz w:val="28"/>
                <w:szCs w:val="28"/>
              </w:rPr>
              <w:t>д</w:t>
            </w:r>
            <w:r w:rsidRPr="009F4569">
              <w:rPr>
                <w:sz w:val="28"/>
                <w:szCs w:val="28"/>
              </w:rPr>
              <w:t>держку (грант) реализации лучших соб</w:t>
            </w:r>
            <w:r w:rsidRPr="009F4569">
              <w:rPr>
                <w:sz w:val="28"/>
                <w:szCs w:val="28"/>
              </w:rPr>
              <w:t>ы</w:t>
            </w:r>
            <w:r w:rsidRPr="009F4569">
              <w:rPr>
                <w:sz w:val="28"/>
                <w:szCs w:val="28"/>
              </w:rPr>
              <w:t>тийных региональных и межрегионал</w:t>
            </w:r>
            <w:r w:rsidRPr="009F4569">
              <w:rPr>
                <w:sz w:val="28"/>
                <w:szCs w:val="28"/>
              </w:rPr>
              <w:t>ь</w:t>
            </w:r>
            <w:r w:rsidRPr="009F4569">
              <w:rPr>
                <w:sz w:val="28"/>
                <w:szCs w:val="28"/>
              </w:rPr>
              <w:t>ных проектов в рамках развития культу</w:t>
            </w:r>
            <w:r w:rsidRPr="009F4569">
              <w:rPr>
                <w:sz w:val="28"/>
                <w:szCs w:val="28"/>
              </w:rPr>
              <w:t>р</w:t>
            </w:r>
            <w:r w:rsidRPr="009F4569">
              <w:rPr>
                <w:sz w:val="28"/>
                <w:szCs w:val="28"/>
              </w:rPr>
              <w:t>но-познавательного туризма</w:t>
            </w:r>
          </w:p>
        </w:tc>
        <w:tc>
          <w:tcPr>
            <w:tcW w:w="1560" w:type="dxa"/>
            <w:noWrap/>
            <w:vAlign w:val="bottom"/>
          </w:tcPr>
          <w:p w:rsidR="00B5552C" w:rsidRPr="009F4569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Pr="009F4569">
              <w:rPr>
                <w:sz w:val="28"/>
                <w:szCs w:val="28"/>
              </w:rPr>
              <w:t>00,0</w:t>
            </w:r>
          </w:p>
        </w:tc>
      </w:tr>
      <w:tr w:rsidR="00B5552C" w:rsidRPr="009F4569" w:rsidTr="00E33A39">
        <w:tc>
          <w:tcPr>
            <w:tcW w:w="3205" w:type="dxa"/>
          </w:tcPr>
          <w:p w:rsidR="00B5552C" w:rsidRPr="009F4569" w:rsidRDefault="00B5552C" w:rsidP="00210871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F4569">
              <w:rPr>
                <w:sz w:val="28"/>
                <w:szCs w:val="28"/>
              </w:rPr>
              <w:t>2 02 04072 02 0000 151</w:t>
            </w:r>
          </w:p>
        </w:tc>
        <w:tc>
          <w:tcPr>
            <w:tcW w:w="5301" w:type="dxa"/>
          </w:tcPr>
          <w:p w:rsidR="00B5552C" w:rsidRPr="009F4569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9F4569">
              <w:rPr>
                <w:sz w:val="28"/>
                <w:szCs w:val="28"/>
              </w:rPr>
              <w:t>Межбюджетные трансферты, передава</w:t>
            </w:r>
            <w:r w:rsidRPr="009F4569">
              <w:rPr>
                <w:sz w:val="28"/>
                <w:szCs w:val="28"/>
              </w:rPr>
              <w:t>е</w:t>
            </w:r>
            <w:r w:rsidRPr="009F4569">
              <w:rPr>
                <w:sz w:val="28"/>
                <w:szCs w:val="28"/>
              </w:rPr>
              <w:t>мые бюджетам субъектов Российской Федерации на государственную поддер</w:t>
            </w:r>
            <w:r w:rsidRPr="009F4569">
              <w:rPr>
                <w:sz w:val="28"/>
                <w:szCs w:val="28"/>
              </w:rPr>
              <w:t>ж</w:t>
            </w:r>
            <w:r w:rsidRPr="009F4569">
              <w:rPr>
                <w:sz w:val="28"/>
                <w:szCs w:val="28"/>
              </w:rPr>
              <w:t>ку (грант) реализации лучших событи</w:t>
            </w:r>
            <w:r w:rsidRPr="009F4569">
              <w:rPr>
                <w:sz w:val="28"/>
                <w:szCs w:val="28"/>
              </w:rPr>
              <w:t>й</w:t>
            </w:r>
            <w:r w:rsidRPr="009F4569">
              <w:rPr>
                <w:sz w:val="28"/>
                <w:szCs w:val="28"/>
              </w:rPr>
              <w:t>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1560" w:type="dxa"/>
            <w:noWrap/>
            <w:vAlign w:val="bottom"/>
          </w:tcPr>
          <w:p w:rsidR="00B5552C" w:rsidRPr="009F4569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Pr="009F4569">
              <w:rPr>
                <w:sz w:val="28"/>
                <w:szCs w:val="28"/>
              </w:rPr>
              <w:t>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22</w:t>
      </w:r>
      <w:r>
        <w:rPr>
          <w:sz w:val="28"/>
          <w:szCs w:val="28"/>
        </w:rPr>
        <w:t>) после строки</w:t>
      </w:r>
    </w:p>
    <w:tbl>
      <w:tblPr>
        <w:tblW w:w="10066" w:type="dxa"/>
        <w:tblInd w:w="-34" w:type="dxa"/>
        <w:tblLook w:val="00A0"/>
      </w:tblPr>
      <w:tblGrid>
        <w:gridCol w:w="3119"/>
        <w:gridCol w:w="5387"/>
        <w:gridCol w:w="1560"/>
      </w:tblGrid>
      <w:tr w:rsidR="00B5552C" w:rsidRPr="00EE5433" w:rsidTr="00E33A39">
        <w:tc>
          <w:tcPr>
            <w:tcW w:w="3119" w:type="dxa"/>
          </w:tcPr>
          <w:p w:rsidR="00B5552C" w:rsidRPr="00EE5433" w:rsidRDefault="00B5552C" w:rsidP="00210871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E5433">
              <w:rPr>
                <w:sz w:val="28"/>
                <w:szCs w:val="28"/>
              </w:rPr>
              <w:t>«2 02 04076 02 0000 151</w:t>
            </w:r>
          </w:p>
        </w:tc>
        <w:tc>
          <w:tcPr>
            <w:tcW w:w="5387" w:type="dxa"/>
          </w:tcPr>
          <w:p w:rsidR="00B5552C" w:rsidRPr="00EE5433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E5433">
              <w:rPr>
                <w:sz w:val="28"/>
                <w:szCs w:val="28"/>
              </w:rPr>
              <w:t>Межбюджетные трансферты, передава</w:t>
            </w:r>
            <w:r w:rsidRPr="00EE5433">
              <w:rPr>
                <w:sz w:val="28"/>
                <w:szCs w:val="28"/>
              </w:rPr>
              <w:t>е</w:t>
            </w:r>
            <w:r w:rsidRPr="00EE5433">
              <w:rPr>
                <w:sz w:val="28"/>
                <w:szCs w:val="28"/>
              </w:rPr>
              <w:t>мые бюджетам субъектов Российской Ф</w:t>
            </w:r>
            <w:r w:rsidRPr="00EE5433">
              <w:rPr>
                <w:sz w:val="28"/>
                <w:szCs w:val="28"/>
              </w:rPr>
              <w:t>е</w:t>
            </w:r>
            <w:r w:rsidRPr="00EE5433">
              <w:rPr>
                <w:sz w:val="28"/>
                <w:szCs w:val="28"/>
              </w:rPr>
              <w:t>дерации на финансовое обеспечение м</w:t>
            </w:r>
            <w:r w:rsidRPr="00EE5433">
              <w:rPr>
                <w:sz w:val="28"/>
                <w:szCs w:val="28"/>
              </w:rPr>
              <w:t>е</w:t>
            </w:r>
            <w:r w:rsidRPr="00EE5433">
              <w:rPr>
                <w:sz w:val="28"/>
                <w:szCs w:val="28"/>
              </w:rPr>
              <w:t>роприятий, связанных с отдыхом и озд</w:t>
            </w:r>
            <w:r w:rsidRPr="00EE5433">
              <w:rPr>
                <w:sz w:val="28"/>
                <w:szCs w:val="28"/>
              </w:rPr>
              <w:t>о</w:t>
            </w:r>
            <w:r w:rsidRPr="00EE5433">
              <w:rPr>
                <w:sz w:val="28"/>
                <w:szCs w:val="28"/>
              </w:rPr>
              <w:t>ровлением детей в организациях отдыха детей и их оздоровления, расположенных в Республике Крым и г. Севастополе</w:t>
            </w:r>
          </w:p>
        </w:tc>
        <w:tc>
          <w:tcPr>
            <w:tcW w:w="1560" w:type="dxa"/>
            <w:noWrap/>
            <w:vAlign w:val="bottom"/>
          </w:tcPr>
          <w:p w:rsidR="00B5552C" w:rsidRPr="00EE5433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E5433">
              <w:rPr>
                <w:sz w:val="28"/>
                <w:szCs w:val="28"/>
              </w:rPr>
              <w:t>15125,0»</w:t>
            </w:r>
          </w:p>
        </w:tc>
      </w:tr>
    </w:tbl>
    <w:p w:rsidR="00B5552C" w:rsidRDefault="00B5552C" w:rsidP="00210871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66" w:type="dxa"/>
        <w:tblInd w:w="-34" w:type="dxa"/>
        <w:tblLook w:val="00A0"/>
      </w:tblPr>
      <w:tblGrid>
        <w:gridCol w:w="3119"/>
        <w:gridCol w:w="5387"/>
        <w:gridCol w:w="1560"/>
      </w:tblGrid>
      <w:tr w:rsidR="00B5552C" w:rsidRPr="00EE5433" w:rsidTr="00E33A39">
        <w:tc>
          <w:tcPr>
            <w:tcW w:w="3119" w:type="dxa"/>
          </w:tcPr>
          <w:p w:rsidR="00B5552C" w:rsidRPr="001544A8" w:rsidRDefault="00B5552C" w:rsidP="00210871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544A8">
              <w:rPr>
                <w:sz w:val="28"/>
                <w:szCs w:val="28"/>
              </w:rPr>
              <w:t>2 02 04080 00 0000 151</w:t>
            </w:r>
          </w:p>
        </w:tc>
        <w:tc>
          <w:tcPr>
            <w:tcW w:w="5387" w:type="dxa"/>
          </w:tcPr>
          <w:p w:rsidR="00B5552C" w:rsidRPr="00FF31BC" w:rsidRDefault="00B5552C" w:rsidP="00210871">
            <w:pPr>
              <w:spacing w:line="336" w:lineRule="auto"/>
              <w:jc w:val="both"/>
              <w:rPr>
                <w:spacing w:val="-4"/>
                <w:sz w:val="28"/>
                <w:szCs w:val="28"/>
              </w:rPr>
            </w:pPr>
            <w:r w:rsidRPr="00FF31BC">
              <w:rPr>
                <w:spacing w:val="-4"/>
                <w:sz w:val="28"/>
                <w:szCs w:val="28"/>
              </w:rPr>
              <w:t>Межбюджетные трансферты, передаваемые бюджетам для оказания адресной финанс</w:t>
            </w:r>
            <w:r w:rsidRPr="00FF31BC">
              <w:rPr>
                <w:spacing w:val="-4"/>
                <w:sz w:val="28"/>
                <w:szCs w:val="28"/>
              </w:rPr>
              <w:t>о</w:t>
            </w:r>
            <w:r w:rsidRPr="00FF31BC">
              <w:rPr>
                <w:spacing w:val="-4"/>
                <w:sz w:val="28"/>
                <w:szCs w:val="28"/>
              </w:rPr>
              <w:t>вой помощи гражданам Украины, име</w:t>
            </w:r>
            <w:r w:rsidRPr="00FF31BC">
              <w:rPr>
                <w:spacing w:val="-4"/>
                <w:sz w:val="28"/>
                <w:szCs w:val="28"/>
              </w:rPr>
              <w:t>ю</w:t>
            </w:r>
            <w:r w:rsidRPr="00FF31BC">
              <w:rPr>
                <w:spacing w:val="-4"/>
                <w:sz w:val="28"/>
                <w:szCs w:val="28"/>
              </w:rPr>
              <w:t>щим статус беженца или получившим вр</w:t>
            </w:r>
            <w:r w:rsidRPr="00FF31BC">
              <w:rPr>
                <w:spacing w:val="-4"/>
                <w:sz w:val="28"/>
                <w:szCs w:val="28"/>
              </w:rPr>
              <w:t>е</w:t>
            </w:r>
            <w:r w:rsidRPr="00FF31BC">
              <w:rPr>
                <w:spacing w:val="-4"/>
                <w:sz w:val="28"/>
                <w:szCs w:val="28"/>
              </w:rPr>
              <w:t>менное убежище на территории Российской Федерации и проживающим в жилых п</w:t>
            </w:r>
            <w:r w:rsidRPr="00FF31BC">
              <w:rPr>
                <w:spacing w:val="-4"/>
                <w:sz w:val="28"/>
                <w:szCs w:val="28"/>
              </w:rPr>
              <w:t>о</w:t>
            </w:r>
            <w:r w:rsidRPr="00FF31BC">
              <w:rPr>
                <w:spacing w:val="-4"/>
                <w:sz w:val="28"/>
                <w:szCs w:val="28"/>
              </w:rPr>
              <w:t>мещениях граждан Российской Федерации</w:t>
            </w:r>
          </w:p>
        </w:tc>
        <w:tc>
          <w:tcPr>
            <w:tcW w:w="1560" w:type="dxa"/>
            <w:noWrap/>
            <w:vAlign w:val="bottom"/>
          </w:tcPr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Pr="00EE5433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570,0</w:t>
            </w:r>
          </w:p>
        </w:tc>
      </w:tr>
      <w:tr w:rsidR="00B5552C" w:rsidRPr="00EE5433" w:rsidTr="00E33A39">
        <w:tc>
          <w:tcPr>
            <w:tcW w:w="3119" w:type="dxa"/>
          </w:tcPr>
          <w:p w:rsidR="00B5552C" w:rsidRPr="001544A8" w:rsidRDefault="00B5552C" w:rsidP="00210871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1544A8">
              <w:rPr>
                <w:sz w:val="28"/>
                <w:szCs w:val="28"/>
              </w:rPr>
              <w:t>2 02 04080 02 0000 151</w:t>
            </w:r>
          </w:p>
        </w:tc>
        <w:tc>
          <w:tcPr>
            <w:tcW w:w="5387" w:type="dxa"/>
          </w:tcPr>
          <w:p w:rsidR="00B5552C" w:rsidRPr="00FF31BC" w:rsidRDefault="00B5552C" w:rsidP="00210871">
            <w:pPr>
              <w:spacing w:line="336" w:lineRule="auto"/>
              <w:jc w:val="both"/>
              <w:rPr>
                <w:spacing w:val="-4"/>
                <w:sz w:val="28"/>
                <w:szCs w:val="28"/>
              </w:rPr>
            </w:pPr>
            <w:r w:rsidRPr="00FF31BC">
              <w:rPr>
                <w:spacing w:val="-4"/>
                <w:sz w:val="28"/>
                <w:szCs w:val="28"/>
              </w:rPr>
              <w:t>Межбюджетные трансферты, переда-ваемые бюджетам субъектов Российской Федерации для оказания адресной финанс</w:t>
            </w:r>
            <w:r w:rsidRPr="00FF31BC">
              <w:rPr>
                <w:spacing w:val="-4"/>
                <w:sz w:val="28"/>
                <w:szCs w:val="28"/>
              </w:rPr>
              <w:t>о</w:t>
            </w:r>
            <w:r w:rsidRPr="00FF31BC">
              <w:rPr>
                <w:spacing w:val="-4"/>
                <w:sz w:val="28"/>
                <w:szCs w:val="28"/>
              </w:rPr>
              <w:t>вой помощи гражданам Украины, име</w:t>
            </w:r>
            <w:r w:rsidRPr="00FF31BC">
              <w:rPr>
                <w:spacing w:val="-4"/>
                <w:sz w:val="28"/>
                <w:szCs w:val="28"/>
              </w:rPr>
              <w:t>ю</w:t>
            </w:r>
            <w:r w:rsidRPr="00FF31BC">
              <w:rPr>
                <w:spacing w:val="-4"/>
                <w:sz w:val="28"/>
                <w:szCs w:val="28"/>
              </w:rPr>
              <w:t>щим статус беженца или получившим вр</w:t>
            </w:r>
            <w:r w:rsidRPr="00FF31BC">
              <w:rPr>
                <w:spacing w:val="-4"/>
                <w:sz w:val="28"/>
                <w:szCs w:val="28"/>
              </w:rPr>
              <w:t>е</w:t>
            </w:r>
            <w:r w:rsidRPr="00FF31BC">
              <w:rPr>
                <w:spacing w:val="-4"/>
                <w:sz w:val="28"/>
                <w:szCs w:val="28"/>
              </w:rPr>
              <w:t>менное убежище на территории Российской Федерации и проживающим в жилых п</w:t>
            </w:r>
            <w:r w:rsidRPr="00FF31BC">
              <w:rPr>
                <w:spacing w:val="-4"/>
                <w:sz w:val="28"/>
                <w:szCs w:val="28"/>
              </w:rPr>
              <w:t>о</w:t>
            </w:r>
            <w:r w:rsidRPr="00FF31BC">
              <w:rPr>
                <w:spacing w:val="-4"/>
                <w:sz w:val="28"/>
                <w:szCs w:val="28"/>
              </w:rPr>
              <w:t>мещениях граждан Российской Федерации</w:t>
            </w:r>
          </w:p>
        </w:tc>
        <w:tc>
          <w:tcPr>
            <w:tcW w:w="1560" w:type="dxa"/>
            <w:noWrap/>
            <w:vAlign w:val="bottom"/>
          </w:tcPr>
          <w:p w:rsidR="00B5552C" w:rsidRPr="00EE5433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570,0</w:t>
            </w:r>
          </w:p>
        </w:tc>
      </w:tr>
      <w:tr w:rsidR="00B5552C" w:rsidRPr="00EE5433" w:rsidTr="00E33A39">
        <w:tc>
          <w:tcPr>
            <w:tcW w:w="3119" w:type="dxa"/>
          </w:tcPr>
          <w:p w:rsidR="00B5552C" w:rsidRPr="00EE5433" w:rsidRDefault="00B5552C" w:rsidP="00210871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EE5433">
              <w:rPr>
                <w:sz w:val="28"/>
                <w:szCs w:val="28"/>
              </w:rPr>
              <w:t>2 02 04088 02 0000 151</w:t>
            </w:r>
          </w:p>
        </w:tc>
        <w:tc>
          <w:tcPr>
            <w:tcW w:w="5387" w:type="dxa"/>
          </w:tcPr>
          <w:p w:rsidR="00B5552C" w:rsidRPr="00EE5433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E5433">
              <w:rPr>
                <w:sz w:val="28"/>
                <w:szCs w:val="28"/>
              </w:rPr>
              <w:t>Межбюджетные трансферты, переда</w:t>
            </w:r>
            <w:r>
              <w:rPr>
                <w:sz w:val="28"/>
                <w:szCs w:val="28"/>
              </w:rPr>
              <w:t>-</w:t>
            </w:r>
            <w:r w:rsidRPr="00EE5433">
              <w:rPr>
                <w:sz w:val="28"/>
                <w:szCs w:val="28"/>
              </w:rPr>
              <w:t>ваемые бюджетам субъектов Российской Федерации на финансовое обеспечение мероприятий, связанных с санаторно-курортным лечением отдельных категорий граждан в санаторно-курортных организ</w:t>
            </w:r>
            <w:r w:rsidRPr="00EE5433">
              <w:rPr>
                <w:sz w:val="28"/>
                <w:szCs w:val="28"/>
              </w:rPr>
              <w:t>а</w:t>
            </w:r>
            <w:r w:rsidRPr="00EE5433">
              <w:rPr>
                <w:sz w:val="28"/>
                <w:szCs w:val="28"/>
              </w:rPr>
              <w:t>циях, расположенных в Республике Крым и г. Севастополе</w:t>
            </w:r>
          </w:p>
        </w:tc>
        <w:tc>
          <w:tcPr>
            <w:tcW w:w="1560" w:type="dxa"/>
            <w:noWrap/>
            <w:vAlign w:val="bottom"/>
          </w:tcPr>
          <w:p w:rsidR="00B5552C" w:rsidRPr="00EE5433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EE5433">
              <w:rPr>
                <w:sz w:val="28"/>
                <w:szCs w:val="28"/>
              </w:rPr>
              <w:t>18605,84»;</w:t>
            </w:r>
          </w:p>
        </w:tc>
      </w:tr>
    </w:tbl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23</w:t>
      </w:r>
      <w:r>
        <w:rPr>
          <w:sz w:val="28"/>
          <w:szCs w:val="28"/>
        </w:rPr>
        <w:t>) в строке «</w:t>
      </w:r>
      <w:r w:rsidRPr="008F0DEE">
        <w:rPr>
          <w:sz w:val="28"/>
          <w:szCs w:val="28"/>
        </w:rPr>
        <w:t>Безвозмездные поступления от государственных (муниц</w:t>
      </w:r>
      <w:r w:rsidRPr="008F0DEE">
        <w:rPr>
          <w:sz w:val="28"/>
          <w:szCs w:val="28"/>
        </w:rPr>
        <w:t>и</w:t>
      </w:r>
      <w:r w:rsidRPr="008F0DEE">
        <w:rPr>
          <w:sz w:val="28"/>
          <w:szCs w:val="28"/>
        </w:rPr>
        <w:t>пальных) организаций</w:t>
      </w:r>
      <w:r>
        <w:rPr>
          <w:sz w:val="28"/>
          <w:szCs w:val="28"/>
        </w:rPr>
        <w:t>» (код 2 03 00000 00 0000 000) цифры «61867,575» заменить цифрами «127787,12865»;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24</w:t>
      </w:r>
      <w:r>
        <w:rPr>
          <w:sz w:val="28"/>
          <w:szCs w:val="28"/>
        </w:rPr>
        <w:t>) в строке «</w:t>
      </w:r>
      <w:r w:rsidRPr="008F0DEE">
        <w:rPr>
          <w:sz w:val="28"/>
          <w:szCs w:val="28"/>
        </w:rPr>
        <w:t>Безвозмездные поступления от государственных (муниц</w:t>
      </w:r>
      <w:r w:rsidRPr="008F0DEE">
        <w:rPr>
          <w:sz w:val="28"/>
          <w:szCs w:val="28"/>
        </w:rPr>
        <w:t>и</w:t>
      </w:r>
      <w:r w:rsidRPr="008F0DEE">
        <w:rPr>
          <w:sz w:val="28"/>
          <w:szCs w:val="28"/>
        </w:rPr>
        <w:t>пальных) организаций в бюджеты субъектов Российской Федерации</w:t>
      </w:r>
      <w:r>
        <w:rPr>
          <w:sz w:val="28"/>
          <w:szCs w:val="28"/>
        </w:rPr>
        <w:t>» (код 2 03 02000 02 0000 180) цифры «61867,575» заменить цифрами «127787,12865»;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25</w:t>
      </w:r>
      <w:r>
        <w:rPr>
          <w:sz w:val="28"/>
          <w:szCs w:val="28"/>
        </w:rPr>
        <w:t>) в строке «</w:t>
      </w:r>
      <w:r w:rsidRPr="008F0DEE">
        <w:rPr>
          <w:sz w:val="28"/>
          <w:szCs w:val="28"/>
        </w:rPr>
        <w:t xml:space="preserve">Безвозмездные поступления в бюджеты субъектов Российской Федерации от государственной корпорации </w:t>
      </w:r>
      <w:r>
        <w:rPr>
          <w:sz w:val="28"/>
          <w:szCs w:val="28"/>
        </w:rPr>
        <w:t>–</w:t>
      </w:r>
      <w:r w:rsidRPr="008F0DEE">
        <w:rPr>
          <w:sz w:val="28"/>
          <w:szCs w:val="28"/>
        </w:rPr>
        <w:t xml:space="preserve"> Фонда содействия реформированию жилищно-коммунального хозяйства на обеспечение мероприятий по капитальн</w:t>
      </w:r>
      <w:r w:rsidRPr="008F0DEE">
        <w:rPr>
          <w:sz w:val="28"/>
          <w:szCs w:val="28"/>
        </w:rPr>
        <w:t>о</w:t>
      </w:r>
      <w:r w:rsidRPr="008F0DEE">
        <w:rPr>
          <w:sz w:val="28"/>
          <w:szCs w:val="28"/>
        </w:rPr>
        <w:t>му ремонту многоквартирных домов</w:t>
      </w:r>
      <w:r>
        <w:rPr>
          <w:sz w:val="28"/>
          <w:szCs w:val="28"/>
        </w:rPr>
        <w:t>» (код 2 03 02040 02 0000 180) цифры «61867,575» заменить цифрами «127787,12865»;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26</w:t>
      </w:r>
      <w:r>
        <w:rPr>
          <w:sz w:val="28"/>
          <w:szCs w:val="28"/>
        </w:rPr>
        <w:t>) в строке «</w:t>
      </w:r>
      <w:r w:rsidRPr="00EE5433">
        <w:rPr>
          <w:sz w:val="28"/>
          <w:szCs w:val="28"/>
        </w:rPr>
        <w:t>Доходы бюджетной системы Российской Федерации от во</w:t>
      </w:r>
      <w:r w:rsidRPr="00EE5433">
        <w:rPr>
          <w:sz w:val="28"/>
          <w:szCs w:val="28"/>
        </w:rPr>
        <w:t>з</w:t>
      </w:r>
      <w:r w:rsidRPr="00EE5433">
        <w:rPr>
          <w:sz w:val="28"/>
          <w:szCs w:val="28"/>
        </w:rPr>
        <w:t>врата бюджетами бюджетной системы Российской Федерации и организациями остатков субсидий, субвенций и иных межбюджетных трансфертов, имеющих ц</w:t>
      </w:r>
      <w:r w:rsidRPr="00EE5433">
        <w:rPr>
          <w:sz w:val="28"/>
          <w:szCs w:val="28"/>
        </w:rPr>
        <w:t>е</w:t>
      </w:r>
      <w:r w:rsidRPr="00EE5433">
        <w:rPr>
          <w:sz w:val="28"/>
          <w:szCs w:val="28"/>
        </w:rPr>
        <w:t>левое назначение, прошлых лет</w:t>
      </w:r>
      <w:r>
        <w:rPr>
          <w:sz w:val="28"/>
          <w:szCs w:val="28"/>
        </w:rPr>
        <w:t>» (код 2 18 00000 00 0000 000) цифры «43324,59718» заменить цифрами «43216,23236»;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27</w:t>
      </w:r>
      <w:r>
        <w:rPr>
          <w:sz w:val="28"/>
          <w:szCs w:val="28"/>
        </w:rPr>
        <w:t>) в строке «</w:t>
      </w:r>
      <w:r w:rsidRPr="00EE5433">
        <w:rPr>
          <w:sz w:val="28"/>
          <w:szCs w:val="28"/>
        </w:rPr>
        <w:t>Доходы бюджетов бюджетной системы Российской Федер</w:t>
      </w:r>
      <w:r w:rsidRPr="00EE5433">
        <w:rPr>
          <w:sz w:val="28"/>
          <w:szCs w:val="28"/>
        </w:rPr>
        <w:t>а</w:t>
      </w:r>
      <w:r w:rsidRPr="00EE5433">
        <w:rPr>
          <w:sz w:val="28"/>
          <w:szCs w:val="28"/>
        </w:rPr>
        <w:t>ции от возврата  бюджетами бюджетной системы Российской Федерации остатков субсидий, субвенций и иных межбюджетных трансфертов, имеющих целевое н</w:t>
      </w:r>
      <w:r w:rsidRPr="00EE5433">
        <w:rPr>
          <w:sz w:val="28"/>
          <w:szCs w:val="28"/>
        </w:rPr>
        <w:t>а</w:t>
      </w:r>
      <w:r w:rsidRPr="00EE5433">
        <w:rPr>
          <w:sz w:val="28"/>
          <w:szCs w:val="28"/>
        </w:rPr>
        <w:t>значение, прошлых лет</w:t>
      </w:r>
      <w:r>
        <w:rPr>
          <w:sz w:val="28"/>
          <w:szCs w:val="28"/>
        </w:rPr>
        <w:t>» (код 2 18 00000 00 0000 151) цифры «42121,35656»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«42012,99174»;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28</w:t>
      </w:r>
      <w:r>
        <w:rPr>
          <w:sz w:val="28"/>
          <w:szCs w:val="28"/>
        </w:rPr>
        <w:t>) в строке «</w:t>
      </w:r>
      <w:r w:rsidRPr="00EE5433">
        <w:rPr>
          <w:sz w:val="28"/>
          <w:szCs w:val="28"/>
        </w:rPr>
        <w:t>Доходы бюджетов субъектов Российской Федерации от во</w:t>
      </w:r>
      <w:r w:rsidRPr="00EE5433">
        <w:rPr>
          <w:sz w:val="28"/>
          <w:szCs w:val="28"/>
        </w:rPr>
        <w:t>з</w:t>
      </w:r>
      <w:r w:rsidRPr="00EE5433">
        <w:rPr>
          <w:sz w:val="28"/>
          <w:szCs w:val="28"/>
        </w:rPr>
        <w:t>врата  бюджетами бюджетной системы Российской Федерации остатков субс</w:t>
      </w:r>
      <w:r w:rsidRPr="00EE5433">
        <w:rPr>
          <w:sz w:val="28"/>
          <w:szCs w:val="28"/>
        </w:rPr>
        <w:t>и</w:t>
      </w:r>
      <w:r w:rsidRPr="00EE5433">
        <w:rPr>
          <w:sz w:val="28"/>
          <w:szCs w:val="28"/>
        </w:rPr>
        <w:t>дий, субвенций и иных межбюджетных трансфертов, имеющих целевое назнач</w:t>
      </w:r>
      <w:r w:rsidRPr="00EE5433">
        <w:rPr>
          <w:sz w:val="28"/>
          <w:szCs w:val="28"/>
        </w:rPr>
        <w:t>е</w:t>
      </w:r>
      <w:r w:rsidRPr="00EE5433">
        <w:rPr>
          <w:sz w:val="28"/>
          <w:szCs w:val="28"/>
        </w:rPr>
        <w:t>ние, прошлых лет</w:t>
      </w:r>
      <w:r>
        <w:rPr>
          <w:sz w:val="28"/>
          <w:szCs w:val="28"/>
        </w:rPr>
        <w:t>» (код 2 18 02000 02 0000 151) цифры «42121,35656» заменить цифрами «42012,99174»;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29</w:t>
      </w:r>
      <w:r>
        <w:rPr>
          <w:sz w:val="28"/>
          <w:szCs w:val="28"/>
        </w:rPr>
        <w:t>) в строке «</w:t>
      </w:r>
      <w:r w:rsidRPr="000121A8">
        <w:rPr>
          <w:sz w:val="28"/>
          <w:szCs w:val="28"/>
        </w:rPr>
        <w:t xml:space="preserve">Доходы бюджетов субъектов Российской Федерации </w:t>
      </w:r>
      <w:r>
        <w:rPr>
          <w:sz w:val="28"/>
          <w:szCs w:val="28"/>
        </w:rPr>
        <w:br/>
      </w:r>
      <w:r w:rsidRPr="000121A8">
        <w:rPr>
          <w:sz w:val="28"/>
          <w:szCs w:val="28"/>
        </w:rPr>
        <w:t>от возврата остатков субсидий, субвенций и иных межбюджетных трансфертов, имеющих целевое назначение, прошлых лет из бюджетов городских округов</w:t>
      </w:r>
      <w:r>
        <w:rPr>
          <w:sz w:val="28"/>
          <w:szCs w:val="28"/>
        </w:rPr>
        <w:t>» (код 2 18 02030 02 0000 151) цифры «2350,57355» заменить цифрами «2350,36637»;</w:t>
      </w:r>
    </w:p>
    <w:p w:rsidR="00B5552C" w:rsidRPr="00FF31BC" w:rsidRDefault="00B5552C" w:rsidP="00210871">
      <w:pPr>
        <w:spacing w:line="336" w:lineRule="auto"/>
        <w:ind w:firstLine="709"/>
        <w:jc w:val="both"/>
        <w:rPr>
          <w:spacing w:val="-4"/>
          <w:sz w:val="28"/>
          <w:szCs w:val="28"/>
        </w:rPr>
      </w:pPr>
      <w:r w:rsidRPr="00FF31BC">
        <w:rPr>
          <w:spacing w:val="-4"/>
          <w:sz w:val="28"/>
          <w:szCs w:val="28"/>
        </w:rPr>
        <w:t>я</w:t>
      </w:r>
      <w:r w:rsidRPr="00FF31BC">
        <w:rPr>
          <w:spacing w:val="-4"/>
          <w:sz w:val="28"/>
          <w:szCs w:val="28"/>
          <w:vertAlign w:val="superscript"/>
        </w:rPr>
        <w:t>30</w:t>
      </w:r>
      <w:r w:rsidRPr="00FF31BC">
        <w:rPr>
          <w:spacing w:val="-4"/>
          <w:sz w:val="28"/>
          <w:szCs w:val="28"/>
        </w:rPr>
        <w:t>) в строке «Доходы бюджетов субъектов Российской Федерации от возврата остатков субсидий, субвенций и иных межбюджетных трансфертов, имеющих цел</w:t>
      </w:r>
      <w:r w:rsidRPr="00FF31BC">
        <w:rPr>
          <w:spacing w:val="-4"/>
          <w:sz w:val="28"/>
          <w:szCs w:val="28"/>
        </w:rPr>
        <w:t>е</w:t>
      </w:r>
      <w:r w:rsidRPr="00FF31BC">
        <w:rPr>
          <w:spacing w:val="-4"/>
          <w:sz w:val="28"/>
          <w:szCs w:val="28"/>
        </w:rPr>
        <w:t>вое назначение, прошлых лет из бюджетов муниципальных районов» (код 2 18 02040 02 0000 151) цифры «39770,78301» заменить цифрами «39662,62537»;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31</w:t>
      </w:r>
      <w:r>
        <w:rPr>
          <w:sz w:val="28"/>
          <w:szCs w:val="28"/>
        </w:rPr>
        <w:t>) в строке «</w:t>
      </w:r>
      <w:r w:rsidRPr="000121A8">
        <w:rPr>
          <w:sz w:val="28"/>
          <w:szCs w:val="28"/>
        </w:rPr>
        <w:t>Возврат остатков субсидий, субвенций и иных межбюдже</w:t>
      </w:r>
      <w:r w:rsidRPr="000121A8">
        <w:rPr>
          <w:sz w:val="28"/>
          <w:szCs w:val="28"/>
        </w:rPr>
        <w:t>т</w:t>
      </w:r>
      <w:r w:rsidRPr="000121A8">
        <w:rPr>
          <w:sz w:val="28"/>
          <w:szCs w:val="28"/>
        </w:rPr>
        <w:t>ных трансфертов, имеющих целевое назначение, прошлых лет</w:t>
      </w:r>
      <w:r>
        <w:rPr>
          <w:sz w:val="28"/>
          <w:szCs w:val="28"/>
        </w:rPr>
        <w:t>» (код 2 19 00000 00 0000 000) цифры «-401205,01962» заменить цифрами «-371226,2136»;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32</w:t>
      </w:r>
      <w:r>
        <w:rPr>
          <w:sz w:val="28"/>
          <w:szCs w:val="28"/>
        </w:rPr>
        <w:t>) в строке «</w:t>
      </w:r>
      <w:r w:rsidRPr="000121A8">
        <w:rPr>
          <w:sz w:val="28"/>
          <w:szCs w:val="28"/>
        </w:rPr>
        <w:t>Возврат остатков субсидий, субвенций и иных межбюдже</w:t>
      </w:r>
      <w:r w:rsidRPr="000121A8">
        <w:rPr>
          <w:sz w:val="28"/>
          <w:szCs w:val="28"/>
        </w:rPr>
        <w:t>т</w:t>
      </w:r>
      <w:r w:rsidRPr="000121A8">
        <w:rPr>
          <w:sz w:val="28"/>
          <w:szCs w:val="28"/>
        </w:rPr>
        <w:t>ных трансфертов, имеющих целевое назначение, прошлых лет из бюджетов суб</w:t>
      </w:r>
      <w:r w:rsidRPr="000121A8">
        <w:rPr>
          <w:sz w:val="28"/>
          <w:szCs w:val="28"/>
        </w:rPr>
        <w:t>ъ</w:t>
      </w:r>
      <w:r w:rsidRPr="000121A8">
        <w:rPr>
          <w:sz w:val="28"/>
          <w:szCs w:val="28"/>
        </w:rPr>
        <w:t>ектов Российской Федерации</w:t>
      </w:r>
      <w:r>
        <w:rPr>
          <w:sz w:val="28"/>
          <w:szCs w:val="28"/>
        </w:rPr>
        <w:t xml:space="preserve">» (код 2 19 02000 02 0000 000) цифры </w:t>
      </w:r>
      <w:r>
        <w:rPr>
          <w:sz w:val="28"/>
          <w:szCs w:val="28"/>
        </w:rPr>
        <w:br/>
        <w:t>«-401205,01962» заменить цифрами «-371226,2136»;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33</w:t>
      </w:r>
      <w:r>
        <w:rPr>
          <w:sz w:val="28"/>
          <w:szCs w:val="28"/>
        </w:rPr>
        <w:t>) в строке «ИТОГО» цифры «34853900,22441» заменить цифрами «35548776,50669»;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в приложении 7: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строке «Государственная пошлина» (код 1 08 00000 00 0000 000) цифры «29454,2» заменить цифрами «29854,2», цифры «27711,2» заменить цифрами «28111,2»;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</w:t>
      </w:r>
      <w:r w:rsidRPr="0069613E">
        <w:rPr>
          <w:sz w:val="28"/>
          <w:szCs w:val="28"/>
        </w:rPr>
        <w:t xml:space="preserve">Государственная пошлина за государственную регистрацию, </w:t>
      </w:r>
      <w:r>
        <w:rPr>
          <w:sz w:val="28"/>
          <w:szCs w:val="28"/>
        </w:rPr>
        <w:br/>
      </w:r>
      <w:r w:rsidRPr="0069613E">
        <w:rPr>
          <w:sz w:val="28"/>
          <w:szCs w:val="28"/>
        </w:rPr>
        <w:t>а также за совершение прочих юридически значимых действий</w:t>
      </w:r>
      <w:r>
        <w:rPr>
          <w:sz w:val="28"/>
          <w:szCs w:val="28"/>
        </w:rPr>
        <w:t xml:space="preserve">» (код 1 08 07000 01 0000 110) цифры «29454,2» заменить цифрами «29854,2», цифры «27711,2» </w:t>
      </w:r>
      <w:r>
        <w:rPr>
          <w:sz w:val="28"/>
          <w:szCs w:val="28"/>
        </w:rPr>
        <w:br/>
        <w:t>заменить цифрами «28111,2»;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после строки</w:t>
      </w:r>
    </w:p>
    <w:tbl>
      <w:tblPr>
        <w:tblW w:w="10065" w:type="dxa"/>
        <w:tblInd w:w="-34" w:type="dxa"/>
        <w:tblLook w:val="00A0"/>
      </w:tblPr>
      <w:tblGrid>
        <w:gridCol w:w="2977"/>
        <w:gridCol w:w="4820"/>
        <w:gridCol w:w="1134"/>
        <w:gridCol w:w="1134"/>
      </w:tblGrid>
      <w:tr w:rsidR="00B5552C" w:rsidRPr="0069613E" w:rsidTr="00E33A39">
        <w:trPr>
          <w:trHeight w:val="1500"/>
        </w:trPr>
        <w:tc>
          <w:tcPr>
            <w:tcW w:w="2977" w:type="dxa"/>
          </w:tcPr>
          <w:p w:rsidR="00B5552C" w:rsidRPr="0069613E" w:rsidRDefault="00B5552C" w:rsidP="00210871">
            <w:pPr>
              <w:spacing w:line="336" w:lineRule="auto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9613E">
              <w:rPr>
                <w:sz w:val="28"/>
                <w:szCs w:val="28"/>
              </w:rPr>
              <w:t>1 08 07300 01 0000 110</w:t>
            </w:r>
          </w:p>
        </w:tc>
        <w:tc>
          <w:tcPr>
            <w:tcW w:w="4820" w:type="dxa"/>
          </w:tcPr>
          <w:p w:rsidR="00B5552C" w:rsidRPr="0069613E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69613E">
              <w:rPr>
                <w:sz w:val="28"/>
                <w:szCs w:val="28"/>
              </w:rPr>
              <w:t>Прочие государственные пошлины за совершение прочих юридически зн</w:t>
            </w:r>
            <w:r w:rsidRPr="0069613E">
              <w:rPr>
                <w:sz w:val="28"/>
                <w:szCs w:val="28"/>
              </w:rPr>
              <w:t>а</w:t>
            </w:r>
            <w:r w:rsidRPr="0069613E">
              <w:rPr>
                <w:sz w:val="28"/>
                <w:szCs w:val="28"/>
              </w:rPr>
              <w:t>чимых действий, подлежащие зачи</w:t>
            </w:r>
            <w:r w:rsidRPr="0069613E">
              <w:rPr>
                <w:sz w:val="28"/>
                <w:szCs w:val="28"/>
              </w:rPr>
              <w:t>с</w:t>
            </w:r>
            <w:r w:rsidRPr="0069613E">
              <w:rPr>
                <w:sz w:val="28"/>
                <w:szCs w:val="28"/>
              </w:rPr>
              <w:t>лению в бюджет субъекта Российской Федерации</w:t>
            </w:r>
          </w:p>
        </w:tc>
        <w:tc>
          <w:tcPr>
            <w:tcW w:w="1134" w:type="dxa"/>
            <w:noWrap/>
            <w:vAlign w:val="bottom"/>
          </w:tcPr>
          <w:p w:rsidR="00B5552C" w:rsidRPr="0069613E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9613E">
              <w:rPr>
                <w:sz w:val="28"/>
                <w:szCs w:val="28"/>
              </w:rPr>
              <w:t>175,0</w:t>
            </w:r>
          </w:p>
        </w:tc>
        <w:tc>
          <w:tcPr>
            <w:tcW w:w="1134" w:type="dxa"/>
            <w:noWrap/>
            <w:vAlign w:val="bottom"/>
          </w:tcPr>
          <w:p w:rsidR="00B5552C" w:rsidRPr="0069613E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69613E">
              <w:rPr>
                <w:sz w:val="28"/>
                <w:szCs w:val="28"/>
              </w:rPr>
              <w:t>175,0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210871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2977"/>
        <w:gridCol w:w="4820"/>
        <w:gridCol w:w="1134"/>
        <w:gridCol w:w="1134"/>
      </w:tblGrid>
      <w:tr w:rsidR="00B5552C" w:rsidRPr="0069613E" w:rsidTr="00E33A39">
        <w:trPr>
          <w:trHeight w:val="1500"/>
        </w:trPr>
        <w:tc>
          <w:tcPr>
            <w:tcW w:w="2977" w:type="dxa"/>
          </w:tcPr>
          <w:p w:rsidR="00B5552C" w:rsidRPr="0069613E" w:rsidRDefault="00B5552C" w:rsidP="00210871">
            <w:pPr>
              <w:spacing w:line="336" w:lineRule="auto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9613E">
              <w:rPr>
                <w:sz w:val="28"/>
                <w:szCs w:val="28"/>
              </w:rPr>
              <w:t>1 08 07400 01 0000 110</w:t>
            </w:r>
          </w:p>
        </w:tc>
        <w:tc>
          <w:tcPr>
            <w:tcW w:w="4820" w:type="dxa"/>
          </w:tcPr>
          <w:p w:rsidR="00B5552C" w:rsidRPr="0069613E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69613E">
              <w:rPr>
                <w:sz w:val="28"/>
                <w:szCs w:val="28"/>
              </w:rPr>
              <w:t>Государственная пошлина за дейс</w:t>
            </w:r>
            <w:r w:rsidRPr="0069613E">
              <w:rPr>
                <w:sz w:val="28"/>
                <w:szCs w:val="28"/>
              </w:rPr>
              <w:t>т</w:t>
            </w:r>
            <w:r w:rsidRPr="0069613E">
              <w:rPr>
                <w:sz w:val="28"/>
                <w:szCs w:val="28"/>
              </w:rPr>
              <w:t>вия уполномоченных органов субъе</w:t>
            </w:r>
            <w:r w:rsidRPr="0069613E">
              <w:rPr>
                <w:sz w:val="28"/>
                <w:szCs w:val="28"/>
              </w:rPr>
              <w:t>к</w:t>
            </w:r>
            <w:r w:rsidRPr="0069613E">
              <w:rPr>
                <w:sz w:val="28"/>
                <w:szCs w:val="28"/>
              </w:rPr>
              <w:t>тов Российской Федерации, связа</w:t>
            </w:r>
            <w:r w:rsidRPr="0069613E">
              <w:rPr>
                <w:sz w:val="28"/>
                <w:szCs w:val="28"/>
              </w:rPr>
              <w:t>н</w:t>
            </w:r>
            <w:r w:rsidRPr="0069613E">
              <w:rPr>
                <w:sz w:val="28"/>
                <w:szCs w:val="28"/>
              </w:rPr>
              <w:t xml:space="preserve">ные с </w:t>
            </w:r>
            <w:r>
              <w:rPr>
                <w:sz w:val="28"/>
                <w:szCs w:val="28"/>
              </w:rPr>
              <w:t>лицензи</w:t>
            </w:r>
            <w:r w:rsidRPr="0069613E">
              <w:rPr>
                <w:sz w:val="28"/>
                <w:szCs w:val="28"/>
              </w:rPr>
              <w:t>рованием предприн</w:t>
            </w:r>
            <w:r w:rsidRPr="0069613E">
              <w:rPr>
                <w:sz w:val="28"/>
                <w:szCs w:val="28"/>
              </w:rPr>
              <w:t>и</w:t>
            </w:r>
            <w:r w:rsidRPr="0069613E">
              <w:rPr>
                <w:sz w:val="28"/>
                <w:szCs w:val="28"/>
              </w:rPr>
              <w:t>мательской деятельности по управл</w:t>
            </w:r>
            <w:r w:rsidRPr="0069613E">
              <w:rPr>
                <w:sz w:val="28"/>
                <w:szCs w:val="28"/>
              </w:rPr>
              <w:t>е</w:t>
            </w:r>
            <w:r w:rsidRPr="0069613E">
              <w:rPr>
                <w:sz w:val="28"/>
                <w:szCs w:val="28"/>
              </w:rPr>
              <w:t>нию многоквартирными домами</w:t>
            </w:r>
          </w:p>
        </w:tc>
        <w:tc>
          <w:tcPr>
            <w:tcW w:w="1134" w:type="dxa"/>
            <w:noWrap/>
            <w:vAlign w:val="bottom"/>
          </w:tcPr>
          <w:p w:rsidR="00B5552C" w:rsidRPr="0069613E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</w:t>
            </w:r>
            <w:r w:rsidRPr="0069613E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B5552C" w:rsidRPr="0069613E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Pr="0069613E">
              <w:rPr>
                <w:sz w:val="28"/>
                <w:szCs w:val="28"/>
              </w:rPr>
              <w:t>,0»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строке «Безвозмездные поступления» (код 2 00 00000 00 0000 000)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«4917557,3» заменить цифрами «4917537,1», цифры «4486643,2» заменить цифрами «4509506,1»;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строке «</w:t>
      </w:r>
      <w:r w:rsidRPr="00BB53E5">
        <w:rPr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>
        <w:rPr>
          <w:sz w:val="28"/>
          <w:szCs w:val="28"/>
        </w:rPr>
        <w:t>» (код 2 02 00000 00 0000 000) цифры «4917557,3» заменить цифрами «4917537,1», цифры «4486643,2» заменить цифрами «4509506,1»;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строке «</w:t>
      </w:r>
      <w:r w:rsidRPr="00BB53E5">
        <w:rPr>
          <w:sz w:val="28"/>
          <w:szCs w:val="28"/>
        </w:rPr>
        <w:t>Дотации бюджетам субъектов Российской Федерации и мун</w:t>
      </w:r>
      <w:r w:rsidRPr="00BB53E5">
        <w:rPr>
          <w:sz w:val="28"/>
          <w:szCs w:val="28"/>
        </w:rPr>
        <w:t>и</w:t>
      </w:r>
      <w:r w:rsidRPr="00BB53E5">
        <w:rPr>
          <w:sz w:val="28"/>
          <w:szCs w:val="28"/>
        </w:rPr>
        <w:t>ципальных образований</w:t>
      </w:r>
      <w:r>
        <w:rPr>
          <w:sz w:val="28"/>
          <w:szCs w:val="28"/>
        </w:rPr>
        <w:t>» (код 2 02 01000 00 0000 151) цифры «2074910,0»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«2074910,3», цифры «1613919,0» заменить цифрами «1613919,4»;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в строке «</w:t>
      </w:r>
      <w:r w:rsidRPr="0073633A">
        <w:rPr>
          <w:sz w:val="28"/>
          <w:szCs w:val="28"/>
        </w:rPr>
        <w:t>Дотации на выравнивание бюджетной обеспеченности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(код 2 02 01001 00 0000 151) цифры «2074910,0» заменить цифрами «2074910,3», цифры «1613919,0» заменить цифрами «1613919,4»;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в строке «</w:t>
      </w:r>
      <w:r w:rsidRPr="0073633A">
        <w:rPr>
          <w:sz w:val="28"/>
          <w:szCs w:val="28"/>
        </w:rPr>
        <w:t>Дотации бюджетам субъектов Российской Федерации на в</w:t>
      </w:r>
      <w:r w:rsidRPr="0073633A">
        <w:rPr>
          <w:sz w:val="28"/>
          <w:szCs w:val="28"/>
        </w:rPr>
        <w:t>ы</w:t>
      </w:r>
      <w:r w:rsidRPr="0073633A">
        <w:rPr>
          <w:sz w:val="28"/>
          <w:szCs w:val="28"/>
        </w:rPr>
        <w:t>равнивание бюджетной обеспеченности</w:t>
      </w:r>
      <w:r>
        <w:rPr>
          <w:sz w:val="28"/>
          <w:szCs w:val="28"/>
        </w:rPr>
        <w:t>» (код 2 02 01001 02 0000 151) цифры «2074910,0» заменить цифрами «2074910,3», цифры «1613919,0»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«1613919,4»;</w:t>
      </w:r>
    </w:p>
    <w:p w:rsidR="00B5552C" w:rsidRPr="00FF31BC" w:rsidRDefault="00B5552C" w:rsidP="00210871">
      <w:pPr>
        <w:spacing w:line="336" w:lineRule="auto"/>
        <w:ind w:firstLine="709"/>
        <w:jc w:val="both"/>
        <w:rPr>
          <w:spacing w:val="-4"/>
          <w:sz w:val="28"/>
          <w:szCs w:val="28"/>
        </w:rPr>
      </w:pPr>
      <w:r w:rsidRPr="00FF31BC">
        <w:rPr>
          <w:spacing w:val="-4"/>
          <w:sz w:val="28"/>
          <w:szCs w:val="28"/>
        </w:rPr>
        <w:t xml:space="preserve">и) в строке «Субвенции бюджетам субъектов Российской Федерации </w:t>
      </w:r>
      <w:r w:rsidRPr="00FF31BC">
        <w:rPr>
          <w:spacing w:val="-4"/>
          <w:sz w:val="28"/>
          <w:szCs w:val="28"/>
        </w:rPr>
        <w:br/>
        <w:t>и муниципальных образований» (код 2 02 03000 00 0000 151) цифры «2371395,0» заменить цифрами «2371342,9», цифры «2411366,2» заменить цифрами «2434197,1»;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после строки</w:t>
      </w:r>
    </w:p>
    <w:tbl>
      <w:tblPr>
        <w:tblW w:w="10185" w:type="dxa"/>
        <w:tblInd w:w="-34" w:type="dxa"/>
        <w:tblLook w:val="00A0"/>
      </w:tblPr>
      <w:tblGrid>
        <w:gridCol w:w="2745"/>
        <w:gridCol w:w="4768"/>
        <w:gridCol w:w="1266"/>
        <w:gridCol w:w="1406"/>
      </w:tblGrid>
      <w:tr w:rsidR="00B5552C" w:rsidRPr="00D25FD2" w:rsidTr="00E33A39">
        <w:trPr>
          <w:trHeight w:val="1500"/>
        </w:trPr>
        <w:tc>
          <w:tcPr>
            <w:tcW w:w="2745" w:type="dxa"/>
          </w:tcPr>
          <w:p w:rsidR="00B5552C" w:rsidRPr="00D25FD2" w:rsidRDefault="00B5552C" w:rsidP="00210871">
            <w:pPr>
              <w:spacing w:line="336" w:lineRule="auto"/>
              <w:ind w:left="-108" w:right="-59"/>
              <w:jc w:val="center"/>
              <w:rPr>
                <w:spacing w:val="-8"/>
                <w:sz w:val="28"/>
                <w:szCs w:val="28"/>
              </w:rPr>
            </w:pPr>
            <w:r w:rsidRPr="00D25FD2">
              <w:rPr>
                <w:spacing w:val="-8"/>
                <w:sz w:val="28"/>
                <w:szCs w:val="28"/>
              </w:rPr>
              <w:t>«2 02 03004 02 0000 151</w:t>
            </w:r>
          </w:p>
        </w:tc>
        <w:tc>
          <w:tcPr>
            <w:tcW w:w="4768" w:type="dxa"/>
          </w:tcPr>
          <w:p w:rsidR="00B5552C" w:rsidRPr="00D25FD2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D25FD2">
              <w:rPr>
                <w:sz w:val="28"/>
                <w:szCs w:val="28"/>
              </w:rPr>
              <w:t>Субвенции бюджетам субъектов Ро</w:t>
            </w:r>
            <w:r w:rsidRPr="00D25FD2">
              <w:rPr>
                <w:sz w:val="28"/>
                <w:szCs w:val="28"/>
              </w:rPr>
              <w:t>с</w:t>
            </w:r>
            <w:r w:rsidRPr="00D25FD2">
              <w:rPr>
                <w:sz w:val="28"/>
                <w:szCs w:val="28"/>
              </w:rPr>
              <w:t>сийской Федерации на осуществл</w:t>
            </w:r>
            <w:r w:rsidRPr="00D25FD2">
              <w:rPr>
                <w:sz w:val="28"/>
                <w:szCs w:val="28"/>
              </w:rPr>
              <w:t>е</w:t>
            </w:r>
            <w:r w:rsidRPr="00D25FD2">
              <w:rPr>
                <w:sz w:val="28"/>
                <w:szCs w:val="28"/>
              </w:rPr>
              <w:t>ние переданного полномочия Ро</w:t>
            </w:r>
            <w:r w:rsidRPr="00D25FD2">
              <w:rPr>
                <w:sz w:val="28"/>
                <w:szCs w:val="28"/>
              </w:rPr>
              <w:t>с</w:t>
            </w:r>
            <w:r w:rsidRPr="00D25FD2">
              <w:rPr>
                <w:sz w:val="28"/>
                <w:szCs w:val="28"/>
              </w:rPr>
              <w:t>сийской Федерации по осуществл</w:t>
            </w:r>
            <w:r w:rsidRPr="00D25FD2">
              <w:rPr>
                <w:sz w:val="28"/>
                <w:szCs w:val="28"/>
              </w:rPr>
              <w:t>е</w:t>
            </w:r>
            <w:r w:rsidRPr="00D25FD2">
              <w:rPr>
                <w:sz w:val="28"/>
                <w:szCs w:val="28"/>
              </w:rPr>
              <w:t xml:space="preserve">нию ежегодной денежной выплаты лицам, награждённым нагрудным знаком </w:t>
            </w:r>
            <w:r>
              <w:rPr>
                <w:sz w:val="28"/>
                <w:szCs w:val="28"/>
              </w:rPr>
              <w:t>«</w:t>
            </w:r>
            <w:r w:rsidRPr="00D25FD2">
              <w:rPr>
                <w:sz w:val="28"/>
                <w:szCs w:val="28"/>
              </w:rPr>
              <w:t>Почётный донор России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266" w:type="dxa"/>
            <w:noWrap/>
            <w:vAlign w:val="bottom"/>
          </w:tcPr>
          <w:p w:rsidR="00B5552C" w:rsidRPr="0069613E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D25FD2">
              <w:rPr>
                <w:sz w:val="28"/>
                <w:szCs w:val="28"/>
              </w:rPr>
              <w:t>113587,4</w:t>
            </w:r>
          </w:p>
        </w:tc>
        <w:tc>
          <w:tcPr>
            <w:tcW w:w="1406" w:type="dxa"/>
            <w:noWrap/>
            <w:vAlign w:val="bottom"/>
          </w:tcPr>
          <w:p w:rsidR="00B5552C" w:rsidRPr="0069613E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D25FD2">
              <w:rPr>
                <w:sz w:val="28"/>
                <w:szCs w:val="28"/>
              </w:rPr>
              <w:t>119379,8»</w:t>
            </w:r>
          </w:p>
        </w:tc>
      </w:tr>
    </w:tbl>
    <w:p w:rsidR="00B5552C" w:rsidRDefault="00B5552C" w:rsidP="00210871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141" w:type="dxa"/>
        <w:tblInd w:w="-34" w:type="dxa"/>
        <w:tblLook w:val="00A0"/>
      </w:tblPr>
      <w:tblGrid>
        <w:gridCol w:w="2836"/>
        <w:gridCol w:w="4819"/>
        <w:gridCol w:w="1266"/>
        <w:gridCol w:w="1220"/>
      </w:tblGrid>
      <w:tr w:rsidR="00B5552C" w:rsidRPr="00D25FD2" w:rsidTr="00E33A39">
        <w:tc>
          <w:tcPr>
            <w:tcW w:w="2836" w:type="dxa"/>
          </w:tcPr>
          <w:p w:rsidR="00B5552C" w:rsidRPr="00D25FD2" w:rsidRDefault="00B5552C" w:rsidP="00210871">
            <w:pPr>
              <w:spacing w:line="336" w:lineRule="auto"/>
              <w:ind w:left="-108" w:right="-108"/>
              <w:jc w:val="center"/>
              <w:rPr>
                <w:spacing w:val="-6"/>
                <w:sz w:val="28"/>
                <w:szCs w:val="28"/>
              </w:rPr>
            </w:pPr>
            <w:r w:rsidRPr="00D25FD2">
              <w:rPr>
                <w:spacing w:val="-6"/>
                <w:sz w:val="28"/>
                <w:szCs w:val="28"/>
              </w:rPr>
              <w:t>«2 02 03007 00 0000 151</w:t>
            </w:r>
          </w:p>
        </w:tc>
        <w:tc>
          <w:tcPr>
            <w:tcW w:w="4819" w:type="dxa"/>
          </w:tcPr>
          <w:p w:rsidR="00B5552C" w:rsidRPr="00D25FD2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D25FD2">
              <w:rPr>
                <w:sz w:val="28"/>
                <w:szCs w:val="28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</w:t>
            </w:r>
            <w:r w:rsidRPr="00D25FD2">
              <w:rPr>
                <w:sz w:val="28"/>
                <w:szCs w:val="28"/>
              </w:rPr>
              <w:t>й</w:t>
            </w:r>
            <w:r w:rsidRPr="00D25FD2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1266" w:type="dxa"/>
            <w:noWrap/>
            <w:vAlign w:val="bottom"/>
          </w:tcPr>
          <w:p w:rsidR="00B5552C" w:rsidRPr="0069613E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D25FD2">
              <w:rPr>
                <w:sz w:val="28"/>
                <w:szCs w:val="28"/>
              </w:rPr>
              <w:t>0,0</w:t>
            </w:r>
          </w:p>
        </w:tc>
        <w:tc>
          <w:tcPr>
            <w:tcW w:w="1220" w:type="dxa"/>
            <w:noWrap/>
            <w:vAlign w:val="bottom"/>
          </w:tcPr>
          <w:p w:rsidR="00B5552C" w:rsidRPr="0069613E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D25FD2">
              <w:rPr>
                <w:sz w:val="28"/>
                <w:szCs w:val="28"/>
              </w:rPr>
              <w:t>2309,6</w:t>
            </w:r>
          </w:p>
        </w:tc>
      </w:tr>
      <w:tr w:rsidR="00B5552C" w:rsidRPr="00D25FD2" w:rsidTr="00E33A39">
        <w:tc>
          <w:tcPr>
            <w:tcW w:w="2836" w:type="dxa"/>
          </w:tcPr>
          <w:p w:rsidR="00B5552C" w:rsidRPr="00D25FD2" w:rsidRDefault="00B5552C" w:rsidP="00210871">
            <w:pPr>
              <w:spacing w:line="336" w:lineRule="auto"/>
              <w:jc w:val="center"/>
              <w:rPr>
                <w:spacing w:val="-6"/>
                <w:sz w:val="28"/>
                <w:szCs w:val="28"/>
              </w:rPr>
            </w:pPr>
            <w:r w:rsidRPr="00D25FD2">
              <w:rPr>
                <w:spacing w:val="-6"/>
                <w:sz w:val="28"/>
                <w:szCs w:val="28"/>
              </w:rPr>
              <w:t>2 02 03007 02 0000 151</w:t>
            </w:r>
          </w:p>
        </w:tc>
        <w:tc>
          <w:tcPr>
            <w:tcW w:w="4819" w:type="dxa"/>
          </w:tcPr>
          <w:p w:rsidR="00B5552C" w:rsidRPr="00D25FD2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D25FD2">
              <w:rPr>
                <w:sz w:val="28"/>
                <w:szCs w:val="28"/>
              </w:rPr>
              <w:t>Субвенции бюджетам субъектов Ро</w:t>
            </w:r>
            <w:r w:rsidRPr="00D25FD2">
              <w:rPr>
                <w:sz w:val="28"/>
                <w:szCs w:val="28"/>
              </w:rPr>
              <w:t>с</w:t>
            </w:r>
            <w:r w:rsidRPr="00D25FD2">
              <w:rPr>
                <w:sz w:val="28"/>
                <w:szCs w:val="28"/>
              </w:rPr>
              <w:t>сийской Федерации на составление (изменение) списков кандидатов в присяжные заседатели федеральных судов общей юрисдикции в Росси</w:t>
            </w:r>
            <w:r w:rsidRPr="00D25FD2">
              <w:rPr>
                <w:sz w:val="28"/>
                <w:szCs w:val="28"/>
              </w:rPr>
              <w:t>й</w:t>
            </w:r>
            <w:r w:rsidRPr="00D25FD2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1266" w:type="dxa"/>
            <w:noWrap/>
            <w:vAlign w:val="bottom"/>
          </w:tcPr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Pr="00D25FD2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D25FD2">
              <w:rPr>
                <w:sz w:val="28"/>
                <w:szCs w:val="28"/>
              </w:rPr>
              <w:t>0,0</w:t>
            </w:r>
          </w:p>
        </w:tc>
        <w:tc>
          <w:tcPr>
            <w:tcW w:w="1220" w:type="dxa"/>
            <w:noWrap/>
            <w:vAlign w:val="bottom"/>
          </w:tcPr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B5552C" w:rsidRPr="00D25FD2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D25FD2">
              <w:rPr>
                <w:sz w:val="28"/>
                <w:szCs w:val="28"/>
              </w:rPr>
              <w:t>2309,6»;</w:t>
            </w:r>
          </w:p>
        </w:tc>
      </w:tr>
    </w:tbl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 после строки</w:t>
      </w:r>
    </w:p>
    <w:tbl>
      <w:tblPr>
        <w:tblW w:w="10186" w:type="dxa"/>
        <w:tblInd w:w="-34" w:type="dxa"/>
        <w:tblLook w:val="00A0"/>
      </w:tblPr>
      <w:tblGrid>
        <w:gridCol w:w="2814"/>
        <w:gridCol w:w="4699"/>
        <w:gridCol w:w="1266"/>
        <w:gridCol w:w="1407"/>
      </w:tblGrid>
      <w:tr w:rsidR="00B5552C" w:rsidRPr="00DA5EF2" w:rsidTr="00E33A39">
        <w:trPr>
          <w:trHeight w:val="1500"/>
        </w:trPr>
        <w:tc>
          <w:tcPr>
            <w:tcW w:w="2814" w:type="dxa"/>
          </w:tcPr>
          <w:p w:rsidR="00B5552C" w:rsidRPr="00DA5EF2" w:rsidRDefault="00B5552C" w:rsidP="00210871">
            <w:pPr>
              <w:spacing w:line="336" w:lineRule="auto"/>
              <w:ind w:right="-108" w:hanging="108"/>
              <w:jc w:val="center"/>
              <w:rPr>
                <w:spacing w:val="-6"/>
                <w:sz w:val="28"/>
                <w:szCs w:val="28"/>
              </w:rPr>
            </w:pPr>
            <w:r w:rsidRPr="00DA5EF2">
              <w:rPr>
                <w:spacing w:val="-6"/>
                <w:sz w:val="28"/>
                <w:szCs w:val="28"/>
              </w:rPr>
              <w:t>«2 02 03070 02 0000 151</w:t>
            </w:r>
          </w:p>
        </w:tc>
        <w:tc>
          <w:tcPr>
            <w:tcW w:w="4699" w:type="dxa"/>
          </w:tcPr>
          <w:p w:rsidR="00B5552C" w:rsidRPr="00DA5EF2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DA5EF2">
              <w:rPr>
                <w:sz w:val="28"/>
                <w:szCs w:val="28"/>
              </w:rPr>
              <w:t>Субвенции бюджетам субъек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br/>
            </w:r>
            <w:r w:rsidRPr="00DA5EF2">
              <w:rPr>
                <w:sz w:val="28"/>
                <w:szCs w:val="28"/>
              </w:rPr>
              <w:t>тов Российской Федерации на обе</w:t>
            </w:r>
            <w:r w:rsidRPr="00DA5EF2">
              <w:rPr>
                <w:sz w:val="28"/>
                <w:szCs w:val="28"/>
              </w:rPr>
              <w:t>с</w:t>
            </w:r>
            <w:r w:rsidRPr="00DA5EF2">
              <w:rPr>
                <w:sz w:val="28"/>
                <w:szCs w:val="28"/>
              </w:rPr>
              <w:t>печение жильём отдельных катег</w:t>
            </w:r>
            <w:r w:rsidRPr="00DA5EF2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рий граждан, установленных ф</w:t>
            </w:r>
            <w:r w:rsidRPr="00DA5EF2">
              <w:rPr>
                <w:sz w:val="28"/>
                <w:szCs w:val="28"/>
              </w:rPr>
              <w:t>ед</w:t>
            </w:r>
            <w:r w:rsidRPr="00DA5EF2">
              <w:rPr>
                <w:sz w:val="28"/>
                <w:szCs w:val="28"/>
              </w:rPr>
              <w:t>е</w:t>
            </w:r>
            <w:r w:rsidRPr="00DA5EF2">
              <w:rPr>
                <w:sz w:val="28"/>
                <w:szCs w:val="28"/>
              </w:rPr>
              <w:t xml:space="preserve">ральными законами от 12 января 1995 года № 5-ФЗ </w:t>
            </w:r>
            <w:r>
              <w:rPr>
                <w:sz w:val="28"/>
                <w:szCs w:val="28"/>
              </w:rPr>
              <w:t>«</w:t>
            </w:r>
            <w:r w:rsidRPr="00DA5EF2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DA5EF2">
              <w:rPr>
                <w:sz w:val="28"/>
                <w:szCs w:val="28"/>
              </w:rPr>
              <w:t xml:space="preserve"> и от 24 ноября 1995 года № 181-ФЗ </w:t>
            </w:r>
            <w:r>
              <w:rPr>
                <w:sz w:val="28"/>
                <w:szCs w:val="28"/>
              </w:rPr>
              <w:br/>
              <w:t>«</w:t>
            </w:r>
            <w:r w:rsidRPr="00DA5EF2">
              <w:rPr>
                <w:sz w:val="28"/>
                <w:szCs w:val="28"/>
              </w:rPr>
              <w:t>О социальной защите инвалидов 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266" w:type="dxa"/>
            <w:noWrap/>
            <w:vAlign w:val="bottom"/>
          </w:tcPr>
          <w:p w:rsidR="00B5552C" w:rsidRPr="00DA5EF2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31677,3</w:t>
            </w:r>
          </w:p>
        </w:tc>
        <w:tc>
          <w:tcPr>
            <w:tcW w:w="1407" w:type="dxa"/>
            <w:noWrap/>
            <w:vAlign w:val="bottom"/>
          </w:tcPr>
          <w:p w:rsidR="00B5552C" w:rsidRPr="00DA5EF2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31676,8»</w:t>
            </w:r>
          </w:p>
        </w:tc>
      </w:tr>
    </w:tbl>
    <w:p w:rsidR="00B5552C" w:rsidRDefault="00B5552C" w:rsidP="00210871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45" w:type="dxa"/>
        <w:tblInd w:w="-34" w:type="dxa"/>
        <w:tblLook w:val="00A0"/>
      </w:tblPr>
      <w:tblGrid>
        <w:gridCol w:w="2814"/>
        <w:gridCol w:w="4558"/>
        <w:gridCol w:w="1266"/>
        <w:gridCol w:w="1407"/>
      </w:tblGrid>
      <w:tr w:rsidR="00B5552C" w:rsidRPr="00DA5EF2" w:rsidTr="00E33A39">
        <w:trPr>
          <w:trHeight w:val="1500"/>
        </w:trPr>
        <w:tc>
          <w:tcPr>
            <w:tcW w:w="2814" w:type="dxa"/>
          </w:tcPr>
          <w:p w:rsidR="00B5552C" w:rsidRPr="00DA5EF2" w:rsidRDefault="00B5552C" w:rsidP="00210871">
            <w:pPr>
              <w:spacing w:line="336" w:lineRule="auto"/>
              <w:ind w:right="-108" w:hanging="108"/>
              <w:jc w:val="center"/>
              <w:rPr>
                <w:spacing w:val="-6"/>
                <w:sz w:val="28"/>
                <w:szCs w:val="28"/>
              </w:rPr>
            </w:pPr>
            <w:r w:rsidRPr="00DA5EF2">
              <w:rPr>
                <w:spacing w:val="-6"/>
                <w:sz w:val="28"/>
                <w:szCs w:val="28"/>
              </w:rPr>
              <w:t>«2 02 03</w:t>
            </w:r>
            <w:r>
              <w:rPr>
                <w:spacing w:val="-6"/>
                <w:sz w:val="28"/>
                <w:szCs w:val="28"/>
              </w:rPr>
              <w:t>121</w:t>
            </w:r>
            <w:r w:rsidRPr="00DA5EF2">
              <w:rPr>
                <w:spacing w:val="-6"/>
                <w:sz w:val="28"/>
                <w:szCs w:val="28"/>
              </w:rPr>
              <w:t xml:space="preserve"> 02 0000 151</w:t>
            </w:r>
          </w:p>
        </w:tc>
        <w:tc>
          <w:tcPr>
            <w:tcW w:w="4558" w:type="dxa"/>
          </w:tcPr>
          <w:p w:rsidR="00B5552C" w:rsidRPr="00DA5EF2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DA5EF2">
              <w:rPr>
                <w:sz w:val="28"/>
                <w:szCs w:val="28"/>
              </w:rPr>
              <w:t>Субвенции бюджетам субъектов Российской Федерации на провед</w:t>
            </w:r>
            <w:r w:rsidRPr="00DA5EF2">
              <w:rPr>
                <w:sz w:val="28"/>
                <w:szCs w:val="28"/>
              </w:rPr>
              <w:t>е</w:t>
            </w:r>
            <w:r w:rsidRPr="00DA5EF2">
              <w:rPr>
                <w:sz w:val="28"/>
                <w:szCs w:val="28"/>
              </w:rPr>
              <w:t>ние Всероссийской сельскохозя</w:t>
            </w:r>
            <w:r w:rsidRPr="00DA5EF2">
              <w:rPr>
                <w:sz w:val="28"/>
                <w:szCs w:val="28"/>
              </w:rPr>
              <w:t>й</w:t>
            </w:r>
            <w:r w:rsidRPr="00DA5EF2">
              <w:rPr>
                <w:sz w:val="28"/>
                <w:szCs w:val="28"/>
              </w:rPr>
              <w:t>ственной переписи в 2016 году</w:t>
            </w:r>
          </w:p>
        </w:tc>
        <w:tc>
          <w:tcPr>
            <w:tcW w:w="1266" w:type="dxa"/>
            <w:noWrap/>
            <w:vAlign w:val="bottom"/>
          </w:tcPr>
          <w:p w:rsidR="00B5552C" w:rsidRPr="00DA5EF2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07" w:type="dxa"/>
            <w:noWrap/>
            <w:vAlign w:val="bottom"/>
          </w:tcPr>
          <w:p w:rsidR="00B5552C" w:rsidRPr="00DA5EF2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20573,4»;</w:t>
            </w:r>
          </w:p>
        </w:tc>
      </w:tr>
    </w:tbl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м) строку</w:t>
      </w:r>
    </w:p>
    <w:tbl>
      <w:tblPr>
        <w:tblW w:w="10045" w:type="dxa"/>
        <w:tblInd w:w="-34" w:type="dxa"/>
        <w:tblLook w:val="00A0"/>
      </w:tblPr>
      <w:tblGrid>
        <w:gridCol w:w="2814"/>
        <w:gridCol w:w="4558"/>
        <w:gridCol w:w="1266"/>
        <w:gridCol w:w="1407"/>
      </w:tblGrid>
      <w:tr w:rsidR="00B5552C" w:rsidRPr="00DA5EF2" w:rsidTr="005C6141">
        <w:tc>
          <w:tcPr>
            <w:tcW w:w="2814" w:type="dxa"/>
          </w:tcPr>
          <w:p w:rsidR="00B5552C" w:rsidRPr="006C28B9" w:rsidRDefault="00B5552C" w:rsidP="00210871">
            <w:pPr>
              <w:spacing w:line="336" w:lineRule="auto"/>
              <w:ind w:left="-108" w:right="-108"/>
              <w:jc w:val="center"/>
              <w:rPr>
                <w:spacing w:val="-4"/>
                <w:sz w:val="28"/>
                <w:szCs w:val="28"/>
              </w:rPr>
            </w:pPr>
            <w:r w:rsidRPr="006C28B9">
              <w:rPr>
                <w:spacing w:val="-4"/>
                <w:sz w:val="28"/>
                <w:szCs w:val="28"/>
              </w:rPr>
              <w:t>«2 02 03998 00 0000 151</w:t>
            </w:r>
          </w:p>
        </w:tc>
        <w:tc>
          <w:tcPr>
            <w:tcW w:w="4558" w:type="dxa"/>
          </w:tcPr>
          <w:p w:rsidR="00B5552C" w:rsidRPr="00DA5EF2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D25FD2">
              <w:rPr>
                <w:sz w:val="28"/>
                <w:szCs w:val="28"/>
              </w:rPr>
              <w:t>Един</w:t>
            </w:r>
            <w:r>
              <w:rPr>
                <w:sz w:val="28"/>
                <w:szCs w:val="28"/>
              </w:rPr>
              <w:t>ые</w:t>
            </w:r>
            <w:r w:rsidRPr="00D25FD2">
              <w:rPr>
                <w:sz w:val="28"/>
                <w:szCs w:val="28"/>
              </w:rPr>
              <w:t xml:space="preserve"> субвенци</w:t>
            </w:r>
            <w:r>
              <w:rPr>
                <w:sz w:val="28"/>
                <w:szCs w:val="28"/>
              </w:rPr>
              <w:t>и</w:t>
            </w:r>
            <w:r w:rsidRPr="00D25FD2">
              <w:rPr>
                <w:sz w:val="28"/>
                <w:szCs w:val="28"/>
              </w:rPr>
              <w:t xml:space="preserve"> бюджетам</w:t>
            </w:r>
          </w:p>
        </w:tc>
        <w:tc>
          <w:tcPr>
            <w:tcW w:w="1266" w:type="dxa"/>
            <w:noWrap/>
            <w:vAlign w:val="bottom"/>
          </w:tcPr>
          <w:p w:rsidR="00B5552C" w:rsidRPr="00DA5EF2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91718,6</w:t>
            </w:r>
          </w:p>
        </w:tc>
        <w:tc>
          <w:tcPr>
            <w:tcW w:w="1407" w:type="dxa"/>
            <w:noWrap/>
            <w:vAlign w:val="bottom"/>
          </w:tcPr>
          <w:p w:rsidR="00B5552C" w:rsidRPr="00DA5EF2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91712,4»</w:t>
            </w:r>
            <w:bookmarkStart w:id="0" w:name="_GoBack"/>
            <w:bookmarkEnd w:id="0"/>
          </w:p>
        </w:tc>
      </w:tr>
    </w:tbl>
    <w:p w:rsidR="00B5552C" w:rsidRDefault="00B5552C" w:rsidP="00210871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н) строку</w:t>
      </w:r>
    </w:p>
    <w:tbl>
      <w:tblPr>
        <w:tblW w:w="10045" w:type="dxa"/>
        <w:tblInd w:w="-34" w:type="dxa"/>
        <w:tblLook w:val="00A0"/>
      </w:tblPr>
      <w:tblGrid>
        <w:gridCol w:w="2814"/>
        <w:gridCol w:w="4558"/>
        <w:gridCol w:w="1266"/>
        <w:gridCol w:w="1407"/>
      </w:tblGrid>
      <w:tr w:rsidR="00B5552C" w:rsidRPr="00DA5EF2" w:rsidTr="00CB448D">
        <w:tc>
          <w:tcPr>
            <w:tcW w:w="2814" w:type="dxa"/>
          </w:tcPr>
          <w:p w:rsidR="00B5552C" w:rsidRPr="005C6141" w:rsidRDefault="00B5552C" w:rsidP="00210871">
            <w:pPr>
              <w:spacing w:line="336" w:lineRule="auto"/>
              <w:ind w:left="-108" w:right="-108"/>
              <w:jc w:val="righ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Pr="005C6141">
              <w:rPr>
                <w:spacing w:val="-4"/>
                <w:sz w:val="28"/>
                <w:szCs w:val="28"/>
              </w:rPr>
              <w:t>2 02 03998 02 0000 151</w:t>
            </w:r>
          </w:p>
        </w:tc>
        <w:tc>
          <w:tcPr>
            <w:tcW w:w="4558" w:type="dxa"/>
          </w:tcPr>
          <w:p w:rsidR="00B5552C" w:rsidRPr="00D25FD2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E4146">
              <w:rPr>
                <w:sz w:val="28"/>
                <w:szCs w:val="28"/>
              </w:rPr>
              <w:t>Един</w:t>
            </w:r>
            <w:r>
              <w:rPr>
                <w:sz w:val="28"/>
                <w:szCs w:val="28"/>
              </w:rPr>
              <w:t>ые</w:t>
            </w:r>
            <w:r w:rsidRPr="00EE4146">
              <w:rPr>
                <w:sz w:val="28"/>
                <w:szCs w:val="28"/>
              </w:rPr>
              <w:t xml:space="preserve"> субвенци</w:t>
            </w:r>
            <w:r>
              <w:rPr>
                <w:sz w:val="28"/>
                <w:szCs w:val="28"/>
              </w:rPr>
              <w:t>и</w:t>
            </w:r>
            <w:r w:rsidRPr="00EE4146">
              <w:rPr>
                <w:sz w:val="28"/>
                <w:szCs w:val="28"/>
              </w:rPr>
              <w:t xml:space="preserve"> бюджетам суб</w:t>
            </w:r>
            <w:r w:rsidRPr="00EE4146">
              <w:rPr>
                <w:sz w:val="28"/>
                <w:szCs w:val="28"/>
              </w:rPr>
              <w:t>ъ</w:t>
            </w:r>
            <w:r w:rsidRPr="00EE4146">
              <w:rPr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1266" w:type="dxa"/>
            <w:noWrap/>
            <w:vAlign w:val="bottom"/>
          </w:tcPr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91718,6</w:t>
            </w:r>
          </w:p>
        </w:tc>
        <w:tc>
          <w:tcPr>
            <w:tcW w:w="1407" w:type="dxa"/>
            <w:noWrap/>
            <w:vAlign w:val="bottom"/>
          </w:tcPr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91712,4»</w:t>
            </w:r>
          </w:p>
        </w:tc>
      </w:tr>
    </w:tbl>
    <w:p w:rsidR="00B5552C" w:rsidRDefault="00B5552C" w:rsidP="00210871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045" w:type="dxa"/>
        <w:tblInd w:w="-34" w:type="dxa"/>
        <w:tblLook w:val="00A0"/>
      </w:tblPr>
      <w:tblGrid>
        <w:gridCol w:w="2814"/>
        <w:gridCol w:w="4558"/>
        <w:gridCol w:w="1266"/>
        <w:gridCol w:w="1407"/>
      </w:tblGrid>
      <w:tr w:rsidR="00B5552C" w:rsidRPr="00DA5EF2" w:rsidTr="00CB448D">
        <w:tc>
          <w:tcPr>
            <w:tcW w:w="2814" w:type="dxa"/>
          </w:tcPr>
          <w:p w:rsidR="00B5552C" w:rsidRPr="005C6141" w:rsidRDefault="00B5552C" w:rsidP="00210871">
            <w:pPr>
              <w:spacing w:line="336" w:lineRule="auto"/>
              <w:ind w:left="-108" w:right="-108"/>
              <w:jc w:val="righ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Pr="005C6141">
              <w:rPr>
                <w:spacing w:val="-4"/>
                <w:sz w:val="28"/>
                <w:szCs w:val="28"/>
              </w:rPr>
              <w:t>2 02 03998 02 0000 151</w:t>
            </w:r>
          </w:p>
        </w:tc>
        <w:tc>
          <w:tcPr>
            <w:tcW w:w="4558" w:type="dxa"/>
          </w:tcPr>
          <w:p w:rsidR="00B5552C" w:rsidRPr="00D25FD2" w:rsidRDefault="00B5552C" w:rsidP="00210871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EE4146">
              <w:rPr>
                <w:sz w:val="28"/>
                <w:szCs w:val="28"/>
              </w:rPr>
              <w:t>Един</w:t>
            </w:r>
            <w:r>
              <w:rPr>
                <w:sz w:val="28"/>
                <w:szCs w:val="28"/>
              </w:rPr>
              <w:t>ая</w:t>
            </w:r>
            <w:r w:rsidRPr="00EE4146">
              <w:rPr>
                <w:sz w:val="28"/>
                <w:szCs w:val="28"/>
              </w:rPr>
              <w:t xml:space="preserve"> субвенци</w:t>
            </w:r>
            <w:r>
              <w:rPr>
                <w:sz w:val="28"/>
                <w:szCs w:val="28"/>
              </w:rPr>
              <w:t>я</w:t>
            </w:r>
            <w:r w:rsidRPr="00EE4146">
              <w:rPr>
                <w:sz w:val="28"/>
                <w:szCs w:val="28"/>
              </w:rPr>
              <w:t xml:space="preserve"> бюджетам суб</w:t>
            </w:r>
            <w:r w:rsidRPr="00EE4146">
              <w:rPr>
                <w:sz w:val="28"/>
                <w:szCs w:val="28"/>
              </w:rPr>
              <w:t>ъ</w:t>
            </w:r>
            <w:r w:rsidRPr="00EE4146">
              <w:rPr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1266" w:type="dxa"/>
            <w:noWrap/>
            <w:vAlign w:val="bottom"/>
          </w:tcPr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91390,4</w:t>
            </w:r>
          </w:p>
        </w:tc>
        <w:tc>
          <w:tcPr>
            <w:tcW w:w="1407" w:type="dxa"/>
            <w:noWrap/>
            <w:vAlign w:val="bottom"/>
          </w:tcPr>
          <w:p w:rsidR="00B5552C" w:rsidRDefault="00B5552C" w:rsidP="00210871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91384,2»;</w:t>
            </w:r>
          </w:p>
        </w:tc>
      </w:tr>
    </w:tbl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о) в строке «</w:t>
      </w:r>
      <w:r w:rsidRPr="00EE4146">
        <w:rPr>
          <w:sz w:val="28"/>
          <w:szCs w:val="28"/>
        </w:rPr>
        <w:t>Иные межбюджетные трансферты</w:t>
      </w:r>
      <w:r>
        <w:rPr>
          <w:sz w:val="28"/>
          <w:szCs w:val="28"/>
        </w:rPr>
        <w:t>» (код 2 02 04000 00 0000 151) цифры «434876,1» заменить цифрами «434907,7», цифры «435489,4»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«435521,0»;</w:t>
      </w:r>
    </w:p>
    <w:p w:rsidR="00B5552C" w:rsidRDefault="00B5552C" w:rsidP="00210871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B448D">
        <w:rPr>
          <w:sz w:val="28"/>
          <w:szCs w:val="28"/>
        </w:rPr>
        <w:t>) в строке «Межбюджетные трансферты, передаваемые бюджетам на с</w:t>
      </w:r>
      <w:r w:rsidRPr="00CB448D">
        <w:rPr>
          <w:sz w:val="28"/>
          <w:szCs w:val="28"/>
        </w:rPr>
        <w:t>о</w:t>
      </w:r>
      <w:r w:rsidRPr="00CB448D">
        <w:rPr>
          <w:sz w:val="28"/>
          <w:szCs w:val="28"/>
        </w:rPr>
        <w:t>держание депутатов Государственной Думы и их помощников» (код 2 02 04001 00 0000 151) цифры «8386,7» заменить цифрами «8339,7», цифры «8873,0» заменить цифрами «8821,4»;</w:t>
      </w:r>
    </w:p>
    <w:p w:rsidR="00B5552C" w:rsidRDefault="00B5552C" w:rsidP="005C6141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р) в строке «</w:t>
      </w:r>
      <w:r w:rsidRPr="00EE4146">
        <w:rPr>
          <w:sz w:val="28"/>
          <w:szCs w:val="28"/>
        </w:rPr>
        <w:t>Межбюджетные трансферты, передаваемые бюджетам субъе</w:t>
      </w:r>
      <w:r w:rsidRPr="00EE4146">
        <w:rPr>
          <w:sz w:val="28"/>
          <w:szCs w:val="28"/>
        </w:rPr>
        <w:t>к</w:t>
      </w:r>
      <w:r w:rsidRPr="00EE4146">
        <w:rPr>
          <w:sz w:val="28"/>
          <w:szCs w:val="28"/>
        </w:rPr>
        <w:t>тов Российской Федерации на содержание депутатов Государственной Думы и их помощников</w:t>
      </w:r>
      <w:r>
        <w:rPr>
          <w:sz w:val="28"/>
          <w:szCs w:val="28"/>
        </w:rPr>
        <w:t>» (код 2 02 04001 02 0000 151) цифры «8386,7» заменить цифрами «8339,7», цифры «8873,0» заменить цифрами «8821,4»;</w:t>
      </w:r>
    </w:p>
    <w:p w:rsidR="00B5552C" w:rsidRDefault="00B5552C" w:rsidP="005C6141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с) в строке «</w:t>
      </w:r>
      <w:r w:rsidRPr="00EE4146">
        <w:rPr>
          <w:sz w:val="28"/>
          <w:szCs w:val="28"/>
        </w:rPr>
        <w:t>Межбюджетные трансферты, передаваемые бюджетам на с</w:t>
      </w:r>
      <w:r w:rsidRPr="00EE4146">
        <w:rPr>
          <w:sz w:val="28"/>
          <w:szCs w:val="28"/>
        </w:rPr>
        <w:t>о</w:t>
      </w:r>
      <w:r w:rsidRPr="00EE4146">
        <w:rPr>
          <w:sz w:val="28"/>
          <w:szCs w:val="28"/>
        </w:rPr>
        <w:t>держание членов Совета Федерации и их помощников</w:t>
      </w:r>
      <w:r>
        <w:rPr>
          <w:sz w:val="28"/>
          <w:szCs w:val="28"/>
        </w:rPr>
        <w:t>» (код 2 02 04002 00 0000 151) цифры «2189,4» заменить цифрами «2268,0», цифры «2316,4»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«2399,6»;</w:t>
      </w:r>
    </w:p>
    <w:p w:rsidR="00B5552C" w:rsidRDefault="00B5552C" w:rsidP="005C6141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т) в строке «</w:t>
      </w:r>
      <w:r w:rsidRPr="00EE4146">
        <w:rPr>
          <w:sz w:val="28"/>
          <w:szCs w:val="28"/>
        </w:rPr>
        <w:t>Межбюджетные трансферты, передаваемые бюджетам субъе</w:t>
      </w:r>
      <w:r w:rsidRPr="00EE4146">
        <w:rPr>
          <w:sz w:val="28"/>
          <w:szCs w:val="28"/>
        </w:rPr>
        <w:t>к</w:t>
      </w:r>
      <w:r w:rsidRPr="00EE4146">
        <w:rPr>
          <w:sz w:val="28"/>
          <w:szCs w:val="28"/>
        </w:rPr>
        <w:t>тов Российской Федерации на содержание членов Совета Федерации и их помо</w:t>
      </w:r>
      <w:r w:rsidRPr="00EE4146">
        <w:rPr>
          <w:sz w:val="28"/>
          <w:szCs w:val="28"/>
        </w:rPr>
        <w:t>щ</w:t>
      </w:r>
      <w:r w:rsidRPr="00EE4146">
        <w:rPr>
          <w:sz w:val="28"/>
          <w:szCs w:val="28"/>
        </w:rPr>
        <w:t>ников</w:t>
      </w:r>
      <w:r>
        <w:rPr>
          <w:sz w:val="28"/>
          <w:szCs w:val="28"/>
        </w:rPr>
        <w:t>» (код 2 02 04002 02 0000 151) цифры «2189,4» заменить цифрами «2268,0», цифры «2316,4» заменить цифрами «2399,6»;</w:t>
      </w:r>
    </w:p>
    <w:p w:rsidR="00B5552C" w:rsidRDefault="00B5552C" w:rsidP="005C6141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у) в строке «ИТОГО» цифры «30719118,7» заменить цифрами «30719498,5», цифры «32401701,4» заменить цифрами «32424964,3»;</w:t>
      </w:r>
    </w:p>
    <w:p w:rsidR="00B5552C" w:rsidRDefault="00B5552C" w:rsidP="005C6141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в приложении 8:</w:t>
      </w:r>
    </w:p>
    <w:p w:rsidR="00B5552C" w:rsidRDefault="00B5552C" w:rsidP="005C6141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строке «</w:t>
      </w:r>
      <w:r w:rsidRPr="00EE3D84">
        <w:rPr>
          <w:sz w:val="28"/>
          <w:szCs w:val="28"/>
        </w:rPr>
        <w:t>Кредиты кредитных организаций в валюте Российской Федер</w:t>
      </w:r>
      <w:r w:rsidRPr="00EE3D84">
        <w:rPr>
          <w:sz w:val="28"/>
          <w:szCs w:val="28"/>
        </w:rPr>
        <w:t>а</w:t>
      </w:r>
      <w:r w:rsidRPr="00EE3D84">
        <w:rPr>
          <w:sz w:val="28"/>
          <w:szCs w:val="28"/>
        </w:rPr>
        <w:t>ции</w:t>
      </w:r>
      <w:r>
        <w:rPr>
          <w:sz w:val="28"/>
          <w:szCs w:val="28"/>
        </w:rPr>
        <w:t>» (код 01 02 00 00 00 0000 000) цифры «3732509,9» заменить цифрами «2965453,9»;</w:t>
      </w:r>
    </w:p>
    <w:p w:rsidR="00B5552C" w:rsidRDefault="00B5552C" w:rsidP="005C6141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</w:t>
      </w:r>
      <w:r w:rsidRPr="00EE3D84">
        <w:rPr>
          <w:sz w:val="28"/>
          <w:szCs w:val="28"/>
        </w:rPr>
        <w:t>Получение кредитов от кредитных организаций в валюте Ро</w:t>
      </w:r>
      <w:r w:rsidRPr="00EE3D84">
        <w:rPr>
          <w:sz w:val="28"/>
          <w:szCs w:val="28"/>
        </w:rPr>
        <w:t>с</w:t>
      </w:r>
      <w:r w:rsidRPr="00EE3D84">
        <w:rPr>
          <w:sz w:val="28"/>
          <w:szCs w:val="28"/>
        </w:rPr>
        <w:t>сийской Федерации</w:t>
      </w:r>
      <w:r>
        <w:rPr>
          <w:sz w:val="28"/>
          <w:szCs w:val="28"/>
        </w:rPr>
        <w:t>» (код 01 02 00 00 00 0000 700) цифры «7032509,9» заменить цифрами «6265453,9»;</w:t>
      </w:r>
    </w:p>
    <w:p w:rsidR="00B5552C" w:rsidRDefault="00B5552C" w:rsidP="005C6141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строке «</w:t>
      </w:r>
      <w:r w:rsidRPr="00EE3D84">
        <w:rPr>
          <w:sz w:val="28"/>
          <w:szCs w:val="28"/>
        </w:rPr>
        <w:t>Получение кредитов от кредитных организаций бюджетами субъектов Российской Федерации в валюте Российской Федерации</w:t>
      </w:r>
      <w:r>
        <w:rPr>
          <w:sz w:val="28"/>
          <w:szCs w:val="28"/>
        </w:rPr>
        <w:t>» (код 01 02 00 00 02 0000 710) цифры «7032509,9» заменить цифрами «6265453,9»;</w:t>
      </w:r>
    </w:p>
    <w:p w:rsidR="00B5552C" w:rsidRDefault="00B5552C" w:rsidP="005C6141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строке «</w:t>
      </w:r>
      <w:r w:rsidRPr="00EE3D84">
        <w:rPr>
          <w:sz w:val="28"/>
          <w:szCs w:val="28"/>
        </w:rPr>
        <w:t>Бюджетные кредиты от других бюджетов бюджетной системы Российской Федерации</w:t>
      </w:r>
      <w:r>
        <w:rPr>
          <w:sz w:val="28"/>
          <w:szCs w:val="28"/>
        </w:rPr>
        <w:t>» (код 01 03 00 00 00 0000 000) цифры «58165,6» заменить цифрами «1128521,6»;</w:t>
      </w:r>
    </w:p>
    <w:p w:rsidR="00B5552C" w:rsidRDefault="00B5552C" w:rsidP="005C6141">
      <w:pPr>
        <w:spacing w:line="353" w:lineRule="auto"/>
        <w:ind w:firstLine="709"/>
        <w:jc w:val="both"/>
        <w:rPr>
          <w:sz w:val="28"/>
          <w:szCs w:val="28"/>
        </w:rPr>
      </w:pPr>
      <w:r w:rsidRPr="00CB448D">
        <w:rPr>
          <w:sz w:val="28"/>
          <w:szCs w:val="28"/>
          <w:highlight w:val="yellow"/>
        </w:rPr>
        <w:t>д) в строке «Бюджетные кредиты от других бюджетов бюджетной системы Российской Федерации в валюте Российской Федерации» (код 01 03 01 00 00 0000 000) цифры «58165,6» заменить цифрами «1128521,6»;</w:t>
      </w:r>
    </w:p>
    <w:p w:rsidR="00B5552C" w:rsidRDefault="00B5552C" w:rsidP="00EE3D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строке «</w:t>
      </w:r>
      <w:r w:rsidRPr="00EE3D84">
        <w:rPr>
          <w:sz w:val="28"/>
          <w:szCs w:val="28"/>
        </w:rPr>
        <w:t>Получение бюджетных кредитов от других бюджетов бюдже</w:t>
      </w:r>
      <w:r w:rsidRPr="00EE3D84">
        <w:rPr>
          <w:sz w:val="28"/>
          <w:szCs w:val="28"/>
        </w:rPr>
        <w:t>т</w:t>
      </w:r>
      <w:r w:rsidRPr="00EE3D84">
        <w:rPr>
          <w:sz w:val="28"/>
          <w:szCs w:val="28"/>
        </w:rPr>
        <w:t>ной системы Российской Федерации в валюте Российской Федерации</w:t>
      </w:r>
      <w:r>
        <w:rPr>
          <w:sz w:val="28"/>
          <w:szCs w:val="28"/>
        </w:rPr>
        <w:t>» (код 01 03 01 00 00 0000 700) цифры «2600000,0» заменить цифрами «3670356,0»;</w:t>
      </w:r>
    </w:p>
    <w:p w:rsidR="00B5552C" w:rsidRDefault="00B5552C" w:rsidP="00EE3D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в строке «</w:t>
      </w:r>
      <w:r w:rsidRPr="00EE3D84">
        <w:rPr>
          <w:sz w:val="28"/>
          <w:szCs w:val="28"/>
        </w:rPr>
        <w:t>Получение бюджетных кредитов от других бюджетов бюдже</w:t>
      </w:r>
      <w:r w:rsidRPr="00EE3D84">
        <w:rPr>
          <w:sz w:val="28"/>
          <w:szCs w:val="28"/>
        </w:rPr>
        <w:t>т</w:t>
      </w:r>
      <w:r w:rsidRPr="00EE3D84">
        <w:rPr>
          <w:sz w:val="28"/>
          <w:szCs w:val="28"/>
        </w:rPr>
        <w:t>ной системы Российской Федерации бюджетами субъектов Российской Федер</w:t>
      </w:r>
      <w:r w:rsidRPr="00EE3D84">
        <w:rPr>
          <w:sz w:val="28"/>
          <w:szCs w:val="28"/>
        </w:rPr>
        <w:t>а</w:t>
      </w:r>
      <w:r w:rsidRPr="00EE3D84">
        <w:rPr>
          <w:sz w:val="28"/>
          <w:szCs w:val="28"/>
        </w:rPr>
        <w:t>ции в валюте Российской Федерации</w:t>
      </w:r>
      <w:r>
        <w:rPr>
          <w:sz w:val="28"/>
          <w:szCs w:val="28"/>
        </w:rPr>
        <w:t>» (код 01 03 01 00 02 0000 710) цифры «2600000,0» заменить цифрами «3670356,0»;</w:t>
      </w:r>
    </w:p>
    <w:p w:rsidR="00B5552C" w:rsidRDefault="00B5552C" w:rsidP="00EE3D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в строке «</w:t>
      </w:r>
      <w:r w:rsidRPr="00EE3D84">
        <w:rPr>
          <w:sz w:val="28"/>
          <w:szCs w:val="28"/>
        </w:rPr>
        <w:t>Изменение остатков средств на счетах по учёту средств бюдж</w:t>
      </w:r>
      <w:r w:rsidRPr="00EE3D84">
        <w:rPr>
          <w:sz w:val="28"/>
          <w:szCs w:val="28"/>
        </w:rPr>
        <w:t>е</w:t>
      </w:r>
      <w:r w:rsidRPr="00EE3D84">
        <w:rPr>
          <w:sz w:val="28"/>
          <w:szCs w:val="28"/>
        </w:rPr>
        <w:t>та</w:t>
      </w:r>
      <w:r>
        <w:rPr>
          <w:sz w:val="28"/>
          <w:szCs w:val="28"/>
        </w:rPr>
        <w:t>» (код 01 05 00 00 00 0000 000) цифры «660547,45275» заменить цифрами «557247,05275»;</w:t>
      </w:r>
    </w:p>
    <w:p w:rsidR="00B5552C" w:rsidRPr="00C64EA0" w:rsidRDefault="00B5552C" w:rsidP="00EE3D84">
      <w:pPr>
        <w:spacing w:line="360" w:lineRule="auto"/>
        <w:ind w:firstLine="709"/>
        <w:jc w:val="both"/>
        <w:rPr>
          <w:sz w:val="28"/>
          <w:szCs w:val="28"/>
        </w:rPr>
      </w:pPr>
      <w:r w:rsidRPr="00C64EA0">
        <w:rPr>
          <w:sz w:val="28"/>
          <w:szCs w:val="28"/>
        </w:rPr>
        <w:t>и) в строке «Увеличение остатков средств бюджетов» (код 01 05 00 00 00 0000 500) цифры «-44605717,42441» заменить цифрами «-45537974,15304»;</w:t>
      </w:r>
    </w:p>
    <w:p w:rsidR="00B5552C" w:rsidRPr="00E23C3B" w:rsidRDefault="00B5552C" w:rsidP="00EE3D84">
      <w:pPr>
        <w:spacing w:line="360" w:lineRule="auto"/>
        <w:ind w:firstLine="709"/>
        <w:jc w:val="both"/>
        <w:rPr>
          <w:sz w:val="28"/>
          <w:szCs w:val="28"/>
        </w:rPr>
      </w:pPr>
      <w:r w:rsidRPr="00E23C3B">
        <w:rPr>
          <w:sz w:val="28"/>
          <w:szCs w:val="28"/>
        </w:rPr>
        <w:t>к) в строке «Увеличение прочих остатков средств бюджетов» (код 01 05 02 00 00 0000 500) цифры «-44605717,42441» заменить цифрами «-45537974,15304»;</w:t>
      </w:r>
    </w:p>
    <w:p w:rsidR="00B5552C" w:rsidRPr="00E23C3B" w:rsidRDefault="00B5552C" w:rsidP="00EE3D84">
      <w:pPr>
        <w:spacing w:line="360" w:lineRule="auto"/>
        <w:ind w:firstLine="709"/>
        <w:jc w:val="both"/>
        <w:rPr>
          <w:sz w:val="28"/>
          <w:szCs w:val="28"/>
        </w:rPr>
      </w:pPr>
      <w:r w:rsidRPr="00E23C3B">
        <w:rPr>
          <w:sz w:val="28"/>
          <w:szCs w:val="28"/>
        </w:rPr>
        <w:t xml:space="preserve">л) в строке «Увеличение прочих остатков денежных средств бюджетов» (код 01 05 02 01 00 0000 510) цифры «-44605717,42441» заменить цифрами </w:t>
      </w:r>
      <w:r w:rsidRPr="00E23C3B">
        <w:rPr>
          <w:sz w:val="28"/>
          <w:szCs w:val="28"/>
        </w:rPr>
        <w:br/>
        <w:t>«-45537974,15304»;</w:t>
      </w:r>
    </w:p>
    <w:p w:rsidR="00B5552C" w:rsidRPr="00E23C3B" w:rsidRDefault="00B5552C" w:rsidP="00EE3D84">
      <w:pPr>
        <w:spacing w:line="360" w:lineRule="auto"/>
        <w:ind w:firstLine="709"/>
        <w:jc w:val="both"/>
        <w:rPr>
          <w:sz w:val="28"/>
          <w:szCs w:val="28"/>
        </w:rPr>
      </w:pPr>
      <w:r w:rsidRPr="00E23C3B">
        <w:rPr>
          <w:sz w:val="28"/>
          <w:szCs w:val="28"/>
        </w:rPr>
        <w:t xml:space="preserve">м) в строке «Увеличение прочих остатков денежных средств бюджетов субъектов Российской Федерации» (код 01 05 02 01 02 0000 510) цифры </w:t>
      </w:r>
      <w:r w:rsidRPr="00E23C3B">
        <w:rPr>
          <w:sz w:val="28"/>
          <w:szCs w:val="28"/>
        </w:rPr>
        <w:br/>
        <w:t>«-44605717,42441» заменить цифрами «-45537974,15304»;</w:t>
      </w:r>
    </w:p>
    <w:p w:rsidR="00B5552C" w:rsidRPr="00E23C3B" w:rsidRDefault="00B5552C" w:rsidP="00EE3D84">
      <w:pPr>
        <w:spacing w:line="360" w:lineRule="auto"/>
        <w:ind w:firstLine="709"/>
        <w:jc w:val="both"/>
        <w:rPr>
          <w:sz w:val="28"/>
          <w:szCs w:val="28"/>
        </w:rPr>
      </w:pPr>
      <w:r w:rsidRPr="00E23C3B">
        <w:rPr>
          <w:sz w:val="28"/>
          <w:szCs w:val="28"/>
        </w:rPr>
        <w:t>н) в строке «Уменьшение остатков средств бюджетов» (код 01 05 00 00 00 0000 600) цифры «45266264,87716» заменить цифрами «46095221,20579»;</w:t>
      </w:r>
    </w:p>
    <w:p w:rsidR="00B5552C" w:rsidRPr="00E23C3B" w:rsidRDefault="00B5552C" w:rsidP="00EE3D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23C3B">
        <w:rPr>
          <w:sz w:val="28"/>
          <w:szCs w:val="28"/>
        </w:rPr>
        <w:t>) в строке «Уменьшение прочих остатков средств бюджетов» (код 01 05 02 00 00 0000 600) цифры «45266264,87716» заменить цифрами «46095221,20579»;</w:t>
      </w:r>
    </w:p>
    <w:p w:rsidR="00B5552C" w:rsidRPr="00E23C3B" w:rsidRDefault="00B5552C" w:rsidP="00EE3D84">
      <w:pPr>
        <w:spacing w:line="360" w:lineRule="auto"/>
        <w:ind w:firstLine="709"/>
        <w:jc w:val="both"/>
        <w:rPr>
          <w:sz w:val="28"/>
          <w:szCs w:val="28"/>
        </w:rPr>
      </w:pPr>
      <w:r w:rsidRPr="00E23C3B">
        <w:rPr>
          <w:sz w:val="28"/>
          <w:szCs w:val="28"/>
        </w:rPr>
        <w:t>п) в строке «Уменьшение прочих остатков денежных средств бюджетов» (код 01 05 02 01 00 0000 610) цифры «45266264,87716» заменить цифрами «46095221,20579»;</w:t>
      </w:r>
    </w:p>
    <w:p w:rsidR="00B5552C" w:rsidRDefault="00B5552C" w:rsidP="00EE3D84">
      <w:pPr>
        <w:spacing w:line="360" w:lineRule="auto"/>
        <w:ind w:firstLine="709"/>
        <w:jc w:val="both"/>
        <w:rPr>
          <w:sz w:val="28"/>
          <w:szCs w:val="28"/>
        </w:rPr>
      </w:pPr>
      <w:r w:rsidRPr="00E23C3B">
        <w:rPr>
          <w:sz w:val="28"/>
          <w:szCs w:val="28"/>
        </w:rPr>
        <w:t>р) в строке «Уменьшение прочих остатков денежных средств бюджетов субъектов Российской Федерации» (код 01 05 02 01 02 0000 610) цифры «45266264,87716» заменить цифрами «46095221,20579»;</w:t>
      </w:r>
    </w:p>
    <w:p w:rsidR="00B5552C" w:rsidRDefault="00B5552C" w:rsidP="00EE3D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с) в строке «ИТОГО» цифры «4424530,25275» заменить цифрами «4624529,85275»;</w:t>
      </w:r>
    </w:p>
    <w:p w:rsidR="00B5552C" w:rsidRDefault="00B5552C" w:rsidP="00E23C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в приложении 9:</w:t>
      </w:r>
    </w:p>
    <w:p w:rsidR="00B5552C" w:rsidRDefault="00B5552C" w:rsidP="00E23C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строке «</w:t>
      </w:r>
      <w:r w:rsidRPr="008E5CF2">
        <w:rPr>
          <w:sz w:val="28"/>
          <w:szCs w:val="28"/>
        </w:rPr>
        <w:t>Кредиты кредитных организаций в валюте Российской Федер</w:t>
      </w:r>
      <w:r w:rsidRPr="008E5CF2">
        <w:rPr>
          <w:sz w:val="28"/>
          <w:szCs w:val="28"/>
        </w:rPr>
        <w:t>а</w:t>
      </w:r>
      <w:r w:rsidRPr="008E5CF2">
        <w:rPr>
          <w:sz w:val="28"/>
          <w:szCs w:val="28"/>
        </w:rPr>
        <w:t>ции</w:t>
      </w:r>
      <w:r>
        <w:rPr>
          <w:sz w:val="28"/>
          <w:szCs w:val="28"/>
        </w:rPr>
        <w:t>» (код 01 02 00 00 00 0000 000) цифры «5333388,7» заменить цифрами «5473388,7»;</w:t>
      </w:r>
    </w:p>
    <w:p w:rsidR="00B5552C" w:rsidRDefault="00B5552C" w:rsidP="00E23C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</w:t>
      </w:r>
      <w:r w:rsidRPr="008E5CF2">
        <w:rPr>
          <w:sz w:val="28"/>
          <w:szCs w:val="28"/>
        </w:rPr>
        <w:t>Получение кредитов от кредитных организаций в валюте Ро</w:t>
      </w:r>
      <w:r w:rsidRPr="008E5CF2">
        <w:rPr>
          <w:sz w:val="28"/>
          <w:szCs w:val="28"/>
        </w:rPr>
        <w:t>с</w:t>
      </w:r>
      <w:r w:rsidRPr="008E5CF2">
        <w:rPr>
          <w:sz w:val="28"/>
          <w:szCs w:val="28"/>
        </w:rPr>
        <w:t>сийской Федерации</w:t>
      </w:r>
      <w:r>
        <w:rPr>
          <w:sz w:val="28"/>
          <w:szCs w:val="28"/>
        </w:rPr>
        <w:t>» (код 01 02 00 00 00 0000 700) цифры «10933388,7» заменить цифрами «10573388,7»;</w:t>
      </w:r>
    </w:p>
    <w:p w:rsidR="00B5552C" w:rsidRDefault="00B5552C" w:rsidP="00E23C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строке «</w:t>
      </w:r>
      <w:r w:rsidRPr="008E5CF2">
        <w:rPr>
          <w:sz w:val="28"/>
          <w:szCs w:val="28"/>
        </w:rPr>
        <w:t>Получение кредитов от кредитных организаций в валюте Ро</w:t>
      </w:r>
      <w:r w:rsidRPr="008E5CF2">
        <w:rPr>
          <w:sz w:val="28"/>
          <w:szCs w:val="28"/>
        </w:rPr>
        <w:t>с</w:t>
      </w:r>
      <w:r w:rsidRPr="008E5CF2">
        <w:rPr>
          <w:sz w:val="28"/>
          <w:szCs w:val="28"/>
        </w:rPr>
        <w:t>сийской Федерации</w:t>
      </w:r>
      <w:r>
        <w:rPr>
          <w:sz w:val="28"/>
          <w:szCs w:val="28"/>
        </w:rPr>
        <w:t>» (код 01 02 00 00 02 0000 710) цифры «10933388,7» заменить цифрами «10573388,7»;</w:t>
      </w:r>
    </w:p>
    <w:p w:rsidR="00B5552C" w:rsidRDefault="00B5552C" w:rsidP="00E23C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строке «</w:t>
      </w:r>
      <w:r w:rsidRPr="008E5CF2">
        <w:rPr>
          <w:sz w:val="28"/>
          <w:szCs w:val="28"/>
        </w:rPr>
        <w:t>Погашение кредитов, предоставленных кредитными организ</w:t>
      </w:r>
      <w:r w:rsidRPr="008E5CF2">
        <w:rPr>
          <w:sz w:val="28"/>
          <w:szCs w:val="28"/>
        </w:rPr>
        <w:t>а</w:t>
      </w:r>
      <w:r w:rsidRPr="008E5CF2">
        <w:rPr>
          <w:sz w:val="28"/>
          <w:szCs w:val="28"/>
        </w:rPr>
        <w:t>циями в валюте Российской Федерации</w:t>
      </w:r>
      <w:r>
        <w:rPr>
          <w:sz w:val="28"/>
          <w:szCs w:val="28"/>
        </w:rPr>
        <w:t xml:space="preserve">» (код 01 02 00 00 00 0000 800) цифры </w:t>
      </w:r>
      <w:r>
        <w:rPr>
          <w:sz w:val="28"/>
          <w:szCs w:val="28"/>
        </w:rPr>
        <w:br/>
        <w:t>«-5600000,0» заменить цифрами «-5100000,0»;</w:t>
      </w:r>
    </w:p>
    <w:p w:rsidR="00B5552C" w:rsidRDefault="00B5552C" w:rsidP="00E23C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строке «</w:t>
      </w:r>
      <w:r w:rsidRPr="008E5CF2">
        <w:rPr>
          <w:sz w:val="28"/>
          <w:szCs w:val="28"/>
        </w:rPr>
        <w:t>Погашение бюджетами субъектов Российской Федерации кр</w:t>
      </w:r>
      <w:r w:rsidRPr="008E5CF2">
        <w:rPr>
          <w:sz w:val="28"/>
          <w:szCs w:val="28"/>
        </w:rPr>
        <w:t>е</w:t>
      </w:r>
      <w:r w:rsidRPr="008E5CF2">
        <w:rPr>
          <w:sz w:val="28"/>
          <w:szCs w:val="28"/>
        </w:rPr>
        <w:t>дитов от кредитных организаций в валюте Российской Федерации</w:t>
      </w:r>
      <w:r>
        <w:rPr>
          <w:sz w:val="28"/>
          <w:szCs w:val="28"/>
        </w:rPr>
        <w:t>» (код 01 02 00 00 02 0000 810) цифры «-5600000,0» заменить цифрами «-5100000,0»;</w:t>
      </w:r>
    </w:p>
    <w:p w:rsidR="00B5552C" w:rsidRDefault="00B5552C" w:rsidP="00E23C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строке «</w:t>
      </w:r>
      <w:r w:rsidRPr="008E5CF2">
        <w:rPr>
          <w:sz w:val="28"/>
          <w:szCs w:val="28"/>
        </w:rPr>
        <w:t>Бюджетные кредиты от других бюджетов бюджетной системы Российской Федерации</w:t>
      </w:r>
      <w:r>
        <w:rPr>
          <w:sz w:val="28"/>
          <w:szCs w:val="28"/>
        </w:rPr>
        <w:t>» (код 01 03 00 00 00 0000 000) цифры «-1345100,0»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«-1485100,0»;</w:t>
      </w:r>
    </w:p>
    <w:p w:rsidR="00B5552C" w:rsidRDefault="00B5552C" w:rsidP="00E23C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в строке «</w:t>
      </w:r>
      <w:r w:rsidRPr="008E5CF2">
        <w:rPr>
          <w:sz w:val="28"/>
          <w:szCs w:val="28"/>
        </w:rPr>
        <w:t>Бюджетные кредиты от других бюджетов бюджетной системы Российской Федерации в валюте Российской Федерации</w:t>
      </w:r>
      <w:r>
        <w:rPr>
          <w:sz w:val="28"/>
          <w:szCs w:val="28"/>
        </w:rPr>
        <w:t>» (код 01 03 01 00 00 0000 000) цифры «-1345100,0» заменить цифрами «-1485100,0»;</w:t>
      </w:r>
    </w:p>
    <w:p w:rsidR="00B5552C" w:rsidRDefault="00B5552C" w:rsidP="00E23C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в строке «</w:t>
      </w:r>
      <w:r w:rsidRPr="008E5CF2">
        <w:rPr>
          <w:sz w:val="28"/>
          <w:szCs w:val="28"/>
        </w:rPr>
        <w:t>Погашение бюджетных кредитов, полученных от других бю</w:t>
      </w:r>
      <w:r w:rsidRPr="008E5CF2">
        <w:rPr>
          <w:sz w:val="28"/>
          <w:szCs w:val="28"/>
        </w:rPr>
        <w:t>д</w:t>
      </w:r>
      <w:r w:rsidRPr="008E5CF2">
        <w:rPr>
          <w:sz w:val="28"/>
          <w:szCs w:val="28"/>
        </w:rPr>
        <w:t>жетов бюджетной системы Российской Федерации в валюте Российской Федер</w:t>
      </w:r>
      <w:r w:rsidRPr="008E5CF2">
        <w:rPr>
          <w:sz w:val="28"/>
          <w:szCs w:val="28"/>
        </w:rPr>
        <w:t>а</w:t>
      </w:r>
      <w:r w:rsidRPr="008E5CF2">
        <w:rPr>
          <w:sz w:val="28"/>
          <w:szCs w:val="28"/>
        </w:rPr>
        <w:t>ции</w:t>
      </w:r>
      <w:r>
        <w:rPr>
          <w:sz w:val="28"/>
          <w:szCs w:val="28"/>
        </w:rPr>
        <w:t xml:space="preserve">» (код 01 03 01 00 00 0000 800) цифры «-1345100,0» заменить цифрами </w:t>
      </w:r>
      <w:r>
        <w:rPr>
          <w:sz w:val="28"/>
          <w:szCs w:val="28"/>
        </w:rPr>
        <w:br/>
        <w:t>«-1485100,0»;</w:t>
      </w:r>
    </w:p>
    <w:p w:rsidR="00B5552C" w:rsidRDefault="00B5552C" w:rsidP="00E23C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в строке «</w:t>
      </w:r>
      <w:r w:rsidRPr="008E5CF2">
        <w:rPr>
          <w:sz w:val="28"/>
          <w:szCs w:val="28"/>
        </w:rPr>
        <w:t>Погашение бюджетами субъектов Российской Федерации кр</w:t>
      </w:r>
      <w:r w:rsidRPr="008E5CF2">
        <w:rPr>
          <w:sz w:val="28"/>
          <w:szCs w:val="28"/>
        </w:rPr>
        <w:t>е</w:t>
      </w:r>
      <w:r w:rsidRPr="008E5CF2">
        <w:rPr>
          <w:sz w:val="28"/>
          <w:szCs w:val="28"/>
        </w:rPr>
        <w:t>дитов от других  бюджетов бюджетной системы Российской Федерации в валюте Российской Федерации</w:t>
      </w:r>
      <w:r>
        <w:rPr>
          <w:sz w:val="28"/>
          <w:szCs w:val="28"/>
        </w:rPr>
        <w:t>» (код 01 03 01 00 02 0000 810) цифры «-1345100,0»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«-1485100,0»;</w:t>
      </w:r>
    </w:p>
    <w:p w:rsidR="00B5552C" w:rsidRDefault="00B5552C" w:rsidP="00E23C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в строке «</w:t>
      </w:r>
      <w:r w:rsidRPr="008E5CF2">
        <w:rPr>
          <w:sz w:val="28"/>
          <w:szCs w:val="28"/>
        </w:rPr>
        <w:t>Бюджетные кредиты, предоставленные для частичного покр</w:t>
      </w:r>
      <w:r w:rsidRPr="008E5CF2">
        <w:rPr>
          <w:sz w:val="28"/>
          <w:szCs w:val="28"/>
        </w:rPr>
        <w:t>ы</w:t>
      </w:r>
      <w:r w:rsidRPr="008E5CF2">
        <w:rPr>
          <w:sz w:val="28"/>
          <w:szCs w:val="28"/>
        </w:rPr>
        <w:t>тия дефицитов бюджетов субъектов Российской Федерации, возврат которых осуществляется субъектом Российской Федерации</w:t>
      </w:r>
      <w:r>
        <w:rPr>
          <w:sz w:val="28"/>
          <w:szCs w:val="28"/>
        </w:rPr>
        <w:t>» (код 01 03 01 00 02 5002 810) цифры «-540000,0» заменить цифрами «-680000,0»;</w:t>
      </w:r>
    </w:p>
    <w:p w:rsidR="00B5552C" w:rsidRPr="00FD512A" w:rsidRDefault="00B5552C" w:rsidP="00E23C3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D512A">
        <w:rPr>
          <w:sz w:val="28"/>
          <w:szCs w:val="28"/>
        </w:rPr>
        <w:t xml:space="preserve">л) в строке «Увеличение остатков средств бюджетов» (код 01 05 00 00 00 0000 500) цифры «-38908100,2» заменить цифрами «-38748793,7», цифры </w:t>
      </w:r>
      <w:r>
        <w:rPr>
          <w:sz w:val="28"/>
          <w:szCs w:val="28"/>
        </w:rPr>
        <w:br/>
      </w:r>
      <w:r w:rsidRPr="00FD512A">
        <w:rPr>
          <w:sz w:val="28"/>
          <w:szCs w:val="28"/>
        </w:rPr>
        <w:t>«-42088917,4» заменить цифрами «-43273203,0»;</w:t>
      </w:r>
    </w:p>
    <w:p w:rsidR="00B5552C" w:rsidRPr="00FD512A" w:rsidRDefault="00B5552C" w:rsidP="00E23C3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D512A">
        <w:rPr>
          <w:sz w:val="28"/>
          <w:szCs w:val="28"/>
        </w:rPr>
        <w:t xml:space="preserve">м) в строке «Увеличение прочих остатков средств бюджетов» (код 01 05 02 00 00 0000 500) цифры «-38908100,2» заменить цифрами «-38748793,7», цифры </w:t>
      </w:r>
      <w:r>
        <w:rPr>
          <w:sz w:val="28"/>
          <w:szCs w:val="28"/>
        </w:rPr>
        <w:br/>
      </w:r>
      <w:r w:rsidRPr="00FD512A">
        <w:rPr>
          <w:sz w:val="28"/>
          <w:szCs w:val="28"/>
        </w:rPr>
        <w:t>«-42088917,4» заменить цифрами «-43273203,0»;</w:t>
      </w:r>
    </w:p>
    <w:p w:rsidR="00B5552C" w:rsidRPr="00FD512A" w:rsidRDefault="00B5552C" w:rsidP="00E23C3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D512A">
        <w:rPr>
          <w:sz w:val="28"/>
          <w:szCs w:val="28"/>
        </w:rPr>
        <w:t xml:space="preserve">н) в строке «Увеличение прочих остатков денежных средств бюджетов» (код 01 05 02 01 00 0000 510) цифры «-38908100,2» заменить цифрами </w:t>
      </w:r>
      <w:r>
        <w:rPr>
          <w:sz w:val="28"/>
          <w:szCs w:val="28"/>
        </w:rPr>
        <w:br/>
      </w:r>
      <w:r w:rsidRPr="00FD512A">
        <w:rPr>
          <w:sz w:val="28"/>
          <w:szCs w:val="28"/>
        </w:rPr>
        <w:t>«-38748793,7», цифры «-42088917,4» заменить цифрами «-43273203,0»;</w:t>
      </w:r>
    </w:p>
    <w:p w:rsidR="00B5552C" w:rsidRPr="00FD512A" w:rsidRDefault="00B5552C" w:rsidP="00E23C3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D512A">
        <w:rPr>
          <w:sz w:val="28"/>
          <w:szCs w:val="28"/>
        </w:rPr>
        <w:t xml:space="preserve">о) в строке «Увеличение прочих остатков денежных средств бюджетов субъектов Российской Федерации» (код 01 05 02 01 02 0000 510) цифры </w:t>
      </w:r>
      <w:r>
        <w:rPr>
          <w:sz w:val="28"/>
          <w:szCs w:val="28"/>
        </w:rPr>
        <w:br/>
      </w:r>
      <w:r w:rsidRPr="00FD512A">
        <w:rPr>
          <w:sz w:val="28"/>
          <w:szCs w:val="28"/>
        </w:rPr>
        <w:t>«-38908100,2» заменить цифрами «-38748793,7», цифры «-42088917,4» заменить цифрами «-43273203,0»;</w:t>
      </w:r>
    </w:p>
    <w:p w:rsidR="00B5552C" w:rsidRPr="00FD512A" w:rsidRDefault="00B5552C" w:rsidP="00E23C3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D512A">
        <w:rPr>
          <w:sz w:val="28"/>
          <w:szCs w:val="28"/>
        </w:rPr>
        <w:t>п) в строке «Уменьшение остатков средств бюджетов» (код 01 05 00 00 00 0000 600) цифры «38958100,2» заменить цифрами «38798793,7», цифры «42138917,4» заменить цифрами «43323203,0»;</w:t>
      </w:r>
    </w:p>
    <w:p w:rsidR="00B5552C" w:rsidRPr="00FD512A" w:rsidRDefault="00B5552C" w:rsidP="00E23C3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D512A">
        <w:rPr>
          <w:sz w:val="28"/>
          <w:szCs w:val="28"/>
        </w:rPr>
        <w:t>р) в строке «Уменьшение прочих остатков средств бюджетов» (код 01 05 02 00 00 0000 600) цифры «38958100,2» заменить цифрами «38798793,7», цифры «42138917,4» заменить цифрами «43323203,0»;</w:t>
      </w:r>
    </w:p>
    <w:p w:rsidR="00B5552C" w:rsidRPr="00FD512A" w:rsidRDefault="00B5552C" w:rsidP="00E23C3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D512A">
        <w:rPr>
          <w:sz w:val="28"/>
          <w:szCs w:val="28"/>
        </w:rPr>
        <w:t>с) в строке «Уменьшение прочих остатков денежных средств бюджетов» (код 01 05 02 01 00 0000 610) цифры «38958100,2» заменить цифрами «38798793,7», цифры «42138917,4» заменить цифрами «43323203,0»;</w:t>
      </w:r>
    </w:p>
    <w:p w:rsidR="00B5552C" w:rsidRPr="00F24E00" w:rsidRDefault="00B5552C" w:rsidP="00E23C3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D512A">
        <w:rPr>
          <w:sz w:val="28"/>
          <w:szCs w:val="28"/>
        </w:rPr>
        <w:t>т) в строке «Уменьшение прочих остатков денежных средств бюджетов субъектов Российской Федерации» (код 01 05 02 01 02 0000 610) цифры «38958100,2» заменить цифрами «38798793,7», цифры «42138917,4» заменить цифрами «43323203,0»;</w:t>
      </w:r>
    </w:p>
    <w:p w:rsidR="00B5552C" w:rsidRDefault="00B5552C" w:rsidP="00E23C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приложение 10 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3984"/>
        <w:gridCol w:w="1545"/>
        <w:gridCol w:w="236"/>
        <w:gridCol w:w="236"/>
        <w:gridCol w:w="128"/>
        <w:gridCol w:w="3809"/>
      </w:tblGrid>
      <w:tr w:rsidR="00B5552C" w:rsidRPr="00A13440" w:rsidTr="007A5CDF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13440" w:rsidRDefault="00B5552C" w:rsidP="007A5CDF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13440" w:rsidRDefault="00B5552C" w:rsidP="007A5CDF">
            <w:pPr>
              <w:spacing w:line="360" w:lineRule="auto"/>
              <w:ind w:left="6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13440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10</w:t>
            </w:r>
          </w:p>
        </w:tc>
      </w:tr>
      <w:tr w:rsidR="00B5552C" w:rsidRPr="00A13440" w:rsidTr="007A5CDF">
        <w:trPr>
          <w:trHeight w:val="614"/>
        </w:trPr>
        <w:tc>
          <w:tcPr>
            <w:tcW w:w="3984" w:type="dxa"/>
            <w:tcBorders>
              <w:top w:val="nil"/>
              <w:left w:val="nil"/>
              <w:bottom w:val="nil"/>
              <w:right w:val="single" w:sz="4" w:space="0" w:color="FFFFFF"/>
            </w:tcBorders>
            <w:vAlign w:val="bottom"/>
          </w:tcPr>
          <w:p w:rsidR="00B5552C" w:rsidRPr="00A13440" w:rsidRDefault="00B5552C" w:rsidP="007A5CD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single" w:sz="4" w:space="0" w:color="FFFFFF"/>
              <w:bottom w:val="nil"/>
              <w:right w:val="nil"/>
            </w:tcBorders>
            <w:vAlign w:val="bottom"/>
          </w:tcPr>
          <w:p w:rsidR="00B5552C" w:rsidRPr="00A13440" w:rsidRDefault="00B5552C" w:rsidP="007A5CDF">
            <w:pPr>
              <w:ind w:left="601"/>
              <w:jc w:val="center"/>
              <w:rPr>
                <w:sz w:val="28"/>
                <w:szCs w:val="28"/>
              </w:rPr>
            </w:pPr>
            <w:r w:rsidRPr="00A13440">
              <w:rPr>
                <w:sz w:val="28"/>
                <w:szCs w:val="28"/>
              </w:rPr>
              <w:t>к Закону Ульяновской области</w:t>
            </w:r>
            <w:r w:rsidRPr="00A13440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Pr="00A13440">
              <w:rPr>
                <w:sz w:val="28"/>
                <w:szCs w:val="28"/>
              </w:rPr>
              <w:t>Об областном бюдж</w:t>
            </w:r>
            <w:r>
              <w:rPr>
                <w:sz w:val="28"/>
                <w:szCs w:val="28"/>
              </w:rPr>
              <w:t xml:space="preserve">ете </w:t>
            </w:r>
            <w:r>
              <w:rPr>
                <w:sz w:val="28"/>
                <w:szCs w:val="28"/>
              </w:rPr>
              <w:br/>
              <w:t>Ульяновской области на 2014</w:t>
            </w:r>
            <w:r w:rsidRPr="00A13440">
              <w:rPr>
                <w:sz w:val="28"/>
                <w:szCs w:val="28"/>
              </w:rPr>
              <w:t xml:space="preserve"> год </w:t>
            </w:r>
            <w:r w:rsidRPr="00A13440">
              <w:rPr>
                <w:sz w:val="28"/>
                <w:szCs w:val="28"/>
              </w:rPr>
              <w:br/>
              <w:t>и на плановый период 201</w:t>
            </w:r>
            <w:r>
              <w:rPr>
                <w:sz w:val="28"/>
                <w:szCs w:val="28"/>
              </w:rPr>
              <w:t>5</w:t>
            </w:r>
            <w:r w:rsidRPr="00A13440">
              <w:rPr>
                <w:sz w:val="28"/>
                <w:szCs w:val="28"/>
              </w:rPr>
              <w:t xml:space="preserve"> и 201</w:t>
            </w:r>
            <w:r>
              <w:rPr>
                <w:sz w:val="28"/>
                <w:szCs w:val="28"/>
              </w:rPr>
              <w:t>6</w:t>
            </w:r>
            <w:r w:rsidRPr="00A13440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B5552C" w:rsidRPr="00A13440" w:rsidTr="007A5CDF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13440" w:rsidRDefault="00B5552C" w:rsidP="007A5CDF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13440" w:rsidRDefault="00B5552C" w:rsidP="007A5CDF">
            <w:pPr>
              <w:rPr>
                <w:sz w:val="28"/>
                <w:szCs w:val="28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13440" w:rsidRDefault="00B5552C" w:rsidP="007A5CDF">
            <w:pPr>
              <w:rPr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13440" w:rsidRDefault="00B5552C" w:rsidP="007A5CDF">
            <w:pPr>
              <w:rPr>
                <w:sz w:val="28"/>
                <w:szCs w:val="28"/>
              </w:rPr>
            </w:pPr>
          </w:p>
        </w:tc>
      </w:tr>
      <w:tr w:rsidR="00B5552C" w:rsidRPr="00A13440" w:rsidTr="007A5CDF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13440" w:rsidRDefault="00B5552C" w:rsidP="007A5CDF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13440" w:rsidRDefault="00B5552C" w:rsidP="007A5CDF">
            <w:pPr>
              <w:rPr>
                <w:sz w:val="28"/>
                <w:szCs w:val="28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13440" w:rsidRDefault="00B5552C" w:rsidP="007A5CDF">
            <w:pPr>
              <w:rPr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13440" w:rsidRDefault="00B5552C" w:rsidP="007A5CDF">
            <w:pPr>
              <w:rPr>
                <w:sz w:val="28"/>
                <w:szCs w:val="28"/>
              </w:rPr>
            </w:pPr>
          </w:p>
        </w:tc>
      </w:tr>
      <w:tr w:rsidR="00B5552C" w:rsidRPr="00A13440" w:rsidTr="007A5CDF">
        <w:trPr>
          <w:trHeight w:val="1185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FA5B04" w:rsidRDefault="00B5552C" w:rsidP="007A5CDF">
            <w:pPr>
              <w:jc w:val="center"/>
              <w:rPr>
                <w:b/>
                <w:bCs/>
                <w:sz w:val="28"/>
                <w:szCs w:val="28"/>
              </w:rPr>
            </w:pPr>
            <w:r w:rsidRPr="00FA5B04">
              <w:rPr>
                <w:b/>
                <w:bCs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</w:p>
          <w:p w:rsidR="00B5552C" w:rsidRPr="00FA5B04" w:rsidRDefault="00B5552C" w:rsidP="007A5CDF">
            <w:pPr>
              <w:jc w:val="center"/>
              <w:rPr>
                <w:b/>
                <w:bCs/>
                <w:sz w:val="28"/>
                <w:szCs w:val="28"/>
              </w:rPr>
            </w:pPr>
            <w:r w:rsidRPr="00FA5B04">
              <w:rPr>
                <w:b/>
                <w:bCs/>
                <w:sz w:val="28"/>
                <w:szCs w:val="28"/>
              </w:rPr>
              <w:t>Ульяновской области на 201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FA5B04">
              <w:rPr>
                <w:b/>
                <w:bCs/>
                <w:sz w:val="28"/>
                <w:szCs w:val="28"/>
              </w:rPr>
              <w:t xml:space="preserve"> год по разделам, подразделам,</w:t>
            </w:r>
          </w:p>
          <w:p w:rsidR="00B5552C" w:rsidRPr="00FA5B04" w:rsidRDefault="00B5552C" w:rsidP="007A5CDF">
            <w:pPr>
              <w:jc w:val="center"/>
              <w:rPr>
                <w:b/>
                <w:bCs/>
                <w:sz w:val="28"/>
                <w:szCs w:val="28"/>
              </w:rPr>
            </w:pPr>
            <w:r w:rsidRPr="00FA5B04">
              <w:rPr>
                <w:b/>
                <w:bCs/>
                <w:sz w:val="28"/>
                <w:szCs w:val="28"/>
              </w:rPr>
              <w:t>целевым статьям и видам расходов классификации расходов</w:t>
            </w:r>
          </w:p>
          <w:p w:rsidR="00B5552C" w:rsidRPr="009B623F" w:rsidRDefault="00B5552C" w:rsidP="007A5CDF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FA5B04">
              <w:rPr>
                <w:b/>
                <w:bCs/>
                <w:sz w:val="28"/>
                <w:szCs w:val="28"/>
              </w:rPr>
              <w:t xml:space="preserve">бюджетов Российской Федерации </w:t>
            </w:r>
          </w:p>
        </w:tc>
      </w:tr>
      <w:tr w:rsidR="00B5552C" w:rsidRPr="00A13440" w:rsidTr="007A5CDF">
        <w:trPr>
          <w:trHeight w:val="375"/>
        </w:trPr>
        <w:tc>
          <w:tcPr>
            <w:tcW w:w="552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9B623F" w:rsidRDefault="00B5552C" w:rsidP="007A5CDF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9B623F" w:rsidRDefault="00B5552C" w:rsidP="007A5CD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9B623F" w:rsidRDefault="00B5552C" w:rsidP="007A5CD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937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9B623F" w:rsidRDefault="00B5552C" w:rsidP="007A5CDF">
            <w:pPr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B5552C" w:rsidRPr="009B623F" w:rsidTr="007A5CDF">
        <w:trPr>
          <w:trHeight w:val="375"/>
        </w:trPr>
        <w:tc>
          <w:tcPr>
            <w:tcW w:w="5529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B5552C" w:rsidRPr="009B623F" w:rsidRDefault="00B5552C" w:rsidP="007A5CDF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B5552C" w:rsidRPr="009B623F" w:rsidRDefault="00B5552C" w:rsidP="007A5C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B5552C" w:rsidRPr="009B623F" w:rsidRDefault="00B5552C" w:rsidP="007A5CDF">
            <w:pPr>
              <w:rPr>
                <w:sz w:val="28"/>
                <w:szCs w:val="28"/>
              </w:rPr>
            </w:pPr>
          </w:p>
        </w:tc>
        <w:tc>
          <w:tcPr>
            <w:tcW w:w="3937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9B623F" w:rsidRDefault="00B5552C" w:rsidP="007A5CDF">
            <w:pPr>
              <w:jc w:val="right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тыс. руб.</w:t>
            </w:r>
          </w:p>
        </w:tc>
      </w:tr>
    </w:tbl>
    <w:p w:rsidR="00B5552C" w:rsidRPr="009B623F" w:rsidRDefault="00B5552C" w:rsidP="00B16A0D">
      <w:pPr>
        <w:rPr>
          <w:sz w:val="2"/>
          <w:szCs w:val="2"/>
        </w:rPr>
      </w:pPr>
    </w:p>
    <w:p w:rsidR="00B5552C" w:rsidRPr="00782C83" w:rsidRDefault="00B5552C" w:rsidP="00B16A0D">
      <w:pPr>
        <w:spacing w:line="360" w:lineRule="auto"/>
        <w:ind w:firstLine="709"/>
        <w:jc w:val="both"/>
        <w:rPr>
          <w:sz w:val="2"/>
          <w:szCs w:val="2"/>
        </w:rPr>
      </w:pPr>
      <w:bookmarkStart w:id="1" w:name="RANGE!A1:D80"/>
      <w:bookmarkEnd w:id="1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567"/>
        <w:gridCol w:w="574"/>
        <w:gridCol w:w="1275"/>
        <w:gridCol w:w="709"/>
        <w:gridCol w:w="2126"/>
      </w:tblGrid>
      <w:tr w:rsidR="00B5552C" w:rsidRPr="00AF29CC" w:rsidTr="00556ACB">
        <w:trPr>
          <w:trHeight w:val="301"/>
          <w:tblHeader/>
        </w:trPr>
        <w:tc>
          <w:tcPr>
            <w:tcW w:w="4678" w:type="dxa"/>
            <w:vAlign w:val="center"/>
          </w:tcPr>
          <w:p w:rsidR="00B5552C" w:rsidRPr="009B623F" w:rsidRDefault="00B5552C" w:rsidP="00556ACB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567" w:type="dxa"/>
            <w:vAlign w:val="center"/>
          </w:tcPr>
          <w:p w:rsidR="00B5552C" w:rsidRPr="009B623F" w:rsidRDefault="00B5552C" w:rsidP="00556ACB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Рз</w:t>
            </w:r>
          </w:p>
        </w:tc>
        <w:tc>
          <w:tcPr>
            <w:tcW w:w="567" w:type="dxa"/>
            <w:vAlign w:val="center"/>
          </w:tcPr>
          <w:p w:rsidR="00B5552C" w:rsidRPr="009B623F" w:rsidRDefault="00B5552C" w:rsidP="00556ACB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ПР</w:t>
            </w:r>
          </w:p>
        </w:tc>
        <w:tc>
          <w:tcPr>
            <w:tcW w:w="1276" w:type="dxa"/>
            <w:vAlign w:val="center"/>
          </w:tcPr>
          <w:p w:rsidR="00B5552C" w:rsidRPr="009B623F" w:rsidRDefault="00B5552C" w:rsidP="00556ACB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ЦС</w:t>
            </w:r>
          </w:p>
        </w:tc>
        <w:tc>
          <w:tcPr>
            <w:tcW w:w="709" w:type="dxa"/>
            <w:vAlign w:val="center"/>
          </w:tcPr>
          <w:p w:rsidR="00B5552C" w:rsidRPr="009B623F" w:rsidRDefault="00B5552C" w:rsidP="00556ACB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ВР</w:t>
            </w:r>
          </w:p>
        </w:tc>
        <w:tc>
          <w:tcPr>
            <w:tcW w:w="2126" w:type="dxa"/>
            <w:noWrap/>
            <w:vAlign w:val="center"/>
          </w:tcPr>
          <w:p w:rsidR="00B5552C" w:rsidRPr="009B623F" w:rsidRDefault="00B5552C" w:rsidP="00556ACB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Сумма</w:t>
            </w:r>
          </w:p>
        </w:tc>
      </w:tr>
    </w:tbl>
    <w:p w:rsidR="00B5552C" w:rsidRPr="008D51D4" w:rsidRDefault="00B5552C" w:rsidP="00556ACB">
      <w:pPr>
        <w:ind w:firstLine="709"/>
        <w:jc w:val="both"/>
        <w:rPr>
          <w:sz w:val="2"/>
          <w:szCs w:val="2"/>
        </w:rPr>
      </w:pPr>
    </w:p>
    <w:p w:rsidR="00B5552C" w:rsidRPr="00420D3F" w:rsidRDefault="00B5552C" w:rsidP="00556ACB">
      <w:pPr>
        <w:ind w:firstLine="709"/>
        <w:jc w:val="both"/>
        <w:rPr>
          <w:sz w:val="2"/>
          <w:szCs w:val="2"/>
        </w:rPr>
      </w:pPr>
    </w:p>
    <w:tbl>
      <w:tblPr>
        <w:tblW w:w="9923" w:type="dxa"/>
        <w:tblInd w:w="-34" w:type="dxa"/>
        <w:tblLook w:val="00A0"/>
      </w:tblPr>
      <w:tblGrid>
        <w:gridCol w:w="4678"/>
        <w:gridCol w:w="567"/>
        <w:gridCol w:w="567"/>
        <w:gridCol w:w="1248"/>
        <w:gridCol w:w="757"/>
        <w:gridCol w:w="2106"/>
      </w:tblGrid>
      <w:tr w:rsidR="00B5552C" w:rsidRPr="00D07DEC" w:rsidTr="005A4D67">
        <w:trPr>
          <w:trHeight w:val="20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D07DEC" w:rsidRDefault="00B5552C" w:rsidP="00556A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2C" w:rsidRPr="00D07DEC" w:rsidRDefault="00B5552C" w:rsidP="00556A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2C" w:rsidRPr="00D07DEC" w:rsidRDefault="00B5552C" w:rsidP="00556A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2C" w:rsidRPr="00D07DEC" w:rsidRDefault="00B5552C" w:rsidP="00556A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2C" w:rsidRPr="00D07DEC" w:rsidRDefault="00B5552C" w:rsidP="00556A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D07DEC" w:rsidRDefault="00B5552C" w:rsidP="00556A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</w:tcBorders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tcBorders>
              <w:top w:val="single" w:sz="4" w:space="0" w:color="auto"/>
            </w:tcBorders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1859172,7849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Функционирование высшего дол</w:t>
            </w:r>
            <w:r w:rsidRPr="00D07DEC">
              <w:rPr>
                <w:color w:val="000000"/>
                <w:sz w:val="28"/>
                <w:szCs w:val="28"/>
              </w:rPr>
              <w:t>ж</w:t>
            </w:r>
            <w:r w:rsidRPr="00D07DEC">
              <w:rPr>
                <w:color w:val="000000"/>
                <w:sz w:val="28"/>
                <w:szCs w:val="28"/>
              </w:rPr>
              <w:t>ностного лица субъекта Российской Федерации и муниципального обр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3134,7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3134,7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3134,7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3026,1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002 0100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108,6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Функционирование законодател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ных (представительных) органов г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сударственной власти и представ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135502,3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135502,3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109630,715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89187,0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20320,715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Председатель Законодательного С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брания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2841,485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2841,485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Депутаты Законодательного Собр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ния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002 1000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23030,1</w:t>
            </w:r>
          </w:p>
        </w:tc>
      </w:tr>
      <w:tr w:rsidR="00B5552C" w:rsidRPr="00D07DEC" w:rsidTr="00420D3F">
        <w:trPr>
          <w:trHeight w:val="8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spacing w:line="353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002 1000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16872,1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выплаты, за исключением фонда оплаты труда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органов, л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цам, привлекаемым согласно зак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нодательству для выполнения о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дельных полномочий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spacing w:line="353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002 1000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6158,0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 xml:space="preserve">полнительных органов </w:t>
            </w:r>
            <w:r w:rsidRPr="00556ACB">
              <w:rPr>
                <w:color w:val="000000"/>
                <w:spacing w:val="-4"/>
                <w:sz w:val="28"/>
                <w:szCs w:val="28"/>
              </w:rPr>
              <w:t>государс</w:t>
            </w:r>
            <w:r w:rsidRPr="00556ACB">
              <w:rPr>
                <w:color w:val="000000"/>
                <w:spacing w:val="-4"/>
                <w:sz w:val="28"/>
                <w:szCs w:val="28"/>
              </w:rPr>
              <w:t>т</w:t>
            </w:r>
            <w:r w:rsidRPr="00556ACB">
              <w:rPr>
                <w:color w:val="000000"/>
                <w:spacing w:val="-4"/>
                <w:sz w:val="28"/>
                <w:szCs w:val="28"/>
              </w:rPr>
              <w:t>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spacing w:line="353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186477,6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spacing w:line="353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186477,6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spacing w:line="353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175141,6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spacing w:line="353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166894,1145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spacing w:line="353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4872,1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126,4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3215,0855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 w:rsidRPr="00D07DEC">
              <w:rPr>
                <w:color w:val="000000"/>
                <w:sz w:val="28"/>
                <w:szCs w:val="28"/>
              </w:rPr>
              <w:t>й</w:t>
            </w:r>
            <w:r w:rsidRPr="00D07DEC">
              <w:rPr>
                <w:color w:val="000000"/>
                <w:sz w:val="28"/>
                <w:szCs w:val="28"/>
              </w:rPr>
              <w:t>ской Федерации и мировых согл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шений по возмещению вреда, пр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чинённого в результате незаконных действий (бездействия) органов го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сударственной власти (государс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тате деятельности казённых учре</w:t>
            </w:r>
            <w:r w:rsidRPr="00D07DEC">
              <w:rPr>
                <w:color w:val="000000"/>
                <w:sz w:val="28"/>
                <w:szCs w:val="28"/>
              </w:rPr>
              <w:t>ж</w:t>
            </w:r>
            <w:r w:rsidRPr="00D07DEC"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Руководитель высшего исполн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тельного органа государственной власти Ульяновской области и его заместители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002 0600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11336,0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002 0600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11016,7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002 0600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319,3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69763,6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69763,6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деятельности аппар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тов судов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69763,6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63123,6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6515,0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002 2300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деятельности финанс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вых, налоговых и таможенных орг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нов и органов финансового (фина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сово-бюджетного) надзора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129891,19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129891,19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126462,09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101223,6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09122A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09122A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1147,7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09122A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09122A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19497,09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09122A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09122A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4465,3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09122A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09122A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128,4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09122A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Председатель Счётной палаты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  и его заместитель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09122A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002 2400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3429,1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09122A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09122A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002 2400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3406,6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09122A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09122A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002 2400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09122A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09122A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54140,1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09122A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09122A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09122A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53440,1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18941,5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18185,0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373,0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Территориальные органы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28140,3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28140,3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Члены Избирательной комиссии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002 2000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6358,3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002 2000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6321,3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002 2000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37,0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Проведение выборов и референд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мов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автоматизирова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 xml:space="preserve">ная информационная система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ы</w:t>
            </w:r>
            <w:r w:rsidRPr="00D07DEC">
              <w:rPr>
                <w:color w:val="000000"/>
                <w:sz w:val="28"/>
                <w:szCs w:val="28"/>
              </w:rPr>
              <w:t>боры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020 0300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020 0300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46176,08905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46176,08905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Резервный фонд Правительства Ул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45176,08905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45176,08905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Резервный фонд Ульяновской обла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070 0600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070 0600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Другие общегосударственные в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1234087,20585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100993,4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100993,4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87337,6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90,3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13440,9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деятельности аппарата Общественной палаты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4276,8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деятельности предст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вителя Правительства Ульяновской области, направляемого для работы при Торговом представительстве Российской Федерации в Федер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тивной Республике Германия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6278,2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2952,0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2163,7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59,4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1103,1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Обеспечение деятельности облас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 xml:space="preserve">ного государственного автономного учреждения </w:t>
            </w:r>
            <w:r w:rsidRPr="00420D3F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Волга-спорт-арена</w:t>
            </w:r>
            <w:r w:rsidRPr="00420D3F"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17476,5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ципальных) услуг (выполнение р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4752,0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12724,5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государственной пол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тики в области приватизации и управления государственной собс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венностью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6925,7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собственности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090 0200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6925,7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090 0200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6875,7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090 0200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поддержка отдел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ных некоммерческих организаций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10013,0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Ульяновскому регионал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 xml:space="preserve">ному отделению Общероссийской общественной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Асс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циация юристов России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фина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сирование затрат, связанных с де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тельностью Ассоциации по содейс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вию развитию правового просвещ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ния и оказанию бесплатной юрид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ческой помощи на территории Ул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091 6100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091 6100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E531A0" w:rsidRDefault="00B5552C" w:rsidP="00556ACB">
            <w:pPr>
              <w:spacing w:line="353" w:lineRule="auto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E531A0">
              <w:rPr>
                <w:color w:val="000000"/>
                <w:spacing w:val="4"/>
                <w:sz w:val="28"/>
                <w:szCs w:val="28"/>
              </w:rPr>
              <w:t>Субсидии Совету муниципальных образований Ульяновской области на финансирование затрат по ос</w:t>
            </w:r>
            <w:r w:rsidRPr="00E531A0">
              <w:rPr>
                <w:color w:val="000000"/>
                <w:spacing w:val="4"/>
                <w:sz w:val="28"/>
                <w:szCs w:val="28"/>
              </w:rPr>
              <w:t>у</w:t>
            </w:r>
            <w:r w:rsidRPr="00E531A0">
              <w:rPr>
                <w:color w:val="000000"/>
                <w:spacing w:val="4"/>
                <w:sz w:val="28"/>
                <w:szCs w:val="28"/>
              </w:rPr>
              <w:t>ществлению социально ориентир</w:t>
            </w:r>
            <w:r w:rsidRPr="00E531A0">
              <w:rPr>
                <w:color w:val="000000"/>
                <w:spacing w:val="4"/>
                <w:sz w:val="28"/>
                <w:szCs w:val="28"/>
              </w:rPr>
              <w:t>о</w:t>
            </w:r>
            <w:r w:rsidRPr="00E531A0">
              <w:rPr>
                <w:color w:val="000000"/>
                <w:spacing w:val="4"/>
                <w:sz w:val="28"/>
                <w:szCs w:val="28"/>
              </w:rPr>
              <w:t>ванных видов деятельности в целях содействия развитию местного с</w:t>
            </w:r>
            <w:r w:rsidRPr="00E531A0">
              <w:rPr>
                <w:color w:val="000000"/>
                <w:spacing w:val="4"/>
                <w:sz w:val="28"/>
                <w:szCs w:val="28"/>
              </w:rPr>
              <w:t>а</w:t>
            </w:r>
            <w:r w:rsidRPr="00E531A0">
              <w:rPr>
                <w:color w:val="000000"/>
                <w:spacing w:val="4"/>
                <w:sz w:val="28"/>
                <w:szCs w:val="28"/>
              </w:rPr>
              <w:t>моуправления в Ульяновской о</w:t>
            </w:r>
            <w:r w:rsidRPr="00E531A0">
              <w:rPr>
                <w:color w:val="000000"/>
                <w:spacing w:val="4"/>
                <w:sz w:val="28"/>
                <w:szCs w:val="28"/>
              </w:rPr>
              <w:t>б</w:t>
            </w:r>
            <w:r w:rsidRPr="00E531A0">
              <w:rPr>
                <w:color w:val="000000"/>
                <w:spacing w:val="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spacing w:line="353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091 6200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spacing w:line="353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091 6200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Ульяновской регионал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ной организации Всероссийской общественной организации ветер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нов (пенсионеров) войны, труда, Вооружённых Сил и правоохран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тельных органов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spacing w:line="353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091 6400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spacing w:line="353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091 6400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государственных фун</w:t>
            </w:r>
            <w:r w:rsidRPr="00D07DEC">
              <w:rPr>
                <w:color w:val="000000"/>
                <w:sz w:val="28"/>
                <w:szCs w:val="28"/>
              </w:rPr>
              <w:t>к</w:t>
            </w:r>
            <w:r w:rsidRPr="00D07DEC">
              <w:rPr>
                <w:color w:val="000000"/>
                <w:sz w:val="28"/>
                <w:szCs w:val="28"/>
              </w:rPr>
              <w:t>ций, связанных с общегосударстве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ным управлением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spacing w:line="353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2613,0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bottom"/>
          </w:tcPr>
          <w:p w:rsidR="00B5552C" w:rsidRPr="00D07DEC" w:rsidRDefault="00B5552C" w:rsidP="00556ACB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Выполнение других обязательств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spacing w:line="353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092 0300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2613,0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Прочие выплаты по обязательствам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spacing w:line="353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092 0305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2613,0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 w:rsidRPr="00D07DEC">
              <w:rPr>
                <w:color w:val="000000"/>
                <w:sz w:val="28"/>
                <w:szCs w:val="28"/>
              </w:rPr>
              <w:t>й</w:t>
            </w:r>
            <w:r w:rsidRPr="00D07DEC">
              <w:rPr>
                <w:color w:val="000000"/>
                <w:sz w:val="28"/>
                <w:szCs w:val="28"/>
              </w:rPr>
              <w:t>ской Федерации и мировых согл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шений по возмещению вреда, пр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чинённого в результате незаконных действий (бездействия) органов го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сударственной власти (государствен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органов), органов местного с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моуправления либо должностных лиц этих органов, а также в резул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тате деятельности казённых учре</w:t>
            </w:r>
            <w:r w:rsidRPr="00D07DEC">
              <w:rPr>
                <w:color w:val="000000"/>
                <w:sz w:val="28"/>
                <w:szCs w:val="28"/>
              </w:rPr>
              <w:t>ж</w:t>
            </w:r>
            <w:r w:rsidRPr="00D07DEC"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092 0305</w:t>
            </w:r>
          </w:p>
        </w:tc>
        <w:tc>
          <w:tcPr>
            <w:tcW w:w="75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2613,0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 по обеспечению хозя</w:t>
            </w:r>
            <w:r w:rsidRPr="00D07DEC">
              <w:rPr>
                <w:color w:val="000000"/>
                <w:sz w:val="28"/>
                <w:szCs w:val="28"/>
              </w:rPr>
              <w:t>й</w:t>
            </w:r>
            <w:r w:rsidRPr="00D07DEC">
              <w:rPr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686937,89367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484301,33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1960,3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12917,4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185218,26367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350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657,8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1792,8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 по патриотическому воспитанию граждан  Российской Федерации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3755,7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2980,9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ре информационно-коммуникацион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184,4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515,4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Учреждения в сфере распростран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ния и использования информацио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и коммуникационных технол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гий, научных исследований в обла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ти истории и культуры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84448,4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39374,94798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095 0000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2476,45202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41876,97722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720,02278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 по сопровождению и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полнения отдельных процедур, 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ществляемых при исполнении гос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дарственных функций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венными органами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6684,24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Фонд оплаты труда казённых учр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1815,0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07DEC">
              <w:rPr>
                <w:color w:val="000000"/>
                <w:spacing w:val="-4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р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и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2084,24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13 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Осуществление отдельных полн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мочий Российской Федерации орг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нами государственной власти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78100,67218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деятельности депут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тов Государственной Думы и их п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мощников в избирательных округах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7858,27218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6210,52134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139,8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296 5141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1459,25084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членов Совета Федер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ции и их помощников в субъектах Российской Федерации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2139,6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1840,5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296 5142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215,4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вии с пунктом 1 статьи 4 Федерал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 xml:space="preserve">ного закона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Об актах гражданского состояния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полномочий Российской Федерации на государственную 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гистрацию актов гражданского с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стояния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68102,8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296 5930</w:t>
            </w:r>
          </w:p>
        </w:tc>
        <w:tc>
          <w:tcPr>
            <w:tcW w:w="75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13999,50833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ре информационно-коммуникацион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7206,77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2017,23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44873,89167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 по поддержке реги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нальных проектов в сфере информ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306 5028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306 5028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проведению гос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дарственной кадастровой оценки з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мель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343 0000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825,0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343 0000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825,0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Организация, проведение торгов по продаже земельных участков, изъ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тых по решению суда, выкуп в го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сударственную собственность з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мельных участков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344 0000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344 0000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 культуры и меропри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тия в сфере культуры и кинемат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графии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33832,7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07DEC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р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и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32657,3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1175,4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зований, возникающих при выпо</w:t>
            </w:r>
            <w:r w:rsidRPr="00D07DEC">
              <w:rPr>
                <w:color w:val="000000"/>
                <w:sz w:val="28"/>
                <w:szCs w:val="28"/>
              </w:rPr>
              <w:t>л</w:t>
            </w:r>
            <w:r w:rsidRPr="00D07DEC"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44780,93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Организация и обеспечение деятел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521 0300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21013,6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widowControl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521 0300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21013,6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widowControl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Хранение, комплектование, учёт и использование архивных докуме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тов, относящихся к государственной собственности Ульяновской области и находящихся на территориях м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ниципальных районов и городских округов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521 0700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4453,2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widowControl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521 0700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4453,2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widowControl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Сбор информации от поселений, входящих в муниципальный район, необходимой для ведения регистра муниципальных нормативных пр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вовых актов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521 1200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1974,83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widowControl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521 1200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1974,83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widowControl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Определение перечня должностных лиц органов местного самоуправл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ния, уполномоченных составлять протоколы об отдельных админис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ративных правонарушениях, пред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смотренных Кодексом Ульяновской области об административных пр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вонарушениях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521 1400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447,6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widowControl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521 1400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447,6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widowControl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Проведение на территории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 публичных меропри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521 2100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556ACB">
            <w:pPr>
              <w:widowControl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521 2100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556ACB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E531A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муниципальным 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 xml:space="preserve">разованием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Новомалыклинский район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государственных полном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 xml:space="preserve">чий по подбору и передаче </w:t>
            </w:r>
            <w:r>
              <w:rPr>
                <w:sz w:val="28"/>
                <w:szCs w:val="28"/>
              </w:rPr>
              <w:t>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ральному</w:t>
            </w:r>
            <w:r w:rsidRPr="00D07DEC">
              <w:rPr>
                <w:sz w:val="28"/>
                <w:szCs w:val="28"/>
              </w:rPr>
              <w:t xml:space="preserve"> органу </w:t>
            </w:r>
            <w:r>
              <w:rPr>
                <w:sz w:val="28"/>
                <w:szCs w:val="28"/>
              </w:rPr>
              <w:t>исполнитель</w:t>
            </w:r>
            <w:r w:rsidRPr="00D07DEC">
              <w:rPr>
                <w:sz w:val="28"/>
                <w:szCs w:val="28"/>
              </w:rPr>
              <w:t>ной власти, осуществляющему прав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применительные функции, функции по контролю, надзору и оказанию государственных услуг в сфере м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грации, в целях размещения спец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альных учреждений, предусмотре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 xml:space="preserve">ных Федеральным законом от 25 июля 2002 года № 115-ФЗ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 прав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вом положении иностранных гра</w:t>
            </w:r>
            <w:r w:rsidRPr="00D07DEC">
              <w:rPr>
                <w:sz w:val="28"/>
                <w:szCs w:val="28"/>
              </w:rPr>
              <w:t>ж</w:t>
            </w:r>
            <w:r w:rsidRPr="00D07DEC">
              <w:rPr>
                <w:sz w:val="28"/>
                <w:szCs w:val="28"/>
              </w:rPr>
              <w:t>дан 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>, зд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ний с прилегающими земельными участками, соответствующих треб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ваниям, установленным Правител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ством Российской Федерации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521 2500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16691,9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521 2500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16691,9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Средства на реализацию Закона Ульяновской области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07DEC">
              <w:rPr>
                <w:color w:val="000000"/>
                <w:sz w:val="28"/>
                <w:szCs w:val="28"/>
              </w:rPr>
              <w:t xml:space="preserve">от 03.10.2012 № 131-ЗО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бесплатной юридич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ской помощи 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07DEC">
              <w:rPr>
                <w:color w:val="000000"/>
                <w:sz w:val="28"/>
                <w:szCs w:val="28"/>
              </w:rPr>
              <w:t>территории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05.05.2011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н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градах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1390,7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1390,7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06.10.2011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мерах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ной поддержки общественных объ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динений пожарной охраны и добр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вольных пожарных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07DEC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внедрению резул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татов космической деятельности и созданию инфраструктуры пр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странственных данных в интересах социально-экономического развития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развитию эле</w:t>
            </w:r>
            <w:r w:rsidRPr="00D07DEC">
              <w:rPr>
                <w:color w:val="000000"/>
                <w:sz w:val="28"/>
                <w:szCs w:val="28"/>
              </w:rPr>
              <w:t>к</w:t>
            </w:r>
            <w:r w:rsidRPr="00D07DEC">
              <w:rPr>
                <w:color w:val="000000"/>
                <w:sz w:val="28"/>
                <w:szCs w:val="28"/>
              </w:rPr>
              <w:t>тронного документооборота Прав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тельства Ульяновской области и и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полнительных органов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венной власти Ульяновской области на 2013-2015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снижению админ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стративных барьеров, оптимизации и повышению качества предоставл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ния государственных услуг испо</w:t>
            </w:r>
            <w:r w:rsidRPr="00D07DEC">
              <w:rPr>
                <w:color w:val="000000"/>
                <w:sz w:val="28"/>
                <w:szCs w:val="28"/>
              </w:rPr>
              <w:t>л</w:t>
            </w:r>
            <w:r w:rsidRPr="00D07DEC">
              <w:rPr>
                <w:color w:val="000000"/>
                <w:sz w:val="28"/>
                <w:szCs w:val="28"/>
              </w:rPr>
              <w:t>нительными органами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венной власти Ульяновской области и муниципальных услуг органами местного самоуправления муниц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пальных образований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613 0000 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15505,8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10505,8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повышению уровня доступности информационных и коммуникационных технологий для физических и юридических лиц в Ульяновской области на 2013-2015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3604,0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3604,0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Средства на реализацию постано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ления Губернатора Ульяновской 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 xml:space="preserve">ласти от 03.06.2014 № 59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Об учр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ждении ежегодной премии Губерн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 xml:space="preserve">тора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За вклад в развитие межнациональных отн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шений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350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мероприятий по обно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лению парка автотранспортных средств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356,16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207,76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148,4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Компенсация расходов бюджета м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 xml:space="preserve">ниципального образования </w:t>
            </w:r>
            <w:r w:rsidRPr="00420D3F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Мел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кесский район</w:t>
            </w:r>
            <w:r w:rsidRPr="00420D3F"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по проведению 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 xml:space="preserve">ластного форума </w:t>
            </w:r>
            <w:r w:rsidRPr="00420D3F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Экипаж-2020</w:t>
            </w:r>
            <w:r w:rsidRPr="00420D3F"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690 0000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411,41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690 0000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540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411,41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D07DEC">
              <w:rPr>
                <w:color w:val="000000"/>
                <w:sz w:val="28"/>
                <w:szCs w:val="28"/>
              </w:rPr>
              <w:t>Социальная по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держка и защита населения в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мер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отдельных кат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Внедрение современных технологий в деятельность учреждений системы социальной защиты и обслуживания населения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Содействие разв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тию институтов гражданского общ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ства, поддержка социально ориент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рованных некоммерческих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добровольческой (волонтё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ской) деятельности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Мероприятия, направленные на пр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доставление субсидий социально ориентированным некоммерческим организациям на возмещение затрат, связанных с осуществлением уста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ной деятельности и реализацией с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циальных проектов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810 1601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810 1601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организации и пр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ведению Гражданского форума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810 1602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810 1602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Обеспечение пр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3174,8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рядка, противодействию преступн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сти и профилактике правонаруш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ний на территории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венной программы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Обеспечение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07DEC">
              <w:rPr>
                <w:color w:val="000000"/>
                <w:sz w:val="28"/>
                <w:szCs w:val="28"/>
              </w:rPr>
              <w:t>правопорядка и безопасности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2774,8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Вовлечение общественности в де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тельность по предупреждению пр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вонарушений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862 1015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924,8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862 1015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204,8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862 1015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720,0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Предупреждение и пресечение пр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ступлений с участием несоверше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нолетних и в отношении их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Противодействие распространению идеологии терроризма, повышение антитеррористической защищённ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сти объектов на территории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862 1019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862 1019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Информационно-методическое обеспечение профилактики правон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рушений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862 1021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862 1021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роту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 гос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Обеспечение прав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порядка и безопасности жизнеде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Организационно-правовое обеспеч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ние антинаркотической деятельн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программа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Культура в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69500,0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Приобретение зданий для областных государственных учреждений кул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туры и областных государственных архивов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870 4007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69500,0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Бюджетные инвестиции на приобр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тение объектов недвижимого им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>щества в государственную (муниц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пальную) собственность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870 4007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69500,0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13985,7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13985,7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Осуществление полномочий Росси</w:t>
            </w:r>
            <w:r w:rsidRPr="00D07DEC">
              <w:rPr>
                <w:color w:val="000000"/>
                <w:sz w:val="28"/>
                <w:szCs w:val="28"/>
              </w:rPr>
              <w:t>й</w:t>
            </w:r>
            <w:r w:rsidRPr="00D07DEC">
              <w:rPr>
                <w:color w:val="000000"/>
                <w:sz w:val="28"/>
                <w:szCs w:val="28"/>
              </w:rPr>
              <w:t>ской Федерации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07DEC">
              <w:rPr>
                <w:color w:val="000000"/>
                <w:sz w:val="28"/>
                <w:szCs w:val="28"/>
              </w:rPr>
              <w:t>по первичному в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инскому учёту на территориях, где отсутствуют военные комиссариаты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13985,7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Осуществление полномочий Росси</w:t>
            </w:r>
            <w:r w:rsidRPr="00D07DEC">
              <w:rPr>
                <w:color w:val="000000"/>
                <w:sz w:val="28"/>
                <w:szCs w:val="28"/>
              </w:rPr>
              <w:t>й</w:t>
            </w:r>
            <w:r w:rsidRPr="00D07DEC">
              <w:rPr>
                <w:color w:val="000000"/>
                <w:sz w:val="28"/>
                <w:szCs w:val="28"/>
              </w:rPr>
              <w:t>ской Федерации в области перви</w:t>
            </w:r>
            <w:r w:rsidRPr="00D07DEC">
              <w:rPr>
                <w:color w:val="000000"/>
                <w:sz w:val="28"/>
                <w:szCs w:val="28"/>
              </w:rPr>
              <w:t>ч</w:t>
            </w:r>
            <w:r w:rsidRPr="00D07DEC">
              <w:rPr>
                <w:color w:val="000000"/>
                <w:sz w:val="28"/>
                <w:szCs w:val="28"/>
              </w:rPr>
              <w:t>ного воинского учёта на территор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ях, где отсутствуют военные коми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сариаты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298 5118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13985,7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298 5118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13985,7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Национальная безопасность и пр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воохранительная деятельность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396279,8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ская оборона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134453,3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 в сфере гражданской защиты и пожарной безопасности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77138,7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68174,4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специальным топливом и горюче-смазочными материалами вне рамок государственного оборо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ного заказа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1278,0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Продовольственное обеспечение вне рамок государственного оборонного заказа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2004,5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Вещевое обеспечение вне рамок г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сударственного оборонного заказа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226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273,6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1448,4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3927,4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Обеспечение пр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57314,6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Снижение рисков и смягчение последствий чрезвыча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ных ситуаций природного и техн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генного характера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2014-2016 годы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Обеспечение правопорядка и безопасности жи</w:t>
            </w:r>
            <w:r w:rsidRPr="00D07DEC">
              <w:rPr>
                <w:sz w:val="28"/>
                <w:szCs w:val="28"/>
              </w:rPr>
              <w:t>з</w:t>
            </w:r>
            <w:r w:rsidRPr="00D07DEC">
              <w:rPr>
                <w:sz w:val="28"/>
                <w:szCs w:val="28"/>
              </w:rPr>
              <w:t>недеятельности на территории 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2014-2018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57314,6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Создание системы обеспечения в</w:t>
            </w:r>
            <w:r w:rsidRPr="00D07DEC">
              <w:rPr>
                <w:color w:val="000000"/>
                <w:sz w:val="28"/>
                <w:szCs w:val="28"/>
              </w:rPr>
              <w:t>ы</w:t>
            </w:r>
            <w:r w:rsidRPr="00D07DEC">
              <w:rPr>
                <w:color w:val="000000"/>
                <w:sz w:val="28"/>
                <w:szCs w:val="28"/>
              </w:rPr>
              <w:t xml:space="preserve">зова экстренных оперативных служб по единому номеру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112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в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861 1003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5575,0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861 1003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5575,0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Создание комплексной системы эк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тренного оповещения населения на территории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861 1004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50100,0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дарственной (муниципальной) со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861 1004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50100,0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Освежение запасов средств индив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дуальной защиты для гражданской обороны в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861 1005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1240,0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861 1005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1240,0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Создание территориального страх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вого фонда документации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861 1006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399,6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861 1006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399,6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пожарной безопасн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261826,5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 в сфере гражданской защиты и пожарной безопасности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260638,9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238884,0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специальным топливом и горюче-смазочными материалами вне рамок государственного оборо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ного заказа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222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7815,2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Вещевое обеспечение вне рамок г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сударственного оборонного заказа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226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501,2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12080,0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1267,5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Обеспечение пр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1187,6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Снижение рисков и смягчение последствий чрезвыча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ных ситуаций природного и техн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генного характера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2014-2016 годы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Обеспечение правопорядка и безопасности жи</w:t>
            </w:r>
            <w:r w:rsidRPr="00D07DEC">
              <w:rPr>
                <w:sz w:val="28"/>
                <w:szCs w:val="28"/>
              </w:rPr>
              <w:t>з</w:t>
            </w:r>
            <w:r w:rsidRPr="00D07DEC">
              <w:rPr>
                <w:sz w:val="28"/>
                <w:szCs w:val="28"/>
              </w:rPr>
              <w:t>недеятельности на территории 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2014-2018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1187,6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Содержание пожарных частей пр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тивопожарной службы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861 1002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1187,6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861 1002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1187,6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5086294,09793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281350,24547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79836,24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79836,24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60723,7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1865,2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16956,1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Исполнение судебных актов Росси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ской Федерации и мировых согл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шений по возмещению вреда, пр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чинённого в результате незаконных действий (бездействия) органов го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сударственной власти (государс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тате деятельности казённых учре</w:t>
            </w:r>
            <w:r w:rsidRPr="00D07DEC">
              <w:rPr>
                <w:sz w:val="28"/>
                <w:szCs w:val="28"/>
              </w:rPr>
              <w:t>ж</w:t>
            </w:r>
            <w:r w:rsidRPr="00D07DEC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831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245,74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полн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мочий Российской Федерации орг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нами государственной власти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новской области в области социал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ной политики, занятости населения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16256,2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дополнительных мер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приятий в сфере занятости насел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297 5083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16256,2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297 5083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16256,2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 в сфере занятости нас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139218,90548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112300,0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1,68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7544,18737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18962,91211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85,875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324,251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D07DEC">
              <w:rPr>
                <w:color w:val="000000"/>
                <w:sz w:val="28"/>
                <w:szCs w:val="28"/>
              </w:rPr>
              <w:t>Социальная по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46018,89999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Содействие занят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сти населения, улучшение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45705,79999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реализации прав граждан на труд и социальную 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щиту от безработицы, а также созд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ние благоприятных условий для обеспечения занятости населения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36153,01999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867,2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20491,95299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Пособия, компенсации и иные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804 1501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6332,6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8461,267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Софинансирование дополнительных мероприятий в сфере занятости н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804 1502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855,59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804 1502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855,59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обеспечению вновь создаваемых рабочих мест и сохр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нению рабочих мест в организациях производственной сферы, осущест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ляющих реструктуризацию и моде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низацию производства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804 1503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608,6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804 1503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608,6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Возмещение затрат юридических лиц, индивидуальных предприним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телей на оборудование (оснащение) рабочих мест для инвалидов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804 1506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4952,463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804 1506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4952,463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Информационное сопровождение реализации мероприятий, напра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ленных на снижение напряжённости на рынке труда среди незанятых и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валидов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804 1507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277,947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804 1507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277,947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Профессиональное обучение и д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полнительное профессиональное 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>разование женщин в период отпуска по уходу за ребёнком до достижения им возраста трёх лет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804 1508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2858,18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804 1508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2858,18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Оказание содейс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вия добровольному переселению в Ульяновскую область соотечестве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ников, проживающих за рубежом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государственной программы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Социальная по</w:t>
            </w:r>
            <w:r w:rsidRPr="00D07DEC">
              <w:rPr>
                <w:sz w:val="28"/>
                <w:szCs w:val="28"/>
              </w:rPr>
              <w:t>д</w:t>
            </w:r>
            <w:r w:rsidRPr="00D07DEC">
              <w:rPr>
                <w:sz w:val="28"/>
                <w:szCs w:val="28"/>
              </w:rPr>
              <w:t>держка и защита населения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313,1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 по оказанию содейс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вия добровольному переселению в Ульяновскую область соотечестве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ников, проживающих за рубежом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805 1510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313,1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805 1510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93,9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Пособия, компенсации и иные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805 1510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219,2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Обеспечение пр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рядка, противодействию преступн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сти и профилактике правонаруш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ний на территории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венной программы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Обеспечение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07DEC">
              <w:rPr>
                <w:color w:val="000000"/>
                <w:sz w:val="28"/>
                <w:szCs w:val="28"/>
              </w:rPr>
              <w:t>правопорядка и безопасности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Оказание помощи лицам, освобо</w:t>
            </w:r>
            <w:r w:rsidRPr="00D07DEC">
              <w:rPr>
                <w:color w:val="000000"/>
                <w:sz w:val="28"/>
                <w:szCs w:val="28"/>
              </w:rPr>
              <w:t>ж</w:t>
            </w:r>
            <w:r w:rsidRPr="00D07DEC">
              <w:rPr>
                <w:color w:val="000000"/>
                <w:sz w:val="28"/>
                <w:szCs w:val="28"/>
              </w:rPr>
              <w:t>дённым от отбывания наказания в виде лишения свободы, и содействие их социальной реабилитации в Ул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862 1020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862 1020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1288207,44972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64250,4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64250,4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55824,0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1356,6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7021,3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Учреждения, осуществляющие де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тельность в сфере сельского хозя</w:t>
            </w:r>
            <w:r w:rsidRPr="00D07DEC">
              <w:rPr>
                <w:color w:val="000000"/>
                <w:sz w:val="28"/>
                <w:szCs w:val="28"/>
              </w:rPr>
              <w:t>й</w:t>
            </w:r>
            <w:r w:rsidRPr="00D07DEC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12122,8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12122,8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Учреждения, обеспечивающие пр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доставление услуг в области живо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128251,1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128251,1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зований, возникающих при выпо</w:t>
            </w:r>
            <w:r w:rsidRPr="00D07DEC">
              <w:rPr>
                <w:color w:val="000000"/>
                <w:sz w:val="28"/>
                <w:szCs w:val="28"/>
              </w:rPr>
              <w:t>л</w:t>
            </w:r>
            <w:r w:rsidRPr="00D07DEC"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6392,8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в сфере организации отлова безнадзорных домашних ж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вотных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521 2200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6392,8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521 2200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6392,8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поддержка сел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774269,88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мероприятий федерал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Устойч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584 5018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4259,0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584 5018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4259,0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Возмещение части затрат на прио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>ретение элитных семян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584 5031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5082,5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584 5031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5082,5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Возмещение части затрат на раско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чёвку выбывших из эксплуатации старых садов и рекультивацию ра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корчёванных площадей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584 5033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1715,0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584 5033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1715,0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Возмещение части затрат на закла</w:t>
            </w:r>
            <w:r w:rsidRPr="00D07DEC">
              <w:rPr>
                <w:sz w:val="28"/>
                <w:szCs w:val="28"/>
              </w:rPr>
              <w:t>д</w:t>
            </w:r>
            <w:r w:rsidRPr="00D07DEC">
              <w:rPr>
                <w:sz w:val="28"/>
                <w:szCs w:val="28"/>
              </w:rPr>
              <w:t>ку и уход за многолетними плод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выми и ягодными насаждениями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584 5034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1444,9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584 5034</w:t>
            </w:r>
          </w:p>
        </w:tc>
        <w:tc>
          <w:tcPr>
            <w:tcW w:w="75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1444,9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Поддержка экономически значимых региональных программ в области растениеводства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584 5035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10344,0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584 5035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10344,0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Возмещение части процентной ста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ки по краткосрочным кредитам (займам) на развитие растениеводс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ва, переработки и реализации пр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дукции растениеводства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584 5038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37672,4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584 5038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37672,4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Возмещение части процентной ста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ки по инвестиционным кредитам (займам) на развитие растениеводс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ва, переработки и развития инфр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структуры и логистического обесп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чения рынков продукции растени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584 5039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65910,4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584 5039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65910,4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Возмещение части затрат сельскох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зяйственных товаропроизводителей на уплату страховой премии, начи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ленной по договору сельскохозяйс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венного страхования в области ра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тениеводства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584 5040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61145,4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584 5040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61145,4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Оказание несвязанной поддержки сельскохозяйственным товаропрои</w:t>
            </w:r>
            <w:r w:rsidRPr="00D07DEC">
              <w:rPr>
                <w:sz w:val="28"/>
                <w:szCs w:val="28"/>
              </w:rPr>
              <w:t>з</w:t>
            </w:r>
            <w:r w:rsidRPr="00D07DEC">
              <w:rPr>
                <w:sz w:val="28"/>
                <w:szCs w:val="28"/>
              </w:rPr>
              <w:t>водителям в области растениеводс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584 5041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238379,6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584 5041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238379,6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Поддержка племенного животново</w:t>
            </w:r>
            <w:r w:rsidRPr="00D07DEC">
              <w:rPr>
                <w:sz w:val="28"/>
                <w:szCs w:val="28"/>
              </w:rPr>
              <w:t>д</w:t>
            </w:r>
            <w:r w:rsidRPr="00D07DEC">
              <w:rPr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584 5042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21373,6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584 5042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21373,6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 на 1 килограмм реализ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ванного и (или) отгруженного на собственную переработку молока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584 5043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34959,4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584 5043</w:t>
            </w:r>
          </w:p>
        </w:tc>
        <w:tc>
          <w:tcPr>
            <w:tcW w:w="75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34959,4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Возмещение части процентной ста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ки по краткосрочным кредитам (займам) на развитие животноводс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ва, переработки и реализации пр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дукции животноводства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584 5047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17373,5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584 5047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17373,5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Возмещение части процентной ста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ки по инвестиционным кредитам (займам) на развитие животноводс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ва, переработки и развития инфр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структуры и логистического обесп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чения рынков продукции животн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584 5048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75490,1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584 5048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75490,1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Поддержка племенного крупного рогатого скота мясного направления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584 5050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415,9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584 5050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415,9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Возмещение части процентной ста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ки по ин</w:t>
            </w:r>
            <w:r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естиционным кредитам на строительство и реконструкцию объектов мясного скотоводства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584 5052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3161,6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584 5052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3161,6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Поддержка начинающих фермеров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584 5053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25235,0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584 5053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25235,0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Развитие семейных животноводч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ских ферм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584 5054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11276,0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584 5054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11276,0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Возмещение части процентной ста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584 5055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158400,6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584 5055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158400,6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Возмещение части затрат крестья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ских (фермерских) хозяйств, вкл</w:t>
            </w:r>
            <w:r w:rsidRPr="00D07DEC">
              <w:rPr>
                <w:sz w:val="28"/>
                <w:szCs w:val="28"/>
              </w:rPr>
              <w:t>ю</w:t>
            </w:r>
            <w:r w:rsidRPr="00D07DEC">
              <w:rPr>
                <w:sz w:val="28"/>
                <w:szCs w:val="28"/>
              </w:rPr>
              <w:t>чая индивидуальных предприним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телей, при оформлении в собстве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ность используемых ими земельных участков из земель сельскохозяйс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венного назначения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584 5056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630,98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584 5056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630,98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мероприятий по обно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лению парка автотранспортных средств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237,44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237,44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Исполнение денежных обязательств по исполнительным документам, мировым соглашениям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778 0000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458,49536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Исполнение судебных актов Росси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ской Федерации и мировых согл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шений по возмещению вреда, пр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чинённого в результате незаконных действий (бездействия) органов го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сударственной власти (государс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тате деятельности казённых учре</w:t>
            </w:r>
            <w:r w:rsidRPr="00D07DEC">
              <w:rPr>
                <w:sz w:val="28"/>
                <w:szCs w:val="28"/>
              </w:rPr>
              <w:t>ж</w:t>
            </w:r>
            <w:r w:rsidRPr="00D07DEC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778 0000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458,49536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сельск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го хозяйства и регулирование ры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ков сельскохозяйственной проду</w:t>
            </w:r>
            <w:r w:rsidRPr="00D07DEC">
              <w:rPr>
                <w:color w:val="000000"/>
                <w:sz w:val="28"/>
                <w:szCs w:val="28"/>
              </w:rPr>
              <w:t>к</w:t>
            </w:r>
            <w:r w:rsidRPr="00D07DEC">
              <w:rPr>
                <w:color w:val="000000"/>
                <w:sz w:val="28"/>
                <w:szCs w:val="28"/>
              </w:rPr>
              <w:t>ции, сырья и продовольствия в Ул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2014-2020 г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930 0000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292224,53436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Устойчивое разв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госуда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Развитие сельского хозя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ства и регулирование рынков сел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скохозяйственной продукции, сырья и продовольствия в Ульяновской 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31899,5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Поддержка местных инициатив гр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ждан, проживающих в сельской м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стности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931 2515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931 2515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некоммерческим орган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зациям (за исключением 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(муниципальных) учрежд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931 2515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Поощрение и популяризация дост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жений в сфере развития сельских территорий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931 2516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26899,5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931 2516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1179,5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931 2516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360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931 2516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720,0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Развитие мелиор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ции земель сельскохозяйственного назначения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государственной пр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</w:t>
            </w:r>
            <w:r w:rsidRPr="00D07DEC">
              <w:rPr>
                <w:sz w:val="28"/>
                <w:szCs w:val="28"/>
              </w:rPr>
              <w:t>з</w:t>
            </w:r>
            <w:r w:rsidRPr="00D07DEC">
              <w:rPr>
                <w:sz w:val="28"/>
                <w:szCs w:val="28"/>
              </w:rPr>
              <w:t>витие сельского хозяйства и регул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рование рынков сельскохозяйстве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продукции, сырья и продовол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Строительство, реконструкция, те</w:t>
            </w:r>
            <w:r w:rsidRPr="00D07DEC">
              <w:rPr>
                <w:sz w:val="28"/>
                <w:szCs w:val="28"/>
              </w:rPr>
              <w:t>х</w:t>
            </w:r>
            <w:r w:rsidRPr="00D07DEC">
              <w:rPr>
                <w:sz w:val="28"/>
                <w:szCs w:val="28"/>
              </w:rPr>
              <w:t>ническое перевооружение мелиор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тивных систем общего и индивид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>ального пользования и отдельно расположенных гидротехнических сооружений, принадлежащих сел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скохозяйственным товаропроизв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дителям на праве собственности или переданных в пользование в уст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новленном порядке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932 2514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932 2514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Развитие сельского хозяйства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государственной пр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</w:t>
            </w:r>
            <w:r w:rsidRPr="00D07DEC">
              <w:rPr>
                <w:sz w:val="28"/>
                <w:szCs w:val="28"/>
              </w:rPr>
              <w:t>з</w:t>
            </w:r>
            <w:r w:rsidRPr="00D07DEC">
              <w:rPr>
                <w:sz w:val="28"/>
                <w:szCs w:val="28"/>
              </w:rPr>
              <w:t>витие сельского хозяйства и регул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рование рынков сельскохозяйстве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продукции, сырья и продовол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251825,03436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на поддержку сельскох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зяйственных товаропроизводителей, государственную поддержку кред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тования малых форм хозяйствования на селе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933 2510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248315,50436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933 2510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248315,50436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Расходы, связанные с закупками т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варов, работ и услуг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933 2511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3509,53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933 2511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3509,53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ственной ветеринарной службы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940 0000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Расходы, связанные с закупками т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варов, работ и услуг для обеспеч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ния государственных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940 2011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940 2011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158445,504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Строительство гидротехнических сооружений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Мероприятия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Развитие водохозяйс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венного комплекса Российской Ф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дерации в 2012-2020 годах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292 5016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>дарственной (муниципальной) со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292 5016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414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Прочие мероприятия, осуществля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мые за счёт межбюджетных тран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фертов прошлых лет из федеральн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го бюджета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292 5898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>дарственной (муниципальной) со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292 5898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414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полн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мочий Российской Федерации орг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нами государственной власти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новской области в области водных, лесных отношений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20052,9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полн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мочий Российской Федерации  в 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>ласти водных отношений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580 5128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20052,9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580 5128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20052,9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Развитие водохозяйственного ко</w:t>
            </w:r>
            <w:r w:rsidRPr="00D07DEC">
              <w:rPr>
                <w:sz w:val="28"/>
                <w:szCs w:val="28"/>
              </w:rPr>
              <w:t>м</w:t>
            </w:r>
            <w:r w:rsidRPr="00D07DEC">
              <w:rPr>
                <w:sz w:val="28"/>
                <w:szCs w:val="28"/>
              </w:rPr>
              <w:t>плекса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18259,1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D07DEC">
              <w:rPr>
                <w:spacing w:val="-6"/>
                <w:sz w:val="28"/>
                <w:szCs w:val="28"/>
              </w:rPr>
              <w:t xml:space="preserve">Реализация мероприятий федеральной целевой программы </w:t>
            </w:r>
            <w:r w:rsidRPr="00420D3F">
              <w:rPr>
                <w:spacing w:val="-6"/>
                <w:sz w:val="28"/>
                <w:szCs w:val="28"/>
              </w:rPr>
              <w:t>«</w:t>
            </w:r>
            <w:r w:rsidRPr="00D07DEC">
              <w:rPr>
                <w:spacing w:val="-6"/>
                <w:sz w:val="28"/>
                <w:szCs w:val="28"/>
              </w:rPr>
              <w:t>Развитие вод</w:t>
            </w:r>
            <w:r w:rsidRPr="00D07DEC">
              <w:rPr>
                <w:spacing w:val="-6"/>
                <w:sz w:val="28"/>
                <w:szCs w:val="28"/>
              </w:rPr>
              <w:t>о</w:t>
            </w:r>
            <w:r w:rsidRPr="00D07DEC">
              <w:rPr>
                <w:spacing w:val="-6"/>
                <w:sz w:val="28"/>
                <w:szCs w:val="28"/>
              </w:rPr>
              <w:t>хозяйственного комплекса Российской Федерации в 2012-2020 годах</w:t>
            </w:r>
            <w:r w:rsidRPr="00420D3F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587 5016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18259,1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587 5016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5170,7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587 5016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13088,4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Охрана окружа</w:t>
            </w:r>
            <w:r w:rsidRPr="00D07DEC">
              <w:rPr>
                <w:color w:val="000000"/>
                <w:sz w:val="28"/>
                <w:szCs w:val="28"/>
              </w:rPr>
              <w:t>ю</w:t>
            </w:r>
            <w:r w:rsidRPr="00D07DEC">
              <w:rPr>
                <w:color w:val="000000"/>
                <w:sz w:val="28"/>
                <w:szCs w:val="28"/>
              </w:rPr>
              <w:t>щей среды и восстановление пр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родных ресурсов в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880 0000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40133,504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водох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зяйственного комплекса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венной программы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40133,504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Проектные работы и строительство гидротехнических сооружений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882 2210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31899,999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дарственной (муниципальной) со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882 2210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31899,999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развитию водох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зяйственного комплекса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8233,505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Закупка товаров, работ, услуг в ц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лях капитального ремонта госуда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ственного (муниципального) имущ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882 2211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4515,65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2076,955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1640,9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187927,1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выполнения функций государственных учреждений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11870,1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872,7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2548,12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07DEC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р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и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7450,0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431,85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567,43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полн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мочий Российской Федерации орг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нами государственной власти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новской области в области водных, лесных отношений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34272,4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полн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 xml:space="preserve">мочий в области лесных отношений 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580 5129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34272,4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580 5129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28993,5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580 5129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ре информационно-коммуникацион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580 5129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1240,0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580 5129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3744,3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580 5129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55,6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Учреждения, обеспечивающие в</w:t>
            </w:r>
            <w:r w:rsidRPr="00D07DEC">
              <w:rPr>
                <w:sz w:val="28"/>
                <w:szCs w:val="28"/>
              </w:rPr>
              <w:t>ы</w:t>
            </w:r>
            <w:r w:rsidRPr="00D07DEC">
              <w:rPr>
                <w:sz w:val="28"/>
                <w:szCs w:val="28"/>
              </w:rPr>
              <w:t>полнение функций в области лесных отношений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132098,40073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полн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581 5129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132098,40073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Фонд оплаты труда казённых учр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581 5129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90146,54347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581 5129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115,18014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ре информационно-коммуникацион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581 5129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3208,24595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581 5129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19100,02079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ципальных) услуг (выполнение р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581 5129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18999,40073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581 5129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529,00965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 по охране и защите лесов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4699,99927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полн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582 5129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2210,49927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582 5129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2210,49927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ind w:right="-108"/>
              <w:jc w:val="both"/>
              <w:rPr>
                <w:spacing w:val="-6"/>
                <w:sz w:val="28"/>
                <w:szCs w:val="28"/>
              </w:rPr>
            </w:pPr>
            <w:r w:rsidRPr="00D07DEC">
              <w:rPr>
                <w:spacing w:val="-6"/>
                <w:sz w:val="28"/>
                <w:szCs w:val="28"/>
              </w:rPr>
              <w:t>Приобретение специализированной л</w:t>
            </w:r>
            <w:r w:rsidRPr="00D07DEC">
              <w:rPr>
                <w:spacing w:val="-6"/>
                <w:sz w:val="28"/>
                <w:szCs w:val="28"/>
              </w:rPr>
              <w:t>е</w:t>
            </w:r>
            <w:r w:rsidRPr="00D07DEC">
              <w:rPr>
                <w:spacing w:val="-6"/>
                <w:sz w:val="28"/>
                <w:szCs w:val="28"/>
              </w:rPr>
              <w:t>сопожарной техники и оборудования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582 5131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2489,5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582 5131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2489,5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 по воспроизводству лесов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4366,2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полн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583 5129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4366,2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583 5129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4366,2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Охрана окружа</w:t>
            </w:r>
            <w:r w:rsidRPr="00D07DEC">
              <w:rPr>
                <w:color w:val="000000"/>
                <w:sz w:val="28"/>
                <w:szCs w:val="28"/>
              </w:rPr>
              <w:t>ю</w:t>
            </w:r>
            <w:r w:rsidRPr="00D07DEC">
              <w:rPr>
                <w:color w:val="000000"/>
                <w:sz w:val="28"/>
                <w:szCs w:val="28"/>
              </w:rPr>
              <w:t>щей среды и восстановление пр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родных ресурсов в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880 0000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лесного хозяйства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х</w:t>
            </w:r>
            <w:r w:rsidRPr="00D07DEC">
              <w:rPr>
                <w:color w:val="000000"/>
                <w:sz w:val="28"/>
                <w:szCs w:val="28"/>
              </w:rPr>
              <w:t>рана окружающей среды и восст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883 0000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развитию лесного хозяйства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883 2310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883 2310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165866,726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Воздушный транспорт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17184,026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организациям воздушного транспорта в целях обеспечения до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тупности внутренних региональных воздушных перевозок пассажиров воздушным транспортом в Пр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волжском федеральном округе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300 0400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17184,026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300 0400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17184,026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Водный транспорт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Отдельные мероприятия в области морского и речного транспорта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301 0300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301 0300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Железнодорожный транспорт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42520,0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на компенсацию недоп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лученных доходов, связанных с п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ревозкой пассажиров пригородным железнодорожным транспортом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305 0200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42520,0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ций), индивидуальным предприн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305 0200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42520,0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Другие виды транспорта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105862,7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на компенсацию недоп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лученных доходов от перевозки па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сажиров юридическим лицам, инд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видуальным предпринимателям, осуществляющим данную деятел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317 0100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105862,7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ций), индивидуальным предприн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317 0100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105862,7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2681555,2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Дорожное хозяйство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315574,47718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Содержание и управление доро</w:t>
            </w:r>
            <w:r w:rsidRPr="00D07DEC">
              <w:rPr>
                <w:color w:val="000000"/>
                <w:sz w:val="28"/>
                <w:szCs w:val="28"/>
              </w:rPr>
              <w:t>ж</w:t>
            </w:r>
            <w:r w:rsidRPr="00D07DEC">
              <w:rPr>
                <w:color w:val="000000"/>
                <w:sz w:val="28"/>
                <w:szCs w:val="28"/>
              </w:rPr>
              <w:t>ным хозяйством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78325,8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46554,2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238,6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3695,6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26017,4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1820,0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областным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ным казённым предприятиям на возмещение части затрат, связанных с приобретением дорожно-транспортной техники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315 0200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237248,67718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ций), индивидуальным предприн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315 0200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237248,67718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Погашение кредиторской задолже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ности по капитальному ремонту и ремонту дворовых территорий мн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гоквартирных домов, проездов к дворовым территориям многоква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тирных домов населённых пунктов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программа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3064,13887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Формирование и развитие инфраструктуры зон разв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2014-2018 годы государственной пр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Фо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мирование благоприятного инвест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3064,13887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Субсидии бюджету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погашение кредиторской задолже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ности по оплате услуг, связанных с подготовкой проектной документ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ции для строительства автомобил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ных дорог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901 2429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3064,13887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на софинансирование 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питальных вложений в объекты го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901 2429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3064,13887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программа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Развитие тран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портной системы Ульяновской 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920 0000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2322916,58395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Развитие системы дорожного хозяйства Ульяновской области в 2014-2019 годах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госуда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Развитие транспортной системы Ульяновской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921 0000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2199849,93595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развитию системы дорожного хозяйства  Ульяновской области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2081804,17033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ре информационно-коммуникацион</w:t>
            </w:r>
            <w:r w:rsidRPr="00420D3F"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921 2610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282,0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Закупка товаров, работ, услуг в ц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лях капитального ремонта госуда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ственного (муниципального) имущ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921 2610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69106,08954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1314036,24644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дарственной (муниципальной) со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63151,87322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588059,26531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на софинансирование 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питальных вложений в объекты го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921 2610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47168,69582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Реконструкция автомобильных д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 xml:space="preserve">рог на территории муниципального образования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Инзенское городское поселение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Инзенского района Ул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921 2611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22144,65092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дарственной (муниципальной) со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921 2611</w:t>
            </w:r>
          </w:p>
        </w:tc>
        <w:tc>
          <w:tcPr>
            <w:tcW w:w="75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22144,65092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Строительство мостового перехода через реку Малая Сарка на автом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 xml:space="preserve">бильной дороге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Сурское – Шуме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ля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– автомобильная дорога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Мос</w:t>
            </w:r>
            <w:r w:rsidRPr="00D07DEC">
              <w:rPr>
                <w:color w:val="000000"/>
                <w:sz w:val="28"/>
                <w:szCs w:val="28"/>
              </w:rPr>
              <w:t>к</w:t>
            </w:r>
            <w:r w:rsidRPr="00D07DEC">
              <w:rPr>
                <w:color w:val="000000"/>
                <w:sz w:val="28"/>
                <w:szCs w:val="28"/>
              </w:rPr>
              <w:t>ва – Казань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в Сурском районе Ул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921 2612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95901,1147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дарственной (муниципальной) со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921 2612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95901,1147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Повышение бе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зопасности дорожного движения в Ульяновской области в 2014-2018 годах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Развитие транспортной системы Ульяновской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923 0000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123066,648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обеспечению де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тельности Центра автоматизирова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ной фиксации административных правонарушений в области безопа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ности дорожного движения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10749,551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75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23100,449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Мероприятия, направленные на п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вышение безопасности дорожного движения на автомобильных дор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гах регионального и межмуниц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пального значения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923 2711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80066,648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923 2711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80066,648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Софинансирование расходов, св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занных с обеспечением безопасн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сти дорожного движения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923 2712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9150,0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на софинансирование 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питальных вложений в объекты го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923 2712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9150,0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Другие вопросы в области наци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322941,87274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 по сопровождению и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полнения отдельных процедур, 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ществляемых при исполнении гос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дарственных функций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венными органами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42901,86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31988,285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267,677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183,9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9946,48724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Исполнение судебных актов Росси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ской Федерации и мировых согл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шений по возмещению вреда, пр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чинённого в результате незаконных действий (бездействия) органов го</w:t>
            </w:r>
            <w:r>
              <w:rPr>
                <w:sz w:val="28"/>
                <w:szCs w:val="28"/>
              </w:rPr>
              <w:t>-</w:t>
            </w:r>
          </w:p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сударственной власти (государс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тате деятельности казённых учре</w:t>
            </w:r>
            <w:r w:rsidRPr="00D07DEC">
              <w:rPr>
                <w:sz w:val="28"/>
                <w:szCs w:val="28"/>
              </w:rPr>
              <w:t>ж</w:t>
            </w:r>
            <w:r w:rsidRPr="00D07DEC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307,04076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95,77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Средства на реализацию постано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 xml:space="preserve">ления Правительства Ульяновской области от 10.09.2012 № 421-П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 некоторых мерах государственной поддержки юридических лиц, реал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зующих инвестиционные проекты в социальной сфере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Средства на реализацию пилотных инновационных территориальных кластеров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5900,17394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Мероприятия, предусмотренные программами развития пилотных инновационных территориальных кластеров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309 5063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5900,17394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309 5063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5900,17394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проектов в рамках кул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турно-познавательного туризма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1400,0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поддержка (грант) реализации лучших событийных 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гиональных и межрегиональных проектов в рамках развития кул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турно-познавательного туризма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310 5192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1400,0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310 5192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1000,0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D07DEC">
              <w:rPr>
                <w:spacing w:val="-4"/>
                <w:sz w:val="28"/>
                <w:szCs w:val="28"/>
              </w:rPr>
              <w:t>Субсидии некоммерческим организ</w:t>
            </w:r>
            <w:r w:rsidRPr="00D07DEC">
              <w:rPr>
                <w:spacing w:val="-4"/>
                <w:sz w:val="28"/>
                <w:szCs w:val="28"/>
              </w:rPr>
              <w:t>а</w:t>
            </w:r>
            <w:r w:rsidRPr="00D07DEC">
              <w:rPr>
                <w:spacing w:val="-4"/>
                <w:sz w:val="28"/>
                <w:szCs w:val="28"/>
              </w:rPr>
              <w:t>циям (за исключением государстве</w:t>
            </w:r>
            <w:r w:rsidRPr="00D07DEC">
              <w:rPr>
                <w:spacing w:val="-4"/>
                <w:sz w:val="28"/>
                <w:szCs w:val="28"/>
              </w:rPr>
              <w:t>н</w:t>
            </w:r>
            <w:r w:rsidRPr="00D07DEC">
              <w:rPr>
                <w:spacing w:val="-4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310 5192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Средства на реализацию постано</w:t>
            </w:r>
            <w:r w:rsidRPr="00D07DE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ления Правительства Ул</w:t>
            </w:r>
            <w:r w:rsidRPr="00D07DEC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 xml:space="preserve">ской области от 01.12.2010 № 418-П </w:t>
            </w:r>
            <w:r>
              <w:rPr>
                <w:sz w:val="28"/>
                <w:szCs w:val="28"/>
              </w:rPr>
              <w:br/>
              <w:t>«</w:t>
            </w:r>
            <w:r w:rsidRPr="00D07DEC">
              <w:rPr>
                <w:sz w:val="28"/>
                <w:szCs w:val="28"/>
              </w:rPr>
              <w:t xml:space="preserve">О некоторых мерах по реализации Закона Ульяновской области от 15.03.2005 № 019-ЗО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 развитии инвестиционной деятельности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26344,2086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26344,2086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Разработка Стратегии социально-экономического развития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 области до 2020 года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640 0000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9900,0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640 0000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9900,0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стро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тельства и архитектуры в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4916,2388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Создание комфор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ной среды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строительства и архите</w:t>
            </w:r>
            <w:r w:rsidRPr="00D07DEC">
              <w:rPr>
                <w:color w:val="000000"/>
                <w:sz w:val="28"/>
                <w:szCs w:val="28"/>
              </w:rPr>
              <w:t>к</w:t>
            </w:r>
            <w:r w:rsidRPr="00D07DEC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1316,2388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Организация и проведение социал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но значимых мероприятий в области архитектуры и градостроительства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852 2110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1266,2388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852 2110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676,2388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852 2110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350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590,0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Погашение кредиторской задолже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ности по премированию победит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лей областных конкурсов по благ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устройству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852 2120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852 2120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Увековечение пам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ти лиц, внёсших особый вклад в и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торию Ульяновской области, в 2014-2018 годах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государственной пр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</w:t>
            </w:r>
            <w:r w:rsidRPr="00D07DEC">
              <w:rPr>
                <w:sz w:val="28"/>
                <w:szCs w:val="28"/>
              </w:rPr>
              <w:t>з</w:t>
            </w:r>
            <w:r w:rsidRPr="00D07DEC">
              <w:rPr>
                <w:sz w:val="28"/>
                <w:szCs w:val="28"/>
              </w:rPr>
              <w:t>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3600,0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D07DEC">
              <w:rPr>
                <w:spacing w:val="-4"/>
                <w:sz w:val="28"/>
                <w:szCs w:val="28"/>
              </w:rPr>
              <w:t xml:space="preserve">Субсидии бюджету муниципального образования </w:t>
            </w:r>
            <w:r w:rsidRPr="00420D3F">
              <w:rPr>
                <w:spacing w:val="-4"/>
                <w:sz w:val="28"/>
                <w:szCs w:val="28"/>
              </w:rPr>
              <w:t>«</w:t>
            </w:r>
            <w:r w:rsidRPr="00D07DEC">
              <w:rPr>
                <w:spacing w:val="-4"/>
                <w:sz w:val="28"/>
                <w:szCs w:val="28"/>
              </w:rPr>
              <w:t>город Ульяновск</w:t>
            </w:r>
            <w:r w:rsidRPr="00420D3F">
              <w:rPr>
                <w:spacing w:val="-4"/>
                <w:sz w:val="28"/>
                <w:szCs w:val="28"/>
              </w:rPr>
              <w:t>»</w:t>
            </w:r>
            <w:r w:rsidRPr="00D07DEC">
              <w:rPr>
                <w:spacing w:val="-4"/>
                <w:sz w:val="28"/>
                <w:szCs w:val="28"/>
              </w:rPr>
              <w:t xml:space="preserve"> на изготовление и установку памятников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853 2130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3600,0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853 2130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900 0000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221979,3914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Формирование и развитие инфраструктуры зон разв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тия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 государственной пр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Фо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мирование благоприятного инвест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901 0000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92654,1914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Увеличение уставного капитала а</w:t>
            </w:r>
            <w:r w:rsidRPr="00D07DEC">
              <w:rPr>
                <w:sz w:val="28"/>
                <w:szCs w:val="28"/>
              </w:rPr>
              <w:t>к</w:t>
            </w:r>
            <w:r w:rsidRPr="00D07DEC">
              <w:rPr>
                <w:sz w:val="28"/>
                <w:szCs w:val="28"/>
              </w:rPr>
              <w:t xml:space="preserve">ционерного общества </w:t>
            </w:r>
            <w:r w:rsidRPr="00420D3F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Корпорация развития Ульяновской области</w:t>
            </w:r>
            <w:r w:rsidRPr="00420D3F"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в целях оплаты основного долга по кредиту на строительство объектов инфраструктуры промышленных зон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901 2410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34674,1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Бюджетные инвестиции иным юр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дическим лицам в объекты кап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тального строительства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901 2410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34674,1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Субсидии организациям, которым </w:t>
            </w:r>
            <w:r>
              <w:rPr>
                <w:color w:val="000000"/>
                <w:sz w:val="28"/>
                <w:szCs w:val="28"/>
              </w:rPr>
              <w:br/>
            </w:r>
            <w:r w:rsidRPr="00D07DEC">
              <w:rPr>
                <w:color w:val="000000"/>
                <w:sz w:val="28"/>
                <w:szCs w:val="28"/>
              </w:rPr>
              <w:t>в соответствии с Законом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 xml:space="preserve">ской области от 15.03.2005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br/>
            </w:r>
            <w:r w:rsidRPr="00D07DEC">
              <w:rPr>
                <w:color w:val="000000"/>
                <w:sz w:val="28"/>
                <w:szCs w:val="28"/>
              </w:rPr>
              <w:t xml:space="preserve">№ 019-ЗО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развитии инвестиц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онной 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присвоен статус организации, уполномоче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ной в сфере формирования и разв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тия инфраструктуры промышленных зон, в целях возмещения затрат ук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занных организаций по уплате пр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центов по кредитам, полученным на формирование и развитие инфр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структуры промышленных зон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901 2411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18917,03691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ций), индивидуальным предприн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901 2411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18917,03691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организациям, которым в соответствии с Законом Ульяно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 xml:space="preserve">ской области от 15.03.2005 </w:t>
            </w:r>
            <w:r>
              <w:rPr>
                <w:sz w:val="28"/>
                <w:szCs w:val="28"/>
              </w:rPr>
              <w:br/>
            </w:r>
            <w:r w:rsidRPr="00D07DEC">
              <w:rPr>
                <w:sz w:val="28"/>
                <w:szCs w:val="28"/>
              </w:rPr>
              <w:t xml:space="preserve">№ 019-ЗО </w:t>
            </w:r>
            <w:r w:rsidRPr="00420D3F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 развитии инвестиц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онной деятельности на территории Ульяновской области</w:t>
            </w:r>
            <w:r w:rsidRPr="00420D3F"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присвоен статус организации, уполномоче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в сфере формирования и разв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тия инфраструктуры промышленных зон, в целях возмещения части 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трат указанных организаций в связи с осуществлением мероприятий по формированию и развитию инфр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структуры промышленных зон и функций, определённых постано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 xml:space="preserve">лением Правительства Ульяновской области от 16.08.2013 № 367-П </w:t>
            </w:r>
            <w:r w:rsidRPr="00420D3F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 некоторых вопросах деятельности организации, уполномоченной в сфере формирования и развития и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фраструктуры промышленных зон</w:t>
            </w:r>
            <w:r w:rsidRPr="00420D3F"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901 2413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14063,05449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901 2413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14063,05449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Увеличение уставного капитала а</w:t>
            </w:r>
            <w:r w:rsidRPr="00D07DEC">
              <w:rPr>
                <w:sz w:val="28"/>
                <w:szCs w:val="28"/>
              </w:rPr>
              <w:t>к</w:t>
            </w:r>
            <w:r w:rsidRPr="00D07DEC">
              <w:rPr>
                <w:sz w:val="28"/>
                <w:szCs w:val="28"/>
              </w:rPr>
              <w:t xml:space="preserve">ционерного общества </w:t>
            </w:r>
            <w:r w:rsidRPr="00420D3F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Корпорация развития Ульяновской области</w:t>
            </w:r>
            <w:r w:rsidRPr="00420D3F"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в целях строительства объектов и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фраструктуры промышленных зон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901 2419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25000,0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Бюджетные инвестиции иным юр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дическим лицам в объекты кап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тального строительства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901 2419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Развитие инновац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онной деятельности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2014-2018 годы гос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>дарственной программы Ульяно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Формирование благ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приятного инвестиционного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Внесение членского взноса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новской области в Ассоциацию эк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номического взаимодействия суб</w:t>
            </w:r>
            <w:r w:rsidRPr="00D07DEC">
              <w:rPr>
                <w:sz w:val="28"/>
                <w:szCs w:val="28"/>
              </w:rPr>
              <w:t>ъ</w:t>
            </w:r>
            <w:r w:rsidRPr="00D07DEC">
              <w:rPr>
                <w:sz w:val="28"/>
                <w:szCs w:val="28"/>
              </w:rPr>
              <w:t xml:space="preserve">ектов Российской Федерации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социация инновационных регионов России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902 2910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некоммерческим орган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зациям (за исключением 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(муниципальных) учрежд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902 2910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Ульяновск – ави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ционная столица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 государственной программы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903 0000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105325,2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Увеличение уставного капитала о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 xml:space="preserve">крытого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Аэропорт Ульяновск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в целях о</w:t>
            </w:r>
            <w:r w:rsidRPr="00D07DEC">
              <w:rPr>
                <w:sz w:val="28"/>
                <w:szCs w:val="28"/>
              </w:rPr>
              <w:t>п</w:t>
            </w:r>
            <w:r w:rsidRPr="00D07DEC">
              <w:rPr>
                <w:sz w:val="28"/>
                <w:szCs w:val="28"/>
              </w:rPr>
              <w:t xml:space="preserve">латы основного долга по кредиту на реконструкцию здания аэровокзала открытого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Аэропорт Ульяновск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903 2510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Бюджетные инвестиции иным юр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дическим лицам в объекты кап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тального строительства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903 2510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юридическим лицам, осуществляющим аэропортовую деятельность, на возмещение затрат, связанных с уплатой процентов по привлечённым кредитам, в целях 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конструкции объектов аэропортовой инфраструктуры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903 2511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15325,2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ций), индивидуальным предприн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903 2511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15325,2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малого и среднего предпринимательства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Формиров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ние благоприятного инвестиционн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904 0000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Предоставление субсидий автоно</w:t>
            </w:r>
            <w:r w:rsidRPr="00D07DEC">
              <w:rPr>
                <w:color w:val="000000"/>
                <w:sz w:val="28"/>
                <w:szCs w:val="28"/>
              </w:rPr>
              <w:t>м</w:t>
            </w:r>
            <w:r w:rsidRPr="00D07DEC">
              <w:rPr>
                <w:color w:val="000000"/>
                <w:sz w:val="28"/>
                <w:szCs w:val="28"/>
              </w:rPr>
              <w:t xml:space="preserve">ной некоммерческой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Региональный центр поддержки и сопровождения предпринимательс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обеспечение деятельности центра поддержки предприним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тельства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904 2810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904 2810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Предоставление субсидий автоно</w:t>
            </w:r>
            <w:r w:rsidRPr="00D07DEC">
              <w:rPr>
                <w:sz w:val="28"/>
                <w:szCs w:val="28"/>
              </w:rPr>
              <w:t>м</w:t>
            </w:r>
            <w:r w:rsidRPr="00D07DEC">
              <w:rPr>
                <w:sz w:val="28"/>
                <w:szCs w:val="28"/>
              </w:rPr>
              <w:t xml:space="preserve">ной некоммерческой организации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Центр кластерного развития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обеспечение деятельности центра кластерного развития для субъектов малого и среднего предпринимательства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904 2811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2700,0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некоммерческим орган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зациям (за исключением 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(муниципальных) учрежд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904 2811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2700,0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Обеспечение деятельности центра кластерного развития для субъектов малого и среднего предприним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тельства посредством предоставл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ния субсидий автономной неко</w:t>
            </w:r>
            <w:r w:rsidRPr="00D07DEC">
              <w:rPr>
                <w:sz w:val="28"/>
                <w:szCs w:val="28"/>
              </w:rPr>
              <w:t>м</w:t>
            </w:r>
            <w:r w:rsidRPr="00D07DEC">
              <w:rPr>
                <w:sz w:val="28"/>
                <w:szCs w:val="28"/>
              </w:rPr>
              <w:t xml:space="preserve">мерческой организации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Центр ра</w:t>
            </w:r>
            <w:r w:rsidRPr="00D07DEC">
              <w:rPr>
                <w:sz w:val="28"/>
                <w:szCs w:val="28"/>
              </w:rPr>
              <w:t>з</w:t>
            </w:r>
            <w:r w:rsidRPr="00D07DEC">
              <w:rPr>
                <w:sz w:val="28"/>
                <w:szCs w:val="28"/>
              </w:rPr>
              <w:t>вития ядерного инновационного кластера города Димитровграда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904 2812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некоммерческим орган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зациям (за исключением 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(муниципальных) учрежд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904 2812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субъектам малого и сре</w:t>
            </w:r>
            <w:r w:rsidRPr="00D07DEC">
              <w:rPr>
                <w:sz w:val="28"/>
                <w:szCs w:val="28"/>
              </w:rPr>
              <w:t>д</w:t>
            </w:r>
            <w:r w:rsidRPr="00D07DEC">
              <w:rPr>
                <w:sz w:val="28"/>
                <w:szCs w:val="28"/>
              </w:rPr>
              <w:t>него предпринимательства на ко</w:t>
            </w:r>
            <w:r w:rsidRPr="00D07DEC">
              <w:rPr>
                <w:sz w:val="28"/>
                <w:szCs w:val="28"/>
              </w:rPr>
              <w:t>м</w:t>
            </w:r>
            <w:r w:rsidRPr="00D07DEC">
              <w:rPr>
                <w:sz w:val="28"/>
                <w:szCs w:val="28"/>
              </w:rPr>
              <w:t>пенсацию части затрат, связанных с обучением и (или) повышением кв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лификации работников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904 2813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904 2813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Поддержка деятельности Ульяно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ского регионального представител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ства Европейского Информационн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 xml:space="preserve">го Корреспондентского Центра в России посредством предоставления субсидии Фонду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Корпорация по развитию предпринимательства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904 2814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некоммерческим орган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зациям (за исключением 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(муниципальных) учрежд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904 2814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Субсидирование части затрат, св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занных с уплатой процентов по кр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дитам, привлечённым субъектами малого и среднего предприним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тельства в российских кредитных организациях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904 2815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1700,0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904 2815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Предоставление субсидий субъектам малого и среднего предприним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тельства на возмещение затрат на организацию групп дневного врем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препровождения детей дошкольного возраста и иных подобных им видов деятельности по уходу и присмотру за детьми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904 2816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ций), индивидуальным предприн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904 2816</w:t>
            </w:r>
          </w:p>
        </w:tc>
        <w:tc>
          <w:tcPr>
            <w:tcW w:w="75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1B2BDE">
            <w:pPr>
              <w:spacing w:line="326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Предоставление субсидий неко</w:t>
            </w:r>
            <w:r w:rsidRPr="00D07DEC">
              <w:rPr>
                <w:sz w:val="28"/>
                <w:szCs w:val="28"/>
              </w:rPr>
              <w:t>м</w:t>
            </w:r>
            <w:r w:rsidRPr="00D07DEC">
              <w:rPr>
                <w:sz w:val="28"/>
                <w:szCs w:val="28"/>
              </w:rPr>
              <w:t xml:space="preserve">мерческому партнёрству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Ремесле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ная палата Ульяновской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поддержку субъектов малого и сре</w:t>
            </w:r>
            <w:r w:rsidRPr="00D07DEC">
              <w:rPr>
                <w:sz w:val="28"/>
                <w:szCs w:val="28"/>
              </w:rPr>
              <w:t>д</w:t>
            </w:r>
            <w:r w:rsidRPr="00D07DEC">
              <w:rPr>
                <w:sz w:val="28"/>
                <w:szCs w:val="28"/>
              </w:rPr>
              <w:t>него предпринимательства, осущ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ствляющих деятельность в области ремёсел, народных художественных промыслов, сельского и экологич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ского туризма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1B2BDE">
            <w:pPr>
              <w:spacing w:line="326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904 2817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1B2BDE">
            <w:pPr>
              <w:spacing w:line="326" w:lineRule="auto"/>
              <w:jc w:val="both"/>
              <w:rPr>
                <w:spacing w:val="-4"/>
                <w:sz w:val="28"/>
                <w:szCs w:val="28"/>
              </w:rPr>
            </w:pPr>
            <w:r w:rsidRPr="00D07DEC">
              <w:rPr>
                <w:spacing w:val="-4"/>
                <w:sz w:val="28"/>
                <w:szCs w:val="28"/>
              </w:rPr>
              <w:t>Субсидии некоммерческим организ</w:t>
            </w:r>
            <w:r w:rsidRPr="00D07DEC">
              <w:rPr>
                <w:spacing w:val="-4"/>
                <w:sz w:val="28"/>
                <w:szCs w:val="28"/>
              </w:rPr>
              <w:t>а</w:t>
            </w:r>
            <w:r w:rsidRPr="00D07DEC">
              <w:rPr>
                <w:spacing w:val="-4"/>
                <w:sz w:val="28"/>
                <w:szCs w:val="28"/>
              </w:rPr>
              <w:t>циям (за исключением государстве</w:t>
            </w:r>
            <w:r w:rsidRPr="00D07DEC">
              <w:rPr>
                <w:spacing w:val="-4"/>
                <w:sz w:val="28"/>
                <w:szCs w:val="28"/>
              </w:rPr>
              <w:t>н</w:t>
            </w:r>
            <w:r w:rsidRPr="00D07DEC">
              <w:rPr>
                <w:spacing w:val="-4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1B2BDE">
            <w:pPr>
              <w:spacing w:line="326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904 2817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1B2BDE">
            <w:pPr>
              <w:spacing w:line="326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туризма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1B2BDE">
            <w:pPr>
              <w:spacing w:line="326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910 0000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1B2BDE">
            <w:pPr>
              <w:spacing w:line="326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Рекламно-информационное обесп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чение  развития туризма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1B2BDE">
            <w:pPr>
              <w:spacing w:line="326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910 2610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1B2BDE">
            <w:pPr>
              <w:spacing w:line="326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1B2BDE">
            <w:pPr>
              <w:spacing w:line="326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910 2610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1B2BDE">
            <w:pPr>
              <w:spacing w:line="326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1B2BDE">
            <w:pPr>
              <w:spacing w:line="326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523225,45763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</w:tcPr>
          <w:p w:rsidR="00B5552C" w:rsidRPr="00D07DEC" w:rsidRDefault="00B5552C" w:rsidP="001B2BDE">
            <w:pPr>
              <w:spacing w:line="326" w:lineRule="auto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Жилищное хозяйство 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</w:tcPr>
          <w:p w:rsidR="00B5552C" w:rsidRPr="00D07DEC" w:rsidRDefault="00B5552C" w:rsidP="001B2BDE">
            <w:pPr>
              <w:spacing w:line="326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161530,12865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</w:tcPr>
          <w:p w:rsidR="00B5552C" w:rsidRPr="00D07DEC" w:rsidRDefault="00B5552C" w:rsidP="001B2BDE">
            <w:pPr>
              <w:spacing w:line="326" w:lineRule="auto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мероприятий по кап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1B2BDE">
            <w:pPr>
              <w:spacing w:line="326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150787,12865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</w:tcPr>
          <w:p w:rsidR="00B5552C" w:rsidRPr="00D07DEC" w:rsidRDefault="00B5552C" w:rsidP="001B2BDE">
            <w:pPr>
              <w:spacing w:line="326" w:lineRule="auto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мероприятий по кап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тальному ремонту многоквартирных домов и переселению граждан из аварийного жилищного фонда за счёт средств, поступивших от гос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дарственной корпорации – Фонда содействия реформированию ж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567" w:type="dxa"/>
            <w:vAlign w:val="bottom"/>
          </w:tcPr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1B2BDE">
            <w:pPr>
              <w:spacing w:line="326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098 9500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61867,575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</w:tcPr>
          <w:p w:rsidR="00B5552C" w:rsidRPr="00E974B7" w:rsidRDefault="00B5552C" w:rsidP="00E974B7">
            <w:pPr>
              <w:spacing w:line="326" w:lineRule="auto"/>
              <w:ind w:right="-108"/>
              <w:rPr>
                <w:color w:val="000000"/>
                <w:spacing w:val="-8"/>
                <w:sz w:val="28"/>
                <w:szCs w:val="28"/>
              </w:rPr>
            </w:pPr>
            <w:r w:rsidRPr="00E974B7">
              <w:rPr>
                <w:color w:val="000000"/>
                <w:spacing w:val="-8"/>
                <w:sz w:val="28"/>
                <w:szCs w:val="28"/>
              </w:rPr>
              <w:t>Обеспечение мероприятий по капитал</w:t>
            </w:r>
            <w:r w:rsidRPr="00E974B7">
              <w:rPr>
                <w:color w:val="000000"/>
                <w:spacing w:val="-8"/>
                <w:sz w:val="28"/>
                <w:szCs w:val="28"/>
              </w:rPr>
              <w:t>ь</w:t>
            </w:r>
            <w:r w:rsidRPr="00E974B7">
              <w:rPr>
                <w:color w:val="000000"/>
                <w:spacing w:val="-8"/>
                <w:sz w:val="28"/>
                <w:szCs w:val="28"/>
              </w:rPr>
              <w:t>ному ремонту многоквартирных домов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1B2BDE">
            <w:pPr>
              <w:spacing w:line="326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098 9501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61867,575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</w:tcPr>
          <w:p w:rsidR="00B5552C" w:rsidRPr="00D07DEC" w:rsidRDefault="00B5552C" w:rsidP="001B2BDE">
            <w:pPr>
              <w:spacing w:line="326" w:lineRule="auto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1B2BDE">
            <w:pPr>
              <w:spacing w:line="326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098 9501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1477,24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</w:tcPr>
          <w:p w:rsidR="00B5552C" w:rsidRPr="001B2BDE" w:rsidRDefault="00B5552C" w:rsidP="001B2BDE">
            <w:pPr>
              <w:spacing w:line="326" w:lineRule="auto"/>
              <w:rPr>
                <w:color w:val="000000"/>
                <w:spacing w:val="-4"/>
                <w:sz w:val="28"/>
                <w:szCs w:val="28"/>
              </w:rPr>
            </w:pPr>
            <w:r w:rsidRPr="001B2BDE">
              <w:rPr>
                <w:color w:val="000000"/>
                <w:spacing w:val="-4"/>
                <w:sz w:val="28"/>
                <w:szCs w:val="28"/>
              </w:rPr>
              <w:t>Субсидии некоммерческим организ</w:t>
            </w:r>
            <w:r w:rsidRPr="001B2BDE">
              <w:rPr>
                <w:color w:val="000000"/>
                <w:spacing w:val="-4"/>
                <w:sz w:val="28"/>
                <w:szCs w:val="28"/>
              </w:rPr>
              <w:t>а</w:t>
            </w:r>
            <w:r w:rsidRPr="001B2BDE">
              <w:rPr>
                <w:color w:val="000000"/>
                <w:spacing w:val="-4"/>
                <w:sz w:val="28"/>
                <w:szCs w:val="28"/>
              </w:rPr>
              <w:t>циям (за исключением государстве</w:t>
            </w:r>
            <w:r w:rsidRPr="001B2BDE">
              <w:rPr>
                <w:color w:val="000000"/>
                <w:spacing w:val="-4"/>
                <w:sz w:val="28"/>
                <w:szCs w:val="28"/>
              </w:rPr>
              <w:t>н</w:t>
            </w:r>
            <w:r w:rsidRPr="001B2BDE">
              <w:rPr>
                <w:color w:val="000000"/>
                <w:spacing w:val="-4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1B2BDE">
            <w:pPr>
              <w:spacing w:line="326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098 9501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60390,335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</w:tcPr>
          <w:p w:rsidR="00B5552C" w:rsidRPr="001B2BDE" w:rsidRDefault="00B5552C" w:rsidP="001B2BDE">
            <w:pPr>
              <w:spacing w:line="326" w:lineRule="auto"/>
              <w:rPr>
                <w:sz w:val="28"/>
                <w:szCs w:val="28"/>
              </w:rPr>
            </w:pPr>
            <w:r w:rsidRPr="001B2BDE">
              <w:rPr>
                <w:sz w:val="28"/>
                <w:szCs w:val="28"/>
              </w:rPr>
              <w:t>Обеспечение мероприятий по пер</w:t>
            </w:r>
            <w:r w:rsidRPr="001B2BDE">
              <w:rPr>
                <w:sz w:val="28"/>
                <w:szCs w:val="28"/>
              </w:rPr>
              <w:t>е</w:t>
            </w:r>
            <w:r w:rsidRPr="001B2BDE">
              <w:rPr>
                <w:sz w:val="28"/>
                <w:szCs w:val="28"/>
              </w:rPr>
              <w:t>селению граждан из аварийного ж</w:t>
            </w:r>
            <w:r w:rsidRPr="001B2BDE">
              <w:rPr>
                <w:sz w:val="28"/>
                <w:szCs w:val="28"/>
              </w:rPr>
              <w:t>и</w:t>
            </w:r>
            <w:r w:rsidRPr="001B2BDE">
              <w:rPr>
                <w:sz w:val="28"/>
                <w:szCs w:val="28"/>
              </w:rPr>
              <w:t>лищного фонда</w:t>
            </w:r>
          </w:p>
        </w:tc>
        <w:tc>
          <w:tcPr>
            <w:tcW w:w="567" w:type="dxa"/>
            <w:vAlign w:val="bottom"/>
          </w:tcPr>
          <w:p w:rsidR="00B5552C" w:rsidRPr="001B2BDE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1B2BDE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1B2BDE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1B2BDE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1B2BDE" w:rsidRDefault="00B5552C" w:rsidP="001B2BDE">
            <w:pPr>
              <w:spacing w:line="326" w:lineRule="auto"/>
              <w:ind w:left="-108"/>
              <w:jc w:val="right"/>
              <w:rPr>
                <w:sz w:val="28"/>
                <w:szCs w:val="28"/>
              </w:rPr>
            </w:pPr>
            <w:r w:rsidRPr="001B2BDE">
              <w:rPr>
                <w:sz w:val="28"/>
                <w:szCs w:val="28"/>
              </w:rPr>
              <w:t>098 9502</w:t>
            </w:r>
          </w:p>
        </w:tc>
        <w:tc>
          <w:tcPr>
            <w:tcW w:w="757" w:type="dxa"/>
            <w:vAlign w:val="bottom"/>
          </w:tcPr>
          <w:p w:rsidR="00B5552C" w:rsidRPr="001B2BDE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1B2BD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65919,55365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</w:tcPr>
          <w:p w:rsidR="00B5552C" w:rsidRPr="001B2BDE" w:rsidRDefault="00B5552C" w:rsidP="001B2BDE">
            <w:pPr>
              <w:spacing w:line="326" w:lineRule="auto"/>
              <w:rPr>
                <w:sz w:val="28"/>
                <w:szCs w:val="28"/>
              </w:rPr>
            </w:pPr>
            <w:r w:rsidRPr="001B2BDE">
              <w:rPr>
                <w:sz w:val="28"/>
                <w:szCs w:val="28"/>
              </w:rPr>
              <w:t>Субсидии на софинансирование к</w:t>
            </w:r>
            <w:r w:rsidRPr="001B2BDE">
              <w:rPr>
                <w:sz w:val="28"/>
                <w:szCs w:val="28"/>
              </w:rPr>
              <w:t>а</w:t>
            </w:r>
            <w:r w:rsidRPr="001B2BDE">
              <w:rPr>
                <w:sz w:val="28"/>
                <w:szCs w:val="28"/>
              </w:rPr>
              <w:t>питальных вложений в объекты г</w:t>
            </w:r>
            <w:r w:rsidRPr="001B2BDE">
              <w:rPr>
                <w:sz w:val="28"/>
                <w:szCs w:val="28"/>
              </w:rPr>
              <w:t>о</w:t>
            </w:r>
            <w:r w:rsidRPr="001B2BDE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1B2BDE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1B2BDE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1B2BDE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1B2BDE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1B2BDE" w:rsidRDefault="00B5552C" w:rsidP="001B2BDE">
            <w:pPr>
              <w:spacing w:line="326" w:lineRule="auto"/>
              <w:ind w:left="-108"/>
              <w:jc w:val="right"/>
              <w:rPr>
                <w:sz w:val="28"/>
                <w:szCs w:val="28"/>
              </w:rPr>
            </w:pPr>
            <w:r w:rsidRPr="001B2BDE">
              <w:rPr>
                <w:sz w:val="28"/>
                <w:szCs w:val="28"/>
              </w:rPr>
              <w:t>098 9502</w:t>
            </w:r>
          </w:p>
        </w:tc>
        <w:tc>
          <w:tcPr>
            <w:tcW w:w="757" w:type="dxa"/>
            <w:vAlign w:val="bottom"/>
          </w:tcPr>
          <w:p w:rsidR="00B5552C" w:rsidRPr="001B2BDE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1B2BDE">
              <w:rPr>
                <w:sz w:val="28"/>
                <w:szCs w:val="28"/>
              </w:rPr>
              <w:t>522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65919,55365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</w:tcPr>
          <w:p w:rsidR="00B5552C" w:rsidRPr="00D07DEC" w:rsidRDefault="00B5552C" w:rsidP="001B2BDE">
            <w:pPr>
              <w:spacing w:line="326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Обеспечение мероприятий по кап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тальному ремонту многоквартирных домов и переселению граждан из аварийного жилищного фонда за счёт средств бюджетов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1B2BDE">
            <w:pPr>
              <w:spacing w:line="326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098 9600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23000,0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</w:tcPr>
          <w:p w:rsidR="00B5552C" w:rsidRPr="00D07DEC" w:rsidRDefault="00B5552C" w:rsidP="001B2BDE">
            <w:pPr>
              <w:spacing w:line="326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Обеспечение мероприятий по кап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 xml:space="preserve">тальному ремонту </w:t>
            </w:r>
            <w:r>
              <w:rPr>
                <w:sz w:val="28"/>
                <w:szCs w:val="28"/>
              </w:rPr>
              <w:t xml:space="preserve">многоквартирных </w:t>
            </w:r>
            <w:r w:rsidRPr="00D07DEC">
              <w:rPr>
                <w:sz w:val="28"/>
                <w:szCs w:val="28"/>
              </w:rPr>
              <w:t>домов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1B2BDE">
            <w:pPr>
              <w:spacing w:line="326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098 9601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10000,0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</w:tcPr>
          <w:p w:rsidR="00B5552C" w:rsidRPr="00D07DEC" w:rsidRDefault="00B5552C" w:rsidP="001B2BDE">
            <w:pPr>
              <w:spacing w:line="326" w:lineRule="auto"/>
              <w:jc w:val="both"/>
              <w:rPr>
                <w:spacing w:val="-4"/>
                <w:sz w:val="28"/>
                <w:szCs w:val="28"/>
              </w:rPr>
            </w:pPr>
            <w:r w:rsidRPr="00D07DEC">
              <w:rPr>
                <w:spacing w:val="-4"/>
                <w:sz w:val="28"/>
                <w:szCs w:val="28"/>
              </w:rPr>
              <w:t>Субсидии некоммерческим организ</w:t>
            </w:r>
            <w:r w:rsidRPr="00D07DEC">
              <w:rPr>
                <w:spacing w:val="-4"/>
                <w:sz w:val="28"/>
                <w:szCs w:val="28"/>
              </w:rPr>
              <w:t>а</w:t>
            </w:r>
            <w:r w:rsidRPr="00D07DEC">
              <w:rPr>
                <w:spacing w:val="-4"/>
                <w:sz w:val="28"/>
                <w:szCs w:val="28"/>
              </w:rPr>
              <w:t>циям (за исключением государстве</w:t>
            </w:r>
            <w:r w:rsidRPr="00D07DEC">
              <w:rPr>
                <w:spacing w:val="-4"/>
                <w:sz w:val="28"/>
                <w:szCs w:val="28"/>
              </w:rPr>
              <w:t>н</w:t>
            </w:r>
            <w:r w:rsidRPr="00D07DEC">
              <w:rPr>
                <w:spacing w:val="-4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1B2BDE">
            <w:pPr>
              <w:spacing w:line="326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098 9601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630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B5552C" w:rsidRPr="00D07DEC" w:rsidRDefault="00B5552C" w:rsidP="001B2BDE">
            <w:pPr>
              <w:spacing w:line="326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10000,0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</w:tcPr>
          <w:p w:rsidR="00B5552C" w:rsidRPr="00D07DEC" w:rsidRDefault="00B5552C" w:rsidP="00420D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Обеспечение мероприятий по пер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селению граждан из аварийного ж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лищного фонда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098 9602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13000,0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</w:tcPr>
          <w:p w:rsidR="00B5552C" w:rsidRDefault="00B5552C" w:rsidP="00420D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на софинансирование 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питальных вложений в объекты го</w:t>
            </w:r>
            <w:r>
              <w:rPr>
                <w:sz w:val="28"/>
                <w:szCs w:val="28"/>
              </w:rPr>
              <w:t>-</w:t>
            </w:r>
          </w:p>
          <w:p w:rsidR="00B5552C" w:rsidRPr="00D07DEC" w:rsidRDefault="00B5552C" w:rsidP="00420D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098 9602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522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13000,0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</w:tcPr>
          <w:p w:rsidR="00B5552C" w:rsidRPr="00D07DEC" w:rsidRDefault="00B5552C" w:rsidP="00420D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Областные адресные программы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10743,0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</w:tcPr>
          <w:p w:rsidR="00B5552C" w:rsidRPr="00D07DEC" w:rsidRDefault="00B5552C" w:rsidP="00420D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 по переселению гра</w:t>
            </w:r>
            <w:r w:rsidRPr="00D07DEC">
              <w:rPr>
                <w:sz w:val="28"/>
                <w:szCs w:val="28"/>
              </w:rPr>
              <w:t>ж</w:t>
            </w:r>
            <w:r w:rsidRPr="00D07DEC">
              <w:rPr>
                <w:sz w:val="28"/>
                <w:szCs w:val="28"/>
              </w:rPr>
              <w:t>дан из аварийного жилищного фонда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525 2450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10743,0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</w:tcPr>
          <w:p w:rsidR="00B5552C" w:rsidRDefault="00B5552C" w:rsidP="00420D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на софинансирование 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питальных вложений в объекты го</w:t>
            </w:r>
            <w:r>
              <w:rPr>
                <w:sz w:val="28"/>
                <w:szCs w:val="28"/>
              </w:rPr>
              <w:t>-</w:t>
            </w:r>
          </w:p>
          <w:p w:rsidR="00B5552C" w:rsidRPr="00D07DEC" w:rsidRDefault="00B5552C" w:rsidP="00420D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525 2450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522</w:t>
            </w:r>
          </w:p>
        </w:tc>
        <w:tc>
          <w:tcPr>
            <w:tcW w:w="2106" w:type="dxa"/>
            <w:shd w:val="clear" w:color="000000" w:fill="FFFFFF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10743,0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44380,0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поддержка сел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44380,0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мероприятий федерал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Устойч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584 5018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44380,0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Default="00B5552C" w:rsidP="007A5CDF">
            <w:pPr>
              <w:spacing w:line="360" w:lineRule="auto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на софинансирование 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питальных вложений в объекты го</w:t>
            </w:r>
            <w:r>
              <w:rPr>
                <w:sz w:val="28"/>
                <w:szCs w:val="28"/>
              </w:rPr>
              <w:t>-</w:t>
            </w:r>
          </w:p>
          <w:p w:rsidR="00B5552C" w:rsidRPr="00D07DEC" w:rsidRDefault="00B5552C" w:rsidP="007A5CDF">
            <w:pPr>
              <w:spacing w:line="360" w:lineRule="auto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584 5018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44380,0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317315,32898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63584,9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63584,9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56077,0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192,0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3893,3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3381,6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41,0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 по сопровождению и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полнения отдельных процедур, 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ществляемых при исполнении гос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дарственных функций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венными органами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31606,2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27802,3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30,7794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3557,0206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216,1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зований, возникающих при выпо</w:t>
            </w:r>
            <w:r w:rsidRPr="00D07DEC">
              <w:rPr>
                <w:color w:val="000000"/>
                <w:sz w:val="28"/>
                <w:szCs w:val="28"/>
              </w:rPr>
              <w:t>л</w:t>
            </w:r>
            <w:r w:rsidRPr="00D07DEC"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Финансовое обеспечение установл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ния нормативов потребления нас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лением твёрдого топлива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521 2000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521 2000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Премирование муниципального 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 xml:space="preserve">разования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Большенагаткинское сельское поселение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Цильнинского района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Прочие мероприятия, осуществля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мые за счёт межбюджетных тран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фертов прошлых лет из федеральн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го бюджета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585 5898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585 5898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540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государственных фун</w:t>
            </w:r>
            <w:r w:rsidRPr="00D07DEC">
              <w:rPr>
                <w:color w:val="000000"/>
                <w:sz w:val="28"/>
                <w:szCs w:val="28"/>
              </w:rPr>
              <w:t>к</w:t>
            </w:r>
            <w:r w:rsidRPr="00D07DEC">
              <w:rPr>
                <w:color w:val="000000"/>
                <w:sz w:val="28"/>
                <w:szCs w:val="28"/>
              </w:rPr>
              <w:t>ций, связанных с обеспечением о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дельных мероприятий в сфере ж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660 0000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87001,5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Мероприятия, связанные с обесп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чением функционирования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жилищно-коммунального х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660 0100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80266,5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ций), индивидуальным предприн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660 0100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80266,5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Мероприятия, связанные с обесп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чением функционирования реги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нального оператора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660 0200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6735,0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некоммерческим орган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зациям (за исключением 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(муниципальных) учрежд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660 0200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6735,0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жили</w:t>
            </w:r>
            <w:r w:rsidRPr="00D07DEC">
              <w:rPr>
                <w:color w:val="000000"/>
                <w:sz w:val="28"/>
                <w:szCs w:val="28"/>
              </w:rPr>
              <w:t>щ</w:t>
            </w:r>
            <w:r w:rsidRPr="00D07DEC">
              <w:rPr>
                <w:color w:val="000000"/>
                <w:sz w:val="28"/>
                <w:szCs w:val="28"/>
              </w:rPr>
              <w:t>но-коммунального хозяйства в Ул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65186,97237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Чистая вода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гос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жилищно-коммунального хозяйства в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12188,13581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Ремонт объектов водоснабжения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831 2422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1463,0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831 2422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1463,0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Погашение кредиторской задолже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ности за ранее выполненные работы по ремонту объектов водоснабж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ния, восстановлению дебита водоз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борных скважин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831 2423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6332,13581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831 2423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6332,13581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Погашение кредиторской задолже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ности за ранее выполненные работы по строительству и реконструкции объектов водоснабжения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831 2424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2778,0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на софинансирование 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питальных вложений в объекты го</w:t>
            </w:r>
            <w:r>
              <w:rPr>
                <w:sz w:val="28"/>
                <w:szCs w:val="28"/>
              </w:rPr>
              <w:t>-</w:t>
            </w:r>
          </w:p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831 2424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2778,0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Подготовка проектной документ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831 2425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1615,0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на софинансирование 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питальных вложений в объекты го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831 2425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1615,0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Газификация нас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лённых пунктов Ульяновской облас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ж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лищно-коммунального хозяйства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6998,83656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Строительство объектов газосна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>жения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832 2414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6998,83656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на софинансирование 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питальных вложений в объекты го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832 2414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6998,83656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Содействие 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ципальным образованиям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 в подготовке и прох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ждении отопительных сезонов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г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сударственной программы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жилищно-коммунального хозяйства в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46000,0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Оказание содействия муниципал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ным образованиям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ласти в подготовке и прохождении отопительного сезона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46000,0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46000,0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программа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Развитие сельск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го хозяйства и регулирование ры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ков сельскохозяйственной проду</w:t>
            </w:r>
            <w:r w:rsidRPr="00D07DEC">
              <w:rPr>
                <w:sz w:val="28"/>
                <w:szCs w:val="28"/>
              </w:rPr>
              <w:t>к</w:t>
            </w:r>
            <w:r w:rsidRPr="00D07DEC">
              <w:rPr>
                <w:sz w:val="28"/>
                <w:szCs w:val="28"/>
              </w:rPr>
              <w:t>ции, сырья и продовольствия в 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2014-2020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68201,75661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Устойчивое разв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госуда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Развитие сельского хозя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ства и регулирование рынков сел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скохозяйственной продукции, сырья и продовольствия в Ульяновской 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68201,75661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Софинансирование мероприятий по строительству объектов газоснабж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 xml:space="preserve">ния в сельской местности в рамках реализации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931 2415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23976,0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на софинансирование 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питальных вложений в объекты го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931 2415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23976,0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Софинансирование мероприятий по строительству и реконструкции об</w:t>
            </w:r>
            <w:r w:rsidRPr="00D07DEC">
              <w:rPr>
                <w:sz w:val="28"/>
                <w:szCs w:val="28"/>
              </w:rPr>
              <w:t>ъ</w:t>
            </w:r>
            <w:r w:rsidRPr="00D07DEC">
              <w:rPr>
                <w:sz w:val="28"/>
                <w:szCs w:val="28"/>
              </w:rPr>
              <w:t>ектов водоснабжения в сельской м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стности в рамках реализации фед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Ус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тойчивое развитие сельских терр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торий на 2014-2017 годы и на пер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931 2421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44225,75661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на софинансирование 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питальных вложений в объекты го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931 2421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44225,75661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7737,01728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7737,01728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Осуществление отдельных полн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мочий Российской Федерации орг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нами государственной власти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 в области  охраны окружающей среды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350,5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вии с частью первой статьи 6 Фед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 xml:space="preserve">рального закона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 животном мире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полномочий Российской Федерации в области организации, регулиров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ния и охраны водных биологических ресурсов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295 5910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295 5910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вии с частью первой статьи 6 Фед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 xml:space="preserve">рального закона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 животном мире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полномочий Российской Федерации в области охраны и использования объектов животного мира (за и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ключением охотничьих ресурсов и водных биологических ресурсов)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295 5920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295 5920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вии с частью 1 статьи 33 Федерал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 xml:space="preserve">ного закона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Об охоте и о сохран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нии охотничьих ресурсов и о внес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нии изменений в отдельные закон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дательные акты Российской Федер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полномочий Российской Фед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рации в области охраны и использ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вания охотничьих ресурсов (за и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ключением полномочий Российской Федерации по федеральному гос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>дарственному охотничьему надзору, выдаче разрешений на добычу охо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ничьих ресурсов и заключению охотхозяйственных соглашений)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295 5990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167,3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295 5990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167,3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полн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мочий Российской Федерации орг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нами государственной власти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7046,1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bottom"/>
          </w:tcPr>
          <w:p w:rsidR="00B5552C" w:rsidRPr="00D07DEC" w:rsidRDefault="00B5552C" w:rsidP="007A5CDF">
            <w:pPr>
              <w:spacing w:line="360" w:lineRule="auto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вии с частью 1 статьи 33 Федерал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 xml:space="preserve">ного закона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Об охоте и о сохран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нии охотничьих ресурсов и о внес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нии изменений в отдельные закон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дательные акты Российской Федер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полномочий Российской Фед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рации в области охраны и использ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вания охотничьих ресурсов, по ко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тролю, надзору, выдаче разрешений на добычу охотничьих ресурсов и заключению охотхозяйственных с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глашений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296 5980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7046,1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296 5980</w:t>
            </w:r>
          </w:p>
        </w:tc>
        <w:tc>
          <w:tcPr>
            <w:tcW w:w="75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6387,264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296 5980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4,2974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ре информационно-коммуникацион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296 5980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361,836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296 5980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268,2026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296 5980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296 5980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9,1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20D3F">
              <w:rPr>
                <w:sz w:val="28"/>
                <w:szCs w:val="28"/>
              </w:rPr>
              <w:t>Государственная</w:t>
            </w:r>
            <w:r w:rsidRPr="00D07DEC">
              <w:rPr>
                <w:sz w:val="28"/>
                <w:szCs w:val="28"/>
              </w:rPr>
              <w:t xml:space="preserve"> программа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 xml:space="preserve">новской области </w:t>
            </w:r>
            <w:r w:rsidRPr="00420D3F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Охрана окружа</w:t>
            </w:r>
            <w:r w:rsidRPr="00D07DEC">
              <w:rPr>
                <w:sz w:val="28"/>
                <w:szCs w:val="28"/>
              </w:rPr>
              <w:t>ю</w:t>
            </w:r>
            <w:r w:rsidRPr="00D07DEC">
              <w:rPr>
                <w:sz w:val="28"/>
                <w:szCs w:val="28"/>
              </w:rPr>
              <w:t>щей среды и восстановление пр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родных ресурсов в Ульяновской 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>ласти на 2014-2020 годы</w:t>
            </w:r>
            <w:r w:rsidRPr="00420D3F"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880 0000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340,41728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Подпрограмма </w:t>
            </w:r>
            <w:r w:rsidRPr="00420D3F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Охрана окружа</w:t>
            </w:r>
            <w:r w:rsidRPr="00D07DEC">
              <w:rPr>
                <w:sz w:val="28"/>
                <w:szCs w:val="28"/>
              </w:rPr>
              <w:t>ю</w:t>
            </w:r>
            <w:r w:rsidRPr="00D07DEC">
              <w:rPr>
                <w:sz w:val="28"/>
                <w:szCs w:val="28"/>
              </w:rPr>
              <w:t>щей среды</w:t>
            </w:r>
            <w:r w:rsidRPr="00420D3F"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государственной пр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 xml:space="preserve">граммы Ульяновской области </w:t>
            </w:r>
            <w:r w:rsidRPr="00420D3F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х</w:t>
            </w:r>
            <w:r w:rsidRPr="00D07DEC">
              <w:rPr>
                <w:sz w:val="28"/>
                <w:szCs w:val="28"/>
              </w:rPr>
              <w:t>рана окружающей среды и восст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новление природных ресурсов в Ульяновской области на 2014-2020 годы</w:t>
            </w:r>
            <w:r w:rsidRPr="00420D3F"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881 0000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340,41728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 по сохранению би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разнообразия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881 2111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309,01728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881 2111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309,01728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Мероприятия </w:t>
            </w:r>
            <w:r>
              <w:rPr>
                <w:sz w:val="28"/>
                <w:szCs w:val="28"/>
              </w:rPr>
              <w:t>по повышению уровня эко</w:t>
            </w:r>
            <w:r w:rsidRPr="00D07DEC">
              <w:rPr>
                <w:sz w:val="28"/>
                <w:szCs w:val="28"/>
              </w:rPr>
              <w:t>логической культуры населения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881 2112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31,4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881 2112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8765380,2551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2551065,4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2432242,9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Финансовое обеспечение меропри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тий федеральной целевой програ</w:t>
            </w:r>
            <w:r w:rsidRPr="00D07DEC">
              <w:rPr>
                <w:sz w:val="28"/>
                <w:szCs w:val="28"/>
              </w:rPr>
              <w:t>м</w:t>
            </w:r>
            <w:r w:rsidRPr="00D07DEC">
              <w:rPr>
                <w:sz w:val="28"/>
                <w:szCs w:val="28"/>
              </w:rPr>
              <w:t>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436 5026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626,5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436 5026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626,5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436 5059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559525,7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436 5059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457066,4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на софинансирование 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питальных вложений в объекты го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 xml:space="preserve">сударственной (муниципальной) </w:t>
            </w:r>
          </w:p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собственности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436 5059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522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102459,3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государственных г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рантий реализации прав на получ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ние общедоступного и бесплатного дошкольного образования в 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 дошкольных образов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1863842,2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1863842,2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Финансовое обеспечение получения дошкольного образования в частных дошкольных образовательных орг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8248,5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8248,5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программа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Развитие и моде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790 0000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118822,5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Развитие материально-технической базы системы дошкольного образ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790 4045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118822,5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790 4045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10322,5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на софинансирование 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питальных вложений в объекты го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790 4045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522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108500,0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4878435,0741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Школы-интернаты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26872,3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19901,4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6528,1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179,3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234,5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302547,315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85814,74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423 0000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0,15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262,3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13158,8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163461,5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3405,8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30057,3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127,5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56,01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мероприятий федерал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 xml:space="preserve">ной целевой программы </w:t>
            </w:r>
            <w:r w:rsidRPr="00420D3F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Культура России (2012-2018 годы)</w:t>
            </w:r>
            <w:r w:rsidRPr="00420D3F"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423 5014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3803,0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423 5014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3803,0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Адресная финансовая поддержка спортивных организаций, осущест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ляющих подготовку спортивного 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зерва для сборных команд Росси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423 5081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1702,215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423 5081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423 5081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1181,215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поддержка (грант) комплексного развития регионал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ных и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423 5190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698,0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423 5190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698,0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Детские дома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239866,0501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163475,25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457,55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71342,0501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D07DEC">
              <w:rPr>
                <w:color w:val="000000"/>
                <w:spacing w:val="-6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pacing w:val="-6"/>
                <w:sz w:val="28"/>
                <w:szCs w:val="28"/>
              </w:rPr>
              <w:t>и</w:t>
            </w:r>
            <w:r w:rsidRPr="00D07DEC">
              <w:rPr>
                <w:color w:val="000000"/>
                <w:spacing w:val="-6"/>
                <w:sz w:val="28"/>
                <w:szCs w:val="28"/>
              </w:rPr>
              <w:t>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2484,3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424 0000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350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56,5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1366,4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684,0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Специальные (коррекционные) у</w:t>
            </w:r>
            <w:r w:rsidRPr="00D07DEC">
              <w:rPr>
                <w:color w:val="000000"/>
                <w:sz w:val="28"/>
                <w:szCs w:val="28"/>
              </w:rPr>
              <w:t>ч</w:t>
            </w:r>
            <w:r w:rsidRPr="00D07DEC">
              <w:rPr>
                <w:color w:val="000000"/>
                <w:sz w:val="28"/>
                <w:szCs w:val="28"/>
              </w:rPr>
              <w:t>реждения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407104,3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333278,1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57028,9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1289,5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619,4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1026,7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76,2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Финансовое обеспечение меропри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тий федеральной целевой програ</w:t>
            </w:r>
            <w:r w:rsidRPr="00D07DEC">
              <w:rPr>
                <w:sz w:val="28"/>
                <w:szCs w:val="28"/>
              </w:rPr>
              <w:t>м</w:t>
            </w:r>
            <w:r w:rsidRPr="00D07DEC">
              <w:rPr>
                <w:sz w:val="28"/>
                <w:szCs w:val="28"/>
              </w:rPr>
              <w:t>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433 5026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12570,5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ус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433 5026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12570,5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Создание в общеобразоват</w:t>
            </w:r>
            <w:r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ль</w:t>
            </w:r>
            <w:r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ых организациях, расположенных в сельской местности, условий для 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нятий физической культурой и спо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том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433 5097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1215,0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433 5097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3822335,26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436 0900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7284,46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Пособия, компенсации и иные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436 0900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436 0900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7265,26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Финансовое обеспечение меропри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тий федеральной целевой програ</w:t>
            </w:r>
            <w:r w:rsidRPr="00D07DEC">
              <w:rPr>
                <w:sz w:val="28"/>
                <w:szCs w:val="28"/>
              </w:rPr>
              <w:t>м</w:t>
            </w:r>
            <w:r w:rsidRPr="00D07DEC">
              <w:rPr>
                <w:sz w:val="28"/>
                <w:szCs w:val="28"/>
              </w:rPr>
              <w:t>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436 5026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5972,0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436 5026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5972,0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436 5088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1600,0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436 5088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350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Создание в общеобразоват</w:t>
            </w:r>
            <w:r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ль</w:t>
            </w:r>
            <w:r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ых организациях, расположенных в сельской местности, условий для 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нятий физической культурой и спо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том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436 5097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14579,5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436 5097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14579,5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государственных г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рантий реализации прав на получ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ние общедоступного и бесплатного дошкольного, начального общего, основного общего, среднего общего образования, а также обеспечение дополнительного образования в м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ниципальных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3790301,0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3790301,0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Финансовое обеспечение получения дошкольного, начального общего, основного общего, среднего общего образования в частных общеобраз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вательных организациях, осущест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ляющих образовательную деятел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ность по имеющим государственную аккредитацию основным общеобр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зовательным программам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2598,3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2598,3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512 0000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17,5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512 0000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зований, возникающих при выпо</w:t>
            </w:r>
            <w:r w:rsidRPr="00D07DEC">
              <w:rPr>
                <w:color w:val="000000"/>
                <w:sz w:val="28"/>
                <w:szCs w:val="28"/>
              </w:rPr>
              <w:t>л</w:t>
            </w:r>
            <w:r w:rsidRPr="00D07DEC"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41046,7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Предоставление бесплатно спец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альных учебников и учебных пос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бий, иной учебной литературы, а также услуг сурдопереводчиков и тифлосурдопереводчиков при пол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>чении обучающимися с ограниче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ными возможностями здоровья 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>разования в муниципальных образ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вательных организациях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8635,0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8635,0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Осуществление ежемесячной допл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ты за наличие учёной степени ка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дидата наук или доктора наук пед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гогическим работникам муниц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пальных общеобразовательных о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ганизаций, имеющим учёную ст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пень и замещающим (занимающим) в указанных общеобразовательных организациях штатные должности, предусмотренные квалификацио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ными справочниками или профе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сиональными стандартами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329,4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329,4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Осуществление обучающимся 10-х и 11-х классов муниципальных общ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образовательных организаций еж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месячных денежных выплат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10079,346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10079,346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07DEC">
              <w:rPr>
                <w:color w:val="000000"/>
                <w:spacing w:val="-4"/>
                <w:sz w:val="28"/>
                <w:szCs w:val="28"/>
              </w:rPr>
              <w:t>Организация и обеспечение получ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е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ния педагогическими работниками муниципальных образовательных о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р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ганизаций не реже чем один раз в три года дополнительного професси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о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нального образования по профилю педагогической деятельности за счёт бюджетных ассигнований областного бюджета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18183,1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18183,1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обучающимся 10-х (11-х) и 11-х (12-х) классов муниц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пальных общеобразовательных о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ганизаций ежемесячных денежных выплат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521 2600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3819,854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FC7357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FC7357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521 2600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3819,854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FC7357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мероприятий по обно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лению парка автотранспортных средств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FC7357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156,646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FC7357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FC7357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156,646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FC7357" w:rsidRDefault="00B5552C" w:rsidP="00FC7357">
            <w:pPr>
              <w:spacing w:line="372" w:lineRule="auto"/>
              <w:jc w:val="both"/>
              <w:rPr>
                <w:spacing w:val="4"/>
                <w:sz w:val="28"/>
                <w:szCs w:val="28"/>
              </w:rPr>
            </w:pPr>
            <w:r w:rsidRPr="00FC7357">
              <w:rPr>
                <w:spacing w:val="4"/>
                <w:sz w:val="28"/>
                <w:szCs w:val="28"/>
              </w:rPr>
              <w:t>Государственная программа Уль</w:t>
            </w:r>
            <w:r w:rsidRPr="00FC7357">
              <w:rPr>
                <w:spacing w:val="4"/>
                <w:sz w:val="28"/>
                <w:szCs w:val="28"/>
              </w:rPr>
              <w:t>я</w:t>
            </w:r>
            <w:r w:rsidRPr="00FC7357">
              <w:rPr>
                <w:spacing w:val="4"/>
                <w:sz w:val="28"/>
                <w:szCs w:val="28"/>
              </w:rPr>
              <w:t>новской области «Развитие и м</w:t>
            </w:r>
            <w:r w:rsidRPr="00FC7357">
              <w:rPr>
                <w:spacing w:val="4"/>
                <w:sz w:val="28"/>
                <w:szCs w:val="28"/>
              </w:rPr>
              <w:t>о</w:t>
            </w:r>
            <w:r w:rsidRPr="00FC7357">
              <w:rPr>
                <w:spacing w:val="4"/>
                <w:sz w:val="28"/>
                <w:szCs w:val="28"/>
              </w:rPr>
              <w:t>дернизация образования в Уль</w:t>
            </w:r>
            <w:r w:rsidRPr="00FC7357">
              <w:rPr>
                <w:spacing w:val="4"/>
                <w:sz w:val="28"/>
                <w:szCs w:val="28"/>
              </w:rPr>
              <w:t>я</w:t>
            </w:r>
            <w:r w:rsidRPr="00FC7357">
              <w:rPr>
                <w:spacing w:val="4"/>
                <w:sz w:val="28"/>
                <w:szCs w:val="28"/>
              </w:rPr>
              <w:t>новской области» на 2014-2018 г</w:t>
            </w:r>
            <w:r w:rsidRPr="00FC7357">
              <w:rPr>
                <w:spacing w:val="4"/>
                <w:sz w:val="28"/>
                <w:szCs w:val="28"/>
              </w:rPr>
              <w:t>о</w:t>
            </w:r>
            <w:r w:rsidRPr="00FC7357">
              <w:rPr>
                <w:spacing w:val="4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FC7357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790 0000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38489,0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FC7357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Создание условий для развития си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темы образования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FC7357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790 4042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38489,0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FC7357" w:rsidRDefault="00B5552C" w:rsidP="00FC7357">
            <w:pPr>
              <w:spacing w:line="372" w:lineRule="auto"/>
              <w:jc w:val="both"/>
              <w:rPr>
                <w:spacing w:val="4"/>
                <w:sz w:val="28"/>
                <w:szCs w:val="28"/>
              </w:rPr>
            </w:pPr>
            <w:r w:rsidRPr="00FC7357">
              <w:rPr>
                <w:spacing w:val="4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FC7357">
              <w:rPr>
                <w:spacing w:val="4"/>
                <w:sz w:val="28"/>
                <w:szCs w:val="28"/>
              </w:rPr>
              <w:t>т</w:t>
            </w:r>
            <w:r w:rsidRPr="00FC7357">
              <w:rPr>
                <w:spacing w:val="4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FC7357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790 4042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9899,7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FC7357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>дарственной (муниципальной) со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FC7357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790 4042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414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FC7357" w:rsidRDefault="00B5552C" w:rsidP="00FC7357">
            <w:pPr>
              <w:spacing w:line="372" w:lineRule="auto"/>
              <w:jc w:val="both"/>
              <w:rPr>
                <w:spacing w:val="4"/>
                <w:sz w:val="28"/>
                <w:szCs w:val="28"/>
              </w:rPr>
            </w:pPr>
            <w:r w:rsidRPr="00FC7357">
              <w:rPr>
                <w:spacing w:val="4"/>
                <w:sz w:val="28"/>
                <w:szCs w:val="28"/>
              </w:rPr>
              <w:t>Субсидии, за исключением субс</w:t>
            </w:r>
            <w:r w:rsidRPr="00FC7357">
              <w:rPr>
                <w:spacing w:val="4"/>
                <w:sz w:val="28"/>
                <w:szCs w:val="28"/>
              </w:rPr>
              <w:t>и</w:t>
            </w:r>
            <w:r w:rsidRPr="00FC7357">
              <w:rPr>
                <w:spacing w:val="4"/>
                <w:sz w:val="28"/>
                <w:szCs w:val="28"/>
              </w:rPr>
              <w:t>дий на софинансирование кап</w:t>
            </w:r>
            <w:r w:rsidRPr="00FC7357">
              <w:rPr>
                <w:spacing w:val="4"/>
                <w:sz w:val="28"/>
                <w:szCs w:val="28"/>
              </w:rPr>
              <w:t>и</w:t>
            </w:r>
            <w:r w:rsidRPr="00FC7357">
              <w:rPr>
                <w:spacing w:val="4"/>
                <w:sz w:val="28"/>
                <w:szCs w:val="28"/>
              </w:rPr>
              <w:t>тальных вложений в объекты гос</w:t>
            </w:r>
            <w:r w:rsidRPr="00FC7357">
              <w:rPr>
                <w:spacing w:val="4"/>
                <w:sz w:val="28"/>
                <w:szCs w:val="28"/>
              </w:rPr>
              <w:t>у</w:t>
            </w:r>
            <w:r w:rsidRPr="00FC7357">
              <w:rPr>
                <w:spacing w:val="4"/>
                <w:sz w:val="28"/>
                <w:szCs w:val="28"/>
              </w:rPr>
              <w:t>дарственной (муниципальной) со</w:t>
            </w:r>
            <w:r w:rsidRPr="00FC7357">
              <w:rPr>
                <w:spacing w:val="4"/>
                <w:sz w:val="28"/>
                <w:szCs w:val="28"/>
              </w:rPr>
              <w:t>б</w:t>
            </w:r>
            <w:r w:rsidRPr="00FC7357">
              <w:rPr>
                <w:spacing w:val="4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FC7357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790 4042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21589,3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FC7357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Среднее профессиональное образ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вание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FC7357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FC7357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958261,994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</w:tcPr>
          <w:p w:rsidR="00B5552C" w:rsidRPr="00FC7357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C7357">
              <w:rPr>
                <w:color w:val="000000"/>
                <w:sz w:val="28"/>
                <w:szCs w:val="28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vAlign w:val="bottom"/>
          </w:tcPr>
          <w:p w:rsidR="00B5552C" w:rsidRPr="00FC7357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C735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FC7357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C735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FC7357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FC7357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57" w:type="dxa"/>
            <w:vAlign w:val="bottom"/>
          </w:tcPr>
          <w:p w:rsidR="00B5552C" w:rsidRPr="00FC7357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C735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FC7357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C7357">
              <w:rPr>
                <w:color w:val="000000"/>
                <w:sz w:val="28"/>
                <w:szCs w:val="28"/>
              </w:rPr>
              <w:t>957315,7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96467,71383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777962,4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65092,48617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Финансовое обеспечение меропри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тий федеральной целевой програ</w:t>
            </w:r>
            <w:r w:rsidRPr="00D07DEC">
              <w:rPr>
                <w:sz w:val="28"/>
                <w:szCs w:val="28"/>
              </w:rPr>
              <w:t>м</w:t>
            </w:r>
            <w:r w:rsidRPr="00D07DEC">
              <w:rPr>
                <w:sz w:val="28"/>
                <w:szCs w:val="28"/>
              </w:rPr>
              <w:t>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427 5026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17392,4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427 5026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17392,4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 государственной пр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 xml:space="preserve">граммы Российской Федерации </w:t>
            </w:r>
            <w:r w:rsidRPr="00420D3F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Доступная среда</w:t>
            </w:r>
            <w:r w:rsidRPr="00420D3F"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2011-2015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427 5027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400,7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427 5027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400,7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724,0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436 0900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436 0900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580,0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Стипендии Президента Российской Федерации и Правительства Росси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ской Федерации для обучающихся по направлениям подготовки (сп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циальностям), соответствующим приоритетным направлениям моде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низации и технологического разв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тия экономики Российской Федер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436 3893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144,0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Пособия, компенсации и иные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436 3893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144,0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мероприятий по обно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лению парка автотранспортных средств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222,294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222,294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Профессиональная подготовка, п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реподготовка и повышение квал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фикации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31344,5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Институты повышения квалифик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19511,9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07DEC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р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и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19511,9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Учебные заведения и курсы по пер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подготовке кадров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11832,6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Переподготовка и повышение кв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лификации кадров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11832,6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11832,6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Молодёжная политика и оздоровл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ние детей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212460,45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Учреждения, обеспечивающие пр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доставление услуг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07DEC">
              <w:rPr>
                <w:color w:val="000000"/>
                <w:sz w:val="28"/>
                <w:szCs w:val="28"/>
              </w:rPr>
              <w:t>в сфере организ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ции и обеспечения отдыха и озд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ровления детей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3814,6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3814,6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проведению озд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204974,67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686,8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11910,47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75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20617,1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вательных организациях, за искл</w:t>
            </w:r>
            <w:r w:rsidRPr="00D07DEC">
              <w:rPr>
                <w:color w:val="000000"/>
                <w:sz w:val="28"/>
                <w:szCs w:val="28"/>
              </w:rPr>
              <w:t>ю</w:t>
            </w:r>
            <w:r w:rsidRPr="00D07DEC">
              <w:rPr>
                <w:color w:val="000000"/>
                <w:sz w:val="28"/>
                <w:szCs w:val="28"/>
              </w:rPr>
              <w:t>чением детей-сирот и детей, оста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шихся без попечения родителей, н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ходящихся в общеобразовательных организациях для детей-сирот и 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тей, оставшихся без попечения р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дителей, и детей, находящихся в трудной жизненной ситуации, в 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городных детских оздоровительных лагерях (центрах)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70886,7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70886,7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вательных организациях, за искл</w:t>
            </w:r>
            <w:r w:rsidRPr="00D07DEC">
              <w:rPr>
                <w:color w:val="000000"/>
                <w:sz w:val="28"/>
                <w:szCs w:val="28"/>
              </w:rPr>
              <w:t>ю</w:t>
            </w:r>
            <w:r w:rsidRPr="00D07DEC">
              <w:rPr>
                <w:color w:val="000000"/>
                <w:sz w:val="28"/>
                <w:szCs w:val="28"/>
              </w:rPr>
              <w:t>чением детей-сирот и детей, оста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шихся без попечения родителей, н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ходящихся в образовательных орг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 xml:space="preserve">низациях для детей-сирот и детей, </w:t>
            </w:r>
            <w:r w:rsidRPr="00FC7357">
              <w:rPr>
                <w:color w:val="000000"/>
                <w:spacing w:val="-10"/>
                <w:sz w:val="28"/>
                <w:szCs w:val="28"/>
              </w:rPr>
              <w:t>оставшихся без попечения родителей, и детей, находящихся в трудной жизне</w:t>
            </w:r>
            <w:r w:rsidRPr="00FC7357">
              <w:rPr>
                <w:color w:val="000000"/>
                <w:spacing w:val="-10"/>
                <w:sz w:val="28"/>
                <w:szCs w:val="28"/>
              </w:rPr>
              <w:t>н</w:t>
            </w:r>
            <w:r w:rsidRPr="00FC7357">
              <w:rPr>
                <w:color w:val="000000"/>
                <w:spacing w:val="-10"/>
                <w:sz w:val="28"/>
                <w:szCs w:val="28"/>
              </w:rPr>
              <w:t>ной ситуации, в детских оздоровител</w:t>
            </w:r>
            <w:r w:rsidRPr="00FC7357">
              <w:rPr>
                <w:color w:val="000000"/>
                <w:spacing w:val="-10"/>
                <w:sz w:val="28"/>
                <w:szCs w:val="28"/>
              </w:rPr>
              <w:t>ь</w:t>
            </w:r>
            <w:r w:rsidRPr="00FC7357">
              <w:rPr>
                <w:color w:val="000000"/>
                <w:spacing w:val="-10"/>
                <w:sz w:val="28"/>
                <w:szCs w:val="28"/>
              </w:rPr>
              <w:t>ных лагерях с дневным пребыванием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44751,6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FC7357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FC7357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44751,6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FC7357" w:rsidRDefault="00B5552C" w:rsidP="00FC7357">
            <w:pPr>
              <w:spacing w:line="348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FC7357">
              <w:rPr>
                <w:color w:val="000000"/>
                <w:spacing w:val="-6"/>
                <w:sz w:val="28"/>
                <w:szCs w:val="28"/>
              </w:rPr>
              <w:t>Мероприятия по проведению оздор</w:t>
            </w:r>
            <w:r w:rsidRPr="00FC7357">
              <w:rPr>
                <w:color w:val="000000"/>
                <w:spacing w:val="-6"/>
                <w:sz w:val="28"/>
                <w:szCs w:val="28"/>
              </w:rPr>
              <w:t>о</w:t>
            </w:r>
            <w:r w:rsidRPr="00FC7357">
              <w:rPr>
                <w:color w:val="000000"/>
                <w:spacing w:val="-6"/>
                <w:sz w:val="28"/>
                <w:szCs w:val="28"/>
              </w:rPr>
              <w:t>вительной кампании детей, наход</w:t>
            </w:r>
            <w:r w:rsidRPr="00FC7357">
              <w:rPr>
                <w:color w:val="000000"/>
                <w:spacing w:val="-6"/>
                <w:sz w:val="28"/>
                <w:szCs w:val="28"/>
              </w:rPr>
              <w:t>я</w:t>
            </w:r>
            <w:r w:rsidRPr="00FC7357">
              <w:rPr>
                <w:color w:val="000000"/>
                <w:spacing w:val="-6"/>
                <w:sz w:val="28"/>
                <w:szCs w:val="28"/>
              </w:rPr>
              <w:t>щихся в трудной жизненной ситуации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FC7357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40997,0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FC735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FC7357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432 5065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453,8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FC7357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FC7357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40543,2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FC7357" w:rsidRDefault="00B5552C" w:rsidP="00FC7357">
            <w:pPr>
              <w:spacing w:line="348" w:lineRule="auto"/>
              <w:jc w:val="both"/>
              <w:rPr>
                <w:spacing w:val="-10"/>
                <w:sz w:val="28"/>
                <w:szCs w:val="28"/>
              </w:rPr>
            </w:pPr>
            <w:r w:rsidRPr="00FC7357">
              <w:rPr>
                <w:spacing w:val="-10"/>
                <w:sz w:val="28"/>
                <w:szCs w:val="28"/>
              </w:rPr>
              <w:t>Финансовое обеспечение мероприятий, связанных с отдыхом и оздоровлением детей в организациях отдыха детей и их оздоровления, расположенных в Ре</w:t>
            </w:r>
            <w:r w:rsidRPr="00FC7357">
              <w:rPr>
                <w:spacing w:val="-10"/>
                <w:sz w:val="28"/>
                <w:szCs w:val="28"/>
              </w:rPr>
              <w:t>с</w:t>
            </w:r>
            <w:r w:rsidRPr="00FC7357">
              <w:rPr>
                <w:spacing w:val="-10"/>
                <w:sz w:val="28"/>
                <w:szCs w:val="28"/>
              </w:rPr>
              <w:t>публике Крым и г. Севастополе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FC7357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432 5139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15125,0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FC735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FC7357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432 5139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15125,0</w:t>
            </w:r>
          </w:p>
        </w:tc>
      </w:tr>
      <w:tr w:rsidR="00B5552C" w:rsidRPr="00FC7357" w:rsidTr="005A4D67">
        <w:trPr>
          <w:trHeight w:val="20"/>
        </w:trPr>
        <w:tc>
          <w:tcPr>
            <w:tcW w:w="4678" w:type="dxa"/>
            <w:vAlign w:val="center"/>
          </w:tcPr>
          <w:p w:rsidR="00B5552C" w:rsidRPr="00FC7357" w:rsidRDefault="00B5552C" w:rsidP="00FC7357">
            <w:pPr>
              <w:spacing w:line="348" w:lineRule="auto"/>
              <w:jc w:val="both"/>
              <w:rPr>
                <w:spacing w:val="-6"/>
                <w:sz w:val="28"/>
                <w:szCs w:val="28"/>
              </w:rPr>
            </w:pPr>
            <w:r w:rsidRPr="00FC7357">
              <w:rPr>
                <w:spacing w:val="-6"/>
                <w:sz w:val="28"/>
                <w:szCs w:val="28"/>
              </w:rPr>
              <w:t>Реализация мероприятий по обновл</w:t>
            </w:r>
            <w:r w:rsidRPr="00FC7357">
              <w:rPr>
                <w:spacing w:val="-6"/>
                <w:sz w:val="28"/>
                <w:szCs w:val="28"/>
              </w:rPr>
              <w:t>е</w:t>
            </w:r>
            <w:r w:rsidRPr="00FC7357">
              <w:rPr>
                <w:spacing w:val="-6"/>
                <w:sz w:val="28"/>
                <w:szCs w:val="28"/>
              </w:rPr>
              <w:t>нию парка автотранспортных средств</w:t>
            </w:r>
          </w:p>
        </w:tc>
        <w:tc>
          <w:tcPr>
            <w:tcW w:w="567" w:type="dxa"/>
            <w:vAlign w:val="bottom"/>
          </w:tcPr>
          <w:p w:rsidR="00B5552C" w:rsidRPr="00FC7357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C735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FC7357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C7357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FC7357" w:rsidRDefault="00B5552C" w:rsidP="00FC7357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FC7357">
              <w:rPr>
                <w:sz w:val="28"/>
                <w:szCs w:val="28"/>
              </w:rPr>
              <w:t>682 0000</w:t>
            </w:r>
          </w:p>
        </w:tc>
        <w:tc>
          <w:tcPr>
            <w:tcW w:w="757" w:type="dxa"/>
            <w:vAlign w:val="bottom"/>
          </w:tcPr>
          <w:p w:rsidR="00B5552C" w:rsidRPr="00FC7357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C7357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FC7357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C7357">
              <w:rPr>
                <w:sz w:val="28"/>
                <w:szCs w:val="28"/>
              </w:rPr>
              <w:t>36,58</w:t>
            </w:r>
          </w:p>
        </w:tc>
      </w:tr>
      <w:tr w:rsidR="00B5552C" w:rsidRPr="00FC7357" w:rsidTr="005A4D67">
        <w:trPr>
          <w:trHeight w:val="20"/>
        </w:trPr>
        <w:tc>
          <w:tcPr>
            <w:tcW w:w="4678" w:type="dxa"/>
            <w:vAlign w:val="center"/>
          </w:tcPr>
          <w:p w:rsidR="00B5552C" w:rsidRPr="00FC7357" w:rsidRDefault="00B5552C" w:rsidP="00FC735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C7357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FC7357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C735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FC7357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C7357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FC7357" w:rsidRDefault="00B5552C" w:rsidP="00FC7357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FC7357">
              <w:rPr>
                <w:sz w:val="28"/>
                <w:szCs w:val="28"/>
              </w:rPr>
              <w:t>682 0000</w:t>
            </w:r>
          </w:p>
        </w:tc>
        <w:tc>
          <w:tcPr>
            <w:tcW w:w="757" w:type="dxa"/>
            <w:vAlign w:val="bottom"/>
          </w:tcPr>
          <w:p w:rsidR="00B5552C" w:rsidRPr="00FC7357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C7357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FC7357" w:rsidRDefault="00B5552C" w:rsidP="00FC735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C7357">
              <w:rPr>
                <w:sz w:val="28"/>
                <w:szCs w:val="28"/>
              </w:rPr>
              <w:t>36,58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FC7357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мол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дёжной политики в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FC7357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820 0000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FC7357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3634,6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FC7357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C7357">
              <w:rPr>
                <w:color w:val="000000"/>
                <w:sz w:val="28"/>
                <w:szCs w:val="28"/>
              </w:rPr>
              <w:t>Подпрограмма «Молодёжь»  гос</w:t>
            </w:r>
            <w:r w:rsidRPr="00FC7357">
              <w:rPr>
                <w:color w:val="000000"/>
                <w:sz w:val="28"/>
                <w:szCs w:val="28"/>
              </w:rPr>
              <w:t>у</w:t>
            </w:r>
            <w:r w:rsidRPr="00FC7357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C7357">
              <w:rPr>
                <w:color w:val="000000"/>
                <w:sz w:val="28"/>
                <w:szCs w:val="28"/>
              </w:rPr>
              <w:t>в</w:t>
            </w:r>
            <w:r w:rsidRPr="00FC7357">
              <w:rPr>
                <w:color w:val="000000"/>
                <w:sz w:val="28"/>
                <w:szCs w:val="28"/>
              </w:rPr>
              <w:t>ской области «Развитие молодёжной политики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B5552C" w:rsidRPr="00FC7357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C735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FC7357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C735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FC7357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FC7357">
              <w:rPr>
                <w:color w:val="000000"/>
                <w:sz w:val="28"/>
                <w:szCs w:val="28"/>
              </w:rPr>
              <w:t>821 0000</w:t>
            </w:r>
          </w:p>
        </w:tc>
        <w:tc>
          <w:tcPr>
            <w:tcW w:w="757" w:type="dxa"/>
            <w:vAlign w:val="bottom"/>
          </w:tcPr>
          <w:p w:rsidR="00B5552C" w:rsidRPr="00FC7357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C735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FC7357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FC7357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C7357">
              <w:rPr>
                <w:color w:val="000000"/>
                <w:sz w:val="28"/>
                <w:szCs w:val="28"/>
              </w:rPr>
              <w:t>3634,6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Мероприятия в рамках реализации подпрограммы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Молодёжь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3634,6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2880,0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821 4011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754,6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Другие вопросы в области образов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133812,84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40597,4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40597,4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39127,0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1226,985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243,415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Осуществление отдельных полн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мочий Российской Федерации орг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нами государственной власти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9465,8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вии с частью 1 статьи 7 Федеральн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 xml:space="preserve">го закона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Об образовании в Ро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сийской Федерации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полномочий Российской Федерации в сфере 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>разования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59Г0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9465,8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59Г0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8544,9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59Г0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59Г0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735,9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ind w:right="-108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D07DEC">
              <w:rPr>
                <w:color w:val="000000"/>
                <w:spacing w:val="-6"/>
                <w:sz w:val="28"/>
                <w:szCs w:val="28"/>
              </w:rPr>
              <w:t>Учреждения, обеспечивающие предо</w:t>
            </w:r>
            <w:r w:rsidRPr="00D07DEC">
              <w:rPr>
                <w:color w:val="000000"/>
                <w:spacing w:val="-6"/>
                <w:sz w:val="28"/>
                <w:szCs w:val="28"/>
              </w:rPr>
              <w:t>с</w:t>
            </w:r>
            <w:r w:rsidRPr="00D07DEC">
              <w:rPr>
                <w:color w:val="000000"/>
                <w:spacing w:val="-6"/>
                <w:sz w:val="28"/>
                <w:szCs w:val="28"/>
              </w:rPr>
              <w:t>тавление услуг в сфере образования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24856,7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14177,7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10679,0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56342,94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31177,0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31177,0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23955,44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15217,04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8738,4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Лицензирование и аккредитация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разовательных организаций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1210,5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1210,5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Обеспечение пр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20D3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рядка, противодействию преступн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сти и профилактике правонаруш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ний на территории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венной программы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Обеспечение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07DEC">
              <w:rPr>
                <w:color w:val="000000"/>
                <w:sz w:val="28"/>
                <w:szCs w:val="28"/>
              </w:rPr>
              <w:t>правопорядка и безопасности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Предупреждение и пресечение пр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ступлений с участием несоверше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нолетних и в отношении их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862 1017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роту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 гос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Обеспечение прав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порядка и безопасности жизнеде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Организационно-правовое обеспеч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ние антинаркотической деятельн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598541,16287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506856,86287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 культуры и меропри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тия в сфере культуры и кинемат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графии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81401,8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76048,9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590,9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мероприятий федерал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 xml:space="preserve">ной целевой программы </w:t>
            </w:r>
            <w:r w:rsidRPr="00420D3F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Культура России (2012-2018 годы)</w:t>
            </w:r>
            <w:r w:rsidRPr="00420D3F"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440 5014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1062,0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440 5014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1062,0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поддержка мун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ципальных учреждений культуры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440 5147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440 5147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540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поддержка лучших работников муниципальных учре</w:t>
            </w:r>
            <w:r w:rsidRPr="00D07DEC">
              <w:rPr>
                <w:sz w:val="28"/>
                <w:szCs w:val="28"/>
              </w:rPr>
              <w:t>ж</w:t>
            </w:r>
            <w:r w:rsidRPr="00D07DEC">
              <w:rPr>
                <w:sz w:val="28"/>
                <w:szCs w:val="28"/>
              </w:rPr>
              <w:t>дений культуры, находящихся на территориях сельских поселений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440 5148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440 5148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540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поддержка (грант) комплексного развития регионал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ных и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440 5190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1100,0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440 5190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540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1100,0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поддержка (грант) реализации лучших событийных 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гиональных и межрегиональных проектов в рамках развития кул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турно-познавательного туризма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440 5192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900,0</w:t>
            </w:r>
          </w:p>
        </w:tc>
      </w:tr>
      <w:tr w:rsidR="00B5552C" w:rsidRPr="00420D3F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440 5192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117036,34408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07DEC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р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и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52552,1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575,1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53639,0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747,5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мероприятий федерал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 xml:space="preserve">ной целевой программы </w:t>
            </w:r>
            <w:r w:rsidRPr="00420D3F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Культура России (2012-2018 годы)</w:t>
            </w:r>
            <w:r w:rsidRPr="00420D3F"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441 5014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476,44408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441 5014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476,44408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 государственной пр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 xml:space="preserve">граммы Российской Федерации </w:t>
            </w:r>
            <w:r w:rsidRPr="00420D3F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Доступная среда</w:t>
            </w:r>
            <w:r w:rsidRPr="00420D3F"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2011-2015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441 5027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2098,2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Субсидии </w:t>
            </w:r>
            <w:r w:rsidRPr="00420D3F">
              <w:rPr>
                <w:sz w:val="28"/>
                <w:szCs w:val="28"/>
              </w:rPr>
              <w:t>бюджетным</w:t>
            </w:r>
            <w:r w:rsidRPr="00D07DEC">
              <w:rPr>
                <w:sz w:val="28"/>
                <w:szCs w:val="28"/>
              </w:rPr>
              <w:t xml:space="preserve">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441 5027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2098,2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поддержка (грант) комплексного развития регионал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ных и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441 5190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4302,0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441 5190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441 5190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3302,0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поддержка (грант) реализации лучших событийных 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гиональных и межрегиональных проектов в рамках развития кул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турно-познавательного туризма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08 </w:t>
            </w:r>
          </w:p>
        </w:tc>
        <w:tc>
          <w:tcPr>
            <w:tcW w:w="567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441 5192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420D3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2646,0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441 5192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1034,9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441 5192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1611,1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Библиотеки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69774,41879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63214,1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1794,8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мероприятий федерал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 xml:space="preserve">ной целевой программы </w:t>
            </w:r>
            <w:r w:rsidRPr="002B5310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Культура России (2012-2018 годы)</w:t>
            </w:r>
            <w:r w:rsidRPr="002B5310"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442 5014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1771,75679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442 5014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1581,5147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442 5014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190,24209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Подключение общедоступных би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>лиотек Российской Федерации к с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ти Интернет и развитие системы библиотечного дела с учётом задачи расширения информационных те</w:t>
            </w:r>
            <w:r w:rsidRPr="00D07DEC">
              <w:rPr>
                <w:sz w:val="28"/>
                <w:szCs w:val="28"/>
              </w:rPr>
              <w:t>х</w:t>
            </w:r>
            <w:r w:rsidRPr="00D07DEC">
              <w:rPr>
                <w:sz w:val="28"/>
                <w:szCs w:val="28"/>
              </w:rPr>
              <w:t>нологий и оцифровки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442 5146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1739,762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442 5146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540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1739,762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поддержка (грант) реализации лучших событийных 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гиональных и межрегиональных проектов в рамках развития кул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турно-познавательного туризма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442 5192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1254,0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442 5192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1254,0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Театры, цирки, концертные и другие организации исполнительских и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кусств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185324,0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175369,0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355,0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поддержка (грант) комплексного развития регионал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ных и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443 5190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7600,0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443 5190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7600,0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поддержка (грант) реализации лучших событийных 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гиональных и межрегиональных проектов в рамках развития кул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турно-познавательного туризма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443 5192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2000,0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443 5192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Обеспечение пр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роту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 гос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Обеспечение прав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порядка и безопасности жизнеде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414,0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2B531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D07DEC">
              <w:rPr>
                <w:color w:val="000000"/>
                <w:sz w:val="28"/>
                <w:szCs w:val="28"/>
              </w:rPr>
              <w:t>Культура в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52872,3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Ремонтно-реставрационные работы зданий государственных учрежд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ний культуры, в том числе подг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товка проектной и экспертной док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ментации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Присуждение международных еж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годных литературных премий имени И.А.Гончарова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870 4002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870 4002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Реконструкция и проведение 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монтно-реставрационных работ зд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ний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870 4003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10345,8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870 4003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10345,8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Приобретение оборудования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870 4005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2776,5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870 4005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1938,7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870 4005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837,8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D07DEC">
              <w:rPr>
                <w:spacing w:val="-6"/>
                <w:sz w:val="28"/>
                <w:szCs w:val="28"/>
              </w:rPr>
              <w:t>Внедрение в работу новых (совреме</w:t>
            </w:r>
            <w:r w:rsidRPr="00D07DEC">
              <w:rPr>
                <w:spacing w:val="-6"/>
                <w:sz w:val="28"/>
                <w:szCs w:val="28"/>
              </w:rPr>
              <w:t>н</w:t>
            </w:r>
            <w:r w:rsidRPr="00D07DEC">
              <w:rPr>
                <w:spacing w:val="-6"/>
                <w:sz w:val="28"/>
                <w:szCs w:val="28"/>
              </w:rPr>
              <w:t>ных) информационных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870 4006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870 4006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Приобретение служебных жилых помещений (квартир) с целью вкл</w:t>
            </w:r>
            <w:r w:rsidRPr="00D07DEC">
              <w:rPr>
                <w:sz w:val="28"/>
                <w:szCs w:val="28"/>
              </w:rPr>
              <w:t>ю</w:t>
            </w:r>
            <w:r w:rsidRPr="00D07DEC">
              <w:rPr>
                <w:sz w:val="28"/>
                <w:szCs w:val="28"/>
              </w:rPr>
              <w:t>чения в специализированный гос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>дарственный жилищный фонд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870 4008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на приобретение объектов недвижимого имущества в госуда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ственную (муниципальную) собс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венность ав</w:t>
            </w:r>
            <w:r>
              <w:rPr>
                <w:sz w:val="28"/>
                <w:szCs w:val="28"/>
              </w:rPr>
              <w:t>тон</w:t>
            </w:r>
            <w:r w:rsidRPr="00D07DE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</w:t>
            </w:r>
            <w:r w:rsidRPr="00D07DEC">
              <w:rPr>
                <w:sz w:val="28"/>
                <w:szCs w:val="28"/>
              </w:rPr>
              <w:t>ным учреждениям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870 4008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462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Создание мобильной системы 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>служивания населённых пунктов, не имеющих библиотек</w:t>
            </w:r>
            <w:r>
              <w:rPr>
                <w:sz w:val="28"/>
                <w:szCs w:val="28"/>
              </w:rPr>
              <w:t>, на террито-риях</w:t>
            </w:r>
            <w:r w:rsidRPr="00D07DEC">
              <w:rPr>
                <w:sz w:val="28"/>
                <w:szCs w:val="28"/>
              </w:rPr>
              <w:t xml:space="preserve"> муниципальных районов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870 4009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500,0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E95F7B" w:rsidRDefault="00B5552C" w:rsidP="00452CBE">
            <w:pPr>
              <w:spacing w:line="348" w:lineRule="auto"/>
              <w:jc w:val="both"/>
              <w:rPr>
                <w:spacing w:val="4"/>
                <w:sz w:val="28"/>
                <w:szCs w:val="28"/>
              </w:rPr>
            </w:pPr>
            <w:r w:rsidRPr="00E95F7B">
              <w:rPr>
                <w:spacing w:val="4"/>
                <w:sz w:val="28"/>
                <w:szCs w:val="28"/>
              </w:rPr>
              <w:t>Субсидии, за исключением субс</w:t>
            </w:r>
            <w:r w:rsidRPr="00E95F7B">
              <w:rPr>
                <w:spacing w:val="4"/>
                <w:sz w:val="28"/>
                <w:szCs w:val="28"/>
              </w:rPr>
              <w:t>и</w:t>
            </w:r>
            <w:r w:rsidRPr="00E95F7B">
              <w:rPr>
                <w:spacing w:val="4"/>
                <w:sz w:val="28"/>
                <w:szCs w:val="28"/>
              </w:rPr>
              <w:t>дий на софинансирование кап</w:t>
            </w:r>
            <w:r w:rsidRPr="00E95F7B">
              <w:rPr>
                <w:spacing w:val="4"/>
                <w:sz w:val="28"/>
                <w:szCs w:val="28"/>
              </w:rPr>
              <w:t>и</w:t>
            </w:r>
            <w:r w:rsidRPr="00E95F7B">
              <w:rPr>
                <w:spacing w:val="4"/>
                <w:sz w:val="28"/>
                <w:szCs w:val="28"/>
              </w:rPr>
              <w:t>тальных вложений в объекты гос</w:t>
            </w:r>
            <w:r w:rsidRPr="00E95F7B">
              <w:rPr>
                <w:spacing w:val="4"/>
                <w:sz w:val="28"/>
                <w:szCs w:val="28"/>
              </w:rPr>
              <w:t>у</w:t>
            </w:r>
            <w:r w:rsidRPr="00E95F7B">
              <w:rPr>
                <w:spacing w:val="4"/>
                <w:sz w:val="28"/>
                <w:szCs w:val="28"/>
              </w:rPr>
              <w:t>дарственной (муниципальной) со</w:t>
            </w:r>
            <w:r w:rsidRPr="00E95F7B">
              <w:rPr>
                <w:spacing w:val="4"/>
                <w:sz w:val="28"/>
                <w:szCs w:val="28"/>
              </w:rPr>
              <w:t>б</w:t>
            </w:r>
            <w:r w:rsidRPr="00E95F7B">
              <w:rPr>
                <w:spacing w:val="4"/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870 4009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500,0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Создание модельных учреждений на территориях муниципальных обр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зований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870 4010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500,0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870 4010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19263,9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 культуры и меропри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тия в сфере культуры и кинемат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графии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19263,9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14638,9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поддержка (грант) комплексного развития регионал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ных и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440 5190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440 5190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72420,4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органов Ульяновской обла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24325,6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24325,6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21295,5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454,6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2368,8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Учреждения по обеспечению хозя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ственного обслуживания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5532,3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Фонд оплаты труда казённых учр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5532,3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полн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мочий Российской Федерации орг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нами государственной власти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1362,5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E95F7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вии с пунктом 1 статьи 9</w:t>
            </w:r>
            <w:r w:rsidRPr="00E95F7B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D07DEC">
              <w:rPr>
                <w:sz w:val="28"/>
                <w:szCs w:val="28"/>
              </w:rPr>
              <w:t>Федерал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 xml:space="preserve">ного закона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Об объектах культу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ного наследия (памятниках истории и культуры) народов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полномочий Росси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ской Федерации в отношении объе</w:t>
            </w:r>
            <w:r w:rsidRPr="00D07DEC">
              <w:rPr>
                <w:sz w:val="28"/>
                <w:szCs w:val="28"/>
              </w:rPr>
              <w:t>к</w:t>
            </w:r>
            <w:r w:rsidRPr="00D07DEC">
              <w:rPr>
                <w:sz w:val="28"/>
                <w:szCs w:val="28"/>
              </w:rPr>
              <w:t xml:space="preserve">тов культурного наследия 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296 5950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1362,5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296 5950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1058,0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296 5950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296 5950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2B531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D07DEC">
              <w:rPr>
                <w:color w:val="000000"/>
                <w:sz w:val="28"/>
                <w:szCs w:val="28"/>
              </w:rPr>
              <w:t>Культура в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35800,0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Предоставление субсидий Фонду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Ульяновск – культурная столица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в целях финансирования затрат, св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занных с проведением Междунаро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ного культурного форума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870 1025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28800,0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870 1025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28800,0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Предоставление субсидий Фонду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Ульяновск – культурная столица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в целях финансирования затрат, св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занных с его деятельностью по пр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движению культурной политики и творческого потенциала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 на российском и ме</w:t>
            </w:r>
            <w:r w:rsidRPr="00D07DEC">
              <w:rPr>
                <w:color w:val="000000"/>
                <w:sz w:val="28"/>
                <w:szCs w:val="28"/>
              </w:rPr>
              <w:t>ж</w:t>
            </w:r>
            <w:r w:rsidRPr="00D07DEC">
              <w:rPr>
                <w:color w:val="000000"/>
                <w:sz w:val="28"/>
                <w:szCs w:val="28"/>
              </w:rPr>
              <w:t>дународном уровнях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870 1026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870 1026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программа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 xml:space="preserve">новской области </w:t>
            </w:r>
            <w:r w:rsidRPr="002B5310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Развитие туризма в Ульяновской области</w:t>
            </w:r>
            <w:r w:rsidRPr="002B5310"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910 0000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Предоставление субсидий Фонду </w:t>
            </w:r>
            <w:r w:rsidRPr="002B5310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Ульяновск – культурная столица</w:t>
            </w:r>
            <w:r w:rsidRPr="002B5310"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в целях финансирования затрат, св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 xml:space="preserve">занных с реализацией проекта </w:t>
            </w:r>
            <w:r w:rsidRPr="002B5310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М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>зей СССР в городе Ульяновске</w:t>
            </w:r>
            <w:r w:rsidRPr="002B5310"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как основы формирования культурно-туристского кластера в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910 2620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некоммерческим орган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зациям (за исключением 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(муниципальных) учрежд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910 2620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Сохранение и г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сударственная охрана объектов культурного наследия, расположе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на территории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950 0000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определению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тановлению границ территорий об</w:t>
            </w:r>
            <w:r w:rsidRPr="00D07DEC">
              <w:rPr>
                <w:color w:val="000000"/>
                <w:sz w:val="28"/>
                <w:szCs w:val="28"/>
              </w:rPr>
              <w:t>ъ</w:t>
            </w:r>
            <w:r w:rsidRPr="00D07DEC">
              <w:rPr>
                <w:color w:val="000000"/>
                <w:sz w:val="28"/>
                <w:szCs w:val="28"/>
              </w:rPr>
              <w:t>ектов культурного наследия реги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нального значения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950 1008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2952,2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950 1008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2952,2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Проведение работ по проведению государственных историко-культурных экспертиз в отношении выявленных объектов культурного наследия для обоснования принятия Правительством Ульяновской обла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ти решений о включении (либо об отказе во включении) данных объе</w:t>
            </w:r>
            <w:r w:rsidRPr="00D07DEC">
              <w:rPr>
                <w:color w:val="000000"/>
                <w:sz w:val="28"/>
                <w:szCs w:val="28"/>
              </w:rPr>
              <w:t>к</w:t>
            </w:r>
            <w:r w:rsidRPr="00D07DEC">
              <w:rPr>
                <w:color w:val="000000"/>
                <w:sz w:val="28"/>
                <w:szCs w:val="28"/>
              </w:rPr>
              <w:t>тов в Единый государственный 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 по сохранению объе</w:t>
            </w:r>
            <w:r w:rsidRPr="00D07DEC">
              <w:rPr>
                <w:sz w:val="28"/>
                <w:szCs w:val="28"/>
              </w:rPr>
              <w:t>к</w:t>
            </w:r>
            <w:r w:rsidRPr="00D07DEC">
              <w:rPr>
                <w:sz w:val="28"/>
                <w:szCs w:val="28"/>
              </w:rPr>
              <w:t>тов культурного наследия реги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нального значения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950 1027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D07DEC">
              <w:rPr>
                <w:spacing w:val="-4"/>
                <w:sz w:val="28"/>
                <w:szCs w:val="28"/>
              </w:rPr>
              <w:t>Субсидии некоммерческим организ</w:t>
            </w:r>
            <w:r w:rsidRPr="00D07DEC">
              <w:rPr>
                <w:spacing w:val="-4"/>
                <w:sz w:val="28"/>
                <w:szCs w:val="28"/>
              </w:rPr>
              <w:t>а</w:t>
            </w:r>
            <w:r w:rsidRPr="00D07DEC">
              <w:rPr>
                <w:spacing w:val="-4"/>
                <w:sz w:val="28"/>
                <w:szCs w:val="28"/>
              </w:rPr>
              <w:t>циям (за исключением государстве</w:t>
            </w:r>
            <w:r w:rsidRPr="00D07DEC">
              <w:rPr>
                <w:spacing w:val="-4"/>
                <w:sz w:val="28"/>
                <w:szCs w:val="28"/>
              </w:rPr>
              <w:t>н</w:t>
            </w:r>
            <w:r w:rsidRPr="00D07DEC">
              <w:rPr>
                <w:spacing w:val="-4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950 1027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9447624,04193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3350541,68575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мер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2386938,4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 государственной пр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 xml:space="preserve">граммы Российской Федерации </w:t>
            </w:r>
            <w:r w:rsidRPr="002B5310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Доступная среда</w:t>
            </w:r>
            <w:r w:rsidRPr="002B5310"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2011-2015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293 5027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7531,5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293 5027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7531,5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 по оказанию высок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технологичных видов медицинской помощи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293 5070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6164,8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ципальных) услуг (выполнение р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593 5070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6164,8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Финансовое обеспечение закупок антивирусных препаратов для пр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филактики и лечения лиц, инфиц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рованных вирусами иммунодефиц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та человека и гепатитов В и С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293 5072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268595,3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293 5072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268595,3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Закупка оборудования и расходных материалов для неонатального и а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>диологического скрининга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293 5073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4737,4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293 5073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4737,4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Финансовое обеспечение меропри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тий, направленных на проведение пренатальной (дородовой) диагн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стики нарушений развития ребёнка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293 5079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25334,8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293 5079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25334,8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Финансовое обеспечение закупок антибактериальных и противотубе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кулёзных лекарственных препаратов (второго ряда), применяемых при лечении больных туберкулёзом с множественной лекарственной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тойчивостью возбудителя, и диагн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стических средств для выявления, определения чувствительности м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кобактерии туберкулёза и монит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ринга лечения больных туберкул</w:t>
            </w:r>
            <w:r w:rsidRPr="00D07DEC">
              <w:rPr>
                <w:sz w:val="28"/>
                <w:szCs w:val="28"/>
              </w:rPr>
              <w:t>ё</w:t>
            </w:r>
            <w:r w:rsidRPr="00D07DEC">
              <w:rPr>
                <w:sz w:val="28"/>
                <w:szCs w:val="28"/>
              </w:rPr>
              <w:t>зом с множественной лекарственной устойчивостью возбудителя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293 5174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32506,5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293 5174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32506,5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программ модернизации здравоохранения субъектов Росси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ской Федерации в части укрепления материально-технической базы м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дицинских учреждений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293 5230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2017638,3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государственным корп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рациям (компаниям)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293 5230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823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2017638,3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отдельных мероприятий государственной программы Ро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 xml:space="preserve">сийской Федерации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Развитие здр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воохранения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293 5382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24429,8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293 5382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293 5382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22529,8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Больницы, клиники, госпитали, м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874210,40575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340802,2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229584,75575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07DEC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р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и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237760,45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32959,3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2382,0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595,5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Высокотехнологичные виды мед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цинской помощи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30124,6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30124,6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мероприятий по обно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лению парка автотранспортных средств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321,88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321,88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программа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Развитие здрав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780 0000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89071,0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Мероприятия, направленные на м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дернизацию здравоохранения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новской области, в части проектир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вания, строительства и ввода в эк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плуатацию перинатального центра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780 4031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89071,0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780 4031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89071,0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755873,53298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мер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112813,43298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 государственной пр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 xml:space="preserve">граммы Российской Федерации </w:t>
            </w:r>
            <w:r w:rsidRPr="002B5310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Доступная среда</w:t>
            </w:r>
            <w:r w:rsidRPr="002B5310"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2011-2015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293 5027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293 5027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293 5161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110798,03298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293 5161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110798,03298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мероприятий по проф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лактике ВИЧ-инфекции и гепатитов В и С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293 5179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1390,4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293 5179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1390,4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полн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мочий Российской Федерации орг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нами государственной власти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новской области в области здрав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239995,2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Оказание отдельным категориям граждан государственной социал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ной помощи по обеспечению лека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ственными препаратами, медици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скими изделиями, а также специал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зированными продуктами лечебного питания для детей-инвалидов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294 3093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239995,2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294 3093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239995,2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Больницы, клиники, госпитали, м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187147,1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61906,7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3458,4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118347,9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3091,9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170,8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171,4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Поликлиники, амбулатории, диагн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стические центры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12953,2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75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11528,2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471 0000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1425,0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202900,6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Средства на реализацию постано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 xml:space="preserve">ления Правительства Ульяновской области от 15.11.2010 № 387-П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D07DEC">
              <w:rPr>
                <w:color w:val="000000"/>
                <w:sz w:val="28"/>
                <w:szCs w:val="28"/>
              </w:rPr>
              <w:t>О некоторых мерах по реализации постановления Правительства Ро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 xml:space="preserve">сийской Федерации от 30.07.1994 </w:t>
            </w:r>
            <w:r>
              <w:rPr>
                <w:color w:val="000000"/>
                <w:sz w:val="28"/>
                <w:szCs w:val="28"/>
              </w:rPr>
              <w:br/>
            </w:r>
            <w:r w:rsidRPr="00D07DEC">
              <w:rPr>
                <w:color w:val="000000"/>
                <w:sz w:val="28"/>
                <w:szCs w:val="28"/>
              </w:rPr>
              <w:t xml:space="preserve">№ 890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государственной по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держке развития медицинской пр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мышленности и улучшении обесп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чения населения и учреждений здр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воохранения лекарственными сре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ствами и изделиями медицинского назначения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территории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202012,095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202012,095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Средства на реализацию Закона Ульяновской области от 29.12.2005 № 154-ЗО </w:t>
            </w:r>
            <w:r w:rsidRPr="002B5310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 мерах социальной поддержки многодетных семей на территории Ульяновской области</w:t>
            </w:r>
            <w:r w:rsidRPr="002B5310"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505 9400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888,505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505 9400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888,505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мероприятий по обно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лению парка автотранспортных средств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63737,45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Больницы, клиники, госпитали, м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63737,45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15337,7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5761,9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07DEC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р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и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41162,65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1358,9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38,8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77,5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12379,1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Больницы, клиники, госпитали, м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12379,1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12379,1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131770,7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Санатории для больных туберкул</w:t>
            </w:r>
            <w:r w:rsidRPr="00D07DEC">
              <w:rPr>
                <w:color w:val="000000"/>
                <w:sz w:val="28"/>
                <w:szCs w:val="28"/>
              </w:rPr>
              <w:t>ё</w:t>
            </w:r>
            <w:r w:rsidRPr="00D07DEC">
              <w:rPr>
                <w:color w:val="000000"/>
                <w:sz w:val="28"/>
                <w:szCs w:val="28"/>
              </w:rPr>
              <w:t>зом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108092,2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103180,6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473 0000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4911,6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Санатории для детей и подростков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23678,5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07DEC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р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и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23678,5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Заготовка, переработка, хранение и обеспечение безопасности доно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ской крови и её компонентов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169047,1432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мер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25897,9432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Мероприятия </w:t>
            </w:r>
            <w:r>
              <w:rPr>
                <w:sz w:val="28"/>
                <w:szCs w:val="28"/>
              </w:rPr>
              <w:t>по развитию</w:t>
            </w:r>
            <w:r w:rsidRPr="00D07DEC">
              <w:rPr>
                <w:sz w:val="28"/>
                <w:szCs w:val="28"/>
              </w:rPr>
              <w:t xml:space="preserve"> службы крови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293 5075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1039,1432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296 5075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1039,1432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Финансовое обеспечение закупок компьютерного и сетевого оборуд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вания с лицензионным програм</w:t>
            </w:r>
            <w:r w:rsidRPr="00D07DEC">
              <w:rPr>
                <w:sz w:val="28"/>
                <w:szCs w:val="28"/>
              </w:rPr>
              <w:t>м</w:t>
            </w:r>
            <w:r w:rsidRPr="00D07DEC">
              <w:rPr>
                <w:sz w:val="28"/>
                <w:szCs w:val="28"/>
              </w:rPr>
              <w:t>ным обеспечением для реализации мероприятий по развитию службы крови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293 5175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24858,8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293 5175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24858,8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Центры, станции и отделения пер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ливания крови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143149,2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07DEC">
              <w:rPr>
                <w:color w:val="000000"/>
                <w:spacing w:val="-4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р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и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125615,5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472 0000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17533,7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Санитарно-эпидемиологическое бл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гополучие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7372,8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Дезинфекционные станции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7372,8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6160,1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58,6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1002,8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76,3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Другие вопросы в области здрав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4956901,6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мер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22924,2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организационных мероприятий по обеспечению лиц лекарственными препаратами, пре</w:t>
            </w:r>
            <w:r w:rsidRPr="00D07DEC">
              <w:rPr>
                <w:sz w:val="28"/>
                <w:szCs w:val="28"/>
              </w:rPr>
              <w:t>д</w:t>
            </w:r>
            <w:r w:rsidRPr="00D07DEC">
              <w:rPr>
                <w:sz w:val="28"/>
                <w:szCs w:val="28"/>
              </w:rPr>
              <w:t>назначенными для лечения больных злокачественными новообразов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ниями лимфоидной, кроветворной и родственных им тканей, гемофил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ей, муковисцидозом, гипофизарным нанизмом, болезнью Гоше, рассея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ным склерозом, а также после трансплантации органов и (или) тк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293 5133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22924,2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293 5133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22924,2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полн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мочий Российской Федерации орг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нами государственной власти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2384,1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переданных  орг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нам государственной власти субъе</w:t>
            </w:r>
            <w:r w:rsidRPr="00D07DEC">
              <w:rPr>
                <w:sz w:val="28"/>
                <w:szCs w:val="28"/>
              </w:rPr>
              <w:t>к</w:t>
            </w:r>
            <w:r w:rsidRPr="00D07DEC">
              <w:rPr>
                <w:sz w:val="28"/>
                <w:szCs w:val="28"/>
              </w:rPr>
              <w:t>тов Российской Федерации в соо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ветствии с частью 2 статьи 15 Фед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 xml:space="preserve">рального закона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Об основах охраны здоровья граждан в Российской Ф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дерации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полномочий Российской Федерации в сфере охраны здоровья 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59Б0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2384,1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59Б0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1863,9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59Б0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296 59Б0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519,6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Учреждения, обеспечивающие пре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доставление услуг в сфере здрав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247464,9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125136,2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ре информационно-коммуникацион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469 0000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27804,9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92701,7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469 0000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1016,6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405,5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государственных фун</w:t>
            </w:r>
            <w:r w:rsidRPr="00D07DEC">
              <w:rPr>
                <w:color w:val="000000"/>
                <w:sz w:val="28"/>
                <w:szCs w:val="28"/>
              </w:rPr>
              <w:t>к</w:t>
            </w:r>
            <w:r w:rsidRPr="00D07DEC">
              <w:rPr>
                <w:color w:val="000000"/>
                <w:sz w:val="28"/>
                <w:szCs w:val="28"/>
              </w:rPr>
              <w:t>ций в области здравоохранения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8441,3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Оказание жителям Мелекесского и Новомалыклинского районов сп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циализированной медицинской п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мощи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6310,8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6310,8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Ежегодная областная премия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Пр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звание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Оказание стационарной паллиати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ной медицинской помощи жителям города Димитровграда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485 9900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1730,5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485 9900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1730,5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Дома ребёнка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49983,2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37011,9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12529,1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127,2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Средства на реализацию постано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ления Губернатора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03.03.2011 № 22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 орг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низации диспансеризации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ственных гражданских служащих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4214,0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4214,0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39070,4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02.11.2011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 обеспечении полн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ценным питанием беременных же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щин, кормящих матерей, а также 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тей в возрасте до трёх лет в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39070,4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39070,4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Страховые взносы на обязательное медицинское страхование нераб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тающего населения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3685296,9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Межбюджетные трансферты бюдж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ту Федерального фонда обязател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ного медицинского страхования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560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3685296,9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2B531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Платежи на финансовое обеспечение скорой медицинской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07DEC">
              <w:rPr>
                <w:color w:val="000000"/>
                <w:sz w:val="28"/>
                <w:szCs w:val="28"/>
              </w:rPr>
              <w:t>помощи в ра</w:t>
            </w:r>
            <w:r w:rsidRPr="00D07DEC">
              <w:rPr>
                <w:color w:val="000000"/>
                <w:sz w:val="28"/>
                <w:szCs w:val="28"/>
              </w:rPr>
              <w:t>м</w:t>
            </w:r>
            <w:r w:rsidRPr="00D07DEC">
              <w:rPr>
                <w:color w:val="000000"/>
                <w:sz w:val="28"/>
                <w:szCs w:val="28"/>
              </w:rPr>
              <w:t>ках территориальной программы обязательного медицинского стр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хования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458156,2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Межбюджетные трансферты бюдж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там территориальных фондов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458156,2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Платежи на финансовое обеспечение проведения заместительной поче</w:t>
            </w:r>
            <w:r w:rsidRPr="00D07DEC">
              <w:rPr>
                <w:color w:val="000000"/>
                <w:sz w:val="28"/>
                <w:szCs w:val="28"/>
              </w:rPr>
              <w:t>ч</w:t>
            </w:r>
            <w:r w:rsidRPr="00D07DEC">
              <w:rPr>
                <w:color w:val="000000"/>
                <w:sz w:val="28"/>
                <w:szCs w:val="28"/>
              </w:rPr>
              <w:t>ной терапии методами диализа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367733,2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Межбюджетные трансферты бюдж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там территориальных фондов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367733,2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Платежи на финансовое обеспечение вспомогательных репродуктивных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6390,0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Межбюджетные трансферты бюдж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там территориальных фондов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6390,0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2B531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D07DEC">
              <w:rPr>
                <w:color w:val="000000"/>
                <w:sz w:val="28"/>
                <w:szCs w:val="28"/>
              </w:rPr>
              <w:t>Развитие здрав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56583,23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780 0000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2072,23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54511,0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Обеспечение пр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вопорядка и безопасности жизнеде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8260,0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2B531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рядка, противодействию преступн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сти и профилактике правонаруш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ний на территории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венной программы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Обеспечение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07DEC">
              <w:rPr>
                <w:color w:val="000000"/>
                <w:sz w:val="28"/>
                <w:szCs w:val="28"/>
              </w:rPr>
              <w:t>правопорядка и безопасности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Снижение уровня алкоголизации н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862 1018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862 1018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роту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 гос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Обеспечение прав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порядка и безопасности жизнеде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9178994,21223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115158,5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2B531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D07DEC">
              <w:rPr>
                <w:color w:val="000000"/>
                <w:sz w:val="28"/>
                <w:szCs w:val="28"/>
              </w:rPr>
              <w:t>Социальная по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115158,5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мер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отдельных кат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115158,5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Доплаты к пенсиям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гражданских служащих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115158,5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1741,9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113416,6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Социальное обслуживание насел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828280,43968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полн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мочий Российской Федерации орг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нами государственной власти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новской области в области социал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ной политики, занятости населения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17825,9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 государственной пр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2011-2015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297 5027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15369,0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297 5027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5174,3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297 5027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10194,7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Софинансирование социальных пр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грамм субъектов Российской Фед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рации, связанных с укреплением м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териально-технической базы учре</w:t>
            </w:r>
            <w:r w:rsidRPr="00D07DEC">
              <w:rPr>
                <w:sz w:val="28"/>
                <w:szCs w:val="28"/>
              </w:rPr>
              <w:t>ж</w:t>
            </w:r>
            <w:r w:rsidRPr="00D07DEC">
              <w:rPr>
                <w:sz w:val="28"/>
                <w:szCs w:val="28"/>
              </w:rPr>
              <w:t>дений социального обслуживания населения и оказанием адресной с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циальной помощи неработающим пенсионерам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297 5209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2456,9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Закупка товаров, работ, услуг в ц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лях капитального ремонта госуда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ственного (муниципального) имущ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297 5209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2456,9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Дома-интернаты для престарелых и инвалидов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261438,30552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55015,8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232,7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ц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лях капитального ремонта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имущ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5991,3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24265,6649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350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173965,47324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1570,86738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182,2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154,3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 социального обслуж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вания населения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549016,23416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173625,3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1083,1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69034,03416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197525,024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2500,376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98695,986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3376,414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645,1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380,9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6866597,84291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полн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мочий Российской Федерации орг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нами государственной власти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новской области в области социал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ной политики, занятости населения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1956618,74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Пособие по уходу за ребёнком гра</w:t>
            </w:r>
            <w:r w:rsidRPr="00D07DEC">
              <w:rPr>
                <w:sz w:val="28"/>
                <w:szCs w:val="28"/>
              </w:rPr>
              <w:t>ж</w:t>
            </w:r>
            <w:r w:rsidRPr="00D07DEC">
              <w:rPr>
                <w:sz w:val="28"/>
                <w:szCs w:val="28"/>
              </w:rPr>
              <w:t xml:space="preserve">данам, подвергшимся воздействию радиации вследствие радиационных аварий, в соответствии с Законом Российской Федерации от 15 мая 1991 года № 1244-I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 социальной защите граждан, подвергшихся во</w:t>
            </w:r>
            <w:r w:rsidRPr="00D07DEC">
              <w:rPr>
                <w:sz w:val="28"/>
                <w:szCs w:val="28"/>
              </w:rPr>
              <w:t>з</w:t>
            </w:r>
            <w:r w:rsidRPr="00D07DEC">
              <w:rPr>
                <w:sz w:val="28"/>
                <w:szCs w:val="28"/>
              </w:rPr>
              <w:t>действию радиации вследствие кат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строфы на Чернобыльской АЭС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297 3003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1501,3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Пособия, компенсации, меры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297 3003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1501,3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Обеспечение инвалидов технич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скими средствами реабилитации, включая изготовление и ремонт пр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тезно-ортопедических изделий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297 5130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163569,5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Фонд оплаты труда казённых учр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297 5130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11590,821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297 5130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297 5130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1696,0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Пособия, компенсации и иные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297 5130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297 5130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120158,94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Исполнение судебных актов Росси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ской Федерации и мировых согл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шений по возмещению вреда, пр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сударственной власти (государс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тате деятельности казённых учре</w:t>
            </w:r>
            <w:r w:rsidRPr="00D07DEC">
              <w:rPr>
                <w:sz w:val="28"/>
                <w:szCs w:val="28"/>
              </w:rPr>
              <w:t>ж</w:t>
            </w:r>
            <w:r w:rsidRPr="00D07DEC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297 5130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119,739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полномочий по обеспечению жильём отдельных 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 xml:space="preserve">тегорий граждан, установленных Федеральным законом от 12 января 1995 года № 5-ФЗ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Об обеспечении жильём ветеранов Великой Отечес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венной войны 1941-1945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297 5134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150882,6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Пособия, компенсации и иные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297 5134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150882,6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полномочий по обеспечению жильём отдельных 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тегорий граждан, установленных федеральными законами от 12 янв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 xml:space="preserve">ря 1995 года № 5-ФЗ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и от 24 ноября 1995 года № 181-ФЗ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 социальной защите инвалидов 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297 5135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31677,5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297 5135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31677,5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Средства на оказание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но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297 5194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39348,1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297 5194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Пособия, компенсации и иные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297 5194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1737,1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297 5194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323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37560,0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Исполнение судебных актов Росси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ской Федерации и мировых согл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шений по возмещению вреда, пр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сударственной власти (государс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тате деятельности казённых учре</w:t>
            </w:r>
            <w:r w:rsidRPr="00D07DEC">
              <w:rPr>
                <w:sz w:val="28"/>
                <w:szCs w:val="28"/>
              </w:rPr>
              <w:t>ж</w:t>
            </w:r>
            <w:r w:rsidRPr="00D07DEC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297 5194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Софинансирование социальных пр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грамм субъектов Российской Фед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рации, связанных с укреплением м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териально-технической базы учре</w:t>
            </w:r>
            <w:r w:rsidRPr="00D07DEC">
              <w:rPr>
                <w:sz w:val="28"/>
                <w:szCs w:val="28"/>
              </w:rPr>
              <w:t>ж</w:t>
            </w:r>
            <w:r w:rsidRPr="00D07DEC">
              <w:rPr>
                <w:sz w:val="28"/>
                <w:szCs w:val="28"/>
              </w:rPr>
              <w:t>дений социального обслуживания населения и оказанием адресной с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циальной помощи неработающим пенсионерам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297 5209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741,5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297 5209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360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741,5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Средства на осуществление пер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данного полномочия Российской Федерации по осуществлению еж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 xml:space="preserve">годной денежной выплаты лицам, награждённым нагрудным знаком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Почётный донор России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108076,4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ус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297 5220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1806,4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106270,0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Оказание адресной финансовой п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мощи гражданам Украины, име</w:t>
            </w:r>
            <w:r w:rsidRPr="00D07DEC">
              <w:rPr>
                <w:sz w:val="28"/>
                <w:szCs w:val="28"/>
              </w:rPr>
              <w:t>ю</w:t>
            </w:r>
            <w:r w:rsidRPr="00D07DEC">
              <w:rPr>
                <w:sz w:val="28"/>
                <w:szCs w:val="28"/>
              </w:rPr>
              <w:t>щим статус беженца или получи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шим временное убежище на терр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тории Российской Федерации и проживающим в жилых помещениях граждан Российской Федерации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297 5225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570,0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Пособия, компенсации, меры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297 5225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570,0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Выплата государственного един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временного пособия и ежемесячной денежной компенсации гражданам при возникновении поствакцинал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ных осложнений в соответствии с Федеральным законом от 17 сентя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 xml:space="preserve">ря 1998 года № 157-ФЗ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Об имм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>нопрофилактике инфекционных б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лезней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297 5240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276,1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297 5240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297 5240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272,0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Средства на оплату жилищно-коммунальных услуг отдельным к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тегориям граждан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810642,3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297 5250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11794,0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798848,3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собия на ребёнка военнослужащего, проходящего военную службу по призыву, в соответствии с Фед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ральным законом от 19 мая 1995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 xml:space="preserve">да № 81-ФЗ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 государственных п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собиях гражданам, имеющим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297 5270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14736,0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297 5270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96,0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297 5270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14640,0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ской ответственности владельцев транспортных средств в соответс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 xml:space="preserve">вии с Федеральным законом от 25 апреля 2002 года № 40-ФЗ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Об об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зательном страховании гражданской ответственности владельцев тран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портных средств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297 5280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1103,8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297 5280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27,6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297 5280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1076,2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Социальные выплаты безработным гражданам в соответствии с Законом Российской Федерации от 19 апреля 1991 года № 1032-I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 занятости н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селения 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297 5290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203659,3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297 5290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1088,2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167623,6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Стипендии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297 5290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340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11684,5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Межбюджетные трансферты бюдж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ту Пенсионного фонда Российской Федерации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297 5290</w:t>
            </w:r>
          </w:p>
        </w:tc>
        <w:tc>
          <w:tcPr>
            <w:tcW w:w="75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570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23263,0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Выплата государственных пособий лицам, не подлежащим обязател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ному социальному страхованию на случай временной нетрудоспособн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сти и в связи с материнством, и л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цам, уволенным в связи с ликвид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цией организаций (прекращением деятельности, полномочий физич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 xml:space="preserve">скими лицами), в соответствии с Федеральным законом от 19 мая 1995 года № 81-ФЗ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 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пособиях гражданам, име</w:t>
            </w:r>
            <w:r w:rsidRPr="00D07DEC">
              <w:rPr>
                <w:sz w:val="28"/>
                <w:szCs w:val="28"/>
              </w:rPr>
              <w:t>ю</w:t>
            </w:r>
            <w:r w:rsidRPr="00D07DEC">
              <w:rPr>
                <w:sz w:val="28"/>
                <w:szCs w:val="28"/>
              </w:rPr>
              <w:t>щим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297 5380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411228,5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Выплата пособий по уходу за ребё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ком до достижения им возраста п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лутора лет гражданам, не подлеж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щим обязательному социальному страхованию на случай временной нетрудоспособности и в связи с м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теринством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297 5381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368625,4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Пособия, компенсации, меры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297 5381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367377,0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297 5381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1248,4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Выплата пособий при рождении 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бёнка гражданам, не подлежащим обязательному социальному страх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ванию на случай временной нетр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>доспособности и в связи с матери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ством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297 5385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42600,2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Пособия, компенсации, меры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297 5385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42380,2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297 5385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Выплата единовременных пособий женщинам, вставшим на учёт в м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дицинских учреждениях в ранние сроки беременности, уволенным в связи с ликвидацией организаций, прекращением деятельности (по</w:t>
            </w:r>
            <w:r w:rsidRPr="00D07DEC">
              <w:rPr>
                <w:sz w:val="28"/>
                <w:szCs w:val="28"/>
              </w:rPr>
              <w:t>л</w:t>
            </w:r>
            <w:r w:rsidRPr="00D07DEC">
              <w:rPr>
                <w:sz w:val="28"/>
                <w:szCs w:val="28"/>
              </w:rPr>
              <w:t>номочий) физическими лицами в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тановленном порядке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297 5386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0,5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Пособия, компенсации, меры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297 5386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0,5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Выплата пособий по беременности и родам женщинам, уволенным в св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зи с ликвидацией организаций, пр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кращением деятельности (полном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чий) физическими лицами в уст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новленном порядке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297 5387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2,4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Пособия, компенсации, меры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297 5387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2,4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Финансовое обеспечение меропри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тий, связанных с санаторно-курортным лечением отдельных 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тегорий граждан в санаторно-курортных организациях, распол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женных в Республике Крым и г.</w:t>
            </w:r>
            <w:r>
              <w:rPr>
                <w:sz w:val="28"/>
                <w:szCs w:val="28"/>
              </w:rPr>
              <w:t xml:space="preserve"> 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вастополе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297 5407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18605,84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297 5407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18605,84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128890,2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02.11.2011 № 180-ЗО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D07DEC">
              <w:rPr>
                <w:color w:val="000000"/>
                <w:sz w:val="28"/>
                <w:szCs w:val="28"/>
              </w:rPr>
              <w:t>О некоторых мерах по улучшению демографической ситуации в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45965,8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505 8200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389,8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11545,8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34030,2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05.04.2006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работа</w:t>
            </w:r>
            <w:r w:rsidRPr="00D07DEC">
              <w:rPr>
                <w:color w:val="000000"/>
                <w:sz w:val="28"/>
                <w:szCs w:val="28"/>
              </w:rPr>
              <w:t>ю</w:t>
            </w:r>
            <w:r w:rsidRPr="00D07DEC">
              <w:rPr>
                <w:color w:val="000000"/>
                <w:sz w:val="28"/>
                <w:szCs w:val="28"/>
              </w:rPr>
              <w:t>щих и проживающих в сельских н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селённых пунктах, рабочих посёлках и посёлках городского типа на те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13780,5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505 8500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1670,69677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505 8500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12021,50323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02.11.2011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 обеспечении полн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ценным питанием беременных же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щин, кормящих матерей, а также 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тей в возрасте до трёх лет в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3046,1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505 8900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110,2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2935,9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29.05.2012 № 65-ЗО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 организации оздоро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ления работников бюджетной сферы на территории Ульяновской обла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25212,2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10891,2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14321,0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мерах социальной по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держки отдельных категорий мол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дых специалистов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40885,6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505 9100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138,1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9505,663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976,537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13805,1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505 9100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16330,4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505 9100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129,8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зований, возникающих при выпо</w:t>
            </w:r>
            <w:r w:rsidRPr="00D07DEC">
              <w:rPr>
                <w:sz w:val="28"/>
                <w:szCs w:val="28"/>
              </w:rPr>
              <w:t>л</w:t>
            </w:r>
            <w:r w:rsidRPr="00D07DEC">
              <w:rPr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2552,7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Единовременные денежные выплаты педагогическим работникам мун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ципальных образовательных орган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заций, реализующих образовател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ную программу дошкольного обр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зования, имеющим статус молодых специалистов (за исключением пед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гогических работников, работающих и проживающих в сельских населё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пунктах, рабочих посёлках (п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сёлках городского типа) Ульяно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ской области)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521 1800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2552,7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521 1800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2552,7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2B531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06.10.2011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мерах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ной поддержки общественных объ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динений пожарной охраны и добр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вольных пожарных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07DEC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6054,3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535 0000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4710,0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1200,3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30.01.2006 № 05-ЗО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пожарной безопасности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поддержка сел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41574,20214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мероприятий федерал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Устойч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584 5018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41574,20214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584 5018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41574,20214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 по обеспечению жил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ём молодых семей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3555,06802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Обе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печение жильём молодых семей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588 5020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3555,06802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588 5020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3555,06802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Исполнение денежных обязательств по исполнительным документам, мировым соглашениям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778 0000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Исполнение судебных актов Росси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ской Федерации и мировых согл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шений по возмещению вреда, пр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сударственной власти (государс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тате деятельности казённых учре</w:t>
            </w:r>
            <w:r w:rsidRPr="00D07DEC">
              <w:rPr>
                <w:sz w:val="28"/>
                <w:szCs w:val="28"/>
              </w:rPr>
              <w:t>ж</w:t>
            </w:r>
            <w:r w:rsidRPr="00D07DEC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778 0000</w:t>
            </w:r>
          </w:p>
        </w:tc>
        <w:tc>
          <w:tcPr>
            <w:tcW w:w="75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831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2B531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D07DEC">
              <w:rPr>
                <w:color w:val="000000"/>
                <w:sz w:val="28"/>
                <w:szCs w:val="28"/>
              </w:rPr>
              <w:t>Социальная по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4670115,28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мер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отдельных кат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3993686,28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Предоставление гражданам субс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дий на оплату жилого помещения и коммунальных услуг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285803,1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4426,4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281376,7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07DEC">
              <w:rPr>
                <w:color w:val="000000"/>
                <w:spacing w:val="-4"/>
                <w:sz w:val="28"/>
                <w:szCs w:val="28"/>
              </w:rPr>
              <w:t>Компенсация расходов по оплате ж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и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лых помещений и коммунальных у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с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луг отдельным категориям граждан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85413,9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1573,9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83840,0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 xml:space="preserve">ласти от 31.08.2013 № 159-ЗО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Об оказании адресной материальной помощи гражданам, оказавшимся в трудной жизненной ситуации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801 1203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55363,8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801 1203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870,4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54493,4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Приобретение протезно-ортопеди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ческих изделий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16723,7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16723,7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мер социальной по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держки ветеранов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1288048,0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801 1205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27030,6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648001,2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613016,2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мер социальной по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держки тружеников тыла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3589,8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801 1206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88,5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2676,2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825,1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мер социальной по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27270,0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801 1207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213,6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7530,8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19525,6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09.01.2008 № 10-ЗО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зв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 xml:space="preserve">нии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Ветеран труда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1777618,18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801 1208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36876,03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679292,6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1060538,65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910,9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05.05.2011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н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градах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18595,5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801 1209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366,3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18044,2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9573,5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331,5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9242,0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05.07.2013 № 112-ЗО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D07DEC">
              <w:rPr>
                <w:color w:val="000000"/>
                <w:sz w:val="28"/>
                <w:szCs w:val="28"/>
              </w:rPr>
              <w:t>О дополнительных мерах социал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ной поддержки, предоставляемых супругам, детям и родителям лиц, замещавших государственные дол</w:t>
            </w:r>
            <w:r w:rsidRPr="00D07DEC">
              <w:rPr>
                <w:color w:val="000000"/>
                <w:sz w:val="28"/>
                <w:szCs w:val="28"/>
              </w:rPr>
              <w:t>ж</w:t>
            </w:r>
            <w:r w:rsidRPr="00D07DEC">
              <w:rPr>
                <w:color w:val="000000"/>
                <w:sz w:val="28"/>
                <w:szCs w:val="28"/>
              </w:rPr>
              <w:t>ности Ульяновской области, дол</w:t>
            </w:r>
            <w:r w:rsidRPr="00D07DEC">
              <w:rPr>
                <w:color w:val="000000"/>
                <w:sz w:val="28"/>
                <w:szCs w:val="28"/>
              </w:rPr>
              <w:t>ж</w:t>
            </w:r>
            <w:r w:rsidRPr="00D07DEC">
              <w:rPr>
                <w:color w:val="000000"/>
                <w:sz w:val="28"/>
                <w:szCs w:val="28"/>
              </w:rPr>
              <w:t>ности государственной гражданской службы Ульяновской области или должности в государственных орг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нах Ульяновской области, не я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ляющиеся должностями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венной гражданской службы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области, и погибших при исполнении должностных (труд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вых) обязанностей или умерших вследствие ранения, контузии, заб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левания или увечья, полученных при исполнении должностных (труд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вых) обязанностей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ус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801 1212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Предоставление мер социальной поддержки педагогическим рабо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никам образовательных организ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ций, работающим и проживающим в сельских населённых пунктах, раб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чих посёлках (посёлках городского типа)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253986,8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801 1213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4517,2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249469,6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Компенсационные выплаты за пр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езд на садово-дачные массивы для социально незащищённой категории лиц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5681,3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государствен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801 1214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130,5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5550,8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Выплата единовременной матер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 xml:space="preserve">альной помощи по постановлению Правительства Ульяновской области от 03.02.2006 № 30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дополнител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ных мерах социальной поддержки военнослужащих, сотрудников пр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воохранительных органов и членов их семей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801 1215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04.11.2003 № 056-ЗО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социальной поддержке инвалидов боевых действий, проживающих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650,4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801 1216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19.12.2007 № 225-ЗО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D07DEC">
              <w:rPr>
                <w:color w:val="000000"/>
                <w:sz w:val="28"/>
                <w:szCs w:val="28"/>
              </w:rPr>
              <w:t>О социальной поддержке родит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лей и супругов военнослужащих, с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трудников органов внутренних дел, Федеральной службы безопасности Российской Федерации, прокурат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ры Российской Федерации, органов уголовно-исполнительной системы Министерства юстиции Российской Федерации, погибших при исполн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нии обязанностей военной службы, служебных обязанностей или уме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ших вследствие ранения, контузии, заболеваний, увечья, полученных при исполнении обязанностей вое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ной службы, служебных обязанн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2772,9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801 1217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2686,00000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01.03.2007 № 23-ЗО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добровольном участии граждан в охране общественного порядка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Предоставление мер социальной поддержки и социального обслуж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вания лицам, страдающим психич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скими расстройствами, находящи</w:t>
            </w:r>
            <w:r w:rsidRPr="00D07DEC">
              <w:rPr>
                <w:color w:val="000000"/>
                <w:sz w:val="28"/>
                <w:szCs w:val="28"/>
              </w:rPr>
              <w:t>м</w:t>
            </w:r>
            <w:r w:rsidRPr="00D07DEC">
              <w:rPr>
                <w:color w:val="000000"/>
                <w:sz w:val="28"/>
                <w:szCs w:val="28"/>
              </w:rPr>
              <w:t>ся в трудной жизненной ситуации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2559,1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801 1219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99,1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2460,0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9686,3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9627,3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07DEC">
              <w:rPr>
                <w:color w:val="000000"/>
                <w:spacing w:val="-4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б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 xml:space="preserve">ласти от 08.10.2008 № 150-ЗО </w:t>
            </w:r>
            <w:r w:rsidRPr="002B5310">
              <w:rPr>
                <w:color w:val="000000"/>
                <w:spacing w:val="-4"/>
                <w:sz w:val="28"/>
                <w:szCs w:val="28"/>
              </w:rPr>
              <w:br/>
              <w:t>«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О материальном обеспечении вдовы Сычёва В.А. и вдовы Доронина Н.П.</w:t>
            </w:r>
            <w:r w:rsidRPr="002B5310">
              <w:rPr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967,2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801 1221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960,0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постановления Прав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 xml:space="preserve">тельства Ульяновской области от 15.06.2009 № 239-П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единовр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менной выплате за вред, причинё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ный при оказании противотуберк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лёзной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801 1222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области для отдельных категорий граждан, оказание мер социальной поддержки которым относится к ведению Ро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23217,2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23217,2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Оказание мер социальной поддер</w:t>
            </w:r>
            <w:r w:rsidRPr="00D07DEC">
              <w:rPr>
                <w:color w:val="000000"/>
                <w:sz w:val="28"/>
                <w:szCs w:val="28"/>
              </w:rPr>
              <w:t>ж</w:t>
            </w:r>
            <w:r w:rsidRPr="00D07DEC">
              <w:rPr>
                <w:color w:val="000000"/>
                <w:sz w:val="28"/>
                <w:szCs w:val="28"/>
              </w:rPr>
              <w:t>ки творческим работникам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8834,7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801 1224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177,2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8657,5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09.11.2010 № 177-ЗО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D07DEC">
              <w:rPr>
                <w:color w:val="000000"/>
                <w:sz w:val="28"/>
                <w:szCs w:val="28"/>
              </w:rPr>
              <w:t>О мерах социальной поддержки инвалидов и участников Великой Отечественной войны, ветеранов боевых действий, бывших несове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шеннолетних узников концлагерей, гетто и других мест принудительн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го содержания, созданных фашист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ми и их союзниками в период второй мировой войны, в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19272,2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801 1225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469,3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18802,9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20.12.2010 № 226-ЗО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D07DEC">
              <w:rPr>
                <w:color w:val="000000"/>
                <w:sz w:val="28"/>
                <w:szCs w:val="28"/>
              </w:rPr>
              <w:t>О мерах государственной поддер</w:t>
            </w:r>
            <w:r w:rsidRPr="00D07DEC">
              <w:rPr>
                <w:color w:val="000000"/>
                <w:sz w:val="28"/>
                <w:szCs w:val="28"/>
              </w:rPr>
              <w:t>ж</w:t>
            </w:r>
            <w:r w:rsidRPr="00D07DEC">
              <w:rPr>
                <w:color w:val="000000"/>
                <w:sz w:val="28"/>
                <w:szCs w:val="28"/>
              </w:rPr>
              <w:t>ки граждан в связи с введением на территории Ульяновской области экономически обоснованных тар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фов и нормативов потребления ко</w:t>
            </w:r>
            <w:r w:rsidRPr="00D07DEC">
              <w:rPr>
                <w:color w:val="000000"/>
                <w:sz w:val="28"/>
                <w:szCs w:val="28"/>
              </w:rPr>
              <w:t>м</w:t>
            </w:r>
            <w:r w:rsidRPr="00D07DEC">
              <w:rPr>
                <w:color w:val="000000"/>
                <w:sz w:val="28"/>
                <w:szCs w:val="28"/>
              </w:rPr>
              <w:t>мунальных услуг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7103,4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801 1226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193,5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6909,9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04.04.2011 № 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с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циальной поддержке жён граждан, уволенных с военной службы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2344,5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55,7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2288,8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исполнения полном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чий по предоставлению ежемеся</w:t>
            </w:r>
            <w:r w:rsidRPr="00D07DEC">
              <w:rPr>
                <w:color w:val="000000"/>
                <w:sz w:val="28"/>
                <w:szCs w:val="28"/>
              </w:rPr>
              <w:t>ч</w:t>
            </w:r>
            <w:r w:rsidRPr="00D07DEC">
              <w:rPr>
                <w:color w:val="000000"/>
                <w:sz w:val="28"/>
                <w:szCs w:val="28"/>
              </w:rPr>
              <w:t>ной денежной компенсации на опл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ту жилищно-коммунальных услуг отдельным категориям граждан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23172,6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75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23172,6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постановления Губерн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 xml:space="preserve">тора Ульяновской области от 06.12.2010 № 98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порядке и усл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виях предоставления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ным гражданским служащим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 единовременной социальной выплаты на приобрет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ние жилого помещения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4989,3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4989,3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30.11.2011 № 203-ЗО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мерах социальной поддержки гра</w:t>
            </w:r>
            <w:r w:rsidRPr="00D07DEC">
              <w:rPr>
                <w:color w:val="000000"/>
                <w:sz w:val="28"/>
                <w:szCs w:val="28"/>
              </w:rPr>
              <w:t>ж</w:t>
            </w:r>
            <w:r w:rsidRPr="00D07DEC">
              <w:rPr>
                <w:color w:val="000000"/>
                <w:sz w:val="28"/>
                <w:szCs w:val="28"/>
              </w:rPr>
              <w:t>дан, родившихся в период с 1 января 1932 года по 31 декабря 1945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57292,7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56482,7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Выплата инвалидам премий в соо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ветствии с постановлением Губерн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 xml:space="preserve">тора Ульяновской области от 23.05.2007 № 31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 утверждении Положения о присуждении премий Губернатора Ульяновской области инвалидам, проживающим на терр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152,3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801 1231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27.01.2012 № 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д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полнительных мерах социальной поддержки работников противоп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жарной службы Ульяновской обла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ти, профессиональных аварийно-спасательных служб и професси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нальных аварийно-спасательных формирований Ульяновской области и лиц из их числа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801 1232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801 1232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06.10.2011 № 168-ЗО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сельских старостах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1766,5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801 1233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190,5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75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1576,0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 xml:space="preserve">ласти от 31.08.2013 № 160-ЗО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 правовом регулировании отдельных вопросов, связанных с оказанием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сударственной социальной помощи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801 1235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801 1235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801 1235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360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788,0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гос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Социальная поддер</w:t>
            </w:r>
            <w:r w:rsidRPr="00D07DEC">
              <w:rPr>
                <w:color w:val="000000"/>
                <w:sz w:val="28"/>
                <w:szCs w:val="28"/>
              </w:rPr>
              <w:t>ж</w:t>
            </w:r>
            <w:r w:rsidRPr="00D07DEC">
              <w:rPr>
                <w:color w:val="000000"/>
                <w:sz w:val="28"/>
                <w:szCs w:val="28"/>
              </w:rPr>
              <w:t>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655660,0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мер социальной по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держки многодетных семей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158685,7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802 1301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3425,4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47587,1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107673,2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452CBE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Ежемесячное пособие на ребёнка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452CBE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452CB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200974,1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ус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802 1310</w:t>
            </w:r>
          </w:p>
        </w:tc>
        <w:tc>
          <w:tcPr>
            <w:tcW w:w="75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1550,9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199423,2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06.05.2006 № 51-ЗО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с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циальной поддержке детей военн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служащих, сотрудников органов внутренних дел, Федеральной слу</w:t>
            </w:r>
            <w:r w:rsidRPr="00D07DEC">
              <w:rPr>
                <w:color w:val="000000"/>
                <w:sz w:val="28"/>
                <w:szCs w:val="28"/>
              </w:rPr>
              <w:t>ж</w:t>
            </w:r>
            <w:r w:rsidRPr="00D07DEC">
              <w:rPr>
                <w:color w:val="000000"/>
                <w:sz w:val="28"/>
                <w:szCs w:val="28"/>
              </w:rPr>
              <w:t>бы безопасности Российской Фед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рации, прокуратуры Российской 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дерации, органов уголовно-исполнительной системы Министе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ства юстиции Российской Федер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877,8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802 1311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848,4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05.02.2008 № 24-ЗО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д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полнительных мерах социальной поддержки семей, имеющих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213868,0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802 1312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2193,5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211674,5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Выплата ежегодной премии в соо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ветствии с постановлением Губерн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 xml:space="preserve">тора Ульяновской области от 19.03.2009 № 15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 xml:space="preserve">Об учреждении ежегодной премии Губернатора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Семья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253,8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802 1313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31.08.2012 № 113-ЗО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ежемесячной денежной выплате на ребёнка до достижения им возраста трёх лет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77656,4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802 1315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4356,4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73300,0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06.05.2013 № 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предоставлении на территории Ул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яновской области отдельным кат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гориям инвалидов, имеющих детей, дополнительной меры социальной поддержки в сфере оплаты жилых помещений частного жилищного фонда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149,2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802 1316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124,9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Компенсация потерь в доходах орг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низаций железнодорожного тран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 xml:space="preserve">порта, связанных с предоставлением обучающимся льгот в соответствии с Законом Ульяновской области от 13.08.2013 № 134-ЗО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 образов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3195,0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ций), индивидуальным предприн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3195,0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Социальная по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15596,5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повышению уровня доступности приоритетных объектов социальной защиты населения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12669,0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3674,3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8994,7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повышению до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тупности и качества реабилитацио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услуг для инвалидов, в том чи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ле для детей-инвалидов, содействие в их социальной интеграции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Комплекс информационных, просв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тительских и общественных мер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227,5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227,5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Содействие занят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сти населения, улучшение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5172,5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реализации прав граждан на труд и социальную 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щиту от безработицы, а также созд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ние благоприятных условий для обеспечения занятости населения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5022,5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4862,5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Мероприятия по улучшению усл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вий и охраны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мол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дёжной политики в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820 0000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7425,70475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Обеспечение жил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ём молодых семей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молодёжной политики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822 0000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7425,70475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на предоставление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альных выплат молодым семьям на приобретение (строительство) жилья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822 2310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6394,00475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822 2310</w:t>
            </w:r>
          </w:p>
        </w:tc>
        <w:tc>
          <w:tcPr>
            <w:tcW w:w="75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6394,00475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на предоставление допо</w:t>
            </w:r>
            <w:r w:rsidRPr="00D07DEC">
              <w:rPr>
                <w:color w:val="000000"/>
                <w:sz w:val="28"/>
                <w:szCs w:val="28"/>
              </w:rPr>
              <w:t>л</w:t>
            </w:r>
            <w:r w:rsidRPr="00D07DEC">
              <w:rPr>
                <w:color w:val="000000"/>
                <w:sz w:val="28"/>
                <w:szCs w:val="28"/>
              </w:rPr>
              <w:t>нительной социальной выплаты м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лодым семьям на приобретение (строительство) жилья при рожд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нии ребёнка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1031,7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1031,7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программа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Развитие сельск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го хозяйства и регулирование ры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ков сельскохозяйственной проду</w:t>
            </w:r>
            <w:r w:rsidRPr="00D07DEC">
              <w:rPr>
                <w:sz w:val="28"/>
                <w:szCs w:val="28"/>
              </w:rPr>
              <w:t>к</w:t>
            </w:r>
            <w:r w:rsidRPr="00D07DEC">
              <w:rPr>
                <w:sz w:val="28"/>
                <w:szCs w:val="28"/>
              </w:rPr>
              <w:t>ции, сырья и продовольствия в 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2014-2020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49107,648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Устойчивое разв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госуда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Развитие сельского хозя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ства и регулирование рынков сел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скохозяйственной продукции, сырья и продовольствия в Ульяновской 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49107,648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Софинансирование мероприятий по улучшению жилищных условий граждан, проживающих в сельской местности, по федеральной целевой программе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931 2512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11784,127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931 2512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11784,127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Софинансирование мероприятий по улучшению жилищных условий м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лодых семей и молодых специал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стов, проживающих в сельской м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 xml:space="preserve">стности, по федеральной целевой программе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931 2513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37323,521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931 2513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37323,521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1011838,67444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2B531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Осуществление отдельных полн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мочий Российской Федерации орг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нами государственной власти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 в области социал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ной политики, занятости населения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165065,9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 xml:space="preserve">Ежемесячная денежная выплата, </w:t>
            </w:r>
            <w:r w:rsidRPr="008172E9">
              <w:rPr>
                <w:spacing w:val="-6"/>
                <w:sz w:val="28"/>
                <w:szCs w:val="28"/>
              </w:rPr>
              <w:t>н</w:t>
            </w:r>
            <w:r w:rsidRPr="008172E9">
              <w:rPr>
                <w:spacing w:val="-6"/>
                <w:sz w:val="28"/>
                <w:szCs w:val="28"/>
              </w:rPr>
              <w:t>а</w:t>
            </w:r>
            <w:r w:rsidRPr="008172E9">
              <w:rPr>
                <w:spacing w:val="-6"/>
                <w:sz w:val="28"/>
                <w:szCs w:val="28"/>
              </w:rPr>
              <w:t>значаемая в случае рождения тртье</w:t>
            </w:r>
            <w:r>
              <w:rPr>
                <w:spacing w:val="-6"/>
                <w:sz w:val="28"/>
                <w:szCs w:val="28"/>
              </w:rPr>
              <w:t>-</w:t>
            </w:r>
            <w:r w:rsidRPr="008172E9">
              <w:rPr>
                <w:spacing w:val="-6"/>
                <w:sz w:val="28"/>
                <w:szCs w:val="28"/>
              </w:rPr>
              <w:t>го</w:t>
            </w:r>
            <w:r w:rsidRPr="008172E9">
              <w:rPr>
                <w:spacing w:val="-4"/>
                <w:sz w:val="28"/>
                <w:szCs w:val="28"/>
              </w:rPr>
              <w:t xml:space="preserve"> </w:t>
            </w:r>
            <w:r w:rsidRPr="00D07DEC">
              <w:rPr>
                <w:sz w:val="28"/>
                <w:szCs w:val="28"/>
              </w:rPr>
              <w:t>ребёнка или последующих детей до достижения ребёнком возраста трёх лет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297 5084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152096,3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Пособия, компенсации, меры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297 5084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152096,3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ния, в семью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12945,6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12945,6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вии с пунктом 3 статьи 25 Фед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 xml:space="preserve">рального закона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Об основах сист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мы профилактики безнадзорности и правонарушений несовершенноле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них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полномочий Российской Фед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рации по осуществлению деятельн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сти, связанной с перевозкой между субъектами Российской Федерации, а также в пределах территорий гос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>дарств – участников Содружества Независимых Государств несове</w:t>
            </w:r>
            <w:r w:rsidRPr="00D07DEC">
              <w:rPr>
                <w:sz w:val="28"/>
                <w:szCs w:val="28"/>
              </w:rPr>
              <w:t>р</w:t>
            </w:r>
            <w:r w:rsidRPr="00D07DEC">
              <w:rPr>
                <w:sz w:val="28"/>
                <w:szCs w:val="28"/>
              </w:rPr>
              <w:t>шеннолетних, самовольно ушедших из семей, детских домов, школ-интернатов, специальных учебно-воспитательных и иных детских у</w:t>
            </w:r>
            <w:r w:rsidRPr="00D07DEC">
              <w:rPr>
                <w:sz w:val="28"/>
                <w:szCs w:val="28"/>
              </w:rPr>
              <w:t>ч</w:t>
            </w:r>
            <w:r w:rsidRPr="00D07DEC">
              <w:rPr>
                <w:sz w:val="28"/>
                <w:szCs w:val="28"/>
              </w:rPr>
              <w:t>реждений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297 5940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297 5940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297 5940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23,00000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Мероприятия в рамках реализации Федерального закона от 21.12.1996 № 159-ФЗ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дополнительных г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рантиях по социальной поддержке детей-сирот и детей, оставшихся без попечения родителей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299 0000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30122,75444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Средства на обеспечение предоста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ления жилых помещений детям-сиротам и детям, оставшимся без попечения родителей, лицам из их числа по договорам найма специал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зированных жилых помещений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299 5082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30122,75444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Бюджетные инвестиции на приобр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тение объектов недвижимого им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щества в государственную (муниц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пальную) собственность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299 5082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30122,75444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28487,7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 xml:space="preserve">ласти от 02.11.2011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некоторых мерах по улучшению 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мографической ситуации в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Денежное пособие на оплату обуч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ния студентам, обучающимся в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разовательных организациях средн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го профессионального и высшего образования, находящихся на терр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2588,0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2588,0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31.08.2013 № 157-ЗО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 мерах социальной поддержки, предоставляемых т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лантливым и одарённым обуча</w:t>
            </w:r>
            <w:r w:rsidRPr="00D07DEC">
              <w:rPr>
                <w:color w:val="000000"/>
                <w:sz w:val="28"/>
                <w:szCs w:val="28"/>
              </w:rPr>
              <w:t>ю</w:t>
            </w:r>
            <w:r w:rsidRPr="00D07DEC">
              <w:rPr>
                <w:color w:val="000000"/>
                <w:sz w:val="28"/>
                <w:szCs w:val="28"/>
              </w:rPr>
              <w:t>щимся, педагогическим и научным работникам образовательных орг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22334,0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22334,0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Денежная выплата студентам, об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>чающимся в профессиональных о</w:t>
            </w:r>
            <w:r w:rsidRPr="00D07DEC">
              <w:rPr>
                <w:sz w:val="28"/>
                <w:szCs w:val="28"/>
              </w:rPr>
              <w:t>б</w:t>
            </w:r>
            <w:r w:rsidRPr="00D07DEC">
              <w:rPr>
                <w:sz w:val="28"/>
                <w:szCs w:val="28"/>
              </w:rPr>
              <w:t>разовательных организациях и обр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зовательных организациях высшего образования, находящихся на терр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505 9200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3454,7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Пособия, компенсации и иные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505 9200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3454,7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зований, возникающих при выпо</w:t>
            </w:r>
            <w:r w:rsidRPr="00D07DEC">
              <w:rPr>
                <w:color w:val="000000"/>
                <w:sz w:val="28"/>
                <w:szCs w:val="28"/>
              </w:rPr>
              <w:t>л</w:t>
            </w:r>
            <w:r w:rsidRPr="00D07DEC"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149356,7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Выплата родителям (законным пре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ставителям) детей, посещающих м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ниципальные и частные образов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тельные организации, реализующие образовательную программу дошк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льного образования, компенсации части внесённой в соответствующие образовательные организации род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тельской платы за присмотр и уход за детьми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149356,7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149356,7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2B531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D07DEC">
              <w:rPr>
                <w:color w:val="000000"/>
                <w:sz w:val="28"/>
                <w:szCs w:val="28"/>
              </w:rPr>
              <w:t>Социальная по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504504,62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гос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Социальная поддер</w:t>
            </w:r>
            <w:r w:rsidRPr="00D07DEC">
              <w:rPr>
                <w:color w:val="000000"/>
                <w:sz w:val="28"/>
                <w:szCs w:val="28"/>
              </w:rPr>
              <w:t>ж</w:t>
            </w:r>
            <w:r w:rsidRPr="00D07DEC">
              <w:rPr>
                <w:color w:val="000000"/>
                <w:sz w:val="28"/>
                <w:szCs w:val="28"/>
              </w:rPr>
              <w:t>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504504,62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07DEC">
              <w:rPr>
                <w:color w:val="000000"/>
                <w:spacing w:val="-4"/>
                <w:sz w:val="28"/>
                <w:szCs w:val="28"/>
              </w:rPr>
              <w:t>Реализация Закона Ульяновской о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б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 xml:space="preserve">ласти от 31.08.2012 № 112-ЗО </w:t>
            </w:r>
            <w:r w:rsidRPr="002B5310">
              <w:rPr>
                <w:color w:val="000000"/>
                <w:spacing w:val="-4"/>
                <w:sz w:val="28"/>
                <w:szCs w:val="28"/>
              </w:rPr>
              <w:t>«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О единовременном денежном пособии гражданам, усыновившим (удоч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е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рившим) детей-сирот и детей, оста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в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шихся без попечения родителей, на территории Ульяновской области</w:t>
            </w:r>
            <w:r w:rsidRPr="002B5310">
              <w:rPr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4900,0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компенсации, меры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4900,0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Ежемесячная денежная выплата л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цам из числа детей-сирот и детей, оставшихся без попечения родит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лей, обучающимся в муниципальных образовательных организациях, н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ходящихся на территории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1942,8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1942,8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Ремонт жилых помещений, прина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лежащих детям-сиротам и детям, о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тавшимся без попечения родителей,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1956,4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1956,4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Ежемесячная денежная выплата на обеспечение проезда детей-сирот и детей, оставшихся без попечения родителей, а также лиц из числа 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обучающихся в муниципальных образовательных организациях, на городском, приг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10891,5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10891,5</w:t>
            </w:r>
          </w:p>
        </w:tc>
      </w:tr>
      <w:tr w:rsidR="00B5552C" w:rsidRPr="002B5310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Содержание ребёнка в семье опек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>на (попечителя) и приёмной семье, а также вознаграждение, причита</w:t>
            </w:r>
            <w:r w:rsidRPr="00D07DEC">
              <w:rPr>
                <w:sz w:val="28"/>
                <w:szCs w:val="28"/>
              </w:rPr>
              <w:t>ю</w:t>
            </w:r>
            <w:r w:rsidRPr="00D07DEC">
              <w:rPr>
                <w:sz w:val="28"/>
                <w:szCs w:val="28"/>
              </w:rPr>
              <w:t>щееся приёмному родителю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802 1306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467276,2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467276,2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Опека и попечительство в отнош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нии несовершеннолетних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16674,22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16674,22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мер социальной по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держки в сфере гарантий права на медицинское обслуживание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235,3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802 1308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235,3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мер социальной по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держки в сфере гарантий права на образование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628,2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628,2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жили</w:t>
            </w:r>
            <w:r w:rsidRPr="00D07DEC">
              <w:rPr>
                <w:color w:val="000000"/>
                <w:sz w:val="28"/>
                <w:szCs w:val="28"/>
              </w:rPr>
              <w:t>щ</w:t>
            </w:r>
            <w:r w:rsidRPr="00D07DEC">
              <w:rPr>
                <w:color w:val="000000"/>
                <w:sz w:val="28"/>
                <w:szCs w:val="28"/>
              </w:rPr>
              <w:t>но-коммунального хозяйства в Ул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134301,0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Обеспечение жил</w:t>
            </w:r>
            <w:r w:rsidRPr="00D07DEC">
              <w:rPr>
                <w:color w:val="000000"/>
                <w:sz w:val="28"/>
                <w:szCs w:val="28"/>
              </w:rPr>
              <w:t>ы</w:t>
            </w:r>
            <w:r w:rsidRPr="00D07DEC">
              <w:rPr>
                <w:color w:val="000000"/>
                <w:sz w:val="28"/>
                <w:szCs w:val="28"/>
              </w:rPr>
              <w:t>ми помещениями детей-сирот и д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тей, оставшихся без попечения р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дителей, лиц из числа детей-сирот и детей, оставшихся без попечения родителей, на территории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</w:t>
            </w:r>
            <w:r w:rsidRPr="00D07DEC">
              <w:rPr>
                <w:color w:val="000000"/>
                <w:sz w:val="28"/>
                <w:szCs w:val="28"/>
              </w:rPr>
              <w:t>з</w:t>
            </w:r>
            <w:r w:rsidRPr="00D07DEC">
              <w:rPr>
                <w:color w:val="000000"/>
                <w:sz w:val="28"/>
                <w:szCs w:val="28"/>
              </w:rPr>
              <w:t>витие жилищно-коммунального х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зяйства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134301,0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834 2417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134301,0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Бюджетные инвестиции на приобр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тение объектов недвижимого им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щества в государственную (муниц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пальную) собственность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834 2417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134016,8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Исполнение судебных актов Росси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ской Федерации и мировых согл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шений по возмещению вреда, пр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сударственной власти (государс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тате деятельности казённых учре</w:t>
            </w:r>
            <w:r w:rsidRPr="00D07DEC">
              <w:rPr>
                <w:sz w:val="28"/>
                <w:szCs w:val="28"/>
              </w:rPr>
              <w:t>ж</w:t>
            </w:r>
            <w:r w:rsidRPr="00D07DEC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834 2417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284,2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Другие вопросы в области социал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ной политики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357118,7552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07DEC">
              <w:rPr>
                <w:color w:val="000000"/>
                <w:spacing w:val="-4"/>
                <w:sz w:val="28"/>
                <w:szCs w:val="28"/>
              </w:rPr>
              <w:t>Руководство и управление в сфере у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с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тановленных функций государстве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н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283103,019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111575,59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104867,39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423,3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665,1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5163,06851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 w:rsidRPr="00D07DEC">
              <w:rPr>
                <w:color w:val="000000"/>
                <w:sz w:val="28"/>
                <w:szCs w:val="28"/>
              </w:rPr>
              <w:t>й</w:t>
            </w:r>
            <w:r w:rsidRPr="00D07DEC">
              <w:rPr>
                <w:color w:val="000000"/>
                <w:sz w:val="28"/>
                <w:szCs w:val="28"/>
              </w:rPr>
              <w:t>ской Федерации и мировых согл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шений по возмещению вреда, пр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сударственной власти (государс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тате деятельности казённых учре</w:t>
            </w:r>
            <w:r w:rsidRPr="00D07DEC">
              <w:rPr>
                <w:color w:val="000000"/>
                <w:sz w:val="28"/>
                <w:szCs w:val="28"/>
              </w:rPr>
              <w:t>ж</w:t>
            </w:r>
            <w:r w:rsidRPr="00D07DEC"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111,43149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275,4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69,9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Территориальные органы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171527,429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171041,9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(муниципальных) органов,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28,3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259,129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Исполнение судебных актов Росси</w:t>
            </w:r>
            <w:r w:rsidRPr="00D07DEC">
              <w:rPr>
                <w:color w:val="000000"/>
                <w:sz w:val="28"/>
                <w:szCs w:val="28"/>
              </w:rPr>
              <w:t>й</w:t>
            </w:r>
            <w:r w:rsidRPr="00D07DEC">
              <w:rPr>
                <w:color w:val="000000"/>
                <w:sz w:val="28"/>
                <w:szCs w:val="28"/>
              </w:rPr>
              <w:t>ской Федерации и мировых согл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шений по возмещению вреда, пр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сударственной власти (государс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тате деятельности казённых учре</w:t>
            </w:r>
            <w:r w:rsidRPr="00D07DEC">
              <w:rPr>
                <w:color w:val="000000"/>
                <w:sz w:val="28"/>
                <w:szCs w:val="28"/>
              </w:rPr>
              <w:t>ж</w:t>
            </w:r>
            <w:r w:rsidRPr="00D07DEC"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134,4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мер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28000,0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единовременных выплат медицинским работникам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293 5136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28000,0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Пособия, компенсации и иные соц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293 5136</w:t>
            </w:r>
          </w:p>
        </w:tc>
        <w:tc>
          <w:tcPr>
            <w:tcW w:w="75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28000,0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Осуществление отдельных полн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мочий Российской Федерации орг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нами государственной власти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новской области в области социал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ной политики, занятости населения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18886,4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 государственной пр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на 2011-2015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297 5027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18886,4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297 5027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18886,4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Софинансирование единовременных компенсационных выплат медици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ским работникам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72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Областная адресная инвестиционная программа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129,3362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Бюджетные инвестиции на приобр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тение объектов недвижимого им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>щества в государственную (муниц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пальную) собственность</w:t>
            </w:r>
          </w:p>
        </w:tc>
        <w:tc>
          <w:tcPr>
            <w:tcW w:w="567" w:type="dxa"/>
            <w:vAlign w:val="bottom"/>
          </w:tcPr>
          <w:p w:rsidR="00B5552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8172E9">
            <w:pPr>
              <w:spacing w:line="372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524 0000</w:t>
            </w:r>
          </w:p>
        </w:tc>
        <w:tc>
          <w:tcPr>
            <w:tcW w:w="757" w:type="dxa"/>
            <w:vAlign w:val="bottom"/>
          </w:tcPr>
          <w:p w:rsidR="00B5552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414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8172E9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B5552C" w:rsidRPr="00D07DEC" w:rsidRDefault="00B5552C" w:rsidP="008172E9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129,3362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стро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тельства и архитектуры в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Стимулирование развития жилищного строительства в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Развитие строительства и архитектуры в Ул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на 2014-2018 г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Социальные выплаты на приобрет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ние жилья отдельным категориям граждан, постоянно проживающих на территории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тельств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12075,0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2925,0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862396,49045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407813,2935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512 0000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382613,1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74558,6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308054,5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2B531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D07DEC">
              <w:rPr>
                <w:color w:val="000000"/>
                <w:sz w:val="28"/>
                <w:szCs w:val="28"/>
              </w:rPr>
              <w:t>Развитие физич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ской культуры и спорта в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25200,1935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Строительство и реконструкция спортивных объектов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890 4023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6700,1935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890 4023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6700,1935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Приобретение объектов спорта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890 4024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890 4024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18500,0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306913,38695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512 0000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176213,38695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39177,5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Приобретение оборудования для б</w:t>
            </w:r>
            <w:r w:rsidRPr="00D07DEC">
              <w:rPr>
                <w:sz w:val="28"/>
                <w:szCs w:val="28"/>
              </w:rPr>
              <w:t>ы</w:t>
            </w:r>
            <w:r w:rsidRPr="00D07DEC">
              <w:rPr>
                <w:sz w:val="28"/>
                <w:szCs w:val="28"/>
              </w:rPr>
              <w:t>стровозводимых физкультурно-оздоровительных комплексов, вкл</w:t>
            </w:r>
            <w:r w:rsidRPr="00D07DEC">
              <w:rPr>
                <w:sz w:val="28"/>
                <w:szCs w:val="28"/>
              </w:rPr>
              <w:t>ю</w:t>
            </w:r>
            <w:r w:rsidRPr="00D07DEC">
              <w:rPr>
                <w:sz w:val="28"/>
                <w:szCs w:val="28"/>
              </w:rPr>
              <w:t>чая металлоконструкции и металл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изделия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512 5080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44558,137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512 5080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44558,137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Финансовое обеспечение расходов общепрограммного характера по ф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 xml:space="preserve">деральной целевой программе </w:t>
            </w:r>
            <w:r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Ра</w:t>
            </w:r>
            <w:r w:rsidRPr="00D07DEC">
              <w:rPr>
                <w:sz w:val="28"/>
                <w:szCs w:val="28"/>
              </w:rPr>
              <w:t>з</w:t>
            </w:r>
            <w:r w:rsidRPr="00D07DEC">
              <w:rPr>
                <w:sz w:val="28"/>
                <w:szCs w:val="28"/>
              </w:rPr>
              <w:t>витие физической культуры и спорта в Российской Федерации на 2006-2015 годы</w:t>
            </w:r>
            <w:r>
              <w:rPr>
                <w:sz w:val="28"/>
                <w:szCs w:val="28"/>
              </w:rPr>
              <w:t>»</w:t>
            </w:r>
            <w:r w:rsidRPr="00D07DEC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512 5095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69472,74995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на софинансирование к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питальных вложений в объекты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512 5095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69472,74995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2B531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D07DEC">
              <w:rPr>
                <w:color w:val="000000"/>
                <w:sz w:val="28"/>
                <w:szCs w:val="28"/>
              </w:rPr>
              <w:t>Развитие физич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ской культуры и спорта в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130700,0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Строительство и реконструкция спортивных объектов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890 4023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130200,0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на софинансирование к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питальных вложений в объекты г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890 4023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130200,0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Ремонт спортивных объектов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890 4025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890 4025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139872,4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33592,4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26180,7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ре информационно-коммуникацион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68,2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1362,5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Адресная финансовая поддержка спортивных организаций, осущест</w:t>
            </w:r>
            <w:r w:rsidRPr="00D07DEC">
              <w:rPr>
                <w:sz w:val="28"/>
                <w:szCs w:val="28"/>
              </w:rPr>
              <w:t>в</w:t>
            </w:r>
            <w:r w:rsidRPr="00D07DEC">
              <w:rPr>
                <w:sz w:val="28"/>
                <w:szCs w:val="28"/>
              </w:rPr>
              <w:t>ляющих подготовку спортивного р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зерва для сборных команд Росси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482 5081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5979,0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482 5081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5979,0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2B531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D07DEC">
              <w:rPr>
                <w:color w:val="000000"/>
                <w:sz w:val="28"/>
                <w:szCs w:val="28"/>
              </w:rPr>
              <w:t>Развитие физич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ской культуры и спорта в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106280,0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Развитие спорта высших достиж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890 4021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8A283E" w:rsidRDefault="00B5552C" w:rsidP="008172E9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8A283E">
              <w:rPr>
                <w:color w:val="000000"/>
                <w:sz w:val="28"/>
                <w:szCs w:val="28"/>
              </w:rPr>
              <w:t>Субсидии некоммерческим орган</w:t>
            </w:r>
            <w:r w:rsidRPr="008A283E">
              <w:rPr>
                <w:color w:val="000000"/>
                <w:sz w:val="28"/>
                <w:szCs w:val="28"/>
              </w:rPr>
              <w:t>и</w:t>
            </w:r>
            <w:r w:rsidRPr="008A283E">
              <w:rPr>
                <w:color w:val="000000"/>
                <w:sz w:val="28"/>
                <w:szCs w:val="28"/>
              </w:rPr>
              <w:t>зациям (за исключением государс</w:t>
            </w:r>
            <w:r w:rsidRPr="008A283E">
              <w:rPr>
                <w:color w:val="000000"/>
                <w:sz w:val="28"/>
                <w:szCs w:val="28"/>
              </w:rPr>
              <w:t>т</w:t>
            </w:r>
            <w:r w:rsidRPr="008A283E">
              <w:rPr>
                <w:color w:val="000000"/>
                <w:sz w:val="28"/>
                <w:szCs w:val="28"/>
              </w:rPr>
              <w:t>венных (муниципальных) учрежд</w:t>
            </w:r>
            <w:r w:rsidRPr="008A283E">
              <w:rPr>
                <w:color w:val="000000"/>
                <w:sz w:val="28"/>
                <w:szCs w:val="28"/>
              </w:rPr>
              <w:t>е</w:t>
            </w:r>
            <w:r w:rsidRPr="008A283E">
              <w:rPr>
                <w:color w:val="000000"/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890 4021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83500,0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Подготовка спортивного резерва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22780,0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22770,0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Другие вопросы в области физич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ской культуры и спорта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7797,41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spacing w:val="-4"/>
                <w:sz w:val="28"/>
                <w:szCs w:val="28"/>
              </w:rPr>
            </w:pPr>
            <w:r w:rsidRPr="00D07DEC">
              <w:rPr>
                <w:spacing w:val="-4"/>
                <w:sz w:val="28"/>
                <w:szCs w:val="28"/>
              </w:rPr>
              <w:t>Руководство и управление в сфере у</w:t>
            </w:r>
            <w:r w:rsidRPr="00D07DEC">
              <w:rPr>
                <w:spacing w:val="-4"/>
                <w:sz w:val="28"/>
                <w:szCs w:val="28"/>
              </w:rPr>
              <w:t>с</w:t>
            </w:r>
            <w:r w:rsidRPr="00D07DEC">
              <w:rPr>
                <w:spacing w:val="-4"/>
                <w:sz w:val="28"/>
                <w:szCs w:val="28"/>
              </w:rPr>
              <w:t>тановленных функций государстве</w:t>
            </w:r>
            <w:r w:rsidRPr="00D07DEC">
              <w:rPr>
                <w:spacing w:val="-4"/>
                <w:sz w:val="28"/>
                <w:szCs w:val="28"/>
              </w:rPr>
              <w:t>н</w:t>
            </w:r>
            <w:r w:rsidRPr="00D07DEC">
              <w:rPr>
                <w:spacing w:val="-4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002 0000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6767,41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6767,41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5943,41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8172E9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выплаты персоналу 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(муниципальных) органов и взносы по обязательному социал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8172E9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8172E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22,0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798,0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002 0400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Проведение независимой эксперт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зы финансовой модели проекта строительства и эксплуатации им</w:t>
            </w:r>
            <w:r w:rsidRPr="00D07DEC">
              <w:rPr>
                <w:sz w:val="28"/>
                <w:szCs w:val="28"/>
              </w:rPr>
              <w:t>у</w:t>
            </w:r>
            <w:r w:rsidRPr="00D07DEC">
              <w:rPr>
                <w:sz w:val="28"/>
                <w:szCs w:val="28"/>
              </w:rPr>
              <w:t xml:space="preserve">щественного комплекса </w:t>
            </w:r>
            <w:r w:rsidRPr="002B5310">
              <w:rPr>
                <w:sz w:val="28"/>
                <w:szCs w:val="28"/>
              </w:rPr>
              <w:t>«</w:t>
            </w:r>
            <w:r w:rsidRPr="00D07DEC">
              <w:rPr>
                <w:sz w:val="28"/>
                <w:szCs w:val="28"/>
              </w:rPr>
              <w:t>Волга-спорт-арена</w:t>
            </w:r>
            <w:r w:rsidRPr="002B5310"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681 0000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Исполнение денежных обязательств по исполнительным документам, мировым соглашениям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778 0000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230,0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Исполнение судебных актов Росси</w:t>
            </w:r>
            <w:r w:rsidRPr="00D07DEC">
              <w:rPr>
                <w:sz w:val="28"/>
                <w:szCs w:val="28"/>
              </w:rPr>
              <w:t>й</w:t>
            </w:r>
            <w:r w:rsidRPr="00D07DEC">
              <w:rPr>
                <w:sz w:val="28"/>
                <w:szCs w:val="28"/>
              </w:rPr>
              <w:t>ской Федерации и мировых согл</w:t>
            </w:r>
            <w:r w:rsidRPr="00D07DEC">
              <w:rPr>
                <w:sz w:val="28"/>
                <w:szCs w:val="28"/>
              </w:rPr>
              <w:t>а</w:t>
            </w:r>
            <w:r w:rsidRPr="00D07DEC">
              <w:rPr>
                <w:sz w:val="28"/>
                <w:szCs w:val="28"/>
              </w:rPr>
              <w:t>шений по возмещению вреда, пр</w:t>
            </w:r>
            <w:r w:rsidRPr="00D07DEC">
              <w:rPr>
                <w:sz w:val="28"/>
                <w:szCs w:val="28"/>
              </w:rPr>
              <w:t>и</w:t>
            </w:r>
            <w:r w:rsidRPr="00D07DEC">
              <w:rPr>
                <w:sz w:val="28"/>
                <w:szCs w:val="28"/>
              </w:rPr>
              <w:t>чинённого в результате незаконных действий (бездействия) органов 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сударственной власти (государс</w:t>
            </w:r>
            <w:r w:rsidRPr="00D07DEC">
              <w:rPr>
                <w:sz w:val="28"/>
                <w:szCs w:val="28"/>
              </w:rPr>
              <w:t>т</w:t>
            </w:r>
            <w:r w:rsidRPr="00D07DEC">
              <w:rPr>
                <w:sz w:val="28"/>
                <w:szCs w:val="28"/>
              </w:rPr>
              <w:t>венных органов), органов местного самоуправления либо должностных лиц этих органов, а также в резул</w:t>
            </w:r>
            <w:r w:rsidRPr="00D07DEC">
              <w:rPr>
                <w:sz w:val="28"/>
                <w:szCs w:val="28"/>
              </w:rPr>
              <w:t>ь</w:t>
            </w:r>
            <w:r w:rsidRPr="00D07DEC">
              <w:rPr>
                <w:sz w:val="28"/>
                <w:szCs w:val="28"/>
              </w:rPr>
              <w:t>тате деятельности казённых учре</w:t>
            </w:r>
            <w:r w:rsidRPr="00D07DEC">
              <w:rPr>
                <w:sz w:val="28"/>
                <w:szCs w:val="28"/>
              </w:rPr>
              <w:t>ж</w:t>
            </w:r>
            <w:r w:rsidRPr="00D07DEC">
              <w:rPr>
                <w:sz w:val="28"/>
                <w:szCs w:val="28"/>
              </w:rPr>
              <w:t>дений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05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778 0000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831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230,0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129208,8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38451,9667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12098,9667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Информационное обеспечение де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тельности органов государственной власти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444 0700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12098,9667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444 0700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12098,9667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Телерадиокомпании и телерадиоо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ганизации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453 0000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26353,0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телерадиокомпаниям и телерадиоорганизациям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453 0100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23366,0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ципальных) услуг (выполнение 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453 0100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23283,0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453 0100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83,0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организациям, осущест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ляющим производство, распростр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нение и тиражирование социально значимых программ в области эле</w:t>
            </w:r>
            <w:r w:rsidRPr="00D07DEC">
              <w:rPr>
                <w:color w:val="000000"/>
                <w:sz w:val="28"/>
                <w:szCs w:val="28"/>
              </w:rPr>
              <w:t>к</w:t>
            </w:r>
            <w:r w:rsidRPr="00D07DEC">
              <w:rPr>
                <w:color w:val="000000"/>
                <w:sz w:val="28"/>
                <w:szCs w:val="28"/>
              </w:rPr>
              <w:t>тронных средств массовой инфо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мации, на создание и поддержание в информационно-телекоммуникаци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07DEC">
              <w:rPr>
                <w:color w:val="000000"/>
                <w:sz w:val="28"/>
                <w:szCs w:val="28"/>
              </w:rPr>
              <w:t xml:space="preserve">онной сети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Интернет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07DEC">
              <w:rPr>
                <w:color w:val="000000"/>
                <w:sz w:val="28"/>
                <w:szCs w:val="28"/>
              </w:rPr>
              <w:t xml:space="preserve"> сайтов, имеющих социальное или образов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тельное значение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453 0101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2987,0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ций), индивидуальным предприн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453 0101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2987,0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D07DEC">
              <w:rPr>
                <w:color w:val="000000"/>
                <w:spacing w:val="-6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57103,4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57103,4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07DEC">
              <w:rPr>
                <w:color w:val="000000"/>
                <w:spacing w:val="-4"/>
                <w:sz w:val="28"/>
                <w:szCs w:val="28"/>
              </w:rPr>
              <w:t>Субсидии автономным учреждениям на финансовое обеспечение госуда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р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ственного (муниципального) задания на оказание государственных (мун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и</w:t>
            </w:r>
            <w:r w:rsidRPr="00D07DEC">
              <w:rPr>
                <w:color w:val="000000"/>
                <w:spacing w:val="-4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53395,4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1230,0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Информационное обеспечение де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>тельности органов государственной власти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444 0700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2478,0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444 0700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2478,0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33653,4333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444 0000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33653,4333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Мероприятия в сфере средств масс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вой информации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444 0100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417,0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sz w:val="28"/>
                <w:szCs w:val="28"/>
              </w:rPr>
              <w:t>с</w:t>
            </w:r>
            <w:r w:rsidRPr="00D07DEC">
              <w:rPr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sz w:val="28"/>
                <w:szCs w:val="28"/>
              </w:rPr>
              <w:t>н</w:t>
            </w:r>
            <w:r w:rsidRPr="00D07DEC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444 0100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417,0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Государственная поддержка в сфере средств массовой информации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444 0200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1600,0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444 0200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350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444 0200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880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Учреждения, осуществляющие м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роприятия по проведению монит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ринга в сфере средств массовой и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формации, динамики общественного мнения и социальному прогнозир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31636,4333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Фонд оплаты труда казённых учр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14252,5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Закупка товаров, работ, услуг в сф</w:t>
            </w:r>
            <w:r w:rsidRPr="00D07DEC">
              <w:rPr>
                <w:sz w:val="28"/>
                <w:szCs w:val="28"/>
              </w:rPr>
              <w:t>е</w:t>
            </w:r>
            <w:r w:rsidRPr="00D07DEC">
              <w:rPr>
                <w:sz w:val="28"/>
                <w:szCs w:val="28"/>
              </w:rPr>
              <w:t>ре информационно-коммуникацион</w:t>
            </w:r>
            <w:r>
              <w:rPr>
                <w:sz w:val="28"/>
                <w:szCs w:val="28"/>
              </w:rPr>
              <w:t>-</w:t>
            </w:r>
            <w:r w:rsidRPr="00D07DEC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444 0300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242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585,8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Прочая закупка товаров, работ и у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луг для обеспечения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16744,9333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налога на имущество орган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заций и земельного налога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444 0300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4,7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794371,53912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</w:t>
            </w:r>
            <w:r w:rsidRPr="00D07DEC">
              <w:rPr>
                <w:color w:val="000000"/>
                <w:sz w:val="28"/>
                <w:szCs w:val="28"/>
              </w:rPr>
              <w:t>л</w:t>
            </w:r>
            <w:r w:rsidRPr="00D07DEC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794371,53912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065 0000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794371,53912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Процентные платежи по государс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венному долгу субъекта Российской Федерации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065 0200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794371,53912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Обслуживание государственного долга субъекта Российской Федер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065 0200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720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794371,53912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Межбюджетные трансферты общего характера бюджетам субъектов Ро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сийской Федерации и муниципал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ных образований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2510095,0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Дотации на выравнивание бюдже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ной обеспеченности субъектов Ро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сийской Федерации и муниципал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ных образований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1426913,2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Выравнивание бюджетной обесп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ченности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516 0000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1426913,2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Выравнивание бюджетной обесп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ченности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516 0100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1426913,2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Выравнивание бюджетной обесп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ченности городских округов из о</w:t>
            </w:r>
            <w:r w:rsidRPr="00D07DEC">
              <w:rPr>
                <w:color w:val="000000"/>
                <w:sz w:val="28"/>
                <w:szCs w:val="28"/>
              </w:rPr>
              <w:t>б</w:t>
            </w:r>
            <w:r w:rsidRPr="00D07DEC">
              <w:rPr>
                <w:color w:val="000000"/>
                <w:sz w:val="28"/>
                <w:szCs w:val="28"/>
              </w:rPr>
              <w:t>ластного фонда финансовой по</w:t>
            </w:r>
            <w:r w:rsidRPr="00D07DEC">
              <w:rPr>
                <w:color w:val="000000"/>
                <w:sz w:val="28"/>
                <w:szCs w:val="28"/>
              </w:rPr>
              <w:t>д</w:t>
            </w:r>
            <w:r w:rsidRPr="00D07DEC">
              <w:rPr>
                <w:color w:val="000000"/>
                <w:sz w:val="28"/>
                <w:szCs w:val="28"/>
              </w:rPr>
              <w:t>держки поселений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516 0101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191839,2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Дотации на выравнивание бюдже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ной обеспеченности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516 0101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191839,2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Выравнивание бюджетной обесп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ченности муниципальных районов (городских округов) из областного фонда финансовой поддержки м</w:t>
            </w:r>
            <w:r w:rsidRPr="00D07DEC">
              <w:rPr>
                <w:color w:val="000000"/>
                <w:sz w:val="28"/>
                <w:szCs w:val="28"/>
              </w:rPr>
              <w:t>у</w:t>
            </w:r>
            <w:r w:rsidRPr="00D07DEC">
              <w:rPr>
                <w:color w:val="000000"/>
                <w:sz w:val="28"/>
                <w:szCs w:val="28"/>
              </w:rPr>
              <w:t>ниципальных районов (городских округов)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516 0102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1235074,0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A87500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Дотации на выравнивание бюдже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ной обеспеченности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A87500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516 0102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1235074,0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A87500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A87500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A87500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A87500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517 0000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20000,0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A87500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Содействие достижению и (или) п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ощрение достижения наилучших значений показателей для оценки эффективности деятельности орг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нов местного самоуправления г</w:t>
            </w:r>
            <w:r w:rsidRPr="00D07DEC">
              <w:rPr>
                <w:color w:val="000000"/>
                <w:sz w:val="28"/>
                <w:szCs w:val="28"/>
              </w:rPr>
              <w:t>о</w:t>
            </w:r>
            <w:r w:rsidRPr="00D07DEC">
              <w:rPr>
                <w:color w:val="000000"/>
                <w:sz w:val="28"/>
                <w:szCs w:val="28"/>
              </w:rPr>
              <w:t>родских округов и муниципальных районов Ульяновской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A87500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517 0200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A87500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A87500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517 0200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A87500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Дотации бюджетам муниципальных районов и городских округов Уль</w:t>
            </w:r>
            <w:r w:rsidRPr="00D07DEC">
              <w:rPr>
                <w:sz w:val="28"/>
                <w:szCs w:val="28"/>
              </w:rPr>
              <w:t>я</w:t>
            </w:r>
            <w:r w:rsidRPr="00D07DEC">
              <w:rPr>
                <w:sz w:val="28"/>
                <w:szCs w:val="28"/>
              </w:rPr>
              <w:t xml:space="preserve">новской области в целях достижения наилучшего </w:t>
            </w:r>
            <w:r>
              <w:rPr>
                <w:sz w:val="28"/>
                <w:szCs w:val="28"/>
              </w:rPr>
              <w:t xml:space="preserve">значения </w:t>
            </w:r>
            <w:r w:rsidRPr="00D07DEC">
              <w:rPr>
                <w:sz w:val="28"/>
                <w:szCs w:val="28"/>
              </w:rPr>
              <w:t>показателя увеличения налоговы</w:t>
            </w:r>
            <w:r>
              <w:rPr>
                <w:sz w:val="28"/>
                <w:szCs w:val="28"/>
              </w:rPr>
              <w:t>х</w:t>
            </w:r>
            <w:r w:rsidRPr="00D07DEC">
              <w:rPr>
                <w:sz w:val="28"/>
                <w:szCs w:val="28"/>
              </w:rPr>
              <w:t xml:space="preserve"> и неналог</w:t>
            </w:r>
            <w:r w:rsidRPr="00D07DEC">
              <w:rPr>
                <w:sz w:val="28"/>
                <w:szCs w:val="28"/>
              </w:rPr>
              <w:t>о</w:t>
            </w:r>
            <w:r w:rsidRPr="00D07DEC">
              <w:rPr>
                <w:sz w:val="28"/>
                <w:szCs w:val="28"/>
              </w:rPr>
              <w:t>вых доходов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A87500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517 0300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4000,0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A87500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A87500">
            <w:pPr>
              <w:spacing w:line="348" w:lineRule="auto"/>
              <w:ind w:right="-136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517 0300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07DEC">
              <w:rPr>
                <w:sz w:val="28"/>
                <w:szCs w:val="28"/>
              </w:rPr>
              <w:t>540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4000,0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A87500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Дотации бюджетам муниципальных районов и городских округов, до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тигших наилучших результатов по увеличению налогового потенциала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A87500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517 0400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A87500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A87500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517 0400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A87500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vAlign w:val="bottom"/>
          </w:tcPr>
          <w:p w:rsidR="00B5552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A87500">
            <w:pPr>
              <w:spacing w:line="348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A87500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1063181,8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Софинансирование расходных об</w:t>
            </w:r>
            <w:r w:rsidRPr="00D07DEC">
              <w:rPr>
                <w:color w:val="000000"/>
                <w:sz w:val="28"/>
                <w:szCs w:val="28"/>
              </w:rPr>
              <w:t>я</w:t>
            </w:r>
            <w:r w:rsidRPr="00D07DEC">
              <w:rPr>
                <w:color w:val="000000"/>
                <w:sz w:val="28"/>
                <w:szCs w:val="28"/>
              </w:rPr>
              <w:t>зательств, возникающих при выпо</w:t>
            </w:r>
            <w:r w:rsidRPr="00D07DEC">
              <w:rPr>
                <w:color w:val="000000"/>
                <w:sz w:val="28"/>
                <w:szCs w:val="28"/>
              </w:rPr>
              <w:t>л</w:t>
            </w:r>
            <w:r w:rsidRPr="00D07DEC">
              <w:rPr>
                <w:color w:val="000000"/>
                <w:sz w:val="28"/>
                <w:szCs w:val="28"/>
              </w:rPr>
              <w:t>нении полномочий органов местного самоуправления по вопросам мес</w:t>
            </w:r>
            <w:r w:rsidRPr="00D07DEC">
              <w:rPr>
                <w:color w:val="000000"/>
                <w:sz w:val="28"/>
                <w:szCs w:val="28"/>
              </w:rPr>
              <w:t>т</w:t>
            </w:r>
            <w:r w:rsidRPr="00D07DEC">
              <w:rPr>
                <w:color w:val="000000"/>
                <w:sz w:val="28"/>
                <w:szCs w:val="28"/>
              </w:rPr>
              <w:t>ного значения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518 0000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854383,6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Выплата заработной платы с начи</w:t>
            </w:r>
            <w:r w:rsidRPr="00D07DEC">
              <w:rPr>
                <w:color w:val="000000"/>
                <w:sz w:val="28"/>
                <w:szCs w:val="28"/>
              </w:rPr>
              <w:t>с</w:t>
            </w:r>
            <w:r w:rsidRPr="00D07DEC">
              <w:rPr>
                <w:color w:val="000000"/>
                <w:sz w:val="28"/>
                <w:szCs w:val="28"/>
              </w:rPr>
              <w:t>лениями работникам муниципал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>ных учреждений (за исключением органов местного самоуправления) муниципальных образований, оплата коммунальных услуг и приобрет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ние твёрдого топлива (уголь, дрова) муниципальными учреждениями (за исключением органов местного с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моуправления) (включая погашение кредиторской задолженности) мун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ципальных образований Ульяно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518 0600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854383,6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объекты государстве</w:t>
            </w:r>
            <w:r w:rsidRPr="00D07DEC">
              <w:rPr>
                <w:color w:val="000000"/>
                <w:sz w:val="28"/>
                <w:szCs w:val="28"/>
              </w:rPr>
              <w:t>н</w:t>
            </w:r>
            <w:r w:rsidRPr="00D07DEC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518 0600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854383,6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Финансовое обеспечение расходных обязательств муниципальных обр</w:t>
            </w:r>
            <w:r w:rsidRPr="00D07DEC">
              <w:rPr>
                <w:color w:val="000000"/>
                <w:sz w:val="28"/>
                <w:szCs w:val="28"/>
              </w:rPr>
              <w:t>а</w:t>
            </w:r>
            <w:r w:rsidRPr="00D07DEC">
              <w:rPr>
                <w:color w:val="000000"/>
                <w:sz w:val="28"/>
                <w:szCs w:val="28"/>
              </w:rPr>
              <w:t>зований, возникающих при выпо</w:t>
            </w:r>
            <w:r w:rsidRPr="00D07DEC">
              <w:rPr>
                <w:color w:val="000000"/>
                <w:sz w:val="28"/>
                <w:szCs w:val="28"/>
              </w:rPr>
              <w:t>л</w:t>
            </w:r>
            <w:r w:rsidRPr="00D07DEC">
              <w:rPr>
                <w:color w:val="000000"/>
                <w:sz w:val="28"/>
                <w:szCs w:val="28"/>
              </w:rPr>
              <w:t>нении государственных полномочий субъектов Российской Федерации, переданных для осуществления о</w:t>
            </w:r>
            <w:r w:rsidRPr="00D07DEC">
              <w:rPr>
                <w:color w:val="000000"/>
                <w:sz w:val="28"/>
                <w:szCs w:val="28"/>
              </w:rPr>
              <w:t>р</w:t>
            </w:r>
            <w:r w:rsidRPr="00D07DEC">
              <w:rPr>
                <w:color w:val="000000"/>
                <w:sz w:val="28"/>
                <w:szCs w:val="28"/>
              </w:rPr>
              <w:t>ганам местного самоуправления в установленном порядке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2B53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122548,2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2B531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 xml:space="preserve">Расчёт и предоставление дотаций на </w:t>
            </w:r>
            <w:r>
              <w:rPr>
                <w:color w:val="000000"/>
                <w:sz w:val="28"/>
                <w:szCs w:val="28"/>
              </w:rPr>
              <w:t>вы</w:t>
            </w:r>
            <w:r w:rsidRPr="00D07DEC">
              <w:rPr>
                <w:color w:val="000000"/>
                <w:sz w:val="28"/>
                <w:szCs w:val="28"/>
              </w:rPr>
              <w:t>равнивание бюджетной обесп</w:t>
            </w:r>
            <w:r w:rsidRPr="00D07DEC">
              <w:rPr>
                <w:color w:val="000000"/>
                <w:sz w:val="28"/>
                <w:szCs w:val="28"/>
              </w:rPr>
              <w:t>е</w:t>
            </w:r>
            <w:r w:rsidRPr="00D07DEC">
              <w:rPr>
                <w:color w:val="000000"/>
                <w:sz w:val="28"/>
                <w:szCs w:val="28"/>
              </w:rPr>
              <w:t>ченности бюджетам поселений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521 0500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122548,2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521 0500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122548,2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Реализация мероприятий по разв</w:t>
            </w:r>
            <w:r w:rsidRPr="00D07DEC">
              <w:rPr>
                <w:color w:val="000000"/>
                <w:sz w:val="28"/>
                <w:szCs w:val="28"/>
              </w:rPr>
              <w:t>и</w:t>
            </w:r>
            <w:r w:rsidRPr="00D07DEC">
              <w:rPr>
                <w:color w:val="000000"/>
                <w:sz w:val="28"/>
                <w:szCs w:val="28"/>
              </w:rPr>
              <w:t>тию инфраструктуры муниципал</w:t>
            </w:r>
            <w:r w:rsidRPr="00D07DEC">
              <w:rPr>
                <w:color w:val="000000"/>
                <w:sz w:val="28"/>
                <w:szCs w:val="28"/>
              </w:rPr>
              <w:t>ь</w:t>
            </w:r>
            <w:r w:rsidRPr="00D07DEC">
              <w:rPr>
                <w:color w:val="000000"/>
                <w:sz w:val="28"/>
                <w:szCs w:val="28"/>
              </w:rPr>
              <w:t xml:space="preserve">ного образования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07DEC">
              <w:rPr>
                <w:color w:val="000000"/>
                <w:sz w:val="28"/>
                <w:szCs w:val="28"/>
              </w:rPr>
              <w:t>город Димитро</w:t>
            </w:r>
            <w:r w:rsidRPr="00D07DEC">
              <w:rPr>
                <w:color w:val="000000"/>
                <w:sz w:val="28"/>
                <w:szCs w:val="28"/>
              </w:rPr>
              <w:t>в</w:t>
            </w:r>
            <w:r w:rsidRPr="00D07DEC">
              <w:rPr>
                <w:color w:val="000000"/>
                <w:sz w:val="28"/>
                <w:szCs w:val="28"/>
              </w:rPr>
              <w:t>град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650 0000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86250,0</w:t>
            </w:r>
          </w:p>
        </w:tc>
      </w:tr>
      <w:tr w:rsidR="00B5552C" w:rsidRPr="00D07DEC" w:rsidTr="005A4D67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650 0000</w:t>
            </w:r>
          </w:p>
        </w:tc>
        <w:tc>
          <w:tcPr>
            <w:tcW w:w="75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06" w:type="dxa"/>
            <w:noWrap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07DEC">
              <w:rPr>
                <w:color w:val="000000"/>
                <w:sz w:val="28"/>
                <w:szCs w:val="28"/>
              </w:rPr>
              <w:t>86250,0</w:t>
            </w:r>
          </w:p>
        </w:tc>
      </w:tr>
      <w:tr w:rsidR="00B5552C" w:rsidRPr="00D07DEC" w:rsidTr="007A5CDF">
        <w:trPr>
          <w:trHeight w:val="20"/>
        </w:trPr>
        <w:tc>
          <w:tcPr>
            <w:tcW w:w="4678" w:type="dxa"/>
            <w:vAlign w:val="center"/>
          </w:tcPr>
          <w:p w:rsidR="00B5552C" w:rsidRPr="00D07DEC" w:rsidRDefault="00B5552C" w:rsidP="007A5CDF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07DEC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07DE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07DE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8" w:type="dxa"/>
            <w:vAlign w:val="bottom"/>
          </w:tcPr>
          <w:p w:rsidR="00B5552C" w:rsidRPr="00D07DEC" w:rsidRDefault="00B5552C" w:rsidP="005A4D67">
            <w:pPr>
              <w:spacing w:line="360" w:lineRule="auto"/>
              <w:ind w:right="-136"/>
              <w:rPr>
                <w:b/>
                <w:bCs/>
                <w:color w:val="000000"/>
                <w:sz w:val="28"/>
                <w:szCs w:val="28"/>
              </w:rPr>
            </w:pPr>
            <w:r w:rsidRPr="00D07DE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63" w:type="dxa"/>
            <w:gridSpan w:val="2"/>
            <w:vAlign w:val="bottom"/>
          </w:tcPr>
          <w:p w:rsidR="00B5552C" w:rsidRPr="00D07DEC" w:rsidRDefault="00B5552C" w:rsidP="007A5CDF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40173306,35944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Pr="007A5CDF">
        <w:rPr>
          <w:sz w:val="28"/>
          <w:szCs w:val="28"/>
        </w:rPr>
        <w:t xml:space="preserve"> в приложении 11: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а) в строке «Общегосударственные вопросы» (Рз 01) цифры «2503884,6» заменить цифрами «2504284,9», цифры «3433472,2» заменить цифрами «3436182,2»;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б) в строке «Другие общегосударственные вопросы» (Рз 01 ПР 13) цифры «1863672,0» заменить цифрами «1864072,3», цифры «2793259,6» заменить ци</w:t>
      </w:r>
      <w:r w:rsidRPr="007A5CDF">
        <w:rPr>
          <w:sz w:val="28"/>
          <w:szCs w:val="28"/>
        </w:rPr>
        <w:t>ф</w:t>
      </w:r>
      <w:r w:rsidRPr="007A5CDF">
        <w:rPr>
          <w:sz w:val="28"/>
          <w:szCs w:val="28"/>
        </w:rPr>
        <w:t>рами «2795969,6»;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 xml:space="preserve">в) после строки </w:t>
      </w:r>
    </w:p>
    <w:tbl>
      <w:tblPr>
        <w:tblW w:w="10207" w:type="dxa"/>
        <w:tblInd w:w="-34" w:type="dxa"/>
        <w:tblLayout w:type="fixed"/>
        <w:tblLook w:val="00A0"/>
      </w:tblPr>
      <w:tblGrid>
        <w:gridCol w:w="4678"/>
        <w:gridCol w:w="567"/>
        <w:gridCol w:w="567"/>
        <w:gridCol w:w="1330"/>
        <w:gridCol w:w="523"/>
        <w:gridCol w:w="1276"/>
        <w:gridCol w:w="1266"/>
      </w:tblGrid>
      <w:tr w:rsidR="00B5552C" w:rsidRPr="007A5CDF" w:rsidTr="007A5CDF">
        <w:tc>
          <w:tcPr>
            <w:tcW w:w="4678" w:type="dxa"/>
            <w:vAlign w:val="center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«Осуществление отдельных полн</w:t>
            </w:r>
            <w:r w:rsidRPr="007A5CDF">
              <w:rPr>
                <w:sz w:val="28"/>
                <w:szCs w:val="28"/>
              </w:rPr>
              <w:t>о</w:t>
            </w:r>
            <w:r w:rsidRPr="007A5CDF">
              <w:rPr>
                <w:sz w:val="28"/>
                <w:szCs w:val="28"/>
              </w:rPr>
              <w:t>мочий Российской Федерации орг</w:t>
            </w:r>
            <w:r w:rsidRPr="007A5CDF">
              <w:rPr>
                <w:sz w:val="28"/>
                <w:szCs w:val="28"/>
              </w:rPr>
              <w:t>а</w:t>
            </w:r>
            <w:r w:rsidRPr="007A5CDF">
              <w:rPr>
                <w:sz w:val="28"/>
                <w:szCs w:val="28"/>
              </w:rPr>
              <w:t>нами государственной власти Уль</w:t>
            </w:r>
            <w:r w:rsidRPr="007A5CDF">
              <w:rPr>
                <w:sz w:val="28"/>
                <w:szCs w:val="28"/>
              </w:rPr>
              <w:t>я</w:t>
            </w:r>
            <w:r w:rsidRPr="007A5CDF">
              <w:rPr>
                <w:sz w:val="28"/>
                <w:szCs w:val="28"/>
              </w:rPr>
              <w:t>новской области в области охраны здоровья граждан, контроля качества образования, охраны объектов кул</w:t>
            </w:r>
            <w:r w:rsidRPr="007A5CDF">
              <w:rPr>
                <w:sz w:val="28"/>
                <w:szCs w:val="28"/>
              </w:rPr>
              <w:t>ь</w:t>
            </w:r>
            <w:r w:rsidRPr="007A5CDF">
              <w:rPr>
                <w:sz w:val="28"/>
                <w:szCs w:val="28"/>
              </w:rPr>
              <w:t>турного наследия, использования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13</w:t>
            </w:r>
          </w:p>
        </w:tc>
        <w:tc>
          <w:tcPr>
            <w:tcW w:w="1330" w:type="dxa"/>
            <w:vAlign w:val="bottom"/>
          </w:tcPr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296 0000</w:t>
            </w:r>
          </w:p>
        </w:tc>
        <w:tc>
          <w:tcPr>
            <w:tcW w:w="523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</w:tcPr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80475,3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83398,2»</w:t>
            </w:r>
          </w:p>
        </w:tc>
      </w:tr>
    </w:tbl>
    <w:p w:rsidR="00B5552C" w:rsidRPr="007A5CDF" w:rsidRDefault="00B5552C" w:rsidP="00E95E1E">
      <w:pPr>
        <w:spacing w:line="360" w:lineRule="auto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дополнить строками следующего содержания:</w:t>
      </w:r>
    </w:p>
    <w:tbl>
      <w:tblPr>
        <w:tblW w:w="10065" w:type="dxa"/>
        <w:jc w:val="center"/>
        <w:tblLayout w:type="fixed"/>
        <w:tblLook w:val="00A0"/>
      </w:tblPr>
      <w:tblGrid>
        <w:gridCol w:w="4536"/>
        <w:gridCol w:w="567"/>
        <w:gridCol w:w="567"/>
        <w:gridCol w:w="1276"/>
        <w:gridCol w:w="709"/>
        <w:gridCol w:w="1144"/>
        <w:gridCol w:w="1266"/>
      </w:tblGrid>
      <w:tr w:rsidR="00B5552C" w:rsidRPr="007A5CDF" w:rsidTr="007A5CDF">
        <w:trPr>
          <w:jc w:val="center"/>
        </w:trPr>
        <w:tc>
          <w:tcPr>
            <w:tcW w:w="4536" w:type="dxa"/>
            <w:vAlign w:val="center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«Осуществление полномочий по составлению (изменению) списков кандидатов в присяжные заседат</w:t>
            </w:r>
            <w:r w:rsidRPr="007A5CDF">
              <w:rPr>
                <w:sz w:val="28"/>
                <w:szCs w:val="28"/>
              </w:rPr>
              <w:t>е</w:t>
            </w:r>
            <w:r w:rsidRPr="007A5CDF">
              <w:rPr>
                <w:sz w:val="28"/>
                <w:szCs w:val="28"/>
              </w:rPr>
              <w:t>ли федеральных судов общей юрисдикции в Российской Федер</w:t>
            </w:r>
            <w:r w:rsidRPr="007A5CDF">
              <w:rPr>
                <w:sz w:val="28"/>
                <w:szCs w:val="28"/>
              </w:rPr>
              <w:t>а</w:t>
            </w:r>
            <w:r w:rsidRPr="007A5CDF">
              <w:rPr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296 5120</w:t>
            </w:r>
          </w:p>
        </w:tc>
        <w:tc>
          <w:tcPr>
            <w:tcW w:w="709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0,0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2309,6</w:t>
            </w:r>
          </w:p>
        </w:tc>
      </w:tr>
      <w:tr w:rsidR="00B5552C" w:rsidRPr="007A5CDF" w:rsidTr="007A5CDF">
        <w:trPr>
          <w:jc w:val="center"/>
        </w:trPr>
        <w:tc>
          <w:tcPr>
            <w:tcW w:w="4536" w:type="dxa"/>
            <w:vAlign w:val="center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296 5120</w:t>
            </w:r>
          </w:p>
        </w:tc>
        <w:tc>
          <w:tcPr>
            <w:tcW w:w="709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530</w:t>
            </w: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0,0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2309,6»;</w:t>
            </w:r>
          </w:p>
        </w:tc>
      </w:tr>
    </w:tbl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г) в строке «Условно утверждённые расходы» (Рз 01 ПР 13 ЦС 999 0000) цифры «806814,0» заменить цифрами «807214,3», цифры «1734850,0» заменить цифрами «1735250,4»;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д) в строке «Специальные расходы» (Рз 01 ПР 13 ЦС 999 0000 ВР 880) ци</w:t>
      </w:r>
      <w:r w:rsidRPr="007A5CDF">
        <w:rPr>
          <w:sz w:val="28"/>
          <w:szCs w:val="28"/>
        </w:rPr>
        <w:t>ф</w:t>
      </w:r>
      <w:r w:rsidRPr="007A5CDF">
        <w:rPr>
          <w:sz w:val="28"/>
          <w:szCs w:val="28"/>
        </w:rPr>
        <w:t>ры «806814,0» заменить цифрами «807214,3», цифры «1734850,0» заменить ци</w:t>
      </w:r>
      <w:r w:rsidRPr="007A5CDF">
        <w:rPr>
          <w:sz w:val="28"/>
          <w:szCs w:val="28"/>
        </w:rPr>
        <w:t>ф</w:t>
      </w:r>
      <w:r w:rsidRPr="007A5CDF">
        <w:rPr>
          <w:sz w:val="28"/>
          <w:szCs w:val="28"/>
        </w:rPr>
        <w:t>рами «1735250,4»;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е) в строке «Национальная экономика» (Рз 04) цифры «4444446,7» заменить цифрами «4465020,1»;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ж) в строке «Сельское хозяйство и рыболовство» (Рз 04 ПР 05) цифры «507974,6» заменить цифрами «528548,0»;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з) после 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4678"/>
        <w:gridCol w:w="567"/>
        <w:gridCol w:w="567"/>
        <w:gridCol w:w="1276"/>
        <w:gridCol w:w="709"/>
        <w:gridCol w:w="1064"/>
        <w:gridCol w:w="1204"/>
      </w:tblGrid>
      <w:tr w:rsidR="00B5552C" w:rsidRPr="007A5CDF" w:rsidTr="007A5CDF">
        <w:trPr>
          <w:trHeight w:val="375"/>
        </w:trPr>
        <w:tc>
          <w:tcPr>
            <w:tcW w:w="4678" w:type="dxa"/>
            <w:vAlign w:val="center"/>
          </w:tcPr>
          <w:p w:rsidR="00B5552C" w:rsidRPr="007A5CDF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A5CDF">
              <w:rPr>
                <w:color w:val="000000"/>
                <w:sz w:val="28"/>
                <w:szCs w:val="28"/>
              </w:rPr>
              <w:t>«Субвенции</w:t>
            </w:r>
          </w:p>
        </w:tc>
        <w:tc>
          <w:tcPr>
            <w:tcW w:w="567" w:type="dxa"/>
            <w:vAlign w:val="center"/>
          </w:tcPr>
          <w:p w:rsidR="00B5552C" w:rsidRPr="007A5CDF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A5CD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center"/>
          </w:tcPr>
          <w:p w:rsidR="00B5552C" w:rsidRPr="007A5CDF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A5CD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center"/>
          </w:tcPr>
          <w:p w:rsidR="00B5552C" w:rsidRPr="007A5CDF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A5CDF">
              <w:rPr>
                <w:color w:val="000000"/>
                <w:sz w:val="28"/>
                <w:szCs w:val="28"/>
              </w:rPr>
              <w:t>521 2200</w:t>
            </w:r>
          </w:p>
        </w:tc>
        <w:tc>
          <w:tcPr>
            <w:tcW w:w="709" w:type="dxa"/>
            <w:vAlign w:val="center"/>
          </w:tcPr>
          <w:p w:rsidR="00B5552C" w:rsidRPr="007A5CDF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A5CDF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064" w:type="dxa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A5CDF">
              <w:rPr>
                <w:color w:val="000000"/>
                <w:sz w:val="28"/>
                <w:szCs w:val="28"/>
              </w:rPr>
              <w:t>6392,8</w:t>
            </w:r>
          </w:p>
        </w:tc>
        <w:tc>
          <w:tcPr>
            <w:tcW w:w="1204" w:type="dxa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A5CDF">
              <w:rPr>
                <w:color w:val="000000"/>
                <w:sz w:val="28"/>
                <w:szCs w:val="28"/>
              </w:rPr>
              <w:t>6392,8»</w:t>
            </w:r>
          </w:p>
        </w:tc>
      </w:tr>
    </w:tbl>
    <w:p w:rsidR="00B5552C" w:rsidRPr="007A5CDF" w:rsidRDefault="00B5552C" w:rsidP="00E95E1E">
      <w:pPr>
        <w:spacing w:line="360" w:lineRule="auto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ayout w:type="fixed"/>
        <w:tblLook w:val="00A0"/>
      </w:tblPr>
      <w:tblGrid>
        <w:gridCol w:w="4678"/>
        <w:gridCol w:w="567"/>
        <w:gridCol w:w="567"/>
        <w:gridCol w:w="1276"/>
        <w:gridCol w:w="709"/>
        <w:gridCol w:w="850"/>
        <w:gridCol w:w="1418"/>
      </w:tblGrid>
      <w:tr w:rsidR="00B5552C" w:rsidRPr="007A5CDF" w:rsidTr="007A5CDF">
        <w:trPr>
          <w:trHeight w:val="375"/>
        </w:trPr>
        <w:tc>
          <w:tcPr>
            <w:tcW w:w="4678" w:type="dxa"/>
            <w:vAlign w:val="center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«Осуществление отдельных полн</w:t>
            </w:r>
            <w:r w:rsidRPr="007A5CDF">
              <w:rPr>
                <w:sz w:val="28"/>
                <w:szCs w:val="28"/>
              </w:rPr>
              <w:t>о</w:t>
            </w:r>
            <w:r w:rsidRPr="007A5CDF">
              <w:rPr>
                <w:sz w:val="28"/>
                <w:szCs w:val="28"/>
              </w:rPr>
              <w:t>мочий Российской Федерации орг</w:t>
            </w:r>
            <w:r w:rsidRPr="007A5CDF">
              <w:rPr>
                <w:sz w:val="28"/>
                <w:szCs w:val="28"/>
              </w:rPr>
              <w:t>а</w:t>
            </w:r>
            <w:r w:rsidRPr="007A5CDF">
              <w:rPr>
                <w:sz w:val="28"/>
                <w:szCs w:val="28"/>
              </w:rPr>
              <w:t>нами государственной власти Уль</w:t>
            </w:r>
            <w:r w:rsidRPr="007A5CDF">
              <w:rPr>
                <w:sz w:val="28"/>
                <w:szCs w:val="28"/>
              </w:rPr>
              <w:t>я</w:t>
            </w:r>
            <w:r w:rsidRPr="007A5CDF">
              <w:rPr>
                <w:sz w:val="28"/>
                <w:szCs w:val="28"/>
              </w:rPr>
              <w:t>новской области по проведению Всероссийской сельскохозяйстве</w:t>
            </w:r>
            <w:r w:rsidRPr="007A5CDF">
              <w:rPr>
                <w:sz w:val="28"/>
                <w:szCs w:val="28"/>
              </w:rPr>
              <w:t>н</w:t>
            </w:r>
            <w:r w:rsidRPr="007A5CDF">
              <w:rPr>
                <w:sz w:val="28"/>
                <w:szCs w:val="28"/>
              </w:rPr>
              <w:t>ной переписи в 2016 году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589 0000</w:t>
            </w:r>
          </w:p>
        </w:tc>
        <w:tc>
          <w:tcPr>
            <w:tcW w:w="709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20573,4</w:t>
            </w:r>
          </w:p>
        </w:tc>
      </w:tr>
      <w:tr w:rsidR="00B5552C" w:rsidRPr="007A5CDF" w:rsidTr="007A5CDF">
        <w:trPr>
          <w:trHeight w:val="375"/>
        </w:trPr>
        <w:tc>
          <w:tcPr>
            <w:tcW w:w="4678" w:type="dxa"/>
            <w:vAlign w:val="center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Проведение Всероссийской сельск</w:t>
            </w:r>
            <w:r w:rsidRPr="007A5CDF">
              <w:rPr>
                <w:sz w:val="28"/>
                <w:szCs w:val="28"/>
              </w:rPr>
              <w:t>о</w:t>
            </w:r>
            <w:r w:rsidRPr="007A5CDF">
              <w:rPr>
                <w:sz w:val="28"/>
                <w:szCs w:val="28"/>
              </w:rPr>
              <w:t>хозяйственной переписи в 2016 году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589 5391</w:t>
            </w:r>
          </w:p>
        </w:tc>
        <w:tc>
          <w:tcPr>
            <w:tcW w:w="709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20573,4»;</w:t>
            </w:r>
          </w:p>
        </w:tc>
      </w:tr>
    </w:tbl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и) наименование строки «Увеличение уставного капитала открытого акци</w:t>
      </w:r>
      <w:r w:rsidRPr="007A5CDF">
        <w:rPr>
          <w:sz w:val="28"/>
          <w:szCs w:val="28"/>
        </w:rPr>
        <w:t>о</w:t>
      </w:r>
      <w:r w:rsidRPr="007A5CDF">
        <w:rPr>
          <w:sz w:val="28"/>
          <w:szCs w:val="28"/>
        </w:rPr>
        <w:t>нерного общества «Корпорация развития Ульяновской области» в целях оплаты основного долга по кредиту на строительство объектов инфраструктуры промы</w:t>
      </w:r>
      <w:r w:rsidRPr="007A5CDF">
        <w:rPr>
          <w:sz w:val="28"/>
          <w:szCs w:val="28"/>
        </w:rPr>
        <w:t>ш</w:t>
      </w:r>
      <w:r w:rsidRPr="007A5CDF">
        <w:rPr>
          <w:sz w:val="28"/>
          <w:szCs w:val="28"/>
        </w:rPr>
        <w:t>ленных зон» (Рз 04 ПР 12 ЦС 901 2410) изложить в следующей редакции: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«Увеличение уставного капитала акционерного общества «Корпорация ра</w:t>
      </w:r>
      <w:r w:rsidRPr="007A5CDF">
        <w:rPr>
          <w:sz w:val="28"/>
          <w:szCs w:val="28"/>
        </w:rPr>
        <w:t>з</w:t>
      </w:r>
      <w:r w:rsidRPr="007A5CDF">
        <w:rPr>
          <w:sz w:val="28"/>
          <w:szCs w:val="28"/>
        </w:rPr>
        <w:t>вития Ульяновской области» в целях оплаты основного долга по кредиту на строительство объектов инфраструктуры промышленных зон»;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 xml:space="preserve">к) после строки </w:t>
      </w:r>
    </w:p>
    <w:tbl>
      <w:tblPr>
        <w:tblW w:w="10197" w:type="dxa"/>
        <w:tblInd w:w="-34" w:type="dxa"/>
        <w:tblLayout w:type="fixed"/>
        <w:tblLook w:val="00A0"/>
      </w:tblPr>
      <w:tblGrid>
        <w:gridCol w:w="4678"/>
        <w:gridCol w:w="567"/>
        <w:gridCol w:w="567"/>
        <w:gridCol w:w="1330"/>
        <w:gridCol w:w="655"/>
        <w:gridCol w:w="1134"/>
        <w:gridCol w:w="1266"/>
      </w:tblGrid>
      <w:tr w:rsidR="00B5552C" w:rsidRPr="007A5CDF" w:rsidTr="007A5CDF">
        <w:trPr>
          <w:trHeight w:val="597"/>
        </w:trPr>
        <w:tc>
          <w:tcPr>
            <w:tcW w:w="4678" w:type="dxa"/>
            <w:vAlign w:val="center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«Субсидии юридическим лицам (кроме некоммерческих организ</w:t>
            </w:r>
            <w:r w:rsidRPr="007A5CDF">
              <w:rPr>
                <w:sz w:val="28"/>
                <w:szCs w:val="28"/>
              </w:rPr>
              <w:t>а</w:t>
            </w:r>
            <w:r w:rsidRPr="007A5CDF">
              <w:rPr>
                <w:sz w:val="28"/>
                <w:szCs w:val="28"/>
              </w:rPr>
              <w:t>ций), индивидуальным предприн</w:t>
            </w:r>
            <w:r w:rsidRPr="007A5CDF">
              <w:rPr>
                <w:sz w:val="28"/>
                <w:szCs w:val="28"/>
              </w:rPr>
              <w:t>и</w:t>
            </w:r>
            <w:r w:rsidRPr="007A5CDF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05</w:t>
            </w:r>
          </w:p>
        </w:tc>
        <w:tc>
          <w:tcPr>
            <w:tcW w:w="1330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660 0100</w:t>
            </w:r>
          </w:p>
        </w:tc>
        <w:tc>
          <w:tcPr>
            <w:tcW w:w="655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810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81266,3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81266,3»</w:t>
            </w:r>
          </w:p>
        </w:tc>
      </w:tr>
    </w:tbl>
    <w:p w:rsidR="00B5552C" w:rsidRPr="007A5CDF" w:rsidRDefault="00B5552C" w:rsidP="00E95E1E">
      <w:pPr>
        <w:spacing w:line="360" w:lineRule="auto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дополнить строками следующего содержания:</w:t>
      </w:r>
    </w:p>
    <w:tbl>
      <w:tblPr>
        <w:tblW w:w="10066" w:type="dxa"/>
        <w:jc w:val="center"/>
        <w:tblInd w:w="-317" w:type="dxa"/>
        <w:tblLayout w:type="fixed"/>
        <w:tblLook w:val="00A0"/>
      </w:tblPr>
      <w:tblGrid>
        <w:gridCol w:w="4537"/>
        <w:gridCol w:w="567"/>
        <w:gridCol w:w="567"/>
        <w:gridCol w:w="1276"/>
        <w:gridCol w:w="709"/>
        <w:gridCol w:w="1144"/>
        <w:gridCol w:w="1266"/>
      </w:tblGrid>
      <w:tr w:rsidR="00B5552C" w:rsidRPr="007A5CDF" w:rsidTr="007A5CDF">
        <w:trPr>
          <w:trHeight w:val="85"/>
          <w:jc w:val="center"/>
        </w:trPr>
        <w:tc>
          <w:tcPr>
            <w:tcW w:w="4537" w:type="dxa"/>
            <w:vAlign w:val="center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«Мероприятия, связанные с обе</w:t>
            </w:r>
            <w:r w:rsidRPr="007A5CDF">
              <w:rPr>
                <w:sz w:val="28"/>
                <w:szCs w:val="28"/>
              </w:rPr>
              <w:t>с</w:t>
            </w:r>
            <w:r w:rsidRPr="007A5CDF">
              <w:rPr>
                <w:sz w:val="28"/>
                <w:szCs w:val="28"/>
              </w:rPr>
              <w:t>печением функционирования р</w:t>
            </w:r>
            <w:r w:rsidRPr="007A5CDF">
              <w:rPr>
                <w:sz w:val="28"/>
                <w:szCs w:val="28"/>
              </w:rPr>
              <w:t>е</w:t>
            </w:r>
            <w:r w:rsidRPr="007A5CDF">
              <w:rPr>
                <w:sz w:val="28"/>
                <w:szCs w:val="28"/>
              </w:rPr>
              <w:t>гионального оператора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660 0200</w:t>
            </w:r>
          </w:p>
        </w:tc>
        <w:tc>
          <w:tcPr>
            <w:tcW w:w="709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9464,6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9464,6</w:t>
            </w:r>
          </w:p>
        </w:tc>
      </w:tr>
      <w:tr w:rsidR="00B5552C" w:rsidRPr="007A5CDF" w:rsidTr="007A5CDF">
        <w:trPr>
          <w:trHeight w:val="85"/>
          <w:jc w:val="center"/>
        </w:trPr>
        <w:tc>
          <w:tcPr>
            <w:tcW w:w="4537" w:type="dxa"/>
            <w:vAlign w:val="center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Субсидии некоммерческим орган</w:t>
            </w:r>
            <w:r w:rsidRPr="007A5CDF">
              <w:rPr>
                <w:sz w:val="28"/>
                <w:szCs w:val="28"/>
              </w:rPr>
              <w:t>и</w:t>
            </w:r>
            <w:r w:rsidRPr="007A5CDF">
              <w:rPr>
                <w:sz w:val="28"/>
                <w:szCs w:val="28"/>
              </w:rPr>
              <w:t>зациям (за исключением государс</w:t>
            </w:r>
            <w:r w:rsidRPr="007A5CDF">
              <w:rPr>
                <w:sz w:val="28"/>
                <w:szCs w:val="28"/>
              </w:rPr>
              <w:t>т</w:t>
            </w:r>
            <w:r w:rsidRPr="007A5CDF">
              <w:rPr>
                <w:sz w:val="28"/>
                <w:szCs w:val="28"/>
              </w:rPr>
              <w:t>венных (муниципальных) учрежд</w:t>
            </w:r>
            <w:r w:rsidRPr="007A5CDF">
              <w:rPr>
                <w:sz w:val="28"/>
                <w:szCs w:val="28"/>
              </w:rPr>
              <w:t>е</w:t>
            </w:r>
            <w:r w:rsidRPr="007A5CDF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660 0200</w:t>
            </w:r>
          </w:p>
        </w:tc>
        <w:tc>
          <w:tcPr>
            <w:tcW w:w="709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630</w:t>
            </w: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9464,6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9464,6»;</w:t>
            </w:r>
          </w:p>
        </w:tc>
      </w:tr>
    </w:tbl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л) в графах 6 и 7 строки «Охрана окружающей среды» (Рз 06) цифры «7823,8» заменить цифрами «7803,3»;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м) в графах 6 и 7 строки «Охрана объектов растительного и животного мира и среды их обитания» (Рз 06 ПР 03) цифры «7823,8» заменить цифрами «7803,3»;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н) в графах 6 и 7 строки «Осуществление отдельных полномочий Росси</w:t>
      </w:r>
      <w:r w:rsidRPr="007A5CDF">
        <w:rPr>
          <w:sz w:val="28"/>
          <w:szCs w:val="28"/>
        </w:rPr>
        <w:t>й</w:t>
      </w:r>
      <w:r w:rsidRPr="007A5CDF">
        <w:rPr>
          <w:sz w:val="28"/>
          <w:szCs w:val="28"/>
        </w:rPr>
        <w:t>ской Федерации органами государственной власти Ульяновской области в обла</w:t>
      </w:r>
      <w:r w:rsidRPr="007A5CDF">
        <w:rPr>
          <w:sz w:val="28"/>
          <w:szCs w:val="28"/>
        </w:rPr>
        <w:t>с</w:t>
      </w:r>
      <w:r w:rsidRPr="007A5CDF">
        <w:rPr>
          <w:sz w:val="28"/>
          <w:szCs w:val="28"/>
        </w:rPr>
        <w:t>ти охраны окружающей среды» (Рз 06 ПР 03 ЦС 295 0000) цифры «371,0» зам</w:t>
      </w:r>
      <w:r w:rsidRPr="007A5CDF">
        <w:rPr>
          <w:sz w:val="28"/>
          <w:szCs w:val="28"/>
        </w:rPr>
        <w:t>е</w:t>
      </w:r>
      <w:r w:rsidRPr="007A5CDF">
        <w:rPr>
          <w:sz w:val="28"/>
          <w:szCs w:val="28"/>
        </w:rPr>
        <w:t>нить цифрами «350,5»;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о) в графах 6 и 7 строки «Осуществление переданных органам государс</w:t>
      </w:r>
      <w:r w:rsidRPr="007A5CDF">
        <w:rPr>
          <w:sz w:val="28"/>
          <w:szCs w:val="28"/>
        </w:rPr>
        <w:t>т</w:t>
      </w:r>
      <w:r w:rsidRPr="007A5CDF">
        <w:rPr>
          <w:sz w:val="28"/>
          <w:szCs w:val="28"/>
        </w:rPr>
        <w:t>венной власти субъектов Российской Федерации в соответствии с частью первой статьи 6 Федерального закона «О животном мире» полномочий Российской Фед</w:t>
      </w:r>
      <w:r w:rsidRPr="007A5CDF">
        <w:rPr>
          <w:sz w:val="28"/>
          <w:szCs w:val="28"/>
        </w:rPr>
        <w:t>е</w:t>
      </w:r>
      <w:r w:rsidRPr="007A5CDF">
        <w:rPr>
          <w:sz w:val="28"/>
          <w:szCs w:val="28"/>
        </w:rPr>
        <w:t>рации в области организации, регулирования и охраны водных биологических р</w:t>
      </w:r>
      <w:r w:rsidRPr="007A5CDF">
        <w:rPr>
          <w:sz w:val="28"/>
          <w:szCs w:val="28"/>
        </w:rPr>
        <w:t>е</w:t>
      </w:r>
      <w:r w:rsidRPr="007A5CDF">
        <w:rPr>
          <w:sz w:val="28"/>
          <w:szCs w:val="28"/>
        </w:rPr>
        <w:t>сурсов» (Рз 06 ПР 03 ЦС 295 5910) цифры «95,2» заменить цифрами «98,0»;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п) в графах 6 и 7 строки «Прочая закупка товаров, работ и услуг для обесп</w:t>
      </w:r>
      <w:r w:rsidRPr="007A5CDF">
        <w:rPr>
          <w:sz w:val="28"/>
          <w:szCs w:val="28"/>
        </w:rPr>
        <w:t>е</w:t>
      </w:r>
      <w:r w:rsidRPr="007A5CDF">
        <w:rPr>
          <w:sz w:val="28"/>
          <w:szCs w:val="28"/>
        </w:rPr>
        <w:t xml:space="preserve">чения государственных (муниципальных) нужд» (Рз 06 ПР 03 ЦС 295 5910 </w:t>
      </w:r>
      <w:r>
        <w:rPr>
          <w:sz w:val="28"/>
          <w:szCs w:val="28"/>
        </w:rPr>
        <w:br/>
      </w:r>
      <w:r w:rsidRPr="007A5CDF">
        <w:rPr>
          <w:sz w:val="28"/>
          <w:szCs w:val="28"/>
        </w:rPr>
        <w:t>ВР 244) цифры «95,2» заменить цифрами «98,0»;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р) в графах 6 и 7 строки «Осуществление переданных органам государс</w:t>
      </w:r>
      <w:r w:rsidRPr="007A5CDF">
        <w:rPr>
          <w:sz w:val="28"/>
          <w:szCs w:val="28"/>
        </w:rPr>
        <w:t>т</w:t>
      </w:r>
      <w:r w:rsidRPr="007A5CDF">
        <w:rPr>
          <w:sz w:val="28"/>
          <w:szCs w:val="28"/>
        </w:rPr>
        <w:t>венной власти субъектов Российской Федерации в соответствии с частью первой статьи 6 Федерального закона «О животном мире» полномочий Российской Фед</w:t>
      </w:r>
      <w:r w:rsidRPr="007A5CDF">
        <w:rPr>
          <w:sz w:val="28"/>
          <w:szCs w:val="28"/>
        </w:rPr>
        <w:t>е</w:t>
      </w:r>
      <w:r w:rsidRPr="007A5CDF">
        <w:rPr>
          <w:sz w:val="28"/>
          <w:szCs w:val="28"/>
        </w:rPr>
        <w:t>рации в области охраны и использования объектов животного мира (за исключ</w:t>
      </w:r>
      <w:r w:rsidRPr="007A5CDF">
        <w:rPr>
          <w:sz w:val="28"/>
          <w:szCs w:val="28"/>
        </w:rPr>
        <w:t>е</w:t>
      </w:r>
      <w:r w:rsidRPr="007A5CDF">
        <w:rPr>
          <w:sz w:val="28"/>
          <w:szCs w:val="28"/>
        </w:rPr>
        <w:t xml:space="preserve">нием охотничьих ресурсов и водных биологических ресурсов)» (Рз 06 ПР 03 </w:t>
      </w:r>
      <w:r>
        <w:rPr>
          <w:sz w:val="28"/>
          <w:szCs w:val="28"/>
        </w:rPr>
        <w:br/>
      </w:r>
      <w:r w:rsidRPr="007A5CDF">
        <w:rPr>
          <w:sz w:val="28"/>
          <w:szCs w:val="28"/>
        </w:rPr>
        <w:t>ЦС 295 5920) цифры «86,8» заменить цифрами «85,2»;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с) в графах 6 и 7 строки «Прочая закупка товаров, работ и услуг для обесп</w:t>
      </w:r>
      <w:r w:rsidRPr="007A5CDF">
        <w:rPr>
          <w:sz w:val="28"/>
          <w:szCs w:val="28"/>
        </w:rPr>
        <w:t>е</w:t>
      </w:r>
      <w:r w:rsidRPr="007A5CDF">
        <w:rPr>
          <w:sz w:val="28"/>
          <w:szCs w:val="28"/>
        </w:rPr>
        <w:t xml:space="preserve">чения государственных (муниципальных) нужд» (Рз 06 ПР 03 ЦС 295 5920 </w:t>
      </w:r>
      <w:r>
        <w:rPr>
          <w:sz w:val="28"/>
          <w:szCs w:val="28"/>
        </w:rPr>
        <w:br/>
      </w:r>
      <w:r w:rsidRPr="007A5CDF">
        <w:rPr>
          <w:sz w:val="28"/>
          <w:szCs w:val="28"/>
        </w:rPr>
        <w:t>ВР 244) цифры «86,8» заменить цифрами «85,2»;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т) в графах 6 и 7 строки «Осуществление переданных органам государс</w:t>
      </w:r>
      <w:r w:rsidRPr="007A5CDF">
        <w:rPr>
          <w:sz w:val="28"/>
          <w:szCs w:val="28"/>
        </w:rPr>
        <w:t>т</w:t>
      </w:r>
      <w:r w:rsidRPr="007A5CDF">
        <w:rPr>
          <w:sz w:val="28"/>
          <w:szCs w:val="28"/>
        </w:rPr>
        <w:t>венной власти субъектов Российской Федерации в соответствии с частью 1 статьи 33 Федерального закона «Об охоте и о сохранении охотничьих ресурсов и о вн</w:t>
      </w:r>
      <w:r w:rsidRPr="007A5CDF">
        <w:rPr>
          <w:sz w:val="28"/>
          <w:szCs w:val="28"/>
        </w:rPr>
        <w:t>е</w:t>
      </w:r>
      <w:r w:rsidRPr="007A5CDF">
        <w:rPr>
          <w:sz w:val="28"/>
          <w:szCs w:val="28"/>
        </w:rPr>
        <w:t>сении изменений в отдельные законодательные акты Российской Федерации» полномочий Российской Федерации в области охраны и использования охотнич</w:t>
      </w:r>
      <w:r w:rsidRPr="007A5CDF">
        <w:rPr>
          <w:sz w:val="28"/>
          <w:szCs w:val="28"/>
        </w:rPr>
        <w:t>ь</w:t>
      </w:r>
      <w:r w:rsidRPr="007A5CDF">
        <w:rPr>
          <w:sz w:val="28"/>
          <w:szCs w:val="28"/>
        </w:rPr>
        <w:t>их ресурсов (за исключением полномочий Российской Федерации по федерал</w:t>
      </w:r>
      <w:r w:rsidRPr="007A5CDF">
        <w:rPr>
          <w:sz w:val="28"/>
          <w:szCs w:val="28"/>
        </w:rPr>
        <w:t>ь</w:t>
      </w:r>
      <w:r w:rsidRPr="007A5CDF">
        <w:rPr>
          <w:sz w:val="28"/>
          <w:szCs w:val="28"/>
        </w:rPr>
        <w:t xml:space="preserve">ному государственному охотничьему надзору, выдаче разрешений на добычу охотничьих ресурсов и заключению охотхозяйственных соглашений)» (Рз 06 </w:t>
      </w:r>
      <w:r>
        <w:rPr>
          <w:sz w:val="28"/>
          <w:szCs w:val="28"/>
        </w:rPr>
        <w:br/>
      </w:r>
      <w:r w:rsidRPr="007A5CDF">
        <w:rPr>
          <w:sz w:val="28"/>
          <w:szCs w:val="28"/>
        </w:rPr>
        <w:t>ПР 03 ЦС 295 5990) цифры «189,0» заменить цифрами «167,3»;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у) в графах 6 и 7 строки «Прочая закупка товаров, работ и услуг для обесп</w:t>
      </w:r>
      <w:r w:rsidRPr="007A5CDF">
        <w:rPr>
          <w:sz w:val="28"/>
          <w:szCs w:val="28"/>
        </w:rPr>
        <w:t>е</w:t>
      </w:r>
      <w:r w:rsidRPr="007A5CDF">
        <w:rPr>
          <w:sz w:val="28"/>
          <w:szCs w:val="28"/>
        </w:rPr>
        <w:t xml:space="preserve">чения государственных (муниципальных) нужд» (Рз 06 ПР 03 ЦС 295 5990 </w:t>
      </w:r>
      <w:r>
        <w:rPr>
          <w:sz w:val="28"/>
          <w:szCs w:val="28"/>
        </w:rPr>
        <w:br/>
      </w:r>
      <w:r w:rsidRPr="007A5CDF">
        <w:rPr>
          <w:sz w:val="28"/>
          <w:szCs w:val="28"/>
        </w:rPr>
        <w:t>ВР 244) цифры «189,0» заменить цифрами «167,3»;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ф) строки</w:t>
      </w:r>
    </w:p>
    <w:tbl>
      <w:tblPr>
        <w:tblW w:w="10066" w:type="dxa"/>
        <w:tblInd w:w="-34" w:type="dxa"/>
        <w:tblLayout w:type="fixed"/>
        <w:tblLook w:val="00A0"/>
      </w:tblPr>
      <w:tblGrid>
        <w:gridCol w:w="4537"/>
        <w:gridCol w:w="567"/>
        <w:gridCol w:w="567"/>
        <w:gridCol w:w="1330"/>
        <w:gridCol w:w="655"/>
        <w:gridCol w:w="1144"/>
        <w:gridCol w:w="1266"/>
      </w:tblGrid>
      <w:tr w:rsidR="00B5552C" w:rsidRPr="007A5CDF" w:rsidTr="007A5CDF">
        <w:trPr>
          <w:trHeight w:val="1125"/>
        </w:trPr>
        <w:tc>
          <w:tcPr>
            <w:tcW w:w="4537" w:type="dxa"/>
            <w:vAlign w:val="center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«Выплата пособий по беременн</w:t>
            </w:r>
            <w:r w:rsidRPr="007A5CDF">
              <w:rPr>
                <w:sz w:val="28"/>
                <w:szCs w:val="28"/>
              </w:rPr>
              <w:t>о</w:t>
            </w:r>
            <w:r w:rsidRPr="007A5CDF">
              <w:rPr>
                <w:sz w:val="28"/>
                <w:szCs w:val="28"/>
              </w:rPr>
              <w:t>сти и родам женщинам, уволенным в связи с ликвидацией организаций, прекращением деятельности (по</w:t>
            </w:r>
            <w:r w:rsidRPr="007A5CDF">
              <w:rPr>
                <w:sz w:val="28"/>
                <w:szCs w:val="28"/>
              </w:rPr>
              <w:t>л</w:t>
            </w:r>
            <w:r w:rsidRPr="007A5CDF">
              <w:rPr>
                <w:sz w:val="28"/>
                <w:szCs w:val="28"/>
              </w:rPr>
              <w:t>номочий) физическими лицами в установленном порядке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03</w:t>
            </w:r>
          </w:p>
        </w:tc>
        <w:tc>
          <w:tcPr>
            <w:tcW w:w="1330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297 5383</w:t>
            </w:r>
          </w:p>
        </w:tc>
        <w:tc>
          <w:tcPr>
            <w:tcW w:w="655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2,6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2,7</w:t>
            </w:r>
          </w:p>
        </w:tc>
      </w:tr>
      <w:tr w:rsidR="00B5552C" w:rsidRPr="007A5CDF" w:rsidTr="007A5CDF">
        <w:trPr>
          <w:trHeight w:val="1125"/>
        </w:trPr>
        <w:tc>
          <w:tcPr>
            <w:tcW w:w="4537" w:type="dxa"/>
            <w:vAlign w:val="center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Пособия, компенсации, меры соц</w:t>
            </w:r>
            <w:r w:rsidRPr="007A5CDF">
              <w:rPr>
                <w:sz w:val="28"/>
                <w:szCs w:val="28"/>
              </w:rPr>
              <w:t>и</w:t>
            </w:r>
            <w:r w:rsidRPr="007A5CDF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03</w:t>
            </w:r>
          </w:p>
        </w:tc>
        <w:tc>
          <w:tcPr>
            <w:tcW w:w="1330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297 5383</w:t>
            </w:r>
          </w:p>
        </w:tc>
        <w:tc>
          <w:tcPr>
            <w:tcW w:w="655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313</w:t>
            </w: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2,6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B5552C" w:rsidRPr="007A5CDF" w:rsidRDefault="00B5552C" w:rsidP="007A5C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2,7</w:t>
            </w:r>
          </w:p>
        </w:tc>
      </w:tr>
      <w:tr w:rsidR="00B5552C" w:rsidRPr="007A5CDF" w:rsidTr="007A5CDF">
        <w:trPr>
          <w:trHeight w:val="1125"/>
        </w:trPr>
        <w:tc>
          <w:tcPr>
            <w:tcW w:w="4537" w:type="dxa"/>
            <w:vAlign w:val="center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Выплата пособий женщинам, вставшим на учёт в медицинских учреждениях в ранние сроки бер</w:t>
            </w:r>
            <w:r w:rsidRPr="007A5CDF">
              <w:rPr>
                <w:sz w:val="28"/>
                <w:szCs w:val="28"/>
              </w:rPr>
              <w:t>е</w:t>
            </w:r>
            <w:r w:rsidRPr="007A5CDF">
              <w:rPr>
                <w:sz w:val="28"/>
                <w:szCs w:val="28"/>
              </w:rPr>
              <w:t>менности, уволенным в связи с л</w:t>
            </w:r>
            <w:r w:rsidRPr="007A5CDF">
              <w:rPr>
                <w:sz w:val="28"/>
                <w:szCs w:val="28"/>
              </w:rPr>
              <w:t>и</w:t>
            </w:r>
            <w:r w:rsidRPr="007A5CDF">
              <w:rPr>
                <w:sz w:val="28"/>
                <w:szCs w:val="28"/>
              </w:rPr>
              <w:t>квидацией организаций, прекращ</w:t>
            </w:r>
            <w:r w:rsidRPr="007A5CDF">
              <w:rPr>
                <w:sz w:val="28"/>
                <w:szCs w:val="28"/>
              </w:rPr>
              <w:t>е</w:t>
            </w:r>
            <w:r w:rsidRPr="007A5CDF">
              <w:rPr>
                <w:sz w:val="28"/>
                <w:szCs w:val="28"/>
              </w:rPr>
              <w:t>нием деятельности (полномочий) физическими лицами в устано</w:t>
            </w:r>
            <w:r w:rsidRPr="007A5CDF">
              <w:rPr>
                <w:sz w:val="28"/>
                <w:szCs w:val="28"/>
              </w:rPr>
              <w:t>в</w:t>
            </w:r>
            <w:r w:rsidRPr="007A5CDF">
              <w:rPr>
                <w:sz w:val="28"/>
                <w:szCs w:val="28"/>
              </w:rPr>
              <w:t>ленном порядке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03</w:t>
            </w:r>
          </w:p>
        </w:tc>
        <w:tc>
          <w:tcPr>
            <w:tcW w:w="1330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297 5384</w:t>
            </w:r>
          </w:p>
        </w:tc>
        <w:tc>
          <w:tcPr>
            <w:tcW w:w="655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0,5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0,6</w:t>
            </w:r>
          </w:p>
        </w:tc>
      </w:tr>
      <w:tr w:rsidR="00B5552C" w:rsidRPr="007A5CDF" w:rsidTr="007A5CDF">
        <w:trPr>
          <w:trHeight w:val="1125"/>
        </w:trPr>
        <w:tc>
          <w:tcPr>
            <w:tcW w:w="4537" w:type="dxa"/>
            <w:vAlign w:val="center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Пособия, компенсации, меры соц</w:t>
            </w:r>
            <w:r w:rsidRPr="007A5CDF">
              <w:rPr>
                <w:sz w:val="28"/>
                <w:szCs w:val="28"/>
              </w:rPr>
              <w:t>и</w:t>
            </w:r>
            <w:r w:rsidRPr="007A5CDF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03</w:t>
            </w:r>
          </w:p>
        </w:tc>
        <w:tc>
          <w:tcPr>
            <w:tcW w:w="1330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297 5384</w:t>
            </w:r>
          </w:p>
        </w:tc>
        <w:tc>
          <w:tcPr>
            <w:tcW w:w="655" w:type="dxa"/>
            <w:vAlign w:val="bottom"/>
          </w:tcPr>
          <w:p w:rsidR="00B5552C" w:rsidRPr="007A5CDF" w:rsidRDefault="00B5552C" w:rsidP="007A5CD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313</w:t>
            </w: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0,5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0,6»</w:t>
            </w:r>
          </w:p>
        </w:tc>
      </w:tr>
    </w:tbl>
    <w:p w:rsidR="00B5552C" w:rsidRPr="007A5CDF" w:rsidRDefault="00B5552C" w:rsidP="00E95E1E">
      <w:pPr>
        <w:spacing w:line="360" w:lineRule="auto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исключить;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 xml:space="preserve">х) после строки </w:t>
      </w:r>
    </w:p>
    <w:tbl>
      <w:tblPr>
        <w:tblW w:w="10197" w:type="dxa"/>
        <w:tblInd w:w="-34" w:type="dxa"/>
        <w:tblLayout w:type="fixed"/>
        <w:tblLook w:val="00A0"/>
      </w:tblPr>
      <w:tblGrid>
        <w:gridCol w:w="4678"/>
        <w:gridCol w:w="567"/>
        <w:gridCol w:w="567"/>
        <w:gridCol w:w="1330"/>
        <w:gridCol w:w="655"/>
        <w:gridCol w:w="1134"/>
        <w:gridCol w:w="1266"/>
      </w:tblGrid>
      <w:tr w:rsidR="00B5552C" w:rsidRPr="007A5CDF" w:rsidTr="00E95E1E">
        <w:trPr>
          <w:trHeight w:val="597"/>
        </w:trPr>
        <w:tc>
          <w:tcPr>
            <w:tcW w:w="4678" w:type="dxa"/>
            <w:vAlign w:val="center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«Прочая закупка товаров, работ и услуг для обеспечения государс</w:t>
            </w:r>
            <w:r w:rsidRPr="007A5CDF">
              <w:rPr>
                <w:sz w:val="28"/>
                <w:szCs w:val="28"/>
              </w:rPr>
              <w:t>т</w:t>
            </w:r>
            <w:r w:rsidRPr="007A5CDF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03</w:t>
            </w:r>
          </w:p>
        </w:tc>
        <w:tc>
          <w:tcPr>
            <w:tcW w:w="1330" w:type="dxa"/>
            <w:vAlign w:val="bottom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297 5385</w:t>
            </w:r>
          </w:p>
        </w:tc>
        <w:tc>
          <w:tcPr>
            <w:tcW w:w="655" w:type="dxa"/>
            <w:vAlign w:val="bottom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222,0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226,9»</w:t>
            </w:r>
          </w:p>
        </w:tc>
      </w:tr>
    </w:tbl>
    <w:p w:rsidR="00B5552C" w:rsidRPr="007A5CDF" w:rsidRDefault="00B5552C" w:rsidP="00E95E1E">
      <w:pPr>
        <w:spacing w:line="360" w:lineRule="auto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дополнить строками следующего содержания:</w:t>
      </w:r>
    </w:p>
    <w:tbl>
      <w:tblPr>
        <w:tblW w:w="10102" w:type="dxa"/>
        <w:jc w:val="center"/>
        <w:tblInd w:w="-141" w:type="dxa"/>
        <w:tblLayout w:type="fixed"/>
        <w:tblLook w:val="00A0"/>
      </w:tblPr>
      <w:tblGrid>
        <w:gridCol w:w="4573"/>
        <w:gridCol w:w="567"/>
        <w:gridCol w:w="567"/>
        <w:gridCol w:w="1276"/>
        <w:gridCol w:w="709"/>
        <w:gridCol w:w="1144"/>
        <w:gridCol w:w="1266"/>
      </w:tblGrid>
      <w:tr w:rsidR="00B5552C" w:rsidRPr="007A5CDF" w:rsidTr="00E95E1E">
        <w:trPr>
          <w:trHeight w:val="20"/>
          <w:jc w:val="center"/>
        </w:trPr>
        <w:tc>
          <w:tcPr>
            <w:tcW w:w="4573" w:type="dxa"/>
            <w:vAlign w:val="center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«Выплата единовременных пособий женщинам, вставшим на учёт в м</w:t>
            </w:r>
            <w:r w:rsidRPr="007A5CDF">
              <w:rPr>
                <w:sz w:val="28"/>
                <w:szCs w:val="28"/>
              </w:rPr>
              <w:t>е</w:t>
            </w:r>
            <w:r w:rsidRPr="007A5CDF">
              <w:rPr>
                <w:sz w:val="28"/>
                <w:szCs w:val="28"/>
              </w:rPr>
              <w:t>дицинских учреждениях в ранние сроки беременности, уволенным в связи с ликвидацией организаций, прекращением деятельности (по</w:t>
            </w:r>
            <w:r w:rsidRPr="007A5CDF">
              <w:rPr>
                <w:sz w:val="28"/>
                <w:szCs w:val="28"/>
              </w:rPr>
              <w:t>л</w:t>
            </w:r>
            <w:r w:rsidRPr="007A5CDF">
              <w:rPr>
                <w:sz w:val="28"/>
                <w:szCs w:val="28"/>
              </w:rPr>
              <w:t>номочий) физическими лицами в установленном порядке</w:t>
            </w:r>
          </w:p>
        </w:tc>
        <w:tc>
          <w:tcPr>
            <w:tcW w:w="567" w:type="dxa"/>
            <w:vAlign w:val="bottom"/>
          </w:tcPr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297 5386</w:t>
            </w:r>
          </w:p>
        </w:tc>
        <w:tc>
          <w:tcPr>
            <w:tcW w:w="709" w:type="dxa"/>
            <w:vAlign w:val="bottom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0,5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0,6</w:t>
            </w:r>
          </w:p>
        </w:tc>
      </w:tr>
      <w:tr w:rsidR="00B5552C" w:rsidRPr="007A5CDF" w:rsidTr="00E95E1E">
        <w:trPr>
          <w:trHeight w:val="20"/>
          <w:jc w:val="center"/>
        </w:trPr>
        <w:tc>
          <w:tcPr>
            <w:tcW w:w="4573" w:type="dxa"/>
            <w:vAlign w:val="center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Пособия, компенсации, меры соц</w:t>
            </w:r>
            <w:r w:rsidRPr="007A5CDF">
              <w:rPr>
                <w:sz w:val="28"/>
                <w:szCs w:val="28"/>
              </w:rPr>
              <w:t>и</w:t>
            </w:r>
            <w:r w:rsidRPr="007A5CDF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297 5386</w:t>
            </w:r>
          </w:p>
        </w:tc>
        <w:tc>
          <w:tcPr>
            <w:tcW w:w="709" w:type="dxa"/>
            <w:vAlign w:val="bottom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313</w:t>
            </w: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0,5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0,6</w:t>
            </w:r>
          </w:p>
        </w:tc>
      </w:tr>
      <w:tr w:rsidR="00B5552C" w:rsidRPr="007A5CDF" w:rsidTr="00E95E1E">
        <w:trPr>
          <w:trHeight w:val="20"/>
          <w:jc w:val="center"/>
        </w:trPr>
        <w:tc>
          <w:tcPr>
            <w:tcW w:w="4573" w:type="dxa"/>
            <w:vAlign w:val="center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Выплата пособий по беременности и родам женщинам, уволенным в связи с ликвидацией организаций, прекращением деятельности (по</w:t>
            </w:r>
            <w:r w:rsidRPr="007A5CDF">
              <w:rPr>
                <w:sz w:val="28"/>
                <w:szCs w:val="28"/>
              </w:rPr>
              <w:t>л</w:t>
            </w:r>
            <w:r w:rsidRPr="007A5CDF">
              <w:rPr>
                <w:sz w:val="28"/>
                <w:szCs w:val="28"/>
              </w:rPr>
              <w:t>номочий) физическими лицами в установленном порядке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297 5387</w:t>
            </w:r>
          </w:p>
        </w:tc>
        <w:tc>
          <w:tcPr>
            <w:tcW w:w="709" w:type="dxa"/>
            <w:vAlign w:val="bottom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2,6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2,7</w:t>
            </w:r>
          </w:p>
        </w:tc>
      </w:tr>
      <w:tr w:rsidR="00B5552C" w:rsidRPr="007A5CDF" w:rsidTr="00E95E1E">
        <w:trPr>
          <w:trHeight w:val="20"/>
          <w:jc w:val="center"/>
        </w:trPr>
        <w:tc>
          <w:tcPr>
            <w:tcW w:w="4573" w:type="dxa"/>
            <w:vAlign w:val="center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Пособия, компенсации, меры соц</w:t>
            </w:r>
            <w:r w:rsidRPr="007A5CDF">
              <w:rPr>
                <w:sz w:val="28"/>
                <w:szCs w:val="28"/>
              </w:rPr>
              <w:t>и</w:t>
            </w:r>
            <w:r w:rsidRPr="007A5CDF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297 5387</w:t>
            </w:r>
          </w:p>
        </w:tc>
        <w:tc>
          <w:tcPr>
            <w:tcW w:w="709" w:type="dxa"/>
            <w:vAlign w:val="bottom"/>
          </w:tcPr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5552C" w:rsidRPr="007A5CDF" w:rsidRDefault="00B5552C" w:rsidP="00E95E1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313</w:t>
            </w:r>
          </w:p>
        </w:tc>
        <w:tc>
          <w:tcPr>
            <w:tcW w:w="1144" w:type="dxa"/>
            <w:shd w:val="clear" w:color="000000" w:fill="FFFFFF"/>
            <w:noWrap/>
            <w:vAlign w:val="bottom"/>
          </w:tcPr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2,6</w:t>
            </w:r>
          </w:p>
        </w:tc>
        <w:tc>
          <w:tcPr>
            <w:tcW w:w="1266" w:type="dxa"/>
            <w:shd w:val="clear" w:color="000000" w:fill="FFFFFF"/>
            <w:noWrap/>
            <w:vAlign w:val="bottom"/>
          </w:tcPr>
          <w:p w:rsidR="00B5552C" w:rsidRPr="007A5CDF" w:rsidRDefault="00B5552C" w:rsidP="00E95E1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CDF">
              <w:rPr>
                <w:sz w:val="28"/>
                <w:szCs w:val="28"/>
              </w:rPr>
              <w:t>2,7»;</w:t>
            </w:r>
          </w:p>
        </w:tc>
      </w:tr>
    </w:tbl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 xml:space="preserve">ц) наименование строки «Содержание ребёнка в семье опекуна и приёмной семье, а также вознаграждение, причитающееся приёмному родителю» (Рз 10 </w:t>
      </w:r>
      <w:r>
        <w:rPr>
          <w:sz w:val="28"/>
          <w:szCs w:val="28"/>
        </w:rPr>
        <w:br/>
      </w:r>
      <w:r w:rsidRPr="007A5CDF">
        <w:rPr>
          <w:sz w:val="28"/>
          <w:szCs w:val="28"/>
        </w:rPr>
        <w:t>ПР 04 ЦС 802 1306) изложить в следующей редакции: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«Содержание ребёнка в семье опекуна (попечителя) и приёмной семье, а также вознаграждение, причитающееся приёмному родителю»;</w:t>
      </w:r>
    </w:p>
    <w:p w:rsidR="00B5552C" w:rsidRPr="007A5CDF" w:rsidRDefault="00B5552C" w:rsidP="007A5CDF">
      <w:pPr>
        <w:spacing w:line="360" w:lineRule="auto"/>
        <w:ind w:firstLine="720"/>
        <w:jc w:val="both"/>
        <w:rPr>
          <w:sz w:val="28"/>
          <w:szCs w:val="28"/>
        </w:rPr>
      </w:pPr>
      <w:r w:rsidRPr="007A5CDF">
        <w:rPr>
          <w:sz w:val="28"/>
          <w:szCs w:val="28"/>
        </w:rPr>
        <w:t>ч) в строке «ИТОГО» цифры «34576302,8» заменить цифрами «34576682,6», цифры «36568840,1» заменить цифрами «36592103,0»;</w:t>
      </w:r>
    </w:p>
    <w:p w:rsidR="00B5552C" w:rsidRDefault="00B5552C" w:rsidP="00E95E1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12) в приложении 12: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главе «Правительство Ульяновской области» (Мин 203):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«1340293,1» заменить цифрами «1366311,48218»;</w:t>
      </w:r>
    </w:p>
    <w:p w:rsidR="00B5552C" w:rsidRDefault="00B5552C" w:rsidP="00D20CD3">
      <w:pPr>
        <w:widowControl w:val="0"/>
        <w:spacing w:line="31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«Общегосударственные вопросы» (Мин 203 Рз 01) цифры «749438,2» заменить цифрами «772344,28218»;</w:t>
      </w:r>
    </w:p>
    <w:p w:rsidR="00B5552C" w:rsidRDefault="00B5552C" w:rsidP="00D20CD3">
      <w:pPr>
        <w:widowControl w:val="0"/>
        <w:spacing w:line="31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«Другие общегосударственные вопросы» (Мин 203 Рз 01 ПР 13) цифры «559825,9» заменить цифрами «582731,98218»;</w:t>
      </w:r>
    </w:p>
    <w:p w:rsidR="00B5552C" w:rsidRDefault="00B5552C" w:rsidP="00AA1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4080C">
        <w:rPr>
          <w:sz w:val="28"/>
          <w:szCs w:val="28"/>
        </w:rPr>
        <w:t>Учреждения по обеспечению хозяйственного обслуживания</w:t>
      </w:r>
      <w:r>
        <w:rPr>
          <w:sz w:val="28"/>
          <w:szCs w:val="28"/>
        </w:rPr>
        <w:t>» (Мин 203 Рз 01 ПР 13 ЦС 093 0000) цифры «347085,97» заменить цифрами «361185,97»;</w:t>
      </w:r>
    </w:p>
    <w:p w:rsidR="00B5552C" w:rsidRDefault="00B5552C" w:rsidP="00AA1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4080C">
        <w:rPr>
          <w:sz w:val="28"/>
          <w:szCs w:val="28"/>
        </w:rPr>
        <w:t>Фонд оплаты труда казённых учреждений и взносы по обязател</w:t>
      </w:r>
      <w:r w:rsidRPr="0014080C">
        <w:rPr>
          <w:sz w:val="28"/>
          <w:szCs w:val="28"/>
        </w:rPr>
        <w:t>ь</w:t>
      </w:r>
      <w:r w:rsidRPr="0014080C">
        <w:rPr>
          <w:sz w:val="28"/>
          <w:szCs w:val="28"/>
        </w:rPr>
        <w:t>ному социальному страхованию</w:t>
      </w:r>
      <w:r>
        <w:rPr>
          <w:sz w:val="28"/>
          <w:szCs w:val="28"/>
        </w:rPr>
        <w:t>» (Мин 203 Рз 01 ПР 13 ЦС 093 0000 ВР 111) цифры «209218,07» заменить цифрами «223318,07»;</w:t>
      </w:r>
    </w:p>
    <w:p w:rsidR="00B5552C" w:rsidRDefault="00B5552C" w:rsidP="00AA1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4080C">
        <w:rPr>
          <w:sz w:val="28"/>
          <w:szCs w:val="28"/>
        </w:rPr>
        <w:t>Учреждения по патриотическому воспитанию граждан Росси</w:t>
      </w:r>
      <w:r w:rsidRPr="0014080C">
        <w:rPr>
          <w:sz w:val="28"/>
          <w:szCs w:val="28"/>
        </w:rPr>
        <w:t>й</w:t>
      </w:r>
      <w:r w:rsidRPr="0014080C">
        <w:rPr>
          <w:sz w:val="28"/>
          <w:szCs w:val="28"/>
        </w:rPr>
        <w:t>ской Федерации</w:t>
      </w:r>
      <w:r>
        <w:rPr>
          <w:sz w:val="28"/>
          <w:szCs w:val="28"/>
        </w:rPr>
        <w:t>» (Мин 203 Рз 01 ПР 13 ЦС 094 0000) цифры «4228,0» заменить цифрами «3755,7»;</w:t>
      </w:r>
    </w:p>
    <w:p w:rsidR="00B5552C" w:rsidRDefault="00B5552C" w:rsidP="00AA1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4080C">
        <w:rPr>
          <w:sz w:val="28"/>
          <w:szCs w:val="28"/>
        </w:rPr>
        <w:t>Фонд оплаты труда казённых учреждений и взносы по обязател</w:t>
      </w:r>
      <w:r w:rsidRPr="0014080C">
        <w:rPr>
          <w:sz w:val="28"/>
          <w:szCs w:val="28"/>
        </w:rPr>
        <w:t>ь</w:t>
      </w:r>
      <w:r w:rsidRPr="0014080C">
        <w:rPr>
          <w:sz w:val="28"/>
          <w:szCs w:val="28"/>
        </w:rPr>
        <w:t>ному социальному страхованию</w:t>
      </w:r>
      <w:r>
        <w:rPr>
          <w:sz w:val="28"/>
          <w:szCs w:val="28"/>
        </w:rPr>
        <w:t>» (Мин 203 Рз 01 ПР 13 ЦС 094 0000 ВР 111) цифры «3067,9» заменить цифрами «2980,9»;</w:t>
      </w:r>
    </w:p>
    <w:p w:rsidR="00B5552C" w:rsidRDefault="00B5552C" w:rsidP="00AA1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4080C">
        <w:rPr>
          <w:sz w:val="28"/>
          <w:szCs w:val="28"/>
        </w:rPr>
        <w:t>Закупка товаров, работ, услуг в сфере информационно-коммуникационных технологий</w:t>
      </w:r>
      <w:r>
        <w:rPr>
          <w:sz w:val="28"/>
          <w:szCs w:val="28"/>
        </w:rPr>
        <w:t>» (Мин 203 Рз 01 ПР 13 ЦС 094 0000 ВР 242)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«306,0» заменить цифрами «184,4»;</w:t>
      </w:r>
    </w:p>
    <w:p w:rsidR="00B5552C" w:rsidRDefault="00B5552C" w:rsidP="00AA1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4080C">
        <w:rPr>
          <w:sz w:val="28"/>
          <w:szCs w:val="28"/>
        </w:rPr>
        <w:t>Прочая закупка товаров, работ и услуг для обеспечения госуда</w:t>
      </w:r>
      <w:r w:rsidRPr="0014080C">
        <w:rPr>
          <w:sz w:val="28"/>
          <w:szCs w:val="28"/>
        </w:rPr>
        <w:t>р</w:t>
      </w:r>
      <w:r w:rsidRPr="0014080C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203 Рз 01 ПР 13 ЦС 094 0000 ВР 244) цифры «771,1» заменить цифрами «515,4»;</w:t>
      </w:r>
    </w:p>
    <w:p w:rsidR="00B5552C" w:rsidRDefault="00B5552C" w:rsidP="00AA1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A93FE8">
        <w:rPr>
          <w:sz w:val="28"/>
          <w:szCs w:val="28"/>
        </w:rPr>
        <w:t>Уплата прочих налогов, сборов и иных платежей</w:t>
      </w:r>
      <w:r>
        <w:rPr>
          <w:sz w:val="28"/>
          <w:szCs w:val="28"/>
        </w:rPr>
        <w:t>» (Мин 203 Рз 01 ПР 13 ЦС 094 0000 ВР 852) цифры «67,0» заменить цифрами «59,0»;</w:t>
      </w:r>
    </w:p>
    <w:p w:rsidR="00B5552C" w:rsidRDefault="00B5552C" w:rsidP="00AA1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A93FE8">
        <w:rPr>
          <w:sz w:val="28"/>
          <w:szCs w:val="28"/>
        </w:rPr>
        <w:t>Учреждения в сфере распространения и использования информ</w:t>
      </w:r>
      <w:r w:rsidRPr="00A93FE8">
        <w:rPr>
          <w:sz w:val="28"/>
          <w:szCs w:val="28"/>
        </w:rPr>
        <w:t>а</w:t>
      </w:r>
      <w:r w:rsidRPr="00A93FE8">
        <w:rPr>
          <w:sz w:val="28"/>
          <w:szCs w:val="28"/>
        </w:rPr>
        <w:t>ционных и коммуникационных технологий, научных исследований в области и</w:t>
      </w:r>
      <w:r w:rsidRPr="00A93FE8">
        <w:rPr>
          <w:sz w:val="28"/>
          <w:szCs w:val="28"/>
        </w:rPr>
        <w:t>с</w:t>
      </w:r>
      <w:r w:rsidRPr="00A93FE8">
        <w:rPr>
          <w:sz w:val="28"/>
          <w:szCs w:val="28"/>
        </w:rPr>
        <w:t>тории и культуры</w:t>
      </w:r>
      <w:r>
        <w:rPr>
          <w:sz w:val="28"/>
          <w:szCs w:val="28"/>
        </w:rPr>
        <w:t>» (Мин 203 Рз 01 ПР 13 ЦС 095 0000) цифры «79448,4» заменить цифрами «84448,4»;</w:t>
      </w:r>
    </w:p>
    <w:p w:rsidR="00B5552C" w:rsidRDefault="00B5552C" w:rsidP="00AA1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D2AA7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1D2AA7">
        <w:rPr>
          <w:sz w:val="28"/>
          <w:szCs w:val="28"/>
        </w:rPr>
        <w:t>и</w:t>
      </w:r>
      <w:r w:rsidRPr="001D2AA7">
        <w:rPr>
          <w:sz w:val="28"/>
          <w:szCs w:val="28"/>
        </w:rPr>
        <w:t>ципальных) услуг (выполнение работ)</w:t>
      </w:r>
      <w:r>
        <w:rPr>
          <w:sz w:val="28"/>
          <w:szCs w:val="28"/>
        </w:rPr>
        <w:t xml:space="preserve">» (Мин 203 Рз 01 ПР 13 ЦС 095 0000 </w:t>
      </w:r>
      <w:r>
        <w:rPr>
          <w:sz w:val="28"/>
          <w:szCs w:val="28"/>
        </w:rPr>
        <w:br/>
        <w:t>ВР 621) цифры «36876,97722» заменить цифрами «41876,97722»;</w:t>
      </w:r>
    </w:p>
    <w:p w:rsidR="00B5552C" w:rsidRDefault="00B5552C" w:rsidP="00AA1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BC31E3">
        <w:rPr>
          <w:sz w:val="28"/>
          <w:szCs w:val="28"/>
        </w:rPr>
        <w:t>Осуществление отдельных полномочий Российской Федерации органами государственной власти Ульяновской области в области охраны здор</w:t>
      </w:r>
      <w:r w:rsidRPr="00BC31E3">
        <w:rPr>
          <w:sz w:val="28"/>
          <w:szCs w:val="28"/>
        </w:rPr>
        <w:t>о</w:t>
      </w:r>
      <w:r w:rsidRPr="00BC31E3">
        <w:rPr>
          <w:sz w:val="28"/>
          <w:szCs w:val="28"/>
        </w:rPr>
        <w:t>вья граждан, контроля качества образования, охраны объектов культурного н</w:t>
      </w:r>
      <w:r w:rsidRPr="00BC31E3">
        <w:rPr>
          <w:sz w:val="28"/>
          <w:szCs w:val="28"/>
        </w:rPr>
        <w:t>а</w:t>
      </w:r>
      <w:r w:rsidRPr="00BC31E3">
        <w:rPr>
          <w:sz w:val="28"/>
          <w:szCs w:val="28"/>
        </w:rPr>
        <w:t>следия, использования охотничьих ресурсов, регистрации актов гражданского с</w:t>
      </w:r>
      <w:r w:rsidRPr="00BC31E3">
        <w:rPr>
          <w:sz w:val="28"/>
          <w:szCs w:val="28"/>
        </w:rPr>
        <w:t>о</w:t>
      </w:r>
      <w:r w:rsidRPr="00BC31E3">
        <w:rPr>
          <w:sz w:val="28"/>
          <w:szCs w:val="28"/>
        </w:rPr>
        <w:t>стояния и других полномочий</w:t>
      </w:r>
      <w:r>
        <w:rPr>
          <w:sz w:val="28"/>
          <w:szCs w:val="28"/>
        </w:rPr>
        <w:t>» (Мин 203 Рз 01 ПР 13 ЦС 296 0000) цифры «9979,3» заменить цифрами «9997,87218»;</w:t>
      </w:r>
    </w:p>
    <w:p w:rsidR="00B5552C" w:rsidRDefault="00B5552C" w:rsidP="00D20C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BC31E3">
        <w:rPr>
          <w:sz w:val="28"/>
          <w:szCs w:val="28"/>
        </w:rPr>
        <w:t>Обеспечение деятельности депутатов Государственной Думы и их помощников в избирательных округах</w:t>
      </w:r>
      <w:r>
        <w:rPr>
          <w:sz w:val="28"/>
          <w:szCs w:val="28"/>
        </w:rPr>
        <w:t>» (Мин 203 Рз 01 ПР 13 ЦС 296 5141)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«7839,7» заменить цифрами «7858,27218»;</w:t>
      </w:r>
    </w:p>
    <w:p w:rsidR="00B5552C" w:rsidRDefault="00B5552C" w:rsidP="00D20C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BE2FBE">
        <w:rPr>
          <w:sz w:val="28"/>
          <w:szCs w:val="28"/>
        </w:rPr>
        <w:t>Фонд оплаты труда государственных (муниципальных) органов и взносы по обязательному социальному страхованию</w:t>
      </w:r>
      <w:r>
        <w:rPr>
          <w:sz w:val="28"/>
          <w:szCs w:val="28"/>
        </w:rPr>
        <w:t xml:space="preserve">» (Мин 203 Рз 01 ПР 13 </w:t>
      </w:r>
      <w:r>
        <w:rPr>
          <w:sz w:val="28"/>
          <w:szCs w:val="28"/>
        </w:rPr>
        <w:br/>
        <w:t>ЦС 296 5141 ВР 121) цифры «6192,0» заменить цифрами «6210,52134»;</w:t>
      </w:r>
    </w:p>
    <w:p w:rsidR="00B5552C" w:rsidRDefault="00B5552C" w:rsidP="00D20C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663EF2">
        <w:rPr>
          <w:sz w:val="28"/>
          <w:szCs w:val="28"/>
        </w:rPr>
        <w:t>Прочая закупка товаров, работ и услуг для обеспечения госуда</w:t>
      </w:r>
      <w:r w:rsidRPr="00663EF2">
        <w:rPr>
          <w:sz w:val="28"/>
          <w:szCs w:val="28"/>
        </w:rPr>
        <w:t>р</w:t>
      </w:r>
      <w:r w:rsidRPr="00663EF2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203 Рз 01 ПР 13 ЦС 296 5141 ВР 244) цифры «1459,2» заменить цифрами «1459,25084»;</w:t>
      </w:r>
    </w:p>
    <w:p w:rsidR="00B5552C" w:rsidRDefault="00B5552C" w:rsidP="00D20C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663EF2">
        <w:rPr>
          <w:sz w:val="28"/>
          <w:szCs w:val="28"/>
        </w:rPr>
        <w:t xml:space="preserve">Финансовое обеспечение расходных обязательств муниципальных образований, возникающих при выполнении государственных полномочий </w:t>
      </w:r>
      <w:r>
        <w:rPr>
          <w:sz w:val="28"/>
          <w:szCs w:val="28"/>
        </w:rPr>
        <w:br/>
      </w:r>
      <w:r w:rsidRPr="00663EF2">
        <w:rPr>
          <w:sz w:val="28"/>
          <w:szCs w:val="28"/>
        </w:rPr>
        <w:t>субъектов Российской Федерации, переданных для осуществления органам мес</w:t>
      </w:r>
      <w:r w:rsidRPr="00663EF2">
        <w:rPr>
          <w:sz w:val="28"/>
          <w:szCs w:val="28"/>
        </w:rPr>
        <w:t>т</w:t>
      </w:r>
      <w:r w:rsidRPr="00663EF2">
        <w:rPr>
          <w:sz w:val="28"/>
          <w:szCs w:val="28"/>
        </w:rPr>
        <w:t>ного самоуправления в установленном порядке</w:t>
      </w:r>
      <w:r>
        <w:rPr>
          <w:sz w:val="28"/>
          <w:szCs w:val="28"/>
        </w:rPr>
        <w:t xml:space="preserve">» (Мин 203 Рз 01 ПР 13 </w:t>
      </w:r>
      <w:r>
        <w:rPr>
          <w:sz w:val="28"/>
          <w:szCs w:val="28"/>
        </w:rPr>
        <w:br/>
        <w:t>ЦС 521 0000) цифры «36527,73» заменить цифрами «40327,73»;</w:t>
      </w:r>
    </w:p>
    <w:p w:rsidR="00B5552C" w:rsidRDefault="00B5552C" w:rsidP="00D20C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A7710">
        <w:rPr>
          <w:sz w:val="28"/>
          <w:szCs w:val="28"/>
        </w:rPr>
        <w:t xml:space="preserve">Осуществление муниципальным образованием </w:t>
      </w:r>
      <w:r>
        <w:rPr>
          <w:sz w:val="28"/>
          <w:szCs w:val="28"/>
        </w:rPr>
        <w:t>«</w:t>
      </w:r>
      <w:r w:rsidRPr="008A7710">
        <w:rPr>
          <w:sz w:val="28"/>
          <w:szCs w:val="28"/>
        </w:rPr>
        <w:t>Новомалыкли</w:t>
      </w:r>
      <w:r w:rsidRPr="008A7710">
        <w:rPr>
          <w:sz w:val="28"/>
          <w:szCs w:val="28"/>
        </w:rPr>
        <w:t>н</w:t>
      </w:r>
      <w:r w:rsidRPr="008A7710">
        <w:rPr>
          <w:sz w:val="28"/>
          <w:szCs w:val="28"/>
        </w:rPr>
        <w:t>ский район</w:t>
      </w:r>
      <w:r>
        <w:rPr>
          <w:sz w:val="28"/>
          <w:szCs w:val="28"/>
        </w:rPr>
        <w:t>»</w:t>
      </w:r>
      <w:r w:rsidRPr="008A7710">
        <w:rPr>
          <w:sz w:val="28"/>
          <w:szCs w:val="28"/>
        </w:rPr>
        <w:t xml:space="preserve"> государственных полномочий по подбору и передаче </w:t>
      </w:r>
      <w:r>
        <w:rPr>
          <w:sz w:val="28"/>
          <w:szCs w:val="28"/>
        </w:rPr>
        <w:t xml:space="preserve">федеральному </w:t>
      </w:r>
      <w:r w:rsidRPr="008A7710">
        <w:rPr>
          <w:sz w:val="28"/>
          <w:szCs w:val="28"/>
        </w:rPr>
        <w:t xml:space="preserve">органу </w:t>
      </w:r>
      <w:r>
        <w:rPr>
          <w:sz w:val="28"/>
          <w:szCs w:val="28"/>
        </w:rPr>
        <w:t>исполнитель</w:t>
      </w:r>
      <w:r w:rsidRPr="008A7710">
        <w:rPr>
          <w:sz w:val="28"/>
          <w:szCs w:val="28"/>
        </w:rPr>
        <w:t>ной власти, осуществляющему правоприменительные фун</w:t>
      </w:r>
      <w:r w:rsidRPr="008A7710">
        <w:rPr>
          <w:sz w:val="28"/>
          <w:szCs w:val="28"/>
        </w:rPr>
        <w:t>к</w:t>
      </w:r>
      <w:r w:rsidRPr="008A7710">
        <w:rPr>
          <w:sz w:val="28"/>
          <w:szCs w:val="28"/>
        </w:rPr>
        <w:t>ции, функции по контролю, надзору</w:t>
      </w:r>
      <w:r>
        <w:rPr>
          <w:sz w:val="28"/>
          <w:szCs w:val="28"/>
        </w:rPr>
        <w:t xml:space="preserve"> и оказанию государственных услуг</w:t>
      </w:r>
      <w:r w:rsidRPr="008A7710">
        <w:rPr>
          <w:sz w:val="28"/>
          <w:szCs w:val="28"/>
        </w:rPr>
        <w:t xml:space="preserve"> в сфере миграции, в целях размещения специальных учр</w:t>
      </w:r>
      <w:r>
        <w:rPr>
          <w:sz w:val="28"/>
          <w:szCs w:val="28"/>
        </w:rPr>
        <w:t>еждений, предусмотренных</w:t>
      </w:r>
      <w:r w:rsidRPr="008A7710">
        <w:rPr>
          <w:sz w:val="28"/>
          <w:szCs w:val="28"/>
        </w:rPr>
        <w:t xml:space="preserve"> Ф</w:t>
      </w:r>
      <w:r w:rsidRPr="008A7710">
        <w:rPr>
          <w:sz w:val="28"/>
          <w:szCs w:val="28"/>
        </w:rPr>
        <w:t>е</w:t>
      </w:r>
      <w:r w:rsidRPr="008A7710">
        <w:rPr>
          <w:sz w:val="28"/>
          <w:szCs w:val="28"/>
        </w:rPr>
        <w:t xml:space="preserve">деральным законом от 25 июля 2002 года № 115-ФЗ </w:t>
      </w:r>
      <w:r>
        <w:rPr>
          <w:sz w:val="28"/>
          <w:szCs w:val="28"/>
        </w:rPr>
        <w:t>«</w:t>
      </w:r>
      <w:r w:rsidRPr="008A7710">
        <w:rPr>
          <w:sz w:val="28"/>
          <w:szCs w:val="28"/>
        </w:rPr>
        <w:t>О правовом положении ин</w:t>
      </w:r>
      <w:r w:rsidRPr="008A7710">
        <w:rPr>
          <w:sz w:val="28"/>
          <w:szCs w:val="28"/>
        </w:rPr>
        <w:t>о</w:t>
      </w:r>
      <w:r w:rsidRPr="008A7710">
        <w:rPr>
          <w:sz w:val="28"/>
          <w:szCs w:val="28"/>
        </w:rPr>
        <w:t>странных граждан в Российской Федерации</w:t>
      </w:r>
      <w:r>
        <w:rPr>
          <w:sz w:val="28"/>
          <w:szCs w:val="28"/>
        </w:rPr>
        <w:t>»</w:t>
      </w:r>
      <w:r w:rsidRPr="008A7710">
        <w:rPr>
          <w:sz w:val="28"/>
          <w:szCs w:val="28"/>
        </w:rPr>
        <w:t>, зданий с прилегающими земельн</w:t>
      </w:r>
      <w:r w:rsidRPr="008A7710">
        <w:rPr>
          <w:sz w:val="28"/>
          <w:szCs w:val="28"/>
        </w:rPr>
        <w:t>ы</w:t>
      </w:r>
      <w:r w:rsidRPr="008A7710">
        <w:rPr>
          <w:sz w:val="28"/>
          <w:szCs w:val="28"/>
        </w:rPr>
        <w:t>ми участками, соответствующих требованиям, установленным Правительством Российской Федерации</w:t>
      </w:r>
      <w:r>
        <w:rPr>
          <w:sz w:val="28"/>
          <w:szCs w:val="28"/>
        </w:rPr>
        <w:t>» (Мин 203 Рз 01 ПР 13 ЦС 521 2500) цифры «12891,9»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«16691,9»;</w:t>
      </w:r>
    </w:p>
    <w:p w:rsidR="00B5552C" w:rsidRDefault="00B5552C" w:rsidP="00D20C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6E4B6D">
        <w:rPr>
          <w:sz w:val="28"/>
          <w:szCs w:val="28"/>
        </w:rPr>
        <w:t>Субвенции</w:t>
      </w:r>
      <w:r>
        <w:rPr>
          <w:sz w:val="28"/>
          <w:szCs w:val="28"/>
        </w:rPr>
        <w:t>» (Мин 203 Рз 01 ПР 13 ЦС 521 2500 ВР 530) цифры «12891,9» заменить цифрами «16691,9»;</w:t>
      </w:r>
    </w:p>
    <w:p w:rsidR="00B5552C" w:rsidRDefault="00B5552C" w:rsidP="00D20C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6E4B6D">
        <w:rPr>
          <w:sz w:val="28"/>
          <w:szCs w:val="28"/>
        </w:rPr>
        <w:t>Средства на реализацию Закона Ульяновской области от 06.10.2011 № 170-ЗО «О мерах государственной поддержки общественных объ</w:t>
      </w:r>
      <w:r w:rsidRPr="006E4B6D">
        <w:rPr>
          <w:sz w:val="28"/>
          <w:szCs w:val="28"/>
        </w:rPr>
        <w:t>е</w:t>
      </w:r>
      <w:r w:rsidRPr="006E4B6D">
        <w:rPr>
          <w:sz w:val="28"/>
          <w:szCs w:val="28"/>
        </w:rPr>
        <w:t xml:space="preserve">динений пожарной охраны и добровольных пожарных </w:t>
      </w:r>
      <w:r>
        <w:rPr>
          <w:sz w:val="28"/>
          <w:szCs w:val="28"/>
        </w:rPr>
        <w:t>в Ульяновской области» (Мин 203 Рз 01 ПР 13 ЦС 535 0000) цифры «800,0» заменить цифрами «700,0»;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6E4B6D">
        <w:rPr>
          <w:sz w:val="28"/>
          <w:szCs w:val="28"/>
        </w:rPr>
        <w:t>Прочая закупка товаров, работ и услуг для обеспечения госуда</w:t>
      </w:r>
      <w:r w:rsidRPr="006E4B6D">
        <w:rPr>
          <w:sz w:val="28"/>
          <w:szCs w:val="28"/>
        </w:rPr>
        <w:t>р</w:t>
      </w:r>
      <w:r w:rsidRPr="006E4B6D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203 Рз 01 ПР 13 ЦС 535 0000 ВР 244) цифры «800,0» заменить цифрами «700,0»;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4962"/>
        <w:gridCol w:w="636"/>
        <w:gridCol w:w="498"/>
        <w:gridCol w:w="567"/>
        <w:gridCol w:w="1559"/>
        <w:gridCol w:w="709"/>
        <w:gridCol w:w="1276"/>
      </w:tblGrid>
      <w:tr w:rsidR="00B5552C" w:rsidRPr="006E4B6D" w:rsidTr="00E95E1E">
        <w:trPr>
          <w:trHeight w:val="375"/>
        </w:trPr>
        <w:tc>
          <w:tcPr>
            <w:tcW w:w="4962" w:type="dxa"/>
          </w:tcPr>
          <w:p w:rsidR="00B5552C" w:rsidRPr="006E4B6D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6E4B6D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36" w:type="dxa"/>
            <w:vAlign w:val="bottom"/>
          </w:tcPr>
          <w:p w:rsidR="00B5552C" w:rsidRPr="006E4B6D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E4B6D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B5552C" w:rsidRPr="006E4B6D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E4B6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6E4B6D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E4B6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vAlign w:val="bottom"/>
          </w:tcPr>
          <w:p w:rsidR="00B5552C" w:rsidRPr="006E4B6D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E4B6D">
              <w:rPr>
                <w:color w:val="000000"/>
                <w:sz w:val="28"/>
                <w:szCs w:val="28"/>
              </w:rPr>
              <w:t>670 0000</w:t>
            </w:r>
          </w:p>
        </w:tc>
        <w:tc>
          <w:tcPr>
            <w:tcW w:w="709" w:type="dxa"/>
            <w:vAlign w:val="bottom"/>
          </w:tcPr>
          <w:p w:rsidR="00B5552C" w:rsidRPr="006E4B6D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E4B6D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276" w:type="dxa"/>
            <w:noWrap/>
            <w:vAlign w:val="bottom"/>
          </w:tcPr>
          <w:p w:rsidR="00B5552C" w:rsidRPr="006E4B6D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6E4B6D">
              <w:rPr>
                <w:color w:val="000000"/>
                <w:sz w:val="28"/>
                <w:szCs w:val="28"/>
              </w:rPr>
              <w:t>40,0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B5552C" w:rsidRDefault="00B5552C" w:rsidP="00E95E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962"/>
        <w:gridCol w:w="636"/>
        <w:gridCol w:w="498"/>
        <w:gridCol w:w="567"/>
        <w:gridCol w:w="1559"/>
        <w:gridCol w:w="709"/>
        <w:gridCol w:w="1276"/>
      </w:tblGrid>
      <w:tr w:rsidR="00B5552C" w:rsidRPr="001127AC" w:rsidTr="00E95E1E">
        <w:tc>
          <w:tcPr>
            <w:tcW w:w="4962" w:type="dxa"/>
          </w:tcPr>
          <w:p w:rsidR="00B5552C" w:rsidRPr="001127AC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127AC">
              <w:rPr>
                <w:sz w:val="28"/>
                <w:szCs w:val="28"/>
              </w:rPr>
              <w:t>Реализация мероприятий по обновл</w:t>
            </w:r>
            <w:r w:rsidRPr="001127AC">
              <w:rPr>
                <w:sz w:val="28"/>
                <w:szCs w:val="28"/>
              </w:rPr>
              <w:t>е</w:t>
            </w:r>
            <w:r w:rsidRPr="001127AC">
              <w:rPr>
                <w:sz w:val="28"/>
                <w:szCs w:val="28"/>
              </w:rPr>
              <w:t>нию парка автотранспортных средств</w:t>
            </w:r>
          </w:p>
        </w:tc>
        <w:tc>
          <w:tcPr>
            <w:tcW w:w="636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682 0000</w:t>
            </w:r>
          </w:p>
        </w:tc>
        <w:tc>
          <w:tcPr>
            <w:tcW w:w="709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B5552C" w:rsidRPr="001127A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148,4</w:t>
            </w:r>
          </w:p>
        </w:tc>
      </w:tr>
      <w:tr w:rsidR="00B5552C" w:rsidRPr="001127AC" w:rsidTr="00E95E1E">
        <w:tc>
          <w:tcPr>
            <w:tcW w:w="4962" w:type="dxa"/>
          </w:tcPr>
          <w:p w:rsidR="00B5552C" w:rsidRPr="001127AC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Прочая закупка товаров, работ и услуг для обеспечения государственных (м</w:t>
            </w:r>
            <w:r w:rsidRPr="001127AC">
              <w:rPr>
                <w:sz w:val="28"/>
                <w:szCs w:val="28"/>
              </w:rPr>
              <w:t>у</w:t>
            </w:r>
            <w:r w:rsidRPr="001127AC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682 0000</w:t>
            </w:r>
          </w:p>
        </w:tc>
        <w:tc>
          <w:tcPr>
            <w:tcW w:w="709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244</w:t>
            </w:r>
          </w:p>
        </w:tc>
        <w:tc>
          <w:tcPr>
            <w:tcW w:w="1276" w:type="dxa"/>
            <w:noWrap/>
            <w:vAlign w:val="bottom"/>
          </w:tcPr>
          <w:p w:rsidR="00B5552C" w:rsidRPr="001127A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148,4</w:t>
            </w:r>
          </w:p>
        </w:tc>
      </w:tr>
      <w:tr w:rsidR="00B5552C" w:rsidRPr="001127AC" w:rsidTr="00E95E1E">
        <w:tc>
          <w:tcPr>
            <w:tcW w:w="4962" w:type="dxa"/>
          </w:tcPr>
          <w:p w:rsidR="00B5552C" w:rsidRPr="001127AC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Компенсация расходов бюджета мун</w:t>
            </w:r>
            <w:r w:rsidRPr="001127AC">
              <w:rPr>
                <w:sz w:val="28"/>
                <w:szCs w:val="28"/>
              </w:rPr>
              <w:t>и</w:t>
            </w:r>
            <w:r w:rsidRPr="001127AC">
              <w:rPr>
                <w:sz w:val="28"/>
                <w:szCs w:val="28"/>
              </w:rPr>
              <w:t>ципального образования «Мелекесский район» по проведению областного ф</w:t>
            </w:r>
            <w:r w:rsidRPr="001127AC">
              <w:rPr>
                <w:sz w:val="28"/>
                <w:szCs w:val="28"/>
              </w:rPr>
              <w:t>о</w:t>
            </w:r>
            <w:r w:rsidRPr="001127AC">
              <w:rPr>
                <w:sz w:val="28"/>
                <w:szCs w:val="28"/>
              </w:rPr>
              <w:t>рума «Экипаж-2020»</w:t>
            </w:r>
          </w:p>
        </w:tc>
        <w:tc>
          <w:tcPr>
            <w:tcW w:w="636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690 0000</w:t>
            </w:r>
          </w:p>
        </w:tc>
        <w:tc>
          <w:tcPr>
            <w:tcW w:w="709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B5552C" w:rsidRPr="001127A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411,41</w:t>
            </w:r>
          </w:p>
        </w:tc>
      </w:tr>
      <w:tr w:rsidR="00B5552C" w:rsidRPr="001127AC" w:rsidTr="00E95E1E">
        <w:tc>
          <w:tcPr>
            <w:tcW w:w="4962" w:type="dxa"/>
          </w:tcPr>
          <w:p w:rsidR="00B5552C" w:rsidRPr="001127AC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36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203</w:t>
            </w:r>
          </w:p>
        </w:tc>
        <w:tc>
          <w:tcPr>
            <w:tcW w:w="498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690 0000</w:t>
            </w:r>
          </w:p>
        </w:tc>
        <w:tc>
          <w:tcPr>
            <w:tcW w:w="709" w:type="dxa"/>
            <w:vAlign w:val="bottom"/>
          </w:tcPr>
          <w:p w:rsidR="00B5552C" w:rsidRPr="001127A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540</w:t>
            </w:r>
          </w:p>
        </w:tc>
        <w:tc>
          <w:tcPr>
            <w:tcW w:w="1276" w:type="dxa"/>
            <w:noWrap/>
            <w:vAlign w:val="bottom"/>
          </w:tcPr>
          <w:p w:rsidR="00B5552C" w:rsidRPr="001127A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127AC">
              <w:rPr>
                <w:sz w:val="28"/>
                <w:szCs w:val="28"/>
              </w:rPr>
              <w:t>411,41»;</w:t>
            </w:r>
          </w:p>
        </w:tc>
      </w:tr>
    </w:tbl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6E4B6D">
        <w:rPr>
          <w:sz w:val="28"/>
          <w:szCs w:val="28"/>
        </w:rPr>
        <w:t>Национальная безопасность и правоохранительная деятельность</w:t>
      </w:r>
      <w:r>
        <w:rPr>
          <w:sz w:val="28"/>
          <w:szCs w:val="28"/>
        </w:rPr>
        <w:t>» (Мин 203 Рз 03) цифры «396179,8» заменить цифрами «396279,8»;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6E4B6D">
        <w:rPr>
          <w:sz w:val="28"/>
          <w:szCs w:val="28"/>
        </w:rPr>
        <w:t>Защита населения и территории от чрезвычайных ситуаций пр</w:t>
      </w:r>
      <w:r w:rsidRPr="006E4B6D">
        <w:rPr>
          <w:sz w:val="28"/>
          <w:szCs w:val="28"/>
        </w:rPr>
        <w:t>и</w:t>
      </w:r>
      <w:r w:rsidRPr="006E4B6D">
        <w:rPr>
          <w:sz w:val="28"/>
          <w:szCs w:val="28"/>
        </w:rPr>
        <w:t>родного и техногенного характера, гражданская оборона</w:t>
      </w:r>
      <w:r>
        <w:rPr>
          <w:sz w:val="28"/>
          <w:szCs w:val="28"/>
        </w:rPr>
        <w:t>» (Мин 203 Рз 03 ПР 09) цифры «135437,4» заменить цифрами «134453,3»;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00243">
        <w:rPr>
          <w:sz w:val="28"/>
          <w:szCs w:val="28"/>
        </w:rPr>
        <w:t>Учреждения в сфере гражданской защиты и пожарной безопасн</w:t>
      </w:r>
      <w:r w:rsidRPr="00F00243">
        <w:rPr>
          <w:sz w:val="28"/>
          <w:szCs w:val="28"/>
        </w:rPr>
        <w:t>о</w:t>
      </w:r>
      <w:r w:rsidRPr="00F00243">
        <w:rPr>
          <w:sz w:val="28"/>
          <w:szCs w:val="28"/>
        </w:rPr>
        <w:t>сти Ульяновской области</w:t>
      </w:r>
      <w:r>
        <w:rPr>
          <w:sz w:val="28"/>
          <w:szCs w:val="28"/>
        </w:rPr>
        <w:t>» (Мин 203 Рз 03 ПР 09 ЦС 202 0000) цифры «77037,8» заменить цифрами «77138,7»;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00243">
        <w:rPr>
          <w:sz w:val="28"/>
          <w:szCs w:val="28"/>
        </w:rPr>
        <w:t>Прочая закупка товаров, работ и услуг для обеспечения госуда</w:t>
      </w:r>
      <w:r w:rsidRPr="00F00243">
        <w:rPr>
          <w:sz w:val="28"/>
          <w:szCs w:val="28"/>
        </w:rPr>
        <w:t>р</w:t>
      </w:r>
      <w:r w:rsidRPr="00F00243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203 Рз 03 ПР 09 ЦС 202 0000 ВР 244) цифры «3827,4» заменить цифрами «3927,4»;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079" w:type="dxa"/>
        <w:tblInd w:w="-34" w:type="dxa"/>
        <w:tblLook w:val="00A0"/>
      </w:tblPr>
      <w:tblGrid>
        <w:gridCol w:w="5104"/>
        <w:gridCol w:w="660"/>
        <w:gridCol w:w="680"/>
        <w:gridCol w:w="620"/>
        <w:gridCol w:w="1540"/>
        <w:gridCol w:w="660"/>
        <w:gridCol w:w="815"/>
      </w:tblGrid>
      <w:tr w:rsidR="00B5552C" w:rsidRPr="00F00243" w:rsidTr="00E95E1E">
        <w:trPr>
          <w:trHeight w:val="1500"/>
        </w:trPr>
        <w:tc>
          <w:tcPr>
            <w:tcW w:w="5104" w:type="dxa"/>
          </w:tcPr>
          <w:p w:rsidR="00B5552C" w:rsidRPr="00F00243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00243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00243">
              <w:rPr>
                <w:color w:val="000000"/>
                <w:sz w:val="28"/>
                <w:szCs w:val="28"/>
              </w:rPr>
              <w:t>и</w:t>
            </w:r>
            <w:r w:rsidRPr="00F00243">
              <w:rPr>
                <w:color w:val="000000"/>
                <w:sz w:val="28"/>
                <w:szCs w:val="28"/>
              </w:rPr>
              <w:t>альные выплаты гражданам, кроме пу</w:t>
            </w:r>
            <w:r w:rsidRPr="00F00243">
              <w:rPr>
                <w:color w:val="000000"/>
                <w:sz w:val="28"/>
                <w:szCs w:val="28"/>
              </w:rPr>
              <w:t>б</w:t>
            </w:r>
            <w:r w:rsidRPr="00F00243">
              <w:rPr>
                <w:color w:val="000000"/>
                <w:sz w:val="28"/>
                <w:szCs w:val="28"/>
              </w:rPr>
              <w:t>личных нормативных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F00243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00243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680" w:type="dxa"/>
            <w:vAlign w:val="bottom"/>
          </w:tcPr>
          <w:p w:rsidR="00B5552C" w:rsidRPr="00F00243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0024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20" w:type="dxa"/>
            <w:vAlign w:val="bottom"/>
          </w:tcPr>
          <w:p w:rsidR="00B5552C" w:rsidRPr="00F00243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0024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540" w:type="dxa"/>
            <w:vAlign w:val="bottom"/>
          </w:tcPr>
          <w:p w:rsidR="00B5552C" w:rsidRPr="00F00243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00243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60" w:type="dxa"/>
            <w:vAlign w:val="bottom"/>
          </w:tcPr>
          <w:p w:rsidR="00B5552C" w:rsidRPr="00F00243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00243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815" w:type="dxa"/>
            <w:noWrap/>
            <w:vAlign w:val="bottom"/>
          </w:tcPr>
          <w:p w:rsidR="00B5552C" w:rsidRPr="00F00243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0243">
              <w:rPr>
                <w:sz w:val="28"/>
                <w:szCs w:val="28"/>
              </w:rPr>
              <w:t>8,0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E95E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79" w:type="dxa"/>
        <w:tblInd w:w="-34" w:type="dxa"/>
        <w:tblLook w:val="00A0"/>
      </w:tblPr>
      <w:tblGrid>
        <w:gridCol w:w="5104"/>
        <w:gridCol w:w="660"/>
        <w:gridCol w:w="680"/>
        <w:gridCol w:w="620"/>
        <w:gridCol w:w="1540"/>
        <w:gridCol w:w="660"/>
        <w:gridCol w:w="815"/>
      </w:tblGrid>
      <w:tr w:rsidR="00B5552C" w:rsidRPr="00F00243" w:rsidTr="00E95E1E">
        <w:tc>
          <w:tcPr>
            <w:tcW w:w="5104" w:type="dxa"/>
          </w:tcPr>
          <w:p w:rsidR="00B5552C" w:rsidRPr="00F00243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00243">
              <w:rPr>
                <w:sz w:val="28"/>
                <w:szCs w:val="28"/>
              </w:rPr>
              <w:t>Уплата налога на имущество организ</w:t>
            </w:r>
            <w:r w:rsidRPr="00F00243">
              <w:rPr>
                <w:sz w:val="28"/>
                <w:szCs w:val="28"/>
              </w:rPr>
              <w:t>а</w:t>
            </w:r>
            <w:r w:rsidRPr="00F00243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660" w:type="dxa"/>
            <w:vAlign w:val="bottom"/>
          </w:tcPr>
          <w:p w:rsidR="00B5552C" w:rsidRPr="00F00243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0243">
              <w:rPr>
                <w:sz w:val="28"/>
                <w:szCs w:val="28"/>
              </w:rPr>
              <w:t>203</w:t>
            </w:r>
          </w:p>
        </w:tc>
        <w:tc>
          <w:tcPr>
            <w:tcW w:w="680" w:type="dxa"/>
            <w:vAlign w:val="bottom"/>
          </w:tcPr>
          <w:p w:rsidR="00B5552C" w:rsidRPr="00F00243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0243">
              <w:rPr>
                <w:sz w:val="28"/>
                <w:szCs w:val="28"/>
              </w:rPr>
              <w:t>03</w:t>
            </w:r>
          </w:p>
        </w:tc>
        <w:tc>
          <w:tcPr>
            <w:tcW w:w="620" w:type="dxa"/>
            <w:vAlign w:val="bottom"/>
          </w:tcPr>
          <w:p w:rsidR="00B5552C" w:rsidRPr="00F00243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0243">
              <w:rPr>
                <w:sz w:val="28"/>
                <w:szCs w:val="28"/>
              </w:rPr>
              <w:t>09</w:t>
            </w:r>
          </w:p>
        </w:tc>
        <w:tc>
          <w:tcPr>
            <w:tcW w:w="1540" w:type="dxa"/>
            <w:vAlign w:val="bottom"/>
          </w:tcPr>
          <w:p w:rsidR="00B5552C" w:rsidRPr="00F00243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0243">
              <w:rPr>
                <w:sz w:val="28"/>
                <w:szCs w:val="28"/>
              </w:rPr>
              <w:t>202 0000</w:t>
            </w:r>
          </w:p>
        </w:tc>
        <w:tc>
          <w:tcPr>
            <w:tcW w:w="660" w:type="dxa"/>
            <w:vAlign w:val="bottom"/>
          </w:tcPr>
          <w:p w:rsidR="00B5552C" w:rsidRPr="00F00243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0243">
              <w:rPr>
                <w:sz w:val="28"/>
                <w:szCs w:val="28"/>
              </w:rPr>
              <w:t>851</w:t>
            </w:r>
          </w:p>
        </w:tc>
        <w:tc>
          <w:tcPr>
            <w:tcW w:w="815" w:type="dxa"/>
            <w:noWrap/>
            <w:vAlign w:val="bottom"/>
          </w:tcPr>
          <w:p w:rsidR="00B5552C" w:rsidRPr="00F00243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0,9»;</w:t>
            </w:r>
          </w:p>
        </w:tc>
      </w:tr>
    </w:tbl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00243">
        <w:rPr>
          <w:sz w:val="28"/>
          <w:szCs w:val="28"/>
        </w:rPr>
        <w:t>Государственная программа Ульяновской области «Обеспечение правопорядка и безопасности жизнедеятельности на территории Ульяновской о</w:t>
      </w:r>
      <w:r w:rsidRPr="00F00243">
        <w:rPr>
          <w:sz w:val="28"/>
          <w:szCs w:val="28"/>
        </w:rPr>
        <w:t>б</w:t>
      </w:r>
      <w:r w:rsidRPr="00F00243">
        <w:rPr>
          <w:sz w:val="28"/>
          <w:szCs w:val="28"/>
        </w:rPr>
        <w:t>ласти</w:t>
      </w:r>
      <w:r>
        <w:rPr>
          <w:sz w:val="28"/>
          <w:szCs w:val="28"/>
        </w:rPr>
        <w:t>»</w:t>
      </w:r>
      <w:r w:rsidRPr="00F0024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203 Рз 03 ПР 09 ЦС 860 0000) цифры «58399,6» заменить цифрами «57314,6»;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00243">
        <w:rPr>
          <w:sz w:val="28"/>
          <w:szCs w:val="28"/>
        </w:rPr>
        <w:t>Подпрограмма «Снижение рисков и смягчение последствий чре</w:t>
      </w:r>
      <w:r w:rsidRPr="00F00243">
        <w:rPr>
          <w:sz w:val="28"/>
          <w:szCs w:val="28"/>
        </w:rPr>
        <w:t>з</w:t>
      </w:r>
      <w:r w:rsidRPr="00F00243">
        <w:rPr>
          <w:sz w:val="28"/>
          <w:szCs w:val="28"/>
        </w:rPr>
        <w:t>вычайных ситуаций природного и техногенного характера на территории Уль</w:t>
      </w:r>
      <w:r w:rsidRPr="00F00243">
        <w:rPr>
          <w:sz w:val="28"/>
          <w:szCs w:val="28"/>
        </w:rPr>
        <w:t>я</w:t>
      </w:r>
      <w:r w:rsidRPr="00F00243">
        <w:rPr>
          <w:sz w:val="28"/>
          <w:szCs w:val="28"/>
        </w:rPr>
        <w:t>новской области» на 2014-2016 годы государственной программы Ульяновской области «Обеспечение правопорядка и безопасности жизнедеятельности на те</w:t>
      </w:r>
      <w:r w:rsidRPr="00F00243">
        <w:rPr>
          <w:sz w:val="28"/>
          <w:szCs w:val="28"/>
        </w:rPr>
        <w:t>р</w:t>
      </w:r>
      <w:r w:rsidRPr="00F00243">
        <w:rPr>
          <w:sz w:val="28"/>
          <w:szCs w:val="28"/>
        </w:rPr>
        <w:t>ритории Ульяновской области» на 2014-2018 годы</w:t>
      </w:r>
      <w:r>
        <w:rPr>
          <w:sz w:val="28"/>
          <w:szCs w:val="28"/>
        </w:rPr>
        <w:t xml:space="preserve">» (Мин 203 Рз 03 ПР 09 </w:t>
      </w:r>
      <w:r>
        <w:rPr>
          <w:sz w:val="28"/>
          <w:szCs w:val="28"/>
        </w:rPr>
        <w:br/>
        <w:t>ЦС 861 0000) цифры «58399,6» заменить цифрами «57314,6»;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00243">
        <w:rPr>
          <w:sz w:val="28"/>
          <w:szCs w:val="28"/>
        </w:rPr>
        <w:t>Создание системы обеспечения вызова экстренных оперативных служб по единому номеру «112» в Ульяновской области</w:t>
      </w:r>
      <w:r>
        <w:rPr>
          <w:sz w:val="28"/>
          <w:szCs w:val="28"/>
        </w:rPr>
        <w:t>» (Мин 203 Рз 03 ПР 09 ЦС 861 1003) цифры «6500,0» заменить цифрами «5575,0»;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00243">
        <w:rPr>
          <w:sz w:val="28"/>
          <w:szCs w:val="28"/>
        </w:rPr>
        <w:t>Прочая закупка товаров, работ и услуг для обеспечения госуда</w:t>
      </w:r>
      <w:r w:rsidRPr="00F00243">
        <w:rPr>
          <w:sz w:val="28"/>
          <w:szCs w:val="28"/>
        </w:rPr>
        <w:t>р</w:t>
      </w:r>
      <w:r w:rsidRPr="00F00243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203 Рз 03 ПР 09 ЦС 861 1003 ВР 244) цифры «6500,0» заменить цифрами «5575,0»;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00243">
        <w:rPr>
          <w:sz w:val="28"/>
          <w:szCs w:val="28"/>
        </w:rPr>
        <w:t>Создание комплексной системы экстренного оповещения насел</w:t>
      </w:r>
      <w:r w:rsidRPr="00F00243">
        <w:rPr>
          <w:sz w:val="28"/>
          <w:szCs w:val="28"/>
        </w:rPr>
        <w:t>е</w:t>
      </w:r>
      <w:r w:rsidRPr="00F00243">
        <w:rPr>
          <w:sz w:val="28"/>
          <w:szCs w:val="28"/>
        </w:rPr>
        <w:t>ния на территории Ульяновской области</w:t>
      </w:r>
      <w:r>
        <w:rPr>
          <w:sz w:val="28"/>
          <w:szCs w:val="28"/>
        </w:rPr>
        <w:t>» (Мин 203 Рз 03 ПР 09 ЦС 861 1004) цифры «50000,0» заменить цифрами «50100,0»;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00243">
        <w:rPr>
          <w:sz w:val="28"/>
          <w:szCs w:val="28"/>
        </w:rPr>
        <w:t>Бюджетные инвестиции в объекты  капитального строительства государственной (муниципальной) собственности</w:t>
      </w:r>
      <w:r>
        <w:rPr>
          <w:sz w:val="28"/>
          <w:szCs w:val="28"/>
        </w:rPr>
        <w:t xml:space="preserve">» (Мин 203 Рз 03 ПР 09 </w:t>
      </w:r>
      <w:r>
        <w:rPr>
          <w:sz w:val="28"/>
          <w:szCs w:val="28"/>
        </w:rPr>
        <w:br/>
        <w:t>ЦС 861 1004 ВР 414) цифры «50000,0» заменить цифрами «50100,0»;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00243">
        <w:rPr>
          <w:sz w:val="28"/>
          <w:szCs w:val="28"/>
        </w:rPr>
        <w:t>Освежение запасов средств индивидуальной защиты для гражда</w:t>
      </w:r>
      <w:r w:rsidRPr="00F00243">
        <w:rPr>
          <w:sz w:val="28"/>
          <w:szCs w:val="28"/>
        </w:rPr>
        <w:t>н</w:t>
      </w:r>
      <w:r w:rsidRPr="00F00243">
        <w:rPr>
          <w:sz w:val="28"/>
          <w:szCs w:val="28"/>
        </w:rPr>
        <w:t>ской обороны в Ульяновской области</w:t>
      </w:r>
      <w:r>
        <w:rPr>
          <w:sz w:val="28"/>
          <w:szCs w:val="28"/>
        </w:rPr>
        <w:t>» (Мин 203 Рз 03 ПР 09 ЦС 861 1005) цифры «1500,0» заменить цифрами «1240,0»;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00243">
        <w:rPr>
          <w:sz w:val="28"/>
          <w:szCs w:val="28"/>
        </w:rPr>
        <w:t>Прочая закупка товаров, работ и услуг для обеспечения госуда</w:t>
      </w:r>
      <w:r w:rsidRPr="00F00243">
        <w:rPr>
          <w:sz w:val="28"/>
          <w:szCs w:val="28"/>
        </w:rPr>
        <w:t>р</w:t>
      </w:r>
      <w:r w:rsidRPr="00F00243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203 Рз 03 ПР 09 ЦС 861 1005 ВР 244) цифры «1500,0» заменить цифрами «1240,0»;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00243">
        <w:rPr>
          <w:sz w:val="28"/>
          <w:szCs w:val="28"/>
        </w:rPr>
        <w:t>Обеспечение пожарной безопасности</w:t>
      </w:r>
      <w:r>
        <w:rPr>
          <w:sz w:val="28"/>
          <w:szCs w:val="28"/>
        </w:rPr>
        <w:t>» (Мин 203 Рз 03 ПР 10) цифры «260742,4» заменить цифрами «261826,5»;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00243">
        <w:rPr>
          <w:sz w:val="28"/>
          <w:szCs w:val="28"/>
        </w:rPr>
        <w:t>Учреждения в сфере гражданской защиты и пожарной безопасн</w:t>
      </w:r>
      <w:r w:rsidRPr="00F00243">
        <w:rPr>
          <w:sz w:val="28"/>
          <w:szCs w:val="28"/>
        </w:rPr>
        <w:t>о</w:t>
      </w:r>
      <w:r w:rsidRPr="00F00243">
        <w:rPr>
          <w:sz w:val="28"/>
          <w:szCs w:val="28"/>
        </w:rPr>
        <w:t>сти Ульяновской области</w:t>
      </w:r>
      <w:r>
        <w:rPr>
          <w:sz w:val="28"/>
          <w:szCs w:val="28"/>
        </w:rPr>
        <w:t>» (Мин 203 Рз 03 ПР 10 ЦС 202 0000) цифры «260214,8» заменить цифрами «260638,9»;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00243">
        <w:rPr>
          <w:sz w:val="28"/>
          <w:szCs w:val="28"/>
        </w:rPr>
        <w:t>Обеспечение специальным топливом и горюче-смазочными мат</w:t>
      </w:r>
      <w:r w:rsidRPr="00F00243">
        <w:rPr>
          <w:sz w:val="28"/>
          <w:szCs w:val="28"/>
        </w:rPr>
        <w:t>е</w:t>
      </w:r>
      <w:r w:rsidRPr="00F00243">
        <w:rPr>
          <w:sz w:val="28"/>
          <w:szCs w:val="28"/>
        </w:rPr>
        <w:t>риалами вне рамок государственного оборонного заказа</w:t>
      </w:r>
      <w:r>
        <w:rPr>
          <w:sz w:val="28"/>
          <w:szCs w:val="28"/>
        </w:rPr>
        <w:t>» (Мин 203 Рз 03 ПР 10 ЦС 202 0000 ВР 222) цифры «7390,2» заменить цифрами «7815,2»;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00243">
        <w:rPr>
          <w:sz w:val="28"/>
          <w:szCs w:val="28"/>
        </w:rPr>
        <w:t>Прочая закупка товаров, работ и услуг для обеспечения госуда</w:t>
      </w:r>
      <w:r w:rsidRPr="00F00243">
        <w:rPr>
          <w:sz w:val="28"/>
          <w:szCs w:val="28"/>
        </w:rPr>
        <w:t>р</w:t>
      </w:r>
      <w:r w:rsidRPr="00F00243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203 Рз 03 ПР 10 ЦС 202 0000 ВР 244) цифры «12110,9» заменить цифрами «12080,0»;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102" w:type="dxa"/>
        <w:tblInd w:w="-34" w:type="dxa"/>
        <w:tblLook w:val="00A0"/>
      </w:tblPr>
      <w:tblGrid>
        <w:gridCol w:w="5104"/>
        <w:gridCol w:w="660"/>
        <w:gridCol w:w="679"/>
        <w:gridCol w:w="619"/>
        <w:gridCol w:w="1534"/>
        <w:gridCol w:w="660"/>
        <w:gridCol w:w="846"/>
      </w:tblGrid>
      <w:tr w:rsidR="00B5552C" w:rsidRPr="00F00243" w:rsidTr="00E95E1E">
        <w:trPr>
          <w:trHeight w:val="1500"/>
        </w:trPr>
        <w:tc>
          <w:tcPr>
            <w:tcW w:w="5104" w:type="dxa"/>
          </w:tcPr>
          <w:p w:rsidR="00B5552C" w:rsidRPr="00F00243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00243">
              <w:rPr>
                <w:color w:val="000000"/>
                <w:sz w:val="28"/>
                <w:szCs w:val="28"/>
              </w:rPr>
              <w:t>Пособия, компенсации и иные соц</w:t>
            </w:r>
            <w:r w:rsidRPr="00F00243">
              <w:rPr>
                <w:color w:val="000000"/>
                <w:sz w:val="28"/>
                <w:szCs w:val="28"/>
              </w:rPr>
              <w:t>и</w:t>
            </w:r>
            <w:r w:rsidRPr="00F00243">
              <w:rPr>
                <w:color w:val="000000"/>
                <w:sz w:val="28"/>
                <w:szCs w:val="28"/>
              </w:rPr>
              <w:t>альные выплаты гражданам, кроме пу</w:t>
            </w:r>
            <w:r w:rsidRPr="00F00243">
              <w:rPr>
                <w:color w:val="000000"/>
                <w:sz w:val="28"/>
                <w:szCs w:val="28"/>
              </w:rPr>
              <w:t>б</w:t>
            </w:r>
            <w:r w:rsidRPr="00F00243">
              <w:rPr>
                <w:color w:val="000000"/>
                <w:sz w:val="28"/>
                <w:szCs w:val="28"/>
              </w:rPr>
              <w:t>личных нормативных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F00243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00243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679" w:type="dxa"/>
            <w:vAlign w:val="bottom"/>
          </w:tcPr>
          <w:p w:rsidR="00B5552C" w:rsidRPr="00F00243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0024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19" w:type="dxa"/>
            <w:vAlign w:val="bottom"/>
          </w:tcPr>
          <w:p w:rsidR="00B5552C" w:rsidRPr="00F00243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0024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534" w:type="dxa"/>
            <w:vAlign w:val="bottom"/>
          </w:tcPr>
          <w:p w:rsidR="00B5552C" w:rsidRPr="00F00243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00243">
              <w:rPr>
                <w:color w:val="000000"/>
                <w:sz w:val="28"/>
                <w:szCs w:val="28"/>
              </w:rPr>
              <w:t>202 0000</w:t>
            </w:r>
          </w:p>
        </w:tc>
        <w:tc>
          <w:tcPr>
            <w:tcW w:w="660" w:type="dxa"/>
            <w:vAlign w:val="bottom"/>
          </w:tcPr>
          <w:p w:rsidR="00B5552C" w:rsidRPr="00F00243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00243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846" w:type="dxa"/>
            <w:noWrap/>
            <w:vAlign w:val="bottom"/>
          </w:tcPr>
          <w:p w:rsidR="00B5552C" w:rsidRPr="00F00243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00243">
              <w:rPr>
                <w:sz w:val="28"/>
                <w:szCs w:val="28"/>
              </w:rPr>
              <w:t>10,0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E95E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102" w:type="dxa"/>
        <w:tblInd w:w="-34" w:type="dxa"/>
        <w:tblLook w:val="00A0"/>
      </w:tblPr>
      <w:tblGrid>
        <w:gridCol w:w="5104"/>
        <w:gridCol w:w="660"/>
        <w:gridCol w:w="679"/>
        <w:gridCol w:w="619"/>
        <w:gridCol w:w="1534"/>
        <w:gridCol w:w="660"/>
        <w:gridCol w:w="846"/>
      </w:tblGrid>
      <w:tr w:rsidR="00B5552C" w:rsidRPr="00F00243" w:rsidTr="00E95E1E">
        <w:tc>
          <w:tcPr>
            <w:tcW w:w="5104" w:type="dxa"/>
          </w:tcPr>
          <w:p w:rsidR="00B5552C" w:rsidRPr="00EB4CD8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Уплата налога на имущество организ</w:t>
            </w:r>
            <w:r w:rsidRPr="00EB4CD8">
              <w:rPr>
                <w:sz w:val="28"/>
                <w:szCs w:val="28"/>
              </w:rPr>
              <w:t>а</w:t>
            </w:r>
            <w:r w:rsidRPr="00EB4CD8">
              <w:rPr>
                <w:sz w:val="28"/>
                <w:szCs w:val="28"/>
              </w:rPr>
              <w:t>ций и земельного налога</w:t>
            </w:r>
          </w:p>
        </w:tc>
        <w:tc>
          <w:tcPr>
            <w:tcW w:w="660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203</w:t>
            </w:r>
          </w:p>
        </w:tc>
        <w:tc>
          <w:tcPr>
            <w:tcW w:w="679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03</w:t>
            </w:r>
          </w:p>
        </w:tc>
        <w:tc>
          <w:tcPr>
            <w:tcW w:w="619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10</w:t>
            </w:r>
          </w:p>
        </w:tc>
        <w:tc>
          <w:tcPr>
            <w:tcW w:w="1534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202 0000</w:t>
            </w:r>
          </w:p>
        </w:tc>
        <w:tc>
          <w:tcPr>
            <w:tcW w:w="660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851</w:t>
            </w:r>
          </w:p>
        </w:tc>
        <w:tc>
          <w:tcPr>
            <w:tcW w:w="846" w:type="dxa"/>
            <w:noWrap/>
            <w:vAlign w:val="bottom"/>
          </w:tcPr>
          <w:p w:rsidR="00B5552C" w:rsidRPr="00F00243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30»;</w:t>
            </w:r>
          </w:p>
        </w:tc>
      </w:tr>
    </w:tbl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B4CD8">
        <w:rPr>
          <w:sz w:val="28"/>
          <w:szCs w:val="28"/>
        </w:rPr>
        <w:t>Государственная программа Ульяновской области «Обеспечение правопорядка и безопасности жизнедеятельности на территории Ульяновской о</w:t>
      </w:r>
      <w:r w:rsidRPr="00EB4CD8">
        <w:rPr>
          <w:sz w:val="28"/>
          <w:szCs w:val="28"/>
        </w:rPr>
        <w:t>б</w:t>
      </w:r>
      <w:r w:rsidRPr="00EB4CD8">
        <w:rPr>
          <w:sz w:val="28"/>
          <w:szCs w:val="28"/>
        </w:rPr>
        <w:t>ласти</w:t>
      </w:r>
      <w:r>
        <w:rPr>
          <w:sz w:val="28"/>
          <w:szCs w:val="28"/>
        </w:rPr>
        <w:t>»</w:t>
      </w:r>
      <w:r w:rsidRPr="00EB4CD8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 xml:space="preserve">» (Мин 203 Рз 03 ПР 10 ЦС 860 0000) цифры «527,6» </w:t>
      </w:r>
      <w:r>
        <w:rPr>
          <w:sz w:val="28"/>
          <w:szCs w:val="28"/>
        </w:rPr>
        <w:br/>
        <w:t>заменить цифрами «1187,6»;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B4CD8">
        <w:rPr>
          <w:sz w:val="28"/>
          <w:szCs w:val="28"/>
        </w:rPr>
        <w:t>Подпрограмма «Снижение рисков и смягчение последствий чре</w:t>
      </w:r>
      <w:r w:rsidRPr="00EB4CD8">
        <w:rPr>
          <w:sz w:val="28"/>
          <w:szCs w:val="28"/>
        </w:rPr>
        <w:t>з</w:t>
      </w:r>
      <w:r w:rsidRPr="00EB4CD8">
        <w:rPr>
          <w:sz w:val="28"/>
          <w:szCs w:val="28"/>
        </w:rPr>
        <w:t>вычайных ситуаций природного и техногенного характера на территории Уль</w:t>
      </w:r>
      <w:r w:rsidRPr="00EB4CD8">
        <w:rPr>
          <w:sz w:val="28"/>
          <w:szCs w:val="28"/>
        </w:rPr>
        <w:t>я</w:t>
      </w:r>
      <w:r w:rsidRPr="00EB4CD8">
        <w:rPr>
          <w:sz w:val="28"/>
          <w:szCs w:val="28"/>
        </w:rPr>
        <w:t>новской области» на 2014-2016 годы государственной программы Ульяновской области «Обеспечение правопорядка и безопасности жизнедеятельности на те</w:t>
      </w:r>
      <w:r w:rsidRPr="00EB4CD8">
        <w:rPr>
          <w:sz w:val="28"/>
          <w:szCs w:val="28"/>
        </w:rPr>
        <w:t>р</w:t>
      </w:r>
      <w:r w:rsidRPr="00EB4CD8">
        <w:rPr>
          <w:sz w:val="28"/>
          <w:szCs w:val="28"/>
        </w:rPr>
        <w:t>ритории Ульяновской области» на 2014-2018 годы</w:t>
      </w:r>
      <w:r>
        <w:rPr>
          <w:sz w:val="28"/>
          <w:szCs w:val="28"/>
        </w:rPr>
        <w:t xml:space="preserve">» (Мин 203 Рз 03 ПР 10 </w:t>
      </w:r>
      <w:r>
        <w:rPr>
          <w:sz w:val="28"/>
          <w:szCs w:val="28"/>
        </w:rPr>
        <w:br/>
        <w:t>ЦС 861 0000) цифры «527,6» заменить цифрами «1187,6»;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B4CD8">
        <w:rPr>
          <w:sz w:val="28"/>
          <w:szCs w:val="28"/>
        </w:rPr>
        <w:t>Содержание пожарных частей противопожарной службы Уль</w:t>
      </w:r>
      <w:r w:rsidRPr="00EB4CD8">
        <w:rPr>
          <w:sz w:val="28"/>
          <w:szCs w:val="28"/>
        </w:rPr>
        <w:t>я</w:t>
      </w:r>
      <w:r w:rsidRPr="00EB4CD8">
        <w:rPr>
          <w:sz w:val="28"/>
          <w:szCs w:val="28"/>
        </w:rPr>
        <w:t>новской области</w:t>
      </w:r>
      <w:r>
        <w:rPr>
          <w:sz w:val="28"/>
          <w:szCs w:val="28"/>
        </w:rPr>
        <w:t>» (Мин 203 Рз 03 ПР 10 ЦС 861 0002) цифры «527,6» заменить цифрами «1187,6»;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B4CD8">
        <w:rPr>
          <w:sz w:val="28"/>
          <w:szCs w:val="28"/>
        </w:rPr>
        <w:t>Прочая закупка товаров, работ и услуг для обеспечения госуда</w:t>
      </w:r>
      <w:r w:rsidRPr="00EB4CD8">
        <w:rPr>
          <w:sz w:val="28"/>
          <w:szCs w:val="28"/>
        </w:rPr>
        <w:t>р</w:t>
      </w:r>
      <w:r w:rsidRPr="00EB4CD8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203 Рз 03 ПР 10 ЦС 861 0002 ВР 244) цифры «527,6» заменить цифрами «1187,6»;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B4CD8">
        <w:rPr>
          <w:sz w:val="28"/>
          <w:szCs w:val="28"/>
        </w:rPr>
        <w:t>Культура, кинематография</w:t>
      </w:r>
      <w:r>
        <w:rPr>
          <w:sz w:val="28"/>
          <w:szCs w:val="28"/>
        </w:rPr>
        <w:t xml:space="preserve">» (Мин 203 Рз 08) цифры «35800,0» </w:t>
      </w:r>
      <w:r>
        <w:rPr>
          <w:sz w:val="28"/>
          <w:szCs w:val="28"/>
        </w:rPr>
        <w:br/>
        <w:t>заменить цифрами «36200,0»;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B4CD8">
        <w:rPr>
          <w:sz w:val="28"/>
          <w:szCs w:val="28"/>
        </w:rPr>
        <w:t>Другие вопросы в области культуры, кинематографии</w:t>
      </w:r>
      <w:r>
        <w:rPr>
          <w:sz w:val="28"/>
          <w:szCs w:val="28"/>
        </w:rPr>
        <w:t>» (Мин 203 Рз 08 ПР 04) цифры «35800,0» заменить цифрами «36200,0»;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149" w:type="dxa"/>
        <w:tblInd w:w="-34" w:type="dxa"/>
        <w:tblLook w:val="00A0"/>
      </w:tblPr>
      <w:tblGrid>
        <w:gridCol w:w="4962"/>
        <w:gridCol w:w="658"/>
        <w:gridCol w:w="664"/>
        <w:gridCol w:w="609"/>
        <w:gridCol w:w="1472"/>
        <w:gridCol w:w="658"/>
        <w:gridCol w:w="1126"/>
      </w:tblGrid>
      <w:tr w:rsidR="00B5552C" w:rsidRPr="00EB4CD8" w:rsidTr="00E95E1E">
        <w:trPr>
          <w:trHeight w:val="1500"/>
        </w:trPr>
        <w:tc>
          <w:tcPr>
            <w:tcW w:w="4962" w:type="dxa"/>
          </w:tcPr>
          <w:p w:rsidR="00B5552C" w:rsidRPr="00EB4CD8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B4CD8">
              <w:rPr>
                <w:color w:val="000000"/>
                <w:sz w:val="28"/>
                <w:szCs w:val="28"/>
              </w:rPr>
              <w:t>Субсидии некоммерческим организ</w:t>
            </w:r>
            <w:r w:rsidRPr="00EB4CD8">
              <w:rPr>
                <w:color w:val="000000"/>
                <w:sz w:val="28"/>
                <w:szCs w:val="28"/>
              </w:rPr>
              <w:t>а</w:t>
            </w:r>
            <w:r w:rsidRPr="00EB4CD8">
              <w:rPr>
                <w:color w:val="000000"/>
                <w:sz w:val="28"/>
                <w:szCs w:val="28"/>
              </w:rPr>
              <w:t>циям (за исключением государстве</w:t>
            </w:r>
            <w:r w:rsidRPr="00EB4CD8">
              <w:rPr>
                <w:color w:val="000000"/>
                <w:sz w:val="28"/>
                <w:szCs w:val="28"/>
              </w:rPr>
              <w:t>н</w:t>
            </w:r>
            <w:r w:rsidRPr="00EB4CD8">
              <w:rPr>
                <w:color w:val="000000"/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658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B4CD8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664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B4CD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09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B4CD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72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B4CD8">
              <w:rPr>
                <w:color w:val="000000"/>
                <w:sz w:val="28"/>
                <w:szCs w:val="28"/>
              </w:rPr>
              <w:t>870 1026</w:t>
            </w:r>
          </w:p>
        </w:tc>
        <w:tc>
          <w:tcPr>
            <w:tcW w:w="658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B4CD8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126" w:type="dxa"/>
            <w:noWrap/>
            <w:vAlign w:val="bottom"/>
          </w:tcPr>
          <w:p w:rsidR="00B5552C" w:rsidRPr="00EB4CD8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7000,0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E95E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104" w:type="dxa"/>
        <w:tblInd w:w="-34" w:type="dxa"/>
        <w:tblLook w:val="00A0"/>
      </w:tblPr>
      <w:tblGrid>
        <w:gridCol w:w="4962"/>
        <w:gridCol w:w="658"/>
        <w:gridCol w:w="667"/>
        <w:gridCol w:w="611"/>
        <w:gridCol w:w="1484"/>
        <w:gridCol w:w="658"/>
        <w:gridCol w:w="1064"/>
      </w:tblGrid>
      <w:tr w:rsidR="00B5552C" w:rsidRPr="00EB4CD8" w:rsidTr="00E95E1E">
        <w:trPr>
          <w:trHeight w:val="1500"/>
        </w:trPr>
        <w:tc>
          <w:tcPr>
            <w:tcW w:w="4962" w:type="dxa"/>
            <w:vAlign w:val="center"/>
          </w:tcPr>
          <w:p w:rsidR="00B5552C" w:rsidRPr="00EB4CD8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«Государственная программа Ульяно</w:t>
            </w:r>
            <w:r w:rsidRPr="00EB4CD8">
              <w:rPr>
                <w:sz w:val="28"/>
                <w:szCs w:val="28"/>
              </w:rPr>
              <w:t>в</w:t>
            </w:r>
            <w:r w:rsidRPr="00EB4CD8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EB4CD8">
              <w:rPr>
                <w:sz w:val="28"/>
                <w:szCs w:val="28"/>
              </w:rPr>
              <w:t>Развитие туризма в Ул</w:t>
            </w:r>
            <w:r w:rsidRPr="00EB4CD8">
              <w:rPr>
                <w:sz w:val="28"/>
                <w:szCs w:val="28"/>
              </w:rPr>
              <w:t>ь</w:t>
            </w:r>
            <w:r w:rsidRPr="00EB4CD8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EB4CD8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8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203</w:t>
            </w:r>
          </w:p>
        </w:tc>
        <w:tc>
          <w:tcPr>
            <w:tcW w:w="667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08</w:t>
            </w:r>
          </w:p>
        </w:tc>
        <w:tc>
          <w:tcPr>
            <w:tcW w:w="611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04</w:t>
            </w:r>
          </w:p>
        </w:tc>
        <w:tc>
          <w:tcPr>
            <w:tcW w:w="1484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910 0000</w:t>
            </w:r>
          </w:p>
        </w:tc>
        <w:tc>
          <w:tcPr>
            <w:tcW w:w="658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B5552C" w:rsidRPr="00EB4CD8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400,0</w:t>
            </w:r>
          </w:p>
        </w:tc>
      </w:tr>
      <w:tr w:rsidR="00B5552C" w:rsidRPr="00EB4CD8" w:rsidTr="00E95E1E">
        <w:trPr>
          <w:trHeight w:val="1500"/>
        </w:trPr>
        <w:tc>
          <w:tcPr>
            <w:tcW w:w="4962" w:type="dxa"/>
            <w:vAlign w:val="center"/>
          </w:tcPr>
          <w:p w:rsidR="00B5552C" w:rsidRPr="00EB4CD8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EB4CD8">
              <w:rPr>
                <w:sz w:val="28"/>
                <w:szCs w:val="28"/>
              </w:rPr>
              <w:t>Ульяновск – культурная столица</w:t>
            </w:r>
            <w:r>
              <w:rPr>
                <w:sz w:val="28"/>
                <w:szCs w:val="28"/>
              </w:rPr>
              <w:t>»</w:t>
            </w:r>
            <w:r w:rsidRPr="00EB4CD8">
              <w:rPr>
                <w:sz w:val="28"/>
                <w:szCs w:val="28"/>
              </w:rPr>
              <w:t xml:space="preserve"> в целях финансирования затрат, связа</w:t>
            </w:r>
            <w:r w:rsidRPr="00EB4CD8">
              <w:rPr>
                <w:sz w:val="28"/>
                <w:szCs w:val="28"/>
              </w:rPr>
              <w:t>н</w:t>
            </w:r>
            <w:r w:rsidRPr="00EB4CD8">
              <w:rPr>
                <w:sz w:val="28"/>
                <w:szCs w:val="28"/>
              </w:rPr>
              <w:t xml:space="preserve">ных с реализацией проекта </w:t>
            </w:r>
            <w:r>
              <w:rPr>
                <w:sz w:val="28"/>
                <w:szCs w:val="28"/>
              </w:rPr>
              <w:t>«</w:t>
            </w:r>
            <w:r w:rsidRPr="00EB4CD8">
              <w:rPr>
                <w:sz w:val="28"/>
                <w:szCs w:val="28"/>
              </w:rPr>
              <w:t>Музей СССР в городе Ульяновске</w:t>
            </w:r>
            <w:r>
              <w:rPr>
                <w:sz w:val="28"/>
                <w:szCs w:val="28"/>
              </w:rPr>
              <w:t>»</w:t>
            </w:r>
            <w:r w:rsidRPr="00EB4CD8">
              <w:rPr>
                <w:sz w:val="28"/>
                <w:szCs w:val="28"/>
              </w:rPr>
              <w:t xml:space="preserve"> как осн</w:t>
            </w:r>
            <w:r w:rsidRPr="00EB4CD8">
              <w:rPr>
                <w:sz w:val="28"/>
                <w:szCs w:val="28"/>
              </w:rPr>
              <w:t>о</w:t>
            </w:r>
            <w:r w:rsidRPr="00EB4CD8">
              <w:rPr>
                <w:sz w:val="28"/>
                <w:szCs w:val="28"/>
              </w:rPr>
              <w:t>вы формирования культурно-туристского кластера в Ульяновской области</w:t>
            </w:r>
          </w:p>
        </w:tc>
        <w:tc>
          <w:tcPr>
            <w:tcW w:w="658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EB4CD8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203</w:t>
            </w:r>
          </w:p>
        </w:tc>
        <w:tc>
          <w:tcPr>
            <w:tcW w:w="667" w:type="dxa"/>
            <w:vAlign w:val="bottom"/>
          </w:tcPr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EB4CD8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08</w:t>
            </w:r>
          </w:p>
        </w:tc>
        <w:tc>
          <w:tcPr>
            <w:tcW w:w="611" w:type="dxa"/>
            <w:vAlign w:val="bottom"/>
          </w:tcPr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EB4CD8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04</w:t>
            </w:r>
          </w:p>
        </w:tc>
        <w:tc>
          <w:tcPr>
            <w:tcW w:w="1484" w:type="dxa"/>
            <w:vAlign w:val="bottom"/>
          </w:tcPr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EB4CD8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910 2620</w:t>
            </w:r>
          </w:p>
        </w:tc>
        <w:tc>
          <w:tcPr>
            <w:tcW w:w="658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EB4CD8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400,0</w:t>
            </w:r>
          </w:p>
        </w:tc>
      </w:tr>
      <w:tr w:rsidR="00B5552C" w:rsidRPr="00EB4CD8" w:rsidTr="00E95E1E">
        <w:trPr>
          <w:trHeight w:val="1500"/>
        </w:trPr>
        <w:tc>
          <w:tcPr>
            <w:tcW w:w="4962" w:type="dxa"/>
            <w:vAlign w:val="center"/>
          </w:tcPr>
          <w:p w:rsidR="00B5552C" w:rsidRPr="00EB4CD8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Субсидии некоммерческим организ</w:t>
            </w:r>
            <w:r w:rsidRPr="00EB4CD8">
              <w:rPr>
                <w:sz w:val="28"/>
                <w:szCs w:val="28"/>
              </w:rPr>
              <w:t>а</w:t>
            </w:r>
            <w:r w:rsidRPr="00EB4CD8">
              <w:rPr>
                <w:sz w:val="28"/>
                <w:szCs w:val="28"/>
              </w:rPr>
              <w:t>циям (за исключением государстве</w:t>
            </w:r>
            <w:r w:rsidRPr="00EB4CD8">
              <w:rPr>
                <w:sz w:val="28"/>
                <w:szCs w:val="28"/>
              </w:rPr>
              <w:t>н</w:t>
            </w:r>
            <w:r w:rsidRPr="00EB4CD8">
              <w:rPr>
                <w:sz w:val="28"/>
                <w:szCs w:val="28"/>
              </w:rPr>
              <w:t>ных (муниципальных) учреждений)</w:t>
            </w:r>
          </w:p>
        </w:tc>
        <w:tc>
          <w:tcPr>
            <w:tcW w:w="658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203</w:t>
            </w:r>
          </w:p>
        </w:tc>
        <w:tc>
          <w:tcPr>
            <w:tcW w:w="667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08</w:t>
            </w:r>
          </w:p>
        </w:tc>
        <w:tc>
          <w:tcPr>
            <w:tcW w:w="611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04</w:t>
            </w:r>
          </w:p>
        </w:tc>
        <w:tc>
          <w:tcPr>
            <w:tcW w:w="1484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910 2620</w:t>
            </w:r>
          </w:p>
        </w:tc>
        <w:tc>
          <w:tcPr>
            <w:tcW w:w="658" w:type="dxa"/>
            <w:vAlign w:val="bottom"/>
          </w:tcPr>
          <w:p w:rsidR="00B5552C" w:rsidRPr="00EB4CD8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630</w:t>
            </w:r>
          </w:p>
        </w:tc>
        <w:tc>
          <w:tcPr>
            <w:tcW w:w="1064" w:type="dxa"/>
            <w:noWrap/>
            <w:vAlign w:val="bottom"/>
          </w:tcPr>
          <w:p w:rsidR="00B5552C" w:rsidRPr="00EB4CD8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CD8">
              <w:rPr>
                <w:sz w:val="28"/>
                <w:szCs w:val="28"/>
              </w:rPr>
              <w:t>400,0»;</w:t>
            </w:r>
          </w:p>
        </w:tc>
      </w:tr>
    </w:tbl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B4CD8">
        <w:rPr>
          <w:sz w:val="28"/>
          <w:szCs w:val="28"/>
        </w:rPr>
        <w:t>Средства массовой информации</w:t>
      </w:r>
      <w:r>
        <w:rPr>
          <w:sz w:val="28"/>
          <w:szCs w:val="28"/>
        </w:rPr>
        <w:t>» (Мин 203 Рз 12) цифры «126596,5» заменить цифрами «129208,8»;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D48AF">
        <w:rPr>
          <w:sz w:val="28"/>
          <w:szCs w:val="28"/>
        </w:rPr>
        <w:t>Телевидение и радиовещание</w:t>
      </w:r>
      <w:r>
        <w:rPr>
          <w:sz w:val="28"/>
          <w:szCs w:val="28"/>
        </w:rPr>
        <w:t>» (Мин 203 Рз 12 ПР 01) цифры «38151,9667» заменить цифрами «38451,9667»;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D48AF">
        <w:rPr>
          <w:sz w:val="28"/>
          <w:szCs w:val="28"/>
        </w:rPr>
        <w:t>Телерадиокомпании и телерадиоорганизации</w:t>
      </w:r>
      <w:r>
        <w:rPr>
          <w:sz w:val="28"/>
          <w:szCs w:val="28"/>
        </w:rPr>
        <w:t xml:space="preserve">» (Мин 203 Рз 12 </w:t>
      </w:r>
      <w:r>
        <w:rPr>
          <w:sz w:val="28"/>
          <w:szCs w:val="28"/>
        </w:rPr>
        <w:br/>
        <w:t>ПР 01 ЦС 453 0000) цифры «26053,0» заменить цифрами «26353,0»;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D48AF">
        <w:rPr>
          <w:sz w:val="28"/>
          <w:szCs w:val="28"/>
        </w:rPr>
        <w:t>Субсидии телерадиокомпаниям и телерадиоорганизациям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(Мин 203 Рз 12 ПР 01 ЦС 453 0100) цифры «23066,0» заменить цифрами «23366,0»;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D48AF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8D48AF">
        <w:rPr>
          <w:sz w:val="28"/>
          <w:szCs w:val="28"/>
        </w:rPr>
        <w:t>и</w:t>
      </w:r>
      <w:r w:rsidRPr="008D48AF">
        <w:rPr>
          <w:sz w:val="28"/>
          <w:szCs w:val="28"/>
        </w:rPr>
        <w:t>ципальных) услуг (выполнение работ)</w:t>
      </w:r>
      <w:r>
        <w:rPr>
          <w:sz w:val="28"/>
          <w:szCs w:val="28"/>
        </w:rPr>
        <w:t xml:space="preserve">» (Мин 203 Рз 12 ПР 01 ЦС 453 0100 </w:t>
      </w:r>
      <w:r>
        <w:rPr>
          <w:sz w:val="28"/>
          <w:szCs w:val="28"/>
        </w:rPr>
        <w:br/>
        <w:t>ВР 621) цифры «22983,0» заменить цифрами «23283,0»;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D48AF">
        <w:rPr>
          <w:sz w:val="28"/>
          <w:szCs w:val="28"/>
        </w:rPr>
        <w:t>Периодическая печать и издательства</w:t>
      </w:r>
      <w:r>
        <w:rPr>
          <w:sz w:val="28"/>
          <w:szCs w:val="28"/>
        </w:rPr>
        <w:t>» (Мин 203 Рз 12 ПР 02) цифры «55963,4» заменить цифрами «57103,4»;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D48AF">
        <w:rPr>
          <w:sz w:val="28"/>
          <w:szCs w:val="28"/>
        </w:rPr>
        <w:t>Средства массовой информации</w:t>
      </w:r>
      <w:r>
        <w:rPr>
          <w:sz w:val="28"/>
          <w:szCs w:val="28"/>
        </w:rPr>
        <w:t xml:space="preserve">» (Мин 203 Рз 12 ПР 02 </w:t>
      </w:r>
      <w:r>
        <w:rPr>
          <w:sz w:val="28"/>
          <w:szCs w:val="28"/>
        </w:rPr>
        <w:br/>
        <w:t>ЦС 444 0000) цифры «55963,4» заменить цифрами «57103,4»;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D48AF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</w:t>
      </w:r>
      <w:r w:rsidRPr="008D48AF">
        <w:rPr>
          <w:sz w:val="28"/>
          <w:szCs w:val="28"/>
        </w:rPr>
        <w:t>и</w:t>
      </w:r>
      <w:r w:rsidRPr="008D48AF">
        <w:rPr>
          <w:sz w:val="28"/>
          <w:szCs w:val="28"/>
        </w:rPr>
        <w:t>ципальных) услуг (выполнение работ)</w:t>
      </w:r>
      <w:r>
        <w:rPr>
          <w:sz w:val="28"/>
          <w:szCs w:val="28"/>
        </w:rPr>
        <w:t xml:space="preserve">» (Мин 203 Рз 12 ПР 02 ЦС 444 0000 </w:t>
      </w:r>
      <w:r>
        <w:rPr>
          <w:sz w:val="28"/>
          <w:szCs w:val="28"/>
        </w:rPr>
        <w:br/>
        <w:t>ВР 621) цифры «52255,4» заменить цифрами «53395,4»;</w:t>
      </w:r>
    </w:p>
    <w:p w:rsidR="00B5552C" w:rsidRDefault="00B5552C" w:rsidP="00972DF3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D48AF">
        <w:rPr>
          <w:sz w:val="28"/>
          <w:szCs w:val="28"/>
        </w:rPr>
        <w:t>Другие вопросы в области средств массовой информации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(Мин 203 Рз 12 ПР 04) цифры «32481,1333» заменить цифрами «33653,4333»;</w:t>
      </w:r>
    </w:p>
    <w:p w:rsidR="00B5552C" w:rsidRDefault="00B5552C" w:rsidP="00972DF3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D48AF">
        <w:rPr>
          <w:sz w:val="28"/>
          <w:szCs w:val="28"/>
        </w:rPr>
        <w:t>Средства массовой информации</w:t>
      </w:r>
      <w:r>
        <w:rPr>
          <w:sz w:val="28"/>
          <w:szCs w:val="28"/>
        </w:rPr>
        <w:t xml:space="preserve">» (Мин 203 Рз 12 ПР 04 </w:t>
      </w:r>
      <w:r>
        <w:rPr>
          <w:sz w:val="28"/>
          <w:szCs w:val="28"/>
        </w:rPr>
        <w:br/>
        <w:t>ЦС 444 0000) цифры «32481,1333» заменить цифрами «33653,4333»;</w:t>
      </w:r>
    </w:p>
    <w:p w:rsidR="00B5552C" w:rsidRDefault="00B5552C" w:rsidP="00972DF3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D48AF">
        <w:rPr>
          <w:sz w:val="28"/>
          <w:szCs w:val="28"/>
        </w:rPr>
        <w:t>Мероприятия в сфере средств массовой информации</w:t>
      </w:r>
      <w:r>
        <w:rPr>
          <w:sz w:val="28"/>
          <w:szCs w:val="28"/>
        </w:rPr>
        <w:t xml:space="preserve">» (Мин 203 </w:t>
      </w:r>
      <w:r>
        <w:rPr>
          <w:sz w:val="28"/>
          <w:szCs w:val="28"/>
        </w:rPr>
        <w:br/>
        <w:t>Рз 12 ПР 04 ЦС 444 0100) цифры «517,0» заменить цифрами «417,0»;</w:t>
      </w:r>
    </w:p>
    <w:p w:rsidR="00B5552C" w:rsidRDefault="00B5552C" w:rsidP="00972DF3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D48AF">
        <w:rPr>
          <w:sz w:val="28"/>
          <w:szCs w:val="28"/>
        </w:rPr>
        <w:t>Прочая закупка товаров, работ и услуг для обеспечения госуда</w:t>
      </w:r>
      <w:r w:rsidRPr="008D48AF">
        <w:rPr>
          <w:sz w:val="28"/>
          <w:szCs w:val="28"/>
        </w:rPr>
        <w:t>р</w:t>
      </w:r>
      <w:r w:rsidRPr="008D48AF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203 Рз 12 ПР 04 ЦС 444 0100 ВР 244) цифры «517,0» заменить цифрами «417,0»;</w:t>
      </w:r>
    </w:p>
    <w:p w:rsidR="00B5552C" w:rsidRDefault="00B5552C" w:rsidP="00972DF3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D48AF">
        <w:rPr>
          <w:sz w:val="28"/>
          <w:szCs w:val="28"/>
        </w:rPr>
        <w:t>Учреждения, осуществляющие мероприятия по проведению м</w:t>
      </w:r>
      <w:r w:rsidRPr="008D48AF">
        <w:rPr>
          <w:sz w:val="28"/>
          <w:szCs w:val="28"/>
        </w:rPr>
        <w:t>о</w:t>
      </w:r>
      <w:r w:rsidRPr="008D48AF">
        <w:rPr>
          <w:sz w:val="28"/>
          <w:szCs w:val="28"/>
        </w:rPr>
        <w:t>ниторинга в сфере средств массовой информации, динамики общественного мн</w:t>
      </w:r>
      <w:r w:rsidRPr="008D48AF">
        <w:rPr>
          <w:sz w:val="28"/>
          <w:szCs w:val="28"/>
        </w:rPr>
        <w:t>е</w:t>
      </w:r>
      <w:r w:rsidRPr="008D48AF">
        <w:rPr>
          <w:sz w:val="28"/>
          <w:szCs w:val="28"/>
        </w:rPr>
        <w:t>ния и социальному прогнозированию</w:t>
      </w:r>
      <w:r>
        <w:rPr>
          <w:sz w:val="28"/>
          <w:szCs w:val="28"/>
        </w:rPr>
        <w:t>» (Мин 203 Рз 12 ПР 04 ЦС 444 0300) цифры «30364,1333» заменить цифрами «31636,4333»;</w:t>
      </w:r>
    </w:p>
    <w:p w:rsidR="00B5552C" w:rsidRDefault="00B5552C" w:rsidP="00972DF3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D48AF">
        <w:rPr>
          <w:sz w:val="28"/>
          <w:szCs w:val="28"/>
        </w:rPr>
        <w:t>Фонд оплаты труда казённых учреждений и взносы по обязател</w:t>
      </w:r>
      <w:r w:rsidRPr="008D48AF">
        <w:rPr>
          <w:sz w:val="28"/>
          <w:szCs w:val="28"/>
        </w:rPr>
        <w:t>ь</w:t>
      </w:r>
      <w:r w:rsidRPr="008D48AF">
        <w:rPr>
          <w:sz w:val="28"/>
          <w:szCs w:val="28"/>
        </w:rPr>
        <w:t>ному социальному страхованию</w:t>
      </w:r>
      <w:r>
        <w:rPr>
          <w:sz w:val="28"/>
          <w:szCs w:val="28"/>
        </w:rPr>
        <w:t>» (Мин 203 Рз 12 ПР 04 ЦС 444 0300 ВР 111) цифры «12780,2» заменить цифрами «14252,5»;</w:t>
      </w:r>
    </w:p>
    <w:p w:rsidR="00B5552C" w:rsidRDefault="00B5552C" w:rsidP="00972DF3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0E23E4">
        <w:rPr>
          <w:sz w:val="28"/>
          <w:szCs w:val="28"/>
        </w:rPr>
        <w:t>Прочая закупка товаров, работ и услуг для обеспечения госуда</w:t>
      </w:r>
      <w:r w:rsidRPr="000E23E4">
        <w:rPr>
          <w:sz w:val="28"/>
          <w:szCs w:val="28"/>
        </w:rPr>
        <w:t>р</w:t>
      </w:r>
      <w:r w:rsidRPr="000E23E4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203 Рз 12 ПР 04 ЦС 444 0300 ВР 244) цифры «16944,9333» заменить цифрами «16744,9333»;</w:t>
      </w:r>
    </w:p>
    <w:p w:rsidR="00B5552C" w:rsidRDefault="00B5552C" w:rsidP="00972DF3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главе «Палата справедливости общественного контроля в Ульяновской области» (Мин 210):</w:t>
      </w:r>
    </w:p>
    <w:p w:rsidR="00B5552C" w:rsidRDefault="00B5552C" w:rsidP="00972DF3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главы изложить в следующей редакции:</w:t>
      </w:r>
    </w:p>
    <w:p w:rsidR="00B5552C" w:rsidRPr="004F7B1E" w:rsidRDefault="00B5552C" w:rsidP="00972DF3">
      <w:pPr>
        <w:spacing w:line="348" w:lineRule="auto"/>
        <w:ind w:firstLine="709"/>
        <w:jc w:val="both"/>
        <w:rPr>
          <w:spacing w:val="-4"/>
          <w:sz w:val="28"/>
          <w:szCs w:val="28"/>
        </w:rPr>
      </w:pPr>
      <w:r w:rsidRPr="004F7B1E">
        <w:rPr>
          <w:spacing w:val="-4"/>
          <w:sz w:val="28"/>
          <w:szCs w:val="28"/>
        </w:rPr>
        <w:t>«Палата справедливости и общественного контроля в Ульяновской области»;</w:t>
      </w:r>
    </w:p>
    <w:p w:rsidR="00B5552C" w:rsidRDefault="00B5552C" w:rsidP="00972DF3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«21974,9» заменить цифрами «22974,9»;</w:t>
      </w:r>
    </w:p>
    <w:p w:rsidR="00B5552C" w:rsidRDefault="00B5552C" w:rsidP="00972DF3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«Общегосударственные вопросы» (Мин 210 Рз 01) цифры «21974,9» заменить цифрами «22974,9»;</w:t>
      </w:r>
    </w:p>
    <w:p w:rsidR="00B5552C" w:rsidRDefault="00B5552C" w:rsidP="00972DF3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«Другие общегосударственные вопросы» (Мин 210 Рз 01 ПР 13) цифры «21974,9» заменить цифрами «22974,9»;</w:t>
      </w:r>
    </w:p>
    <w:p w:rsidR="00B5552C" w:rsidRDefault="00B5552C" w:rsidP="00972DF3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477B26">
        <w:rPr>
          <w:sz w:val="28"/>
          <w:szCs w:val="28"/>
        </w:rPr>
        <w:t>Руководство и управление в сфере установленных функций гос</w:t>
      </w:r>
      <w:r w:rsidRPr="00477B26">
        <w:rPr>
          <w:sz w:val="28"/>
          <w:szCs w:val="28"/>
        </w:rPr>
        <w:t>у</w:t>
      </w:r>
      <w:r w:rsidRPr="00477B26">
        <w:rPr>
          <w:sz w:val="28"/>
          <w:szCs w:val="28"/>
        </w:rPr>
        <w:t>дарственных органов Ульяновской области</w:t>
      </w:r>
      <w:r>
        <w:rPr>
          <w:sz w:val="28"/>
          <w:szCs w:val="28"/>
        </w:rPr>
        <w:t>» (Мин 210 Рз 01 ПР 13 ЦС 002 0000) цифры «21974,9» заменить цифрами «22974,9»;</w:t>
      </w:r>
    </w:p>
    <w:p w:rsidR="00B5552C" w:rsidRDefault="00B5552C" w:rsidP="000322B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477B26">
        <w:rPr>
          <w:sz w:val="28"/>
          <w:szCs w:val="28"/>
        </w:rPr>
        <w:t>Центральный аппарат</w:t>
      </w:r>
      <w:r>
        <w:rPr>
          <w:sz w:val="28"/>
          <w:szCs w:val="28"/>
        </w:rPr>
        <w:t>» (Мин 210 Рз 01 ПР 13 ЦС 002 0400) цифры «21974,9» заменить цифрами «22974,9»;</w:t>
      </w:r>
    </w:p>
    <w:p w:rsidR="00B5552C" w:rsidRDefault="00B5552C" w:rsidP="000322B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477B26">
        <w:rPr>
          <w:sz w:val="28"/>
          <w:szCs w:val="28"/>
        </w:rPr>
        <w:t>Фонд оплаты труда государственных (муниципальных) органов и взносы по обязательному социальному страхованию</w:t>
      </w:r>
      <w:r>
        <w:rPr>
          <w:sz w:val="28"/>
          <w:szCs w:val="28"/>
        </w:rPr>
        <w:t xml:space="preserve">» (Мин 210 Рз 01 ПР 13 </w:t>
      </w:r>
      <w:r>
        <w:rPr>
          <w:sz w:val="28"/>
          <w:szCs w:val="28"/>
        </w:rPr>
        <w:br/>
        <w:t>ЦС 002 0400 ВР 121) цифры «18132,5» заменить цифрами «19132,5»;</w:t>
      </w:r>
    </w:p>
    <w:p w:rsidR="00B5552C" w:rsidRDefault="00B5552C" w:rsidP="00E95E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главу «Министерство строительства, жилищно-коммунального комплекса и транспорта Ульяновской области» (Мин 233) изложить в следующей редакции:</w:t>
      </w:r>
    </w:p>
    <w:tbl>
      <w:tblPr>
        <w:tblW w:w="10106" w:type="dxa"/>
        <w:tblInd w:w="-34" w:type="dxa"/>
        <w:tblLook w:val="00A0"/>
      </w:tblPr>
      <w:tblGrid>
        <w:gridCol w:w="4207"/>
        <w:gridCol w:w="655"/>
        <w:gridCol w:w="643"/>
        <w:gridCol w:w="595"/>
        <w:gridCol w:w="1385"/>
        <w:gridCol w:w="655"/>
        <w:gridCol w:w="1966"/>
      </w:tblGrid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304A67">
              <w:rPr>
                <w:b/>
                <w:bCs/>
                <w:color w:val="000000"/>
                <w:sz w:val="28"/>
                <w:szCs w:val="28"/>
              </w:rPr>
              <w:t>Министерство строительства, жилищно-коммунального комплекса и транспорта Ул</w:t>
            </w:r>
            <w:r w:rsidRPr="00304A67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Pr="00304A67">
              <w:rPr>
                <w:b/>
                <w:bCs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4A67">
              <w:rPr>
                <w:b/>
                <w:bCs/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4A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4A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4A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4A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5755450,91207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2983343,0638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111899,999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Строительство гидротехнич</w:t>
            </w:r>
            <w:r w:rsidRPr="00304A67">
              <w:rPr>
                <w:sz w:val="28"/>
                <w:szCs w:val="28"/>
              </w:rPr>
              <w:t>е</w:t>
            </w:r>
            <w:r w:rsidRPr="00304A67">
              <w:rPr>
                <w:sz w:val="28"/>
                <w:szCs w:val="28"/>
              </w:rPr>
              <w:t>ских сооружений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292 0000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80000,0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Мероприятия федеральной цел</w:t>
            </w:r>
            <w:r w:rsidRPr="00304A67">
              <w:rPr>
                <w:sz w:val="28"/>
                <w:szCs w:val="28"/>
              </w:rPr>
              <w:t>е</w:t>
            </w:r>
            <w:r w:rsidRPr="00304A67">
              <w:rPr>
                <w:sz w:val="28"/>
                <w:szCs w:val="28"/>
              </w:rPr>
              <w:t xml:space="preserve">вой программы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Развитие вод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хозяйственного комплекса Ро</w:t>
            </w:r>
            <w:r w:rsidRPr="00304A67">
              <w:rPr>
                <w:sz w:val="28"/>
                <w:szCs w:val="28"/>
              </w:rPr>
              <w:t>с</w:t>
            </w:r>
            <w:r w:rsidRPr="00304A67">
              <w:rPr>
                <w:sz w:val="28"/>
                <w:szCs w:val="28"/>
              </w:rPr>
              <w:t>сийской Федерации в 2012-</w:t>
            </w:r>
            <w:r>
              <w:rPr>
                <w:sz w:val="28"/>
                <w:szCs w:val="28"/>
              </w:rPr>
              <w:br/>
            </w:r>
            <w:r w:rsidRPr="00304A67">
              <w:rPr>
                <w:sz w:val="28"/>
                <w:szCs w:val="28"/>
              </w:rPr>
              <w:t>2020 годах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292 5016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60000,0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Бюджетные инвестиции в объе</w:t>
            </w:r>
            <w:r w:rsidRPr="00304A67">
              <w:rPr>
                <w:sz w:val="28"/>
                <w:szCs w:val="28"/>
              </w:rPr>
              <w:t>к</w:t>
            </w:r>
            <w:r w:rsidRPr="00304A67">
              <w:rPr>
                <w:sz w:val="28"/>
                <w:szCs w:val="28"/>
              </w:rPr>
              <w:t>ты  капитального строительства государственной (муниципал</w:t>
            </w:r>
            <w:r w:rsidRPr="00304A67">
              <w:rPr>
                <w:sz w:val="28"/>
                <w:szCs w:val="28"/>
              </w:rPr>
              <w:t>ь</w:t>
            </w:r>
            <w:r w:rsidRPr="00304A67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292 5016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414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60000,0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Прочие мероприятия, осущест</w:t>
            </w:r>
            <w:r w:rsidRPr="00304A67">
              <w:rPr>
                <w:sz w:val="28"/>
                <w:szCs w:val="28"/>
              </w:rPr>
              <w:t>в</w:t>
            </w:r>
            <w:r w:rsidRPr="00304A67">
              <w:rPr>
                <w:sz w:val="28"/>
                <w:szCs w:val="28"/>
              </w:rPr>
              <w:t>ляемые за счёт межбюджетных трансфертов прошлых лет из ф</w:t>
            </w:r>
            <w:r w:rsidRPr="00304A67">
              <w:rPr>
                <w:sz w:val="28"/>
                <w:szCs w:val="28"/>
              </w:rPr>
              <w:t>е</w:t>
            </w:r>
            <w:r w:rsidRPr="00304A67">
              <w:rPr>
                <w:sz w:val="28"/>
                <w:szCs w:val="28"/>
              </w:rPr>
              <w:t>дерального бюджета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292 5898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20000,0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Бюджетные инвестиции в объе</w:t>
            </w:r>
            <w:r w:rsidRPr="00304A67">
              <w:rPr>
                <w:sz w:val="28"/>
                <w:szCs w:val="28"/>
              </w:rPr>
              <w:t>к</w:t>
            </w:r>
            <w:r w:rsidRPr="00304A67">
              <w:rPr>
                <w:sz w:val="28"/>
                <w:szCs w:val="28"/>
              </w:rPr>
              <w:t>ты  капитального строительства государственной (муниципал</w:t>
            </w:r>
            <w:r w:rsidRPr="00304A67">
              <w:rPr>
                <w:sz w:val="28"/>
                <w:szCs w:val="28"/>
              </w:rPr>
              <w:t>ь</w:t>
            </w:r>
            <w:r w:rsidRPr="00304A67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292 5898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414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20000,0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AA19BF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Охрана окружающей среды и восстано</w:t>
            </w:r>
            <w:r w:rsidRPr="00304A67">
              <w:rPr>
                <w:color w:val="000000"/>
                <w:sz w:val="28"/>
                <w:szCs w:val="28"/>
              </w:rPr>
              <w:t>в</w:t>
            </w:r>
            <w:r w:rsidRPr="00304A67">
              <w:rPr>
                <w:color w:val="000000"/>
                <w:sz w:val="28"/>
                <w:szCs w:val="28"/>
              </w:rPr>
              <w:t>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880 0000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AA19BF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31899,999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FE3128" w:rsidRDefault="00B5552C" w:rsidP="00AA19BF">
            <w:pPr>
              <w:spacing w:line="367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FE3128">
              <w:rPr>
                <w:color w:val="000000"/>
                <w:spacing w:val="-4"/>
                <w:sz w:val="28"/>
                <w:szCs w:val="28"/>
              </w:rPr>
              <w:t>Подпрограмма «Развитие водох</w:t>
            </w:r>
            <w:r w:rsidRPr="00FE3128">
              <w:rPr>
                <w:color w:val="000000"/>
                <w:spacing w:val="-4"/>
                <w:sz w:val="28"/>
                <w:szCs w:val="28"/>
              </w:rPr>
              <w:t>о</w:t>
            </w:r>
            <w:r w:rsidRPr="00FE3128">
              <w:rPr>
                <w:color w:val="000000"/>
                <w:spacing w:val="-4"/>
                <w:sz w:val="28"/>
                <w:szCs w:val="28"/>
              </w:rPr>
              <w:t>зяйственного комплекса» гос</w:t>
            </w:r>
            <w:r w:rsidRPr="00FE3128">
              <w:rPr>
                <w:color w:val="000000"/>
                <w:spacing w:val="-4"/>
                <w:sz w:val="28"/>
                <w:szCs w:val="28"/>
              </w:rPr>
              <w:t>у</w:t>
            </w:r>
            <w:r w:rsidRPr="00FE3128">
              <w:rPr>
                <w:color w:val="000000"/>
                <w:spacing w:val="-4"/>
                <w:sz w:val="28"/>
                <w:szCs w:val="28"/>
              </w:rPr>
              <w:t>дарственной программы Уль</w:t>
            </w:r>
            <w:r w:rsidRPr="00FE3128">
              <w:rPr>
                <w:color w:val="000000"/>
                <w:spacing w:val="-4"/>
                <w:sz w:val="28"/>
                <w:szCs w:val="28"/>
              </w:rPr>
              <w:t>я</w:t>
            </w:r>
            <w:r w:rsidRPr="00FE3128">
              <w:rPr>
                <w:color w:val="000000"/>
                <w:spacing w:val="-4"/>
                <w:sz w:val="28"/>
                <w:szCs w:val="28"/>
              </w:rPr>
              <w:t>новской области «Охрана окр</w:t>
            </w:r>
            <w:r w:rsidRPr="00FE3128">
              <w:rPr>
                <w:color w:val="000000"/>
                <w:spacing w:val="-4"/>
                <w:sz w:val="28"/>
                <w:szCs w:val="28"/>
              </w:rPr>
              <w:t>у</w:t>
            </w:r>
            <w:r w:rsidRPr="00FE3128">
              <w:rPr>
                <w:color w:val="000000"/>
                <w:spacing w:val="-4"/>
                <w:sz w:val="28"/>
                <w:szCs w:val="28"/>
              </w:rPr>
              <w:t>жающей среды и восстановление природных ресурсов в Ульяно</w:t>
            </w:r>
            <w:r w:rsidRPr="00FE3128">
              <w:rPr>
                <w:color w:val="000000"/>
                <w:spacing w:val="-4"/>
                <w:sz w:val="28"/>
                <w:szCs w:val="28"/>
              </w:rPr>
              <w:t>в</w:t>
            </w:r>
            <w:r w:rsidRPr="00FE3128">
              <w:rPr>
                <w:color w:val="000000"/>
                <w:spacing w:val="-4"/>
                <w:sz w:val="28"/>
                <w:szCs w:val="28"/>
              </w:rPr>
              <w:t>ской области на 2014-2020 годы»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882 0000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AA19BF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31899,999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AA19BF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Проектные работы и строител</w:t>
            </w:r>
            <w:r w:rsidRPr="00304A67">
              <w:rPr>
                <w:color w:val="000000"/>
                <w:sz w:val="28"/>
                <w:szCs w:val="28"/>
              </w:rPr>
              <w:t>ь</w:t>
            </w:r>
            <w:r w:rsidRPr="00304A67">
              <w:rPr>
                <w:color w:val="000000"/>
                <w:sz w:val="28"/>
                <w:szCs w:val="28"/>
              </w:rPr>
              <w:t>ство гидротехнических соор</w:t>
            </w:r>
            <w:r w:rsidRPr="00304A67">
              <w:rPr>
                <w:color w:val="000000"/>
                <w:sz w:val="28"/>
                <w:szCs w:val="28"/>
              </w:rPr>
              <w:t>у</w:t>
            </w:r>
            <w:r w:rsidRPr="00304A67">
              <w:rPr>
                <w:color w:val="000000"/>
                <w:sz w:val="28"/>
                <w:szCs w:val="28"/>
              </w:rPr>
              <w:t>жений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882 2210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AA19BF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31899,999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AA19BF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Бюджетные инвестиции в объе</w:t>
            </w:r>
            <w:r w:rsidRPr="00304A67">
              <w:rPr>
                <w:color w:val="000000"/>
                <w:sz w:val="28"/>
                <w:szCs w:val="28"/>
              </w:rPr>
              <w:t>к</w:t>
            </w:r>
            <w:r w:rsidRPr="00304A67">
              <w:rPr>
                <w:color w:val="000000"/>
                <w:sz w:val="28"/>
                <w:szCs w:val="28"/>
              </w:rPr>
              <w:t>ты капитального строительства государственной (муниципал</w:t>
            </w:r>
            <w:r w:rsidRPr="00304A67">
              <w:rPr>
                <w:color w:val="000000"/>
                <w:sz w:val="28"/>
                <w:szCs w:val="28"/>
              </w:rPr>
              <w:t>ь</w:t>
            </w:r>
            <w:r w:rsidRPr="00304A67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882 2210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AA19BF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31899,999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AA19BF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AA19BF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165866,726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AA19BF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Воздушный транспорт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300 0000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AA19BF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17184,026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AA19BF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Субсидии организациям во</w:t>
            </w:r>
            <w:r w:rsidRPr="00304A67">
              <w:rPr>
                <w:color w:val="000000"/>
                <w:sz w:val="28"/>
                <w:szCs w:val="28"/>
              </w:rPr>
              <w:t>з</w:t>
            </w:r>
            <w:r w:rsidRPr="00304A67">
              <w:rPr>
                <w:color w:val="000000"/>
                <w:sz w:val="28"/>
                <w:szCs w:val="28"/>
              </w:rPr>
              <w:t>душного транспорта в целях обеспечения доступности вну</w:t>
            </w:r>
            <w:r w:rsidRPr="00304A67">
              <w:rPr>
                <w:color w:val="000000"/>
                <w:sz w:val="28"/>
                <w:szCs w:val="28"/>
              </w:rPr>
              <w:t>т</w:t>
            </w:r>
            <w:r w:rsidRPr="00304A67">
              <w:rPr>
                <w:color w:val="000000"/>
                <w:sz w:val="28"/>
                <w:szCs w:val="28"/>
              </w:rPr>
              <w:t>ренних региональных возду</w:t>
            </w:r>
            <w:r w:rsidRPr="00304A67">
              <w:rPr>
                <w:color w:val="000000"/>
                <w:sz w:val="28"/>
                <w:szCs w:val="28"/>
              </w:rPr>
              <w:t>ш</w:t>
            </w:r>
            <w:r w:rsidRPr="00304A67">
              <w:rPr>
                <w:color w:val="000000"/>
                <w:sz w:val="28"/>
                <w:szCs w:val="28"/>
              </w:rPr>
              <w:t>ных перевозок пассажиров во</w:t>
            </w:r>
            <w:r w:rsidRPr="00304A67">
              <w:rPr>
                <w:color w:val="000000"/>
                <w:sz w:val="28"/>
                <w:szCs w:val="28"/>
              </w:rPr>
              <w:t>з</w:t>
            </w:r>
            <w:r w:rsidRPr="00304A67">
              <w:rPr>
                <w:color w:val="000000"/>
                <w:sz w:val="28"/>
                <w:szCs w:val="28"/>
              </w:rPr>
              <w:t>душным транспортом в Пр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волжском федеральном округе</w:t>
            </w:r>
          </w:p>
        </w:tc>
        <w:tc>
          <w:tcPr>
            <w:tcW w:w="655" w:type="dxa"/>
            <w:vAlign w:val="bottom"/>
          </w:tcPr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85" w:type="dxa"/>
            <w:vAlign w:val="bottom"/>
          </w:tcPr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300 0400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AA19BF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17184,026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304A67">
              <w:rPr>
                <w:color w:val="000000"/>
                <w:sz w:val="28"/>
                <w:szCs w:val="28"/>
              </w:rPr>
              <w:t>д</w:t>
            </w:r>
            <w:r w:rsidRPr="00304A67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300 0400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17184,026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Водный транспорт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301 0000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Отдельные мероприятия в о</w:t>
            </w:r>
            <w:r w:rsidRPr="00304A67">
              <w:rPr>
                <w:color w:val="000000"/>
                <w:sz w:val="28"/>
                <w:szCs w:val="28"/>
              </w:rPr>
              <w:t>б</w:t>
            </w:r>
            <w:r w:rsidRPr="00304A67">
              <w:rPr>
                <w:color w:val="000000"/>
                <w:sz w:val="28"/>
                <w:szCs w:val="28"/>
              </w:rPr>
              <w:t>ласти морского и речного тран</w:t>
            </w:r>
            <w:r w:rsidRPr="00304A67">
              <w:rPr>
                <w:color w:val="000000"/>
                <w:sz w:val="28"/>
                <w:szCs w:val="28"/>
              </w:rPr>
              <w:t>с</w:t>
            </w:r>
            <w:r w:rsidRPr="00304A67">
              <w:rPr>
                <w:color w:val="000000"/>
                <w:sz w:val="28"/>
                <w:szCs w:val="28"/>
              </w:rPr>
              <w:t>порта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301 0300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301 0300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300,0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Железнодорожный транспорт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305 0000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42520,0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Субсидии на компенсацию н</w:t>
            </w:r>
            <w:r w:rsidRPr="00304A67">
              <w:rPr>
                <w:color w:val="000000"/>
                <w:sz w:val="28"/>
                <w:szCs w:val="28"/>
              </w:rPr>
              <w:t>е</w:t>
            </w:r>
            <w:r w:rsidRPr="00304A67">
              <w:rPr>
                <w:color w:val="000000"/>
                <w:sz w:val="28"/>
                <w:szCs w:val="28"/>
              </w:rPr>
              <w:t>дополученных доходов, связа</w:t>
            </w:r>
            <w:r w:rsidRPr="00304A67">
              <w:rPr>
                <w:color w:val="000000"/>
                <w:sz w:val="28"/>
                <w:szCs w:val="28"/>
              </w:rPr>
              <w:t>н</w:t>
            </w:r>
            <w:r w:rsidRPr="00304A67">
              <w:rPr>
                <w:color w:val="000000"/>
                <w:sz w:val="28"/>
                <w:szCs w:val="28"/>
              </w:rPr>
              <w:t>ных с перевозкой пассажиров пригородным железнодорожным транспортом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305 0200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42520,0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304A67">
              <w:rPr>
                <w:color w:val="000000"/>
                <w:sz w:val="28"/>
                <w:szCs w:val="28"/>
              </w:rPr>
              <w:t>д</w:t>
            </w:r>
            <w:r w:rsidRPr="00304A67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305 0200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42520,0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Другие виды транспорта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317 0000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105862,7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Субсидии на компенсацию н</w:t>
            </w:r>
            <w:r w:rsidRPr="00304A67">
              <w:rPr>
                <w:color w:val="000000"/>
                <w:sz w:val="28"/>
                <w:szCs w:val="28"/>
              </w:rPr>
              <w:t>е</w:t>
            </w:r>
            <w:r w:rsidRPr="00304A67">
              <w:rPr>
                <w:color w:val="000000"/>
                <w:sz w:val="28"/>
                <w:szCs w:val="28"/>
              </w:rPr>
              <w:t>дополученных доходов от пер</w:t>
            </w:r>
            <w:r w:rsidRPr="00304A67">
              <w:rPr>
                <w:color w:val="000000"/>
                <w:sz w:val="28"/>
                <w:szCs w:val="28"/>
              </w:rPr>
              <w:t>е</w:t>
            </w:r>
            <w:r w:rsidRPr="00304A67">
              <w:rPr>
                <w:color w:val="000000"/>
                <w:sz w:val="28"/>
                <w:szCs w:val="28"/>
              </w:rPr>
              <w:t>возки пассажиров юридическим лицам, индивидуальным пре</w:t>
            </w:r>
            <w:r w:rsidRPr="00304A67">
              <w:rPr>
                <w:color w:val="000000"/>
                <w:sz w:val="28"/>
                <w:szCs w:val="28"/>
              </w:rPr>
              <w:t>д</w:t>
            </w:r>
            <w:r w:rsidRPr="00304A67">
              <w:rPr>
                <w:color w:val="000000"/>
                <w:sz w:val="28"/>
                <w:szCs w:val="28"/>
              </w:rPr>
              <w:t>принимателям, осуществля</w:t>
            </w:r>
            <w:r w:rsidRPr="00304A67">
              <w:rPr>
                <w:color w:val="000000"/>
                <w:sz w:val="28"/>
                <w:szCs w:val="28"/>
              </w:rPr>
              <w:t>ю</w:t>
            </w:r>
            <w:r w:rsidRPr="00304A67">
              <w:rPr>
                <w:color w:val="000000"/>
                <w:sz w:val="28"/>
                <w:szCs w:val="28"/>
              </w:rPr>
              <w:t>щим данную деятельность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317 0100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105862,7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304A67">
              <w:rPr>
                <w:color w:val="000000"/>
                <w:sz w:val="28"/>
                <w:szCs w:val="28"/>
              </w:rPr>
              <w:t>д</w:t>
            </w:r>
            <w:r w:rsidRPr="00304A67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317 0100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105862,7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2681555,2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Дорожное хозяйство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315 0000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315574,47718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Содержание и управление д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рожным хозяйством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78325,8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304A67">
              <w:rPr>
                <w:color w:val="000000"/>
                <w:sz w:val="28"/>
                <w:szCs w:val="28"/>
              </w:rPr>
              <w:t>а</w:t>
            </w:r>
            <w:r w:rsidRPr="00304A67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46554,2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Иные выплаты персоналу казё</w:t>
            </w:r>
            <w:r w:rsidRPr="00304A67">
              <w:rPr>
                <w:color w:val="000000"/>
                <w:sz w:val="28"/>
                <w:szCs w:val="28"/>
              </w:rPr>
              <w:t>н</w:t>
            </w:r>
            <w:r w:rsidRPr="00304A67">
              <w:rPr>
                <w:color w:val="000000"/>
                <w:sz w:val="28"/>
                <w:szCs w:val="28"/>
              </w:rPr>
              <w:t>ных учреждений, за исключен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ем фонда оплаты труда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238,6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304A67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3695,6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304A67">
              <w:rPr>
                <w:color w:val="000000"/>
                <w:sz w:val="28"/>
                <w:szCs w:val="28"/>
              </w:rPr>
              <w:t>р</w:t>
            </w:r>
            <w:r w:rsidRPr="00304A6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26017,4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315 0100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1820,0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A19BF">
              <w:rPr>
                <w:color w:val="000000"/>
                <w:spacing w:val="-6"/>
                <w:sz w:val="28"/>
                <w:szCs w:val="28"/>
              </w:rPr>
              <w:t>Субсидии областным государст</w:t>
            </w:r>
            <w:r>
              <w:rPr>
                <w:color w:val="000000"/>
                <w:spacing w:val="-6"/>
                <w:sz w:val="28"/>
                <w:szCs w:val="28"/>
              </w:rPr>
              <w:t>-</w:t>
            </w:r>
            <w:r w:rsidRPr="00AA19BF">
              <w:rPr>
                <w:color w:val="000000"/>
                <w:spacing w:val="-6"/>
                <w:sz w:val="28"/>
                <w:szCs w:val="28"/>
              </w:rPr>
              <w:t>венным казённым предприятиям на возмещение части затрат, св</w:t>
            </w:r>
            <w:r w:rsidRPr="00AA19BF">
              <w:rPr>
                <w:color w:val="000000"/>
                <w:spacing w:val="-6"/>
                <w:sz w:val="28"/>
                <w:szCs w:val="28"/>
              </w:rPr>
              <w:t>я</w:t>
            </w:r>
            <w:r w:rsidRPr="00AA19BF">
              <w:rPr>
                <w:color w:val="000000"/>
                <w:spacing w:val="-6"/>
                <w:sz w:val="28"/>
                <w:szCs w:val="28"/>
              </w:rPr>
              <w:t>занных с приобретением дорож-</w:t>
            </w:r>
            <w:r w:rsidRPr="00304A67">
              <w:rPr>
                <w:color w:val="000000"/>
                <w:sz w:val="28"/>
                <w:szCs w:val="28"/>
              </w:rPr>
              <w:t>но-транспортной техники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315 0200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237248,67718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304A67">
              <w:rPr>
                <w:color w:val="000000"/>
                <w:sz w:val="28"/>
                <w:szCs w:val="28"/>
              </w:rPr>
              <w:t>д</w:t>
            </w:r>
            <w:r w:rsidRPr="00304A67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315 0200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237248,67718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Погашение кредиторской задо</w:t>
            </w:r>
            <w:r w:rsidRPr="00304A67">
              <w:rPr>
                <w:sz w:val="28"/>
                <w:szCs w:val="28"/>
              </w:rPr>
              <w:t>л</w:t>
            </w:r>
            <w:r w:rsidRPr="00304A67">
              <w:rPr>
                <w:sz w:val="28"/>
                <w:szCs w:val="28"/>
              </w:rPr>
              <w:t>женности по капитальному р</w:t>
            </w:r>
            <w:r w:rsidRPr="00304A67">
              <w:rPr>
                <w:sz w:val="28"/>
                <w:szCs w:val="28"/>
              </w:rPr>
              <w:t>е</w:t>
            </w:r>
            <w:r w:rsidRPr="00304A67">
              <w:rPr>
                <w:sz w:val="28"/>
                <w:szCs w:val="28"/>
              </w:rPr>
              <w:t>монту и ремонту дворовых те</w:t>
            </w:r>
            <w:r w:rsidRPr="00304A67">
              <w:rPr>
                <w:sz w:val="28"/>
                <w:szCs w:val="28"/>
              </w:rPr>
              <w:t>р</w:t>
            </w:r>
            <w:r w:rsidRPr="00304A67">
              <w:rPr>
                <w:sz w:val="28"/>
                <w:szCs w:val="28"/>
              </w:rPr>
              <w:t>риторий многоквартирных д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мов, проездов к дворовым те</w:t>
            </w:r>
            <w:r w:rsidRPr="00304A67">
              <w:rPr>
                <w:sz w:val="28"/>
                <w:szCs w:val="28"/>
              </w:rPr>
              <w:t>р</w:t>
            </w:r>
            <w:r w:rsidRPr="00304A67">
              <w:rPr>
                <w:sz w:val="28"/>
                <w:szCs w:val="28"/>
              </w:rPr>
              <w:t>риториям многоквартирных д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мов населённых пунктов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528 0000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40000,0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Субсидии, за исключением су</w:t>
            </w:r>
            <w:r w:rsidRPr="00304A67">
              <w:rPr>
                <w:sz w:val="28"/>
                <w:szCs w:val="28"/>
              </w:rPr>
              <w:t>б</w:t>
            </w:r>
            <w:r w:rsidRPr="00304A67">
              <w:rPr>
                <w:sz w:val="28"/>
                <w:szCs w:val="28"/>
              </w:rPr>
              <w:t>сидий на софинансирование к</w:t>
            </w:r>
            <w:r w:rsidRPr="00304A67">
              <w:rPr>
                <w:sz w:val="28"/>
                <w:szCs w:val="28"/>
              </w:rPr>
              <w:t>а</w:t>
            </w:r>
            <w:r w:rsidRPr="00304A67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304A67">
              <w:rPr>
                <w:sz w:val="28"/>
                <w:szCs w:val="28"/>
              </w:rPr>
              <w:t>ь</w:t>
            </w:r>
            <w:r w:rsidRPr="00304A67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528 0000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521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40000,0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Форм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рование благоприятного инв</w:t>
            </w:r>
            <w:r w:rsidRPr="00304A67">
              <w:rPr>
                <w:color w:val="000000"/>
                <w:sz w:val="28"/>
                <w:szCs w:val="28"/>
              </w:rPr>
              <w:t>е</w:t>
            </w:r>
            <w:r w:rsidRPr="00304A67">
              <w:rPr>
                <w:color w:val="000000"/>
                <w:sz w:val="28"/>
                <w:szCs w:val="28"/>
              </w:rPr>
              <w:t>стиционного климата в Ульяно</w:t>
            </w:r>
            <w:r w:rsidRPr="00304A67">
              <w:rPr>
                <w:color w:val="000000"/>
                <w:sz w:val="28"/>
                <w:szCs w:val="28"/>
              </w:rPr>
              <w:t>в</w:t>
            </w:r>
            <w:r w:rsidRPr="00304A6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900 0000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3064,13887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на 2014-2018 годы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304A67">
              <w:rPr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Формирование благ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приятного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901 0000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3064,13887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Субсидии бюджету муниц</w:t>
            </w:r>
            <w:r w:rsidRPr="00304A67">
              <w:rPr>
                <w:sz w:val="28"/>
                <w:szCs w:val="28"/>
              </w:rPr>
              <w:t>и</w:t>
            </w:r>
            <w:r w:rsidRPr="00304A67"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  <w:r w:rsidRPr="00304A67">
              <w:rPr>
                <w:sz w:val="28"/>
                <w:szCs w:val="28"/>
              </w:rPr>
              <w:t xml:space="preserve"> на погашение кр</w:t>
            </w:r>
            <w:r w:rsidRPr="00304A67">
              <w:rPr>
                <w:sz w:val="28"/>
                <w:szCs w:val="28"/>
              </w:rPr>
              <w:t>е</w:t>
            </w:r>
            <w:r w:rsidRPr="00304A67">
              <w:rPr>
                <w:sz w:val="28"/>
                <w:szCs w:val="28"/>
              </w:rPr>
              <w:t>диторской задолженности по о</w:t>
            </w:r>
            <w:r w:rsidRPr="00304A67">
              <w:rPr>
                <w:sz w:val="28"/>
                <w:szCs w:val="28"/>
              </w:rPr>
              <w:t>п</w:t>
            </w:r>
            <w:r w:rsidRPr="00304A67">
              <w:rPr>
                <w:sz w:val="28"/>
                <w:szCs w:val="28"/>
              </w:rPr>
              <w:t>лате услуг, связанных с подг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товкой проектной документации для строительства автомобил</w:t>
            </w:r>
            <w:r w:rsidRPr="00304A67">
              <w:rPr>
                <w:sz w:val="28"/>
                <w:szCs w:val="28"/>
              </w:rPr>
              <w:t>ь</w:t>
            </w:r>
            <w:r w:rsidRPr="00304A67">
              <w:rPr>
                <w:sz w:val="28"/>
                <w:szCs w:val="28"/>
              </w:rPr>
              <w:t>ных дорог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901 2429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3064,13887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304A67">
              <w:rPr>
                <w:sz w:val="28"/>
                <w:szCs w:val="28"/>
              </w:rPr>
              <w:t>к</w:t>
            </w:r>
            <w:r w:rsidRPr="00304A67">
              <w:rPr>
                <w:sz w:val="28"/>
                <w:szCs w:val="28"/>
              </w:rPr>
              <w:t>ты государственной (муниц</w:t>
            </w:r>
            <w:r w:rsidRPr="00304A67">
              <w:rPr>
                <w:sz w:val="28"/>
                <w:szCs w:val="28"/>
              </w:rPr>
              <w:t>и</w:t>
            </w:r>
            <w:r w:rsidRPr="00304A67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901 2429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522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3064,13887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Развитие транспортной системы Ульяно</w:t>
            </w:r>
            <w:r w:rsidRPr="00304A67">
              <w:rPr>
                <w:sz w:val="28"/>
                <w:szCs w:val="28"/>
              </w:rPr>
              <w:t>в</w:t>
            </w:r>
            <w:r w:rsidRPr="00304A67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304A67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920 0000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2322916,58395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Развитие сист</w:t>
            </w:r>
            <w:r w:rsidRPr="00304A67">
              <w:rPr>
                <w:sz w:val="28"/>
                <w:szCs w:val="28"/>
              </w:rPr>
              <w:t>е</w:t>
            </w:r>
            <w:r w:rsidRPr="00304A67">
              <w:rPr>
                <w:sz w:val="28"/>
                <w:szCs w:val="28"/>
              </w:rPr>
              <w:t>мы дорожного хозяйства Уль</w:t>
            </w:r>
            <w:r w:rsidRPr="00304A67">
              <w:rPr>
                <w:sz w:val="28"/>
                <w:szCs w:val="28"/>
              </w:rPr>
              <w:t>я</w:t>
            </w:r>
            <w:r w:rsidRPr="00304A67">
              <w:rPr>
                <w:sz w:val="28"/>
                <w:szCs w:val="28"/>
              </w:rPr>
              <w:t>новской области в 2014-2019 г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дах</w:t>
            </w:r>
            <w:r>
              <w:rPr>
                <w:sz w:val="28"/>
                <w:szCs w:val="28"/>
              </w:rPr>
              <w:t>»</w:t>
            </w:r>
            <w:r w:rsidRPr="00304A67">
              <w:rPr>
                <w:sz w:val="28"/>
                <w:szCs w:val="28"/>
              </w:rPr>
              <w:t xml:space="preserve"> государственной програ</w:t>
            </w:r>
            <w:r w:rsidRPr="00304A67">
              <w:rPr>
                <w:sz w:val="28"/>
                <w:szCs w:val="28"/>
              </w:rPr>
              <w:t>м</w:t>
            </w:r>
            <w:r w:rsidRPr="00304A67">
              <w:rPr>
                <w:sz w:val="28"/>
                <w:szCs w:val="28"/>
              </w:rPr>
              <w:t xml:space="preserve">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Ра</w:t>
            </w:r>
            <w:r w:rsidRPr="00304A67">
              <w:rPr>
                <w:sz w:val="28"/>
                <w:szCs w:val="28"/>
              </w:rPr>
              <w:t>з</w:t>
            </w:r>
            <w:r w:rsidRPr="00304A67">
              <w:rPr>
                <w:sz w:val="28"/>
                <w:szCs w:val="28"/>
              </w:rPr>
              <w:t>витие транспортной системы Ульяновской области</w:t>
            </w:r>
            <w:r>
              <w:rPr>
                <w:sz w:val="28"/>
                <w:szCs w:val="28"/>
              </w:rPr>
              <w:t>»</w:t>
            </w:r>
            <w:r w:rsidRPr="00304A67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921 0000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2199849,93595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Мероприятия по развитию си</w:t>
            </w:r>
            <w:r w:rsidRPr="00304A67">
              <w:rPr>
                <w:color w:val="000000"/>
                <w:sz w:val="28"/>
                <w:szCs w:val="28"/>
              </w:rPr>
              <w:t>с</w:t>
            </w:r>
            <w:r w:rsidRPr="00304A67">
              <w:rPr>
                <w:color w:val="000000"/>
                <w:sz w:val="28"/>
                <w:szCs w:val="28"/>
              </w:rPr>
              <w:t>темы дорожного хозяйства  Ул</w:t>
            </w:r>
            <w:r w:rsidRPr="00304A67">
              <w:rPr>
                <w:color w:val="000000"/>
                <w:sz w:val="28"/>
                <w:szCs w:val="28"/>
              </w:rPr>
              <w:t>ь</w:t>
            </w:r>
            <w:r w:rsidRPr="00304A67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2081804,17033</w:t>
            </w:r>
          </w:p>
        </w:tc>
      </w:tr>
      <w:tr w:rsidR="00B5552C" w:rsidRPr="00D07125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Закупка товаров, работ, услуг в сфере информационно-комму</w:t>
            </w:r>
            <w:r w:rsidRPr="00D07125">
              <w:rPr>
                <w:sz w:val="28"/>
                <w:szCs w:val="28"/>
              </w:rPr>
              <w:t>-</w:t>
            </w:r>
            <w:r w:rsidRPr="00304A67">
              <w:rPr>
                <w:sz w:val="28"/>
                <w:szCs w:val="28"/>
              </w:rPr>
              <w:t>никационных технологий</w:t>
            </w:r>
          </w:p>
        </w:tc>
        <w:tc>
          <w:tcPr>
            <w:tcW w:w="655" w:type="dxa"/>
            <w:vAlign w:val="bottom"/>
          </w:tcPr>
          <w:p w:rsidR="00B5552C" w:rsidRPr="00D07125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D07125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D07125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D07125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D07125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D07125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D07125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D07125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921 2610</w:t>
            </w:r>
          </w:p>
        </w:tc>
        <w:tc>
          <w:tcPr>
            <w:tcW w:w="655" w:type="dxa"/>
            <w:vAlign w:val="bottom"/>
          </w:tcPr>
          <w:p w:rsidR="00B5552C" w:rsidRPr="00D07125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D07125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242</w:t>
            </w:r>
          </w:p>
        </w:tc>
        <w:tc>
          <w:tcPr>
            <w:tcW w:w="1966" w:type="dxa"/>
            <w:noWrap/>
            <w:vAlign w:val="bottom"/>
          </w:tcPr>
          <w:p w:rsidR="00B5552C" w:rsidRPr="00D07125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D07125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282,0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сударственного (муниципальн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го) имущества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243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69106,08954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304A67">
              <w:rPr>
                <w:color w:val="000000"/>
                <w:sz w:val="28"/>
                <w:szCs w:val="28"/>
              </w:rPr>
              <w:t>р</w:t>
            </w:r>
            <w:r w:rsidRPr="00304A6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1314036,24644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Бюджетные инвестиции в объе</w:t>
            </w:r>
            <w:r w:rsidRPr="00304A67">
              <w:rPr>
                <w:color w:val="000000"/>
                <w:sz w:val="28"/>
                <w:szCs w:val="28"/>
              </w:rPr>
              <w:t>к</w:t>
            </w:r>
            <w:r w:rsidRPr="00304A67">
              <w:rPr>
                <w:color w:val="000000"/>
                <w:sz w:val="28"/>
                <w:szCs w:val="28"/>
              </w:rPr>
              <w:t>ты  капитального строительства государственной (муниципал</w:t>
            </w:r>
            <w:r w:rsidRPr="00304A67">
              <w:rPr>
                <w:color w:val="000000"/>
                <w:sz w:val="28"/>
                <w:szCs w:val="28"/>
              </w:rPr>
              <w:t>ь</w:t>
            </w:r>
            <w:r w:rsidRPr="00304A67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63151,87322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304A67">
              <w:rPr>
                <w:color w:val="000000"/>
                <w:sz w:val="28"/>
                <w:szCs w:val="28"/>
              </w:rPr>
              <w:t>б</w:t>
            </w:r>
            <w:r w:rsidRPr="00304A67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304A67">
              <w:rPr>
                <w:color w:val="000000"/>
                <w:sz w:val="28"/>
                <w:szCs w:val="28"/>
              </w:rPr>
              <w:t>а</w:t>
            </w:r>
            <w:r w:rsidRPr="00304A67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304A67">
              <w:rPr>
                <w:color w:val="000000"/>
                <w:sz w:val="28"/>
                <w:szCs w:val="28"/>
              </w:rPr>
              <w:t>ь</w:t>
            </w:r>
            <w:r w:rsidRPr="00304A67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921 2610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588059,26531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304A67">
              <w:rPr>
                <w:sz w:val="28"/>
                <w:szCs w:val="28"/>
              </w:rPr>
              <w:t>к</w:t>
            </w:r>
            <w:r w:rsidRPr="00304A67">
              <w:rPr>
                <w:sz w:val="28"/>
                <w:szCs w:val="28"/>
              </w:rPr>
              <w:t>ты государственной (муниц</w:t>
            </w:r>
            <w:r w:rsidRPr="00304A67">
              <w:rPr>
                <w:sz w:val="28"/>
                <w:szCs w:val="28"/>
              </w:rPr>
              <w:t>и</w:t>
            </w:r>
            <w:r w:rsidRPr="00304A67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921 2610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522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47168,69582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Реконструкция автомобильных дорог на территории муниц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 xml:space="preserve">пального образования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Инзе</w:t>
            </w:r>
            <w:r w:rsidRPr="00304A67">
              <w:rPr>
                <w:color w:val="000000"/>
                <w:sz w:val="28"/>
                <w:szCs w:val="28"/>
              </w:rPr>
              <w:t>н</w:t>
            </w:r>
            <w:r w:rsidRPr="00304A67">
              <w:rPr>
                <w:color w:val="000000"/>
                <w:sz w:val="28"/>
                <w:szCs w:val="28"/>
              </w:rPr>
              <w:t>ское городское поселение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И</w:t>
            </w:r>
            <w:r w:rsidRPr="00304A67">
              <w:rPr>
                <w:color w:val="000000"/>
                <w:sz w:val="28"/>
                <w:szCs w:val="28"/>
              </w:rPr>
              <w:t>н</w:t>
            </w:r>
            <w:r w:rsidRPr="00304A67">
              <w:rPr>
                <w:color w:val="000000"/>
                <w:sz w:val="28"/>
                <w:szCs w:val="28"/>
              </w:rPr>
              <w:t>зенского района Ульяновской области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921 2611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22144,65092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Бюджетные инвестиции в объе</w:t>
            </w:r>
            <w:r w:rsidRPr="00304A67">
              <w:rPr>
                <w:color w:val="000000"/>
                <w:sz w:val="28"/>
                <w:szCs w:val="28"/>
              </w:rPr>
              <w:t>к</w:t>
            </w:r>
            <w:r w:rsidRPr="00304A67">
              <w:rPr>
                <w:color w:val="000000"/>
                <w:sz w:val="28"/>
                <w:szCs w:val="28"/>
              </w:rPr>
              <w:t>ты  капитального строительства государственной (муниципал</w:t>
            </w:r>
            <w:r w:rsidRPr="00304A67">
              <w:rPr>
                <w:color w:val="000000"/>
                <w:sz w:val="28"/>
                <w:szCs w:val="28"/>
              </w:rPr>
              <w:t>ь</w:t>
            </w:r>
            <w:r w:rsidRPr="00304A67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921 2611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22144,65092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Строительство мостового пер</w:t>
            </w:r>
            <w:r w:rsidRPr="00304A67">
              <w:rPr>
                <w:color w:val="000000"/>
                <w:sz w:val="28"/>
                <w:szCs w:val="28"/>
              </w:rPr>
              <w:t>е</w:t>
            </w:r>
            <w:r w:rsidRPr="00304A67">
              <w:rPr>
                <w:color w:val="000000"/>
                <w:sz w:val="28"/>
                <w:szCs w:val="28"/>
              </w:rPr>
              <w:t xml:space="preserve">хода через реку Малая Сарка на автомобильной дороге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Сурское – Шумерля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– автомобильная дорога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Москва – Казань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в Сурском районе Ульяновской области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921 2612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95901,1147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Бюджетные инвестиции в объе</w:t>
            </w:r>
            <w:r w:rsidRPr="00304A67">
              <w:rPr>
                <w:color w:val="000000"/>
                <w:sz w:val="28"/>
                <w:szCs w:val="28"/>
              </w:rPr>
              <w:t>к</w:t>
            </w:r>
            <w:r w:rsidRPr="00304A67">
              <w:rPr>
                <w:color w:val="000000"/>
                <w:sz w:val="28"/>
                <w:szCs w:val="28"/>
              </w:rPr>
              <w:t>ты  капитального строительства государственной (муниципал</w:t>
            </w:r>
            <w:r w:rsidRPr="00304A67">
              <w:rPr>
                <w:color w:val="000000"/>
                <w:sz w:val="28"/>
                <w:szCs w:val="28"/>
              </w:rPr>
              <w:t>ь</w:t>
            </w:r>
            <w:r w:rsidRPr="00304A67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921 2612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95901,1147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Повышение безопасности дорожного движ</w:t>
            </w:r>
            <w:r w:rsidRPr="00304A67">
              <w:rPr>
                <w:sz w:val="28"/>
                <w:szCs w:val="28"/>
              </w:rPr>
              <w:t>е</w:t>
            </w:r>
            <w:r w:rsidRPr="00304A67">
              <w:rPr>
                <w:sz w:val="28"/>
                <w:szCs w:val="28"/>
              </w:rPr>
              <w:t>ния в Ульяновской области в 2014-2018 годах</w:t>
            </w:r>
            <w:r>
              <w:rPr>
                <w:sz w:val="28"/>
                <w:szCs w:val="28"/>
              </w:rPr>
              <w:t>»</w:t>
            </w:r>
            <w:r w:rsidRPr="00304A67">
              <w:rPr>
                <w:sz w:val="28"/>
                <w:szCs w:val="28"/>
              </w:rPr>
              <w:t xml:space="preserve"> государстве</w:t>
            </w:r>
            <w:r w:rsidRPr="00304A67">
              <w:rPr>
                <w:sz w:val="28"/>
                <w:szCs w:val="28"/>
              </w:rPr>
              <w:t>н</w:t>
            </w:r>
            <w:r w:rsidRPr="00304A67">
              <w:rPr>
                <w:sz w:val="28"/>
                <w:szCs w:val="28"/>
              </w:rPr>
              <w:t>ной программы Ульяновской о</w:t>
            </w:r>
            <w:r w:rsidRPr="00304A67">
              <w:rPr>
                <w:sz w:val="28"/>
                <w:szCs w:val="28"/>
              </w:rPr>
              <w:t>б</w:t>
            </w:r>
            <w:r w:rsidRPr="00304A67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Развитие транспортной системы Ульяновской области</w:t>
            </w:r>
            <w:r>
              <w:rPr>
                <w:sz w:val="28"/>
                <w:szCs w:val="28"/>
              </w:rPr>
              <w:t>»</w:t>
            </w:r>
            <w:r w:rsidRPr="00304A67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923 0000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123066,648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Мероприятия по обеспечению деятельности Центра автомат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зированной фиксации админис</w:t>
            </w:r>
            <w:r w:rsidRPr="00304A67">
              <w:rPr>
                <w:color w:val="000000"/>
                <w:sz w:val="28"/>
                <w:szCs w:val="28"/>
              </w:rPr>
              <w:t>т</w:t>
            </w:r>
            <w:r w:rsidRPr="00304A67">
              <w:rPr>
                <w:color w:val="000000"/>
                <w:sz w:val="28"/>
                <w:szCs w:val="28"/>
              </w:rPr>
              <w:t>ративных правонарушений в о</w:t>
            </w:r>
            <w:r w:rsidRPr="00304A67">
              <w:rPr>
                <w:color w:val="000000"/>
                <w:sz w:val="28"/>
                <w:szCs w:val="28"/>
              </w:rPr>
              <w:t>б</w:t>
            </w:r>
            <w:r w:rsidRPr="00304A67">
              <w:rPr>
                <w:color w:val="000000"/>
                <w:sz w:val="28"/>
                <w:szCs w:val="28"/>
              </w:rPr>
              <w:t>ласти безопасности дорожного движения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33850,0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304A67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10749,551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304A67">
              <w:rPr>
                <w:color w:val="000000"/>
                <w:sz w:val="28"/>
                <w:szCs w:val="28"/>
              </w:rPr>
              <w:t>р</w:t>
            </w:r>
            <w:r w:rsidRPr="00304A6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923 2710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23100,449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Мероприятия, направленные на повышение безопасности д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рожного движения на автом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бильных дорогах регионального и межмуниципального значения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923 2711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80066,648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304A67">
              <w:rPr>
                <w:color w:val="000000"/>
                <w:sz w:val="28"/>
                <w:szCs w:val="28"/>
              </w:rPr>
              <w:t>р</w:t>
            </w:r>
            <w:r w:rsidRPr="00304A6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923 2711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80066,648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Софинансирование расходов, связанных с обеспечением без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пасности дорожного движения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923 2712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9150,0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Субсидии на софинансирование капитальных вложений в объе</w:t>
            </w:r>
            <w:r w:rsidRPr="00304A67">
              <w:rPr>
                <w:color w:val="000000"/>
                <w:sz w:val="28"/>
                <w:szCs w:val="28"/>
              </w:rPr>
              <w:t>к</w:t>
            </w:r>
            <w:r w:rsidRPr="00304A67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923 2712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9150,0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Другие вопросы в области н</w:t>
            </w:r>
            <w:r w:rsidRPr="00304A67">
              <w:rPr>
                <w:color w:val="000000"/>
                <w:sz w:val="28"/>
                <w:szCs w:val="28"/>
              </w:rPr>
              <w:t>а</w:t>
            </w:r>
            <w:r w:rsidRPr="00304A67">
              <w:rPr>
                <w:color w:val="000000"/>
                <w:sz w:val="28"/>
                <w:szCs w:val="28"/>
              </w:rPr>
              <w:t>циональной экономики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24021,1388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Учреждения по сопровождению исполнения отдельных проц</w:t>
            </w:r>
            <w:r w:rsidRPr="00304A67">
              <w:rPr>
                <w:color w:val="000000"/>
                <w:sz w:val="28"/>
                <w:szCs w:val="28"/>
              </w:rPr>
              <w:t>е</w:t>
            </w:r>
            <w:r w:rsidRPr="00304A67">
              <w:rPr>
                <w:color w:val="000000"/>
                <w:sz w:val="28"/>
                <w:szCs w:val="28"/>
              </w:rPr>
              <w:t>дур, осуществляемых при и</w:t>
            </w:r>
            <w:r w:rsidRPr="00304A67">
              <w:rPr>
                <w:color w:val="000000"/>
                <w:sz w:val="28"/>
                <w:szCs w:val="28"/>
              </w:rPr>
              <w:t>с</w:t>
            </w:r>
            <w:r w:rsidRPr="00304A67">
              <w:rPr>
                <w:color w:val="000000"/>
                <w:sz w:val="28"/>
                <w:szCs w:val="28"/>
              </w:rPr>
              <w:t>полнении государственных функций государственными о</w:t>
            </w:r>
            <w:r w:rsidRPr="00304A67">
              <w:rPr>
                <w:color w:val="000000"/>
                <w:sz w:val="28"/>
                <w:szCs w:val="28"/>
              </w:rPr>
              <w:t>р</w:t>
            </w:r>
            <w:r w:rsidRPr="00304A67">
              <w:rPr>
                <w:color w:val="000000"/>
                <w:sz w:val="28"/>
                <w:szCs w:val="28"/>
              </w:rPr>
              <w:t>ганами Ульяновской области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3779,7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304A67">
              <w:rPr>
                <w:color w:val="000000"/>
                <w:sz w:val="28"/>
                <w:szCs w:val="28"/>
              </w:rPr>
              <w:t>а</w:t>
            </w:r>
            <w:r w:rsidRPr="00304A67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3238,2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Иные выплаты персоналу казё</w:t>
            </w:r>
            <w:r w:rsidRPr="00304A67">
              <w:rPr>
                <w:color w:val="000000"/>
                <w:sz w:val="28"/>
                <w:szCs w:val="28"/>
              </w:rPr>
              <w:t>н</w:t>
            </w:r>
            <w:r w:rsidRPr="00304A67">
              <w:rPr>
                <w:color w:val="000000"/>
                <w:sz w:val="28"/>
                <w:szCs w:val="28"/>
              </w:rPr>
              <w:t>ных учреждений, за исключен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ем фонда оплаты труда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5,36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183,9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304A67">
              <w:rPr>
                <w:color w:val="000000"/>
                <w:sz w:val="28"/>
                <w:szCs w:val="28"/>
              </w:rPr>
              <w:t>р</w:t>
            </w:r>
            <w:r w:rsidRPr="00304A6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350,47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1,77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850 0000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4916,2388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Создание ко</w:t>
            </w:r>
            <w:r w:rsidRPr="00304A67">
              <w:rPr>
                <w:color w:val="000000"/>
                <w:sz w:val="28"/>
                <w:szCs w:val="28"/>
              </w:rPr>
              <w:t>м</w:t>
            </w:r>
            <w:r w:rsidRPr="00304A67">
              <w:rPr>
                <w:color w:val="000000"/>
                <w:sz w:val="28"/>
                <w:szCs w:val="28"/>
              </w:rPr>
              <w:t>фортной среды в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г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сударственной программы Ул</w:t>
            </w:r>
            <w:r w:rsidRPr="00304A67">
              <w:rPr>
                <w:color w:val="000000"/>
                <w:sz w:val="28"/>
                <w:szCs w:val="28"/>
              </w:rPr>
              <w:t>ь</w:t>
            </w:r>
            <w:r w:rsidRPr="00304A67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 xml:space="preserve">» </w:t>
            </w:r>
            <w:r w:rsidRPr="00304A67">
              <w:rPr>
                <w:color w:val="000000"/>
                <w:sz w:val="28"/>
                <w:szCs w:val="28"/>
              </w:rPr>
              <w:t>на 2014-2018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852 0000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1316,2388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Организация и проведение соц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ально значимых мероприятий в области архитектуры и град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строительства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852 2110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1266,2388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304A67">
              <w:rPr>
                <w:color w:val="000000"/>
                <w:sz w:val="28"/>
                <w:szCs w:val="28"/>
              </w:rPr>
              <w:t>р</w:t>
            </w:r>
            <w:r w:rsidRPr="00304A6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852 2110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676,2388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852 2110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350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590,0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Погашение кредиторской задо</w:t>
            </w:r>
            <w:r w:rsidRPr="00304A67">
              <w:rPr>
                <w:color w:val="000000"/>
                <w:sz w:val="28"/>
                <w:szCs w:val="28"/>
              </w:rPr>
              <w:t>л</w:t>
            </w:r>
            <w:r w:rsidRPr="00304A67">
              <w:rPr>
                <w:color w:val="000000"/>
                <w:sz w:val="28"/>
                <w:szCs w:val="28"/>
              </w:rPr>
              <w:t>женности по премированию п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бедителей областных конкурсов по благоустройству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852 2120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304A67">
              <w:rPr>
                <w:color w:val="000000"/>
                <w:sz w:val="28"/>
                <w:szCs w:val="28"/>
              </w:rPr>
              <w:t>р</w:t>
            </w:r>
            <w:r w:rsidRPr="00304A6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852 2120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Увековечение памяти лиц, внёсших особый вклад в историю Ульяновской области, в 2014-2018 годах</w:t>
            </w:r>
            <w:r>
              <w:rPr>
                <w:sz w:val="28"/>
                <w:szCs w:val="28"/>
              </w:rPr>
              <w:t>»</w:t>
            </w:r>
            <w:r w:rsidRPr="00304A67">
              <w:rPr>
                <w:sz w:val="28"/>
                <w:szCs w:val="28"/>
              </w:rPr>
              <w:t xml:space="preserve"> г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сударственной программы Ул</w:t>
            </w:r>
            <w:r w:rsidRPr="00304A67">
              <w:rPr>
                <w:sz w:val="28"/>
                <w:szCs w:val="28"/>
              </w:rPr>
              <w:t>ь</w:t>
            </w:r>
            <w:r w:rsidRPr="00304A67">
              <w:rPr>
                <w:sz w:val="28"/>
                <w:szCs w:val="28"/>
              </w:rPr>
              <w:t xml:space="preserve">яновской области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Развитие строительства и ар</w:t>
            </w:r>
            <w:r>
              <w:rPr>
                <w:sz w:val="28"/>
                <w:szCs w:val="28"/>
              </w:rPr>
              <w:t>хитектуры в Ульяновской области»</w:t>
            </w:r>
            <w:r w:rsidRPr="00304A6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853 0000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3600,0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Субсидии бюджету муниц</w:t>
            </w:r>
            <w:r w:rsidRPr="00304A67">
              <w:rPr>
                <w:sz w:val="28"/>
                <w:szCs w:val="28"/>
              </w:rPr>
              <w:t>и</w:t>
            </w:r>
            <w:r w:rsidRPr="00304A67"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  <w:r w:rsidRPr="00304A67">
              <w:rPr>
                <w:sz w:val="28"/>
                <w:szCs w:val="28"/>
              </w:rPr>
              <w:t xml:space="preserve"> на изготовление и установку памятников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853 2130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3600,0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Субсидии, за исключением су</w:t>
            </w:r>
            <w:r w:rsidRPr="00304A67">
              <w:rPr>
                <w:sz w:val="28"/>
                <w:szCs w:val="28"/>
              </w:rPr>
              <w:t>б</w:t>
            </w:r>
            <w:r w:rsidRPr="00304A67">
              <w:rPr>
                <w:sz w:val="28"/>
                <w:szCs w:val="28"/>
              </w:rPr>
              <w:t>сидий на софинансирование к</w:t>
            </w:r>
            <w:r w:rsidRPr="00304A67">
              <w:rPr>
                <w:sz w:val="28"/>
                <w:szCs w:val="28"/>
              </w:rPr>
              <w:t>а</w:t>
            </w:r>
            <w:r w:rsidRPr="00304A67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304A67">
              <w:rPr>
                <w:sz w:val="28"/>
                <w:szCs w:val="28"/>
              </w:rPr>
              <w:t>ь</w:t>
            </w:r>
            <w:r w:rsidRPr="00304A67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853 2130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521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3600,0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FE3128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Форм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рование благоприятного инв</w:t>
            </w:r>
            <w:r w:rsidRPr="00304A67">
              <w:rPr>
                <w:color w:val="000000"/>
                <w:sz w:val="28"/>
                <w:szCs w:val="28"/>
              </w:rPr>
              <w:t>е</w:t>
            </w:r>
            <w:r w:rsidRPr="00304A67">
              <w:rPr>
                <w:color w:val="000000"/>
                <w:sz w:val="28"/>
                <w:szCs w:val="28"/>
              </w:rPr>
              <w:t>стиционного климата в Ульяно</w:t>
            </w:r>
            <w:r w:rsidRPr="00304A67">
              <w:rPr>
                <w:color w:val="000000"/>
                <w:sz w:val="28"/>
                <w:szCs w:val="28"/>
              </w:rPr>
              <w:t>в</w:t>
            </w:r>
            <w:r w:rsidRPr="00304A6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900 0000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FE312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15325,2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FE3128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Ульяновск – авиационная столица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госуда</w:t>
            </w:r>
            <w:r w:rsidRPr="00304A67">
              <w:rPr>
                <w:color w:val="000000"/>
                <w:sz w:val="28"/>
                <w:szCs w:val="28"/>
              </w:rPr>
              <w:t>р</w:t>
            </w:r>
            <w:r w:rsidRPr="00304A67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304A67">
              <w:rPr>
                <w:color w:val="000000"/>
                <w:sz w:val="28"/>
                <w:szCs w:val="28"/>
              </w:rPr>
              <w:t>в</w:t>
            </w:r>
            <w:r w:rsidRPr="00304A6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Формирование благоприятного инвестиционн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го климата в Ульяновской о</w:t>
            </w:r>
            <w:r w:rsidRPr="00304A67">
              <w:rPr>
                <w:color w:val="000000"/>
                <w:sz w:val="28"/>
                <w:szCs w:val="28"/>
              </w:rPr>
              <w:t>б</w:t>
            </w:r>
            <w:r w:rsidRPr="00304A6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903 0000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FE312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15325,2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FE3128" w:rsidRDefault="00B5552C" w:rsidP="00FE3128">
            <w:pPr>
              <w:spacing w:line="331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FE3128">
              <w:rPr>
                <w:color w:val="000000"/>
                <w:spacing w:val="-6"/>
                <w:sz w:val="28"/>
                <w:szCs w:val="28"/>
              </w:rPr>
              <w:t>Субсидии юридическим лицам, осуществляющим аэропортовую деятельность, на возмещение з</w:t>
            </w:r>
            <w:r w:rsidRPr="00FE3128">
              <w:rPr>
                <w:color w:val="000000"/>
                <w:spacing w:val="-6"/>
                <w:sz w:val="28"/>
                <w:szCs w:val="28"/>
              </w:rPr>
              <w:t>а</w:t>
            </w:r>
            <w:r w:rsidRPr="00FE3128">
              <w:rPr>
                <w:color w:val="000000"/>
                <w:spacing w:val="-6"/>
                <w:sz w:val="28"/>
                <w:szCs w:val="28"/>
              </w:rPr>
              <w:t>трат, связанных с уплатой проце</w:t>
            </w:r>
            <w:r w:rsidRPr="00FE3128">
              <w:rPr>
                <w:color w:val="000000"/>
                <w:spacing w:val="-6"/>
                <w:sz w:val="28"/>
                <w:szCs w:val="28"/>
              </w:rPr>
              <w:t>н</w:t>
            </w:r>
            <w:r w:rsidRPr="00FE3128">
              <w:rPr>
                <w:color w:val="000000"/>
                <w:spacing w:val="-6"/>
                <w:sz w:val="28"/>
                <w:szCs w:val="28"/>
              </w:rPr>
              <w:t>тов по привлечённым кредитам, в целях реконструкции объектов а</w:t>
            </w:r>
            <w:r w:rsidRPr="00FE3128">
              <w:rPr>
                <w:color w:val="000000"/>
                <w:spacing w:val="-6"/>
                <w:sz w:val="28"/>
                <w:szCs w:val="28"/>
              </w:rPr>
              <w:t>э</w:t>
            </w:r>
            <w:r w:rsidRPr="00FE3128">
              <w:rPr>
                <w:color w:val="000000"/>
                <w:spacing w:val="-6"/>
                <w:sz w:val="28"/>
                <w:szCs w:val="28"/>
              </w:rPr>
              <w:t>ропортовой инфраструктуры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903 2511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FE312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15325,2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FE3128" w:rsidRDefault="00B5552C" w:rsidP="00FE3128">
            <w:pPr>
              <w:spacing w:line="331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FE3128">
              <w:rPr>
                <w:color w:val="000000"/>
                <w:spacing w:val="-6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FE3128">
              <w:rPr>
                <w:color w:val="000000"/>
                <w:spacing w:val="-6"/>
                <w:sz w:val="28"/>
                <w:szCs w:val="28"/>
              </w:rPr>
              <w:t>а</w:t>
            </w:r>
            <w:r w:rsidRPr="00FE3128">
              <w:rPr>
                <w:color w:val="000000"/>
                <w:spacing w:val="-6"/>
                <w:sz w:val="28"/>
                <w:szCs w:val="28"/>
              </w:rPr>
              <w:t>ций), индивидуальным предпр</w:t>
            </w:r>
            <w:r w:rsidRPr="00FE3128">
              <w:rPr>
                <w:color w:val="000000"/>
                <w:spacing w:val="-6"/>
                <w:sz w:val="28"/>
                <w:szCs w:val="28"/>
              </w:rPr>
              <w:t>и</w:t>
            </w:r>
            <w:r w:rsidRPr="00FE3128">
              <w:rPr>
                <w:color w:val="000000"/>
                <w:spacing w:val="-6"/>
                <w:sz w:val="28"/>
                <w:szCs w:val="28"/>
              </w:rPr>
              <w:t>нимателям, физическим лицам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903 2511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FE312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15325,2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FE3128" w:rsidRDefault="00B5552C" w:rsidP="00FE3128">
            <w:pPr>
              <w:spacing w:line="331" w:lineRule="auto"/>
              <w:ind w:right="-154"/>
              <w:jc w:val="both"/>
              <w:rPr>
                <w:color w:val="000000"/>
                <w:spacing w:val="-8"/>
                <w:sz w:val="28"/>
                <w:szCs w:val="28"/>
              </w:rPr>
            </w:pPr>
            <w:r w:rsidRPr="00FE3128">
              <w:rPr>
                <w:color w:val="000000"/>
                <w:spacing w:val="-8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FE312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478845,45763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FE3128">
            <w:pPr>
              <w:spacing w:line="331" w:lineRule="auto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 xml:space="preserve">Жилищное хозяйство 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655" w:type="dxa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shd w:val="clear" w:color="000000" w:fill="FFFFFF"/>
            <w:noWrap/>
            <w:vAlign w:val="bottom"/>
          </w:tcPr>
          <w:p w:rsidR="00B5552C" w:rsidRPr="00304A67" w:rsidRDefault="00B5552C" w:rsidP="00FE312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161530,12865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FE3128">
            <w:pPr>
              <w:spacing w:line="331" w:lineRule="auto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квартирных домов и пересел</w:t>
            </w:r>
            <w:r w:rsidRPr="00304A67">
              <w:rPr>
                <w:sz w:val="28"/>
                <w:szCs w:val="28"/>
              </w:rPr>
              <w:t>е</w:t>
            </w:r>
            <w:r w:rsidRPr="00304A67">
              <w:rPr>
                <w:sz w:val="28"/>
                <w:szCs w:val="28"/>
              </w:rPr>
              <w:t>нию граждан из аварийного ж</w:t>
            </w:r>
            <w:r w:rsidRPr="00304A67">
              <w:rPr>
                <w:sz w:val="28"/>
                <w:szCs w:val="28"/>
              </w:rPr>
              <w:t>и</w:t>
            </w:r>
            <w:r w:rsidRPr="00304A67">
              <w:rPr>
                <w:sz w:val="28"/>
                <w:szCs w:val="28"/>
              </w:rPr>
              <w:t>лищного фонда</w:t>
            </w:r>
          </w:p>
        </w:tc>
        <w:tc>
          <w:tcPr>
            <w:tcW w:w="655" w:type="dxa"/>
            <w:vAlign w:val="bottom"/>
          </w:tcPr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098 00 00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shd w:val="clear" w:color="000000" w:fill="FFFFFF"/>
            <w:noWrap/>
            <w:vAlign w:val="bottom"/>
          </w:tcPr>
          <w:p w:rsidR="00B5552C" w:rsidRDefault="00B5552C" w:rsidP="00FE312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FE312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FE312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FE312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FE312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150787,12865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FE3128">
            <w:pPr>
              <w:spacing w:line="331" w:lineRule="auto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квартирных домов и пересел</w:t>
            </w:r>
            <w:r w:rsidRPr="00304A67">
              <w:rPr>
                <w:sz w:val="28"/>
                <w:szCs w:val="28"/>
              </w:rPr>
              <w:t>е</w:t>
            </w:r>
            <w:r w:rsidRPr="00304A67">
              <w:rPr>
                <w:sz w:val="28"/>
                <w:szCs w:val="28"/>
              </w:rPr>
              <w:t>нию граждан из аварийного ж</w:t>
            </w:r>
            <w:r w:rsidRPr="00304A67">
              <w:rPr>
                <w:sz w:val="28"/>
                <w:szCs w:val="28"/>
              </w:rPr>
              <w:t>и</w:t>
            </w:r>
            <w:r w:rsidRPr="00304A67">
              <w:rPr>
                <w:sz w:val="28"/>
                <w:szCs w:val="28"/>
              </w:rPr>
              <w:t>лищного фонда за счёт средств, поступивших от государстве</w:t>
            </w:r>
            <w:r w:rsidRPr="00304A67">
              <w:rPr>
                <w:sz w:val="28"/>
                <w:szCs w:val="28"/>
              </w:rPr>
              <w:t>н</w:t>
            </w:r>
            <w:r w:rsidRPr="00304A67">
              <w:rPr>
                <w:sz w:val="28"/>
                <w:szCs w:val="28"/>
              </w:rPr>
              <w:t>ной корпорации – Фонда соде</w:t>
            </w:r>
            <w:r w:rsidRPr="00304A67">
              <w:rPr>
                <w:sz w:val="28"/>
                <w:szCs w:val="28"/>
              </w:rPr>
              <w:t>й</w:t>
            </w:r>
            <w:r w:rsidRPr="00304A67">
              <w:rPr>
                <w:sz w:val="28"/>
                <w:szCs w:val="28"/>
              </w:rPr>
              <w:t>ствия реформированию жили</w:t>
            </w:r>
            <w:r w:rsidRPr="00304A67">
              <w:rPr>
                <w:sz w:val="28"/>
                <w:szCs w:val="28"/>
              </w:rPr>
              <w:t>щ</w:t>
            </w:r>
            <w:r w:rsidRPr="00304A67">
              <w:rPr>
                <w:sz w:val="28"/>
                <w:szCs w:val="28"/>
              </w:rPr>
              <w:t>но-коммунального хозяйства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098 95 00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FE312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127787,12865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FE3128">
            <w:pPr>
              <w:spacing w:line="331" w:lineRule="auto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квартирных домов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098 95 01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FE312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61867,575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FE3128">
            <w:pPr>
              <w:spacing w:line="331" w:lineRule="auto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Субсидии, за исключением су</w:t>
            </w:r>
            <w:r w:rsidRPr="00304A67">
              <w:rPr>
                <w:sz w:val="28"/>
                <w:szCs w:val="28"/>
              </w:rPr>
              <w:t>б</w:t>
            </w:r>
            <w:r w:rsidRPr="00304A67">
              <w:rPr>
                <w:sz w:val="28"/>
                <w:szCs w:val="28"/>
              </w:rPr>
              <w:t>сидий на софинансирование к</w:t>
            </w:r>
            <w:r w:rsidRPr="00304A67">
              <w:rPr>
                <w:sz w:val="28"/>
                <w:szCs w:val="28"/>
              </w:rPr>
              <w:t>а</w:t>
            </w:r>
            <w:r w:rsidRPr="00304A67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304A67">
              <w:rPr>
                <w:sz w:val="28"/>
                <w:szCs w:val="28"/>
              </w:rPr>
              <w:t>ь</w:t>
            </w:r>
            <w:r w:rsidRPr="00304A67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098 95 01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521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FE312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1477,24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FE3128">
            <w:pPr>
              <w:spacing w:line="331" w:lineRule="auto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Субсидии некоммерческим о</w:t>
            </w:r>
            <w:r w:rsidRPr="00304A67">
              <w:rPr>
                <w:sz w:val="28"/>
                <w:szCs w:val="28"/>
              </w:rPr>
              <w:t>р</w:t>
            </w:r>
            <w:r w:rsidRPr="00304A67">
              <w:rPr>
                <w:sz w:val="28"/>
                <w:szCs w:val="28"/>
              </w:rPr>
              <w:t>ганизациям (за исключением г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сударственных (муниципал</w:t>
            </w:r>
            <w:r w:rsidRPr="00304A67">
              <w:rPr>
                <w:sz w:val="28"/>
                <w:szCs w:val="28"/>
              </w:rPr>
              <w:t>ь</w:t>
            </w:r>
            <w:r w:rsidRPr="00304A67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098 95 01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630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FE312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60390,335</w:t>
            </w:r>
          </w:p>
        </w:tc>
      </w:tr>
      <w:tr w:rsidR="00B5552C" w:rsidRPr="00D07125" w:rsidTr="00FE3128">
        <w:trPr>
          <w:trHeight w:val="426"/>
        </w:trPr>
        <w:tc>
          <w:tcPr>
            <w:tcW w:w="4207" w:type="dxa"/>
          </w:tcPr>
          <w:p w:rsidR="00B5552C" w:rsidRPr="00FE3128" w:rsidRDefault="00B5552C" w:rsidP="00FE3128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FE3128">
              <w:rPr>
                <w:sz w:val="28"/>
                <w:szCs w:val="28"/>
              </w:rPr>
              <w:t>Обеспечение мероприятий по переселению граждан из авари</w:t>
            </w:r>
            <w:r w:rsidRPr="00FE3128">
              <w:rPr>
                <w:sz w:val="28"/>
                <w:szCs w:val="28"/>
              </w:rPr>
              <w:t>й</w:t>
            </w:r>
            <w:r w:rsidRPr="00FE3128">
              <w:rPr>
                <w:sz w:val="28"/>
                <w:szCs w:val="28"/>
              </w:rPr>
              <w:t>ного жилищного фонда</w:t>
            </w:r>
          </w:p>
        </w:tc>
        <w:tc>
          <w:tcPr>
            <w:tcW w:w="655" w:type="dxa"/>
            <w:vAlign w:val="bottom"/>
          </w:tcPr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FE3128">
            <w:pPr>
              <w:spacing w:line="33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Default="00B5552C" w:rsidP="00FE3128">
            <w:pPr>
              <w:spacing w:line="33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Default="00B5552C" w:rsidP="00FE3128">
            <w:pPr>
              <w:spacing w:line="33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098 9502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966" w:type="dxa"/>
            <w:shd w:val="clear" w:color="000000" w:fill="FFFFFF"/>
            <w:noWrap/>
            <w:vAlign w:val="bottom"/>
          </w:tcPr>
          <w:p w:rsidR="00B5552C" w:rsidRDefault="00B5552C" w:rsidP="00FE3128">
            <w:pPr>
              <w:spacing w:line="33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65919,55365</w:t>
            </w:r>
          </w:p>
        </w:tc>
      </w:tr>
      <w:tr w:rsidR="00B5552C" w:rsidRPr="00D07125" w:rsidTr="00D07125">
        <w:trPr>
          <w:trHeight w:val="20"/>
        </w:trPr>
        <w:tc>
          <w:tcPr>
            <w:tcW w:w="4207" w:type="dxa"/>
          </w:tcPr>
          <w:p w:rsidR="00B5552C" w:rsidRPr="00FE3128" w:rsidRDefault="00B5552C" w:rsidP="00FE3128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FE3128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FE3128">
              <w:rPr>
                <w:sz w:val="28"/>
                <w:szCs w:val="28"/>
              </w:rPr>
              <w:t>к</w:t>
            </w:r>
            <w:r w:rsidRPr="00FE3128">
              <w:rPr>
                <w:sz w:val="28"/>
                <w:szCs w:val="28"/>
              </w:rPr>
              <w:t>ты государственной (муниц</w:t>
            </w:r>
            <w:r w:rsidRPr="00FE3128">
              <w:rPr>
                <w:sz w:val="28"/>
                <w:szCs w:val="28"/>
              </w:rPr>
              <w:t>и</w:t>
            </w:r>
            <w:r w:rsidRPr="00FE3128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55" w:type="dxa"/>
            <w:vAlign w:val="bottom"/>
          </w:tcPr>
          <w:p w:rsidR="00B5552C" w:rsidRDefault="00B5552C" w:rsidP="00FE3128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FE3128">
            <w:pPr>
              <w:spacing w:line="33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Default="00B5552C" w:rsidP="00FE3128">
            <w:pPr>
              <w:spacing w:line="33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Default="00B5552C" w:rsidP="00FE3128">
            <w:pPr>
              <w:spacing w:line="33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098 9502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FE3128">
            <w:pPr>
              <w:spacing w:line="33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</w:t>
            </w:r>
          </w:p>
        </w:tc>
        <w:tc>
          <w:tcPr>
            <w:tcW w:w="1966" w:type="dxa"/>
            <w:shd w:val="clear" w:color="000000" w:fill="FFFFFF"/>
            <w:noWrap/>
            <w:vAlign w:val="bottom"/>
          </w:tcPr>
          <w:p w:rsidR="00B5552C" w:rsidRDefault="00B5552C" w:rsidP="00FE3128">
            <w:pPr>
              <w:spacing w:line="33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65919,55365</w:t>
            </w:r>
          </w:p>
        </w:tc>
      </w:tr>
      <w:tr w:rsidR="00B5552C" w:rsidRPr="00D07125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квартирных домов и пересел</w:t>
            </w:r>
            <w:r w:rsidRPr="00304A67">
              <w:rPr>
                <w:sz w:val="28"/>
                <w:szCs w:val="28"/>
              </w:rPr>
              <w:t>е</w:t>
            </w:r>
            <w:r w:rsidRPr="00304A67">
              <w:rPr>
                <w:sz w:val="28"/>
                <w:szCs w:val="28"/>
              </w:rPr>
              <w:t>нию граждан из аварийного ж</w:t>
            </w:r>
            <w:r w:rsidRPr="00304A67">
              <w:rPr>
                <w:sz w:val="28"/>
                <w:szCs w:val="28"/>
              </w:rPr>
              <w:t>и</w:t>
            </w:r>
            <w:r w:rsidRPr="00304A67">
              <w:rPr>
                <w:sz w:val="28"/>
                <w:szCs w:val="28"/>
              </w:rPr>
              <w:t>лищного фонда за счёт средств бюджетов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098 9600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shd w:val="clear" w:color="000000" w:fill="FFFFFF"/>
            <w:noWrap/>
            <w:vAlign w:val="bottom"/>
          </w:tcPr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E974B7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 xml:space="preserve">Обеспечение мероприятий по капитальному ремонту </w:t>
            </w:r>
            <w:r>
              <w:rPr>
                <w:sz w:val="28"/>
                <w:szCs w:val="28"/>
              </w:rPr>
              <w:t>мног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квартирных </w:t>
            </w:r>
            <w:r w:rsidRPr="00304A67">
              <w:rPr>
                <w:sz w:val="28"/>
                <w:szCs w:val="28"/>
              </w:rPr>
              <w:t>домов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098 9601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shd w:val="clear" w:color="000000" w:fill="FFFFFF"/>
            <w:noWrap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10000,0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E974B7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Субсидии некоммерческим о</w:t>
            </w:r>
            <w:r w:rsidRPr="00304A67">
              <w:rPr>
                <w:sz w:val="28"/>
                <w:szCs w:val="28"/>
              </w:rPr>
              <w:t>р</w:t>
            </w:r>
            <w:r w:rsidRPr="00304A67">
              <w:rPr>
                <w:sz w:val="28"/>
                <w:szCs w:val="28"/>
              </w:rPr>
              <w:t>ганизациям (за исключением г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сударственных (муниципал</w:t>
            </w:r>
            <w:r w:rsidRPr="00304A67">
              <w:rPr>
                <w:sz w:val="28"/>
                <w:szCs w:val="28"/>
              </w:rPr>
              <w:t>ь</w:t>
            </w:r>
            <w:r w:rsidRPr="00304A67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098 9601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630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10000,0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E974B7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Обеспечение мероприятий по переселению граждан из авари</w:t>
            </w:r>
            <w:r w:rsidRPr="00304A67">
              <w:rPr>
                <w:sz w:val="28"/>
                <w:szCs w:val="28"/>
              </w:rPr>
              <w:t>й</w:t>
            </w:r>
            <w:r w:rsidRPr="00304A67">
              <w:rPr>
                <w:sz w:val="28"/>
                <w:szCs w:val="28"/>
              </w:rPr>
              <w:t>ного жилищного фонда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098 9602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shd w:val="clear" w:color="000000" w:fill="FFFFFF"/>
            <w:noWrap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13000,0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E974B7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304A67">
              <w:rPr>
                <w:sz w:val="28"/>
                <w:szCs w:val="28"/>
              </w:rPr>
              <w:t>к</w:t>
            </w:r>
            <w:r w:rsidRPr="00304A67">
              <w:rPr>
                <w:sz w:val="28"/>
                <w:szCs w:val="28"/>
              </w:rPr>
              <w:t>ты государственной (муниц</w:t>
            </w:r>
            <w:r w:rsidRPr="00304A67">
              <w:rPr>
                <w:sz w:val="28"/>
                <w:szCs w:val="28"/>
              </w:rPr>
              <w:t>и</w:t>
            </w:r>
            <w:r w:rsidRPr="00304A67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098 9602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522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13000,0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E974B7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Областные адресные программы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525 0000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shd w:val="clear" w:color="000000" w:fill="FFFFFF"/>
            <w:noWrap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10743,0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E974B7" w:rsidRDefault="00B5552C" w:rsidP="00E974B7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E974B7">
              <w:rPr>
                <w:sz w:val="28"/>
                <w:szCs w:val="28"/>
              </w:rPr>
              <w:t>Мероприятия по переселению граждан из аварийного жили</w:t>
            </w:r>
            <w:r w:rsidRPr="00E974B7">
              <w:rPr>
                <w:sz w:val="28"/>
                <w:szCs w:val="28"/>
              </w:rPr>
              <w:t>щ</w:t>
            </w:r>
            <w:r w:rsidRPr="00E974B7">
              <w:rPr>
                <w:sz w:val="28"/>
                <w:szCs w:val="28"/>
              </w:rPr>
              <w:t>ного фонда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525 2450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shd w:val="clear" w:color="000000" w:fill="FFFFFF"/>
            <w:noWrap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10743,0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E974B7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304A67">
              <w:rPr>
                <w:sz w:val="28"/>
                <w:szCs w:val="28"/>
              </w:rPr>
              <w:t>к</w:t>
            </w:r>
            <w:r w:rsidRPr="00304A67">
              <w:rPr>
                <w:sz w:val="28"/>
                <w:szCs w:val="28"/>
              </w:rPr>
              <w:t>ты государственной (муниц</w:t>
            </w:r>
            <w:r w:rsidRPr="00304A67">
              <w:rPr>
                <w:sz w:val="28"/>
                <w:szCs w:val="28"/>
              </w:rPr>
              <w:t>и</w:t>
            </w:r>
            <w:r w:rsidRPr="00304A67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525 2450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522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10743,0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E974B7">
            <w:pPr>
              <w:spacing w:line="341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Другие вопросы в области ж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317315,32898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E974B7">
            <w:pPr>
              <w:spacing w:line="341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304A67">
              <w:rPr>
                <w:color w:val="000000"/>
                <w:sz w:val="28"/>
                <w:szCs w:val="28"/>
              </w:rPr>
              <w:t>я</w:t>
            </w:r>
            <w:r w:rsidRPr="00304A67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E974B7">
            <w:pPr>
              <w:spacing w:line="341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E974B7">
            <w:pPr>
              <w:spacing w:line="341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63584,9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63584,9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304A67">
              <w:rPr>
                <w:color w:val="000000"/>
                <w:sz w:val="28"/>
                <w:szCs w:val="28"/>
              </w:rPr>
              <w:t>т</w:t>
            </w:r>
            <w:r w:rsidRPr="00304A67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304A67">
              <w:rPr>
                <w:color w:val="000000"/>
                <w:sz w:val="28"/>
                <w:szCs w:val="28"/>
              </w:rPr>
              <w:t>а</w:t>
            </w:r>
            <w:r w:rsidRPr="00304A67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56077,0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304A67">
              <w:rPr>
                <w:color w:val="000000"/>
                <w:sz w:val="28"/>
                <w:szCs w:val="28"/>
              </w:rPr>
              <w:t>у</w:t>
            </w:r>
            <w:r w:rsidRPr="00304A67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192,0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304A67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3893,3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304A67">
              <w:rPr>
                <w:color w:val="000000"/>
                <w:sz w:val="28"/>
                <w:szCs w:val="28"/>
              </w:rPr>
              <w:t>р</w:t>
            </w:r>
            <w:r w:rsidRPr="00304A6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3381,6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41,0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Учреждения по сопровождению исполнения отдельных проц</w:t>
            </w:r>
            <w:r w:rsidRPr="00304A67">
              <w:rPr>
                <w:color w:val="000000"/>
                <w:sz w:val="28"/>
                <w:szCs w:val="28"/>
              </w:rPr>
              <w:t>е</w:t>
            </w:r>
            <w:r w:rsidRPr="00304A67">
              <w:rPr>
                <w:color w:val="000000"/>
                <w:sz w:val="28"/>
                <w:szCs w:val="28"/>
              </w:rPr>
              <w:t>дур, осуществляемых при и</w:t>
            </w:r>
            <w:r w:rsidRPr="00304A67">
              <w:rPr>
                <w:color w:val="000000"/>
                <w:sz w:val="28"/>
                <w:szCs w:val="28"/>
              </w:rPr>
              <w:t>с</w:t>
            </w:r>
            <w:r w:rsidRPr="00304A67">
              <w:rPr>
                <w:color w:val="000000"/>
                <w:sz w:val="28"/>
                <w:szCs w:val="28"/>
              </w:rPr>
              <w:t>полнении государственных функций государственными о</w:t>
            </w:r>
            <w:r w:rsidRPr="00304A67">
              <w:rPr>
                <w:color w:val="000000"/>
                <w:sz w:val="28"/>
                <w:szCs w:val="28"/>
              </w:rPr>
              <w:t>р</w:t>
            </w:r>
            <w:r w:rsidRPr="00304A67">
              <w:rPr>
                <w:color w:val="000000"/>
                <w:sz w:val="28"/>
                <w:szCs w:val="28"/>
              </w:rPr>
              <w:t>ганами Ульяновской области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31606,2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304A67">
              <w:rPr>
                <w:color w:val="000000"/>
                <w:sz w:val="28"/>
                <w:szCs w:val="28"/>
              </w:rPr>
              <w:t>а</w:t>
            </w:r>
            <w:r w:rsidRPr="00304A67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27802,3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Иные выплаты персоналу казё</w:t>
            </w:r>
            <w:r w:rsidRPr="00304A67">
              <w:rPr>
                <w:color w:val="000000"/>
                <w:sz w:val="28"/>
                <w:szCs w:val="28"/>
              </w:rPr>
              <w:t>н</w:t>
            </w:r>
            <w:r w:rsidRPr="00304A67">
              <w:rPr>
                <w:color w:val="000000"/>
                <w:sz w:val="28"/>
                <w:szCs w:val="28"/>
              </w:rPr>
              <w:t>ных учреждений, за исключен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ем фонда оплаты труда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30,7794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304A67">
              <w:rPr>
                <w:color w:val="000000"/>
                <w:sz w:val="28"/>
                <w:szCs w:val="28"/>
              </w:rPr>
              <w:t>р</w:t>
            </w:r>
            <w:r w:rsidRPr="00304A6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3557,0206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216,1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7B101F" w:rsidRDefault="00B5552C" w:rsidP="00D07125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7B101F">
              <w:rPr>
                <w:color w:val="000000"/>
                <w:spacing w:val="-4"/>
                <w:sz w:val="28"/>
                <w:szCs w:val="28"/>
              </w:rPr>
              <w:t>Финансовое обеспечение расхо</w:t>
            </w:r>
            <w:r w:rsidRPr="007B101F">
              <w:rPr>
                <w:color w:val="000000"/>
                <w:spacing w:val="-4"/>
                <w:sz w:val="28"/>
                <w:szCs w:val="28"/>
              </w:rPr>
              <w:t>д</w:t>
            </w:r>
            <w:r w:rsidRPr="007B101F">
              <w:rPr>
                <w:color w:val="000000"/>
                <w:spacing w:val="-4"/>
                <w:sz w:val="28"/>
                <w:szCs w:val="28"/>
              </w:rPr>
              <w:t>ных обязательств муниципальных образований, возникающих при выполнении государственных полномочий субъектов Росси</w:t>
            </w:r>
            <w:r w:rsidRPr="007B101F">
              <w:rPr>
                <w:color w:val="000000"/>
                <w:spacing w:val="-4"/>
                <w:sz w:val="28"/>
                <w:szCs w:val="28"/>
              </w:rPr>
              <w:t>й</w:t>
            </w:r>
            <w:r w:rsidRPr="007B101F">
              <w:rPr>
                <w:color w:val="000000"/>
                <w:spacing w:val="-4"/>
                <w:sz w:val="28"/>
                <w:szCs w:val="28"/>
              </w:rPr>
              <w:t>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EB44B4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B44B4">
              <w:rPr>
                <w:color w:val="000000"/>
                <w:sz w:val="28"/>
                <w:szCs w:val="28"/>
              </w:rPr>
              <w:t>Финансовое обеспечение уст</w:t>
            </w:r>
            <w:r w:rsidRPr="00EB44B4">
              <w:rPr>
                <w:color w:val="000000"/>
                <w:sz w:val="28"/>
                <w:szCs w:val="28"/>
              </w:rPr>
              <w:t>а</w:t>
            </w:r>
            <w:r w:rsidRPr="00EB44B4">
              <w:rPr>
                <w:color w:val="000000"/>
                <w:sz w:val="28"/>
                <w:szCs w:val="28"/>
              </w:rPr>
              <w:t>новления нормативов потребл</w:t>
            </w:r>
            <w:r w:rsidRPr="00EB44B4">
              <w:rPr>
                <w:color w:val="000000"/>
                <w:sz w:val="28"/>
                <w:szCs w:val="28"/>
              </w:rPr>
              <w:t>е</w:t>
            </w:r>
            <w:r w:rsidRPr="00EB44B4">
              <w:rPr>
                <w:color w:val="000000"/>
                <w:sz w:val="28"/>
                <w:szCs w:val="28"/>
              </w:rPr>
              <w:t>ния населением твёрдого топл</w:t>
            </w:r>
            <w:r w:rsidRPr="00EB44B4">
              <w:rPr>
                <w:color w:val="000000"/>
                <w:sz w:val="28"/>
                <w:szCs w:val="28"/>
              </w:rPr>
              <w:t>и</w:t>
            </w:r>
            <w:r w:rsidRPr="00EB44B4">
              <w:rPr>
                <w:color w:val="000000"/>
                <w:sz w:val="28"/>
                <w:szCs w:val="28"/>
              </w:rPr>
              <w:t>ва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521 2000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521 2000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234,0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 xml:space="preserve">Премирование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Большенагатки</w:t>
            </w:r>
            <w:r w:rsidRPr="00304A67">
              <w:rPr>
                <w:sz w:val="28"/>
                <w:szCs w:val="28"/>
              </w:rPr>
              <w:t>н</w:t>
            </w:r>
            <w:r w:rsidRPr="00304A67">
              <w:rPr>
                <w:sz w:val="28"/>
                <w:szCs w:val="28"/>
              </w:rPr>
              <w:t>ское сельское поселение</w:t>
            </w:r>
            <w:r>
              <w:rPr>
                <w:sz w:val="28"/>
                <w:szCs w:val="28"/>
              </w:rPr>
              <w:t>»</w:t>
            </w:r>
            <w:r w:rsidRPr="00304A67">
              <w:rPr>
                <w:sz w:val="28"/>
                <w:szCs w:val="28"/>
              </w:rPr>
              <w:t xml:space="preserve"> Цил</w:t>
            </w:r>
            <w:r w:rsidRPr="00304A67">
              <w:rPr>
                <w:sz w:val="28"/>
                <w:szCs w:val="28"/>
              </w:rPr>
              <w:t>ь</w:t>
            </w:r>
            <w:r w:rsidRPr="00304A67">
              <w:rPr>
                <w:sz w:val="28"/>
                <w:szCs w:val="28"/>
              </w:rPr>
              <w:t>нинского района Ульяновской области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585 0000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1500,0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Прочие мероприятия, осущест</w:t>
            </w:r>
            <w:r w:rsidRPr="00304A67">
              <w:rPr>
                <w:sz w:val="28"/>
                <w:szCs w:val="28"/>
              </w:rPr>
              <w:t>в</w:t>
            </w:r>
            <w:r w:rsidRPr="00304A67">
              <w:rPr>
                <w:sz w:val="28"/>
                <w:szCs w:val="28"/>
              </w:rPr>
              <w:t>ляемые за счёт межбюджетных трансфертов прошлых лет из ф</w:t>
            </w:r>
            <w:r w:rsidRPr="00304A67">
              <w:rPr>
                <w:sz w:val="28"/>
                <w:szCs w:val="28"/>
              </w:rPr>
              <w:t>е</w:t>
            </w:r>
            <w:r w:rsidRPr="00304A67">
              <w:rPr>
                <w:sz w:val="28"/>
                <w:szCs w:val="28"/>
              </w:rPr>
              <w:t>дерального бюджета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585 5898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1500,0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Иные межбюджетные трансфе</w:t>
            </w:r>
            <w:r w:rsidRPr="00304A67">
              <w:rPr>
                <w:sz w:val="28"/>
                <w:szCs w:val="28"/>
              </w:rPr>
              <w:t>р</w:t>
            </w:r>
            <w:r w:rsidRPr="00304A67">
              <w:rPr>
                <w:sz w:val="28"/>
                <w:szCs w:val="28"/>
              </w:rPr>
              <w:t>ты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585 5898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540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1500,0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Реализация государственных функций, связанных с обеспеч</w:t>
            </w:r>
            <w:r w:rsidRPr="00304A67">
              <w:rPr>
                <w:color w:val="000000"/>
                <w:sz w:val="28"/>
                <w:szCs w:val="28"/>
              </w:rPr>
              <w:t>е</w:t>
            </w:r>
            <w:r w:rsidRPr="00304A67">
              <w:rPr>
                <w:color w:val="000000"/>
                <w:sz w:val="28"/>
                <w:szCs w:val="28"/>
              </w:rPr>
              <w:t>нием отдельных мероприятий в сфере жилищно-коммунального хозяйства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660 0000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87001,5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Мероприятия, связанные с обе</w:t>
            </w:r>
            <w:r w:rsidRPr="00304A67">
              <w:rPr>
                <w:color w:val="000000"/>
                <w:sz w:val="28"/>
                <w:szCs w:val="28"/>
              </w:rPr>
              <w:t>с</w:t>
            </w:r>
            <w:r w:rsidRPr="00304A67">
              <w:rPr>
                <w:color w:val="000000"/>
                <w:sz w:val="28"/>
                <w:szCs w:val="28"/>
              </w:rPr>
              <w:t>печением функционирования о</w:t>
            </w:r>
            <w:r w:rsidRPr="00304A67">
              <w:rPr>
                <w:color w:val="000000"/>
                <w:sz w:val="28"/>
                <w:szCs w:val="28"/>
              </w:rPr>
              <w:t>р</w:t>
            </w:r>
            <w:r w:rsidRPr="00304A67">
              <w:rPr>
                <w:color w:val="000000"/>
                <w:sz w:val="28"/>
                <w:szCs w:val="28"/>
              </w:rPr>
              <w:t>ганизаций жилищно-коммунального хозяйства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660 0100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80266,5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304A67">
              <w:rPr>
                <w:color w:val="000000"/>
                <w:sz w:val="28"/>
                <w:szCs w:val="28"/>
              </w:rPr>
              <w:t>д</w:t>
            </w:r>
            <w:r w:rsidRPr="00304A67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660 0100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80266,5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Мероприятия, связанные с обе</w:t>
            </w:r>
            <w:r w:rsidRPr="00304A67">
              <w:rPr>
                <w:sz w:val="28"/>
                <w:szCs w:val="28"/>
              </w:rPr>
              <w:t>с</w:t>
            </w:r>
            <w:r w:rsidRPr="00304A67">
              <w:rPr>
                <w:sz w:val="28"/>
                <w:szCs w:val="28"/>
              </w:rPr>
              <w:t>печением функционирования р</w:t>
            </w:r>
            <w:r w:rsidRPr="00304A67">
              <w:rPr>
                <w:sz w:val="28"/>
                <w:szCs w:val="28"/>
              </w:rPr>
              <w:t>е</w:t>
            </w:r>
            <w:r w:rsidRPr="00304A67">
              <w:rPr>
                <w:sz w:val="28"/>
                <w:szCs w:val="28"/>
              </w:rPr>
              <w:t>гионального оператора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660 0200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6735,0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Субсидии некоммерческим о</w:t>
            </w:r>
            <w:r w:rsidRPr="00304A67">
              <w:rPr>
                <w:sz w:val="28"/>
                <w:szCs w:val="28"/>
              </w:rPr>
              <w:t>р</w:t>
            </w:r>
            <w:r w:rsidRPr="00304A67">
              <w:rPr>
                <w:sz w:val="28"/>
                <w:szCs w:val="28"/>
              </w:rPr>
              <w:t>ганизациям (за исключением г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сударственных (муниципал</w:t>
            </w:r>
            <w:r w:rsidRPr="00304A67">
              <w:rPr>
                <w:sz w:val="28"/>
                <w:szCs w:val="28"/>
              </w:rPr>
              <w:t>ь</w:t>
            </w:r>
            <w:r w:rsidRPr="00304A67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660 0200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630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6735,0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304A67">
              <w:rPr>
                <w:color w:val="000000"/>
                <w:sz w:val="28"/>
                <w:szCs w:val="28"/>
              </w:rPr>
              <w:t>й</w:t>
            </w:r>
            <w:r w:rsidRPr="00304A67">
              <w:rPr>
                <w:color w:val="000000"/>
                <w:sz w:val="28"/>
                <w:szCs w:val="28"/>
              </w:rPr>
              <w:t>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830 0000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65186,97237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Чистая вода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304A67">
              <w:rPr>
                <w:color w:val="000000"/>
                <w:sz w:val="28"/>
                <w:szCs w:val="28"/>
              </w:rPr>
              <w:t>й</w:t>
            </w:r>
            <w:r w:rsidRPr="00304A67">
              <w:rPr>
                <w:color w:val="000000"/>
                <w:sz w:val="28"/>
                <w:szCs w:val="28"/>
              </w:rPr>
              <w:t>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831 0000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12188,13581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Ремонт объектов водоснабжения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831 2422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1463,0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304A67">
              <w:rPr>
                <w:color w:val="000000"/>
                <w:sz w:val="28"/>
                <w:szCs w:val="28"/>
              </w:rPr>
              <w:t>б</w:t>
            </w:r>
            <w:r w:rsidRPr="00304A67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304A67">
              <w:rPr>
                <w:color w:val="000000"/>
                <w:sz w:val="28"/>
                <w:szCs w:val="28"/>
              </w:rPr>
              <w:t>а</w:t>
            </w:r>
            <w:r w:rsidRPr="00304A67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304A67">
              <w:rPr>
                <w:color w:val="000000"/>
                <w:sz w:val="28"/>
                <w:szCs w:val="28"/>
              </w:rPr>
              <w:t>ь</w:t>
            </w:r>
            <w:r w:rsidRPr="00304A67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831 2422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1463,0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Погашение кредиторской задо</w:t>
            </w:r>
            <w:r w:rsidRPr="00304A67">
              <w:rPr>
                <w:color w:val="000000"/>
                <w:sz w:val="28"/>
                <w:szCs w:val="28"/>
              </w:rPr>
              <w:t>л</w:t>
            </w:r>
            <w:r w:rsidRPr="00304A67">
              <w:rPr>
                <w:color w:val="000000"/>
                <w:sz w:val="28"/>
                <w:szCs w:val="28"/>
              </w:rPr>
              <w:t>женности за ранее выполненные работы по ремонту объектов в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доснабжения, восстановлению дебита водозаборных скважин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831 2423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6332,13581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304A67">
              <w:rPr>
                <w:color w:val="000000"/>
                <w:sz w:val="28"/>
                <w:szCs w:val="28"/>
              </w:rPr>
              <w:t>б</w:t>
            </w:r>
            <w:r w:rsidRPr="00304A67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304A67">
              <w:rPr>
                <w:color w:val="000000"/>
                <w:sz w:val="28"/>
                <w:szCs w:val="28"/>
              </w:rPr>
              <w:t>а</w:t>
            </w:r>
            <w:r w:rsidRPr="00304A67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304A67">
              <w:rPr>
                <w:color w:val="000000"/>
                <w:sz w:val="28"/>
                <w:szCs w:val="28"/>
              </w:rPr>
              <w:t>ь</w:t>
            </w:r>
            <w:r w:rsidRPr="00304A67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831 2423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6332,13581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Погашение кредиторской задо</w:t>
            </w:r>
            <w:r w:rsidRPr="00304A67">
              <w:rPr>
                <w:color w:val="000000"/>
                <w:sz w:val="28"/>
                <w:szCs w:val="28"/>
              </w:rPr>
              <w:t>л</w:t>
            </w:r>
            <w:r w:rsidRPr="00304A67">
              <w:rPr>
                <w:color w:val="000000"/>
                <w:sz w:val="28"/>
                <w:szCs w:val="28"/>
              </w:rPr>
              <w:t>женности за ранее выполненные работы по строительству и р</w:t>
            </w:r>
            <w:r w:rsidRPr="00304A67">
              <w:rPr>
                <w:color w:val="000000"/>
                <w:sz w:val="28"/>
                <w:szCs w:val="28"/>
              </w:rPr>
              <w:t>е</w:t>
            </w:r>
            <w:r w:rsidRPr="00304A67">
              <w:rPr>
                <w:color w:val="000000"/>
                <w:sz w:val="28"/>
                <w:szCs w:val="28"/>
              </w:rPr>
              <w:t>конструкции объектов вод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снабжения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831 2424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2778,0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Субсидии на софинансирование капитальных вложений в объе</w:t>
            </w:r>
            <w:r w:rsidRPr="00304A67">
              <w:rPr>
                <w:color w:val="000000"/>
                <w:sz w:val="28"/>
                <w:szCs w:val="28"/>
              </w:rPr>
              <w:t>к</w:t>
            </w:r>
            <w:r w:rsidRPr="00304A67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831 2424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2778,0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Подготовка проектной докуме</w:t>
            </w:r>
            <w:r w:rsidRPr="00304A67">
              <w:rPr>
                <w:sz w:val="28"/>
                <w:szCs w:val="28"/>
              </w:rPr>
              <w:t>н</w:t>
            </w:r>
            <w:r w:rsidRPr="00304A67">
              <w:rPr>
                <w:sz w:val="28"/>
                <w:szCs w:val="28"/>
              </w:rPr>
              <w:t>тации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831 2425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1615,0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Субсидии на софинансирование капитальных вложений в объе</w:t>
            </w:r>
            <w:r w:rsidRPr="00304A67">
              <w:rPr>
                <w:color w:val="000000"/>
                <w:sz w:val="28"/>
                <w:szCs w:val="28"/>
              </w:rPr>
              <w:t>к</w:t>
            </w:r>
            <w:r w:rsidRPr="00304A67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831 2425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1615,0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Газификация населённых пунктов Ульяно</w:t>
            </w:r>
            <w:r w:rsidRPr="00304A67">
              <w:rPr>
                <w:color w:val="000000"/>
                <w:sz w:val="28"/>
                <w:szCs w:val="28"/>
              </w:rPr>
              <w:t>в</w:t>
            </w:r>
            <w:r w:rsidRPr="00304A6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</w:t>
            </w:r>
            <w:r w:rsidRPr="00304A67">
              <w:rPr>
                <w:color w:val="000000"/>
                <w:sz w:val="28"/>
                <w:szCs w:val="28"/>
              </w:rPr>
              <w:t>с</w:t>
            </w:r>
            <w:r w:rsidRPr="00304A67">
              <w:rPr>
                <w:color w:val="000000"/>
                <w:sz w:val="28"/>
                <w:szCs w:val="28"/>
              </w:rPr>
              <w:t xml:space="preserve">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Развитие жилищно-коммунального хозяйства в Ул</w:t>
            </w:r>
            <w:r w:rsidRPr="00304A67">
              <w:rPr>
                <w:color w:val="000000"/>
                <w:sz w:val="28"/>
                <w:szCs w:val="28"/>
              </w:rPr>
              <w:t>ь</w:t>
            </w:r>
            <w:r w:rsidRPr="00304A67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832 0000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6998,83656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Строительство объектов газ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снабжения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832 2414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6998,83656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304A67">
              <w:rPr>
                <w:sz w:val="28"/>
                <w:szCs w:val="28"/>
              </w:rPr>
              <w:t>к</w:t>
            </w:r>
            <w:r w:rsidRPr="00304A67">
              <w:rPr>
                <w:sz w:val="28"/>
                <w:szCs w:val="28"/>
              </w:rPr>
              <w:t>ты государственной (муниц</w:t>
            </w:r>
            <w:r w:rsidRPr="00304A67">
              <w:rPr>
                <w:sz w:val="28"/>
                <w:szCs w:val="28"/>
              </w:rPr>
              <w:t>и</w:t>
            </w:r>
            <w:r w:rsidRPr="00304A67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832 2414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522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6998,83656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Содействие м</w:t>
            </w:r>
            <w:r w:rsidRPr="00304A67">
              <w:rPr>
                <w:color w:val="000000"/>
                <w:sz w:val="28"/>
                <w:szCs w:val="28"/>
              </w:rPr>
              <w:t>у</w:t>
            </w:r>
            <w:r w:rsidRPr="00304A67">
              <w:rPr>
                <w:color w:val="000000"/>
                <w:sz w:val="28"/>
                <w:szCs w:val="28"/>
              </w:rPr>
              <w:t>ниципальным образованиям Ульяновской области в подг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товке и прохождении отоп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тельных сезонов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304A67">
              <w:rPr>
                <w:color w:val="000000"/>
                <w:sz w:val="28"/>
                <w:szCs w:val="28"/>
              </w:rPr>
              <w:t>н</w:t>
            </w:r>
            <w:r w:rsidRPr="00304A67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304A67">
              <w:rPr>
                <w:color w:val="000000"/>
                <w:sz w:val="28"/>
                <w:szCs w:val="28"/>
              </w:rPr>
              <w:t>б</w:t>
            </w:r>
            <w:r w:rsidRPr="00304A6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Развитие жилищно-коммунального хозяйства в Ул</w:t>
            </w:r>
            <w:r w:rsidRPr="00304A67">
              <w:rPr>
                <w:color w:val="000000"/>
                <w:sz w:val="28"/>
                <w:szCs w:val="28"/>
              </w:rPr>
              <w:t>ь</w:t>
            </w:r>
            <w:r w:rsidRPr="00304A67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833 0000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46000,0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Оказание содействия муниц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пальным образованиям Уль</w:t>
            </w:r>
            <w:r w:rsidRPr="00304A67">
              <w:rPr>
                <w:color w:val="000000"/>
                <w:sz w:val="28"/>
                <w:szCs w:val="28"/>
              </w:rPr>
              <w:t>я</w:t>
            </w:r>
            <w:r w:rsidRPr="00304A67">
              <w:rPr>
                <w:color w:val="000000"/>
                <w:sz w:val="28"/>
                <w:szCs w:val="28"/>
              </w:rPr>
              <w:t>новской области в подготовке и прохождении отопительного с</w:t>
            </w:r>
            <w:r w:rsidRPr="00304A67">
              <w:rPr>
                <w:color w:val="000000"/>
                <w:sz w:val="28"/>
                <w:szCs w:val="28"/>
              </w:rPr>
              <w:t>е</w:t>
            </w:r>
            <w:r w:rsidRPr="00304A67">
              <w:rPr>
                <w:color w:val="000000"/>
                <w:sz w:val="28"/>
                <w:szCs w:val="28"/>
              </w:rPr>
              <w:t>зона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46000,0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304A67">
              <w:rPr>
                <w:color w:val="000000"/>
                <w:sz w:val="28"/>
                <w:szCs w:val="28"/>
              </w:rPr>
              <w:t>б</w:t>
            </w:r>
            <w:r w:rsidRPr="00304A67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304A67">
              <w:rPr>
                <w:color w:val="000000"/>
                <w:sz w:val="28"/>
                <w:szCs w:val="28"/>
              </w:rPr>
              <w:t>а</w:t>
            </w:r>
            <w:r w:rsidRPr="00304A67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304A67">
              <w:rPr>
                <w:color w:val="000000"/>
                <w:sz w:val="28"/>
                <w:szCs w:val="28"/>
              </w:rPr>
              <w:t>ь</w:t>
            </w:r>
            <w:r w:rsidRPr="00304A67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833 2416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46000,0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Развитие сельского хозяйства и регулир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вание рынков сельскохозяйс</w:t>
            </w:r>
            <w:r w:rsidRPr="00304A67">
              <w:rPr>
                <w:sz w:val="28"/>
                <w:szCs w:val="28"/>
              </w:rPr>
              <w:t>т</w:t>
            </w:r>
            <w:r w:rsidRPr="00304A67">
              <w:rPr>
                <w:sz w:val="28"/>
                <w:szCs w:val="28"/>
              </w:rPr>
              <w:t>венной продукции, сырья и пр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довольствия в Ульяновской о</w:t>
            </w:r>
            <w:r w:rsidRPr="00304A67">
              <w:rPr>
                <w:sz w:val="28"/>
                <w:szCs w:val="28"/>
              </w:rPr>
              <w:t>б</w:t>
            </w:r>
            <w:r w:rsidRPr="00304A67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304A6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930 0000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68201,75661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Устойчивое ра</w:t>
            </w:r>
            <w:r w:rsidRPr="00304A67">
              <w:rPr>
                <w:sz w:val="28"/>
                <w:szCs w:val="28"/>
              </w:rPr>
              <w:t>з</w:t>
            </w:r>
            <w:r w:rsidRPr="00304A67">
              <w:rPr>
                <w:sz w:val="28"/>
                <w:szCs w:val="28"/>
              </w:rPr>
              <w:t>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304A67">
              <w:rPr>
                <w:sz w:val="28"/>
                <w:szCs w:val="28"/>
              </w:rPr>
              <w:t xml:space="preserve"> г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сударственной программы Ул</w:t>
            </w:r>
            <w:r w:rsidRPr="00304A67">
              <w:rPr>
                <w:sz w:val="28"/>
                <w:szCs w:val="28"/>
              </w:rPr>
              <w:t>ь</w:t>
            </w:r>
            <w:r w:rsidRPr="00304A67">
              <w:rPr>
                <w:sz w:val="28"/>
                <w:szCs w:val="28"/>
              </w:rPr>
              <w:t xml:space="preserve">яновской области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Развитие сельского хозяйства и регулир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вание рынков сельскохозяйс</w:t>
            </w:r>
            <w:r w:rsidRPr="00304A67">
              <w:rPr>
                <w:sz w:val="28"/>
                <w:szCs w:val="28"/>
              </w:rPr>
              <w:t>т</w:t>
            </w:r>
            <w:r w:rsidRPr="00304A67">
              <w:rPr>
                <w:sz w:val="28"/>
                <w:szCs w:val="28"/>
              </w:rPr>
              <w:t>венной продукции, сырья и пр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довольствия в Ульяновской о</w:t>
            </w:r>
            <w:r w:rsidRPr="00304A67">
              <w:rPr>
                <w:sz w:val="28"/>
                <w:szCs w:val="28"/>
              </w:rPr>
              <w:t>б</w:t>
            </w:r>
            <w:r w:rsidRPr="00304A67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304A6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931 0000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68201,75661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Софинансирование мероприятий по строительству объектов газ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снабжения в сельской местности в рамках реализации федерал</w:t>
            </w:r>
            <w:r w:rsidRPr="00304A67">
              <w:rPr>
                <w:sz w:val="28"/>
                <w:szCs w:val="28"/>
              </w:rPr>
              <w:t>ь</w:t>
            </w:r>
            <w:r w:rsidRPr="00304A67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Усто</w:t>
            </w:r>
            <w:r w:rsidRPr="00304A67">
              <w:rPr>
                <w:sz w:val="28"/>
                <w:szCs w:val="28"/>
              </w:rPr>
              <w:t>й</w:t>
            </w:r>
            <w:r w:rsidRPr="00304A67">
              <w:rPr>
                <w:sz w:val="28"/>
                <w:szCs w:val="28"/>
              </w:rPr>
              <w:t>чивое развитие сельских терр</w:t>
            </w:r>
            <w:r w:rsidRPr="00304A67">
              <w:rPr>
                <w:sz w:val="28"/>
                <w:szCs w:val="28"/>
              </w:rPr>
              <w:t>и</w:t>
            </w:r>
            <w:r w:rsidRPr="00304A67">
              <w:rPr>
                <w:sz w:val="28"/>
                <w:szCs w:val="28"/>
              </w:rPr>
              <w:t>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931 2415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23976,0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304A67">
              <w:rPr>
                <w:sz w:val="28"/>
                <w:szCs w:val="28"/>
              </w:rPr>
              <w:t>к</w:t>
            </w:r>
            <w:r w:rsidRPr="00304A67">
              <w:rPr>
                <w:sz w:val="28"/>
                <w:szCs w:val="28"/>
              </w:rPr>
              <w:t>ты государственной (муниц</w:t>
            </w:r>
            <w:r w:rsidRPr="00304A67">
              <w:rPr>
                <w:sz w:val="28"/>
                <w:szCs w:val="28"/>
              </w:rPr>
              <w:t>и</w:t>
            </w:r>
            <w:r w:rsidRPr="00304A67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931 2415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522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23976,0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Софинансирование мероприятий по строительству и реконстру</w:t>
            </w:r>
            <w:r w:rsidRPr="00304A67">
              <w:rPr>
                <w:sz w:val="28"/>
                <w:szCs w:val="28"/>
              </w:rPr>
              <w:t>к</w:t>
            </w:r>
            <w:r w:rsidRPr="00304A67">
              <w:rPr>
                <w:sz w:val="28"/>
                <w:szCs w:val="28"/>
              </w:rPr>
              <w:t>ции объектов водоснабжения в сельской местности в рамках реализации федеральной цел</w:t>
            </w:r>
            <w:r w:rsidRPr="00304A67">
              <w:rPr>
                <w:sz w:val="28"/>
                <w:szCs w:val="28"/>
              </w:rPr>
              <w:t>е</w:t>
            </w:r>
            <w:r w:rsidRPr="00304A67">
              <w:rPr>
                <w:sz w:val="28"/>
                <w:szCs w:val="28"/>
              </w:rPr>
              <w:t xml:space="preserve">вой программы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931 2421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44225,75661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304A67">
              <w:rPr>
                <w:sz w:val="28"/>
                <w:szCs w:val="28"/>
              </w:rPr>
              <w:t>к</w:t>
            </w:r>
            <w:r w:rsidRPr="00304A67">
              <w:rPr>
                <w:sz w:val="28"/>
                <w:szCs w:val="28"/>
              </w:rPr>
              <w:t>ты государственной (муниц</w:t>
            </w:r>
            <w:r w:rsidRPr="00304A67">
              <w:rPr>
                <w:sz w:val="28"/>
                <w:szCs w:val="28"/>
              </w:rPr>
              <w:t>и</w:t>
            </w:r>
            <w:r w:rsidRPr="00304A67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05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931 2421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522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44225,75661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Образование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07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7000,0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07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7000,0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04A6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07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790 0000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7000,0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Создание условий для развития системы образования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07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02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790 4042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7000,0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  <w:vAlign w:val="center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Бюджетные инвестиции в объе</w:t>
            </w:r>
            <w:r w:rsidRPr="00304A67">
              <w:rPr>
                <w:sz w:val="28"/>
                <w:szCs w:val="28"/>
              </w:rPr>
              <w:t>к</w:t>
            </w:r>
            <w:r w:rsidRPr="00304A67">
              <w:rPr>
                <w:sz w:val="28"/>
                <w:szCs w:val="28"/>
              </w:rPr>
              <w:t>ты  капитального строительства государственной (муниципал</w:t>
            </w:r>
            <w:r w:rsidRPr="00304A67">
              <w:rPr>
                <w:sz w:val="28"/>
                <w:szCs w:val="28"/>
              </w:rPr>
              <w:t>ь</w:t>
            </w:r>
            <w:r w:rsidRPr="00304A67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07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02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790 4042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414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7000,0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2106709,3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Стационарная медицинская п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мощь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2106709,3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Осуществление отдельных м</w:t>
            </w:r>
            <w:r w:rsidRPr="00304A67">
              <w:rPr>
                <w:sz w:val="28"/>
                <w:szCs w:val="28"/>
              </w:rPr>
              <w:t>е</w:t>
            </w:r>
            <w:r w:rsidRPr="00304A67">
              <w:rPr>
                <w:sz w:val="28"/>
                <w:szCs w:val="28"/>
              </w:rPr>
              <w:t>роприятий в области здрав</w:t>
            </w:r>
            <w:r w:rsidRPr="00304A67">
              <w:rPr>
                <w:sz w:val="28"/>
                <w:szCs w:val="28"/>
              </w:rPr>
              <w:t>о</w:t>
            </w:r>
            <w:r w:rsidRPr="00304A67">
              <w:rPr>
                <w:sz w:val="28"/>
                <w:szCs w:val="28"/>
              </w:rPr>
              <w:t>охранения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293 00 00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2017638,3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Реализация программ модерн</w:t>
            </w:r>
            <w:r w:rsidRPr="00304A67">
              <w:rPr>
                <w:sz w:val="28"/>
                <w:szCs w:val="28"/>
              </w:rPr>
              <w:t>и</w:t>
            </w:r>
            <w:r w:rsidRPr="00304A67">
              <w:rPr>
                <w:sz w:val="28"/>
                <w:szCs w:val="28"/>
              </w:rPr>
              <w:t>зации здравоохранения субъе</w:t>
            </w:r>
            <w:r w:rsidRPr="00304A67">
              <w:rPr>
                <w:sz w:val="28"/>
                <w:szCs w:val="28"/>
              </w:rPr>
              <w:t>к</w:t>
            </w:r>
            <w:r w:rsidRPr="00304A67">
              <w:rPr>
                <w:sz w:val="28"/>
                <w:szCs w:val="28"/>
              </w:rPr>
              <w:t>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293 5230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2017638,3</w:t>
            </w:r>
          </w:p>
        </w:tc>
      </w:tr>
      <w:tr w:rsidR="00B5552C" w:rsidRPr="00D07125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Субсидии государственным ко</w:t>
            </w:r>
            <w:r w:rsidRPr="00304A67">
              <w:rPr>
                <w:sz w:val="28"/>
                <w:szCs w:val="28"/>
              </w:rPr>
              <w:t>р</w:t>
            </w:r>
            <w:r w:rsidRPr="00304A67">
              <w:rPr>
                <w:sz w:val="28"/>
                <w:szCs w:val="28"/>
              </w:rPr>
              <w:t>порациям (компаниям) на иные цели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293 5230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823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2017638,3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304A67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04A6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780 0000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89071,0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Мероприятия, направленные на модернизацию здравоохранения Ульяновской области, в части проектирования, строительства и ввода в эксплуатацию перин</w:t>
            </w:r>
            <w:r w:rsidRPr="00304A67">
              <w:rPr>
                <w:sz w:val="28"/>
                <w:szCs w:val="28"/>
              </w:rPr>
              <w:t>а</w:t>
            </w:r>
            <w:r w:rsidRPr="00304A67">
              <w:rPr>
                <w:sz w:val="28"/>
                <w:szCs w:val="28"/>
              </w:rPr>
              <w:t>тального центра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780 4031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89071,0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304A67">
              <w:rPr>
                <w:sz w:val="28"/>
                <w:szCs w:val="28"/>
              </w:rPr>
              <w:t>р</w:t>
            </w:r>
            <w:r w:rsidRPr="00304A6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09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01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780 4031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244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89071,0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179553,09064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164423,75444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Мероприятия в рамках реализ</w:t>
            </w:r>
            <w:r w:rsidRPr="00304A67">
              <w:rPr>
                <w:color w:val="000000"/>
                <w:sz w:val="28"/>
                <w:szCs w:val="28"/>
              </w:rPr>
              <w:t>а</w:t>
            </w:r>
            <w:r w:rsidRPr="00304A67">
              <w:rPr>
                <w:color w:val="000000"/>
                <w:sz w:val="28"/>
                <w:szCs w:val="28"/>
              </w:rPr>
              <w:t xml:space="preserve">ции Федерального закона от 21.12.1996 № 159-ФЗ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О допо</w:t>
            </w:r>
            <w:r w:rsidRPr="00304A67">
              <w:rPr>
                <w:color w:val="000000"/>
                <w:sz w:val="28"/>
                <w:szCs w:val="28"/>
              </w:rPr>
              <w:t>л</w:t>
            </w:r>
            <w:r w:rsidRPr="00304A67">
              <w:rPr>
                <w:color w:val="000000"/>
                <w:sz w:val="28"/>
                <w:szCs w:val="28"/>
              </w:rPr>
              <w:t>нительных гарантиях по соц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альной поддержке детей-сирот и детей, оставшихся без попечения родителей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299 0000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30122,75444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Средства на обеспечение пр</w:t>
            </w:r>
            <w:r w:rsidRPr="00304A67">
              <w:rPr>
                <w:color w:val="000000"/>
                <w:sz w:val="28"/>
                <w:szCs w:val="28"/>
              </w:rPr>
              <w:t>е</w:t>
            </w:r>
            <w:r w:rsidRPr="00304A67">
              <w:rPr>
                <w:color w:val="000000"/>
                <w:sz w:val="28"/>
                <w:szCs w:val="28"/>
              </w:rPr>
              <w:t>доставления жилых помещений детям-сиротам и детям, оста</w:t>
            </w:r>
            <w:r w:rsidRPr="00304A67">
              <w:rPr>
                <w:color w:val="000000"/>
                <w:sz w:val="28"/>
                <w:szCs w:val="28"/>
              </w:rPr>
              <w:t>в</w:t>
            </w:r>
            <w:r w:rsidRPr="00304A67">
              <w:rPr>
                <w:color w:val="000000"/>
                <w:sz w:val="28"/>
                <w:szCs w:val="28"/>
              </w:rPr>
              <w:t>шимся без попечения родителей, лицам из их числа по договорам найма специализированных ж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лых помещений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299 5082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30122,75444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Бюджетные инвестиции на пр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обретение объектов недвижим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го имущества в государственную (муниципальную) собственность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299 5082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30122,75444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304A67">
              <w:rPr>
                <w:color w:val="000000"/>
                <w:sz w:val="28"/>
                <w:szCs w:val="28"/>
              </w:rPr>
              <w:t>й</w:t>
            </w:r>
            <w:r w:rsidRPr="00304A67">
              <w:rPr>
                <w:color w:val="000000"/>
                <w:sz w:val="28"/>
                <w:szCs w:val="28"/>
              </w:rPr>
              <w:t>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830 0000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134301,0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лиц из числа детей-сирот и детей, о</w:t>
            </w:r>
            <w:r w:rsidRPr="00304A67">
              <w:rPr>
                <w:color w:val="000000"/>
                <w:sz w:val="28"/>
                <w:szCs w:val="28"/>
              </w:rPr>
              <w:t>с</w:t>
            </w:r>
            <w:r w:rsidRPr="00304A67">
              <w:rPr>
                <w:color w:val="000000"/>
                <w:sz w:val="28"/>
                <w:szCs w:val="28"/>
              </w:rPr>
              <w:t>тавшихся без попечения родит</w:t>
            </w:r>
            <w:r w:rsidRPr="00304A67">
              <w:rPr>
                <w:color w:val="000000"/>
                <w:sz w:val="28"/>
                <w:szCs w:val="28"/>
              </w:rPr>
              <w:t>е</w:t>
            </w:r>
            <w:r w:rsidRPr="00304A67">
              <w:rPr>
                <w:color w:val="000000"/>
                <w:sz w:val="28"/>
                <w:szCs w:val="28"/>
              </w:rPr>
              <w:t>лей,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Развитие жилищно-комму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304A67">
              <w:rPr>
                <w:color w:val="000000"/>
                <w:sz w:val="28"/>
                <w:szCs w:val="28"/>
              </w:rPr>
              <w:t>нального хозяйства в Ульяно</w:t>
            </w:r>
            <w:r w:rsidRPr="00304A67">
              <w:rPr>
                <w:color w:val="000000"/>
                <w:sz w:val="28"/>
                <w:szCs w:val="28"/>
              </w:rPr>
              <w:t>в</w:t>
            </w:r>
            <w:r w:rsidRPr="00304A6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834 0000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134301,0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мещений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834 2417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134301,0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Бюджетные инвестиции на пр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обретение объектов недвижим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го имущества в государственную (муниципальную) собственность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834 2417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134016,8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Исполнение судебных актов Российской Федерации и мир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304A67">
              <w:rPr>
                <w:color w:val="000000"/>
                <w:sz w:val="28"/>
                <w:szCs w:val="28"/>
              </w:rPr>
              <w:t>а</w:t>
            </w:r>
            <w:r w:rsidRPr="00304A67">
              <w:rPr>
                <w:color w:val="000000"/>
                <w:sz w:val="28"/>
                <w:szCs w:val="28"/>
              </w:rPr>
              <w:t>те незаконных действий (безде</w:t>
            </w:r>
            <w:r w:rsidRPr="00304A67">
              <w:rPr>
                <w:color w:val="000000"/>
                <w:sz w:val="28"/>
                <w:szCs w:val="28"/>
              </w:rPr>
              <w:t>й</w:t>
            </w:r>
            <w:r w:rsidRPr="00304A67">
              <w:rPr>
                <w:color w:val="000000"/>
                <w:sz w:val="28"/>
                <w:szCs w:val="28"/>
              </w:rPr>
              <w:t>ствия) органов государственной власти (государственных орг</w:t>
            </w:r>
            <w:r w:rsidRPr="00304A67">
              <w:rPr>
                <w:color w:val="000000"/>
                <w:sz w:val="28"/>
                <w:szCs w:val="28"/>
              </w:rPr>
              <w:t>а</w:t>
            </w:r>
            <w:r w:rsidRPr="00304A67">
              <w:rPr>
                <w:color w:val="000000"/>
                <w:sz w:val="28"/>
                <w:szCs w:val="28"/>
              </w:rPr>
              <w:t>нов), органов местного сам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управления либо должностных лиц этих органов, а также в р</w:t>
            </w:r>
            <w:r w:rsidRPr="00304A67">
              <w:rPr>
                <w:color w:val="000000"/>
                <w:sz w:val="28"/>
                <w:szCs w:val="28"/>
              </w:rPr>
              <w:t>е</w:t>
            </w:r>
            <w:r w:rsidRPr="00304A67">
              <w:rPr>
                <w:color w:val="000000"/>
                <w:sz w:val="28"/>
                <w:szCs w:val="28"/>
              </w:rPr>
              <w:t>зультате деятельности казённых учреждений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834 2417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284,2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AA19B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Другие вопросы в области соц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AA19B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15129,3362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AA19B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Областная адресная инвестиц</w:t>
            </w:r>
            <w:r w:rsidRPr="00304A67">
              <w:rPr>
                <w:color w:val="000000"/>
                <w:sz w:val="28"/>
                <w:szCs w:val="28"/>
              </w:rPr>
              <w:t>и</w:t>
            </w:r>
            <w:r w:rsidRPr="00304A67">
              <w:rPr>
                <w:color w:val="000000"/>
                <w:sz w:val="28"/>
                <w:szCs w:val="28"/>
              </w:rPr>
              <w:t>онная программа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524 0000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AA19B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129,3362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AA19B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Бюджетные инвестиции в объе</w:t>
            </w:r>
            <w:r w:rsidRPr="00304A67">
              <w:rPr>
                <w:color w:val="000000"/>
                <w:sz w:val="28"/>
                <w:szCs w:val="28"/>
              </w:rPr>
              <w:t>к</w:t>
            </w:r>
            <w:r w:rsidRPr="00304A67">
              <w:rPr>
                <w:color w:val="000000"/>
                <w:sz w:val="28"/>
                <w:szCs w:val="28"/>
              </w:rPr>
              <w:t>ты  капитального строительства государственной (муниципал</w:t>
            </w:r>
            <w:r w:rsidRPr="00304A67">
              <w:rPr>
                <w:color w:val="000000"/>
                <w:sz w:val="28"/>
                <w:szCs w:val="28"/>
              </w:rPr>
              <w:t>ь</w:t>
            </w:r>
            <w:r w:rsidRPr="00304A67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524 0000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AA19B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129,3362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AA19B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04A67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04A6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850 0000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AA19B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7B101F" w:rsidRDefault="00B5552C" w:rsidP="00AA19BF">
            <w:pPr>
              <w:spacing w:line="348" w:lineRule="auto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7B101F">
              <w:rPr>
                <w:color w:val="000000"/>
                <w:spacing w:val="4"/>
                <w:sz w:val="28"/>
                <w:szCs w:val="28"/>
              </w:rPr>
              <w:t>Подпрограмма «Стимулиров</w:t>
            </w:r>
            <w:r w:rsidRPr="007B101F">
              <w:rPr>
                <w:color w:val="000000"/>
                <w:spacing w:val="4"/>
                <w:sz w:val="28"/>
                <w:szCs w:val="28"/>
              </w:rPr>
              <w:t>а</w:t>
            </w:r>
            <w:r w:rsidRPr="007B101F">
              <w:rPr>
                <w:color w:val="000000"/>
                <w:spacing w:val="4"/>
                <w:sz w:val="28"/>
                <w:szCs w:val="28"/>
              </w:rPr>
              <w:t>ние развития жилищного строительства в Ульяновской области в 2014-2018 годах» г</w:t>
            </w:r>
            <w:r w:rsidRPr="007B101F">
              <w:rPr>
                <w:color w:val="000000"/>
                <w:spacing w:val="4"/>
                <w:sz w:val="28"/>
                <w:szCs w:val="28"/>
              </w:rPr>
              <w:t>о</w:t>
            </w:r>
            <w:r w:rsidRPr="007B101F">
              <w:rPr>
                <w:color w:val="000000"/>
                <w:spacing w:val="4"/>
                <w:sz w:val="28"/>
                <w:szCs w:val="28"/>
              </w:rPr>
              <w:t>сударственной программы Ул</w:t>
            </w:r>
            <w:r w:rsidRPr="007B101F">
              <w:rPr>
                <w:color w:val="000000"/>
                <w:spacing w:val="4"/>
                <w:sz w:val="28"/>
                <w:szCs w:val="28"/>
              </w:rPr>
              <w:t>ь</w:t>
            </w:r>
            <w:r w:rsidRPr="007B101F">
              <w:rPr>
                <w:color w:val="000000"/>
                <w:spacing w:val="4"/>
                <w:sz w:val="28"/>
                <w:szCs w:val="28"/>
              </w:rPr>
              <w:t>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851 0000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AA19B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AA19B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Социальные выплаты на прио</w:t>
            </w:r>
            <w:r w:rsidRPr="00304A67">
              <w:rPr>
                <w:color w:val="000000"/>
                <w:sz w:val="28"/>
                <w:szCs w:val="28"/>
              </w:rPr>
              <w:t>б</w:t>
            </w:r>
            <w:r w:rsidRPr="00304A67">
              <w:rPr>
                <w:color w:val="000000"/>
                <w:sz w:val="28"/>
                <w:szCs w:val="28"/>
              </w:rPr>
              <w:t>ретение жилья отдельным кат</w:t>
            </w:r>
            <w:r w:rsidRPr="00304A67">
              <w:rPr>
                <w:color w:val="000000"/>
                <w:sz w:val="28"/>
                <w:szCs w:val="28"/>
              </w:rPr>
              <w:t>е</w:t>
            </w:r>
            <w:r w:rsidRPr="00304A67">
              <w:rPr>
                <w:color w:val="000000"/>
                <w:sz w:val="28"/>
                <w:szCs w:val="28"/>
              </w:rPr>
              <w:t>гориям граждан, постоянно пр</w:t>
            </w:r>
            <w:r w:rsidRPr="00304A67">
              <w:rPr>
                <w:color w:val="000000"/>
                <w:sz w:val="28"/>
                <w:szCs w:val="28"/>
              </w:rPr>
              <w:t>о</w:t>
            </w:r>
            <w:r w:rsidRPr="00304A67">
              <w:rPr>
                <w:color w:val="000000"/>
                <w:sz w:val="28"/>
                <w:szCs w:val="28"/>
              </w:rPr>
              <w:t>живающих на территории Уль</w:t>
            </w:r>
            <w:r w:rsidRPr="00304A67">
              <w:rPr>
                <w:color w:val="000000"/>
                <w:sz w:val="28"/>
                <w:szCs w:val="28"/>
              </w:rPr>
              <w:t>я</w:t>
            </w:r>
            <w:r w:rsidRPr="00304A67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AA19B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655" w:type="dxa"/>
            <w:vAlign w:val="bottom"/>
          </w:tcPr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966" w:type="dxa"/>
            <w:noWrap/>
            <w:vAlign w:val="bottom"/>
          </w:tcPr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12075,0</w:t>
            </w:r>
          </w:p>
        </w:tc>
      </w:tr>
      <w:tr w:rsidR="00B5552C" w:rsidRPr="00304A67" w:rsidTr="00D07125">
        <w:trPr>
          <w:trHeight w:val="20"/>
        </w:trPr>
        <w:tc>
          <w:tcPr>
            <w:tcW w:w="4207" w:type="dxa"/>
          </w:tcPr>
          <w:p w:rsidR="00B5552C" w:rsidRPr="00304A67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304A67">
              <w:rPr>
                <w:color w:val="000000"/>
                <w:sz w:val="28"/>
                <w:szCs w:val="28"/>
              </w:rPr>
              <w:t>б</w:t>
            </w:r>
            <w:r w:rsidRPr="00304A67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304A67">
              <w:rPr>
                <w:color w:val="000000"/>
                <w:sz w:val="28"/>
                <w:szCs w:val="28"/>
              </w:rPr>
              <w:t>а</w:t>
            </w:r>
            <w:r w:rsidRPr="00304A67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304A67">
              <w:rPr>
                <w:color w:val="000000"/>
                <w:sz w:val="28"/>
                <w:szCs w:val="28"/>
              </w:rPr>
              <w:t>ь</w:t>
            </w:r>
            <w:r w:rsidRPr="00304A67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643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8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851 2010</w:t>
            </w:r>
          </w:p>
        </w:tc>
        <w:tc>
          <w:tcPr>
            <w:tcW w:w="655" w:type="dxa"/>
            <w:vAlign w:val="bottom"/>
          </w:tcPr>
          <w:p w:rsidR="00B5552C" w:rsidRPr="00304A67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04A67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1966" w:type="dxa"/>
            <w:noWrap/>
            <w:vAlign w:val="bottom"/>
          </w:tcPr>
          <w:p w:rsidR="00B5552C" w:rsidRPr="00304A67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4A67">
              <w:rPr>
                <w:sz w:val="28"/>
                <w:szCs w:val="28"/>
              </w:rPr>
              <w:t>2925,0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B5552C" w:rsidRDefault="00B5552C" w:rsidP="00D071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главе «Департамент государственного имущества и земельных отнош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Ульяновской области» (Мин 240):</w:t>
      </w:r>
    </w:p>
    <w:p w:rsidR="00B5552C" w:rsidRDefault="00B5552C" w:rsidP="00D071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«261249,3» заменить цифрами «277885,8»;</w:t>
      </w:r>
    </w:p>
    <w:p w:rsidR="00B5552C" w:rsidRDefault="00B5552C" w:rsidP="00D071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83370B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 (Мин 240 Рз 01) цифры «111575,2» заменить цифрами «128211,7»;</w:t>
      </w:r>
    </w:p>
    <w:p w:rsidR="00B5552C" w:rsidRDefault="00B5552C" w:rsidP="00D071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«Другие о</w:t>
      </w:r>
      <w:r w:rsidRPr="0083370B">
        <w:rPr>
          <w:sz w:val="28"/>
          <w:szCs w:val="28"/>
        </w:rPr>
        <w:t>бщегосударственные вопросы</w:t>
      </w:r>
      <w:r>
        <w:rPr>
          <w:sz w:val="28"/>
          <w:szCs w:val="28"/>
        </w:rPr>
        <w:t>» (Мин 240 Рз 01 ПР 13) цифры «111575,2» заменить цифрами «128211,7»;</w:t>
      </w:r>
    </w:p>
    <w:p w:rsidR="00B5552C" w:rsidRDefault="00B5552C" w:rsidP="00D071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5387"/>
        <w:gridCol w:w="689"/>
        <w:gridCol w:w="587"/>
        <w:gridCol w:w="529"/>
        <w:gridCol w:w="1540"/>
        <w:gridCol w:w="660"/>
        <w:gridCol w:w="815"/>
      </w:tblGrid>
      <w:tr w:rsidR="00B5552C" w:rsidRPr="001A6474" w:rsidTr="00D07125">
        <w:trPr>
          <w:trHeight w:val="750"/>
        </w:trPr>
        <w:tc>
          <w:tcPr>
            <w:tcW w:w="5387" w:type="dxa"/>
          </w:tcPr>
          <w:p w:rsidR="00B5552C" w:rsidRPr="001A6474" w:rsidRDefault="00B5552C" w:rsidP="00D071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A6474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89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647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87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647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9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647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540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6474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60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6474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815" w:type="dxa"/>
            <w:noWrap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4,6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D071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160" w:type="dxa"/>
        <w:tblInd w:w="-34" w:type="dxa"/>
        <w:tblLook w:val="00A0"/>
      </w:tblPr>
      <w:tblGrid>
        <w:gridCol w:w="4962"/>
        <w:gridCol w:w="681"/>
        <w:gridCol w:w="573"/>
        <w:gridCol w:w="524"/>
        <w:gridCol w:w="1420"/>
        <w:gridCol w:w="656"/>
        <w:gridCol w:w="1344"/>
      </w:tblGrid>
      <w:tr w:rsidR="00B5552C" w:rsidRPr="001A6474" w:rsidTr="00D07125">
        <w:trPr>
          <w:trHeight w:val="750"/>
        </w:trPr>
        <w:tc>
          <w:tcPr>
            <w:tcW w:w="4962" w:type="dxa"/>
          </w:tcPr>
          <w:p w:rsidR="00B5552C" w:rsidRPr="001A6474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A6474">
              <w:rPr>
                <w:sz w:val="28"/>
                <w:szCs w:val="28"/>
              </w:rPr>
              <w:t>Обеспечение деятельности областн</w:t>
            </w:r>
            <w:r w:rsidRPr="001A6474">
              <w:rPr>
                <w:sz w:val="28"/>
                <w:szCs w:val="28"/>
              </w:rPr>
              <w:t>о</w:t>
            </w:r>
            <w:r w:rsidRPr="001A6474">
              <w:rPr>
                <w:sz w:val="28"/>
                <w:szCs w:val="28"/>
              </w:rPr>
              <w:t>го государственного автономного у</w:t>
            </w:r>
            <w:r w:rsidRPr="001A6474">
              <w:rPr>
                <w:sz w:val="28"/>
                <w:szCs w:val="28"/>
              </w:rPr>
              <w:t>ч</w:t>
            </w:r>
            <w:r w:rsidRPr="001A6474">
              <w:rPr>
                <w:sz w:val="28"/>
                <w:szCs w:val="28"/>
              </w:rPr>
              <w:t xml:space="preserve">реждения </w:t>
            </w:r>
            <w:r>
              <w:rPr>
                <w:sz w:val="28"/>
                <w:szCs w:val="28"/>
              </w:rPr>
              <w:t>«</w:t>
            </w:r>
            <w:r w:rsidRPr="001A6474">
              <w:rPr>
                <w:sz w:val="28"/>
                <w:szCs w:val="28"/>
              </w:rPr>
              <w:t>Волга-спорт-арена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1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240</w:t>
            </w:r>
          </w:p>
        </w:tc>
        <w:tc>
          <w:tcPr>
            <w:tcW w:w="573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01</w:t>
            </w:r>
          </w:p>
        </w:tc>
        <w:tc>
          <w:tcPr>
            <w:tcW w:w="524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13</w:t>
            </w:r>
          </w:p>
        </w:tc>
        <w:tc>
          <w:tcPr>
            <w:tcW w:w="1420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089 0000</w:t>
            </w:r>
          </w:p>
        </w:tc>
        <w:tc>
          <w:tcPr>
            <w:tcW w:w="656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 </w:t>
            </w:r>
          </w:p>
        </w:tc>
        <w:tc>
          <w:tcPr>
            <w:tcW w:w="1344" w:type="dxa"/>
            <w:noWrap/>
            <w:vAlign w:val="bottom"/>
          </w:tcPr>
          <w:p w:rsidR="00B5552C" w:rsidRPr="001A6474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17476,5</w:t>
            </w:r>
          </w:p>
        </w:tc>
      </w:tr>
      <w:tr w:rsidR="00B5552C" w:rsidRPr="001A6474" w:rsidTr="00D07125">
        <w:trPr>
          <w:trHeight w:val="750"/>
        </w:trPr>
        <w:tc>
          <w:tcPr>
            <w:tcW w:w="4962" w:type="dxa"/>
          </w:tcPr>
          <w:p w:rsidR="00B5552C" w:rsidRPr="001A6474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Субсидии автономным учреждениям на финансовое обеспечение государс</w:t>
            </w:r>
            <w:r w:rsidRPr="001A6474">
              <w:rPr>
                <w:sz w:val="28"/>
                <w:szCs w:val="28"/>
              </w:rPr>
              <w:t>т</w:t>
            </w:r>
            <w:r w:rsidRPr="001A6474">
              <w:rPr>
                <w:sz w:val="28"/>
                <w:szCs w:val="28"/>
              </w:rPr>
              <w:t>венного (муниципального) задания на оказание государственных (муниц</w:t>
            </w:r>
            <w:r w:rsidRPr="001A6474">
              <w:rPr>
                <w:sz w:val="28"/>
                <w:szCs w:val="28"/>
              </w:rPr>
              <w:t>и</w:t>
            </w:r>
            <w:r w:rsidRPr="001A6474">
              <w:rPr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81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240</w:t>
            </w:r>
          </w:p>
        </w:tc>
        <w:tc>
          <w:tcPr>
            <w:tcW w:w="573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01</w:t>
            </w:r>
          </w:p>
        </w:tc>
        <w:tc>
          <w:tcPr>
            <w:tcW w:w="524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13</w:t>
            </w:r>
          </w:p>
        </w:tc>
        <w:tc>
          <w:tcPr>
            <w:tcW w:w="1420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089 0000</w:t>
            </w:r>
          </w:p>
        </w:tc>
        <w:tc>
          <w:tcPr>
            <w:tcW w:w="656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621</w:t>
            </w:r>
          </w:p>
        </w:tc>
        <w:tc>
          <w:tcPr>
            <w:tcW w:w="1344" w:type="dxa"/>
            <w:noWrap/>
            <w:vAlign w:val="bottom"/>
          </w:tcPr>
          <w:p w:rsidR="00B5552C" w:rsidRPr="001A6474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4752,0</w:t>
            </w:r>
          </w:p>
        </w:tc>
      </w:tr>
      <w:tr w:rsidR="00B5552C" w:rsidRPr="001A6474" w:rsidTr="00D07125">
        <w:trPr>
          <w:trHeight w:val="750"/>
        </w:trPr>
        <w:tc>
          <w:tcPr>
            <w:tcW w:w="4962" w:type="dxa"/>
          </w:tcPr>
          <w:p w:rsidR="00B5552C" w:rsidRPr="001A6474" w:rsidRDefault="00B5552C" w:rsidP="00D071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681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240</w:t>
            </w:r>
          </w:p>
        </w:tc>
        <w:tc>
          <w:tcPr>
            <w:tcW w:w="573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01</w:t>
            </w:r>
          </w:p>
        </w:tc>
        <w:tc>
          <w:tcPr>
            <w:tcW w:w="524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13</w:t>
            </w:r>
          </w:p>
        </w:tc>
        <w:tc>
          <w:tcPr>
            <w:tcW w:w="1420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089 0000</w:t>
            </w:r>
          </w:p>
        </w:tc>
        <w:tc>
          <w:tcPr>
            <w:tcW w:w="656" w:type="dxa"/>
            <w:vAlign w:val="bottom"/>
          </w:tcPr>
          <w:p w:rsidR="00B5552C" w:rsidRPr="001A6474" w:rsidRDefault="00B5552C" w:rsidP="00D071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474">
              <w:rPr>
                <w:sz w:val="28"/>
                <w:szCs w:val="28"/>
              </w:rPr>
              <w:t>622</w:t>
            </w:r>
          </w:p>
        </w:tc>
        <w:tc>
          <w:tcPr>
            <w:tcW w:w="1344" w:type="dxa"/>
            <w:noWrap/>
            <w:vAlign w:val="bottom"/>
          </w:tcPr>
          <w:p w:rsidR="00B5552C" w:rsidRPr="001A6474" w:rsidRDefault="00B5552C" w:rsidP="00D0712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12724,5»;</w:t>
            </w:r>
          </w:p>
        </w:tc>
      </w:tr>
    </w:tbl>
    <w:p w:rsidR="00B5552C" w:rsidRDefault="00B5552C" w:rsidP="00D071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A6474">
        <w:rPr>
          <w:sz w:val="28"/>
          <w:szCs w:val="28"/>
        </w:rPr>
        <w:t>Реализация государственной политики в области приватизации и управления государственной собственностью</w:t>
      </w:r>
      <w:r>
        <w:rPr>
          <w:sz w:val="28"/>
          <w:szCs w:val="28"/>
        </w:rPr>
        <w:t>» (Мин 240 Рз 01 ПР 13 ЦС 090 0000) цифры «7465,7» заменить цифрами «6925,7»;</w:t>
      </w:r>
    </w:p>
    <w:p w:rsidR="00B5552C" w:rsidRDefault="00B5552C" w:rsidP="00D071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A6474">
        <w:rPr>
          <w:sz w:val="28"/>
          <w:szCs w:val="28"/>
        </w:rPr>
        <w:t>Оценка недвижимости, признание прав и регулирование отнош</w:t>
      </w:r>
      <w:r w:rsidRPr="001A6474">
        <w:rPr>
          <w:sz w:val="28"/>
          <w:szCs w:val="28"/>
        </w:rPr>
        <w:t>е</w:t>
      </w:r>
      <w:r w:rsidRPr="001A6474">
        <w:rPr>
          <w:sz w:val="28"/>
          <w:szCs w:val="28"/>
        </w:rPr>
        <w:t>ний по государственной собственности Ульяновской области</w:t>
      </w:r>
      <w:r>
        <w:rPr>
          <w:sz w:val="28"/>
          <w:szCs w:val="28"/>
        </w:rPr>
        <w:t>» (Мин 240 Рз 01 ПР 13 ЦС 090 0200) цифры «7465,7» заменить цифрами «6925,7»;</w:t>
      </w:r>
    </w:p>
    <w:p w:rsidR="00B5552C" w:rsidRDefault="00B5552C" w:rsidP="00D071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A6474">
        <w:rPr>
          <w:sz w:val="28"/>
          <w:szCs w:val="28"/>
        </w:rPr>
        <w:t>Прочая закупка товаров, работ и услуг для обеспечения госуда</w:t>
      </w:r>
      <w:r w:rsidRPr="001A6474">
        <w:rPr>
          <w:sz w:val="28"/>
          <w:szCs w:val="28"/>
        </w:rPr>
        <w:t>р</w:t>
      </w:r>
      <w:r w:rsidRPr="001A6474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240 Рз 01 ПР 13 ЦС 090 0200 ВР 244) цифры «7415,7» заменить цифрами «6875,7»;</w:t>
      </w:r>
    </w:p>
    <w:p w:rsidR="00B5552C" w:rsidRDefault="00B5552C" w:rsidP="00D071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A6474">
        <w:rPr>
          <w:sz w:val="28"/>
          <w:szCs w:val="28"/>
        </w:rPr>
        <w:t>Организация, проведение торгов по продаже земельных участков, изъятых по решению суда, выкуп в государственную собственность земельных участков</w:t>
      </w:r>
      <w:r>
        <w:rPr>
          <w:sz w:val="28"/>
          <w:szCs w:val="28"/>
        </w:rPr>
        <w:t>» (Мин 240 Рз 01 ПР 13 ЦС 344 0000) цифры «350,0» заменить цифрами «50,0»;</w:t>
      </w:r>
    </w:p>
    <w:p w:rsidR="00B5552C" w:rsidRDefault="00B5552C" w:rsidP="00D071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A6474">
        <w:rPr>
          <w:sz w:val="28"/>
          <w:szCs w:val="28"/>
        </w:rPr>
        <w:t>Прочая закупка товаров, работ и услуг для обеспечения госуда</w:t>
      </w:r>
      <w:r w:rsidRPr="001A6474">
        <w:rPr>
          <w:sz w:val="28"/>
          <w:szCs w:val="28"/>
        </w:rPr>
        <w:t>р</w:t>
      </w:r>
      <w:r w:rsidRPr="001A6474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240 Рз 01 ПР 13 ЦС 344 0000 ВР 244) цифры «350,0» заменить цифрами «50,0»;</w:t>
      </w:r>
    </w:p>
    <w:p w:rsidR="00B5552C" w:rsidRDefault="00B5552C" w:rsidP="00D071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строки «</w:t>
      </w:r>
      <w:r w:rsidRPr="001A6474">
        <w:rPr>
          <w:sz w:val="28"/>
          <w:szCs w:val="28"/>
        </w:rPr>
        <w:t>Увеличение уставного капитала открытого акци</w:t>
      </w:r>
      <w:r w:rsidRPr="001A6474">
        <w:rPr>
          <w:sz w:val="28"/>
          <w:szCs w:val="28"/>
        </w:rPr>
        <w:t>о</w:t>
      </w:r>
      <w:r w:rsidRPr="001A6474">
        <w:rPr>
          <w:sz w:val="28"/>
          <w:szCs w:val="28"/>
        </w:rPr>
        <w:t>нерного общества «Корпорация развития Ульяновской области» в целях оплаты основного долга по кредиту на строительство объектов инфраструктуры промы</w:t>
      </w:r>
      <w:r w:rsidRPr="001A6474">
        <w:rPr>
          <w:sz w:val="28"/>
          <w:szCs w:val="28"/>
        </w:rPr>
        <w:t>ш</w:t>
      </w:r>
      <w:r w:rsidRPr="001A6474">
        <w:rPr>
          <w:sz w:val="28"/>
          <w:szCs w:val="28"/>
        </w:rPr>
        <w:t>ленных зон</w:t>
      </w:r>
      <w:r>
        <w:rPr>
          <w:sz w:val="28"/>
          <w:szCs w:val="28"/>
        </w:rPr>
        <w:t>» (Мин 240 Рз 04 ПР 12 ЦС 901 2410) изложить в следующей реда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ции:</w:t>
      </w:r>
    </w:p>
    <w:p w:rsidR="00B5552C" w:rsidRDefault="00B5552C" w:rsidP="00D071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A6474">
        <w:rPr>
          <w:sz w:val="28"/>
          <w:szCs w:val="28"/>
        </w:rPr>
        <w:t>Увеличение уставного капитала акционерного общества «Корпорация ра</w:t>
      </w:r>
      <w:r w:rsidRPr="001A6474">
        <w:rPr>
          <w:sz w:val="28"/>
          <w:szCs w:val="28"/>
        </w:rPr>
        <w:t>з</w:t>
      </w:r>
      <w:r w:rsidRPr="001A6474">
        <w:rPr>
          <w:sz w:val="28"/>
          <w:szCs w:val="28"/>
        </w:rPr>
        <w:t>вития Ульяновской области» в целях оплаты основного долга по кредиту на строительство объектов инфраструктуры промышленных зон</w:t>
      </w:r>
      <w:r>
        <w:rPr>
          <w:sz w:val="28"/>
          <w:szCs w:val="28"/>
        </w:rPr>
        <w:t>»;</w:t>
      </w:r>
    </w:p>
    <w:p w:rsidR="00B5552C" w:rsidRDefault="00B5552C" w:rsidP="00D071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строки «</w:t>
      </w:r>
      <w:r w:rsidRPr="001A6474">
        <w:rPr>
          <w:sz w:val="28"/>
          <w:szCs w:val="28"/>
        </w:rPr>
        <w:t>Увеличение уставного капитала открытого акци</w:t>
      </w:r>
      <w:r w:rsidRPr="001A6474">
        <w:rPr>
          <w:sz w:val="28"/>
          <w:szCs w:val="28"/>
        </w:rPr>
        <w:t>о</w:t>
      </w:r>
      <w:r w:rsidRPr="001A6474">
        <w:rPr>
          <w:sz w:val="28"/>
          <w:szCs w:val="28"/>
        </w:rPr>
        <w:t>нерного общества «Корпорация развития Ульяновской области» в целях стро</w:t>
      </w:r>
      <w:r w:rsidRPr="001A6474">
        <w:rPr>
          <w:sz w:val="28"/>
          <w:szCs w:val="28"/>
        </w:rPr>
        <w:t>и</w:t>
      </w:r>
      <w:r w:rsidRPr="001A6474">
        <w:rPr>
          <w:sz w:val="28"/>
          <w:szCs w:val="28"/>
        </w:rPr>
        <w:t>тельства объектов инфраструктуры промышленных зон</w:t>
      </w:r>
      <w:r>
        <w:rPr>
          <w:sz w:val="28"/>
          <w:szCs w:val="28"/>
        </w:rPr>
        <w:t>» (Мин 240 Рз 04 ПР 12 ЦС 901 2419) изложить в следующей редакции:</w:t>
      </w:r>
    </w:p>
    <w:p w:rsidR="00B5552C" w:rsidRDefault="00B5552C" w:rsidP="00A11D35">
      <w:pPr>
        <w:spacing w:line="34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A6474">
        <w:rPr>
          <w:sz w:val="28"/>
          <w:szCs w:val="28"/>
        </w:rPr>
        <w:t>Увеличение уставного капитала акционерного общества «Корпорация ра</w:t>
      </w:r>
      <w:r w:rsidRPr="001A6474">
        <w:rPr>
          <w:sz w:val="28"/>
          <w:szCs w:val="28"/>
        </w:rPr>
        <w:t>з</w:t>
      </w:r>
      <w:r w:rsidRPr="001A6474">
        <w:rPr>
          <w:sz w:val="28"/>
          <w:szCs w:val="28"/>
        </w:rPr>
        <w:t>вития Ульяновской области» в целях строительства объектов инфраструктуры промышленных зон</w:t>
      </w:r>
      <w:r>
        <w:rPr>
          <w:sz w:val="28"/>
          <w:szCs w:val="28"/>
        </w:rPr>
        <w:t>»;</w:t>
      </w:r>
    </w:p>
    <w:p w:rsidR="00B5552C" w:rsidRDefault="00B5552C" w:rsidP="00A11D35">
      <w:pPr>
        <w:spacing w:line="34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д) главы «Министерство экономического развития Ульяновской области» (Мин 241), «Министерство физической культуры и спорта Ульяновской области» (Мин 242) и «Министерство искусства и культурной политики Ульяновской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ласти» (Мин 255) изложить в следующей редакции:</w:t>
      </w:r>
    </w:p>
    <w:tbl>
      <w:tblPr>
        <w:tblW w:w="10065" w:type="dxa"/>
        <w:tblInd w:w="108" w:type="dxa"/>
        <w:tblLook w:val="00A0"/>
      </w:tblPr>
      <w:tblGrid>
        <w:gridCol w:w="4047"/>
        <w:gridCol w:w="655"/>
        <w:gridCol w:w="639"/>
        <w:gridCol w:w="592"/>
        <w:gridCol w:w="1369"/>
        <w:gridCol w:w="655"/>
        <w:gridCol w:w="2108"/>
      </w:tblGrid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11D35">
            <w:pPr>
              <w:spacing w:line="348" w:lineRule="auto"/>
              <w:contextualSpacing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61D1F">
              <w:rPr>
                <w:b/>
                <w:bCs/>
                <w:sz w:val="28"/>
                <w:szCs w:val="28"/>
              </w:rPr>
              <w:t>Министерство экономич</w:t>
            </w:r>
            <w:r w:rsidRPr="00A61D1F">
              <w:rPr>
                <w:b/>
                <w:bCs/>
                <w:sz w:val="28"/>
                <w:szCs w:val="28"/>
              </w:rPr>
              <w:t>е</w:t>
            </w:r>
            <w:r w:rsidRPr="00A61D1F">
              <w:rPr>
                <w:b/>
                <w:bCs/>
                <w:sz w:val="28"/>
                <w:szCs w:val="28"/>
              </w:rPr>
              <w:t>ского развития Ульяновской области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A61D1F">
              <w:rPr>
                <w:b/>
                <w:bCs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A61D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A61D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A61D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A61D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A61D1F">
              <w:rPr>
                <w:b/>
                <w:bCs/>
                <w:sz w:val="28"/>
                <w:szCs w:val="28"/>
              </w:rPr>
              <w:t>315332,87394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11D35">
            <w:pPr>
              <w:spacing w:line="34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229082,87394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11D35">
            <w:pPr>
              <w:spacing w:line="34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79836,24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11D35">
            <w:pPr>
              <w:spacing w:line="34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</w:t>
            </w:r>
            <w:r w:rsidRPr="00A61D1F">
              <w:rPr>
                <w:color w:val="000000"/>
                <w:sz w:val="28"/>
                <w:szCs w:val="28"/>
              </w:rPr>
              <w:t>ь</w:t>
            </w:r>
            <w:r w:rsidRPr="00A61D1F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79836,24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11D35">
            <w:pPr>
              <w:spacing w:line="34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79836,24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EB44B4" w:rsidRDefault="00B5552C" w:rsidP="00A11D35">
            <w:pPr>
              <w:spacing w:line="348" w:lineRule="auto"/>
              <w:contextualSpacing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EB44B4">
              <w:rPr>
                <w:color w:val="000000"/>
                <w:spacing w:val="4"/>
                <w:sz w:val="28"/>
                <w:szCs w:val="28"/>
              </w:rPr>
              <w:t>Фонд оплаты труда государс</w:t>
            </w:r>
            <w:r w:rsidRPr="00EB44B4">
              <w:rPr>
                <w:color w:val="000000"/>
                <w:spacing w:val="4"/>
                <w:sz w:val="28"/>
                <w:szCs w:val="28"/>
              </w:rPr>
              <w:t>т</w:t>
            </w:r>
            <w:r w:rsidRPr="00EB44B4">
              <w:rPr>
                <w:color w:val="000000"/>
                <w:spacing w:val="4"/>
                <w:sz w:val="28"/>
                <w:szCs w:val="28"/>
              </w:rPr>
              <w:t>венных (муниципальных) о</w:t>
            </w:r>
            <w:r w:rsidRPr="00EB44B4">
              <w:rPr>
                <w:color w:val="000000"/>
                <w:spacing w:val="4"/>
                <w:sz w:val="28"/>
                <w:szCs w:val="28"/>
              </w:rPr>
              <w:t>р</w:t>
            </w:r>
            <w:r w:rsidRPr="00EB44B4">
              <w:rPr>
                <w:color w:val="000000"/>
                <w:spacing w:val="4"/>
                <w:sz w:val="28"/>
                <w:szCs w:val="28"/>
              </w:rPr>
              <w:t>ганов и взносы по обязател</w:t>
            </w:r>
            <w:r w:rsidRPr="00EB44B4">
              <w:rPr>
                <w:color w:val="000000"/>
                <w:spacing w:val="4"/>
                <w:sz w:val="28"/>
                <w:szCs w:val="28"/>
              </w:rPr>
              <w:t>ь</w:t>
            </w:r>
            <w:r w:rsidRPr="00EB44B4">
              <w:rPr>
                <w:color w:val="000000"/>
                <w:spacing w:val="4"/>
                <w:sz w:val="28"/>
                <w:szCs w:val="28"/>
              </w:rPr>
              <w:t>ному социальному страхов</w:t>
            </w:r>
            <w:r w:rsidRPr="00EB44B4">
              <w:rPr>
                <w:color w:val="000000"/>
                <w:spacing w:val="4"/>
                <w:sz w:val="28"/>
                <w:szCs w:val="28"/>
              </w:rPr>
              <w:t>а</w:t>
            </w:r>
            <w:r w:rsidRPr="00EB44B4">
              <w:rPr>
                <w:color w:val="000000"/>
                <w:spacing w:val="4"/>
                <w:sz w:val="28"/>
                <w:szCs w:val="28"/>
              </w:rPr>
              <w:t>нию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60723,7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11D35">
            <w:pPr>
              <w:spacing w:line="34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1865,2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11D35">
            <w:pPr>
              <w:spacing w:line="34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11D35">
            <w:pPr>
              <w:spacing w:line="348" w:lineRule="auto"/>
              <w:contextualSpacing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16956,1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вых соглашений по возмещ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>нию вреда, причинённого в р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>зультате незаконных действий (бездействия) органов госуда</w:t>
            </w:r>
            <w:r w:rsidRPr="00A61D1F">
              <w:rPr>
                <w:sz w:val="28"/>
                <w:szCs w:val="28"/>
              </w:rPr>
              <w:t>р</w:t>
            </w:r>
            <w:r w:rsidRPr="00A61D1F">
              <w:rPr>
                <w:sz w:val="28"/>
                <w:szCs w:val="28"/>
              </w:rPr>
              <w:t>ственной власти (государс</w:t>
            </w:r>
            <w:r w:rsidRPr="00A61D1F">
              <w:rPr>
                <w:sz w:val="28"/>
                <w:szCs w:val="28"/>
              </w:rPr>
              <w:t>т</w:t>
            </w:r>
            <w:r w:rsidRPr="00A61D1F">
              <w:rPr>
                <w:sz w:val="28"/>
                <w:szCs w:val="28"/>
              </w:rPr>
              <w:t>венных органов), органов м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>стного самоуправления либо должностных лиц этих органов, а также в результате деятел</w:t>
            </w:r>
            <w:r w:rsidRPr="00A61D1F">
              <w:rPr>
                <w:sz w:val="28"/>
                <w:szCs w:val="28"/>
              </w:rPr>
              <w:t>ь</w:t>
            </w:r>
            <w:r w:rsidRPr="00A61D1F">
              <w:rPr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831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245,74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45,5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Другие вопросы в области н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циональной экономики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149246,63394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7B101F" w:rsidRDefault="00B5552C" w:rsidP="00A650B0">
            <w:pPr>
              <w:spacing w:line="360" w:lineRule="auto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7B101F">
              <w:rPr>
                <w:color w:val="000000"/>
                <w:spacing w:val="4"/>
                <w:sz w:val="28"/>
                <w:szCs w:val="28"/>
              </w:rPr>
              <w:t>Учреждения по сопровожд</w:t>
            </w:r>
            <w:r w:rsidRPr="007B101F">
              <w:rPr>
                <w:color w:val="000000"/>
                <w:spacing w:val="4"/>
                <w:sz w:val="28"/>
                <w:szCs w:val="28"/>
              </w:rPr>
              <w:t>е</w:t>
            </w:r>
            <w:r w:rsidRPr="007B101F">
              <w:rPr>
                <w:color w:val="000000"/>
                <w:spacing w:val="4"/>
                <w:sz w:val="28"/>
                <w:szCs w:val="28"/>
              </w:rPr>
              <w:t>нию исполнения отдельных процедур, осуществляемых при исполнении государс</w:t>
            </w:r>
            <w:r w:rsidRPr="007B101F">
              <w:rPr>
                <w:color w:val="000000"/>
                <w:spacing w:val="4"/>
                <w:sz w:val="28"/>
                <w:szCs w:val="28"/>
              </w:rPr>
              <w:t>т</w:t>
            </w:r>
            <w:r w:rsidRPr="007B101F">
              <w:rPr>
                <w:color w:val="000000"/>
                <w:spacing w:val="4"/>
                <w:sz w:val="28"/>
                <w:szCs w:val="28"/>
              </w:rPr>
              <w:t>венных функций государс</w:t>
            </w:r>
            <w:r w:rsidRPr="007B101F">
              <w:rPr>
                <w:color w:val="000000"/>
                <w:spacing w:val="4"/>
                <w:sz w:val="28"/>
                <w:szCs w:val="28"/>
              </w:rPr>
              <w:t>т</w:t>
            </w:r>
            <w:r w:rsidRPr="007B101F">
              <w:rPr>
                <w:color w:val="000000"/>
                <w:spacing w:val="4"/>
                <w:sz w:val="28"/>
                <w:szCs w:val="28"/>
              </w:rPr>
              <w:t>венными органами Ульяно</w:t>
            </w:r>
            <w:r w:rsidRPr="007B101F">
              <w:rPr>
                <w:color w:val="000000"/>
                <w:spacing w:val="4"/>
                <w:sz w:val="28"/>
                <w:szCs w:val="28"/>
              </w:rPr>
              <w:t>в</w:t>
            </w:r>
            <w:r w:rsidRPr="007B101F">
              <w:rPr>
                <w:color w:val="000000"/>
                <w:spacing w:val="4"/>
                <w:sz w:val="28"/>
                <w:szCs w:val="28"/>
              </w:rPr>
              <w:t>ской области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39122,16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28750,085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A61D1F">
              <w:rPr>
                <w:color w:val="000000"/>
                <w:sz w:val="28"/>
                <w:szCs w:val="28"/>
              </w:rPr>
              <w:t>ю</w:t>
            </w:r>
            <w:r w:rsidRPr="00A61D1F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262,317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9596,01724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вых соглашений по возмещ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>нию вреда, причинённого в р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>зультате незаконных действий (бездействия) органов госуда</w:t>
            </w:r>
            <w:r w:rsidRPr="00A61D1F">
              <w:rPr>
                <w:sz w:val="28"/>
                <w:szCs w:val="28"/>
              </w:rPr>
              <w:t>р</w:t>
            </w:r>
            <w:r w:rsidRPr="00A61D1F">
              <w:rPr>
                <w:sz w:val="28"/>
                <w:szCs w:val="28"/>
              </w:rPr>
              <w:t>ственной власти (государс</w:t>
            </w:r>
            <w:r w:rsidRPr="00A61D1F">
              <w:rPr>
                <w:sz w:val="28"/>
                <w:szCs w:val="28"/>
              </w:rPr>
              <w:t>т</w:t>
            </w:r>
            <w:r w:rsidRPr="00A61D1F">
              <w:rPr>
                <w:sz w:val="28"/>
                <w:szCs w:val="28"/>
              </w:rPr>
              <w:t>венных органов), органов м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>стного самоуправления либо должностных лиц этих органов, а также в результате деятел</w:t>
            </w:r>
            <w:r w:rsidRPr="00A61D1F">
              <w:rPr>
                <w:sz w:val="28"/>
                <w:szCs w:val="28"/>
              </w:rPr>
              <w:t>ь</w:t>
            </w:r>
            <w:r w:rsidRPr="00A61D1F">
              <w:rPr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831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307,04076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Уплата налога на имущество организаций и земельного н</w:t>
            </w:r>
            <w:r w:rsidRPr="00A61D1F">
              <w:rPr>
                <w:sz w:val="28"/>
                <w:szCs w:val="28"/>
              </w:rPr>
              <w:t>а</w:t>
            </w:r>
            <w:r w:rsidRPr="00A61D1F">
              <w:rPr>
                <w:sz w:val="28"/>
                <w:szCs w:val="28"/>
              </w:rPr>
              <w:t>лога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851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112,7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94,0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A61D1F">
              <w:rPr>
                <w:color w:val="000000"/>
                <w:spacing w:val="-4"/>
                <w:sz w:val="28"/>
                <w:szCs w:val="28"/>
              </w:rPr>
              <w:t>Средства на реализацию пост</w:t>
            </w:r>
            <w:r w:rsidRPr="00A61D1F">
              <w:rPr>
                <w:color w:val="000000"/>
                <w:spacing w:val="-4"/>
                <w:sz w:val="28"/>
                <w:szCs w:val="28"/>
              </w:rPr>
              <w:t>а</w:t>
            </w:r>
            <w:r w:rsidRPr="00A61D1F">
              <w:rPr>
                <w:color w:val="000000"/>
                <w:spacing w:val="-4"/>
                <w:sz w:val="28"/>
                <w:szCs w:val="28"/>
              </w:rPr>
              <w:t>новления Правительства Уль</w:t>
            </w:r>
            <w:r w:rsidRPr="00A61D1F">
              <w:rPr>
                <w:color w:val="000000"/>
                <w:spacing w:val="-4"/>
                <w:sz w:val="28"/>
                <w:szCs w:val="28"/>
              </w:rPr>
              <w:t>я</w:t>
            </w:r>
            <w:r w:rsidRPr="00A61D1F">
              <w:rPr>
                <w:color w:val="000000"/>
                <w:spacing w:val="-4"/>
                <w:sz w:val="28"/>
                <w:szCs w:val="28"/>
              </w:rPr>
              <w:t xml:space="preserve">новской области от 10.09.2012 № 421-П </w:t>
            </w:r>
            <w:r w:rsidRPr="00A650B0">
              <w:rPr>
                <w:color w:val="000000"/>
                <w:spacing w:val="-4"/>
                <w:sz w:val="28"/>
                <w:szCs w:val="28"/>
              </w:rPr>
              <w:t>«</w:t>
            </w:r>
            <w:r w:rsidRPr="00A61D1F">
              <w:rPr>
                <w:color w:val="000000"/>
                <w:spacing w:val="-4"/>
                <w:sz w:val="28"/>
                <w:szCs w:val="28"/>
              </w:rPr>
              <w:t>О некоторых мерах государственной поддержки юридических лиц, реализующих инвестиционные проекты в с</w:t>
            </w:r>
            <w:r w:rsidRPr="00A61D1F">
              <w:rPr>
                <w:color w:val="000000"/>
                <w:spacing w:val="-4"/>
                <w:sz w:val="28"/>
                <w:szCs w:val="28"/>
              </w:rPr>
              <w:t>о</w:t>
            </w:r>
            <w:r w:rsidRPr="00A61D1F">
              <w:rPr>
                <w:color w:val="000000"/>
                <w:spacing w:val="-4"/>
                <w:sz w:val="28"/>
                <w:szCs w:val="28"/>
              </w:rPr>
              <w:t>циальной сфере</w:t>
            </w:r>
            <w:r w:rsidRPr="00A650B0">
              <w:rPr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308 0000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A61D1F">
              <w:rPr>
                <w:color w:val="000000"/>
                <w:spacing w:val="-6"/>
                <w:sz w:val="28"/>
                <w:szCs w:val="28"/>
              </w:rPr>
              <w:t>Субсидии юридическим лицам (кроме некоммерческих орган</w:t>
            </w:r>
            <w:r w:rsidRPr="00A61D1F">
              <w:rPr>
                <w:color w:val="000000"/>
                <w:spacing w:val="-6"/>
                <w:sz w:val="28"/>
                <w:szCs w:val="28"/>
              </w:rPr>
              <w:t>и</w:t>
            </w:r>
            <w:r w:rsidRPr="00A61D1F">
              <w:rPr>
                <w:color w:val="000000"/>
                <w:spacing w:val="-6"/>
                <w:sz w:val="28"/>
                <w:szCs w:val="28"/>
              </w:rPr>
              <w:t>заций), индивидуальным пре</w:t>
            </w:r>
            <w:r w:rsidRPr="00A61D1F">
              <w:rPr>
                <w:color w:val="000000"/>
                <w:spacing w:val="-6"/>
                <w:sz w:val="28"/>
                <w:szCs w:val="28"/>
              </w:rPr>
              <w:t>д</w:t>
            </w:r>
            <w:r w:rsidRPr="00A61D1F">
              <w:rPr>
                <w:color w:val="000000"/>
                <w:spacing w:val="-6"/>
                <w:sz w:val="28"/>
                <w:szCs w:val="28"/>
              </w:rPr>
              <w:t>принимателям, физическим л</w:t>
            </w:r>
            <w:r w:rsidRPr="00A61D1F">
              <w:rPr>
                <w:color w:val="000000"/>
                <w:spacing w:val="-6"/>
                <w:sz w:val="28"/>
                <w:szCs w:val="28"/>
              </w:rPr>
              <w:t>и</w:t>
            </w:r>
            <w:r w:rsidRPr="00A61D1F">
              <w:rPr>
                <w:color w:val="000000"/>
                <w:spacing w:val="-6"/>
                <w:sz w:val="28"/>
                <w:szCs w:val="28"/>
              </w:rPr>
              <w:t>цам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308 0000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8000,0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Средства на реализацию п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лотных инновационных терр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ториальных кластеров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309 0000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5900,17394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Мероприятия, предусмотре</w:t>
            </w:r>
            <w:r w:rsidRPr="00A61D1F">
              <w:rPr>
                <w:sz w:val="28"/>
                <w:szCs w:val="28"/>
              </w:rPr>
              <w:t>н</w:t>
            </w:r>
            <w:r w:rsidRPr="00A61D1F">
              <w:rPr>
                <w:sz w:val="28"/>
                <w:szCs w:val="28"/>
              </w:rPr>
              <w:t>ные программами развития п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лотных инновационных терр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ториальных кластеров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309 5063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5900,17394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</w:t>
            </w:r>
            <w:r w:rsidRPr="00A61D1F">
              <w:rPr>
                <w:sz w:val="28"/>
                <w:szCs w:val="28"/>
              </w:rPr>
              <w:t>ъ</w:t>
            </w:r>
            <w:r w:rsidRPr="00A61D1F">
              <w:rPr>
                <w:sz w:val="28"/>
                <w:szCs w:val="28"/>
              </w:rPr>
              <w:t>екты государственной (мун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309 5063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5900,17394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Реализация проектов в рамках культурно-познавательного т</w:t>
            </w:r>
            <w:r w:rsidRPr="00A61D1F">
              <w:rPr>
                <w:sz w:val="28"/>
                <w:szCs w:val="28"/>
              </w:rPr>
              <w:t>у</w:t>
            </w:r>
            <w:r w:rsidRPr="00A61D1F">
              <w:rPr>
                <w:sz w:val="28"/>
                <w:szCs w:val="28"/>
              </w:rPr>
              <w:t>ризма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310 0000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1400,0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Государственная поддержка (грант) реализации лучших с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310 5192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1400,0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sz w:val="28"/>
                <w:szCs w:val="28"/>
              </w:rPr>
              <w:t>у</w:t>
            </w:r>
            <w:r w:rsidRPr="00A61D1F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310 5192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1000,0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FC5741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некоммерческим о</w:t>
            </w:r>
            <w:r w:rsidRPr="00A61D1F">
              <w:rPr>
                <w:sz w:val="28"/>
                <w:szCs w:val="28"/>
              </w:rPr>
              <w:t>р</w:t>
            </w:r>
            <w:r w:rsidRPr="00A61D1F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A61D1F">
              <w:rPr>
                <w:sz w:val="28"/>
                <w:szCs w:val="28"/>
              </w:rPr>
              <w:t>ь</w:t>
            </w:r>
            <w:r w:rsidRPr="00A61D1F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B5552C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310 5192</w:t>
            </w:r>
          </w:p>
        </w:tc>
        <w:tc>
          <w:tcPr>
            <w:tcW w:w="655" w:type="dxa"/>
            <w:vAlign w:val="bottom"/>
          </w:tcPr>
          <w:p w:rsidR="00B5552C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FC5741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630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FC574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574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5741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FC5741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A19B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Средства на реализацию пост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новления Правительства Ул</w:t>
            </w:r>
            <w:r>
              <w:rPr>
                <w:color w:val="000000"/>
                <w:sz w:val="28"/>
                <w:szCs w:val="28"/>
              </w:rPr>
              <w:t>ь</w:t>
            </w:r>
            <w:r w:rsidRPr="00A61D1F">
              <w:rPr>
                <w:color w:val="000000"/>
                <w:sz w:val="28"/>
                <w:szCs w:val="28"/>
              </w:rPr>
              <w:t>я</w:t>
            </w:r>
            <w:r w:rsidRPr="00A61D1F"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 xml:space="preserve">вской области от 01.12.2010 № 418-П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1D1F">
              <w:rPr>
                <w:color w:val="000000"/>
                <w:sz w:val="28"/>
                <w:szCs w:val="28"/>
              </w:rPr>
              <w:t>О некоторых мерах по реализации Закона Ульяно</w:t>
            </w:r>
            <w:r w:rsidRPr="00A61D1F">
              <w:rPr>
                <w:color w:val="000000"/>
                <w:sz w:val="28"/>
                <w:szCs w:val="28"/>
              </w:rPr>
              <w:t>в</w:t>
            </w:r>
            <w:r w:rsidRPr="00A61D1F">
              <w:rPr>
                <w:color w:val="000000"/>
                <w:sz w:val="28"/>
                <w:szCs w:val="28"/>
              </w:rPr>
              <w:t xml:space="preserve">ской области от 15.03.2005 </w:t>
            </w:r>
            <w:r>
              <w:rPr>
                <w:color w:val="000000"/>
                <w:sz w:val="28"/>
                <w:szCs w:val="28"/>
              </w:rPr>
              <w:br/>
            </w:r>
            <w:r w:rsidRPr="00A61D1F">
              <w:rPr>
                <w:color w:val="000000"/>
                <w:sz w:val="28"/>
                <w:szCs w:val="28"/>
              </w:rPr>
              <w:t xml:space="preserve">№ 019-ЗО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1D1F">
              <w:rPr>
                <w:color w:val="000000"/>
                <w:sz w:val="28"/>
                <w:szCs w:val="28"/>
              </w:rPr>
              <w:t>О развитии инв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 xml:space="preserve">стиционной деятельности на </w:t>
            </w:r>
            <w:r w:rsidRPr="00FC5741">
              <w:rPr>
                <w:color w:val="000000"/>
                <w:spacing w:val="-6"/>
                <w:sz w:val="28"/>
                <w:szCs w:val="28"/>
              </w:rPr>
              <w:t>территории Ульяновской обла</w:t>
            </w:r>
            <w:r w:rsidRPr="00FC5741">
              <w:rPr>
                <w:color w:val="000000"/>
                <w:spacing w:val="-6"/>
                <w:sz w:val="28"/>
                <w:szCs w:val="28"/>
              </w:rPr>
              <w:t>с</w:t>
            </w:r>
            <w:r w:rsidRPr="00FC5741">
              <w:rPr>
                <w:color w:val="000000"/>
                <w:spacing w:val="-6"/>
                <w:sz w:val="28"/>
                <w:szCs w:val="28"/>
              </w:rPr>
              <w:t>ти»</w:t>
            </w:r>
          </w:p>
        </w:tc>
        <w:tc>
          <w:tcPr>
            <w:tcW w:w="655" w:type="dxa"/>
            <w:vAlign w:val="bottom"/>
          </w:tcPr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312 0000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A19B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26344,2086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A19B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юридическим лицам (кроме некоммерческих орг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низаций), индивидуальным предпринимателям, физич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ским лицам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312 0000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A19B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26344,2086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A19B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Разработка Стратегии социал</w:t>
            </w:r>
            <w:r w:rsidRPr="00A61D1F">
              <w:rPr>
                <w:color w:val="000000"/>
                <w:sz w:val="28"/>
                <w:szCs w:val="28"/>
              </w:rPr>
              <w:t>ь</w:t>
            </w:r>
            <w:r w:rsidRPr="00A61D1F">
              <w:rPr>
                <w:color w:val="000000"/>
                <w:sz w:val="28"/>
                <w:szCs w:val="28"/>
              </w:rPr>
              <w:t xml:space="preserve">но-экономического развития </w:t>
            </w:r>
            <w:r w:rsidRPr="00FC5741">
              <w:rPr>
                <w:color w:val="000000"/>
                <w:spacing w:val="-4"/>
                <w:sz w:val="28"/>
                <w:szCs w:val="28"/>
              </w:rPr>
              <w:t>Ульяновской  области до 2020 года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640 0000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A19B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9900,0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A19B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640 0000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A19B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9900,0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A19BF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Форм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рование благоприятного инв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>стиционного климата в Уль</w:t>
            </w:r>
            <w:r w:rsidRPr="00A61D1F">
              <w:rPr>
                <w:sz w:val="28"/>
                <w:szCs w:val="28"/>
              </w:rPr>
              <w:t>я</w:t>
            </w:r>
            <w:r w:rsidRPr="00A61D1F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A61D1F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A19BF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A19B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56980,0914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000A93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Формирование и развитие инфраструктуры зон развития Ульяновской обла</w:t>
            </w:r>
            <w:r w:rsidRPr="00A61D1F">
              <w:rPr>
                <w:sz w:val="28"/>
                <w:szCs w:val="28"/>
              </w:rPr>
              <w:t>с</w:t>
            </w:r>
            <w:r w:rsidRPr="00A61D1F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A61D1F">
              <w:rPr>
                <w:sz w:val="28"/>
                <w:szCs w:val="28"/>
              </w:rPr>
              <w:t xml:space="preserve"> на 2014-2018 годы госуда</w:t>
            </w:r>
            <w:r w:rsidRPr="00A61D1F">
              <w:rPr>
                <w:sz w:val="28"/>
                <w:szCs w:val="28"/>
              </w:rPr>
              <w:t>р</w:t>
            </w:r>
            <w:r w:rsidRPr="00A61D1F">
              <w:rPr>
                <w:sz w:val="28"/>
                <w:szCs w:val="28"/>
              </w:rPr>
              <w:t>ственной программы Ульяно</w:t>
            </w:r>
            <w:r w:rsidRPr="00A61D1F">
              <w:rPr>
                <w:sz w:val="28"/>
                <w:szCs w:val="28"/>
              </w:rPr>
              <w:t>в</w:t>
            </w:r>
            <w:r w:rsidRPr="00A61D1F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Формирование благоприятного инвестицио</w:t>
            </w:r>
            <w:r w:rsidRPr="00A61D1F">
              <w:rPr>
                <w:sz w:val="28"/>
                <w:szCs w:val="28"/>
              </w:rPr>
              <w:t>н</w:t>
            </w:r>
            <w:r w:rsidRPr="00A61D1F">
              <w:rPr>
                <w:sz w:val="28"/>
                <w:szCs w:val="28"/>
              </w:rPr>
              <w:t>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A61D1F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901 0000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000A93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32980,0914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000A93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организациям, кот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 xml:space="preserve">рым в соответствии с Законом Ульяновской области от 15.03.2005 № 019-ЗО </w:t>
            </w:r>
            <w:r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О разв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тии инвестиционной деятел</w:t>
            </w:r>
            <w:r w:rsidRPr="00A61D1F">
              <w:rPr>
                <w:sz w:val="28"/>
                <w:szCs w:val="28"/>
              </w:rPr>
              <w:t>ь</w:t>
            </w:r>
            <w:r w:rsidRPr="00A61D1F">
              <w:rPr>
                <w:sz w:val="28"/>
                <w:szCs w:val="28"/>
              </w:rPr>
              <w:t>ности на территории Ульяно</w:t>
            </w:r>
            <w:r w:rsidRPr="00A61D1F">
              <w:rPr>
                <w:sz w:val="28"/>
                <w:szCs w:val="28"/>
              </w:rPr>
              <w:t>в</w:t>
            </w:r>
            <w:r w:rsidRPr="00A61D1F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A61D1F">
              <w:rPr>
                <w:sz w:val="28"/>
                <w:szCs w:val="28"/>
              </w:rPr>
              <w:t xml:space="preserve"> присвоен статус организации, уполномоченной в сфере формирования и разв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тия инфраструктуры промы</w:t>
            </w:r>
            <w:r w:rsidRPr="00A61D1F">
              <w:rPr>
                <w:sz w:val="28"/>
                <w:szCs w:val="28"/>
              </w:rPr>
              <w:t>ш</w:t>
            </w:r>
            <w:r w:rsidRPr="00A61D1F">
              <w:rPr>
                <w:sz w:val="28"/>
                <w:szCs w:val="28"/>
              </w:rPr>
              <w:t>ленных зон, в целях возмещ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>ния затрат указанных орган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заций по уплате процентов по кредитам, полученным на фо</w:t>
            </w:r>
            <w:r w:rsidRPr="00A61D1F">
              <w:rPr>
                <w:sz w:val="28"/>
                <w:szCs w:val="28"/>
              </w:rPr>
              <w:t>р</w:t>
            </w:r>
            <w:r w:rsidRPr="00A61D1F">
              <w:rPr>
                <w:sz w:val="28"/>
                <w:szCs w:val="28"/>
              </w:rPr>
              <w:t>мирование и развитие инфр</w:t>
            </w:r>
            <w:r w:rsidRPr="00A61D1F">
              <w:rPr>
                <w:sz w:val="28"/>
                <w:szCs w:val="28"/>
              </w:rPr>
              <w:t>а</w:t>
            </w:r>
            <w:r w:rsidRPr="00A61D1F">
              <w:rPr>
                <w:sz w:val="28"/>
                <w:szCs w:val="28"/>
              </w:rPr>
              <w:t>структуры промышленных зон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901 2411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000A93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18917,03691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000A93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61D1F">
              <w:rPr>
                <w:sz w:val="28"/>
                <w:szCs w:val="28"/>
              </w:rPr>
              <w:t>а</w:t>
            </w:r>
            <w:r w:rsidRPr="00A61D1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>ским лицам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901 2411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000A9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810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000A93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18917,03691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000A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организациям, кот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 xml:space="preserve">рым в соответствии с Законом Ульяновской области от 15.03.2005 № 019-ЗО </w:t>
            </w:r>
            <w:r w:rsidRPr="00A650B0"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О разв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тии инвестиционной деятел</w:t>
            </w:r>
            <w:r w:rsidRPr="00A61D1F">
              <w:rPr>
                <w:sz w:val="28"/>
                <w:szCs w:val="28"/>
              </w:rPr>
              <w:t>ь</w:t>
            </w:r>
            <w:r w:rsidRPr="00A61D1F">
              <w:rPr>
                <w:sz w:val="28"/>
                <w:szCs w:val="28"/>
              </w:rPr>
              <w:t>ности на территории Ульяно</w:t>
            </w:r>
            <w:r w:rsidRPr="00A61D1F">
              <w:rPr>
                <w:sz w:val="28"/>
                <w:szCs w:val="28"/>
              </w:rPr>
              <w:t>в</w:t>
            </w:r>
            <w:r w:rsidRPr="00A61D1F">
              <w:rPr>
                <w:sz w:val="28"/>
                <w:szCs w:val="28"/>
              </w:rPr>
              <w:t>ской области</w:t>
            </w:r>
            <w:r w:rsidRPr="00A650B0">
              <w:rPr>
                <w:sz w:val="28"/>
                <w:szCs w:val="28"/>
              </w:rPr>
              <w:t>»</w:t>
            </w:r>
            <w:r w:rsidRPr="00A61D1F">
              <w:rPr>
                <w:sz w:val="28"/>
                <w:szCs w:val="28"/>
              </w:rPr>
              <w:t xml:space="preserve"> присвоен статус организации, уполномоченной в сфере формирования и разв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тия инфраструктуры промы</w:t>
            </w:r>
            <w:r w:rsidRPr="00A61D1F">
              <w:rPr>
                <w:sz w:val="28"/>
                <w:szCs w:val="28"/>
              </w:rPr>
              <w:t>ш</w:t>
            </w:r>
            <w:r w:rsidRPr="00A61D1F">
              <w:rPr>
                <w:sz w:val="28"/>
                <w:szCs w:val="28"/>
              </w:rPr>
              <w:t>ленных зон, в целях возмещ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>ния части затрат указанных о</w:t>
            </w:r>
            <w:r w:rsidRPr="00A61D1F">
              <w:rPr>
                <w:sz w:val="28"/>
                <w:szCs w:val="28"/>
              </w:rPr>
              <w:t>р</w:t>
            </w:r>
            <w:r w:rsidRPr="00A61D1F">
              <w:rPr>
                <w:sz w:val="28"/>
                <w:szCs w:val="28"/>
              </w:rPr>
              <w:t>ганизаций в связи с осущест</w:t>
            </w:r>
            <w:r w:rsidRPr="00A61D1F">
              <w:rPr>
                <w:sz w:val="28"/>
                <w:szCs w:val="28"/>
              </w:rPr>
              <w:t>в</w:t>
            </w:r>
            <w:r w:rsidRPr="00A61D1F">
              <w:rPr>
                <w:sz w:val="28"/>
                <w:szCs w:val="28"/>
              </w:rPr>
              <w:t>лением мероприятий по фо</w:t>
            </w:r>
            <w:r w:rsidRPr="00A61D1F">
              <w:rPr>
                <w:sz w:val="28"/>
                <w:szCs w:val="28"/>
              </w:rPr>
              <w:t>р</w:t>
            </w:r>
            <w:r w:rsidRPr="00A61D1F">
              <w:rPr>
                <w:sz w:val="28"/>
                <w:szCs w:val="28"/>
              </w:rPr>
              <w:t>мированию и развитию инфр</w:t>
            </w:r>
            <w:r w:rsidRPr="00A61D1F">
              <w:rPr>
                <w:sz w:val="28"/>
                <w:szCs w:val="28"/>
              </w:rPr>
              <w:t>а</w:t>
            </w:r>
            <w:r w:rsidRPr="00A61D1F">
              <w:rPr>
                <w:sz w:val="28"/>
                <w:szCs w:val="28"/>
              </w:rPr>
              <w:t>структуры промышленных зон и функций, определённых п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 xml:space="preserve">становлением Правительства Ульяновской области от 16.08.2013 № 367-П </w:t>
            </w:r>
            <w:r w:rsidRPr="00A650B0"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О некот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рых вопросах деятельности о</w:t>
            </w:r>
            <w:r w:rsidRPr="00A61D1F">
              <w:rPr>
                <w:sz w:val="28"/>
                <w:szCs w:val="28"/>
              </w:rPr>
              <w:t>р</w:t>
            </w:r>
            <w:r w:rsidRPr="00A61D1F">
              <w:rPr>
                <w:sz w:val="28"/>
                <w:szCs w:val="28"/>
              </w:rPr>
              <w:t>ганизации, уполномоченной в сфере формирования и разв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тия инфраструктуры промы</w:t>
            </w:r>
            <w:r w:rsidRPr="00A61D1F">
              <w:rPr>
                <w:sz w:val="28"/>
                <w:szCs w:val="28"/>
              </w:rPr>
              <w:t>ш</w:t>
            </w:r>
            <w:r w:rsidRPr="00A61D1F">
              <w:rPr>
                <w:sz w:val="28"/>
                <w:szCs w:val="28"/>
              </w:rPr>
              <w:t>ленных зон</w:t>
            </w:r>
            <w:r w:rsidRPr="00A650B0">
              <w:rPr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901 2413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000A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14063,05449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000A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юридическим лицам (кроме некоммерческих орг</w:t>
            </w:r>
            <w:r w:rsidRPr="00A61D1F">
              <w:rPr>
                <w:sz w:val="28"/>
                <w:szCs w:val="28"/>
              </w:rPr>
              <w:t>а</w:t>
            </w:r>
            <w:r w:rsidRPr="00A61D1F">
              <w:rPr>
                <w:sz w:val="28"/>
                <w:szCs w:val="28"/>
              </w:rPr>
              <w:t>низаций), индивидуальным предпринимателям, физич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>ским лицам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901 2413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000A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810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000A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14063,05449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Развитие и</w:t>
            </w:r>
            <w:r w:rsidRPr="00A61D1F">
              <w:rPr>
                <w:sz w:val="28"/>
                <w:szCs w:val="28"/>
              </w:rPr>
              <w:t>н</w:t>
            </w:r>
            <w:r w:rsidRPr="00A61D1F">
              <w:rPr>
                <w:sz w:val="28"/>
                <w:szCs w:val="28"/>
              </w:rPr>
              <w:t>новационной деятельности в Ульяновской области</w:t>
            </w:r>
            <w:r>
              <w:rPr>
                <w:sz w:val="28"/>
                <w:szCs w:val="28"/>
              </w:rPr>
              <w:t>»</w:t>
            </w:r>
            <w:r w:rsidRPr="00A61D1F">
              <w:rPr>
                <w:sz w:val="28"/>
                <w:szCs w:val="28"/>
              </w:rPr>
              <w:t xml:space="preserve"> на 2014-2018 годы государственной программы Ульяновской о</w:t>
            </w:r>
            <w:r w:rsidRPr="00A61D1F">
              <w:rPr>
                <w:sz w:val="28"/>
                <w:szCs w:val="28"/>
              </w:rPr>
              <w:t>б</w:t>
            </w:r>
            <w:r w:rsidRPr="00A61D1F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Формирование благ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приятного инвестиционного климата в Ульяновской обла</w:t>
            </w:r>
            <w:r w:rsidRPr="00A61D1F">
              <w:rPr>
                <w:sz w:val="28"/>
                <w:szCs w:val="28"/>
              </w:rPr>
              <w:t>с</w:t>
            </w:r>
            <w:r w:rsidRPr="00A61D1F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A61D1F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1500,0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3728CC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Внесение членского взноса Ульяновской области в Асс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циацию экономического вза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модействия субъектов Росси</w:t>
            </w:r>
            <w:r w:rsidRPr="00A61D1F">
              <w:rPr>
                <w:sz w:val="28"/>
                <w:szCs w:val="28"/>
              </w:rPr>
              <w:t>й</w:t>
            </w:r>
            <w:r w:rsidRPr="00A61D1F">
              <w:rPr>
                <w:sz w:val="28"/>
                <w:szCs w:val="28"/>
              </w:rPr>
              <w:t xml:space="preserve">ской Федерации </w:t>
            </w:r>
            <w:r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Ассоциация инновационных регионов Ро</w:t>
            </w:r>
            <w:r w:rsidRPr="00A61D1F">
              <w:rPr>
                <w:sz w:val="28"/>
                <w:szCs w:val="28"/>
              </w:rPr>
              <w:t>с</w:t>
            </w:r>
            <w:r w:rsidRPr="00A61D1F">
              <w:rPr>
                <w:sz w:val="28"/>
                <w:szCs w:val="28"/>
              </w:rPr>
              <w:t>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902 2910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3728C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1500,0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3728CC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некоммерческим о</w:t>
            </w:r>
            <w:r w:rsidRPr="00A61D1F">
              <w:rPr>
                <w:sz w:val="28"/>
                <w:szCs w:val="28"/>
              </w:rPr>
              <w:t>р</w:t>
            </w:r>
            <w:r w:rsidRPr="00A61D1F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A61D1F">
              <w:rPr>
                <w:sz w:val="28"/>
                <w:szCs w:val="28"/>
              </w:rPr>
              <w:t>ь</w:t>
            </w:r>
            <w:r w:rsidRPr="00A61D1F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902 2910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630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3728C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1500,0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7B101F" w:rsidRDefault="00B5552C" w:rsidP="003728CC">
            <w:pPr>
              <w:spacing w:line="348" w:lineRule="auto"/>
              <w:jc w:val="both"/>
              <w:rPr>
                <w:spacing w:val="4"/>
                <w:sz w:val="28"/>
                <w:szCs w:val="28"/>
              </w:rPr>
            </w:pPr>
            <w:r w:rsidRPr="007B101F">
              <w:rPr>
                <w:spacing w:val="4"/>
                <w:sz w:val="28"/>
                <w:szCs w:val="28"/>
              </w:rPr>
              <w:t>Подпрограмма «Развитие м</w:t>
            </w:r>
            <w:r w:rsidRPr="007B101F">
              <w:rPr>
                <w:spacing w:val="4"/>
                <w:sz w:val="28"/>
                <w:szCs w:val="28"/>
              </w:rPr>
              <w:t>а</w:t>
            </w:r>
            <w:r w:rsidRPr="007B101F">
              <w:rPr>
                <w:spacing w:val="4"/>
                <w:sz w:val="28"/>
                <w:szCs w:val="28"/>
              </w:rPr>
              <w:t>лого и среднего предприним</w:t>
            </w:r>
            <w:r w:rsidRPr="007B101F">
              <w:rPr>
                <w:spacing w:val="4"/>
                <w:sz w:val="28"/>
                <w:szCs w:val="28"/>
              </w:rPr>
              <w:t>а</w:t>
            </w:r>
            <w:r w:rsidRPr="007B101F">
              <w:rPr>
                <w:spacing w:val="4"/>
                <w:sz w:val="28"/>
                <w:szCs w:val="28"/>
              </w:rPr>
              <w:t>тельства в Ульяновской о</w:t>
            </w:r>
            <w:r w:rsidRPr="007B101F">
              <w:rPr>
                <w:spacing w:val="4"/>
                <w:sz w:val="28"/>
                <w:szCs w:val="28"/>
              </w:rPr>
              <w:t>б</w:t>
            </w:r>
            <w:r w:rsidRPr="007B101F">
              <w:rPr>
                <w:spacing w:val="4"/>
                <w:sz w:val="28"/>
                <w:szCs w:val="28"/>
              </w:rPr>
              <w:t>ласти» на 2014-2018 годы г</w:t>
            </w:r>
            <w:r w:rsidRPr="007B101F">
              <w:rPr>
                <w:spacing w:val="4"/>
                <w:sz w:val="28"/>
                <w:szCs w:val="28"/>
              </w:rPr>
              <w:t>о</w:t>
            </w:r>
            <w:r w:rsidRPr="007B101F">
              <w:rPr>
                <w:spacing w:val="4"/>
                <w:sz w:val="28"/>
                <w:szCs w:val="28"/>
              </w:rPr>
              <w:t>сударственной программы Ульяновской области «Фо</w:t>
            </w:r>
            <w:r w:rsidRPr="007B101F">
              <w:rPr>
                <w:spacing w:val="4"/>
                <w:sz w:val="28"/>
                <w:szCs w:val="28"/>
              </w:rPr>
              <w:t>р</w:t>
            </w:r>
            <w:r w:rsidRPr="007B101F">
              <w:rPr>
                <w:spacing w:val="4"/>
                <w:sz w:val="28"/>
                <w:szCs w:val="28"/>
              </w:rPr>
              <w:t>мирование благоприятного инвестиционного климата в Ульяновской области» на 2014-2018 годы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904 0000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3728C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22500,0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3728CC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Предоставление субсидий а</w:t>
            </w:r>
            <w:r w:rsidRPr="00A61D1F">
              <w:rPr>
                <w:sz w:val="28"/>
                <w:szCs w:val="28"/>
              </w:rPr>
              <w:t>в</w:t>
            </w:r>
            <w:r w:rsidRPr="00A61D1F">
              <w:rPr>
                <w:sz w:val="28"/>
                <w:szCs w:val="28"/>
              </w:rPr>
              <w:t>тономной некоммерческой о</w:t>
            </w:r>
            <w:r w:rsidRPr="00A61D1F">
              <w:rPr>
                <w:sz w:val="28"/>
                <w:szCs w:val="28"/>
              </w:rPr>
              <w:t>р</w:t>
            </w:r>
            <w:r w:rsidRPr="00A61D1F">
              <w:rPr>
                <w:sz w:val="28"/>
                <w:szCs w:val="28"/>
              </w:rPr>
              <w:t xml:space="preserve">ганизации </w:t>
            </w:r>
            <w:r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Региональный центр поддержки и сопрово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 предпринимательства</w:t>
            </w:r>
            <w:r>
              <w:rPr>
                <w:sz w:val="28"/>
                <w:szCs w:val="28"/>
              </w:rPr>
              <w:t>»</w:t>
            </w:r>
            <w:r w:rsidRPr="00A61D1F">
              <w:rPr>
                <w:sz w:val="28"/>
                <w:szCs w:val="28"/>
              </w:rPr>
              <w:t xml:space="preserve"> на обеспечение деятельности центра поддержки предприн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мательства Ульяновской обла</w:t>
            </w:r>
            <w:r w:rsidRPr="00A61D1F">
              <w:rPr>
                <w:sz w:val="28"/>
                <w:szCs w:val="28"/>
              </w:rPr>
              <w:t>с</w:t>
            </w:r>
            <w:r w:rsidRPr="00A61D1F">
              <w:rPr>
                <w:sz w:val="28"/>
                <w:szCs w:val="28"/>
              </w:rPr>
              <w:t>ти</w:t>
            </w:r>
          </w:p>
        </w:tc>
        <w:tc>
          <w:tcPr>
            <w:tcW w:w="655" w:type="dxa"/>
            <w:vAlign w:val="bottom"/>
          </w:tcPr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904 2810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3728C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3728C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3728C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3728C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6350,0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некоммерческим о</w:t>
            </w:r>
            <w:r w:rsidRPr="00A61D1F">
              <w:rPr>
                <w:sz w:val="28"/>
                <w:szCs w:val="28"/>
              </w:rPr>
              <w:t>р</w:t>
            </w:r>
            <w:r w:rsidRPr="00A61D1F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A61D1F">
              <w:rPr>
                <w:sz w:val="28"/>
                <w:szCs w:val="28"/>
              </w:rPr>
              <w:t>ь</w:t>
            </w:r>
            <w:r w:rsidRPr="00A61D1F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904 2810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630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6350,0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Предоставление субсидий а</w:t>
            </w:r>
            <w:r w:rsidRPr="00A61D1F">
              <w:rPr>
                <w:sz w:val="28"/>
                <w:szCs w:val="28"/>
              </w:rPr>
              <w:t>в</w:t>
            </w:r>
            <w:r w:rsidRPr="00A61D1F">
              <w:rPr>
                <w:sz w:val="28"/>
                <w:szCs w:val="28"/>
              </w:rPr>
              <w:t>тономной некоммерческой о</w:t>
            </w:r>
            <w:r w:rsidRPr="00A61D1F">
              <w:rPr>
                <w:sz w:val="28"/>
                <w:szCs w:val="28"/>
              </w:rPr>
              <w:t>р</w:t>
            </w:r>
            <w:r w:rsidRPr="00A61D1F">
              <w:rPr>
                <w:sz w:val="28"/>
                <w:szCs w:val="28"/>
              </w:rPr>
              <w:t xml:space="preserve">ганизации </w:t>
            </w:r>
            <w:r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Центр кластерного развития Ульяновской обла</w:t>
            </w:r>
            <w:r w:rsidRPr="00A61D1F">
              <w:rPr>
                <w:sz w:val="28"/>
                <w:szCs w:val="28"/>
              </w:rPr>
              <w:t>с</w:t>
            </w:r>
            <w:r w:rsidRPr="00A61D1F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A61D1F">
              <w:rPr>
                <w:sz w:val="28"/>
                <w:szCs w:val="28"/>
              </w:rPr>
              <w:t xml:space="preserve"> на обеспечение деятельн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сти центра кластерного разв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тия для субъектов малого и среднего предпринимательства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904 2811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2700,0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некоммерческим о</w:t>
            </w:r>
            <w:r w:rsidRPr="00A61D1F">
              <w:rPr>
                <w:sz w:val="28"/>
                <w:szCs w:val="28"/>
              </w:rPr>
              <w:t>р</w:t>
            </w:r>
            <w:r w:rsidRPr="00A61D1F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A61D1F">
              <w:rPr>
                <w:sz w:val="28"/>
                <w:szCs w:val="28"/>
              </w:rPr>
              <w:t>ь</w:t>
            </w:r>
            <w:r w:rsidRPr="00A61D1F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904 2811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630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2700,0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Обеспечение деятельности центра кластерного развития для субъектов малого и средн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го предпринимательства п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средством предоставления су</w:t>
            </w:r>
            <w:r w:rsidRPr="00A61D1F">
              <w:rPr>
                <w:color w:val="000000"/>
                <w:sz w:val="28"/>
                <w:szCs w:val="28"/>
              </w:rPr>
              <w:t>б</w:t>
            </w:r>
            <w:r w:rsidRPr="00A61D1F">
              <w:rPr>
                <w:color w:val="000000"/>
                <w:sz w:val="28"/>
                <w:szCs w:val="28"/>
              </w:rPr>
              <w:t>сидий автономной некомме</w:t>
            </w:r>
            <w:r w:rsidRPr="00A61D1F">
              <w:rPr>
                <w:color w:val="000000"/>
                <w:sz w:val="28"/>
                <w:szCs w:val="28"/>
              </w:rPr>
              <w:t>р</w:t>
            </w:r>
            <w:r w:rsidRPr="00A61D1F">
              <w:rPr>
                <w:color w:val="000000"/>
                <w:sz w:val="28"/>
                <w:szCs w:val="28"/>
              </w:rPr>
              <w:t xml:space="preserve">ческой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1D1F">
              <w:rPr>
                <w:color w:val="000000"/>
                <w:sz w:val="28"/>
                <w:szCs w:val="28"/>
              </w:rPr>
              <w:t>Центр развития ядерного инновац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онного кластера города Дими</w:t>
            </w:r>
            <w:r w:rsidRPr="00A61D1F">
              <w:rPr>
                <w:color w:val="000000"/>
                <w:sz w:val="28"/>
                <w:szCs w:val="28"/>
              </w:rPr>
              <w:t>т</w:t>
            </w:r>
            <w:r w:rsidRPr="00A61D1F">
              <w:rPr>
                <w:color w:val="000000"/>
                <w:sz w:val="28"/>
                <w:szCs w:val="28"/>
              </w:rPr>
              <w:t>ровграда Ульяновской обла</w:t>
            </w:r>
            <w:r w:rsidRPr="00A61D1F">
              <w:rPr>
                <w:color w:val="000000"/>
                <w:sz w:val="28"/>
                <w:szCs w:val="28"/>
              </w:rPr>
              <w:t>с</w:t>
            </w:r>
            <w:r w:rsidRPr="00A61D1F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904 2812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A61D1F">
              <w:rPr>
                <w:color w:val="000000"/>
                <w:sz w:val="28"/>
                <w:szCs w:val="28"/>
              </w:rPr>
              <w:t>р</w:t>
            </w:r>
            <w:r w:rsidRPr="00A61D1F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A61D1F">
              <w:rPr>
                <w:color w:val="000000"/>
                <w:sz w:val="28"/>
                <w:szCs w:val="28"/>
              </w:rPr>
              <w:t>ь</w:t>
            </w:r>
            <w:r w:rsidRPr="00A61D1F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904 2812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5000,0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субъектам малого и среднего предпринимательства на компенсацию части затрат, связанных с обучением и (или) повышением квалификации р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ботников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904 2813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юридическим лицам (кроме некоммерческих орг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низаций), индивидуальным предпринимателям, физич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ским лицам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904 2813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Поддержка деятельности Уль</w:t>
            </w:r>
            <w:r w:rsidRPr="00A61D1F">
              <w:rPr>
                <w:color w:val="000000"/>
                <w:sz w:val="28"/>
                <w:szCs w:val="28"/>
              </w:rPr>
              <w:t>я</w:t>
            </w:r>
            <w:r w:rsidRPr="00A61D1F">
              <w:rPr>
                <w:color w:val="000000"/>
                <w:sz w:val="28"/>
                <w:szCs w:val="28"/>
              </w:rPr>
              <w:t>новского регионального пре</w:t>
            </w:r>
            <w:r w:rsidRPr="00A61D1F">
              <w:rPr>
                <w:color w:val="000000"/>
                <w:sz w:val="28"/>
                <w:szCs w:val="28"/>
              </w:rPr>
              <w:t>д</w:t>
            </w:r>
            <w:r w:rsidRPr="00A61D1F">
              <w:rPr>
                <w:color w:val="000000"/>
                <w:sz w:val="28"/>
                <w:szCs w:val="28"/>
              </w:rPr>
              <w:t>ставительства Европейского Информационного Корреспо</w:t>
            </w:r>
            <w:r w:rsidRPr="00A61D1F">
              <w:rPr>
                <w:color w:val="000000"/>
                <w:sz w:val="28"/>
                <w:szCs w:val="28"/>
              </w:rPr>
              <w:t>н</w:t>
            </w:r>
            <w:r w:rsidRPr="00A61D1F">
              <w:rPr>
                <w:color w:val="000000"/>
                <w:sz w:val="28"/>
                <w:szCs w:val="28"/>
              </w:rPr>
              <w:t>дентского Центра в России п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средством предоставления су</w:t>
            </w:r>
            <w:r w:rsidRPr="00A61D1F">
              <w:rPr>
                <w:color w:val="000000"/>
                <w:sz w:val="28"/>
                <w:szCs w:val="28"/>
              </w:rPr>
              <w:t>б</w:t>
            </w:r>
            <w:r w:rsidRPr="00A61D1F">
              <w:rPr>
                <w:color w:val="000000"/>
                <w:sz w:val="28"/>
                <w:szCs w:val="28"/>
              </w:rPr>
              <w:t xml:space="preserve">сидии Фонду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1D1F">
              <w:rPr>
                <w:color w:val="000000"/>
                <w:sz w:val="28"/>
                <w:szCs w:val="28"/>
              </w:rPr>
              <w:t>Корпорация по развитию предпринимательства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904 2814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A61D1F">
              <w:rPr>
                <w:color w:val="000000"/>
                <w:sz w:val="28"/>
                <w:szCs w:val="28"/>
              </w:rPr>
              <w:t>р</w:t>
            </w:r>
            <w:r w:rsidRPr="00A61D1F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A61D1F">
              <w:rPr>
                <w:color w:val="000000"/>
                <w:sz w:val="28"/>
                <w:szCs w:val="28"/>
              </w:rPr>
              <w:t>ь</w:t>
            </w:r>
            <w:r w:rsidRPr="00A61D1F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904 2814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3000,0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Субсидирование части затрат, связанных с уплатой процентов по кредитам, привлечённым субъектами малого и среднего предпринимательства в ро</w:t>
            </w:r>
            <w:r w:rsidRPr="00A61D1F">
              <w:rPr>
                <w:color w:val="000000"/>
                <w:sz w:val="28"/>
                <w:szCs w:val="28"/>
              </w:rPr>
              <w:t>с</w:t>
            </w:r>
            <w:r w:rsidRPr="00A61D1F">
              <w:rPr>
                <w:color w:val="000000"/>
                <w:sz w:val="28"/>
                <w:szCs w:val="28"/>
              </w:rPr>
              <w:t>сийских кредитных организ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циях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904 2815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1700,0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юридическим лицам (кроме некоммерческих орг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низаций), индивидуальным предпринимателям, физич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ским лицам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904 2815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1700,0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Предоставление субсидий субъектам малого и среднего предпринимательства на во</w:t>
            </w:r>
            <w:r w:rsidRPr="00A61D1F">
              <w:rPr>
                <w:color w:val="000000"/>
                <w:sz w:val="28"/>
                <w:szCs w:val="28"/>
              </w:rPr>
              <w:t>з</w:t>
            </w:r>
            <w:r w:rsidRPr="00A61D1F">
              <w:rPr>
                <w:color w:val="000000"/>
                <w:sz w:val="28"/>
                <w:szCs w:val="28"/>
              </w:rPr>
              <w:t>мещение затрат на организ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цию групп дневного времяпр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провождения детей дошкол</w:t>
            </w:r>
            <w:r w:rsidRPr="00A61D1F">
              <w:rPr>
                <w:color w:val="000000"/>
                <w:sz w:val="28"/>
                <w:szCs w:val="28"/>
              </w:rPr>
              <w:t>ь</w:t>
            </w:r>
            <w:r w:rsidRPr="00A61D1F">
              <w:rPr>
                <w:color w:val="000000"/>
                <w:sz w:val="28"/>
                <w:szCs w:val="28"/>
              </w:rPr>
              <w:t>ного возраста и иных подобных им видов деятельности по ух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ду и присмотру за детьми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904 2816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юридическим лицам (кроме некоммерческих орг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низаций), индивидуальным предпринимателям, физич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ским лицам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904 2816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1000,0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Предоставление субсидий н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 xml:space="preserve">коммерческому партнёрству </w:t>
            </w:r>
            <w:r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Ремесленная палата Ульяно</w:t>
            </w:r>
            <w:r w:rsidRPr="00A61D1F">
              <w:rPr>
                <w:sz w:val="28"/>
                <w:szCs w:val="28"/>
              </w:rPr>
              <w:t>в</w:t>
            </w:r>
            <w:r w:rsidRPr="00A61D1F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A61D1F">
              <w:rPr>
                <w:sz w:val="28"/>
                <w:szCs w:val="28"/>
              </w:rPr>
              <w:t xml:space="preserve"> на поддержку субъектов малого и среднего предпринимательства, осущ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>ствляющих деятельность в о</w:t>
            </w:r>
            <w:r w:rsidRPr="00A61D1F">
              <w:rPr>
                <w:sz w:val="28"/>
                <w:szCs w:val="28"/>
              </w:rPr>
              <w:t>б</w:t>
            </w:r>
            <w:r w:rsidRPr="00A61D1F">
              <w:rPr>
                <w:sz w:val="28"/>
                <w:szCs w:val="28"/>
              </w:rPr>
              <w:t>ласти ремёсел, народных худ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жественных промыслов, сел</w:t>
            </w:r>
            <w:r w:rsidRPr="00A61D1F">
              <w:rPr>
                <w:sz w:val="28"/>
                <w:szCs w:val="28"/>
              </w:rPr>
              <w:t>ь</w:t>
            </w:r>
            <w:r w:rsidRPr="00A61D1F">
              <w:rPr>
                <w:sz w:val="28"/>
                <w:szCs w:val="28"/>
              </w:rPr>
              <w:t>ского и экологического тури</w:t>
            </w:r>
            <w:r w:rsidRPr="00A61D1F">
              <w:rPr>
                <w:sz w:val="28"/>
                <w:szCs w:val="28"/>
              </w:rPr>
              <w:t>з</w:t>
            </w:r>
            <w:r w:rsidRPr="00A61D1F">
              <w:rPr>
                <w:sz w:val="28"/>
                <w:szCs w:val="28"/>
              </w:rPr>
              <w:t>ма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904 2817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некоммерческим о</w:t>
            </w:r>
            <w:r w:rsidRPr="00A61D1F">
              <w:rPr>
                <w:sz w:val="28"/>
                <w:szCs w:val="28"/>
              </w:rPr>
              <w:t>р</w:t>
            </w:r>
            <w:r w:rsidRPr="00A61D1F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A61D1F">
              <w:rPr>
                <w:sz w:val="28"/>
                <w:szCs w:val="28"/>
              </w:rPr>
              <w:t>ь</w:t>
            </w:r>
            <w:r w:rsidRPr="00A61D1F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904 2817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630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1D1F">
              <w:rPr>
                <w:color w:val="000000"/>
                <w:sz w:val="28"/>
                <w:szCs w:val="28"/>
              </w:rPr>
              <w:t>Разв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тие туризма в Ульяновской о</w:t>
            </w:r>
            <w:r w:rsidRPr="00A61D1F">
              <w:rPr>
                <w:color w:val="000000"/>
                <w:sz w:val="28"/>
                <w:szCs w:val="28"/>
              </w:rPr>
              <w:t>б</w:t>
            </w:r>
            <w:r w:rsidRPr="00A61D1F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1D1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910 0000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Рекламно-информационное обеспечение  развития туризма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910 2610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910 2610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1600,0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A61D1F">
              <w:rPr>
                <w:sz w:val="28"/>
                <w:szCs w:val="28"/>
              </w:rPr>
              <w:t>а</w:t>
            </w:r>
            <w:r w:rsidRPr="00A61D1F">
              <w:rPr>
                <w:sz w:val="28"/>
                <w:szCs w:val="28"/>
              </w:rPr>
              <w:t>ции и муниципальных образ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ваний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86250,0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Прочие межбюджетные тран</w:t>
            </w:r>
            <w:r w:rsidRPr="00A61D1F">
              <w:rPr>
                <w:sz w:val="28"/>
                <w:szCs w:val="28"/>
              </w:rPr>
              <w:t>с</w:t>
            </w:r>
            <w:r w:rsidRPr="00A61D1F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86250,0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Реализация мероприятий по развитию инфраструктуры м</w:t>
            </w:r>
            <w:r w:rsidRPr="00A61D1F">
              <w:rPr>
                <w:sz w:val="28"/>
                <w:szCs w:val="28"/>
              </w:rPr>
              <w:t>у</w:t>
            </w:r>
            <w:r w:rsidRPr="00A61D1F">
              <w:rPr>
                <w:sz w:val="28"/>
                <w:szCs w:val="28"/>
              </w:rPr>
              <w:t xml:space="preserve">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город Димитровград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650 0000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86250,0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A61D1F">
              <w:rPr>
                <w:spacing w:val="-6"/>
                <w:sz w:val="28"/>
                <w:szCs w:val="28"/>
              </w:rPr>
              <w:t>Иные межбюджетные трансфе</w:t>
            </w:r>
            <w:r w:rsidRPr="00A61D1F">
              <w:rPr>
                <w:spacing w:val="-6"/>
                <w:sz w:val="28"/>
                <w:szCs w:val="28"/>
              </w:rPr>
              <w:t>р</w:t>
            </w:r>
            <w:r w:rsidRPr="00A61D1F">
              <w:rPr>
                <w:spacing w:val="-6"/>
                <w:sz w:val="28"/>
                <w:szCs w:val="28"/>
              </w:rPr>
              <w:t>ты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241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14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650 0000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540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86250,0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1D1F">
              <w:rPr>
                <w:b/>
                <w:bCs/>
                <w:color w:val="000000"/>
                <w:sz w:val="28"/>
                <w:szCs w:val="28"/>
              </w:rPr>
              <w:t>Министерство физической культуры и спорта Ульяно</w:t>
            </w:r>
            <w:r w:rsidRPr="00A61D1F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A61D1F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1D1F">
              <w:rPr>
                <w:b/>
                <w:bCs/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1D1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1D1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1D1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1D1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61D1F">
              <w:rPr>
                <w:b/>
                <w:bCs/>
                <w:color w:val="000000"/>
                <w:sz w:val="28"/>
                <w:szCs w:val="28"/>
              </w:rPr>
              <w:t>1003938,10545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141373,915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134824,215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134806,715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85814,74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Иные выплаты персоналу к</w:t>
            </w:r>
            <w:r w:rsidRPr="00A61D1F">
              <w:rPr>
                <w:sz w:val="28"/>
                <w:szCs w:val="28"/>
              </w:rPr>
              <w:t>а</w:t>
            </w:r>
            <w:r w:rsidRPr="00A61D1F">
              <w:rPr>
                <w:sz w:val="28"/>
                <w:szCs w:val="28"/>
              </w:rPr>
              <w:t>зённых учреждений, за искл</w:t>
            </w:r>
            <w:r w:rsidRPr="00A61D1F">
              <w:rPr>
                <w:sz w:val="28"/>
                <w:szCs w:val="28"/>
              </w:rPr>
              <w:t>ю</w:t>
            </w:r>
            <w:r w:rsidRPr="00A61D1F">
              <w:rPr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0,15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гий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262,3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13158,8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33585,0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бюджетным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127,5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56,01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Адресная финансовая по</w:t>
            </w:r>
            <w:r w:rsidRPr="00A61D1F">
              <w:rPr>
                <w:sz w:val="28"/>
                <w:szCs w:val="28"/>
              </w:rPr>
              <w:t>д</w:t>
            </w:r>
            <w:r w:rsidRPr="00A61D1F">
              <w:rPr>
                <w:sz w:val="28"/>
                <w:szCs w:val="28"/>
              </w:rPr>
              <w:t>держка спортивных организ</w:t>
            </w:r>
            <w:r w:rsidRPr="00A61D1F">
              <w:rPr>
                <w:sz w:val="28"/>
                <w:szCs w:val="28"/>
              </w:rPr>
              <w:t>а</w:t>
            </w:r>
            <w:r w:rsidRPr="00A61D1F">
              <w:rPr>
                <w:sz w:val="28"/>
                <w:szCs w:val="28"/>
              </w:rPr>
              <w:t>ций, осуществляющих подг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товку спортивного резерва для сборных команд Российской Федерации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423 5081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1702,215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423 5081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521,0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бюджетным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423 5081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1181,215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17,5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17,5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6549,7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6549,7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686,8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5862,9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167,7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167,7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167,7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1D1F">
              <w:rPr>
                <w:color w:val="000000"/>
                <w:sz w:val="28"/>
                <w:szCs w:val="28"/>
              </w:rPr>
              <w:t>О мерах социальной поддержки отдел</w:t>
            </w:r>
            <w:r w:rsidRPr="00A61D1F">
              <w:rPr>
                <w:color w:val="000000"/>
                <w:sz w:val="28"/>
                <w:szCs w:val="28"/>
              </w:rPr>
              <w:t>ь</w:t>
            </w:r>
            <w:r w:rsidRPr="00A61D1F">
              <w:rPr>
                <w:color w:val="000000"/>
                <w:sz w:val="28"/>
                <w:szCs w:val="28"/>
              </w:rPr>
              <w:t>ных категорий молодых сп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циалистов на территории Ул</w:t>
            </w:r>
            <w:r w:rsidRPr="00A61D1F">
              <w:rPr>
                <w:color w:val="000000"/>
                <w:sz w:val="28"/>
                <w:szCs w:val="28"/>
              </w:rPr>
              <w:t>ь</w:t>
            </w:r>
            <w:r w:rsidRPr="00A61D1F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167,7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143,7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862396,49045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407813,2935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382613,1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74558,6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308054,5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1D1F">
              <w:rPr>
                <w:color w:val="000000"/>
                <w:sz w:val="28"/>
                <w:szCs w:val="28"/>
              </w:rPr>
              <w:t>Разв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25200,1935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Строительство и реконстру</w:t>
            </w:r>
            <w:r w:rsidRPr="00A61D1F">
              <w:rPr>
                <w:sz w:val="28"/>
                <w:szCs w:val="28"/>
              </w:rPr>
              <w:t>к</w:t>
            </w:r>
            <w:r w:rsidRPr="00A61D1F">
              <w:rPr>
                <w:sz w:val="28"/>
                <w:szCs w:val="28"/>
              </w:rPr>
              <w:t>ция спортивных объектов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890 4023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6700,1935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автономным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890 4023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6700,1935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Приобретение объектов спорта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890 4024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18500,0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890 4024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18500,0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306913,38695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176213,38695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A61D1F">
              <w:rPr>
                <w:color w:val="000000"/>
                <w:sz w:val="28"/>
                <w:szCs w:val="28"/>
              </w:rPr>
              <w:t>ю</w:t>
            </w:r>
            <w:r w:rsidRPr="00A61D1F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39177,5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512 0000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23000,0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Приобретение оборудования для быстровозводимых фи</w:t>
            </w:r>
            <w:r w:rsidRPr="00A61D1F">
              <w:rPr>
                <w:sz w:val="28"/>
                <w:szCs w:val="28"/>
              </w:rPr>
              <w:t>з</w:t>
            </w:r>
            <w:r w:rsidRPr="00A61D1F">
              <w:rPr>
                <w:sz w:val="28"/>
                <w:szCs w:val="28"/>
              </w:rPr>
              <w:t>культурно-оздоровительных комплексов, включая металл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конструкции и металлоизделия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512 5080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44558,137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</w:t>
            </w:r>
            <w:r w:rsidRPr="00A61D1F">
              <w:rPr>
                <w:sz w:val="28"/>
                <w:szCs w:val="28"/>
              </w:rPr>
              <w:t>ъ</w:t>
            </w:r>
            <w:r w:rsidRPr="00A61D1F">
              <w:rPr>
                <w:sz w:val="28"/>
                <w:szCs w:val="28"/>
              </w:rPr>
              <w:t>екты государственной (мун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512 5080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44558,137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Финансовое обеспечение ра</w:t>
            </w:r>
            <w:r w:rsidRPr="00A61D1F">
              <w:rPr>
                <w:sz w:val="28"/>
                <w:szCs w:val="28"/>
              </w:rPr>
              <w:t>с</w:t>
            </w:r>
            <w:r w:rsidRPr="00A61D1F">
              <w:rPr>
                <w:sz w:val="28"/>
                <w:szCs w:val="28"/>
              </w:rPr>
              <w:t>ходов общепрограммного х</w:t>
            </w:r>
            <w:r w:rsidRPr="00A61D1F">
              <w:rPr>
                <w:sz w:val="28"/>
                <w:szCs w:val="28"/>
              </w:rPr>
              <w:t>а</w:t>
            </w:r>
            <w:r w:rsidRPr="00A61D1F">
              <w:rPr>
                <w:sz w:val="28"/>
                <w:szCs w:val="28"/>
              </w:rPr>
              <w:t>рактера по федеральной цел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 xml:space="preserve">вой программе </w:t>
            </w:r>
            <w:r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Развитие ф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зической культуры и спорта в Российской Федерации на 2006-2015 годы</w:t>
            </w:r>
            <w:r>
              <w:rPr>
                <w:sz w:val="28"/>
                <w:szCs w:val="28"/>
              </w:rPr>
              <w:t>»</w:t>
            </w:r>
            <w:r w:rsidRPr="00A61D1F">
              <w:rPr>
                <w:sz w:val="28"/>
                <w:szCs w:val="28"/>
              </w:rPr>
              <w:t xml:space="preserve"> 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512 5095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69472,74995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на софинансиров</w:t>
            </w:r>
            <w:r w:rsidRPr="00A61D1F">
              <w:rPr>
                <w:sz w:val="28"/>
                <w:szCs w:val="28"/>
              </w:rPr>
              <w:t>а</w:t>
            </w:r>
            <w:r w:rsidRPr="00A61D1F">
              <w:rPr>
                <w:sz w:val="28"/>
                <w:szCs w:val="28"/>
              </w:rPr>
              <w:t>ние капитальных вложений в объекты государственной (м</w:t>
            </w:r>
            <w:r w:rsidRPr="00A61D1F">
              <w:rPr>
                <w:sz w:val="28"/>
                <w:szCs w:val="28"/>
              </w:rPr>
              <w:t>у</w:t>
            </w:r>
            <w:r w:rsidRPr="00A61D1F">
              <w:rPr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512 5095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69472,74995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1D1F">
              <w:rPr>
                <w:color w:val="000000"/>
                <w:sz w:val="28"/>
                <w:szCs w:val="28"/>
              </w:rPr>
              <w:t>Разв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130700,0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Строительство и реконстру</w:t>
            </w:r>
            <w:r w:rsidRPr="00A61D1F">
              <w:rPr>
                <w:color w:val="000000"/>
                <w:sz w:val="28"/>
                <w:szCs w:val="28"/>
              </w:rPr>
              <w:t>к</w:t>
            </w:r>
            <w:r w:rsidRPr="00A61D1F">
              <w:rPr>
                <w:color w:val="000000"/>
                <w:sz w:val="28"/>
                <w:szCs w:val="28"/>
              </w:rPr>
              <w:t>ция спортивных объектов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890 4023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130200,0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ние капитальных вложений в объекты государственной (м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ниципальной)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890 4023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130200,0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Ремонт спортивных объектов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890 4025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</w:t>
            </w:r>
            <w:r w:rsidRPr="00A61D1F">
              <w:rPr>
                <w:sz w:val="28"/>
                <w:szCs w:val="28"/>
              </w:rPr>
              <w:t>ъ</w:t>
            </w:r>
            <w:r w:rsidRPr="00A61D1F">
              <w:rPr>
                <w:sz w:val="28"/>
                <w:szCs w:val="28"/>
              </w:rPr>
              <w:t>екты государственной (мун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890 4025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139872,4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Центры спортивной подгото</w:t>
            </w:r>
            <w:r w:rsidRPr="00A61D1F">
              <w:rPr>
                <w:color w:val="000000"/>
                <w:sz w:val="28"/>
                <w:szCs w:val="28"/>
              </w:rPr>
              <w:t>в</w:t>
            </w:r>
            <w:r w:rsidRPr="00A61D1F">
              <w:rPr>
                <w:color w:val="000000"/>
                <w:sz w:val="28"/>
                <w:szCs w:val="28"/>
              </w:rPr>
              <w:t>ки (сборные команды)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33592,4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26180,7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A61D1F">
              <w:rPr>
                <w:color w:val="000000"/>
                <w:sz w:val="28"/>
                <w:szCs w:val="28"/>
              </w:rPr>
              <w:t>ю</w:t>
            </w:r>
            <w:r w:rsidRPr="00A61D1F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61D1F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68,2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482 0000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1362,5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Адресная финансовая по</w:t>
            </w:r>
            <w:r w:rsidRPr="00A61D1F">
              <w:rPr>
                <w:sz w:val="28"/>
                <w:szCs w:val="28"/>
              </w:rPr>
              <w:t>д</w:t>
            </w:r>
            <w:r w:rsidRPr="00A61D1F">
              <w:rPr>
                <w:sz w:val="28"/>
                <w:szCs w:val="28"/>
              </w:rPr>
              <w:t>держка спортивных организ</w:t>
            </w:r>
            <w:r w:rsidRPr="00A61D1F">
              <w:rPr>
                <w:sz w:val="28"/>
                <w:szCs w:val="28"/>
              </w:rPr>
              <w:t>а</w:t>
            </w:r>
            <w:r w:rsidRPr="00A61D1F">
              <w:rPr>
                <w:sz w:val="28"/>
                <w:szCs w:val="28"/>
              </w:rPr>
              <w:t>ций, осуществляющих подг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товку спортивного резерва для сборных команд Российской Федерации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482 5081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5979,0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A61D1F">
              <w:rPr>
                <w:spacing w:val="-6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A61D1F">
              <w:rPr>
                <w:spacing w:val="-6"/>
                <w:sz w:val="28"/>
                <w:szCs w:val="28"/>
              </w:rPr>
              <w:t>р</w:t>
            </w:r>
            <w:r w:rsidRPr="00A61D1F">
              <w:rPr>
                <w:spacing w:val="-6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482 5081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5979,0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1D1F">
              <w:rPr>
                <w:color w:val="000000"/>
                <w:sz w:val="28"/>
                <w:szCs w:val="28"/>
              </w:rPr>
              <w:t>Разв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890 0000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106280,0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Развитие спорта высших до</w:t>
            </w:r>
            <w:r w:rsidRPr="00A61D1F">
              <w:rPr>
                <w:color w:val="000000"/>
                <w:sz w:val="28"/>
                <w:szCs w:val="28"/>
              </w:rPr>
              <w:t>с</w:t>
            </w:r>
            <w:r w:rsidRPr="00A61D1F">
              <w:rPr>
                <w:color w:val="000000"/>
                <w:sz w:val="28"/>
                <w:szCs w:val="28"/>
              </w:rPr>
              <w:t>тижений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890 4021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83500,0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A61D1F">
              <w:rPr>
                <w:color w:val="000000"/>
                <w:sz w:val="28"/>
                <w:szCs w:val="28"/>
              </w:rPr>
              <w:t>р</w:t>
            </w:r>
            <w:r w:rsidRPr="00A61D1F">
              <w:rPr>
                <w:color w:val="000000"/>
                <w:sz w:val="28"/>
                <w:szCs w:val="28"/>
              </w:rPr>
              <w:t>ганизациям (за исключением государственных (муниципал</w:t>
            </w:r>
            <w:r w:rsidRPr="00A61D1F">
              <w:rPr>
                <w:color w:val="000000"/>
                <w:sz w:val="28"/>
                <w:szCs w:val="28"/>
              </w:rPr>
              <w:t>ь</w:t>
            </w:r>
            <w:r w:rsidRPr="00A61D1F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890 4021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83500,0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Подготовка спортивного резе</w:t>
            </w:r>
            <w:r w:rsidRPr="00A61D1F">
              <w:rPr>
                <w:color w:val="000000"/>
                <w:sz w:val="28"/>
                <w:szCs w:val="28"/>
              </w:rPr>
              <w:t>р</w:t>
            </w:r>
            <w:r w:rsidRPr="00A61D1F">
              <w:rPr>
                <w:color w:val="000000"/>
                <w:sz w:val="28"/>
                <w:szCs w:val="28"/>
              </w:rPr>
              <w:t>ва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22780,0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A61D1F">
              <w:rPr>
                <w:color w:val="000000"/>
                <w:sz w:val="28"/>
                <w:szCs w:val="28"/>
              </w:rPr>
              <w:t>ю</w:t>
            </w:r>
            <w:r w:rsidRPr="00A61D1F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890 4022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22770,0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Другие вопросы в области ф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зической культуры и спорта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7797,41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902168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</w:t>
            </w:r>
            <w:r w:rsidRPr="00A61D1F">
              <w:rPr>
                <w:color w:val="000000"/>
                <w:sz w:val="28"/>
                <w:szCs w:val="28"/>
              </w:rPr>
              <w:t>ь</w:t>
            </w:r>
            <w:r w:rsidRPr="00A61D1F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902168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6767,41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902168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902168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6767,41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7B101F" w:rsidRDefault="00B5552C" w:rsidP="00902168">
            <w:pPr>
              <w:spacing w:line="348" w:lineRule="auto"/>
              <w:jc w:val="both"/>
              <w:rPr>
                <w:color w:val="000000"/>
                <w:spacing w:val="6"/>
                <w:sz w:val="28"/>
                <w:szCs w:val="28"/>
              </w:rPr>
            </w:pPr>
            <w:r w:rsidRPr="007B101F">
              <w:rPr>
                <w:color w:val="000000"/>
                <w:spacing w:val="6"/>
                <w:sz w:val="28"/>
                <w:szCs w:val="28"/>
              </w:rPr>
              <w:t>Фонд оплаты труда госуда</w:t>
            </w:r>
            <w:r w:rsidRPr="007B101F">
              <w:rPr>
                <w:color w:val="000000"/>
                <w:spacing w:val="6"/>
                <w:sz w:val="28"/>
                <w:szCs w:val="28"/>
              </w:rPr>
              <w:t>р</w:t>
            </w:r>
            <w:r w:rsidRPr="007B101F">
              <w:rPr>
                <w:color w:val="000000"/>
                <w:spacing w:val="6"/>
                <w:sz w:val="28"/>
                <w:szCs w:val="28"/>
              </w:rPr>
              <w:t>ственных (муниципальных) органов и взносы по обяз</w:t>
            </w:r>
            <w:r w:rsidRPr="007B101F">
              <w:rPr>
                <w:color w:val="000000"/>
                <w:spacing w:val="6"/>
                <w:sz w:val="28"/>
                <w:szCs w:val="28"/>
              </w:rPr>
              <w:t>а</w:t>
            </w:r>
            <w:r w:rsidRPr="007B101F">
              <w:rPr>
                <w:color w:val="000000"/>
                <w:spacing w:val="6"/>
                <w:sz w:val="28"/>
                <w:szCs w:val="28"/>
              </w:rPr>
              <w:t>тельному социальному стр</w:t>
            </w:r>
            <w:r w:rsidRPr="007B101F">
              <w:rPr>
                <w:color w:val="000000"/>
                <w:spacing w:val="6"/>
                <w:sz w:val="28"/>
                <w:szCs w:val="28"/>
              </w:rPr>
              <w:t>а</w:t>
            </w:r>
            <w:r w:rsidRPr="007B101F">
              <w:rPr>
                <w:color w:val="000000"/>
                <w:spacing w:val="6"/>
                <w:sz w:val="28"/>
                <w:szCs w:val="28"/>
              </w:rPr>
              <w:t>хованию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90216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5943,41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902168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90216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22,0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902168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69" w:type="dxa"/>
            <w:vAlign w:val="bottom"/>
          </w:tcPr>
          <w:p w:rsidR="00B5552C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90216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90216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90216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90216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798,0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902168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лога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90216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902168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90216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902168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Проведение независимой эк</w:t>
            </w:r>
            <w:r w:rsidRPr="00A61D1F">
              <w:rPr>
                <w:sz w:val="28"/>
                <w:szCs w:val="28"/>
              </w:rPr>
              <w:t>с</w:t>
            </w:r>
            <w:r w:rsidRPr="00A61D1F">
              <w:rPr>
                <w:sz w:val="28"/>
                <w:szCs w:val="28"/>
              </w:rPr>
              <w:t>пертизы финансовой модели проекта строительства и эк</w:t>
            </w:r>
            <w:r w:rsidRPr="00A61D1F">
              <w:rPr>
                <w:sz w:val="28"/>
                <w:szCs w:val="28"/>
              </w:rPr>
              <w:t>с</w:t>
            </w:r>
            <w:r w:rsidRPr="00A61D1F">
              <w:rPr>
                <w:sz w:val="28"/>
                <w:szCs w:val="28"/>
              </w:rPr>
              <w:t xml:space="preserve">плуатации имущественного комплекса </w:t>
            </w:r>
            <w:r w:rsidRPr="00A650B0"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Волга-спорт-арена</w:t>
            </w:r>
            <w:r w:rsidRPr="00A650B0">
              <w:rPr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05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681 0000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90216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90216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800,0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sz w:val="28"/>
                <w:szCs w:val="28"/>
              </w:rPr>
              <w:t>у</w:t>
            </w:r>
            <w:r w:rsidRPr="00A61D1F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05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681 0000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800,0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Исполнение денежных обяз</w:t>
            </w:r>
            <w:r w:rsidRPr="00A61D1F">
              <w:rPr>
                <w:sz w:val="28"/>
                <w:szCs w:val="28"/>
              </w:rPr>
              <w:t>а</w:t>
            </w:r>
            <w:r w:rsidRPr="00A61D1F">
              <w:rPr>
                <w:sz w:val="28"/>
                <w:szCs w:val="28"/>
              </w:rPr>
              <w:t>тельств по исполнительным документам, мировым согл</w:t>
            </w:r>
            <w:r w:rsidRPr="00A61D1F">
              <w:rPr>
                <w:sz w:val="28"/>
                <w:szCs w:val="28"/>
              </w:rPr>
              <w:t>а</w:t>
            </w:r>
            <w:r w:rsidRPr="00A61D1F">
              <w:rPr>
                <w:sz w:val="28"/>
                <w:szCs w:val="28"/>
              </w:rPr>
              <w:t>шениям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05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778 0000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230,0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вых соглашений по возмещ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>нию вреда, причинённого в р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>зультате незаконных действий (бездействия) органов госуда</w:t>
            </w:r>
            <w:r w:rsidRPr="00A61D1F">
              <w:rPr>
                <w:sz w:val="28"/>
                <w:szCs w:val="28"/>
              </w:rPr>
              <w:t>р</w:t>
            </w:r>
            <w:r w:rsidRPr="00A61D1F">
              <w:rPr>
                <w:sz w:val="28"/>
                <w:szCs w:val="28"/>
              </w:rPr>
              <w:t>ственной власти (государс</w:t>
            </w:r>
            <w:r w:rsidRPr="00A61D1F">
              <w:rPr>
                <w:sz w:val="28"/>
                <w:szCs w:val="28"/>
              </w:rPr>
              <w:t>т</w:t>
            </w:r>
            <w:r w:rsidRPr="00A61D1F">
              <w:rPr>
                <w:sz w:val="28"/>
                <w:szCs w:val="28"/>
              </w:rPr>
              <w:t>венных органов), органов м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>стного самоуправления либо должностных лиц этих органов, а также в результате деятел</w:t>
            </w:r>
            <w:r w:rsidRPr="00A61D1F">
              <w:rPr>
                <w:sz w:val="28"/>
                <w:szCs w:val="28"/>
              </w:rPr>
              <w:t>ь</w:t>
            </w:r>
            <w:r w:rsidRPr="00A61D1F">
              <w:rPr>
                <w:sz w:val="28"/>
                <w:szCs w:val="28"/>
              </w:rPr>
              <w:t>ности казённых учреждений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242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05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778 0000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831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230,0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61D1F">
              <w:rPr>
                <w:b/>
                <w:bCs/>
                <w:color w:val="000000"/>
                <w:sz w:val="28"/>
                <w:szCs w:val="28"/>
              </w:rPr>
              <w:t>Министерство искусства и культурной политики Уль</w:t>
            </w:r>
            <w:r w:rsidRPr="00A61D1F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Pr="00A61D1F">
              <w:rPr>
                <w:b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1D1F">
              <w:rPr>
                <w:b/>
                <w:bCs/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1D1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1D1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1D1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1D1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61D1F">
              <w:rPr>
                <w:b/>
                <w:bCs/>
                <w:color w:val="000000"/>
                <w:sz w:val="28"/>
                <w:szCs w:val="28"/>
              </w:rPr>
              <w:t>687454,66287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38434,3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38434,3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Учреждения культуры и мер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приятия в сфере культуры и кинематографии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33832,7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чение государственного (му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61D1F">
              <w:rPr>
                <w:color w:val="000000"/>
                <w:sz w:val="28"/>
                <w:szCs w:val="28"/>
              </w:rPr>
              <w:t>ниципального) задания на ок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зание государственных (мун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ципальных) услуг (выполнение работ)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32657,3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1175,4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A61D1F">
              <w:rPr>
                <w:color w:val="000000"/>
                <w:sz w:val="28"/>
                <w:szCs w:val="28"/>
              </w:rPr>
              <w:t>с</w:t>
            </w:r>
            <w:r w:rsidRPr="00A61D1F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кающих при выполнении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полномочий суб</w:t>
            </w:r>
            <w:r w:rsidRPr="00A61D1F">
              <w:rPr>
                <w:color w:val="000000"/>
                <w:sz w:val="28"/>
                <w:szCs w:val="28"/>
              </w:rPr>
              <w:t>ъ</w:t>
            </w:r>
            <w:r w:rsidRPr="00A61D1F">
              <w:rPr>
                <w:color w:val="000000"/>
                <w:sz w:val="28"/>
                <w:szCs w:val="28"/>
              </w:rPr>
              <w:t>ектов Российской Федерации, переданных для осуществления органам местного самоупра</w:t>
            </w:r>
            <w:r w:rsidRPr="00A61D1F">
              <w:rPr>
                <w:color w:val="000000"/>
                <w:sz w:val="28"/>
                <w:szCs w:val="28"/>
              </w:rPr>
              <w:t>в</w:t>
            </w:r>
            <w:r w:rsidRPr="00A61D1F">
              <w:rPr>
                <w:color w:val="000000"/>
                <w:sz w:val="28"/>
                <w:szCs w:val="28"/>
              </w:rPr>
              <w:t>ления в установленном порядке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4453,2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Хранение, комплектование, учёт и использование архивных документов, относящихся к г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сударственной собственности Ульяновской области и нах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дящихся на территориях мун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ципальных районов и горо</w:t>
            </w:r>
            <w:r w:rsidRPr="00A61D1F">
              <w:rPr>
                <w:color w:val="000000"/>
                <w:sz w:val="28"/>
                <w:szCs w:val="28"/>
              </w:rPr>
              <w:t>д</w:t>
            </w:r>
            <w:r w:rsidRPr="00A61D1F">
              <w:rPr>
                <w:color w:val="000000"/>
                <w:sz w:val="28"/>
                <w:szCs w:val="28"/>
              </w:rPr>
              <w:t>ских округов Ульяновской о</w:t>
            </w:r>
            <w:r w:rsidRPr="00A61D1F">
              <w:rPr>
                <w:color w:val="000000"/>
                <w:sz w:val="28"/>
                <w:szCs w:val="28"/>
              </w:rPr>
              <w:t>б</w:t>
            </w:r>
            <w:r w:rsidRPr="00A61D1F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521 0700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4453,2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521 0700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4453,2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Реализация мероприятий по обновлению парка автотран</w:t>
            </w:r>
            <w:r w:rsidRPr="00A61D1F">
              <w:rPr>
                <w:sz w:val="28"/>
                <w:szCs w:val="28"/>
              </w:rPr>
              <w:t>с</w:t>
            </w:r>
            <w:r w:rsidRPr="00A61D1F">
              <w:rPr>
                <w:sz w:val="28"/>
                <w:szCs w:val="28"/>
              </w:rPr>
              <w:t>портных средств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682 0000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148,4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бюджетным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682 0000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148,4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85652,3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34558,3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34558,3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30057,3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Реализация мероприятий фед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 xml:space="preserve">ральной целевой программы </w:t>
            </w:r>
            <w:r w:rsidRPr="00A650B0"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Культура России (2012-2018 годы)</w:t>
            </w:r>
            <w:r w:rsidRPr="00A650B0">
              <w:rPr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423 5014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3803,0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</w:t>
            </w:r>
            <w:r w:rsidRPr="00A61D1F">
              <w:rPr>
                <w:sz w:val="28"/>
                <w:szCs w:val="28"/>
              </w:rPr>
              <w:t>ъ</w:t>
            </w:r>
            <w:r w:rsidRPr="00A61D1F">
              <w:rPr>
                <w:sz w:val="28"/>
                <w:szCs w:val="28"/>
              </w:rPr>
              <w:t>екты государственной (мун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423 5014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3803,0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</w:t>
            </w:r>
            <w:r w:rsidRPr="00A61D1F">
              <w:rPr>
                <w:sz w:val="28"/>
                <w:szCs w:val="28"/>
              </w:rPr>
              <w:t>ь</w:t>
            </w:r>
            <w:r w:rsidRPr="00A61D1F">
              <w:rPr>
                <w:sz w:val="28"/>
                <w:szCs w:val="28"/>
              </w:rPr>
              <w:t>ных учреждений культуры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423 5190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698,0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автономным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423 5190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698,0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Среднее профессиональное о</w:t>
            </w:r>
            <w:r w:rsidRPr="00A61D1F">
              <w:rPr>
                <w:color w:val="000000"/>
                <w:sz w:val="28"/>
                <w:szCs w:val="28"/>
              </w:rPr>
              <w:t>б</w:t>
            </w:r>
            <w:r w:rsidRPr="00A61D1F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31904,3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31904,3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103,2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30197,9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1603,2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132,9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132,9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132,9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Другие вопросы в области о</w:t>
            </w:r>
            <w:r w:rsidRPr="00A61D1F">
              <w:rPr>
                <w:color w:val="000000"/>
                <w:sz w:val="28"/>
                <w:szCs w:val="28"/>
              </w:rPr>
              <w:t>б</w:t>
            </w:r>
            <w:r w:rsidRPr="00A61D1F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19056,8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Мероприятия в области обр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19056,8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19056,8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19056,8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562341,16287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506856,86287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Учреждения культуры и мер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приятия в сфере культуры и кинематографии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81401,8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76048,9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590,9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Реализация мероприятий фед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 xml:space="preserve">ральной целевой программы </w:t>
            </w:r>
            <w:r w:rsidRPr="00A650B0"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Культура России (2012-2018 годы)</w:t>
            </w:r>
            <w:r w:rsidRPr="00A650B0">
              <w:rPr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440 5014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90216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1062,0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</w:t>
            </w:r>
            <w:r w:rsidRPr="00A61D1F">
              <w:rPr>
                <w:sz w:val="28"/>
                <w:szCs w:val="28"/>
              </w:rPr>
              <w:t>ъ</w:t>
            </w:r>
            <w:r w:rsidRPr="00A61D1F">
              <w:rPr>
                <w:sz w:val="28"/>
                <w:szCs w:val="28"/>
              </w:rPr>
              <w:t>екты государственной (мун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440 5014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1062,0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Государственная поддержка муниципальных учреждений культуры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440 5147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1300,0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Иные межбюджетные тран</w:t>
            </w:r>
            <w:r w:rsidRPr="00A61D1F">
              <w:rPr>
                <w:sz w:val="28"/>
                <w:szCs w:val="28"/>
              </w:rPr>
              <w:t>с</w:t>
            </w:r>
            <w:r w:rsidRPr="00A61D1F">
              <w:rPr>
                <w:sz w:val="28"/>
                <w:szCs w:val="28"/>
              </w:rPr>
              <w:t>ферты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440 5147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540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1300,0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Государственная поддержка лучших работников муниц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пальных учреждений культуры, находящихся на территориях сельских поселений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440 5148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Иные межбюджетные тран</w:t>
            </w:r>
            <w:r w:rsidRPr="00A61D1F">
              <w:rPr>
                <w:sz w:val="28"/>
                <w:szCs w:val="28"/>
              </w:rPr>
              <w:t>с</w:t>
            </w:r>
            <w:r w:rsidRPr="00A61D1F">
              <w:rPr>
                <w:sz w:val="28"/>
                <w:szCs w:val="28"/>
              </w:rPr>
              <w:t>ферты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440 5148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540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400,0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</w:t>
            </w:r>
            <w:r w:rsidRPr="00A61D1F">
              <w:rPr>
                <w:sz w:val="28"/>
                <w:szCs w:val="28"/>
              </w:rPr>
              <w:t>ь</w:t>
            </w:r>
            <w:r w:rsidRPr="00A61D1F">
              <w:rPr>
                <w:sz w:val="28"/>
                <w:szCs w:val="28"/>
              </w:rPr>
              <w:t>ных учреждений культуры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440 5190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Иные межбюджетные тран</w:t>
            </w:r>
            <w:r w:rsidRPr="00A61D1F">
              <w:rPr>
                <w:sz w:val="28"/>
                <w:szCs w:val="28"/>
              </w:rPr>
              <w:t>с</w:t>
            </w:r>
            <w:r w:rsidRPr="00A61D1F">
              <w:rPr>
                <w:sz w:val="28"/>
                <w:szCs w:val="28"/>
              </w:rPr>
              <w:t>ферты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440 5190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540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1100,0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Государственная поддержка (грант) реализации лучших с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440 5192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бюджетным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440 5192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A61D1F">
              <w:rPr>
                <w:color w:val="000000"/>
                <w:spacing w:val="-4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117036,34408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A61D1F">
              <w:rPr>
                <w:color w:val="000000"/>
                <w:spacing w:val="-4"/>
                <w:sz w:val="28"/>
                <w:szCs w:val="28"/>
              </w:rPr>
              <w:t>Субсидии бюджетным учрежд</w:t>
            </w:r>
            <w:r w:rsidRPr="00A61D1F">
              <w:rPr>
                <w:color w:val="000000"/>
                <w:spacing w:val="-4"/>
                <w:sz w:val="28"/>
                <w:szCs w:val="28"/>
              </w:rPr>
              <w:t>е</w:t>
            </w:r>
            <w:r w:rsidRPr="00A61D1F">
              <w:rPr>
                <w:color w:val="000000"/>
                <w:spacing w:val="-4"/>
                <w:sz w:val="28"/>
                <w:szCs w:val="28"/>
              </w:rPr>
              <w:t>ниям на финансовое обеспеч</w:t>
            </w:r>
            <w:r w:rsidRPr="00A61D1F">
              <w:rPr>
                <w:color w:val="000000"/>
                <w:spacing w:val="-4"/>
                <w:sz w:val="28"/>
                <w:szCs w:val="28"/>
              </w:rPr>
              <w:t>е</w:t>
            </w:r>
            <w:r w:rsidRPr="00A61D1F">
              <w:rPr>
                <w:color w:val="000000"/>
                <w:spacing w:val="-4"/>
                <w:sz w:val="28"/>
                <w:szCs w:val="28"/>
              </w:rPr>
              <w:t>ние государственного (муниц</w:t>
            </w:r>
            <w:r w:rsidRPr="00A61D1F">
              <w:rPr>
                <w:color w:val="000000"/>
                <w:spacing w:val="-4"/>
                <w:sz w:val="28"/>
                <w:szCs w:val="28"/>
              </w:rPr>
              <w:t>и</w:t>
            </w:r>
            <w:r w:rsidRPr="00A61D1F">
              <w:rPr>
                <w:color w:val="000000"/>
                <w:spacing w:val="-4"/>
                <w:sz w:val="28"/>
                <w:szCs w:val="28"/>
              </w:rPr>
              <w:t>пального) задания на оказание государственных (муниципал</w:t>
            </w:r>
            <w:r w:rsidRPr="00A61D1F">
              <w:rPr>
                <w:color w:val="000000"/>
                <w:spacing w:val="-4"/>
                <w:sz w:val="28"/>
                <w:szCs w:val="28"/>
              </w:rPr>
              <w:t>ь</w:t>
            </w:r>
            <w:r w:rsidRPr="00A61D1F">
              <w:rPr>
                <w:color w:val="000000"/>
                <w:spacing w:val="-4"/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52552,1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575,1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441 0000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53639,0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автономным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441 0000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747,5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Реализация мероприятий фед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 xml:space="preserve">ральной целевой программы </w:t>
            </w:r>
            <w:r w:rsidRPr="00A650B0"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Культура России (2012-2018 годы)</w:t>
            </w:r>
            <w:r w:rsidRPr="00A650B0">
              <w:rPr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441 5014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476,44408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</w:t>
            </w:r>
            <w:r w:rsidRPr="00A61D1F">
              <w:rPr>
                <w:sz w:val="28"/>
                <w:szCs w:val="28"/>
              </w:rPr>
              <w:t>ъ</w:t>
            </w:r>
            <w:r w:rsidRPr="00A61D1F">
              <w:rPr>
                <w:sz w:val="28"/>
                <w:szCs w:val="28"/>
              </w:rPr>
              <w:t>екты государственной (мун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441 5014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476,44408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 xml:space="preserve">рации </w:t>
            </w:r>
            <w:r w:rsidRPr="00A650B0"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Доступная среда</w:t>
            </w:r>
            <w:r w:rsidRPr="00A650B0">
              <w:rPr>
                <w:sz w:val="28"/>
                <w:szCs w:val="28"/>
              </w:rPr>
              <w:t>»</w:t>
            </w:r>
            <w:r w:rsidRPr="00A61D1F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441 5027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2098,2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бюджетным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441 5027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2098,2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</w:t>
            </w:r>
            <w:r w:rsidRPr="00A61D1F">
              <w:rPr>
                <w:sz w:val="28"/>
                <w:szCs w:val="28"/>
              </w:rPr>
              <w:t>ь</w:t>
            </w:r>
            <w:r w:rsidRPr="00A61D1F">
              <w:rPr>
                <w:sz w:val="28"/>
                <w:szCs w:val="28"/>
              </w:rPr>
              <w:t>ных учреждений культуры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441 5190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4302,0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бюджетным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441 5190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1000,0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автономным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441 5190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3302,0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Государственная поддержка (грант) реализации лучших с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441 5192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2646,0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бюджетным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441 5192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1034,9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автономным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441 5192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1611,1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Библиотеки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69774,41879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63214,1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1794,8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Реализация мероприятий фед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 xml:space="preserve">ральной целевой программы </w:t>
            </w:r>
            <w:r w:rsidRPr="00A650B0"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Культура России (2012-</w:t>
            </w:r>
            <w:r>
              <w:rPr>
                <w:sz w:val="28"/>
                <w:szCs w:val="28"/>
              </w:rPr>
              <w:br/>
            </w:r>
            <w:r w:rsidRPr="00A61D1F">
              <w:rPr>
                <w:sz w:val="28"/>
                <w:szCs w:val="28"/>
              </w:rPr>
              <w:t>2018 годы)</w:t>
            </w:r>
            <w:r w:rsidRPr="00A650B0">
              <w:rPr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442 5014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1771,75679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</w:t>
            </w:r>
            <w:r w:rsidRPr="00A61D1F">
              <w:rPr>
                <w:sz w:val="28"/>
                <w:szCs w:val="28"/>
              </w:rPr>
              <w:t>ъ</w:t>
            </w:r>
            <w:r w:rsidRPr="00A61D1F">
              <w:rPr>
                <w:sz w:val="28"/>
                <w:szCs w:val="28"/>
              </w:rPr>
              <w:t>екты государственной (мун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442 5014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521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1581,5147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бюджетным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442 5014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190,24209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Подключение общедоступных библиотек Российской Федер</w:t>
            </w:r>
            <w:r w:rsidRPr="00A61D1F">
              <w:rPr>
                <w:sz w:val="28"/>
                <w:szCs w:val="28"/>
              </w:rPr>
              <w:t>а</w:t>
            </w:r>
            <w:r w:rsidRPr="00A61D1F">
              <w:rPr>
                <w:sz w:val="28"/>
                <w:szCs w:val="28"/>
              </w:rPr>
              <w:t>ции к сети Интернет и развитие системы библиотечного дела с учётом задачи расширения и</w:t>
            </w:r>
            <w:r w:rsidRPr="00A61D1F">
              <w:rPr>
                <w:sz w:val="28"/>
                <w:szCs w:val="28"/>
              </w:rPr>
              <w:t>н</w:t>
            </w:r>
            <w:r w:rsidRPr="00A61D1F">
              <w:rPr>
                <w:sz w:val="28"/>
                <w:szCs w:val="28"/>
              </w:rPr>
              <w:t>формационных технологий и оцифровки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442 5146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1739,762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Иные межбюджетные тран</w:t>
            </w:r>
            <w:r w:rsidRPr="00A61D1F">
              <w:rPr>
                <w:sz w:val="28"/>
                <w:szCs w:val="28"/>
              </w:rPr>
              <w:t>с</w:t>
            </w:r>
            <w:r w:rsidRPr="00A61D1F">
              <w:rPr>
                <w:sz w:val="28"/>
                <w:szCs w:val="28"/>
              </w:rPr>
              <w:t>ферты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442  5146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540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1739,762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Государственная поддержка (грант) реализации лучших с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442 5192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1254,0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бюджетным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442 5192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1254,0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Театры, цирки, концертные и другие организации исполн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тельских искусств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443 0000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185324,0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443 0000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175369,0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автономным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443 0000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355,0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</w:t>
            </w:r>
            <w:r w:rsidRPr="00A61D1F">
              <w:rPr>
                <w:sz w:val="28"/>
                <w:szCs w:val="28"/>
              </w:rPr>
              <w:t>ь</w:t>
            </w:r>
            <w:r w:rsidRPr="00A61D1F">
              <w:rPr>
                <w:sz w:val="28"/>
                <w:szCs w:val="28"/>
              </w:rPr>
              <w:t>ных учреждений культуры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443 5190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7600,0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автономным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443 5190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7600,0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Государственная поддержка (грант) реализации лучших с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бытийных региональных и межрегиональных проектов в рамках развития культурно-познавательного туризма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443 5192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2000,0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автономным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443 5192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2000,0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1D1F">
              <w:rPr>
                <w:color w:val="000000"/>
                <w:sz w:val="28"/>
                <w:szCs w:val="28"/>
              </w:rPr>
              <w:t>Обесп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A61D1F">
              <w:rPr>
                <w:color w:val="000000"/>
                <w:sz w:val="28"/>
                <w:szCs w:val="28"/>
              </w:rPr>
              <w:t>с</w:t>
            </w:r>
            <w:r w:rsidRPr="00A61D1F">
              <w:rPr>
                <w:color w:val="000000"/>
                <w:sz w:val="28"/>
                <w:szCs w:val="28"/>
              </w:rPr>
              <w:t>ности жизнедеятельности на территории Ульяновской о</w:t>
            </w:r>
            <w:r w:rsidRPr="00A61D1F">
              <w:rPr>
                <w:color w:val="000000"/>
                <w:sz w:val="28"/>
                <w:szCs w:val="28"/>
              </w:rPr>
              <w:t>б</w:t>
            </w:r>
            <w:r w:rsidRPr="00A61D1F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1D1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1D1F">
              <w:rPr>
                <w:color w:val="000000"/>
                <w:sz w:val="28"/>
                <w:szCs w:val="28"/>
              </w:rPr>
              <w:t>Комплексные меры противодействия зл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A61D1F">
              <w:rPr>
                <w:color w:val="000000"/>
                <w:sz w:val="28"/>
                <w:szCs w:val="28"/>
              </w:rPr>
              <w:t>б</w:t>
            </w:r>
            <w:r w:rsidRPr="00A61D1F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1D1F">
              <w:rPr>
                <w:color w:val="000000"/>
                <w:sz w:val="28"/>
                <w:szCs w:val="28"/>
              </w:rPr>
              <w:t xml:space="preserve"> на 2014-2018 годы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61D1F">
              <w:rPr>
                <w:color w:val="000000"/>
                <w:sz w:val="28"/>
                <w:szCs w:val="28"/>
              </w:rPr>
              <w:t>я</w:t>
            </w:r>
            <w:r w:rsidRPr="00A61D1F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1D1F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1D1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34,0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414,0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Pr="00A61D1F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A61D1F">
              <w:rPr>
                <w:color w:val="000000"/>
                <w:sz w:val="28"/>
                <w:szCs w:val="28"/>
              </w:rPr>
              <w:t>Культура в Ульяновской о</w:t>
            </w:r>
            <w:r w:rsidRPr="00A61D1F">
              <w:rPr>
                <w:color w:val="000000"/>
                <w:sz w:val="28"/>
                <w:szCs w:val="28"/>
              </w:rPr>
              <w:t>б</w:t>
            </w:r>
            <w:r w:rsidRPr="00A61D1F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1D1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870 0000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52872,3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Ремонтно-реставрационные р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боты зданий государственных учреждений культуры, в том числе подготовка проектной и экспертной документации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32500,0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870 4001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32500,0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Присуждение международных ежегодных литературных пр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мий имени И.А.Гончарова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870 4002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870 4002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1000,0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Реконструкция и проведение ремонтно-реставрационных р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бот зданий муниципальных у</w:t>
            </w:r>
            <w:r w:rsidRPr="00A61D1F">
              <w:rPr>
                <w:color w:val="000000"/>
                <w:sz w:val="28"/>
                <w:szCs w:val="28"/>
              </w:rPr>
              <w:t>ч</w:t>
            </w:r>
            <w:r w:rsidRPr="00A61D1F">
              <w:rPr>
                <w:color w:val="000000"/>
                <w:sz w:val="28"/>
                <w:szCs w:val="28"/>
              </w:rPr>
              <w:t>реждений культуры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870 4003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10345,8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Субсидии, за исключением субсидий на софинансирование капитальных вложений в об</w:t>
            </w:r>
            <w:r w:rsidRPr="00A61D1F">
              <w:rPr>
                <w:color w:val="000000"/>
                <w:sz w:val="28"/>
                <w:szCs w:val="28"/>
              </w:rPr>
              <w:t>ъ</w:t>
            </w:r>
            <w:r w:rsidRPr="00A61D1F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870 4003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10345,8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Приобретение оборудования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870 4005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2776,5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870 4005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1938,7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автономным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870 4005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837,8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Внедрение в работу новых (с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временных) информационных технологий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870 4006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250,0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бюджетным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870 4006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Приобретение служебных ж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лых помещений (квартир) с ц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лью включения в специализ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рованный государственный жилищный фонд Ульяновской области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870 4008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на приобретение объектов недвижимого имущ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ства в государственную (мун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ципальную) собственность а</w:t>
            </w:r>
            <w:r w:rsidRPr="00A61D1F"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тоно</w:t>
            </w:r>
            <w:r w:rsidRPr="00A61D1F">
              <w:rPr>
                <w:color w:val="000000"/>
                <w:sz w:val="28"/>
                <w:szCs w:val="28"/>
              </w:rPr>
              <w:t>мным учреждениям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870 4008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462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5000,0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Создание мобильной системы обслуживания населённых пунктов, не имеющих библи</w:t>
            </w:r>
            <w:r w:rsidRPr="00A61D1F">
              <w:rPr>
                <w:sz w:val="28"/>
                <w:szCs w:val="28"/>
              </w:rPr>
              <w:t>о</w:t>
            </w:r>
            <w:r w:rsidRPr="00A61D1F">
              <w:rPr>
                <w:sz w:val="28"/>
                <w:szCs w:val="28"/>
              </w:rPr>
              <w:t>тек</w:t>
            </w:r>
            <w:r>
              <w:rPr>
                <w:sz w:val="28"/>
                <w:szCs w:val="28"/>
              </w:rPr>
              <w:t>, на территориях</w:t>
            </w:r>
            <w:r w:rsidRPr="00A61D1F">
              <w:rPr>
                <w:sz w:val="28"/>
                <w:szCs w:val="28"/>
              </w:rPr>
              <w:t xml:space="preserve"> муниц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пальных районов Ульяновской области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870 4009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500,0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</w:t>
            </w:r>
            <w:r w:rsidRPr="00A61D1F">
              <w:rPr>
                <w:sz w:val="28"/>
                <w:szCs w:val="28"/>
              </w:rPr>
              <w:t>ъ</w:t>
            </w:r>
            <w:r w:rsidRPr="00A61D1F">
              <w:rPr>
                <w:sz w:val="28"/>
                <w:szCs w:val="28"/>
              </w:rPr>
              <w:t>екты государственной (мун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870 4009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500,0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Создание модельных учрежд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>ний на территориях муниц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пальных образований Ульяно</w:t>
            </w:r>
            <w:r w:rsidRPr="00A61D1F">
              <w:rPr>
                <w:sz w:val="28"/>
                <w:szCs w:val="28"/>
              </w:rPr>
              <w:t>в</w:t>
            </w:r>
            <w:r w:rsidRPr="00A61D1F">
              <w:rPr>
                <w:sz w:val="28"/>
                <w:szCs w:val="28"/>
              </w:rPr>
              <w:t>ской области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870 4010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500,0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Субсидии, за исключением субсидий на софинансирование капитальных вложений в об</w:t>
            </w:r>
            <w:r w:rsidRPr="00A61D1F">
              <w:rPr>
                <w:sz w:val="28"/>
                <w:szCs w:val="28"/>
              </w:rPr>
              <w:t>ъ</w:t>
            </w:r>
            <w:r w:rsidRPr="00A61D1F">
              <w:rPr>
                <w:sz w:val="28"/>
                <w:szCs w:val="28"/>
              </w:rPr>
              <w:t>екты государственной (мун</w:t>
            </w:r>
            <w:r w:rsidRPr="00A61D1F">
              <w:rPr>
                <w:sz w:val="28"/>
                <w:szCs w:val="28"/>
              </w:rPr>
              <w:t>и</w:t>
            </w:r>
            <w:r w:rsidRPr="00A61D1F">
              <w:rPr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01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870 4010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19263,9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Учреждения культуры и мер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приятия в сфере культуры и кинематографии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19263,9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14638,9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440 0000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225,0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</w:t>
            </w:r>
            <w:r w:rsidRPr="00A61D1F">
              <w:rPr>
                <w:sz w:val="28"/>
                <w:szCs w:val="28"/>
              </w:rPr>
              <w:t>ь</w:t>
            </w:r>
            <w:r w:rsidRPr="00A61D1F">
              <w:rPr>
                <w:sz w:val="28"/>
                <w:szCs w:val="28"/>
              </w:rPr>
              <w:t>ных учреждений культуры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440 5190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4400,0</w:t>
            </w:r>
          </w:p>
        </w:tc>
      </w:tr>
      <w:tr w:rsidR="00B5552C" w:rsidRPr="00A650B0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автономным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02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440 5190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4400,0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36220,4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</w:t>
            </w:r>
            <w:r w:rsidRPr="00A61D1F">
              <w:rPr>
                <w:color w:val="000000"/>
                <w:sz w:val="28"/>
                <w:szCs w:val="28"/>
              </w:rPr>
              <w:t>ь</w:t>
            </w:r>
            <w:r w:rsidRPr="00A61D1F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24325,6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24325,6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A61D1F">
              <w:rPr>
                <w:color w:val="000000"/>
                <w:sz w:val="28"/>
                <w:szCs w:val="28"/>
              </w:rPr>
              <w:t>т</w:t>
            </w:r>
            <w:r w:rsidRPr="00A61D1F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21295,5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гий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454,6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2368,8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6,7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5532,3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5532,3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Осуществление отдельных полномочий Российской Фед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рации органами государстве</w:t>
            </w:r>
            <w:r w:rsidRPr="00A61D1F">
              <w:rPr>
                <w:color w:val="000000"/>
                <w:sz w:val="28"/>
                <w:szCs w:val="28"/>
              </w:rPr>
              <w:t>н</w:t>
            </w:r>
            <w:r w:rsidRPr="00A61D1F">
              <w:rPr>
                <w:color w:val="000000"/>
                <w:sz w:val="28"/>
                <w:szCs w:val="28"/>
              </w:rPr>
              <w:t>ной власти Ульяновской обла</w:t>
            </w:r>
            <w:r w:rsidRPr="00A61D1F">
              <w:rPr>
                <w:color w:val="000000"/>
                <w:sz w:val="28"/>
                <w:szCs w:val="28"/>
              </w:rPr>
              <w:t>с</w:t>
            </w:r>
            <w:r w:rsidRPr="00A61D1F">
              <w:rPr>
                <w:color w:val="000000"/>
                <w:sz w:val="28"/>
                <w:szCs w:val="28"/>
              </w:rPr>
              <w:t>ти в области охраны здоровья граждан, контроля качества о</w:t>
            </w:r>
            <w:r w:rsidRPr="00A61D1F">
              <w:rPr>
                <w:color w:val="000000"/>
                <w:sz w:val="28"/>
                <w:szCs w:val="28"/>
              </w:rPr>
              <w:t>б</w:t>
            </w:r>
            <w:r w:rsidRPr="00A61D1F">
              <w:rPr>
                <w:color w:val="000000"/>
                <w:sz w:val="28"/>
                <w:szCs w:val="28"/>
              </w:rPr>
              <w:t>разования, охраны объектов культурного наследия, испол</w:t>
            </w:r>
            <w:r w:rsidRPr="00A61D1F">
              <w:rPr>
                <w:color w:val="000000"/>
                <w:sz w:val="28"/>
                <w:szCs w:val="28"/>
              </w:rPr>
              <w:t>ь</w:t>
            </w:r>
            <w:r w:rsidRPr="00A61D1F">
              <w:rPr>
                <w:color w:val="000000"/>
                <w:sz w:val="28"/>
                <w:szCs w:val="28"/>
              </w:rPr>
              <w:t>зования охотничьих ресурсов, регистрации актов гражданск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го состояния и других полн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мочий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1362,5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7B101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Осуществление переданных органам государственной вл</w:t>
            </w:r>
            <w:r w:rsidRPr="00A61D1F">
              <w:rPr>
                <w:sz w:val="28"/>
                <w:szCs w:val="28"/>
              </w:rPr>
              <w:t>а</w:t>
            </w:r>
            <w:r w:rsidRPr="00A61D1F">
              <w:rPr>
                <w:sz w:val="28"/>
                <w:szCs w:val="28"/>
              </w:rPr>
              <w:t>сти субъектов Российской Ф</w:t>
            </w:r>
            <w:r w:rsidRPr="00A61D1F">
              <w:rPr>
                <w:sz w:val="28"/>
                <w:szCs w:val="28"/>
              </w:rPr>
              <w:t>е</w:t>
            </w:r>
            <w:r w:rsidRPr="00A61D1F">
              <w:rPr>
                <w:sz w:val="28"/>
                <w:szCs w:val="28"/>
              </w:rPr>
              <w:t>дерации в соответствии с пун</w:t>
            </w:r>
            <w:r w:rsidRPr="00A61D1F">
              <w:rPr>
                <w:sz w:val="28"/>
                <w:szCs w:val="28"/>
              </w:rPr>
              <w:t>к</w:t>
            </w:r>
            <w:r w:rsidRPr="00A61D1F">
              <w:rPr>
                <w:sz w:val="28"/>
                <w:szCs w:val="28"/>
              </w:rPr>
              <w:t>том 1 статьи 9</w:t>
            </w:r>
            <w:r w:rsidRPr="00CB448D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A61D1F">
              <w:rPr>
                <w:sz w:val="28"/>
                <w:szCs w:val="28"/>
              </w:rPr>
              <w:t xml:space="preserve">Федерального закона </w:t>
            </w:r>
            <w:r>
              <w:rPr>
                <w:sz w:val="28"/>
                <w:szCs w:val="28"/>
              </w:rPr>
              <w:t>«</w:t>
            </w:r>
            <w:r w:rsidRPr="00A61D1F">
              <w:rPr>
                <w:sz w:val="28"/>
                <w:szCs w:val="28"/>
              </w:rPr>
              <w:t>Об объектах культу</w:t>
            </w:r>
            <w:r w:rsidRPr="00A61D1F">
              <w:rPr>
                <w:sz w:val="28"/>
                <w:szCs w:val="28"/>
              </w:rPr>
              <w:t>р</w:t>
            </w:r>
            <w:r w:rsidRPr="00A61D1F">
              <w:rPr>
                <w:sz w:val="28"/>
                <w:szCs w:val="28"/>
              </w:rPr>
              <w:t>ного наследия (памятниках и</w:t>
            </w:r>
            <w:r w:rsidRPr="00A61D1F">
              <w:rPr>
                <w:sz w:val="28"/>
                <w:szCs w:val="28"/>
              </w:rPr>
              <w:t>с</w:t>
            </w:r>
            <w:r w:rsidRPr="00A61D1F">
              <w:rPr>
                <w:sz w:val="28"/>
                <w:szCs w:val="28"/>
              </w:rPr>
              <w:t>тории и культуры) народов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A61D1F">
              <w:rPr>
                <w:sz w:val="28"/>
                <w:szCs w:val="28"/>
              </w:rPr>
              <w:t xml:space="preserve"> по</w:t>
            </w:r>
            <w:r w:rsidRPr="00A61D1F">
              <w:rPr>
                <w:sz w:val="28"/>
                <w:szCs w:val="28"/>
              </w:rPr>
              <w:t>л</w:t>
            </w:r>
            <w:r w:rsidRPr="00A61D1F">
              <w:rPr>
                <w:sz w:val="28"/>
                <w:szCs w:val="28"/>
              </w:rPr>
              <w:t>номочий Российской Федер</w:t>
            </w:r>
            <w:r w:rsidRPr="00A61D1F">
              <w:rPr>
                <w:sz w:val="28"/>
                <w:szCs w:val="28"/>
              </w:rPr>
              <w:t>а</w:t>
            </w:r>
            <w:r w:rsidRPr="00A61D1F">
              <w:rPr>
                <w:sz w:val="28"/>
                <w:szCs w:val="28"/>
              </w:rPr>
              <w:t xml:space="preserve">ции в отношении объектов культурного наследия 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296 5950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1362,5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Фонд оплаты труда государс</w:t>
            </w:r>
            <w:r w:rsidRPr="00A61D1F">
              <w:rPr>
                <w:sz w:val="28"/>
                <w:szCs w:val="28"/>
              </w:rPr>
              <w:t>т</w:t>
            </w:r>
            <w:r w:rsidRPr="00A61D1F">
              <w:rPr>
                <w:sz w:val="28"/>
                <w:szCs w:val="28"/>
              </w:rPr>
              <w:t>венных (муниципальных) орг</w:t>
            </w:r>
            <w:r w:rsidRPr="00A61D1F">
              <w:rPr>
                <w:sz w:val="28"/>
                <w:szCs w:val="28"/>
              </w:rPr>
              <w:t>а</w:t>
            </w:r>
            <w:r w:rsidRPr="00A61D1F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296 5950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1058,0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Иные выплаты персоналу гос</w:t>
            </w:r>
            <w:r w:rsidRPr="00A61D1F">
              <w:rPr>
                <w:sz w:val="28"/>
                <w:szCs w:val="28"/>
              </w:rPr>
              <w:t>у</w:t>
            </w:r>
            <w:r w:rsidRPr="00A61D1F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296 5950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4,5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sz w:val="28"/>
                <w:szCs w:val="28"/>
              </w:rPr>
              <w:t>у</w:t>
            </w:r>
            <w:r w:rsidRPr="00A61D1F">
              <w:rPr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296 5950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300,0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1D1F">
              <w:rPr>
                <w:color w:val="000000"/>
                <w:sz w:val="28"/>
                <w:szCs w:val="28"/>
              </w:rPr>
              <w:t>Сохр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нение и государственная охр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на объектов культурного н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следия, расположенных на те</w:t>
            </w:r>
            <w:r w:rsidRPr="00A61D1F">
              <w:rPr>
                <w:color w:val="000000"/>
                <w:sz w:val="28"/>
                <w:szCs w:val="28"/>
              </w:rPr>
              <w:t>р</w:t>
            </w:r>
            <w:r w:rsidRPr="00A61D1F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1D1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950 0000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Мероприятия по определению и установлению границ терр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торий объектов культурного наследия регионального знач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950 1008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2952,2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950 1008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2952,2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Проведение работ по провед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нию государственных истор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ко-культурных экспертиз в о</w:t>
            </w:r>
            <w:r w:rsidRPr="00A61D1F">
              <w:rPr>
                <w:color w:val="000000"/>
                <w:sz w:val="28"/>
                <w:szCs w:val="28"/>
              </w:rPr>
              <w:t>т</w:t>
            </w:r>
            <w:r w:rsidRPr="00A61D1F">
              <w:rPr>
                <w:color w:val="000000"/>
                <w:sz w:val="28"/>
                <w:szCs w:val="28"/>
              </w:rPr>
              <w:t>ношении выявленных объектов культурного наследия для обоснования принятия Прав</w:t>
            </w:r>
            <w:r w:rsidRPr="00A61D1F">
              <w:rPr>
                <w:color w:val="000000"/>
                <w:sz w:val="28"/>
                <w:szCs w:val="28"/>
              </w:rPr>
              <w:t>и</w:t>
            </w:r>
            <w:r w:rsidRPr="00A61D1F">
              <w:rPr>
                <w:color w:val="000000"/>
                <w:sz w:val="28"/>
                <w:szCs w:val="28"/>
              </w:rPr>
              <w:t>тельством Ульяновской обла</w:t>
            </w:r>
            <w:r w:rsidRPr="00A61D1F">
              <w:rPr>
                <w:color w:val="000000"/>
                <w:sz w:val="28"/>
                <w:szCs w:val="28"/>
              </w:rPr>
              <w:t>с</w:t>
            </w:r>
            <w:r w:rsidRPr="00A61D1F">
              <w:rPr>
                <w:color w:val="000000"/>
                <w:sz w:val="28"/>
                <w:szCs w:val="28"/>
              </w:rPr>
              <w:t>ти решений о включении (либо об отказе во включении) да</w:t>
            </w:r>
            <w:r w:rsidRPr="00A61D1F">
              <w:rPr>
                <w:color w:val="000000"/>
                <w:sz w:val="28"/>
                <w:szCs w:val="28"/>
              </w:rPr>
              <w:t>н</w:t>
            </w:r>
            <w:r w:rsidRPr="00A61D1F">
              <w:rPr>
                <w:color w:val="000000"/>
                <w:sz w:val="28"/>
                <w:szCs w:val="28"/>
              </w:rPr>
              <w:t>ных объектов в Единый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дарственный реестр объектов культурного наследия (памя</w:t>
            </w:r>
            <w:r w:rsidRPr="00A61D1F">
              <w:rPr>
                <w:color w:val="000000"/>
                <w:sz w:val="28"/>
                <w:szCs w:val="28"/>
              </w:rPr>
              <w:t>т</w:t>
            </w:r>
            <w:r w:rsidRPr="00A61D1F">
              <w:rPr>
                <w:color w:val="000000"/>
                <w:sz w:val="28"/>
                <w:szCs w:val="28"/>
              </w:rPr>
              <w:t>ников истории и культуры) н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родов Российской Федерации</w:t>
            </w:r>
          </w:p>
        </w:tc>
        <w:tc>
          <w:tcPr>
            <w:tcW w:w="655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47,8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</w:t>
            </w:r>
            <w:r w:rsidRPr="00A61D1F">
              <w:rPr>
                <w:color w:val="000000"/>
                <w:sz w:val="28"/>
                <w:szCs w:val="28"/>
              </w:rPr>
              <w:t>у</w:t>
            </w:r>
            <w:r w:rsidRPr="00A61D1F">
              <w:rPr>
                <w:color w:val="000000"/>
                <w:sz w:val="28"/>
                <w:szCs w:val="28"/>
              </w:rPr>
              <w:t>дарственных (муниципальных) нужд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950 1012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47,8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Мероприятия по сохранению объектов культурного наследия регионального значения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950 1027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2000,0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A650B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некоммерческим о</w:t>
            </w:r>
            <w:r w:rsidRPr="00A61D1F">
              <w:rPr>
                <w:sz w:val="28"/>
                <w:szCs w:val="28"/>
              </w:rPr>
              <w:t>р</w:t>
            </w:r>
            <w:r w:rsidRPr="00A61D1F">
              <w:rPr>
                <w:sz w:val="28"/>
                <w:szCs w:val="28"/>
              </w:rPr>
              <w:t>ганизациям (за исключением государственных (муниципал</w:t>
            </w:r>
            <w:r w:rsidRPr="00A61D1F">
              <w:rPr>
                <w:sz w:val="28"/>
                <w:szCs w:val="28"/>
              </w:rPr>
              <w:t>ь</w:t>
            </w:r>
            <w:r w:rsidRPr="00A61D1F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08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04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950 1027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630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2000,0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1026,9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1026,9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A650B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A650B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A650B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1026,9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  <w:vAlign w:val="center"/>
          </w:tcPr>
          <w:p w:rsidR="00B5552C" w:rsidRPr="00A61D1F" w:rsidRDefault="00B5552C" w:rsidP="001E409D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05.04.2006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1D1F">
              <w:rPr>
                <w:color w:val="000000"/>
                <w:sz w:val="28"/>
                <w:szCs w:val="28"/>
              </w:rPr>
              <w:t>О мерах государственной социальной поддержки отдельных катег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рий специалистов, работающих и проживающих в сельских н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селённых пунктах, рабочих п</w:t>
            </w:r>
            <w:r w:rsidRPr="00A61D1F">
              <w:rPr>
                <w:color w:val="000000"/>
                <w:sz w:val="28"/>
                <w:szCs w:val="28"/>
              </w:rPr>
              <w:t>о</w:t>
            </w:r>
            <w:r w:rsidRPr="00A61D1F">
              <w:rPr>
                <w:color w:val="000000"/>
                <w:sz w:val="28"/>
                <w:szCs w:val="28"/>
              </w:rPr>
              <w:t>сёлках и посёлках городского типа на территории Ульяно</w:t>
            </w:r>
            <w:r w:rsidRPr="00A61D1F">
              <w:rPr>
                <w:color w:val="000000"/>
                <w:sz w:val="28"/>
                <w:szCs w:val="28"/>
              </w:rPr>
              <w:t>в</w:t>
            </w:r>
            <w:r w:rsidRPr="00A61D1F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2" w:type="dxa"/>
            <w:vAlign w:val="bottom"/>
          </w:tcPr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A61D1F" w:rsidRDefault="00B5552C" w:rsidP="001E409D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19,5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7B101F" w:rsidRDefault="00B5552C" w:rsidP="007B101F">
            <w:pPr>
              <w:spacing w:line="360" w:lineRule="auto"/>
              <w:jc w:val="both"/>
              <w:rPr>
                <w:color w:val="000000"/>
                <w:spacing w:val="6"/>
                <w:sz w:val="28"/>
                <w:szCs w:val="28"/>
              </w:rPr>
            </w:pPr>
            <w:r w:rsidRPr="007B101F">
              <w:rPr>
                <w:color w:val="000000"/>
                <w:spacing w:val="6"/>
                <w:sz w:val="28"/>
                <w:szCs w:val="28"/>
              </w:rPr>
              <w:t>Пособия, компенсации и иные социальные выплаты гражд</w:t>
            </w:r>
            <w:r w:rsidRPr="007B101F">
              <w:rPr>
                <w:color w:val="000000"/>
                <w:spacing w:val="6"/>
                <w:sz w:val="28"/>
                <w:szCs w:val="28"/>
              </w:rPr>
              <w:t>а</w:t>
            </w:r>
            <w:r w:rsidRPr="007B101F">
              <w:rPr>
                <w:color w:val="000000"/>
                <w:spacing w:val="6"/>
                <w:sz w:val="28"/>
                <w:szCs w:val="28"/>
              </w:rPr>
              <w:t>нам, кроме публичных норм</w:t>
            </w:r>
            <w:r w:rsidRPr="007B101F">
              <w:rPr>
                <w:color w:val="000000"/>
                <w:spacing w:val="6"/>
                <w:sz w:val="28"/>
                <w:szCs w:val="28"/>
              </w:rPr>
              <w:t>а</w:t>
            </w:r>
            <w:r w:rsidRPr="007B101F">
              <w:rPr>
                <w:color w:val="000000"/>
                <w:spacing w:val="6"/>
                <w:sz w:val="28"/>
                <w:szCs w:val="28"/>
              </w:rPr>
              <w:t>тивных обязательств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7B101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7B101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7B101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17,5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7B101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1D1F">
              <w:rPr>
                <w:color w:val="000000"/>
                <w:sz w:val="28"/>
                <w:szCs w:val="28"/>
              </w:rPr>
              <w:t>О мерах социальной поддержки отдел</w:t>
            </w:r>
            <w:r w:rsidRPr="00A61D1F">
              <w:rPr>
                <w:color w:val="000000"/>
                <w:sz w:val="28"/>
                <w:szCs w:val="28"/>
              </w:rPr>
              <w:t>ь</w:t>
            </w:r>
            <w:r w:rsidRPr="00A61D1F">
              <w:rPr>
                <w:color w:val="000000"/>
                <w:sz w:val="28"/>
                <w:szCs w:val="28"/>
              </w:rPr>
              <w:t>ных категорий молодых сп</w:t>
            </w:r>
            <w:r w:rsidRPr="00A61D1F">
              <w:rPr>
                <w:color w:val="000000"/>
                <w:sz w:val="28"/>
                <w:szCs w:val="28"/>
              </w:rPr>
              <w:t>е</w:t>
            </w:r>
            <w:r w:rsidRPr="00A61D1F">
              <w:rPr>
                <w:color w:val="000000"/>
                <w:sz w:val="28"/>
                <w:szCs w:val="28"/>
              </w:rPr>
              <w:t>циалистов на территории Ул</w:t>
            </w:r>
            <w:r w:rsidRPr="00A61D1F">
              <w:rPr>
                <w:color w:val="000000"/>
                <w:sz w:val="28"/>
                <w:szCs w:val="28"/>
              </w:rPr>
              <w:t>ь</w:t>
            </w:r>
            <w:r w:rsidRPr="00A61D1F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7B10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1007,4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7B101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A61D1F">
              <w:rPr>
                <w:color w:val="000000"/>
                <w:sz w:val="28"/>
                <w:szCs w:val="28"/>
              </w:rPr>
              <w:t>а</w:t>
            </w:r>
            <w:r w:rsidRPr="00A61D1F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7B101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42,5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7B101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7B101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675,1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7B101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A61D1F">
              <w:rPr>
                <w:color w:val="000000"/>
                <w:sz w:val="28"/>
                <w:szCs w:val="28"/>
              </w:rPr>
              <w:t>ж</w:t>
            </w:r>
            <w:r w:rsidRPr="00A61D1F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1D1F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7B101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160,0</w:t>
            </w:r>
          </w:p>
        </w:tc>
      </w:tr>
      <w:tr w:rsidR="00B5552C" w:rsidRPr="00A61D1F" w:rsidTr="00A650B0">
        <w:trPr>
          <w:trHeight w:val="20"/>
        </w:trPr>
        <w:tc>
          <w:tcPr>
            <w:tcW w:w="4047" w:type="dxa"/>
          </w:tcPr>
          <w:p w:rsidR="00B5552C" w:rsidRPr="00A61D1F" w:rsidRDefault="00B5552C" w:rsidP="007B101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Субсидии автономным учре</w:t>
            </w:r>
            <w:r w:rsidRPr="00A61D1F">
              <w:rPr>
                <w:sz w:val="28"/>
                <w:szCs w:val="28"/>
              </w:rPr>
              <w:t>ж</w:t>
            </w:r>
            <w:r w:rsidRPr="00A61D1F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255</w:t>
            </w:r>
          </w:p>
        </w:tc>
        <w:tc>
          <w:tcPr>
            <w:tcW w:w="639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10</w:t>
            </w:r>
          </w:p>
        </w:tc>
        <w:tc>
          <w:tcPr>
            <w:tcW w:w="592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03</w:t>
            </w:r>
          </w:p>
        </w:tc>
        <w:tc>
          <w:tcPr>
            <w:tcW w:w="1369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505 9100</w:t>
            </w:r>
          </w:p>
        </w:tc>
        <w:tc>
          <w:tcPr>
            <w:tcW w:w="655" w:type="dxa"/>
            <w:vAlign w:val="bottom"/>
          </w:tcPr>
          <w:p w:rsidR="00B5552C" w:rsidRPr="00A61D1F" w:rsidRDefault="00B5552C" w:rsidP="007B101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622</w:t>
            </w:r>
          </w:p>
        </w:tc>
        <w:tc>
          <w:tcPr>
            <w:tcW w:w="2108" w:type="dxa"/>
            <w:noWrap/>
            <w:vAlign w:val="bottom"/>
          </w:tcPr>
          <w:p w:rsidR="00B5552C" w:rsidRPr="00A61D1F" w:rsidRDefault="00B5552C" w:rsidP="007B101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1D1F">
              <w:rPr>
                <w:sz w:val="28"/>
                <w:szCs w:val="28"/>
              </w:rPr>
              <w:t>129,8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B5552C" w:rsidRDefault="00B5552C" w:rsidP="001E40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главе «Управление записи актов гражданского состояния Ульяновской области» (Мин 256):</w:t>
      </w:r>
    </w:p>
    <w:p w:rsidR="00B5552C" w:rsidRDefault="00B5552C" w:rsidP="001E40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«67736,8» заменить цифрами «68102,8»;</w:t>
      </w:r>
    </w:p>
    <w:p w:rsidR="00B5552C" w:rsidRDefault="00B5552C" w:rsidP="001E40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«Общегосударственные вопросы» (Мин 256 Рз 01) цифры «67736,8» заменить цифрами «68102,8»;</w:t>
      </w:r>
    </w:p>
    <w:p w:rsidR="00B5552C" w:rsidRDefault="00B5552C" w:rsidP="001E40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«Другие общегосударственные вопросы» (Мин 256 Рз 01 ПР 13) цифры «67736,8» заменить цифрами «68102,8»;</w:t>
      </w:r>
    </w:p>
    <w:p w:rsidR="00B5552C" w:rsidRDefault="00B5552C" w:rsidP="001E40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36231B">
        <w:rPr>
          <w:sz w:val="28"/>
          <w:szCs w:val="28"/>
        </w:rPr>
        <w:t>Осуществление отдельных полномочий Российской Федерации органами государственной власти Ульяновской области в области охраны здор</w:t>
      </w:r>
      <w:r w:rsidRPr="0036231B">
        <w:rPr>
          <w:sz w:val="28"/>
          <w:szCs w:val="28"/>
        </w:rPr>
        <w:t>о</w:t>
      </w:r>
      <w:r w:rsidRPr="0036231B">
        <w:rPr>
          <w:sz w:val="28"/>
          <w:szCs w:val="28"/>
        </w:rPr>
        <w:t>вья граждан, контроля качества образования, охраны объектов культурного н</w:t>
      </w:r>
      <w:r w:rsidRPr="0036231B">
        <w:rPr>
          <w:sz w:val="28"/>
          <w:szCs w:val="28"/>
        </w:rPr>
        <w:t>а</w:t>
      </w:r>
      <w:r w:rsidRPr="0036231B">
        <w:rPr>
          <w:sz w:val="28"/>
          <w:szCs w:val="28"/>
        </w:rPr>
        <w:t>следия, использования охотничьих ресурсов, регистрации актов гражданского с</w:t>
      </w:r>
      <w:r w:rsidRPr="0036231B">
        <w:rPr>
          <w:sz w:val="28"/>
          <w:szCs w:val="28"/>
        </w:rPr>
        <w:t>о</w:t>
      </w:r>
      <w:r w:rsidRPr="0036231B">
        <w:rPr>
          <w:sz w:val="28"/>
          <w:szCs w:val="28"/>
        </w:rPr>
        <w:t>стояния и других полномочий</w:t>
      </w:r>
      <w:r>
        <w:rPr>
          <w:sz w:val="28"/>
          <w:szCs w:val="28"/>
        </w:rPr>
        <w:t>» (Мин 256 Рз 01 ПР 13 ЦС 296 0000) цифры «67736,8» заменить цифрами «68102,8»;</w:t>
      </w:r>
    </w:p>
    <w:p w:rsidR="00B5552C" w:rsidRDefault="00B5552C" w:rsidP="001E40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36231B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пунктом 1 статьи 4 Федерал</w:t>
      </w:r>
      <w:r w:rsidRPr="0036231B">
        <w:rPr>
          <w:sz w:val="28"/>
          <w:szCs w:val="28"/>
        </w:rPr>
        <w:t>ь</w:t>
      </w:r>
      <w:r w:rsidRPr="0036231B">
        <w:rPr>
          <w:sz w:val="28"/>
          <w:szCs w:val="28"/>
        </w:rPr>
        <w:t xml:space="preserve">ного закона </w:t>
      </w:r>
      <w:r>
        <w:rPr>
          <w:sz w:val="28"/>
          <w:szCs w:val="28"/>
        </w:rPr>
        <w:t>«</w:t>
      </w:r>
      <w:r w:rsidRPr="0036231B">
        <w:rPr>
          <w:sz w:val="28"/>
          <w:szCs w:val="28"/>
        </w:rPr>
        <w:t xml:space="preserve">Об актах гражданского </w:t>
      </w:r>
      <w:r>
        <w:rPr>
          <w:sz w:val="28"/>
          <w:szCs w:val="28"/>
        </w:rPr>
        <w:t xml:space="preserve">состояния» </w:t>
      </w:r>
      <w:r w:rsidRPr="0036231B">
        <w:rPr>
          <w:sz w:val="28"/>
          <w:szCs w:val="28"/>
        </w:rPr>
        <w:t>полномочий Российской Федер</w:t>
      </w:r>
      <w:r w:rsidRPr="0036231B">
        <w:rPr>
          <w:sz w:val="28"/>
          <w:szCs w:val="28"/>
        </w:rPr>
        <w:t>а</w:t>
      </w:r>
      <w:r w:rsidRPr="0036231B">
        <w:rPr>
          <w:sz w:val="28"/>
          <w:szCs w:val="28"/>
        </w:rPr>
        <w:t>ции на государственную регистрацию актов гражданского состояния</w:t>
      </w:r>
      <w:r>
        <w:rPr>
          <w:sz w:val="28"/>
          <w:szCs w:val="28"/>
        </w:rPr>
        <w:t>» (Мин 256 Рз 01 ПР 13 ЦС 296 5930) цифры «67736,8» заменить цифрами «68102,8»;</w:t>
      </w:r>
    </w:p>
    <w:p w:rsidR="00B5552C" w:rsidRDefault="00B5552C" w:rsidP="001E40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36231B">
        <w:rPr>
          <w:sz w:val="28"/>
          <w:szCs w:val="28"/>
        </w:rPr>
        <w:t>Фонд оплаты труда государственных (муниципальных) органов и взносы по обязательному социальному страхованию</w:t>
      </w:r>
      <w:r>
        <w:rPr>
          <w:sz w:val="28"/>
          <w:szCs w:val="28"/>
        </w:rPr>
        <w:t xml:space="preserve">» (Мин 256 Рз 01 ПР 13 </w:t>
      </w:r>
      <w:r>
        <w:rPr>
          <w:sz w:val="28"/>
          <w:szCs w:val="28"/>
        </w:rPr>
        <w:br/>
        <w:t>ЦС 296 5930 ВР 121) цифры «10337,6» заменить цифрами «13999,50833»;</w:t>
      </w:r>
    </w:p>
    <w:p w:rsidR="00B5552C" w:rsidRDefault="00B5552C" w:rsidP="001E40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36231B">
        <w:rPr>
          <w:sz w:val="28"/>
          <w:szCs w:val="28"/>
        </w:rPr>
        <w:t>Прочая закупка товаров, работ и услуг для обеспечения госуда</w:t>
      </w:r>
      <w:r w:rsidRPr="0036231B">
        <w:rPr>
          <w:sz w:val="28"/>
          <w:szCs w:val="28"/>
        </w:rPr>
        <w:t>р</w:t>
      </w:r>
      <w:r w:rsidRPr="0036231B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256 Рз 01 ПР 13 ЦС 296 5930 ВР 244) цифры «1629,23» заменить цифрами «2017,23»;</w:t>
      </w:r>
    </w:p>
    <w:p w:rsidR="00B5552C" w:rsidRDefault="00B5552C" w:rsidP="001E40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36231B">
        <w:rPr>
          <w:sz w:val="28"/>
          <w:szCs w:val="28"/>
        </w:rPr>
        <w:t>Субвенции</w:t>
      </w:r>
      <w:r>
        <w:rPr>
          <w:sz w:val="28"/>
          <w:szCs w:val="28"/>
        </w:rPr>
        <w:t>» (Мин 256 Рз 01 ПР 13 ЦС 296 5930 ВР 530) цифры «48557,8» заменить цифрами «44873,89167»;</w:t>
      </w:r>
    </w:p>
    <w:p w:rsidR="00B5552C" w:rsidRDefault="00B5552C" w:rsidP="001E40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главы «Министерство здравоохранения и социального развития Уль</w:t>
      </w:r>
      <w:r>
        <w:rPr>
          <w:sz w:val="28"/>
          <w:szCs w:val="28"/>
        </w:rPr>
        <w:t>я</w:t>
      </w:r>
      <w:r>
        <w:rPr>
          <w:sz w:val="28"/>
          <w:szCs w:val="28"/>
        </w:rPr>
        <w:t>новской области» (Мин 261) и «Министерство образования и науки Ульяновской области» (Мин 273) изложить в следующей редакции:</w:t>
      </w:r>
    </w:p>
    <w:tbl>
      <w:tblPr>
        <w:tblW w:w="10207" w:type="dxa"/>
        <w:tblInd w:w="-34" w:type="dxa"/>
        <w:tblLook w:val="00A0"/>
      </w:tblPr>
      <w:tblGrid>
        <w:gridCol w:w="4142"/>
        <w:gridCol w:w="660"/>
        <w:gridCol w:w="621"/>
        <w:gridCol w:w="580"/>
        <w:gridCol w:w="1304"/>
        <w:gridCol w:w="652"/>
        <w:gridCol w:w="2248"/>
      </w:tblGrid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1E409D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B4B51">
              <w:rPr>
                <w:b/>
                <w:bCs/>
                <w:color w:val="000000"/>
                <w:sz w:val="28"/>
                <w:szCs w:val="28"/>
              </w:rPr>
              <w:t>Министерство здравоохран</w:t>
            </w:r>
            <w:r w:rsidRPr="00BB4B51">
              <w:rPr>
                <w:b/>
                <w:bCs/>
                <w:color w:val="000000"/>
                <w:sz w:val="28"/>
                <w:szCs w:val="28"/>
              </w:rPr>
              <w:t>е</w:t>
            </w:r>
            <w:r w:rsidRPr="00BB4B51">
              <w:rPr>
                <w:b/>
                <w:bCs/>
                <w:color w:val="000000"/>
                <w:sz w:val="28"/>
                <w:szCs w:val="28"/>
              </w:rPr>
              <w:t>ния и социального развития Ульяновской области</w:t>
            </w:r>
          </w:p>
        </w:tc>
        <w:tc>
          <w:tcPr>
            <w:tcW w:w="660" w:type="dxa"/>
            <w:vAlign w:val="bottom"/>
          </w:tcPr>
          <w:p w:rsidR="00B5552C" w:rsidRDefault="00B5552C" w:rsidP="001E409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B5552C" w:rsidRPr="00BB4B51" w:rsidRDefault="00B5552C" w:rsidP="001E409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B4B51">
              <w:rPr>
                <w:b/>
                <w:bCs/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1E409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B4B5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1E409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B4B5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1E409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B4B5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1E409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B4B5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1E409D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B5552C" w:rsidRDefault="00B5552C" w:rsidP="001E409D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B5552C" w:rsidRPr="00BB4B51" w:rsidRDefault="00B5552C" w:rsidP="001E409D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B4B51">
              <w:rPr>
                <w:b/>
                <w:bCs/>
                <w:color w:val="000000"/>
                <w:sz w:val="28"/>
                <w:szCs w:val="28"/>
              </w:rPr>
              <w:t>16702740,42985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247556,46367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247556,46367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233617,46367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197867,3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BB4B51">
              <w:rPr>
                <w:color w:val="000000"/>
                <w:sz w:val="28"/>
                <w:szCs w:val="28"/>
              </w:rPr>
              <w:t>ю</w:t>
            </w:r>
            <w:r w:rsidRPr="00BB4B51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35240,26367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350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90,0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395,3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BB4B51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гос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Внедрение современных техн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логий в деятельность учрежд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ний системы социальной защ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ты и обслуживания населения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B4B51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801 1234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13939,0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201514,00547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201514,00547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BB4B51">
              <w:rPr>
                <w:color w:val="000000"/>
                <w:sz w:val="28"/>
                <w:szCs w:val="28"/>
              </w:rPr>
              <w:t>л</w:t>
            </w:r>
            <w:r w:rsidRPr="00BB4B51">
              <w:rPr>
                <w:color w:val="000000"/>
                <w:sz w:val="28"/>
                <w:szCs w:val="28"/>
              </w:rPr>
              <w:t>номочий Российской Федерации органами государственной вл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сти Ульяновской области в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ласти социальной политики, 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нятости населения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16256,2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Реализация дополнительных мер в сфере занятости насел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297 5083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16256,2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BB4B51">
              <w:rPr>
                <w:color w:val="000000"/>
                <w:sz w:val="28"/>
                <w:szCs w:val="28"/>
              </w:rPr>
              <w:t>д</w:t>
            </w:r>
            <w:r w:rsidRPr="00BB4B51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297 5083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16256,2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Учреждения в сфере занятости населения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139218,90548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112300,0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Иные выплаты персоналу к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зённых учреждений, за искл</w:t>
            </w:r>
            <w:r w:rsidRPr="00BB4B51">
              <w:rPr>
                <w:sz w:val="28"/>
                <w:szCs w:val="28"/>
              </w:rPr>
              <w:t>ю</w:t>
            </w:r>
            <w:r w:rsidRPr="00BB4B51">
              <w:rPr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620 0000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1,68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B4B51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7544,18737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18962,91211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BB4B51">
              <w:rPr>
                <w:color w:val="000000"/>
                <w:spacing w:val="-4"/>
                <w:sz w:val="28"/>
                <w:szCs w:val="28"/>
              </w:rPr>
              <w:t>Уплата налога на имущество о</w:t>
            </w:r>
            <w:r w:rsidRPr="00BB4B51">
              <w:rPr>
                <w:color w:val="000000"/>
                <w:spacing w:val="-4"/>
                <w:sz w:val="28"/>
                <w:szCs w:val="28"/>
              </w:rPr>
              <w:t>р</w:t>
            </w:r>
            <w:r w:rsidRPr="00BB4B51">
              <w:rPr>
                <w:color w:val="000000"/>
                <w:spacing w:val="-4"/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85,875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324,251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BB4B51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46018,89999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Содействие 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нятости населения, улучшение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гос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45705,79999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Мероприятия по реализации прав граждан на труд и соц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альную защиту от безработицы, а также создание благоприя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ных условий для обеспечения занятости населения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36153,01999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B4B51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867,2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20491,95299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6332,6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8461,267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Софинансирование дополн</w:t>
            </w:r>
            <w:r w:rsidRPr="00BB4B51">
              <w:rPr>
                <w:sz w:val="28"/>
                <w:szCs w:val="28"/>
              </w:rPr>
              <w:t>и</w:t>
            </w:r>
            <w:r w:rsidRPr="00BB4B51">
              <w:rPr>
                <w:sz w:val="28"/>
                <w:szCs w:val="28"/>
              </w:rPr>
              <w:t>тельных мероприятий в сфере занятости населения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804 1502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855,59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BB4B51">
              <w:rPr>
                <w:sz w:val="28"/>
                <w:szCs w:val="28"/>
              </w:rPr>
              <w:t>и</w:t>
            </w:r>
            <w:r w:rsidRPr="00BB4B51">
              <w:rPr>
                <w:sz w:val="28"/>
                <w:szCs w:val="28"/>
              </w:rPr>
              <w:t>заций), индивидуальным пре</w:t>
            </w:r>
            <w:r w:rsidRPr="00BB4B51">
              <w:rPr>
                <w:sz w:val="28"/>
                <w:szCs w:val="28"/>
              </w:rPr>
              <w:t>д</w:t>
            </w:r>
            <w:r w:rsidRPr="00BB4B51">
              <w:rPr>
                <w:sz w:val="28"/>
                <w:szCs w:val="28"/>
              </w:rPr>
              <w:t>принимателям, физическим л</w:t>
            </w:r>
            <w:r w:rsidRPr="00BB4B51">
              <w:rPr>
                <w:sz w:val="28"/>
                <w:szCs w:val="28"/>
              </w:rPr>
              <w:t>и</w:t>
            </w:r>
            <w:r w:rsidRPr="00BB4B51">
              <w:rPr>
                <w:sz w:val="28"/>
                <w:szCs w:val="28"/>
              </w:rPr>
              <w:t>цам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804 1502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810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855,59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Мероприятия по обеспечению вновь создаваемых рабочих мест и сохранению рабочих мест в организациях произво</w:t>
            </w:r>
            <w:r w:rsidRPr="00BB4B51">
              <w:rPr>
                <w:color w:val="000000"/>
                <w:sz w:val="28"/>
                <w:szCs w:val="28"/>
              </w:rPr>
              <w:t>д</w:t>
            </w:r>
            <w:r w:rsidRPr="00BB4B51">
              <w:rPr>
                <w:color w:val="000000"/>
                <w:sz w:val="28"/>
                <w:szCs w:val="28"/>
              </w:rPr>
              <w:t>ственной сферы, осуществля</w:t>
            </w:r>
            <w:r w:rsidRPr="00BB4B51">
              <w:rPr>
                <w:color w:val="000000"/>
                <w:sz w:val="28"/>
                <w:szCs w:val="28"/>
              </w:rPr>
              <w:t>ю</w:t>
            </w:r>
            <w:r w:rsidRPr="00BB4B51">
              <w:rPr>
                <w:color w:val="000000"/>
                <w:sz w:val="28"/>
                <w:szCs w:val="28"/>
              </w:rPr>
              <w:t>щих реструктуризацию и м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дернизацию производства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804 1503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608,6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BB4B51">
              <w:rPr>
                <w:sz w:val="28"/>
                <w:szCs w:val="28"/>
              </w:rPr>
              <w:t>и</w:t>
            </w:r>
            <w:r w:rsidRPr="00BB4B51">
              <w:rPr>
                <w:sz w:val="28"/>
                <w:szCs w:val="28"/>
              </w:rPr>
              <w:t>заций), индивидуальным пре</w:t>
            </w:r>
            <w:r w:rsidRPr="00BB4B51">
              <w:rPr>
                <w:sz w:val="28"/>
                <w:szCs w:val="28"/>
              </w:rPr>
              <w:t>д</w:t>
            </w:r>
            <w:r w:rsidRPr="00BB4B51">
              <w:rPr>
                <w:sz w:val="28"/>
                <w:szCs w:val="28"/>
              </w:rPr>
              <w:t>принимателям, физическим л</w:t>
            </w:r>
            <w:r w:rsidRPr="00BB4B51">
              <w:rPr>
                <w:sz w:val="28"/>
                <w:szCs w:val="28"/>
              </w:rPr>
              <w:t>и</w:t>
            </w:r>
            <w:r w:rsidRPr="00BB4B51">
              <w:rPr>
                <w:sz w:val="28"/>
                <w:szCs w:val="28"/>
              </w:rPr>
              <w:t>цам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804 1503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810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608,6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Возмещение затрат юридич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>ских лиц, индивидуальных предпринимателей на оборуд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вание (оснащение) рабочих мест для инвалидов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804 1506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4952,463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BB4B51">
              <w:rPr>
                <w:sz w:val="28"/>
                <w:szCs w:val="28"/>
              </w:rPr>
              <w:t>и</w:t>
            </w:r>
            <w:r w:rsidRPr="00BB4B51">
              <w:rPr>
                <w:sz w:val="28"/>
                <w:szCs w:val="28"/>
              </w:rPr>
              <w:t>заций), индивидуальным пре</w:t>
            </w:r>
            <w:r w:rsidRPr="00BB4B51">
              <w:rPr>
                <w:sz w:val="28"/>
                <w:szCs w:val="28"/>
              </w:rPr>
              <w:t>д</w:t>
            </w:r>
            <w:r w:rsidRPr="00BB4B51">
              <w:rPr>
                <w:sz w:val="28"/>
                <w:szCs w:val="28"/>
              </w:rPr>
              <w:t>принимателям, физическим л</w:t>
            </w:r>
            <w:r w:rsidRPr="00BB4B51">
              <w:rPr>
                <w:sz w:val="28"/>
                <w:szCs w:val="28"/>
              </w:rPr>
              <w:t>и</w:t>
            </w:r>
            <w:r w:rsidRPr="00BB4B51">
              <w:rPr>
                <w:sz w:val="28"/>
                <w:szCs w:val="28"/>
              </w:rPr>
              <w:t>цам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804 1506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810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4952,463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Информационное сопровожд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>ние реализации мероприятий, направленных на снижение н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пряжённости на рынке труда среди незанятых инвалидов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804 1507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277,947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sz w:val="28"/>
                <w:szCs w:val="28"/>
              </w:rPr>
              <w:t>р</w:t>
            </w:r>
            <w:r w:rsidRPr="00BB4B5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804 1507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277,947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Профессиональное обучение и дополнительное професси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нальное образование женщин в период отпуска по уходу за р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>бёнком до достижения им во</w:t>
            </w:r>
            <w:r w:rsidRPr="00BB4B51">
              <w:rPr>
                <w:sz w:val="28"/>
                <w:szCs w:val="28"/>
              </w:rPr>
              <w:t>з</w:t>
            </w:r>
            <w:r w:rsidRPr="00BB4B51">
              <w:rPr>
                <w:sz w:val="28"/>
                <w:szCs w:val="28"/>
              </w:rPr>
              <w:t>раста трёх лет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804 1508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2858,18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sz w:val="28"/>
                <w:szCs w:val="28"/>
              </w:rPr>
              <w:t>р</w:t>
            </w:r>
            <w:r w:rsidRPr="00BB4B5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804 1508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2858,18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Оказание с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действия добровольному пер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>селению в Ульяновскую область соотечественников, прожива</w:t>
            </w:r>
            <w:r w:rsidRPr="00BB4B51">
              <w:rPr>
                <w:sz w:val="28"/>
                <w:szCs w:val="28"/>
              </w:rPr>
              <w:t>ю</w:t>
            </w:r>
            <w:r w:rsidRPr="00BB4B51">
              <w:rPr>
                <w:sz w:val="28"/>
                <w:szCs w:val="28"/>
              </w:rPr>
              <w:t>щих за рубежом</w:t>
            </w:r>
            <w:r>
              <w:rPr>
                <w:sz w:val="28"/>
                <w:szCs w:val="28"/>
              </w:rPr>
              <w:t>»</w:t>
            </w:r>
            <w:r w:rsidRPr="00BB4B51">
              <w:rPr>
                <w:sz w:val="28"/>
                <w:szCs w:val="28"/>
              </w:rPr>
              <w:t xml:space="preserve"> государстве</w:t>
            </w:r>
            <w:r w:rsidRPr="00BB4B51">
              <w:rPr>
                <w:sz w:val="28"/>
                <w:szCs w:val="28"/>
              </w:rPr>
              <w:t>н</w:t>
            </w:r>
            <w:r w:rsidRPr="00BB4B5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Социальная поддер</w:t>
            </w:r>
            <w:r w:rsidRPr="00BB4B51">
              <w:rPr>
                <w:sz w:val="28"/>
                <w:szCs w:val="28"/>
              </w:rPr>
              <w:t>ж</w:t>
            </w:r>
            <w:r w:rsidRPr="00BB4B51">
              <w:rPr>
                <w:sz w:val="28"/>
                <w:szCs w:val="28"/>
              </w:rPr>
              <w:t>ка и защита населения Ульяно</w:t>
            </w:r>
            <w:r w:rsidRPr="00BB4B51">
              <w:rPr>
                <w:sz w:val="28"/>
                <w:szCs w:val="28"/>
              </w:rPr>
              <w:t>в</w:t>
            </w:r>
            <w:r w:rsidRPr="00BB4B5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BB4B51">
              <w:rPr>
                <w:sz w:val="28"/>
                <w:szCs w:val="28"/>
              </w:rPr>
              <w:t xml:space="preserve"> на 2014-2018 г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805 0000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313,1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Мероприятия по оказанию с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действия добровольному пер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>селению в Ульяновскую область соотечественников, прожива</w:t>
            </w:r>
            <w:r w:rsidRPr="00BB4B51">
              <w:rPr>
                <w:sz w:val="28"/>
                <w:szCs w:val="28"/>
              </w:rPr>
              <w:t>ю</w:t>
            </w:r>
            <w:r w:rsidRPr="00BB4B51">
              <w:rPr>
                <w:sz w:val="28"/>
                <w:szCs w:val="28"/>
              </w:rPr>
              <w:t>щих за рубежом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805 1510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313,1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sz w:val="28"/>
                <w:szCs w:val="28"/>
              </w:rPr>
              <w:t>р</w:t>
            </w:r>
            <w:r w:rsidRPr="00BB4B5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805 1510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93,9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нам, кроме публичных норм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805 1510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219,2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обла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2F2EB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Комплексные меры по обеспечению общес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венного порядка, противодейс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вию преступности и профила</w:t>
            </w:r>
            <w:r w:rsidRPr="00BB4B51">
              <w:rPr>
                <w:color w:val="000000"/>
                <w:sz w:val="28"/>
                <w:szCs w:val="28"/>
              </w:rPr>
              <w:t>к</w:t>
            </w:r>
            <w:r w:rsidRPr="00BB4B51">
              <w:rPr>
                <w:color w:val="000000"/>
                <w:sz w:val="28"/>
                <w:szCs w:val="28"/>
              </w:rPr>
              <w:t>тике правонарушений на терр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 государстве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Обеспечение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B4B51">
              <w:rPr>
                <w:color w:val="000000"/>
                <w:sz w:val="28"/>
                <w:szCs w:val="28"/>
              </w:rPr>
              <w:t>правоп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рядка и безопасности жизнеде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тельности на территории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Оказание помощи лицам, осв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бождённым от отбывания нак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зания в виде лишения свободы, и содействие их социальной реабилитации в Ульяновской области</w:t>
            </w:r>
          </w:p>
        </w:tc>
        <w:tc>
          <w:tcPr>
            <w:tcW w:w="660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862 1020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862 1020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262386,4201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239866,0501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Детские дома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239866,0501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163475,4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BB4B51">
              <w:rPr>
                <w:color w:val="000000"/>
                <w:sz w:val="28"/>
                <w:szCs w:val="28"/>
              </w:rPr>
              <w:t>ю</w:t>
            </w:r>
            <w:r w:rsidRPr="00BB4B51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457,4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71342,0501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2484,3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56,5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1366,4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424 0000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684,0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4485,5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Учебные заведения и курсы по переподготовке кадров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429 0000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4485,5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4485,5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429 4800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4485,5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5914,67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5914,67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5914,67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Другие вопросы в области обр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12120,2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Мероприятия в области образ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12120,2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12120,2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436 0100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12120,2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7340914,74193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Стационарная медицинская п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1243832,38575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Осуществление отдельных м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роприятий в области здрав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369300,1</w:t>
            </w:r>
          </w:p>
        </w:tc>
      </w:tr>
      <w:tr w:rsidR="00B5552C" w:rsidRPr="002F2EB6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 xml:space="preserve">ции </w:t>
            </w:r>
            <w:r w:rsidRPr="002F2EB6"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Доступная среда</w:t>
            </w:r>
            <w:r w:rsidRPr="002F2EB6">
              <w:rPr>
                <w:sz w:val="28"/>
                <w:szCs w:val="28"/>
              </w:rPr>
              <w:t>»</w:t>
            </w:r>
            <w:r w:rsidRPr="00BB4B5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293 5027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7531,5</w:t>
            </w:r>
          </w:p>
        </w:tc>
      </w:tr>
      <w:tr w:rsidR="00B5552C" w:rsidRPr="002F2EB6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 бюджетным учре</w:t>
            </w:r>
            <w:r w:rsidRPr="00BB4B51">
              <w:rPr>
                <w:sz w:val="28"/>
                <w:szCs w:val="28"/>
              </w:rPr>
              <w:t>ж</w:t>
            </w:r>
            <w:r w:rsidRPr="00BB4B5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293 5027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7531,5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2F2E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Мероприятия по оказанию в</w:t>
            </w:r>
            <w:r w:rsidRPr="00BB4B51">
              <w:rPr>
                <w:sz w:val="28"/>
                <w:szCs w:val="28"/>
              </w:rPr>
              <w:t>ы</w:t>
            </w:r>
            <w:r w:rsidRPr="00BB4B51">
              <w:rPr>
                <w:sz w:val="28"/>
                <w:szCs w:val="28"/>
              </w:rPr>
              <w:t>сокотехнологичных видов м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>дицин</w:t>
            </w:r>
            <w:r>
              <w:rPr>
                <w:sz w:val="28"/>
                <w:szCs w:val="28"/>
              </w:rPr>
              <w:t>с</w:t>
            </w:r>
            <w:r w:rsidRPr="00BB4B51">
              <w:rPr>
                <w:sz w:val="28"/>
                <w:szCs w:val="28"/>
              </w:rPr>
              <w:t>кой помощи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293 5070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6164,8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 бюджетным учре</w:t>
            </w:r>
            <w:r w:rsidRPr="00BB4B51">
              <w:rPr>
                <w:sz w:val="28"/>
                <w:szCs w:val="28"/>
              </w:rPr>
              <w:t>ж</w:t>
            </w:r>
            <w:r w:rsidRPr="00BB4B51">
              <w:rPr>
                <w:sz w:val="28"/>
                <w:szCs w:val="28"/>
              </w:rPr>
              <w:t>дениям на финансовое обесп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>чение государственного (мун</w:t>
            </w:r>
            <w:r w:rsidRPr="00BB4B51">
              <w:rPr>
                <w:sz w:val="28"/>
                <w:szCs w:val="28"/>
              </w:rPr>
              <w:t>и</w:t>
            </w:r>
            <w:r w:rsidRPr="00BB4B51">
              <w:rPr>
                <w:sz w:val="28"/>
                <w:szCs w:val="28"/>
              </w:rPr>
              <w:t>ципального) задания на оказ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ние государственных (муниц</w:t>
            </w:r>
            <w:r w:rsidRPr="00BB4B51">
              <w:rPr>
                <w:sz w:val="28"/>
                <w:szCs w:val="28"/>
              </w:rPr>
              <w:t>и</w:t>
            </w:r>
            <w:r w:rsidRPr="00BB4B51">
              <w:rPr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293 5070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6164,8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Финансовое обеспечение зак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пок антивирусных препаратов для профилактики и лечения лиц, инфицированных вирусами иммунодефицита человека и г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патитов В и С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293 5072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268595,3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293 5072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268595,3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Закупка оборудования и ра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ходных материалов для неон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тального и аудиологического скрининга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293 5073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4737,4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293 5073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4737,4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приятий, направленных на пр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ведение пренатальной (дород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вой) диагностики нарушений развития ребёнка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293 5079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25334,8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293 5079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25334,8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Финансовое обеспечение зак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пок антибактериальных и пр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тивотуберкулёзных лекарстве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ных препаратов (второго ряда), применяемых при лечении больных туберкулёзом с множ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ственной лекарственной усто</w:t>
            </w:r>
            <w:r w:rsidRPr="00BB4B51">
              <w:rPr>
                <w:color w:val="000000"/>
                <w:sz w:val="28"/>
                <w:szCs w:val="28"/>
              </w:rPr>
              <w:t>й</w:t>
            </w:r>
            <w:r w:rsidRPr="00BB4B51">
              <w:rPr>
                <w:color w:val="000000"/>
                <w:sz w:val="28"/>
                <w:szCs w:val="28"/>
              </w:rPr>
              <w:t>чивостью возбудителя, и диа</w:t>
            </w:r>
            <w:r w:rsidRPr="00BB4B51">
              <w:rPr>
                <w:color w:val="000000"/>
                <w:sz w:val="28"/>
                <w:szCs w:val="28"/>
              </w:rPr>
              <w:t>г</w:t>
            </w:r>
            <w:r w:rsidRPr="00BB4B51">
              <w:rPr>
                <w:color w:val="000000"/>
                <w:sz w:val="28"/>
                <w:szCs w:val="28"/>
              </w:rPr>
              <w:t>ностических средств для выя</w:t>
            </w:r>
            <w:r w:rsidRPr="00BB4B51">
              <w:rPr>
                <w:color w:val="000000"/>
                <w:sz w:val="28"/>
                <w:szCs w:val="28"/>
              </w:rPr>
              <w:t>в</w:t>
            </w:r>
            <w:r w:rsidRPr="00BB4B51">
              <w:rPr>
                <w:color w:val="000000"/>
                <w:sz w:val="28"/>
                <w:szCs w:val="28"/>
              </w:rPr>
              <w:t>ления, определения чувств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тельности микобактерии тубе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кулёза и мониторинга лечения больных туберкулёзом с множ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ственной лекарственной усто</w:t>
            </w:r>
            <w:r w:rsidRPr="00BB4B51">
              <w:rPr>
                <w:color w:val="000000"/>
                <w:sz w:val="28"/>
                <w:szCs w:val="28"/>
              </w:rPr>
              <w:t>й</w:t>
            </w:r>
            <w:r w:rsidRPr="00BB4B51">
              <w:rPr>
                <w:color w:val="000000"/>
                <w:sz w:val="28"/>
                <w:szCs w:val="28"/>
              </w:rPr>
              <w:t>чивостью возбудителя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293 5174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32506,5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293 5174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32506,5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приятий государственной пр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 xml:space="preserve">граммы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Развитие здравоохранения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293 5382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24429,8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sz w:val="28"/>
                <w:szCs w:val="28"/>
              </w:rPr>
              <w:t>р</w:t>
            </w:r>
            <w:r w:rsidRPr="00BB4B5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293 5382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1900,0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293 5382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22529,8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874210,40575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340802,2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BB4B51">
              <w:rPr>
                <w:color w:val="000000"/>
                <w:sz w:val="28"/>
                <w:szCs w:val="28"/>
              </w:rPr>
              <w:t>ю</w:t>
            </w:r>
            <w:r w:rsidRPr="00BB4B51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229584,75575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237760,45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32959,3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2382,0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595,5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Высокотехнологичные виды медицинской помощи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30124,6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470 0200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30124,6</w:t>
            </w:r>
          </w:p>
        </w:tc>
      </w:tr>
      <w:tr w:rsidR="00B5552C" w:rsidRPr="002F2EB6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Реализация мероприятий по о</w:t>
            </w:r>
            <w:r w:rsidRPr="00BB4B51">
              <w:rPr>
                <w:sz w:val="28"/>
                <w:szCs w:val="28"/>
              </w:rPr>
              <w:t>б</w:t>
            </w:r>
            <w:r w:rsidRPr="00BB4B51">
              <w:rPr>
                <w:sz w:val="28"/>
                <w:szCs w:val="28"/>
              </w:rPr>
              <w:t>новлению парка автотранспор</w:t>
            </w:r>
            <w:r w:rsidRPr="00BB4B51">
              <w:rPr>
                <w:sz w:val="28"/>
                <w:szCs w:val="28"/>
              </w:rPr>
              <w:t>т</w:t>
            </w:r>
            <w:r w:rsidRPr="00BB4B51">
              <w:rPr>
                <w:sz w:val="28"/>
                <w:szCs w:val="28"/>
              </w:rPr>
              <w:t>ных средств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682 0000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321,88</w:t>
            </w:r>
          </w:p>
        </w:tc>
      </w:tr>
      <w:tr w:rsidR="00B5552C" w:rsidRPr="002F2EB6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 бюджетным учре</w:t>
            </w:r>
            <w:r w:rsidRPr="00BB4B51">
              <w:rPr>
                <w:sz w:val="28"/>
                <w:szCs w:val="28"/>
              </w:rPr>
              <w:t>ж</w:t>
            </w:r>
            <w:r w:rsidRPr="00BB4B5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682 0000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321,88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755873,53298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Осуществление отдельных м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роприятий в области здрав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112813,43298</w:t>
            </w:r>
          </w:p>
        </w:tc>
      </w:tr>
      <w:tr w:rsidR="00B5552C" w:rsidRPr="002F2EB6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 xml:space="preserve">ции </w:t>
            </w:r>
            <w:r w:rsidRPr="002F2EB6"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Доступная среда</w:t>
            </w:r>
            <w:r w:rsidRPr="002F2EB6">
              <w:rPr>
                <w:sz w:val="28"/>
                <w:szCs w:val="28"/>
              </w:rPr>
              <w:t>»</w:t>
            </w:r>
            <w:r w:rsidRPr="00BB4B5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293 5027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625,0</w:t>
            </w:r>
          </w:p>
        </w:tc>
      </w:tr>
      <w:tr w:rsidR="00B5552C" w:rsidRPr="002F2EB6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 бюджетным учре</w:t>
            </w:r>
            <w:r w:rsidRPr="00BB4B51">
              <w:rPr>
                <w:sz w:val="28"/>
                <w:szCs w:val="28"/>
              </w:rPr>
              <w:t>ж</w:t>
            </w:r>
            <w:r w:rsidRPr="00BB4B5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293 5027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625,0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Реализация отдельных полн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мочий в области лекарственного обеспечения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293 5161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110798,03298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293 5161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110798,03298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293 5179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1390,4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293 5179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1390,4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BB4B51">
              <w:rPr>
                <w:color w:val="000000"/>
                <w:sz w:val="28"/>
                <w:szCs w:val="28"/>
              </w:rPr>
              <w:t>л</w:t>
            </w:r>
            <w:r w:rsidRPr="00BB4B51">
              <w:rPr>
                <w:color w:val="000000"/>
                <w:sz w:val="28"/>
                <w:szCs w:val="28"/>
              </w:rPr>
              <w:t>номочий Российской Федерации органами государственной вл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сти Ульяновской области в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ласти здравоохранения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294 0000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239995,2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Оказание отдельным категор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ям граждан государственной социальной помощи по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чению лекарственными преп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ратами, медицинскими изд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лиями, а также специализир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ванными продуктами лечебного питания для детей-инвалидов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294 3093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239995,2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294 3093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239995,2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187147,1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61906,7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3458,4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118347,9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3091,9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170,8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171,4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Поликлиники, амбулатории, д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агностические центры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12953,2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11528,2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1425,0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202900,6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Средства на реализацию пост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новления Правительства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 xml:space="preserve">новской области от 15.11.2010 № 387-П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некоторых мерах по реализации постановления Правительства Российской Ф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 xml:space="preserve">дерации от 30.07.1994 № 890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государственной поддержке развития медицинской пр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мышленности и улучшении обеспечения населения и учр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ждений здравоохранения лека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ственными средствами и изд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лиями медицинского назнач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территории Ульяно</w:t>
            </w:r>
            <w:r w:rsidRPr="00BB4B51">
              <w:rPr>
                <w:color w:val="000000"/>
                <w:sz w:val="28"/>
                <w:szCs w:val="28"/>
              </w:rPr>
              <w:t>в</w:t>
            </w:r>
            <w:r w:rsidRPr="00BB4B5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202012,095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505 8800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202012,095</w:t>
            </w:r>
          </w:p>
        </w:tc>
      </w:tr>
      <w:tr w:rsidR="00B5552C" w:rsidRPr="002F2EB6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 xml:space="preserve">Средства на реализацию Закона Ульяновской области от 29.12.2005 № 154-ЗО </w:t>
            </w:r>
            <w:r w:rsidRPr="002F2EB6"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О мерах социальной поддержки мног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детных семей на территории Ульяновской области</w:t>
            </w:r>
            <w:r w:rsidRPr="002F2EB6"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505 9400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888,505</w:t>
            </w:r>
          </w:p>
        </w:tc>
      </w:tr>
      <w:tr w:rsidR="00B5552C" w:rsidRPr="002F2EB6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505 9400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323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888,505</w:t>
            </w:r>
          </w:p>
        </w:tc>
      </w:tr>
      <w:tr w:rsidR="00B5552C" w:rsidRPr="002F2EB6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Реализация мероприятий по о</w:t>
            </w:r>
            <w:r w:rsidRPr="00BB4B51">
              <w:rPr>
                <w:sz w:val="28"/>
                <w:szCs w:val="28"/>
              </w:rPr>
              <w:t>б</w:t>
            </w:r>
            <w:r w:rsidRPr="00BB4B51">
              <w:rPr>
                <w:sz w:val="28"/>
                <w:szCs w:val="28"/>
              </w:rPr>
              <w:t>новлению парка автотранспор</w:t>
            </w:r>
            <w:r w:rsidRPr="00BB4B51">
              <w:rPr>
                <w:sz w:val="28"/>
                <w:szCs w:val="28"/>
              </w:rPr>
              <w:t>т</w:t>
            </w:r>
            <w:r w:rsidRPr="00BB4B51">
              <w:rPr>
                <w:sz w:val="28"/>
                <w:szCs w:val="28"/>
              </w:rPr>
              <w:t>ных средств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682 0000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2F2EB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64,0</w:t>
            </w:r>
          </w:p>
        </w:tc>
      </w:tr>
      <w:tr w:rsidR="00B5552C" w:rsidRPr="002F2EB6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 бюджетным учре</w:t>
            </w:r>
            <w:r w:rsidRPr="00BB4B51">
              <w:rPr>
                <w:sz w:val="28"/>
                <w:szCs w:val="28"/>
              </w:rPr>
              <w:t>ж</w:t>
            </w:r>
            <w:r w:rsidRPr="00BB4B5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682 0000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2F2EB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64,0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Медицинская помощь в дне</w:t>
            </w:r>
            <w:r w:rsidRPr="00BB4B51">
              <w:rPr>
                <w:color w:val="000000"/>
                <w:sz w:val="28"/>
                <w:szCs w:val="28"/>
              </w:rPr>
              <w:t>в</w:t>
            </w:r>
            <w:r w:rsidRPr="00BB4B51">
              <w:rPr>
                <w:color w:val="000000"/>
                <w:sz w:val="28"/>
                <w:szCs w:val="28"/>
              </w:rPr>
              <w:t>ных стационарах всех типов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63737,45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63737,45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15337,7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5761,9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41162,65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 бюджетным учре</w:t>
            </w:r>
            <w:r w:rsidRPr="00BB4B51">
              <w:rPr>
                <w:sz w:val="28"/>
                <w:szCs w:val="28"/>
              </w:rPr>
              <w:t>ж</w:t>
            </w:r>
            <w:r w:rsidRPr="00BB4B5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1358,9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BB4B51">
              <w:rPr>
                <w:color w:val="000000"/>
                <w:spacing w:val="-4"/>
                <w:sz w:val="28"/>
                <w:szCs w:val="28"/>
              </w:rPr>
              <w:t>Уплата налога на имущество о</w:t>
            </w:r>
            <w:r w:rsidRPr="00BB4B51">
              <w:rPr>
                <w:color w:val="000000"/>
                <w:spacing w:val="-4"/>
                <w:sz w:val="28"/>
                <w:szCs w:val="28"/>
              </w:rPr>
              <w:t>р</w:t>
            </w:r>
            <w:r w:rsidRPr="00BB4B51">
              <w:rPr>
                <w:color w:val="000000"/>
                <w:spacing w:val="-4"/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38,8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77,5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12379,1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12379,1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12379,1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Санаторно-оздоровительная п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131770,7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Санатории для больных тубе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кулёзом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108092,2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103180,6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4911,6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Санатории для детей и подрос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ков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23678,5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474 0000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23678,5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Заготовка, переработка, хран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ние и обеспечение безопасности донорской крови и её комп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нентов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169047,1432</w:t>
            </w:r>
          </w:p>
        </w:tc>
      </w:tr>
      <w:tr w:rsidR="00B5552C" w:rsidRPr="002F2EB6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Осуществление отдельных м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>роприятий в области здрав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охранения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25897,9432</w:t>
            </w:r>
          </w:p>
        </w:tc>
      </w:tr>
      <w:tr w:rsidR="00B5552C" w:rsidRPr="002F2EB6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развитию</w:t>
            </w:r>
            <w:r w:rsidRPr="00BB4B51">
              <w:rPr>
                <w:sz w:val="28"/>
                <w:szCs w:val="28"/>
              </w:rPr>
              <w:t xml:space="preserve"> службы крови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293 5075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1039,1432</w:t>
            </w:r>
          </w:p>
        </w:tc>
      </w:tr>
      <w:tr w:rsidR="00B5552C" w:rsidRPr="002F2EB6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 бюджетным учре</w:t>
            </w:r>
            <w:r w:rsidRPr="00BB4B51">
              <w:rPr>
                <w:sz w:val="28"/>
                <w:szCs w:val="28"/>
              </w:rPr>
              <w:t>ж</w:t>
            </w:r>
            <w:r w:rsidRPr="00BB4B5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293 5075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1039,1432</w:t>
            </w:r>
          </w:p>
        </w:tc>
      </w:tr>
      <w:tr w:rsidR="00B5552C" w:rsidRPr="002F2EB6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Финансовое обеспечение зак</w:t>
            </w:r>
            <w:r w:rsidRPr="00BB4B51">
              <w:rPr>
                <w:sz w:val="28"/>
                <w:szCs w:val="28"/>
              </w:rPr>
              <w:t>у</w:t>
            </w:r>
            <w:r w:rsidRPr="00BB4B51">
              <w:rPr>
                <w:sz w:val="28"/>
                <w:szCs w:val="28"/>
              </w:rPr>
              <w:t>пок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293 5175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24858,8</w:t>
            </w:r>
          </w:p>
        </w:tc>
      </w:tr>
      <w:tr w:rsidR="00B5552C" w:rsidRPr="002F2EB6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 бюджетным учре</w:t>
            </w:r>
            <w:r w:rsidRPr="00BB4B51">
              <w:rPr>
                <w:sz w:val="28"/>
                <w:szCs w:val="28"/>
              </w:rPr>
              <w:t>ж</w:t>
            </w:r>
            <w:r w:rsidRPr="00BB4B5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293 5175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24858,8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Центры, станции и отделения переливания крови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143149,2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125615,5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 бюджетным учре</w:t>
            </w:r>
            <w:r w:rsidRPr="00BB4B51">
              <w:rPr>
                <w:sz w:val="28"/>
                <w:szCs w:val="28"/>
              </w:rPr>
              <w:t>ж</w:t>
            </w:r>
            <w:r w:rsidRPr="00BB4B5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472 0000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17533,7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7372,8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Дезинфекционные станции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7372,8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6160,1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BB4B51">
              <w:rPr>
                <w:color w:val="000000"/>
                <w:sz w:val="28"/>
                <w:szCs w:val="28"/>
              </w:rPr>
              <w:t>ю</w:t>
            </w:r>
            <w:r w:rsidRPr="00BB4B51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58,6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1002,8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479 0000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76,3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Другие вопросы в области здр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4956901,63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Осуществление отдельных м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роприятий в области здрав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22924,2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Осуществление организацио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ных мероприятий по обеспеч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нию лиц лекарственными пр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паратами, предназначенными для лечения больных злокачес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венными новообразованиями лимфоидной, кроветворной и родственных им тканей, гем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филией, муковисцидозом, гип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физарным нанизмом, болезнью Гоше, рассеянным склерозом, а также после трансплантации о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ганов и (или) тканей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293 5133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22924,2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293 5133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22924,2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BB4B51">
              <w:rPr>
                <w:color w:val="000000"/>
                <w:sz w:val="28"/>
                <w:szCs w:val="28"/>
              </w:rPr>
              <w:t>л</w:t>
            </w:r>
            <w:r w:rsidRPr="00BB4B51">
              <w:rPr>
                <w:color w:val="000000"/>
                <w:sz w:val="28"/>
                <w:szCs w:val="28"/>
              </w:rPr>
              <w:t>номочий Российской Федерации органами государственной вл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сти Ульяновской области в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ласти охраны здоровья граждан, контроля качества образования, охраны объектов культурного наследия, использования охо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ничьих ресурсов, регистрации актов гражданского состояния и других полномочий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2384,1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BB4B51">
              <w:rPr>
                <w:spacing w:val="-6"/>
                <w:sz w:val="28"/>
                <w:szCs w:val="28"/>
              </w:rPr>
              <w:t>Осуществление переданных о</w:t>
            </w:r>
            <w:r w:rsidRPr="00BB4B51">
              <w:rPr>
                <w:spacing w:val="-6"/>
                <w:sz w:val="28"/>
                <w:szCs w:val="28"/>
              </w:rPr>
              <w:t>р</w:t>
            </w:r>
            <w:r w:rsidRPr="00BB4B51">
              <w:rPr>
                <w:spacing w:val="-6"/>
                <w:sz w:val="28"/>
                <w:szCs w:val="28"/>
              </w:rPr>
              <w:t xml:space="preserve">ганам государственной власти субъектов Российской Федерации в соответствии с частью 1 статьи 15 Федерального закона </w:t>
            </w:r>
            <w:r w:rsidRPr="002F2EB6">
              <w:rPr>
                <w:spacing w:val="-6"/>
                <w:sz w:val="28"/>
                <w:szCs w:val="28"/>
              </w:rPr>
              <w:t>«</w:t>
            </w:r>
            <w:r w:rsidRPr="00BB4B51">
              <w:rPr>
                <w:spacing w:val="-6"/>
                <w:sz w:val="28"/>
                <w:szCs w:val="28"/>
              </w:rPr>
              <w:t>Об о</w:t>
            </w:r>
            <w:r w:rsidRPr="00BB4B51">
              <w:rPr>
                <w:spacing w:val="-6"/>
                <w:sz w:val="28"/>
                <w:szCs w:val="28"/>
              </w:rPr>
              <w:t>с</w:t>
            </w:r>
            <w:r w:rsidRPr="00BB4B51">
              <w:rPr>
                <w:spacing w:val="-6"/>
                <w:sz w:val="28"/>
                <w:szCs w:val="28"/>
              </w:rPr>
              <w:t>новах охраны здоровья граждан в Российской Федерации</w:t>
            </w:r>
            <w:r w:rsidRPr="002F2EB6">
              <w:rPr>
                <w:spacing w:val="-6"/>
                <w:sz w:val="28"/>
                <w:szCs w:val="28"/>
              </w:rPr>
              <w:t>»</w:t>
            </w:r>
            <w:r w:rsidRPr="00BB4B51">
              <w:rPr>
                <w:spacing w:val="-6"/>
                <w:sz w:val="28"/>
                <w:szCs w:val="28"/>
              </w:rPr>
              <w:t xml:space="preserve"> полн</w:t>
            </w:r>
            <w:r w:rsidRPr="00BB4B51">
              <w:rPr>
                <w:spacing w:val="-6"/>
                <w:sz w:val="28"/>
                <w:szCs w:val="28"/>
              </w:rPr>
              <w:t>о</w:t>
            </w:r>
            <w:r w:rsidRPr="00BB4B51">
              <w:rPr>
                <w:spacing w:val="-6"/>
                <w:sz w:val="28"/>
                <w:szCs w:val="28"/>
              </w:rPr>
              <w:t>мочий Российской Федерации в сфере охраны здоровья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FE3AA0" w:rsidRDefault="00B5552C" w:rsidP="00F11A34">
            <w:pPr>
              <w:spacing w:line="360" w:lineRule="auto"/>
              <w:jc w:val="center"/>
              <w:rPr>
                <w:spacing w:val="-6"/>
                <w:sz w:val="28"/>
                <w:szCs w:val="28"/>
              </w:rPr>
            </w:pPr>
            <w:r w:rsidRPr="00FE3AA0">
              <w:rPr>
                <w:spacing w:val="-6"/>
                <w:sz w:val="28"/>
                <w:szCs w:val="28"/>
              </w:rPr>
              <w:t>296 59 Б0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2384,1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Фонд оплаты труда государс</w:t>
            </w:r>
            <w:r w:rsidRPr="00BB4B51">
              <w:rPr>
                <w:sz w:val="28"/>
                <w:szCs w:val="28"/>
              </w:rPr>
              <w:t>т</w:t>
            </w:r>
            <w:r w:rsidRPr="00BB4B51">
              <w:rPr>
                <w:sz w:val="28"/>
                <w:szCs w:val="28"/>
              </w:rPr>
              <w:t>венных (муниципальных) орг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FE3AA0" w:rsidRDefault="00B5552C" w:rsidP="00F11A34">
            <w:pPr>
              <w:spacing w:line="360" w:lineRule="auto"/>
              <w:jc w:val="center"/>
              <w:rPr>
                <w:spacing w:val="-6"/>
                <w:sz w:val="28"/>
                <w:szCs w:val="28"/>
              </w:rPr>
            </w:pPr>
            <w:r w:rsidRPr="00FE3AA0">
              <w:rPr>
                <w:spacing w:val="-6"/>
                <w:sz w:val="28"/>
                <w:szCs w:val="28"/>
              </w:rPr>
              <w:t>296 59 Б0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1863,90000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Иные выплаты персоналу гос</w:t>
            </w:r>
            <w:r w:rsidRPr="00BB4B51">
              <w:rPr>
                <w:sz w:val="28"/>
                <w:szCs w:val="28"/>
              </w:rPr>
              <w:t>у</w:t>
            </w:r>
            <w:r w:rsidRPr="00BB4B5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FE3AA0" w:rsidRDefault="00B5552C" w:rsidP="00F11A34">
            <w:pPr>
              <w:spacing w:line="360" w:lineRule="auto"/>
              <w:jc w:val="center"/>
              <w:rPr>
                <w:spacing w:val="-6"/>
                <w:sz w:val="28"/>
                <w:szCs w:val="28"/>
              </w:rPr>
            </w:pPr>
            <w:r w:rsidRPr="00FE3AA0">
              <w:rPr>
                <w:spacing w:val="-6"/>
                <w:sz w:val="28"/>
                <w:szCs w:val="28"/>
              </w:rPr>
              <w:t>296 59 Б0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sz w:val="28"/>
                <w:szCs w:val="28"/>
              </w:rPr>
              <w:t>р</w:t>
            </w:r>
            <w:r w:rsidRPr="00BB4B5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FE3AA0" w:rsidRDefault="00B5552C" w:rsidP="00F11A34">
            <w:pPr>
              <w:spacing w:line="360" w:lineRule="auto"/>
              <w:jc w:val="center"/>
              <w:rPr>
                <w:spacing w:val="-6"/>
                <w:sz w:val="28"/>
                <w:szCs w:val="28"/>
              </w:rPr>
            </w:pPr>
            <w:r w:rsidRPr="00FE3AA0">
              <w:rPr>
                <w:spacing w:val="-6"/>
                <w:sz w:val="28"/>
                <w:szCs w:val="28"/>
              </w:rPr>
              <w:t>296 59 Б0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519,6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247464,9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125136,2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BB4B51">
              <w:rPr>
                <w:color w:val="000000"/>
                <w:sz w:val="28"/>
                <w:szCs w:val="28"/>
              </w:rPr>
              <w:t>ю</w:t>
            </w:r>
            <w:r w:rsidRPr="00BB4B51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44,8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469 000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234,0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27804,9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учреж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652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92701,7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121,2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1016,6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469 0000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405,5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Реализация государственных функций в области здравоохр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485 0000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8441,3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Оказание жителям Мелекесск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го и Новомалыклинского ра</w:t>
            </w:r>
            <w:r w:rsidRPr="00BB4B51">
              <w:rPr>
                <w:color w:val="000000"/>
                <w:sz w:val="28"/>
                <w:szCs w:val="28"/>
              </w:rPr>
              <w:t>й</w:t>
            </w:r>
            <w:r w:rsidRPr="00BB4B51">
              <w:rPr>
                <w:color w:val="000000"/>
                <w:sz w:val="28"/>
                <w:szCs w:val="28"/>
              </w:rPr>
              <w:t>онов специализированной м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дицинской помощи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6310,8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485 9500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6310,8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Ежегодная областная премия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Призвание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485 9600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Оказание стационарной палли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тивной медицинской помощи жителям города Димитровграда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485 9900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1730,5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sz w:val="28"/>
                <w:szCs w:val="28"/>
              </w:rPr>
              <w:t>р</w:t>
            </w:r>
            <w:r w:rsidRPr="00BB4B5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485 9900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1730,5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Дома ребёнка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49983,2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37011,9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12529,1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315,0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486 0000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127,2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Средства на реализацию пост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новления Губернатора Ульяно</w:t>
            </w:r>
            <w:r w:rsidRPr="00BB4B51">
              <w:rPr>
                <w:color w:val="000000"/>
                <w:sz w:val="28"/>
                <w:szCs w:val="28"/>
              </w:rPr>
              <w:t>в</w:t>
            </w:r>
            <w:r w:rsidRPr="00BB4B51">
              <w:rPr>
                <w:color w:val="000000"/>
                <w:sz w:val="28"/>
                <w:szCs w:val="28"/>
              </w:rPr>
              <w:t xml:space="preserve">ской области от 03.03.2011 № 22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Об организации диспансериз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ции государственных гражда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ских служащих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4214,0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489 0000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4214,0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39070,4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02.11.2011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Об обе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печении полноценным питан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ем беременных женщин, ко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мящих матерей, а также детей в возрасте до трёх лет в Ульяно</w:t>
            </w:r>
            <w:r w:rsidRPr="00BB4B51">
              <w:rPr>
                <w:color w:val="000000"/>
                <w:sz w:val="28"/>
                <w:szCs w:val="28"/>
              </w:rPr>
              <w:t>в</w:t>
            </w:r>
            <w:r w:rsidRPr="00BB4B5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39070,4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39070,4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Страховые взносы на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тельное медицинское страхов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неработающего населения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3685296,9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Межбюджетные трансферты бюджету Федерального фонда обязательного медицинского страхования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771 0000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560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3685296,9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Платежи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 xml:space="preserve">чение скорой медицинской </w:t>
            </w:r>
            <w:r w:rsidRPr="00BB4B51">
              <w:rPr>
                <w:color w:val="000000"/>
                <w:sz w:val="28"/>
                <w:szCs w:val="28"/>
              </w:rPr>
              <w:br/>
              <w:t>помощи в рамках территор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альной программы обязательн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458156,2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медици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ского страхования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772 0000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458156,2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Платежи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проведения заместител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ной почечной терапии методами диализа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367733,2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медици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ского страхования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773 0000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367733,2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Платежи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вспомогательных репр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дуктивных технологий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6390,0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медици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ского страхования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774 0000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6390,0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BB4B51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56583,23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2072,23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780 0000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54511,0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обла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2F2EB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8260,0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Комплексные меры по обеспечению общес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венного порядка, противодейс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вию преступности и профила</w:t>
            </w:r>
            <w:r w:rsidRPr="00BB4B51">
              <w:rPr>
                <w:color w:val="000000"/>
                <w:sz w:val="28"/>
                <w:szCs w:val="28"/>
              </w:rPr>
              <w:t>к</w:t>
            </w:r>
            <w:r w:rsidRPr="00BB4B51">
              <w:rPr>
                <w:color w:val="000000"/>
                <w:sz w:val="28"/>
                <w:szCs w:val="28"/>
              </w:rPr>
              <w:t>тике правонарушений на терр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 государстве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Обеспечение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B4B51">
              <w:rPr>
                <w:color w:val="000000"/>
                <w:sz w:val="28"/>
                <w:szCs w:val="28"/>
              </w:rPr>
              <w:t>правоп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рядка и безопасности жизнеде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тельности на территории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Снижение уровня алкоголиз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ции населения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862 1018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862 1018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Комплексные меры противодействия злоупо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реблению наркотиками и их н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законному обороту на террит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 государстве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Обеспечение правоп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рядка и безопасности жизнеде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тельности на территории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8160,0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8650368,79868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115158,5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BB4B51">
              <w:rPr>
                <w:color w:val="000000"/>
                <w:sz w:val="28"/>
                <w:szCs w:val="28"/>
              </w:rPr>
              <w:t>Соц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115158,5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гос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115158,5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Доплаты к пенсиям государс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венных гражданских служащих Ульяновской области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115158,5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1741,9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Иные пенсии, социальные до</w:t>
            </w:r>
            <w:r w:rsidRPr="00BB4B51">
              <w:rPr>
                <w:color w:val="000000"/>
                <w:sz w:val="28"/>
                <w:szCs w:val="28"/>
              </w:rPr>
              <w:t>п</w:t>
            </w:r>
            <w:r w:rsidRPr="00BB4B51">
              <w:rPr>
                <w:color w:val="000000"/>
                <w:sz w:val="28"/>
                <w:szCs w:val="28"/>
              </w:rPr>
              <w:t>латы к пенсиям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113416,6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Социальное обслуживание н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807890,43968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BB4B51">
              <w:rPr>
                <w:color w:val="000000"/>
                <w:sz w:val="28"/>
                <w:szCs w:val="28"/>
              </w:rPr>
              <w:t>л</w:t>
            </w:r>
            <w:r w:rsidRPr="00BB4B51">
              <w:rPr>
                <w:color w:val="000000"/>
                <w:sz w:val="28"/>
                <w:szCs w:val="28"/>
              </w:rPr>
              <w:t>номочий Российской Федерации органами государственной вл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сти Ульяновской области в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ласти социальной политики, 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нятости населения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17825,9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 xml:space="preserve">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2011-2015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297 5027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15369,0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297 5027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5174,3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297 5027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10194,7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Российской Федерации, связанных с укре</w:t>
            </w:r>
            <w:r w:rsidRPr="00BB4B51">
              <w:rPr>
                <w:color w:val="000000"/>
                <w:sz w:val="28"/>
                <w:szCs w:val="28"/>
              </w:rPr>
              <w:t>п</w:t>
            </w:r>
            <w:r w:rsidRPr="00BB4B51">
              <w:rPr>
                <w:color w:val="000000"/>
                <w:sz w:val="28"/>
                <w:szCs w:val="28"/>
              </w:rPr>
              <w:t>лением материально-техничес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B4B51">
              <w:rPr>
                <w:color w:val="000000"/>
                <w:sz w:val="28"/>
                <w:szCs w:val="28"/>
              </w:rPr>
              <w:t>кой базы учреждений социал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ного обслуживания населения и оказанием адресной социальной помощи неработающим пенси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нерам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297 5209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2456,9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сударственного (муниципальн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го) имущества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297 5209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2456,9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Дома-интернаты для престар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лых и инвалидов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261438,30552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55015,8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BB4B51">
              <w:rPr>
                <w:color w:val="000000"/>
                <w:sz w:val="28"/>
                <w:szCs w:val="28"/>
              </w:rPr>
              <w:t>ю</w:t>
            </w:r>
            <w:r w:rsidRPr="00BB4B51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232,7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сударственного (муниципальн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го) имущества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5991,3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24265,6649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501 0000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350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173965,47324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1570,86738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182,2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154,3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Учреждения социального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служивания населения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528626,23416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154379,1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BB4B51">
              <w:rPr>
                <w:color w:val="000000"/>
                <w:sz w:val="28"/>
                <w:szCs w:val="28"/>
              </w:rPr>
              <w:t>ю</w:t>
            </w:r>
            <w:r w:rsidRPr="00BB4B51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800,2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68215,63416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2150,0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197525,024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 бюджетным учре</w:t>
            </w:r>
            <w:r w:rsidRPr="00BB4B51">
              <w:rPr>
                <w:sz w:val="28"/>
                <w:szCs w:val="28"/>
              </w:rPr>
              <w:t>ж</w:t>
            </w:r>
            <w:r w:rsidRPr="00BB4B5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508 0000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2500,376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98695,986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 автономным учре</w:t>
            </w:r>
            <w:r w:rsidRPr="00BB4B51">
              <w:rPr>
                <w:sz w:val="28"/>
                <w:szCs w:val="28"/>
              </w:rPr>
              <w:t>ж</w:t>
            </w:r>
            <w:r w:rsidRPr="00BB4B5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508 0000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622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3376,414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619,6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508 0000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363,9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6715759,92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BB4B51">
              <w:rPr>
                <w:color w:val="000000"/>
                <w:sz w:val="28"/>
                <w:szCs w:val="28"/>
              </w:rPr>
              <w:t>л</w:t>
            </w:r>
            <w:r w:rsidRPr="00BB4B51">
              <w:rPr>
                <w:color w:val="000000"/>
                <w:sz w:val="28"/>
                <w:szCs w:val="28"/>
              </w:rPr>
              <w:t>номочий Российской Федерации органами государственной вл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сти Ульяновской области в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ласти социальной политики, 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нятости населения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1956618,74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Пособие по уходу за ребёнком гражданам, подвергшимся во</w:t>
            </w:r>
            <w:r w:rsidRPr="00BB4B51">
              <w:rPr>
                <w:color w:val="000000"/>
                <w:sz w:val="28"/>
                <w:szCs w:val="28"/>
              </w:rPr>
              <w:t>з</w:t>
            </w:r>
            <w:r w:rsidRPr="00BB4B51">
              <w:rPr>
                <w:color w:val="000000"/>
                <w:sz w:val="28"/>
                <w:szCs w:val="28"/>
              </w:rPr>
              <w:t>действию радиации вследствие радиационных аварий, в соо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 xml:space="preserve">ветствии с Законом Российской Федерации от 15 мая 1991 года № 1244-I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социальной защите граждан, подвергшихся возде</w:t>
            </w:r>
            <w:r w:rsidRPr="00BB4B51">
              <w:rPr>
                <w:color w:val="000000"/>
                <w:sz w:val="28"/>
                <w:szCs w:val="28"/>
              </w:rPr>
              <w:t>й</w:t>
            </w:r>
            <w:r w:rsidRPr="00BB4B51">
              <w:rPr>
                <w:color w:val="000000"/>
                <w:sz w:val="28"/>
                <w:szCs w:val="28"/>
              </w:rPr>
              <w:t>ствию радиации вследствие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тастрофы на Чернобыльской АЭС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297 3003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1501,3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297 3003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1501,3</w:t>
            </w:r>
          </w:p>
        </w:tc>
      </w:tr>
      <w:tr w:rsidR="00B5552C" w:rsidRPr="00BB4B51" w:rsidTr="004F71C1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Обеспечение инвалидов техн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ческими средствами реабилит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ции, включая изготовление и ремонт протезно-ортопедичес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B4B51">
              <w:rPr>
                <w:color w:val="000000"/>
                <w:sz w:val="28"/>
                <w:szCs w:val="28"/>
              </w:rPr>
              <w:t>ких изделий</w:t>
            </w:r>
          </w:p>
        </w:tc>
        <w:tc>
          <w:tcPr>
            <w:tcW w:w="660" w:type="dxa"/>
            <w:vAlign w:val="bottom"/>
          </w:tcPr>
          <w:p w:rsidR="00B5552C" w:rsidRPr="004F71C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F71C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163569,5</w:t>
            </w:r>
          </w:p>
        </w:tc>
      </w:tr>
      <w:tr w:rsidR="00B5552C" w:rsidRPr="00BB4B51" w:rsidTr="004F71C1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11590,821</w:t>
            </w:r>
          </w:p>
        </w:tc>
      </w:tr>
      <w:tr w:rsidR="00B5552C" w:rsidRPr="00BB4B51" w:rsidTr="004F71C1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Иные выплаты персоналу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зённых учреждений, за искл</w:t>
            </w:r>
            <w:r w:rsidRPr="00BB4B51">
              <w:rPr>
                <w:color w:val="000000"/>
                <w:sz w:val="28"/>
                <w:szCs w:val="28"/>
              </w:rPr>
              <w:t>ю</w:t>
            </w:r>
            <w:r w:rsidRPr="00BB4B51">
              <w:rPr>
                <w:color w:val="000000"/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4,0</w:t>
            </w:r>
          </w:p>
        </w:tc>
      </w:tr>
      <w:tr w:rsidR="00B5552C" w:rsidRPr="00BB4B51" w:rsidTr="004F71C1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1696,0</w:t>
            </w:r>
          </w:p>
        </w:tc>
      </w:tr>
      <w:tr w:rsidR="00B5552C" w:rsidRPr="00BB4B51" w:rsidTr="004F71C1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30000,0</w:t>
            </w:r>
          </w:p>
        </w:tc>
      </w:tr>
      <w:tr w:rsidR="00B5552C" w:rsidRPr="00BB4B51" w:rsidTr="004F71C1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120158,94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Исполнение судебных актов Российской Федерации и мир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 незаконных действий (бе</w:t>
            </w:r>
            <w:r w:rsidRPr="00BB4B51">
              <w:rPr>
                <w:color w:val="000000"/>
                <w:sz w:val="28"/>
                <w:szCs w:val="28"/>
              </w:rPr>
              <w:t>з</w:t>
            </w:r>
            <w:r w:rsidRPr="00BB4B51">
              <w:rPr>
                <w:color w:val="000000"/>
                <w:sz w:val="28"/>
                <w:szCs w:val="28"/>
              </w:rPr>
              <w:t>действия) органов государс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венной власти (государстве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ных органов), органов местного самоуправления либо должн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зённых учреждений</w:t>
            </w:r>
          </w:p>
        </w:tc>
        <w:tc>
          <w:tcPr>
            <w:tcW w:w="660" w:type="dxa"/>
            <w:vAlign w:val="center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center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center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center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297 5130</w:t>
            </w:r>
          </w:p>
        </w:tc>
        <w:tc>
          <w:tcPr>
            <w:tcW w:w="652" w:type="dxa"/>
            <w:vAlign w:val="center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119,739</w:t>
            </w:r>
          </w:p>
        </w:tc>
      </w:tr>
      <w:tr w:rsidR="00B5552C" w:rsidRPr="00BB4B51" w:rsidTr="004F71C1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BB4B51">
              <w:rPr>
                <w:sz w:val="28"/>
                <w:szCs w:val="28"/>
              </w:rPr>
              <w:t>н</w:t>
            </w:r>
            <w:r w:rsidRPr="00BB4B51">
              <w:rPr>
                <w:sz w:val="28"/>
                <w:szCs w:val="28"/>
              </w:rPr>
              <w:t xml:space="preserve">ных Федеральным законом от 12 января 1995 года № 5-ФЗ </w:t>
            </w:r>
            <w:r>
              <w:rPr>
                <w:sz w:val="28"/>
                <w:szCs w:val="28"/>
              </w:rPr>
              <w:br/>
              <w:t>«</w:t>
            </w:r>
            <w:r w:rsidRPr="00BB4B51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BB4B51">
              <w:rPr>
                <w:sz w:val="28"/>
                <w:szCs w:val="28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Об обеспечении жильём ветеранов Великой Отечестве</w:t>
            </w:r>
            <w:r w:rsidRPr="00BB4B51">
              <w:rPr>
                <w:sz w:val="28"/>
                <w:szCs w:val="28"/>
              </w:rPr>
              <w:t>н</w:t>
            </w:r>
            <w:r w:rsidRPr="00BB4B51">
              <w:rPr>
                <w:sz w:val="28"/>
                <w:szCs w:val="28"/>
              </w:rPr>
              <w:t>ной войны 1941-1945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297 5134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150882,6</w:t>
            </w:r>
          </w:p>
        </w:tc>
      </w:tr>
      <w:tr w:rsidR="00B5552C" w:rsidRPr="00BB4B51" w:rsidTr="004F71C1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297 5134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150882,6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BB4B51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ф</w:t>
            </w:r>
            <w:r w:rsidRPr="00BB4B51">
              <w:rPr>
                <w:sz w:val="28"/>
                <w:szCs w:val="28"/>
              </w:rPr>
              <w:t xml:space="preserve">едеральными законами от 12 января 1995 года № 5-ФЗ </w:t>
            </w:r>
            <w:r>
              <w:rPr>
                <w:sz w:val="28"/>
                <w:szCs w:val="28"/>
              </w:rPr>
              <w:br/>
              <w:t>«</w:t>
            </w:r>
            <w:r w:rsidRPr="00BB4B51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BB4B51">
              <w:rPr>
                <w:sz w:val="28"/>
                <w:szCs w:val="28"/>
              </w:rPr>
              <w:t xml:space="preserve"> и от 24 ноября 1995 года № 181-ФЗ </w:t>
            </w:r>
            <w:r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О соц</w:t>
            </w:r>
            <w:r w:rsidRPr="00BB4B51">
              <w:rPr>
                <w:sz w:val="28"/>
                <w:szCs w:val="28"/>
              </w:rPr>
              <w:t>и</w:t>
            </w:r>
            <w:r w:rsidRPr="00BB4B51">
              <w:rPr>
                <w:sz w:val="28"/>
                <w:szCs w:val="28"/>
              </w:rPr>
              <w:t>альной защите инвалидов в Ро</w:t>
            </w:r>
            <w:r w:rsidRPr="00BB4B51">
              <w:rPr>
                <w:sz w:val="28"/>
                <w:szCs w:val="28"/>
              </w:rPr>
              <w:t>с</w:t>
            </w:r>
            <w:r w:rsidRPr="00BB4B51">
              <w:rPr>
                <w:sz w:val="28"/>
                <w:szCs w:val="28"/>
              </w:rPr>
              <w:t>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297 5135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31677,5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297 5135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31677,5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Средства на оказание госуда</w:t>
            </w:r>
            <w:r w:rsidRPr="00BB4B51">
              <w:rPr>
                <w:sz w:val="28"/>
                <w:szCs w:val="28"/>
              </w:rPr>
              <w:t>р</w:t>
            </w:r>
            <w:r w:rsidRPr="00BB4B51">
              <w:rPr>
                <w:sz w:val="28"/>
                <w:szCs w:val="28"/>
              </w:rPr>
              <w:t>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297 5194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39348,1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sz w:val="28"/>
                <w:szCs w:val="28"/>
              </w:rPr>
              <w:t>р</w:t>
            </w:r>
            <w:r w:rsidRPr="00BB4B5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297 5194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нам, кроме публичных норм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297 5194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1737,1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297 5194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323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37560,0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те незаконных действий (бе</w:t>
            </w:r>
            <w:r w:rsidRPr="00BB4B51">
              <w:rPr>
                <w:sz w:val="28"/>
                <w:szCs w:val="28"/>
              </w:rPr>
              <w:t>з</w:t>
            </w:r>
            <w:r w:rsidRPr="00BB4B51">
              <w:rPr>
                <w:sz w:val="28"/>
                <w:szCs w:val="28"/>
              </w:rPr>
              <w:t>действия) органов государс</w:t>
            </w:r>
            <w:r w:rsidRPr="00BB4B51">
              <w:rPr>
                <w:sz w:val="28"/>
                <w:szCs w:val="28"/>
              </w:rPr>
              <w:t>т</w:t>
            </w:r>
            <w:r w:rsidRPr="00BB4B51">
              <w:rPr>
                <w:sz w:val="28"/>
                <w:szCs w:val="28"/>
              </w:rPr>
              <w:t>венной власти (государстве</w:t>
            </w:r>
            <w:r w:rsidRPr="00BB4B51">
              <w:rPr>
                <w:sz w:val="28"/>
                <w:szCs w:val="28"/>
              </w:rPr>
              <w:t>н</w:t>
            </w:r>
            <w:r w:rsidRPr="00BB4B51">
              <w:rPr>
                <w:sz w:val="28"/>
                <w:szCs w:val="28"/>
              </w:rPr>
              <w:t>ных органов), органов местного самоуправления либо должн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зённых учреждений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297 5194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831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Российской Федерации, связанных с укре</w:t>
            </w:r>
            <w:r w:rsidRPr="00BB4B51">
              <w:rPr>
                <w:color w:val="000000"/>
                <w:sz w:val="28"/>
                <w:szCs w:val="28"/>
              </w:rPr>
              <w:t>п</w:t>
            </w:r>
            <w:r w:rsidRPr="00BB4B51">
              <w:rPr>
                <w:color w:val="000000"/>
                <w:sz w:val="28"/>
                <w:szCs w:val="28"/>
              </w:rPr>
              <w:t>лением материально-техничес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B4B51">
              <w:rPr>
                <w:color w:val="000000"/>
                <w:sz w:val="28"/>
                <w:szCs w:val="28"/>
              </w:rPr>
              <w:t>кой базы учреждений социал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ного обслуживания населения и оказанием адресной социальной помощи неработающим пенси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нерам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297 5209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741,5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297 5209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741,5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Средства на осуществление 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реданного полномочия Росси</w:t>
            </w:r>
            <w:r w:rsidRPr="00BB4B51">
              <w:rPr>
                <w:color w:val="000000"/>
                <w:sz w:val="28"/>
                <w:szCs w:val="28"/>
              </w:rPr>
              <w:t>й</w:t>
            </w:r>
            <w:r w:rsidRPr="00BB4B51">
              <w:rPr>
                <w:color w:val="000000"/>
                <w:sz w:val="28"/>
                <w:szCs w:val="28"/>
              </w:rPr>
              <w:t>ской Федерации по осуществл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нию ежегодной денежной в</w:t>
            </w:r>
            <w:r w:rsidRPr="00BB4B51">
              <w:rPr>
                <w:color w:val="000000"/>
                <w:sz w:val="28"/>
                <w:szCs w:val="28"/>
              </w:rPr>
              <w:t>ы</w:t>
            </w:r>
            <w:r w:rsidRPr="00BB4B51">
              <w:rPr>
                <w:color w:val="000000"/>
                <w:sz w:val="28"/>
                <w:szCs w:val="28"/>
              </w:rPr>
              <w:t>платы лицам, награждённым н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 xml:space="preserve">грудным знаком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Почётный д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нор России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108076,4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1806,4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297 5220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106270,0</w:t>
            </w:r>
          </w:p>
        </w:tc>
      </w:tr>
      <w:tr w:rsidR="00B5552C" w:rsidRPr="00F11A34" w:rsidTr="002F2EB6">
        <w:trPr>
          <w:trHeight w:val="20"/>
        </w:trPr>
        <w:tc>
          <w:tcPr>
            <w:tcW w:w="4142" w:type="dxa"/>
            <w:vAlign w:val="center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Оказание адресной финансовой помощи гражданам Украины, имеющим статус беженца или получившим временное убеж</w:t>
            </w:r>
            <w:r w:rsidRPr="00F11A34">
              <w:rPr>
                <w:sz w:val="28"/>
                <w:szCs w:val="28"/>
              </w:rPr>
              <w:t>и</w:t>
            </w:r>
            <w:r w:rsidRPr="00F11A34">
              <w:rPr>
                <w:sz w:val="28"/>
                <w:szCs w:val="28"/>
              </w:rPr>
              <w:t>ще на территории Российской Федерации и проживающим в жилых помещениях граждан Российской Федерации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297 5225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570,0</w:t>
            </w:r>
          </w:p>
        </w:tc>
      </w:tr>
      <w:tr w:rsidR="00B5552C" w:rsidRPr="00F11A34" w:rsidTr="002F2EB6">
        <w:trPr>
          <w:trHeight w:val="20"/>
        </w:trPr>
        <w:tc>
          <w:tcPr>
            <w:tcW w:w="4142" w:type="dxa"/>
            <w:vAlign w:val="center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F11A34">
              <w:rPr>
                <w:sz w:val="28"/>
                <w:szCs w:val="28"/>
              </w:rPr>
              <w:t>б</w:t>
            </w:r>
            <w:r w:rsidRPr="00F11A34">
              <w:rPr>
                <w:sz w:val="28"/>
                <w:szCs w:val="28"/>
              </w:rPr>
              <w:t>личным нормативным обяз</w:t>
            </w:r>
            <w:r w:rsidRPr="00F11A34">
              <w:rPr>
                <w:sz w:val="28"/>
                <w:szCs w:val="28"/>
              </w:rPr>
              <w:t>а</w:t>
            </w:r>
            <w:r w:rsidRPr="00F11A34">
              <w:rPr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297 5225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570,0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Выплата государственного ед</w:t>
            </w:r>
            <w:r w:rsidRPr="00BB4B51">
              <w:rPr>
                <w:sz w:val="28"/>
                <w:szCs w:val="28"/>
              </w:rPr>
              <w:t>и</w:t>
            </w:r>
            <w:r w:rsidRPr="00BB4B51">
              <w:rPr>
                <w:sz w:val="28"/>
                <w:szCs w:val="28"/>
              </w:rPr>
              <w:t>новременного пособия и ежем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законом от 17 сентября 1998 г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 xml:space="preserve">да № 157-ФЗ </w:t>
            </w:r>
            <w:r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Об иммунопр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филактике инфекционных б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лезней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297 5240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276,1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297 5240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297 5240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272,0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Средства на оплату жилищно-коммунальных услуг отдельным категориям граждан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810642,3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11794,0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297 5250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798848,3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Выплата единовременного п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собия беременной жене военн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служащего, проходящего вое</w:t>
            </w:r>
            <w:r w:rsidRPr="00BB4B51">
              <w:rPr>
                <w:sz w:val="28"/>
                <w:szCs w:val="28"/>
              </w:rPr>
              <w:t>н</w:t>
            </w:r>
            <w:r w:rsidRPr="00BB4B51">
              <w:rPr>
                <w:sz w:val="28"/>
                <w:szCs w:val="28"/>
              </w:rPr>
              <w:t>ную службу по призыву, а также ежемесячного пособия на р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>бёнка военнослужащего, прох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дящего военную службу по пр</w:t>
            </w:r>
            <w:r w:rsidRPr="00BB4B51">
              <w:rPr>
                <w:sz w:val="28"/>
                <w:szCs w:val="28"/>
              </w:rPr>
              <w:t>и</w:t>
            </w:r>
            <w:r w:rsidRPr="00BB4B51">
              <w:rPr>
                <w:sz w:val="28"/>
                <w:szCs w:val="28"/>
              </w:rPr>
              <w:t>зыву, в соответствии с Фед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 xml:space="preserve">ральным законом от 19 мая 1995 года № 81-ФЗ </w:t>
            </w:r>
            <w:r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О государстве</w:t>
            </w:r>
            <w:r w:rsidRPr="00BB4B51">
              <w:rPr>
                <w:sz w:val="28"/>
                <w:szCs w:val="28"/>
              </w:rPr>
              <w:t>н</w:t>
            </w:r>
            <w:r w:rsidRPr="00BB4B51">
              <w:rPr>
                <w:sz w:val="28"/>
                <w:szCs w:val="28"/>
              </w:rPr>
              <w:t>ных пособиях гражданам, имеющим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297 5270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14736,0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297 5270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96,0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297 5270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14640,0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Выплата инвалидам компенс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ций страховых премий по дог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ворам обязательного страхов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ния гражданской ответственн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сти владельцев транспортных средств в соответствии с Фед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 xml:space="preserve">ральным законом от 25 апреля 2002 года № 40-ФЗ </w:t>
            </w:r>
            <w:r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Об обяз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тельном страховании гражда</w:t>
            </w:r>
            <w:r w:rsidRPr="00BB4B51">
              <w:rPr>
                <w:sz w:val="28"/>
                <w:szCs w:val="28"/>
              </w:rPr>
              <w:t>н</w:t>
            </w:r>
            <w:r w:rsidRPr="00BB4B51">
              <w:rPr>
                <w:sz w:val="28"/>
                <w:szCs w:val="28"/>
              </w:rPr>
              <w:t>ской ответственности владел</w:t>
            </w:r>
            <w:r w:rsidRPr="00BB4B51">
              <w:rPr>
                <w:sz w:val="28"/>
                <w:szCs w:val="28"/>
              </w:rPr>
              <w:t>ь</w:t>
            </w:r>
            <w:r w:rsidRPr="00BB4B51">
              <w:rPr>
                <w:sz w:val="28"/>
                <w:szCs w:val="28"/>
              </w:rPr>
              <w:t>цев транспортных средств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297 5280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1103,8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297 5280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297 5280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1076,2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Социальные выплаты безрабо</w:t>
            </w:r>
            <w:r w:rsidRPr="00BB4B51">
              <w:rPr>
                <w:sz w:val="28"/>
                <w:szCs w:val="28"/>
              </w:rPr>
              <w:t>т</w:t>
            </w:r>
            <w:r w:rsidRPr="00BB4B51">
              <w:rPr>
                <w:sz w:val="28"/>
                <w:szCs w:val="28"/>
              </w:rPr>
              <w:t>ным гражданам в соответствии с Законом Российской Федер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 xml:space="preserve">ции от 19 апреля 1991 года </w:t>
            </w:r>
            <w:r>
              <w:rPr>
                <w:sz w:val="28"/>
                <w:szCs w:val="28"/>
              </w:rPr>
              <w:br/>
            </w:r>
            <w:r w:rsidRPr="00BB4B51">
              <w:rPr>
                <w:sz w:val="28"/>
                <w:szCs w:val="28"/>
              </w:rPr>
              <w:t xml:space="preserve">№ 1032-I </w:t>
            </w:r>
            <w:r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О занятости насел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>ния 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297 5290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203659,3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1088,2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167623,6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340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11684,5</w:t>
            </w:r>
          </w:p>
        </w:tc>
      </w:tr>
      <w:tr w:rsidR="00B5552C" w:rsidRPr="00BB4B51" w:rsidTr="004256E1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297 5290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23263,0</w:t>
            </w:r>
          </w:p>
        </w:tc>
      </w:tr>
      <w:tr w:rsidR="00B5552C" w:rsidRPr="00BB4B51" w:rsidTr="004256E1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Выплата государственных п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собий лицам, не подлежащим обязательному социальному страхованию на случай време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ной нетрудоспособности и в связи с материнством, и лицам, уволенным в связи с ликвидац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ей организаций (прекращением деятельности, полномочий ф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зическими лицами), в соотве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 xml:space="preserve">ствии с Федеральным законом от 19 мая 1995 года № 81-ФЗ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государственных пособиях гр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жданам, имеющим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297 5380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411228,5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Выплата пособий по уходу за ребёнком до достижения им возраста полутора лет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не подлежащим обязател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ному социальному страхованию на случай врем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нной нетруд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способности и в связи с мат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ринством</w:t>
            </w:r>
          </w:p>
        </w:tc>
        <w:tc>
          <w:tcPr>
            <w:tcW w:w="660" w:type="dxa"/>
            <w:vAlign w:val="center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center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center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center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297 5381</w:t>
            </w:r>
          </w:p>
        </w:tc>
        <w:tc>
          <w:tcPr>
            <w:tcW w:w="65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368625,4</w:t>
            </w:r>
          </w:p>
        </w:tc>
      </w:tr>
      <w:tr w:rsidR="00B5552C" w:rsidRPr="00BB4B51" w:rsidTr="00F11A34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297 5381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367377,0</w:t>
            </w:r>
          </w:p>
        </w:tc>
      </w:tr>
      <w:tr w:rsidR="00B5552C" w:rsidRPr="00BB4B51" w:rsidTr="00F11A34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297 5381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1248,4</w:t>
            </w:r>
          </w:p>
        </w:tc>
      </w:tr>
      <w:tr w:rsidR="00B5552C" w:rsidRPr="00BB4B51" w:rsidTr="00F11A34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Выплата пособий при рождении ребёнка гражданам, не подл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жащим обязательному социал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ному страхованию на случай временной нетрудоспособности и в связи с материнством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297 5385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42600,2</w:t>
            </w:r>
          </w:p>
        </w:tc>
      </w:tr>
      <w:tr w:rsidR="00B5552C" w:rsidRPr="00BB4B51" w:rsidTr="00F11A34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297 5385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42380,2</w:t>
            </w:r>
          </w:p>
        </w:tc>
      </w:tr>
      <w:tr w:rsidR="00B5552C" w:rsidRPr="00BB4B51" w:rsidTr="00F11A34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297 5385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220,0</w:t>
            </w:r>
          </w:p>
        </w:tc>
      </w:tr>
      <w:tr w:rsidR="00B5552C" w:rsidRPr="00F11A34" w:rsidTr="00F11A34">
        <w:trPr>
          <w:trHeight w:val="20"/>
        </w:trPr>
        <w:tc>
          <w:tcPr>
            <w:tcW w:w="4142" w:type="dxa"/>
            <w:vAlign w:val="center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Выплата единовременных пос</w:t>
            </w:r>
            <w:r w:rsidRPr="00F11A34">
              <w:rPr>
                <w:sz w:val="28"/>
                <w:szCs w:val="28"/>
              </w:rPr>
              <w:t>о</w:t>
            </w:r>
            <w:r w:rsidRPr="00F11A34">
              <w:rPr>
                <w:sz w:val="28"/>
                <w:szCs w:val="28"/>
              </w:rPr>
              <w:t>бий женщинам, вставшим на учёт в медицинских учрежден</w:t>
            </w:r>
            <w:r w:rsidRPr="00F11A34">
              <w:rPr>
                <w:sz w:val="28"/>
                <w:szCs w:val="28"/>
              </w:rPr>
              <w:t>и</w:t>
            </w:r>
            <w:r w:rsidRPr="00F11A34">
              <w:rPr>
                <w:sz w:val="28"/>
                <w:szCs w:val="28"/>
              </w:rPr>
              <w:t>ях в ранние сроки беременн</w:t>
            </w:r>
            <w:r w:rsidRPr="00F11A34">
              <w:rPr>
                <w:sz w:val="28"/>
                <w:szCs w:val="28"/>
              </w:rPr>
              <w:t>о</w:t>
            </w:r>
            <w:r w:rsidRPr="00F11A34">
              <w:rPr>
                <w:sz w:val="28"/>
                <w:szCs w:val="28"/>
              </w:rPr>
              <w:t>сти, уволенным в связи с ликв</w:t>
            </w:r>
            <w:r w:rsidRPr="00F11A34">
              <w:rPr>
                <w:sz w:val="28"/>
                <w:szCs w:val="28"/>
              </w:rPr>
              <w:t>и</w:t>
            </w:r>
            <w:r w:rsidRPr="00F11A34">
              <w:rPr>
                <w:sz w:val="28"/>
                <w:szCs w:val="28"/>
              </w:rPr>
              <w:t>дацией организаций, прекращ</w:t>
            </w:r>
            <w:r w:rsidRPr="00F11A34">
              <w:rPr>
                <w:sz w:val="28"/>
                <w:szCs w:val="28"/>
              </w:rPr>
              <w:t>е</w:t>
            </w:r>
            <w:r w:rsidRPr="00F11A34">
              <w:rPr>
                <w:sz w:val="28"/>
                <w:szCs w:val="28"/>
              </w:rPr>
              <w:t>нием деятельности (полном</w:t>
            </w:r>
            <w:r w:rsidRPr="00F11A34">
              <w:rPr>
                <w:sz w:val="28"/>
                <w:szCs w:val="28"/>
              </w:rPr>
              <w:t>о</w:t>
            </w:r>
            <w:r w:rsidRPr="00F11A34">
              <w:rPr>
                <w:sz w:val="28"/>
                <w:szCs w:val="28"/>
              </w:rPr>
              <w:t>чий) физическими лицами в у</w:t>
            </w:r>
            <w:r w:rsidRPr="00F11A34">
              <w:rPr>
                <w:sz w:val="28"/>
                <w:szCs w:val="28"/>
              </w:rPr>
              <w:t>с</w:t>
            </w:r>
            <w:r w:rsidRPr="00F11A34">
              <w:rPr>
                <w:sz w:val="28"/>
                <w:szCs w:val="28"/>
              </w:rPr>
              <w:t>тановленном порядке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297 5386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2,4</w:t>
            </w:r>
          </w:p>
        </w:tc>
      </w:tr>
      <w:tr w:rsidR="00B5552C" w:rsidRPr="00BB4B51" w:rsidTr="00F11A34">
        <w:trPr>
          <w:trHeight w:val="20"/>
        </w:trPr>
        <w:tc>
          <w:tcPr>
            <w:tcW w:w="4142" w:type="dxa"/>
            <w:vAlign w:val="center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F11A34">
              <w:rPr>
                <w:sz w:val="28"/>
                <w:szCs w:val="28"/>
              </w:rPr>
              <w:t>б</w:t>
            </w:r>
            <w:r w:rsidRPr="00F11A34">
              <w:rPr>
                <w:sz w:val="28"/>
                <w:szCs w:val="28"/>
              </w:rPr>
              <w:t>личным нормативным обяз</w:t>
            </w:r>
            <w:r w:rsidRPr="00F11A34">
              <w:rPr>
                <w:sz w:val="28"/>
                <w:szCs w:val="28"/>
              </w:rPr>
              <w:t>а</w:t>
            </w:r>
            <w:r w:rsidRPr="00F11A34">
              <w:rPr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297 5386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2,4</w:t>
            </w:r>
          </w:p>
        </w:tc>
      </w:tr>
      <w:tr w:rsidR="00B5552C" w:rsidRPr="00BB4B51" w:rsidTr="00F11A34">
        <w:trPr>
          <w:trHeight w:val="20"/>
        </w:trPr>
        <w:tc>
          <w:tcPr>
            <w:tcW w:w="4142" w:type="dxa"/>
            <w:vAlign w:val="center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Выплата пособий по береме</w:t>
            </w:r>
            <w:r w:rsidRPr="00F11A34">
              <w:rPr>
                <w:sz w:val="28"/>
                <w:szCs w:val="28"/>
              </w:rPr>
              <w:t>н</w:t>
            </w:r>
            <w:r w:rsidRPr="00F11A34">
              <w:rPr>
                <w:sz w:val="28"/>
                <w:szCs w:val="28"/>
              </w:rPr>
              <w:t>ности и родам женщинам, ув</w:t>
            </w:r>
            <w:r w:rsidRPr="00F11A34">
              <w:rPr>
                <w:sz w:val="28"/>
                <w:szCs w:val="28"/>
              </w:rPr>
              <w:t>о</w:t>
            </w:r>
            <w:r w:rsidRPr="00F11A34">
              <w:rPr>
                <w:sz w:val="28"/>
                <w:szCs w:val="28"/>
              </w:rPr>
              <w:t>ленным в связи с ликвидацией организаций, прекращением деятельности (полномочий) ф</w:t>
            </w:r>
            <w:r w:rsidRPr="00F11A34">
              <w:rPr>
                <w:sz w:val="28"/>
                <w:szCs w:val="28"/>
              </w:rPr>
              <w:t>и</w:t>
            </w:r>
            <w:r w:rsidRPr="00F11A34">
              <w:rPr>
                <w:sz w:val="28"/>
                <w:szCs w:val="28"/>
              </w:rPr>
              <w:t>зическими лицами в устано</w:t>
            </w:r>
            <w:r w:rsidRPr="00F11A34">
              <w:rPr>
                <w:sz w:val="28"/>
                <w:szCs w:val="28"/>
              </w:rPr>
              <w:t>в</w:t>
            </w:r>
            <w:r w:rsidRPr="00F11A34">
              <w:rPr>
                <w:sz w:val="28"/>
                <w:szCs w:val="28"/>
              </w:rPr>
              <w:t>ленном порядке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297 5387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0,5</w:t>
            </w:r>
          </w:p>
        </w:tc>
      </w:tr>
      <w:tr w:rsidR="00B5552C" w:rsidRPr="00BB4B51" w:rsidTr="00F11A34">
        <w:trPr>
          <w:trHeight w:val="20"/>
        </w:trPr>
        <w:tc>
          <w:tcPr>
            <w:tcW w:w="4142" w:type="dxa"/>
            <w:vAlign w:val="center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F11A34">
              <w:rPr>
                <w:sz w:val="28"/>
                <w:szCs w:val="28"/>
              </w:rPr>
              <w:t>б</w:t>
            </w:r>
            <w:r w:rsidRPr="00F11A34">
              <w:rPr>
                <w:sz w:val="28"/>
                <w:szCs w:val="28"/>
              </w:rPr>
              <w:t>личным нормативным обяз</w:t>
            </w:r>
            <w:r w:rsidRPr="00F11A34">
              <w:rPr>
                <w:sz w:val="28"/>
                <w:szCs w:val="28"/>
              </w:rPr>
              <w:t>а</w:t>
            </w:r>
            <w:r w:rsidRPr="00F11A34">
              <w:rPr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297 5387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0,5</w:t>
            </w:r>
          </w:p>
        </w:tc>
      </w:tr>
      <w:tr w:rsidR="00B5552C" w:rsidRPr="00BB4B51" w:rsidTr="00F11A34">
        <w:trPr>
          <w:trHeight w:val="20"/>
        </w:trPr>
        <w:tc>
          <w:tcPr>
            <w:tcW w:w="4142" w:type="dxa"/>
            <w:vAlign w:val="center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Финансовое обеспечение мер</w:t>
            </w:r>
            <w:r w:rsidRPr="00F11A34">
              <w:rPr>
                <w:sz w:val="28"/>
                <w:szCs w:val="28"/>
              </w:rPr>
              <w:t>о</w:t>
            </w:r>
            <w:r w:rsidRPr="00F11A34">
              <w:rPr>
                <w:sz w:val="28"/>
                <w:szCs w:val="28"/>
              </w:rPr>
              <w:t>приятий, связанных с санато</w:t>
            </w:r>
            <w:r w:rsidRPr="00F11A34">
              <w:rPr>
                <w:sz w:val="28"/>
                <w:szCs w:val="28"/>
              </w:rPr>
              <w:t>р</w:t>
            </w:r>
            <w:r w:rsidRPr="00F11A34">
              <w:rPr>
                <w:sz w:val="28"/>
                <w:szCs w:val="28"/>
              </w:rPr>
              <w:t>но-курортным лечением о</w:t>
            </w:r>
            <w:r w:rsidRPr="00F11A34">
              <w:rPr>
                <w:sz w:val="28"/>
                <w:szCs w:val="28"/>
              </w:rPr>
              <w:t>т</w:t>
            </w:r>
            <w:r w:rsidRPr="00F11A34">
              <w:rPr>
                <w:sz w:val="28"/>
                <w:szCs w:val="28"/>
              </w:rPr>
              <w:t>дельных категорий граждан в санаторно-курортных организ</w:t>
            </w:r>
            <w:r w:rsidRPr="00F11A34">
              <w:rPr>
                <w:sz w:val="28"/>
                <w:szCs w:val="28"/>
              </w:rPr>
              <w:t>а</w:t>
            </w:r>
            <w:r w:rsidRPr="00F11A34">
              <w:rPr>
                <w:sz w:val="28"/>
                <w:szCs w:val="28"/>
              </w:rPr>
              <w:t>циях, расположенных в Респу</w:t>
            </w:r>
            <w:r w:rsidRPr="00F11A34">
              <w:rPr>
                <w:sz w:val="28"/>
                <w:szCs w:val="28"/>
              </w:rPr>
              <w:t>б</w:t>
            </w:r>
            <w:r w:rsidRPr="00F11A34">
              <w:rPr>
                <w:sz w:val="28"/>
                <w:szCs w:val="28"/>
              </w:rPr>
              <w:t>лике Крым и г. Севастополе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297 5407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18605,84</w:t>
            </w:r>
          </w:p>
        </w:tc>
      </w:tr>
      <w:tr w:rsidR="00B5552C" w:rsidRPr="00BB4B51" w:rsidTr="00F11A34">
        <w:trPr>
          <w:trHeight w:val="20"/>
        </w:trPr>
        <w:tc>
          <w:tcPr>
            <w:tcW w:w="4142" w:type="dxa"/>
            <w:vAlign w:val="center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297 5407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323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18605,84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86842,1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02.11.2011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некоторых мерах по улу</w:t>
            </w:r>
            <w:r w:rsidRPr="00BB4B51">
              <w:rPr>
                <w:color w:val="000000"/>
                <w:sz w:val="28"/>
                <w:szCs w:val="28"/>
              </w:rPr>
              <w:t>ч</w:t>
            </w:r>
            <w:r w:rsidRPr="00BB4B51">
              <w:rPr>
                <w:color w:val="000000"/>
                <w:sz w:val="28"/>
                <w:szCs w:val="28"/>
              </w:rPr>
              <w:t>шению демографической ситу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ции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45965,8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036C64" w:rsidRDefault="00B5552C" w:rsidP="00F11A34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036C64">
              <w:rPr>
                <w:color w:val="000000"/>
                <w:spacing w:val="-4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036C64">
              <w:rPr>
                <w:color w:val="000000"/>
                <w:spacing w:val="-4"/>
                <w:sz w:val="28"/>
                <w:szCs w:val="28"/>
              </w:rPr>
              <w:t>р</w:t>
            </w:r>
            <w:r w:rsidRPr="00036C64">
              <w:rPr>
                <w:color w:val="000000"/>
                <w:spacing w:val="-4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389,8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036C64" w:rsidRDefault="00B5552C" w:rsidP="00036C64">
            <w:pPr>
              <w:spacing w:line="360" w:lineRule="auto"/>
              <w:ind w:right="-77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036C64">
              <w:rPr>
                <w:color w:val="000000"/>
                <w:spacing w:val="-6"/>
                <w:sz w:val="28"/>
                <w:szCs w:val="28"/>
              </w:rPr>
              <w:t>Пособия, компенсации, меры с</w:t>
            </w:r>
            <w:r w:rsidRPr="00036C64">
              <w:rPr>
                <w:color w:val="000000"/>
                <w:spacing w:val="-6"/>
                <w:sz w:val="28"/>
                <w:szCs w:val="28"/>
              </w:rPr>
              <w:t>о</w:t>
            </w:r>
            <w:r w:rsidRPr="00036C64">
              <w:rPr>
                <w:color w:val="000000"/>
                <w:spacing w:val="-6"/>
                <w:sz w:val="28"/>
                <w:szCs w:val="28"/>
              </w:rPr>
              <w:t>циальной поддержки по публи</w:t>
            </w:r>
            <w:r w:rsidRPr="00036C64">
              <w:rPr>
                <w:color w:val="000000"/>
                <w:spacing w:val="-6"/>
                <w:sz w:val="28"/>
                <w:szCs w:val="28"/>
              </w:rPr>
              <w:t>ч</w:t>
            </w:r>
            <w:r w:rsidRPr="00036C64">
              <w:rPr>
                <w:color w:val="000000"/>
                <w:spacing w:val="-6"/>
                <w:sz w:val="28"/>
                <w:szCs w:val="28"/>
              </w:rPr>
              <w:t>ным нормативным обязательствам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11545,8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34030,2</w:t>
            </w:r>
          </w:p>
        </w:tc>
      </w:tr>
      <w:tr w:rsidR="00B5552C" w:rsidRPr="007B101F" w:rsidTr="002F2EB6">
        <w:trPr>
          <w:trHeight w:val="20"/>
        </w:trPr>
        <w:tc>
          <w:tcPr>
            <w:tcW w:w="4142" w:type="dxa"/>
          </w:tcPr>
          <w:p w:rsidR="00B5552C" w:rsidRPr="007B101F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B101F">
              <w:rPr>
                <w:sz w:val="28"/>
                <w:szCs w:val="28"/>
              </w:rPr>
              <w:t>Средства на реализацию Закона Ульяновской области от 05.04.2006 № 43-ЗО «О мерах государственной социальной поддержки отдельных катег</w:t>
            </w:r>
            <w:r w:rsidRPr="007B101F">
              <w:rPr>
                <w:sz w:val="28"/>
                <w:szCs w:val="28"/>
              </w:rPr>
              <w:t>о</w:t>
            </w:r>
            <w:r w:rsidRPr="007B101F">
              <w:rPr>
                <w:sz w:val="28"/>
                <w:szCs w:val="28"/>
              </w:rPr>
              <w:t>рий специалистов, работающих и проживающих в сельских н</w:t>
            </w:r>
            <w:r w:rsidRPr="007B101F">
              <w:rPr>
                <w:sz w:val="28"/>
                <w:szCs w:val="28"/>
              </w:rPr>
              <w:t>а</w:t>
            </w:r>
            <w:r w:rsidRPr="007B101F">
              <w:rPr>
                <w:sz w:val="28"/>
                <w:szCs w:val="28"/>
              </w:rPr>
              <w:t>селённых пунктах, рабочих п</w:t>
            </w:r>
            <w:r w:rsidRPr="007B101F">
              <w:rPr>
                <w:sz w:val="28"/>
                <w:szCs w:val="28"/>
              </w:rPr>
              <w:t>о</w:t>
            </w:r>
            <w:r w:rsidRPr="007B101F">
              <w:rPr>
                <w:sz w:val="28"/>
                <w:szCs w:val="28"/>
              </w:rPr>
              <w:t>сёлках и посёлках городского типа на территории Ульяно</w:t>
            </w:r>
            <w:r w:rsidRPr="007B101F">
              <w:rPr>
                <w:sz w:val="28"/>
                <w:szCs w:val="28"/>
              </w:rPr>
              <w:t>в</w:t>
            </w:r>
            <w:r w:rsidRPr="007B101F"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660" w:type="dxa"/>
            <w:vAlign w:val="bottom"/>
          </w:tcPr>
          <w:p w:rsidR="00B5552C" w:rsidRPr="007B101F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01F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7B101F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01F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7B101F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01F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7B101F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01F">
              <w:rPr>
                <w:sz w:val="28"/>
                <w:szCs w:val="28"/>
              </w:rPr>
              <w:t>505 8500</w:t>
            </w:r>
          </w:p>
        </w:tc>
        <w:tc>
          <w:tcPr>
            <w:tcW w:w="652" w:type="dxa"/>
            <w:vAlign w:val="bottom"/>
          </w:tcPr>
          <w:p w:rsidR="00B5552C" w:rsidRPr="007B101F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B101F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7B101F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B101F">
              <w:rPr>
                <w:sz w:val="28"/>
                <w:szCs w:val="28"/>
              </w:rPr>
              <w:t>13761,0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85,8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нам, кроме публичных норм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505 8500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1668,69677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505 8500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12004,00323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02.11.2011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Об обе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печении полноценным питан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ем беременных женщин, ко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мящих матерей, а также детей в возрасте до трёх лет в Ульяно</w:t>
            </w:r>
            <w:r w:rsidRPr="00BB4B51">
              <w:rPr>
                <w:color w:val="000000"/>
                <w:sz w:val="28"/>
                <w:szCs w:val="28"/>
              </w:rPr>
              <w:t>в</w:t>
            </w:r>
            <w:r w:rsidRPr="00BB4B5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3046,1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110,2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505 8900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2935,9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мерах социальной поддержки отдел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ных категорий молодых специ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листов на территории Ульяно</w:t>
            </w:r>
            <w:r w:rsidRPr="00BB4B51">
              <w:rPr>
                <w:color w:val="000000"/>
                <w:sz w:val="28"/>
                <w:szCs w:val="28"/>
              </w:rPr>
              <w:t>в</w:t>
            </w:r>
            <w:r w:rsidRPr="00BB4B5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24069,2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F11A34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т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138,1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8705,663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нам, кроме публичных норм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505 9100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590,037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 бюджетным учре</w:t>
            </w:r>
            <w:r w:rsidRPr="00BB4B51">
              <w:rPr>
                <w:sz w:val="28"/>
                <w:szCs w:val="28"/>
              </w:rPr>
              <w:t>ж</w:t>
            </w:r>
            <w:r w:rsidRPr="00BB4B5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505 9100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14635,4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06.10.2011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мерах государственной поддержки общественных объединений пожарной охраны и добровол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ных пожарных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B4B51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6054,3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144,0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4710,0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Публичные нормативные в</w:t>
            </w:r>
            <w:r w:rsidRPr="00BB4B51">
              <w:rPr>
                <w:color w:val="000000"/>
                <w:sz w:val="28"/>
                <w:szCs w:val="28"/>
              </w:rPr>
              <w:t>ы</w:t>
            </w:r>
            <w:r w:rsidRPr="00BB4B51">
              <w:rPr>
                <w:color w:val="000000"/>
                <w:sz w:val="28"/>
                <w:szCs w:val="28"/>
              </w:rPr>
              <w:t>платы гражданам несоциальн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го характера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535 0000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1200,3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30.01.2006 № 05-ЗО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пожа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ной безопасности в Ульяно</w:t>
            </w:r>
            <w:r w:rsidRPr="00BB4B51">
              <w:rPr>
                <w:color w:val="000000"/>
                <w:sz w:val="28"/>
                <w:szCs w:val="28"/>
              </w:rPr>
              <w:t>в</w:t>
            </w:r>
            <w:r w:rsidRPr="00BB4B5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536 0000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536 0000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F11A34" w:rsidRDefault="00B5552C" w:rsidP="00F11A34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F11A34">
              <w:rPr>
                <w:color w:val="000000"/>
                <w:spacing w:val="-6"/>
                <w:sz w:val="28"/>
                <w:szCs w:val="28"/>
              </w:rPr>
              <w:t>Исполнение денежных обяз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а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тельств по исполнительным д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о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кументам, мировым соглашениям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504,0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Исполнение судебных актов Российской Федерации и мир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 незаконных действий (бе</w:t>
            </w:r>
            <w:r w:rsidRPr="00BB4B51">
              <w:rPr>
                <w:color w:val="000000"/>
                <w:sz w:val="28"/>
                <w:szCs w:val="28"/>
              </w:rPr>
              <w:t>з</w:t>
            </w:r>
            <w:r w:rsidRPr="00BB4B51">
              <w:rPr>
                <w:color w:val="000000"/>
                <w:sz w:val="28"/>
                <w:szCs w:val="28"/>
              </w:rPr>
              <w:t>действия) органов государс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венной власти (государстве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ных органов), органов местного самоуправления либо должн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зённых учреждений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778 0000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504,0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BB4B51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4665540,78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гос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3989111,78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Предоставление гражданам су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сидий на оплату жилого пом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щения и коммунальных услуг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285803,1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4426,4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281376,7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Компенсация расходов по опл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 жилых помещений и комм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нальных услуг отдельным кат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гориям граждан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85413,9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1573,9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83840,0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 xml:space="preserve">Реализация Закона Ульяновской области от 31.08.2013 № 159-ЗО </w:t>
            </w:r>
            <w:r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Об оказании адресной матер</w:t>
            </w:r>
            <w:r w:rsidRPr="00BB4B51">
              <w:rPr>
                <w:sz w:val="28"/>
                <w:szCs w:val="28"/>
              </w:rPr>
              <w:t>и</w:t>
            </w:r>
            <w:r w:rsidRPr="00BB4B51">
              <w:rPr>
                <w:sz w:val="28"/>
                <w:szCs w:val="28"/>
              </w:rPr>
              <w:t>альной помощи гражданам, ок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завшимся в трудной жизненной ситуации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801 1203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55363,8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870,4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54493,4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Приобретение протезно-ортопедических изделий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16723,7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16723,7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1288048,0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27030,6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648001,2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613016,2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3589,8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88,5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2676,2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825,1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давшими от политических р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прессий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27270,0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213,6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7530,8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19525,6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09.01.2008 № 10-ЗО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 xml:space="preserve">О звании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Ветеран труда Ул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1777618,18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36876,03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679292,6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1060538,65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801 1208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910,9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05.05.2011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наградах Ульяновской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18595,5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366,3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18044,2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801 1209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185,0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9573,5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331,5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9242,0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05.07.2013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дополнительных мерах с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циальной поддержки, предо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тавляемых супругам, детям и родителям лиц, замещавших г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сударственные должности Ул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яновской области, должности государственной гражданской службы Ульяновской области или должности в государстве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ных органах Ульяновской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ласти, не являющиеся должн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стями государственной гра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данской службы Ульяновской области, и погибших при и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полнении должностных (труд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вых) обязанностей или умерших вследствие ранения, контузии, заболевания или увечья, пол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ченных при исполнении дол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ностных (трудовых) обязанн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45,8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34,0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Предоставление мер социальной поддержки педагогическим р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ботникам образовательных о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ганизаций, работающим и пр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живающим в сельских населё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ных пунктах, рабочих посёлках (посёлках городского типа)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253986,8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4517,2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249469,6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вы для социально незащищё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ной категории лиц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5681,3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130,5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5550,8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Выплата единовременной мат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риальной помощи по постано</w:t>
            </w:r>
            <w:r w:rsidRPr="00BB4B51">
              <w:rPr>
                <w:color w:val="000000"/>
                <w:sz w:val="28"/>
                <w:szCs w:val="28"/>
              </w:rPr>
              <w:t>в</w:t>
            </w:r>
            <w:r w:rsidRPr="00BB4B51">
              <w:rPr>
                <w:color w:val="000000"/>
                <w:sz w:val="28"/>
                <w:szCs w:val="28"/>
              </w:rPr>
              <w:t>лению Правительства Ульяно</w:t>
            </w:r>
            <w:r w:rsidRPr="00BB4B51">
              <w:rPr>
                <w:color w:val="000000"/>
                <w:sz w:val="28"/>
                <w:szCs w:val="28"/>
              </w:rPr>
              <w:t>в</w:t>
            </w:r>
            <w:r w:rsidRPr="00BB4B51">
              <w:rPr>
                <w:color w:val="000000"/>
                <w:sz w:val="28"/>
                <w:szCs w:val="28"/>
              </w:rPr>
              <w:t xml:space="preserve">ской области от 03.02.2006 № 30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дополнительных мерах с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циальной поддержки военн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служащих, сотрудников прав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охранительных органов и чл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нов их семей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288,0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04.11.2003 № 056-ЗО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социальной поддержке и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валидов боевых действий, пр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живающих на территории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650,4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635,0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19.12.2007 № 225-ЗО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социальной поддержке 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дителей и супругов военносл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жащих, сотрудников органов внутренних дел, Федеральной службы безопасности Росси</w:t>
            </w:r>
            <w:r w:rsidRPr="00BB4B51">
              <w:rPr>
                <w:color w:val="000000"/>
                <w:sz w:val="28"/>
                <w:szCs w:val="28"/>
              </w:rPr>
              <w:t>й</w:t>
            </w:r>
            <w:r w:rsidRPr="00BB4B51">
              <w:rPr>
                <w:color w:val="000000"/>
                <w:sz w:val="28"/>
                <w:szCs w:val="28"/>
              </w:rPr>
              <w:t>ской Федерации, прокуратуры Российской Федерации, органов уголовно-исполнительной си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темы Министерства юстиции Российской Федерации, поги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ших при исполнении обязанн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стей военной службы, служе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ных обязанностей или умерших вследствие ранения, контузии, заболеваний, увечья, получе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ных при исполнении обязанн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стей военной службы, служе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ных обязанностей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2772,9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86,9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2686,0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01.03.2007 № 23-ЗО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добровольном участии гр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ждан в охране общественного порядка на территории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801 1218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801 1218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Предоставление мер социальной поддержки и социального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служивания лицам, страдающим психическими расстройствами, находящимся в трудной жи</w:t>
            </w:r>
            <w:r w:rsidRPr="00BB4B51">
              <w:rPr>
                <w:color w:val="000000"/>
                <w:sz w:val="28"/>
                <w:szCs w:val="28"/>
              </w:rPr>
              <w:t>з</w:t>
            </w:r>
            <w:r w:rsidRPr="00BB4B51">
              <w:rPr>
                <w:color w:val="000000"/>
                <w:sz w:val="28"/>
                <w:szCs w:val="28"/>
              </w:rPr>
              <w:t>ненной ситуации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2559,1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99,1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801 1219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2460,0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Проведение социально знач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мых мероприятий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5111,8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5111,8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08.10.2008 № 150-ЗО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материальном обеспечении вдовы Сычёва В.А. и вдовы Д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ронина Н.П.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967,2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960,0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Реализация постановления Пр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вительства Ульяновской обла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 xml:space="preserve">ти от 15.06.2009 № 239-П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BB4B51">
              <w:rPr>
                <w:color w:val="000000"/>
                <w:sz w:val="28"/>
                <w:szCs w:val="28"/>
              </w:rPr>
              <w:t>О единовременной выплате за вред, причинённый при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нии противотуберкулёзной п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Обеспечение равной доступн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сти услуг общественного тран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порта на территории Ульяно</w:t>
            </w:r>
            <w:r w:rsidRPr="00BB4B51">
              <w:rPr>
                <w:color w:val="000000"/>
                <w:sz w:val="28"/>
                <w:szCs w:val="28"/>
              </w:rPr>
              <w:t>в</w:t>
            </w:r>
            <w:r w:rsidRPr="00BB4B51">
              <w:rPr>
                <w:color w:val="000000"/>
                <w:sz w:val="28"/>
                <w:szCs w:val="28"/>
              </w:rPr>
              <w:t>ской области для отдельных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тегорий граждан, оказание мер социальной поддержки которым относится к ведению Росси</w:t>
            </w:r>
            <w:r w:rsidRPr="00BB4B51">
              <w:rPr>
                <w:color w:val="000000"/>
                <w:sz w:val="28"/>
                <w:szCs w:val="28"/>
              </w:rPr>
              <w:t>й</w:t>
            </w:r>
            <w:r w:rsidRPr="00BB4B51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23217,2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23217,2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BB4B51">
              <w:rPr>
                <w:color w:val="000000"/>
                <w:sz w:val="28"/>
                <w:szCs w:val="28"/>
              </w:rPr>
              <w:t>д</w:t>
            </w:r>
            <w:r w:rsidRPr="00BB4B51">
              <w:rPr>
                <w:color w:val="000000"/>
                <w:sz w:val="28"/>
                <w:szCs w:val="28"/>
              </w:rPr>
              <w:t>держки творческим работникам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8834,7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177,2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8657,5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09.11.2010 № 177-ЗО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мерах социальной поддер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ки инвалидов и участников В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фашис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B4B51">
              <w:rPr>
                <w:color w:val="000000"/>
                <w:sz w:val="28"/>
                <w:szCs w:val="28"/>
              </w:rPr>
              <w:t>тами и их союзниками в период второй мировой войны, в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19272,2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F11A34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т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469,3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18802,9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20.12.2010 № 226-ЗО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мерах государственной по</w:t>
            </w:r>
            <w:r w:rsidRPr="00BB4B51">
              <w:rPr>
                <w:color w:val="000000"/>
                <w:sz w:val="28"/>
                <w:szCs w:val="28"/>
              </w:rPr>
              <w:t>д</w:t>
            </w:r>
            <w:r w:rsidRPr="00BB4B51">
              <w:rPr>
                <w:color w:val="000000"/>
                <w:sz w:val="28"/>
                <w:szCs w:val="28"/>
              </w:rPr>
              <w:t>держки граждан в связи с вв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дением на территории Ульяно</w:t>
            </w:r>
            <w:r w:rsidRPr="00BB4B51">
              <w:rPr>
                <w:color w:val="000000"/>
                <w:sz w:val="28"/>
                <w:szCs w:val="28"/>
              </w:rPr>
              <w:t>в</w:t>
            </w:r>
            <w:r w:rsidRPr="00BB4B51">
              <w:rPr>
                <w:color w:val="000000"/>
                <w:sz w:val="28"/>
                <w:szCs w:val="28"/>
              </w:rPr>
              <w:t>ской области экономически обоснованных тарифов и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тивов потребления коммунал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ных услуг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7103,4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193,5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6909,9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04.04.2011 № 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социальной поддержке жён граждан, уволенных с военной службы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2344,5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55,7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2288,8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Обеспечение исполнения по</w:t>
            </w:r>
            <w:r w:rsidRPr="00BB4B51">
              <w:rPr>
                <w:color w:val="000000"/>
                <w:sz w:val="28"/>
                <w:szCs w:val="28"/>
              </w:rPr>
              <w:t>л</w:t>
            </w:r>
            <w:r w:rsidRPr="00BB4B51">
              <w:rPr>
                <w:color w:val="000000"/>
                <w:sz w:val="28"/>
                <w:szCs w:val="28"/>
              </w:rPr>
              <w:t>номочий по предоставлению ежемесячной денежной компе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сации на оплату жилищно-коммунальных услуг отдельным категориям граждан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23172,6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801 1228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23172,6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Реализация постановления Г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 xml:space="preserve">бернатора Ульяновской области от 06.12.2010 № 98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порядке и условиях предоставления г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сударственным гражданским служащим Ульяновской области единовременной социальной выплаты на приобретение жил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го помещения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4989,3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801 1229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4989,3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30.11.2011 № 203-ЗО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мерах социальной поддер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ки граждан, родившихся в пер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 xml:space="preserve">од с 1 января 1932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BB4B51">
              <w:rPr>
                <w:color w:val="000000"/>
                <w:sz w:val="28"/>
                <w:szCs w:val="28"/>
              </w:rPr>
              <w:t>по 31 декабря 1945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57292,7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1410,0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801 1230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55882,7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Выплата инвалидам премий в соответствии с постановлением Губернатора Ульяновской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 xml:space="preserve">ласти от 23.05.2007 № 31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BB4B51">
              <w:rPr>
                <w:color w:val="000000"/>
                <w:sz w:val="28"/>
                <w:szCs w:val="28"/>
              </w:rPr>
              <w:t>Об утверждении Положения о присуждении премий Губерн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тора Ульяновской области и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валидам, проживающим на те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152,3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801 1231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27.01.2012 № 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дополнительных мерах с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циальной поддержки работн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ков противопожарной службы Ульяновской области, профе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сиональных аварийно-спасательных служб и профе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сиональных аварийно-спасательных формирований Ульяновской области и лиц из их числа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801 1232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801 1232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06.10.2011 № 168-ЗО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сельских старостах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1766,5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190,5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801 1233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1576,0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 xml:space="preserve">Реализация Закона Ульяновской области от 31.08.2013 № 160-ЗО </w:t>
            </w:r>
            <w:r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О правовом регулировании о</w:t>
            </w:r>
            <w:r w:rsidRPr="00BB4B51">
              <w:rPr>
                <w:sz w:val="28"/>
                <w:szCs w:val="28"/>
              </w:rPr>
              <w:t>т</w:t>
            </w:r>
            <w:r w:rsidRPr="00BB4B51">
              <w:rPr>
                <w:sz w:val="28"/>
                <w:szCs w:val="28"/>
              </w:rPr>
              <w:t>дельных вопросов, связанных с оказанием государственной с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циальной помощи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801 1235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F11A34">
              <w:rPr>
                <w:spacing w:val="-6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F11A34">
              <w:rPr>
                <w:spacing w:val="-6"/>
                <w:sz w:val="28"/>
                <w:szCs w:val="28"/>
              </w:rPr>
              <w:t>т</w:t>
            </w:r>
            <w:r w:rsidRPr="00F11A34">
              <w:rPr>
                <w:spacing w:val="-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801 1235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801 1235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360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788,0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Соц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655660,0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158685,7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3425,4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47587,1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107673,2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Ежемесячное пособие на ребё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ка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200974,1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F11A34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т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1550,9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199423,2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06.05.2006 № 51-ЗО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социальной поддержке детей военнослужащих, сотрудников органов внутренних дел, Фед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ральной службы безопасности Российской Федерации, прок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ратуры Российской Федерации, органов уголовно-исполни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B4B51">
              <w:rPr>
                <w:color w:val="000000"/>
                <w:sz w:val="28"/>
                <w:szCs w:val="28"/>
              </w:rPr>
              <w:t>тельной системы Министерства юстиции Российской Федер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877,8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848,4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05.02.2008 № 24-ЗО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дополнительных мерах с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циальной поддержки семей, имеющих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213868,0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2193,5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802 1312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211674,5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Выплата ежегодной премии в соответствии с постановлением Губернатора Ульяновской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 xml:space="preserve">ласти от 19.03.2009 № 15 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BB4B51">
              <w:rPr>
                <w:color w:val="000000"/>
                <w:sz w:val="28"/>
                <w:szCs w:val="28"/>
              </w:rPr>
              <w:t>Об учреждении ежегодной премии Губернатора Ульяно</w:t>
            </w:r>
            <w:r w:rsidRPr="00BB4B51">
              <w:rPr>
                <w:color w:val="000000"/>
                <w:sz w:val="28"/>
                <w:szCs w:val="28"/>
              </w:rPr>
              <w:t>в</w:t>
            </w:r>
            <w:r w:rsidRPr="00BB4B51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Семья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253,8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250,0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31.08.2012 № 113-ЗО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ежемесячной денежной в</w:t>
            </w:r>
            <w:r w:rsidRPr="00BB4B51">
              <w:rPr>
                <w:color w:val="000000"/>
                <w:sz w:val="28"/>
                <w:szCs w:val="28"/>
              </w:rPr>
              <w:t>ы</w:t>
            </w:r>
            <w:r w:rsidRPr="00BB4B51">
              <w:rPr>
                <w:color w:val="000000"/>
                <w:sz w:val="28"/>
                <w:szCs w:val="28"/>
              </w:rPr>
              <w:t>плате на ребёнка до достижения им возраста трёх лет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77656,4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4356,4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73300,0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06.05.2013 № 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предоставлении на террит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рии Ульяновской области о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дельным категориям инвалидов, имеющих детей, дополнител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ной меры социальной поддер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ки в сфере оплаты жилых п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мещений частного жилищного фонда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149,2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124,9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Компенсация потерь в доходах организаций железнодорожного транспорта, связанных с пр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 xml:space="preserve">доставлением обучающимся льгот в соответствии с Законом Ульяновской области от 13.08.2013 № 134-ЗО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Об обр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зовании в Ульяновской обла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3195,0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заций), индивидуальным пре</w:t>
            </w:r>
            <w:r w:rsidRPr="00BB4B51">
              <w:rPr>
                <w:color w:val="000000"/>
                <w:sz w:val="28"/>
                <w:szCs w:val="28"/>
              </w:rPr>
              <w:t>д</w:t>
            </w:r>
            <w:r w:rsidRPr="00BB4B51">
              <w:rPr>
                <w:color w:val="000000"/>
                <w:sz w:val="28"/>
                <w:szCs w:val="28"/>
              </w:rPr>
              <w:t>принимателям, физическим л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802 1317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3195,0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Доступная ср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Соц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15596,5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Мероприятия по повышению уровня доступности приорите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ных объектов социальной защ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ты населения и услуг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12669,0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3674,3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803 1401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8994,7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Мероприятия по повышению доступности и качества реаб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литационных услуг для инвал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дов, в том числе для детей-инвалидов, содействие в их с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циальной интеграции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803 1402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Комплекс информационных, просветительских и обществе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ных мероприятий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227,5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F11A34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т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803 1403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227,5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803 1404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Содействие 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нятости населения, улучшение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гос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804 0000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5172,5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Мероприятия по реализации прав граждан на труд и соц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альную защиту от безработицы, а также создание благоприя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ных условий для обеспечения занятости населения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5022,5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160,0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804 1501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4862,5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Мероприятия по улучшению условий и охраны труда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804 1505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669570,52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BB4B51">
              <w:rPr>
                <w:color w:val="000000"/>
                <w:sz w:val="28"/>
                <w:szCs w:val="28"/>
              </w:rPr>
              <w:t>л</w:t>
            </w:r>
            <w:r w:rsidRPr="00BB4B51">
              <w:rPr>
                <w:color w:val="000000"/>
                <w:sz w:val="28"/>
                <w:szCs w:val="28"/>
              </w:rPr>
              <w:t>номочий Российской Федерации органами государственной вл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сти Ульяновской области в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ласти социальной политики, 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нятости населения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165065,9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Ежемесячная денежная выплата, назначаемая в случае рождения третьего ребёнка или посл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дующих детей до достижения ребёнком возраста трёх лет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297 5084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152096,3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297 5084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152096,3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Выплата единовременного п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собия при всех формах устро</w:t>
            </w:r>
            <w:r w:rsidRPr="00BB4B51">
              <w:rPr>
                <w:color w:val="000000"/>
                <w:sz w:val="28"/>
                <w:szCs w:val="28"/>
              </w:rPr>
              <w:t>й</w:t>
            </w:r>
            <w:r w:rsidRPr="00BB4B51">
              <w:rPr>
                <w:color w:val="000000"/>
                <w:sz w:val="28"/>
                <w:szCs w:val="28"/>
              </w:rPr>
              <w:t>ства детей, лишённых родител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ского попечения, в семью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12945,6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297 5260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12945,6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Осуществление переданных о</w:t>
            </w:r>
            <w:r w:rsidRPr="00BB4B51">
              <w:rPr>
                <w:sz w:val="28"/>
                <w:szCs w:val="28"/>
              </w:rPr>
              <w:t>р</w:t>
            </w:r>
            <w:r w:rsidRPr="00BB4B51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 xml:space="preserve">ции в соответствии с пунктом 3 статьи 25 Федерального закона </w:t>
            </w:r>
            <w:r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Об основах системы проф</w:t>
            </w:r>
            <w:r w:rsidRPr="00BB4B51">
              <w:rPr>
                <w:sz w:val="28"/>
                <w:szCs w:val="28"/>
              </w:rPr>
              <w:t>и</w:t>
            </w:r>
            <w:r w:rsidRPr="00BB4B51">
              <w:rPr>
                <w:sz w:val="28"/>
                <w:szCs w:val="28"/>
              </w:rPr>
              <w:t>лактики безнадзорности и пр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вонарушений несовершенн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летних</w:t>
            </w:r>
            <w:r>
              <w:rPr>
                <w:sz w:val="28"/>
                <w:szCs w:val="28"/>
              </w:rPr>
              <w:t>»</w:t>
            </w:r>
            <w:r w:rsidRPr="00BB4B51">
              <w:rPr>
                <w:sz w:val="28"/>
                <w:szCs w:val="28"/>
              </w:rPr>
              <w:t xml:space="preserve"> полномочий Росси</w:t>
            </w:r>
            <w:r w:rsidRPr="00BB4B51">
              <w:rPr>
                <w:sz w:val="28"/>
                <w:szCs w:val="28"/>
              </w:rPr>
              <w:t>й</w:t>
            </w:r>
            <w:r w:rsidRPr="00BB4B51">
              <w:rPr>
                <w:sz w:val="28"/>
                <w:szCs w:val="28"/>
              </w:rPr>
              <w:t>ской Федерации по осуществл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>нию деятельности, связанной с перевозкой между субъектами Российской Федерации, а также в пределах территорий гос</w:t>
            </w:r>
            <w:r w:rsidRPr="00BB4B51">
              <w:rPr>
                <w:sz w:val="28"/>
                <w:szCs w:val="28"/>
              </w:rPr>
              <w:t>у</w:t>
            </w:r>
            <w:r w:rsidRPr="00BB4B51">
              <w:rPr>
                <w:sz w:val="28"/>
                <w:szCs w:val="28"/>
              </w:rPr>
              <w:t>дарств – участников Содруж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>ства Независимых Государств  несовершеннолетних, сам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вольно ушедших из семей, де</w:t>
            </w:r>
            <w:r w:rsidRPr="00BB4B51">
              <w:rPr>
                <w:sz w:val="28"/>
                <w:szCs w:val="28"/>
              </w:rPr>
              <w:t>т</w:t>
            </w:r>
            <w:r w:rsidRPr="00BB4B51">
              <w:rPr>
                <w:sz w:val="28"/>
                <w:szCs w:val="28"/>
              </w:rPr>
              <w:t>ских домов, школ-интернатов, специальных учебно-воспита</w:t>
            </w:r>
            <w:r>
              <w:rPr>
                <w:sz w:val="28"/>
                <w:szCs w:val="28"/>
              </w:rPr>
              <w:t>-</w:t>
            </w:r>
            <w:r w:rsidRPr="00BB4B51">
              <w:rPr>
                <w:sz w:val="28"/>
                <w:szCs w:val="28"/>
              </w:rPr>
              <w:t>тельных и иных детских учре</w:t>
            </w:r>
            <w:r w:rsidRPr="00BB4B51">
              <w:rPr>
                <w:sz w:val="28"/>
                <w:szCs w:val="28"/>
              </w:rPr>
              <w:t>ж</w:t>
            </w:r>
            <w:r w:rsidRPr="00BB4B51">
              <w:rPr>
                <w:sz w:val="28"/>
                <w:szCs w:val="28"/>
              </w:rPr>
              <w:t>дений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297 5940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Иные выплаты персоналу к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зённых учреждений, за искл</w:t>
            </w:r>
            <w:r w:rsidRPr="00BB4B51">
              <w:rPr>
                <w:sz w:val="28"/>
                <w:szCs w:val="28"/>
              </w:rPr>
              <w:t>ю</w:t>
            </w:r>
            <w:r w:rsidRPr="00BB4B51">
              <w:rPr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297 5940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sz w:val="28"/>
                <w:szCs w:val="28"/>
              </w:rPr>
              <w:t>р</w:t>
            </w:r>
            <w:r w:rsidRPr="00BB4B5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297 5940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23,0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 w:rsidRPr="00BB4B51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504504,62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Соц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504504,62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31.08.2012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единовременном денежном пособии гражданам, усынови</w:t>
            </w:r>
            <w:r w:rsidRPr="00BB4B51">
              <w:rPr>
                <w:color w:val="000000"/>
                <w:sz w:val="28"/>
                <w:szCs w:val="28"/>
              </w:rPr>
              <w:t>в</w:t>
            </w:r>
            <w:r w:rsidRPr="00BB4B51">
              <w:rPr>
                <w:color w:val="000000"/>
                <w:sz w:val="28"/>
                <w:szCs w:val="28"/>
              </w:rPr>
              <w:t>шим (удочерившим) детей-сирот и детей, оставшихся без попечения родителей, на терр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4900,0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компенсации, меры социальной поддержки по пу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личным нормативным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тельствам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4900,0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Ежемесячная денежная выплата лицам из числа детей-сирот и детей, оставшихся без попеч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ния родителей, обучающимся в муниципальных образовател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ных организациях, находящихся на территории Ульяновской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1942,8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1942,8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оставшимся без поп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чения родителей, а также лицам из числа детей-сирот и детей, оставшихся без попечения 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дителей, на праве собственности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1956,4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1956,4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Ежемесячная денежная выплата на обеспечение проезда детей-сирот и детей, оставшихся без попечения родителей, а также лиц из числа детей-сирот и д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тей, оставшихся без попечения родителей, обучающихся в м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ниципальных образовательных организациях, на городском, пригородном, в сельской мес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10891,5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10891,5</w:t>
            </w:r>
          </w:p>
        </w:tc>
      </w:tr>
      <w:tr w:rsidR="00B5552C" w:rsidRPr="00F11A34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Содержание ребёнка в семье опекуна (попечителя) и приё</w:t>
            </w:r>
            <w:r w:rsidRPr="00F11A34">
              <w:rPr>
                <w:sz w:val="28"/>
                <w:szCs w:val="28"/>
              </w:rPr>
              <w:t>м</w:t>
            </w:r>
            <w:r w:rsidRPr="00F11A34">
              <w:rPr>
                <w:sz w:val="28"/>
                <w:szCs w:val="28"/>
              </w:rPr>
              <w:t>ной семье, а также вознагра</w:t>
            </w:r>
            <w:r w:rsidRPr="00F11A34">
              <w:rPr>
                <w:sz w:val="28"/>
                <w:szCs w:val="28"/>
              </w:rPr>
              <w:t>ж</w:t>
            </w:r>
            <w:r w:rsidRPr="00F11A34">
              <w:rPr>
                <w:sz w:val="28"/>
                <w:szCs w:val="28"/>
              </w:rPr>
              <w:t>дение, причитающееся приё</w:t>
            </w:r>
            <w:r w:rsidRPr="00F11A34">
              <w:rPr>
                <w:sz w:val="28"/>
                <w:szCs w:val="28"/>
              </w:rPr>
              <w:t>м</w:t>
            </w:r>
            <w:r w:rsidRPr="00F11A34">
              <w:rPr>
                <w:sz w:val="28"/>
                <w:szCs w:val="28"/>
              </w:rPr>
              <w:t>ному родителю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802 1306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467276,2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467276,2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Опека и попечительство в о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ношении несовершеннолетних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16674,22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16674,22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F11A34">
              <w:rPr>
                <w:color w:val="000000"/>
                <w:spacing w:val="-4"/>
                <w:sz w:val="28"/>
                <w:szCs w:val="28"/>
              </w:rPr>
              <w:t>Реализация мер социальной по</w:t>
            </w:r>
            <w:r w:rsidRPr="00F11A34">
              <w:rPr>
                <w:color w:val="000000"/>
                <w:spacing w:val="-4"/>
                <w:sz w:val="28"/>
                <w:szCs w:val="28"/>
              </w:rPr>
              <w:t>д</w:t>
            </w:r>
            <w:r w:rsidRPr="00F11A34">
              <w:rPr>
                <w:color w:val="000000"/>
                <w:spacing w:val="-4"/>
                <w:sz w:val="28"/>
                <w:szCs w:val="28"/>
              </w:rPr>
              <w:t>держки в сфере гарантий права на медицинское обслуживание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802 1308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235,3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802 1308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235,3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на образование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628,2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802 1309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628,2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Другие вопросы в области соц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341989,419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283103,019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111575,59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104867,39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423,3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B4B51">
              <w:rPr>
                <w:color w:val="000000"/>
                <w:sz w:val="28"/>
                <w:szCs w:val="28"/>
              </w:rPr>
              <w:t>никационных технологий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665,1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5163,06851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Исполнение судебных актов Российской Федерации и мир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 незаконных действий (бе</w:t>
            </w:r>
            <w:r w:rsidRPr="00BB4B51">
              <w:rPr>
                <w:color w:val="000000"/>
                <w:sz w:val="28"/>
                <w:szCs w:val="28"/>
              </w:rPr>
              <w:t>з</w:t>
            </w:r>
            <w:r w:rsidRPr="00BB4B51">
              <w:rPr>
                <w:color w:val="000000"/>
                <w:sz w:val="28"/>
                <w:szCs w:val="28"/>
              </w:rPr>
              <w:t>действия) органов государс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венной власти (государстве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ных органов), органов местного самоуправления либо должн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зённых учреждений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111,43149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275,4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69,9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Территориальные органы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171527,429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171041,9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28,3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F11A34">
              <w:rPr>
                <w:color w:val="000000"/>
                <w:spacing w:val="-6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т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259,129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Исполнение судебных актов Российской Федерации и мир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 незаконных действий (бе</w:t>
            </w:r>
            <w:r w:rsidRPr="00BB4B51">
              <w:rPr>
                <w:color w:val="000000"/>
                <w:sz w:val="28"/>
                <w:szCs w:val="28"/>
              </w:rPr>
              <w:t>з</w:t>
            </w:r>
            <w:r w:rsidRPr="00BB4B51">
              <w:rPr>
                <w:color w:val="000000"/>
                <w:sz w:val="28"/>
                <w:szCs w:val="28"/>
              </w:rPr>
              <w:t>действия) органов государс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венной власти (государстве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ных органов), органов местного самоуправления либо должн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стных лиц этих органов, а также в результате деятельности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зённых учреждений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63,7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002 1500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134,4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Осуществление отдельных м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>роприятий в области здрав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охранения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28000,0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Осуществление единовреме</w:t>
            </w:r>
            <w:r w:rsidRPr="00BB4B51">
              <w:rPr>
                <w:sz w:val="28"/>
                <w:szCs w:val="28"/>
              </w:rPr>
              <w:t>н</w:t>
            </w:r>
            <w:r w:rsidRPr="00BB4B51">
              <w:rPr>
                <w:sz w:val="28"/>
                <w:szCs w:val="28"/>
              </w:rPr>
              <w:t>ных выплат медицинским р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ботникам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293 5136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28000,0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Пособия, компенсации и  иные социальные выплаты гражд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нам, кроме публичных норм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293 5136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28000,0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Осуществление отдельных по</w:t>
            </w:r>
            <w:r w:rsidRPr="00BB4B51">
              <w:rPr>
                <w:sz w:val="28"/>
                <w:szCs w:val="28"/>
              </w:rPr>
              <w:t>л</w:t>
            </w:r>
            <w:r w:rsidRPr="00BB4B51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сти Ульяновской области в о</w:t>
            </w:r>
            <w:r w:rsidRPr="00BB4B51">
              <w:rPr>
                <w:sz w:val="28"/>
                <w:szCs w:val="28"/>
              </w:rPr>
              <w:t>б</w:t>
            </w:r>
            <w:r w:rsidRPr="00BB4B51">
              <w:rPr>
                <w:sz w:val="28"/>
                <w:szCs w:val="28"/>
              </w:rPr>
              <w:t>ласти социальной политики, з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нятости населения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297 0000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18886,4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BB4B5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297 5027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18886,4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Субсидии, за исключением су</w:t>
            </w:r>
            <w:r w:rsidRPr="00BB4B51">
              <w:rPr>
                <w:sz w:val="28"/>
                <w:szCs w:val="28"/>
              </w:rPr>
              <w:t>б</w:t>
            </w:r>
            <w:r w:rsidRPr="00BB4B51">
              <w:rPr>
                <w:sz w:val="28"/>
                <w:szCs w:val="28"/>
              </w:rPr>
              <w:t>сидий на софинансирование к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BB4B51">
              <w:rPr>
                <w:sz w:val="28"/>
                <w:szCs w:val="28"/>
              </w:rPr>
              <w:t>ь</w:t>
            </w:r>
            <w:r w:rsidRPr="00BB4B5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297 5027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18886,4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Софинансирование единовр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менных компенсационных в</w:t>
            </w:r>
            <w:r w:rsidRPr="00BB4B51">
              <w:rPr>
                <w:color w:val="000000"/>
                <w:sz w:val="28"/>
                <w:szCs w:val="28"/>
              </w:rPr>
              <w:t>ы</w:t>
            </w:r>
            <w:r w:rsidRPr="00BB4B51">
              <w:rPr>
                <w:color w:val="000000"/>
                <w:sz w:val="28"/>
                <w:szCs w:val="28"/>
              </w:rPr>
              <w:t>плат медицинским работникам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505 8400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12000,0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B4B51">
              <w:rPr>
                <w:b/>
                <w:bCs/>
                <w:color w:val="000000"/>
                <w:sz w:val="28"/>
                <w:szCs w:val="28"/>
              </w:rPr>
              <w:t>Министерство образования и науки Ульяновской области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B4B51">
              <w:rPr>
                <w:b/>
                <w:bCs/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B4B5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B4B5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B4B5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B4B5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B4B51">
              <w:rPr>
                <w:b/>
                <w:bCs/>
                <w:color w:val="000000"/>
                <w:sz w:val="28"/>
                <w:szCs w:val="28"/>
              </w:rPr>
              <w:t>8526349,89277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33265,0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33265,0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30580,76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26715,96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Иные выплаты персоналу к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зённых учреждений, за искл</w:t>
            </w:r>
            <w:r w:rsidRPr="00BB4B51">
              <w:rPr>
                <w:sz w:val="28"/>
                <w:szCs w:val="28"/>
              </w:rPr>
              <w:t>ю</w:t>
            </w:r>
            <w:r w:rsidRPr="00BB4B51">
              <w:rPr>
                <w:sz w:val="28"/>
                <w:szCs w:val="28"/>
              </w:rPr>
              <w:t>чением фонда оплаты труда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84,4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3723,4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57,0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Учреждения по сопровождению исполнения отдельных проц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дур, осуществляемых при и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полнении государственных функций государственными о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ганами Ульяновской области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2684,24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2084,24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097 0000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8261653,5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2551065,4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Мероприятия в области образ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2432242,9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приятий федеральной целевой программы развития образов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ния на 2011-2015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436 5026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626,5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436 5026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626,5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Модернизация региональных систем дошкольного образов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436 5059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559525,7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Субсидии, за исключением су</w:t>
            </w:r>
            <w:r w:rsidRPr="00BB4B51">
              <w:rPr>
                <w:sz w:val="28"/>
                <w:szCs w:val="28"/>
              </w:rPr>
              <w:t>б</w:t>
            </w:r>
            <w:r w:rsidRPr="00BB4B51">
              <w:rPr>
                <w:sz w:val="28"/>
                <w:szCs w:val="28"/>
              </w:rPr>
              <w:t>сидий на софинансирование к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BB4B51">
              <w:rPr>
                <w:sz w:val="28"/>
                <w:szCs w:val="28"/>
              </w:rPr>
              <w:t>ь</w:t>
            </w:r>
            <w:r w:rsidRPr="00BB4B5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436 5059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457066,4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BB4B51">
              <w:rPr>
                <w:sz w:val="28"/>
                <w:szCs w:val="28"/>
              </w:rPr>
              <w:t>к</w:t>
            </w:r>
            <w:r w:rsidRPr="00BB4B51">
              <w:rPr>
                <w:sz w:val="28"/>
                <w:szCs w:val="28"/>
              </w:rPr>
              <w:t>ты государственной (муниц</w:t>
            </w:r>
            <w:r w:rsidRPr="00BB4B51">
              <w:rPr>
                <w:sz w:val="28"/>
                <w:szCs w:val="28"/>
              </w:rPr>
              <w:t>и</w:t>
            </w:r>
            <w:r w:rsidRPr="00BB4B5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436 5059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522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102459,3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зования в муниципальных д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школьных образовательных о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1863842,2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436 9700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1863842,2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Финансовое обеспечение пол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чения дошкольного образования в частных дошкольных образ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вательных организациях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8248,5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ганизациям (за исключением г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сударственных (муниципал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436 9800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8248,5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790 0000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118822,5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Развитие материально-технической базы системы д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школьного образования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790 4045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118822,5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790 4045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10322,5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на софинансирование капитальных вложений в объе</w:t>
            </w:r>
            <w:r w:rsidRPr="00BB4B51">
              <w:rPr>
                <w:color w:val="000000"/>
                <w:sz w:val="28"/>
                <w:szCs w:val="28"/>
              </w:rPr>
              <w:t>к</w:t>
            </w:r>
            <w:r w:rsidRPr="00BB4B51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790 4045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108500,0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4462186,506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Школы-интернаты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26872,3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19901,4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6528,1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179,3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234,5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133182,3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129876,5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3305,8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Специальные (коррекционные) учреждения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407104,3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казённых учреждений и взносы по обяз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ванию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333278,1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57028,9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1289,5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619,4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1026,7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76,2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Финансовое обеспечение мер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приятий федеральной целевой программы развития образов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ния на 2011-2015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433 5026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12570,5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sz w:val="28"/>
                <w:szCs w:val="28"/>
              </w:rPr>
              <w:t>р</w:t>
            </w:r>
            <w:r w:rsidRPr="00BB4B5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433 5026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12570,5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Создание в общеобразоват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ых организациях, расположе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ных в сельской местности, у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ловий для занятий физической культурой и спортом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433 5097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1215,0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433 5097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1215,0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Мероприятия в области образ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3822335,26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7284,46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19,2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7265,26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Финансовое обеспечение мер</w:t>
            </w:r>
            <w:r w:rsidRPr="00BB4B51">
              <w:rPr>
                <w:sz w:val="28"/>
                <w:szCs w:val="28"/>
              </w:rPr>
              <w:t>о</w:t>
            </w:r>
            <w:r w:rsidRPr="00BB4B51">
              <w:rPr>
                <w:sz w:val="28"/>
                <w:szCs w:val="28"/>
              </w:rPr>
              <w:t>приятий федеральной целевой программы развития образов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ния на 2011-2015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436 5026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5972,0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Субсидии, за исключением су</w:t>
            </w:r>
            <w:r w:rsidRPr="00BB4B51">
              <w:rPr>
                <w:sz w:val="28"/>
                <w:szCs w:val="28"/>
              </w:rPr>
              <w:t>б</w:t>
            </w:r>
            <w:r w:rsidRPr="00BB4B51">
              <w:rPr>
                <w:sz w:val="28"/>
                <w:szCs w:val="28"/>
              </w:rPr>
              <w:t>сидий на софинансирование к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BB4B51">
              <w:rPr>
                <w:sz w:val="28"/>
                <w:szCs w:val="28"/>
              </w:rPr>
              <w:t>ь</w:t>
            </w:r>
            <w:r w:rsidRPr="00BB4B5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436 5026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5972,0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436 5088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1600,0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436 5088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350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1600,0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Создание в общеобразоват</w:t>
            </w:r>
            <w:r>
              <w:rPr>
                <w:color w:val="000000"/>
                <w:sz w:val="28"/>
                <w:szCs w:val="28"/>
              </w:rPr>
              <w:t>ел</w:t>
            </w:r>
            <w:r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ных организациях, расположе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ных в сельской местности, у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ловий для занятий физической культурой и спортом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436 5097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14579,5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436 5097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14579,5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чального общего, основного общего, среднего общего обр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зования, а также обеспечение дополнительного образования в муниципальных общеобразов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3790301,0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436 9500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3790301,0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Финансовое обеспечение пол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образовательным программам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2598,3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некоммерческим о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ганизациям (за исключением г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сударственных (муниципал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ных) учреждений)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436 9600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2598,3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кающих при выполнении гос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дарственных полномочий суб</w:t>
            </w:r>
            <w:r w:rsidRPr="00BB4B51">
              <w:rPr>
                <w:color w:val="000000"/>
                <w:sz w:val="28"/>
                <w:szCs w:val="28"/>
              </w:rPr>
              <w:t>ъ</w:t>
            </w:r>
            <w:r w:rsidRPr="00BB4B51">
              <w:rPr>
                <w:color w:val="000000"/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41046,7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Предоставление бесплатно сп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>циальных учебников и учебных пособий, иной учебной литер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туры, а также услуг сурдопер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>водчиков и тифлосурдоперево</w:t>
            </w:r>
            <w:r w:rsidRPr="00BB4B51">
              <w:rPr>
                <w:sz w:val="28"/>
                <w:szCs w:val="28"/>
              </w:rPr>
              <w:t>д</w:t>
            </w:r>
            <w:r w:rsidRPr="00BB4B51">
              <w:rPr>
                <w:sz w:val="28"/>
                <w:szCs w:val="28"/>
              </w:rPr>
              <w:t>чиков при получении обуча</w:t>
            </w:r>
            <w:r w:rsidRPr="00BB4B51">
              <w:rPr>
                <w:sz w:val="28"/>
                <w:szCs w:val="28"/>
              </w:rPr>
              <w:t>ю</w:t>
            </w:r>
            <w:r w:rsidRPr="00BB4B51">
              <w:rPr>
                <w:sz w:val="28"/>
                <w:szCs w:val="28"/>
              </w:rPr>
              <w:t>щимися с ограниченными во</w:t>
            </w:r>
            <w:r w:rsidRPr="00BB4B51">
              <w:rPr>
                <w:sz w:val="28"/>
                <w:szCs w:val="28"/>
              </w:rPr>
              <w:t>з</w:t>
            </w:r>
            <w:r w:rsidRPr="00BB4B51">
              <w:rPr>
                <w:sz w:val="28"/>
                <w:szCs w:val="28"/>
              </w:rPr>
              <w:t>можностями здоровья образов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ния в муниципальных образов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тельных организациях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521 0100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8635,0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521 0100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530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8635,0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Осуществление ежемесячной доплаты за наличие учёной ст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пени кандидата наук или докт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ра наук педагогическим рабо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никам муниципальных общео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разовательных организаций, имеющим учёную степень и 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мещающим (занимающим) в указанных общеобразовател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ных организациях штатные должности, предусмотренные квалификационными справо</w:t>
            </w:r>
            <w:r w:rsidRPr="00BB4B51">
              <w:rPr>
                <w:color w:val="000000"/>
                <w:sz w:val="28"/>
                <w:szCs w:val="28"/>
              </w:rPr>
              <w:t>ч</w:t>
            </w:r>
            <w:r w:rsidRPr="00BB4B51">
              <w:rPr>
                <w:color w:val="000000"/>
                <w:sz w:val="28"/>
                <w:szCs w:val="28"/>
              </w:rPr>
              <w:t>никами или профессиональн</w:t>
            </w:r>
            <w:r w:rsidRPr="00BB4B51">
              <w:rPr>
                <w:color w:val="000000"/>
                <w:sz w:val="28"/>
                <w:szCs w:val="28"/>
              </w:rPr>
              <w:t>ы</w:t>
            </w:r>
            <w:r w:rsidRPr="00BB4B51">
              <w:rPr>
                <w:color w:val="000000"/>
                <w:sz w:val="28"/>
                <w:szCs w:val="28"/>
              </w:rPr>
              <w:t>ми стандартами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329,4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521 0900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329,4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Осуществление обучающимся 10-х и 11-х классов 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 общеобразовательных организаций ежемесячных д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нежных выплат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10079,346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521 1600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10079,346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Организация и обеспечение п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лучения педагогическими р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ботниками муниципальных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разовательных организаций не реже чем один раз в три года дополнительного професси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нального образования по пр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филю педагогической деятел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ности за счёт бюджетных асси</w:t>
            </w:r>
            <w:r w:rsidRPr="00BB4B51">
              <w:rPr>
                <w:color w:val="000000"/>
                <w:sz w:val="28"/>
                <w:szCs w:val="28"/>
              </w:rPr>
              <w:t>г</w:t>
            </w:r>
            <w:r w:rsidRPr="00BB4B51">
              <w:rPr>
                <w:color w:val="000000"/>
                <w:sz w:val="28"/>
                <w:szCs w:val="28"/>
              </w:rPr>
              <w:t>нований областного бюджета Ульяновской области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18183,1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521 1700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18183,1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Осуществление обучающимся 10-х (11-х) и 11-х (12-х) классов муниципальных общеобразов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тельных организаций ежемеся</w:t>
            </w:r>
            <w:r w:rsidRPr="00BB4B51">
              <w:rPr>
                <w:sz w:val="28"/>
                <w:szCs w:val="28"/>
              </w:rPr>
              <w:t>ч</w:t>
            </w:r>
            <w:r w:rsidRPr="00BB4B51">
              <w:rPr>
                <w:sz w:val="28"/>
                <w:szCs w:val="28"/>
              </w:rPr>
              <w:t>ных денежных выплат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521 2600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3819,854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521 2600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530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3819,854</w:t>
            </w:r>
          </w:p>
        </w:tc>
      </w:tr>
      <w:tr w:rsidR="00B5552C" w:rsidRPr="00F11A34" w:rsidTr="002F2EB6">
        <w:trPr>
          <w:trHeight w:val="20"/>
        </w:trPr>
        <w:tc>
          <w:tcPr>
            <w:tcW w:w="4142" w:type="dxa"/>
            <w:vAlign w:val="center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Реализация мероприятий по о</w:t>
            </w:r>
            <w:r w:rsidRPr="00F11A34">
              <w:rPr>
                <w:sz w:val="28"/>
                <w:szCs w:val="28"/>
              </w:rPr>
              <w:t>б</w:t>
            </w:r>
            <w:r w:rsidRPr="00F11A34">
              <w:rPr>
                <w:sz w:val="28"/>
                <w:szCs w:val="28"/>
              </w:rPr>
              <w:t>новлению парка автотранспор</w:t>
            </w:r>
            <w:r w:rsidRPr="00F11A34">
              <w:rPr>
                <w:sz w:val="28"/>
                <w:szCs w:val="28"/>
              </w:rPr>
              <w:t>т</w:t>
            </w:r>
            <w:r w:rsidRPr="00F11A34">
              <w:rPr>
                <w:sz w:val="28"/>
                <w:szCs w:val="28"/>
              </w:rPr>
              <w:t>ных средств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682 0000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156,646</w:t>
            </w:r>
          </w:p>
        </w:tc>
      </w:tr>
      <w:tr w:rsidR="00B5552C" w:rsidRPr="00F11A34" w:rsidTr="002F2EB6">
        <w:trPr>
          <w:trHeight w:val="20"/>
        </w:trPr>
        <w:tc>
          <w:tcPr>
            <w:tcW w:w="4142" w:type="dxa"/>
            <w:vAlign w:val="center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Субсидии бюджетным учре</w:t>
            </w:r>
            <w:r w:rsidRPr="00F11A34">
              <w:rPr>
                <w:sz w:val="28"/>
                <w:szCs w:val="28"/>
              </w:rPr>
              <w:t>ж</w:t>
            </w:r>
            <w:r w:rsidRPr="00F11A3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682 0000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156,646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BB4B5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790 0000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31489,0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Создание условий для развития системы образования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790 4042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31489,0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sz w:val="28"/>
                <w:szCs w:val="28"/>
              </w:rPr>
              <w:t>р</w:t>
            </w:r>
            <w:r w:rsidRPr="00BB4B5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790 4042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9899,7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Субсидии, за исключением су</w:t>
            </w:r>
            <w:r w:rsidRPr="00BB4B51">
              <w:rPr>
                <w:sz w:val="28"/>
                <w:szCs w:val="28"/>
              </w:rPr>
              <w:t>б</w:t>
            </w:r>
            <w:r w:rsidRPr="00BB4B51">
              <w:rPr>
                <w:sz w:val="28"/>
                <w:szCs w:val="28"/>
              </w:rPr>
              <w:t>сидий на софинансирование к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BB4B51">
              <w:rPr>
                <w:sz w:val="28"/>
                <w:szCs w:val="28"/>
              </w:rPr>
              <w:t>ь</w:t>
            </w:r>
            <w:r w:rsidRPr="00BB4B5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02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790 4042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21589,3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Среднее профессиональное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926357,694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925411,4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96364,51383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747764,5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427 0000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63489,28617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приятий федеральной целевой программы развития образов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ния на 2011-2015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427 5026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17392,4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427 5026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17392,4</w:t>
            </w:r>
          </w:p>
        </w:tc>
      </w:tr>
      <w:tr w:rsidR="00B5552C" w:rsidRPr="00F11A34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F11A34">
              <w:rPr>
                <w:sz w:val="28"/>
                <w:szCs w:val="28"/>
              </w:rPr>
              <w:t>а</w:t>
            </w:r>
            <w:r w:rsidRPr="00F11A34">
              <w:rPr>
                <w:sz w:val="28"/>
                <w:szCs w:val="28"/>
              </w:rPr>
              <w:t>ции «Доступная среда» на 2011-2015 годы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427 5027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400,7</w:t>
            </w:r>
          </w:p>
        </w:tc>
      </w:tr>
      <w:tr w:rsidR="00B5552C" w:rsidRPr="00F11A34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Субсидии бюджетным учре</w:t>
            </w:r>
            <w:r w:rsidRPr="00F11A34">
              <w:rPr>
                <w:sz w:val="28"/>
                <w:szCs w:val="28"/>
              </w:rPr>
              <w:t>ж</w:t>
            </w:r>
            <w:r w:rsidRPr="00F11A3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427 5027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400,7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Мероприятия в области образ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724,0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580,0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580,0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Стипендии Президента Росси</w:t>
            </w:r>
            <w:r w:rsidRPr="00BB4B51">
              <w:rPr>
                <w:sz w:val="28"/>
                <w:szCs w:val="28"/>
              </w:rPr>
              <w:t>й</w:t>
            </w:r>
            <w:r w:rsidRPr="00BB4B51">
              <w:rPr>
                <w:sz w:val="28"/>
                <w:szCs w:val="28"/>
              </w:rPr>
              <w:t>ской Федерации и Правительс</w:t>
            </w:r>
            <w:r w:rsidRPr="00BB4B51">
              <w:rPr>
                <w:sz w:val="28"/>
                <w:szCs w:val="28"/>
              </w:rPr>
              <w:t>т</w:t>
            </w:r>
            <w:r w:rsidRPr="00BB4B51">
              <w:rPr>
                <w:sz w:val="28"/>
                <w:szCs w:val="28"/>
              </w:rPr>
              <w:t>ва Российской Федерации для обучающихся по направлениям подготовки (специальностям), соответствующим приорите</w:t>
            </w:r>
            <w:r w:rsidRPr="00BB4B51">
              <w:rPr>
                <w:sz w:val="28"/>
                <w:szCs w:val="28"/>
              </w:rPr>
              <w:t>т</w:t>
            </w:r>
            <w:r w:rsidRPr="00BB4B51">
              <w:rPr>
                <w:sz w:val="28"/>
                <w:szCs w:val="28"/>
              </w:rPr>
              <w:t>ным направлениям модерниз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ции и технологического разв</w:t>
            </w:r>
            <w:r w:rsidRPr="00BB4B51">
              <w:rPr>
                <w:sz w:val="28"/>
                <w:szCs w:val="28"/>
              </w:rPr>
              <w:t>и</w:t>
            </w:r>
            <w:r w:rsidRPr="00BB4B51">
              <w:rPr>
                <w:sz w:val="28"/>
                <w:szCs w:val="28"/>
              </w:rPr>
              <w:t>тия экономики Российской Ф</w:t>
            </w:r>
            <w:r w:rsidRPr="00BB4B51">
              <w:rPr>
                <w:sz w:val="28"/>
                <w:szCs w:val="28"/>
              </w:rPr>
              <w:t>е</w:t>
            </w:r>
            <w:r w:rsidRPr="00BB4B51">
              <w:rPr>
                <w:sz w:val="28"/>
                <w:szCs w:val="28"/>
              </w:rPr>
              <w:t>дерации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436 3893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144,0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нам, кроме публичных норм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436 3893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144,0</w:t>
            </w:r>
          </w:p>
        </w:tc>
      </w:tr>
      <w:tr w:rsidR="00B5552C" w:rsidRPr="00F11A34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Реализация мероприятий по о</w:t>
            </w:r>
            <w:r w:rsidRPr="00F11A34">
              <w:rPr>
                <w:sz w:val="28"/>
                <w:szCs w:val="28"/>
              </w:rPr>
              <w:t>б</w:t>
            </w:r>
            <w:r w:rsidRPr="00F11A34">
              <w:rPr>
                <w:sz w:val="28"/>
                <w:szCs w:val="28"/>
              </w:rPr>
              <w:t>новлению парка автотранспор</w:t>
            </w:r>
            <w:r w:rsidRPr="00F11A34">
              <w:rPr>
                <w:sz w:val="28"/>
                <w:szCs w:val="28"/>
              </w:rPr>
              <w:t>т</w:t>
            </w:r>
            <w:r w:rsidRPr="00F11A34">
              <w:rPr>
                <w:sz w:val="28"/>
                <w:szCs w:val="28"/>
              </w:rPr>
              <w:t>ных средств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682 0000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222,294</w:t>
            </w:r>
          </w:p>
        </w:tc>
      </w:tr>
      <w:tr w:rsidR="00B5552C" w:rsidRPr="00F11A34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Субсидии бюджетным учре</w:t>
            </w:r>
            <w:r w:rsidRPr="00F11A34">
              <w:rPr>
                <w:sz w:val="28"/>
                <w:szCs w:val="28"/>
              </w:rPr>
              <w:t>ж</w:t>
            </w:r>
            <w:r w:rsidRPr="00F11A3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682 0000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222,294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19544,9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Институты повышения квал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фикации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19544,9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428 0000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19544,9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199863,18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Учреждения, обеспечивающие предоставление услуг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B4B51">
              <w:rPr>
                <w:color w:val="000000"/>
                <w:sz w:val="28"/>
                <w:szCs w:val="28"/>
              </w:rPr>
              <w:t>в сфере организации и обеспечения о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дыха и оздоровления детей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3814,6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3814,6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192377,4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20617,1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Организация и обеспечение о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дыха детей, обучающихся в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щеобразовательных организ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циях, за исключением детей-сирот и детей, оставшихся без попечения родителей, наход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щихся в общеобразовательных организациях для детей-сирот и детей, оставшихся без попеч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ния родителей, и детей, нах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дящихся в трудной жизненной ситуации, в загородных детских оздоровительных лагерях (це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>трах)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70886,7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432 1000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70886,7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Организация и обеспечение о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дыха детей, обучающихся в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щеобразовательных организ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циях, за исключением детей-сирот и детей, оставшихся без попечения родителей, наход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щихся в образовательных орг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низациях для детей-сирот и д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тей, оставшихся без попечения родителей, и детей, находящи</w:t>
            </w:r>
            <w:r w:rsidRPr="00BB4B51">
              <w:rPr>
                <w:color w:val="000000"/>
                <w:sz w:val="28"/>
                <w:szCs w:val="28"/>
              </w:rPr>
              <w:t>х</w:t>
            </w:r>
            <w:r w:rsidRPr="00BB4B51">
              <w:rPr>
                <w:color w:val="000000"/>
                <w:sz w:val="28"/>
                <w:szCs w:val="28"/>
              </w:rPr>
              <w:t>ся в трудной жизненной ситу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ции, в детских оздоровительных лагерях с дневным пребыванием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44751,6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432 1100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44751,6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тей, находящихся в трудной жизненной ситуации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40997,0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sz w:val="28"/>
                <w:szCs w:val="28"/>
              </w:rPr>
              <w:t>р</w:t>
            </w:r>
            <w:r w:rsidRPr="00BB4B5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432 5065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453,8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432 5065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40543,2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приятий, связанных с отдыхом и оздоровлением детей в орган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зациях отдыха детей и их озд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ровления, расположенных в Республике Крым и г.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B4B51">
              <w:rPr>
                <w:color w:val="000000"/>
                <w:sz w:val="28"/>
                <w:szCs w:val="28"/>
              </w:rPr>
              <w:t>Севаст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поле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432 5139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15125,0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432 5139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15125,0</w:t>
            </w:r>
          </w:p>
        </w:tc>
      </w:tr>
      <w:tr w:rsidR="00B5552C" w:rsidRPr="00F11A34" w:rsidTr="002F2EB6">
        <w:trPr>
          <w:trHeight w:val="20"/>
        </w:trPr>
        <w:tc>
          <w:tcPr>
            <w:tcW w:w="4142" w:type="dxa"/>
            <w:vAlign w:val="center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Реализация мероприятий по о</w:t>
            </w:r>
            <w:r w:rsidRPr="00F11A34">
              <w:rPr>
                <w:sz w:val="28"/>
                <w:szCs w:val="28"/>
              </w:rPr>
              <w:t>б</w:t>
            </w:r>
            <w:r w:rsidRPr="00F11A34">
              <w:rPr>
                <w:sz w:val="28"/>
                <w:szCs w:val="28"/>
              </w:rPr>
              <w:t>новлению парка автотранспор</w:t>
            </w:r>
            <w:r w:rsidRPr="00F11A34">
              <w:rPr>
                <w:sz w:val="28"/>
                <w:szCs w:val="28"/>
              </w:rPr>
              <w:t>т</w:t>
            </w:r>
            <w:r w:rsidRPr="00F11A34">
              <w:rPr>
                <w:sz w:val="28"/>
                <w:szCs w:val="28"/>
              </w:rPr>
              <w:t>ных средств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682 0000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36,58</w:t>
            </w:r>
          </w:p>
        </w:tc>
      </w:tr>
      <w:tr w:rsidR="00B5552C" w:rsidRPr="00F11A34" w:rsidTr="002F2EB6">
        <w:trPr>
          <w:trHeight w:val="20"/>
        </w:trPr>
        <w:tc>
          <w:tcPr>
            <w:tcW w:w="4142" w:type="dxa"/>
            <w:vAlign w:val="center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Субсидии бюджетным учре</w:t>
            </w:r>
            <w:r w:rsidRPr="00F11A34">
              <w:rPr>
                <w:sz w:val="28"/>
                <w:szCs w:val="28"/>
              </w:rPr>
              <w:t>ж</w:t>
            </w:r>
            <w:r w:rsidRPr="00F11A3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682 0000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36,58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Развитие молодёжной политики в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820 0000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3634,6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F11A34">
              <w:rPr>
                <w:color w:val="000000"/>
                <w:spacing w:val="-6"/>
                <w:sz w:val="28"/>
                <w:szCs w:val="28"/>
              </w:rPr>
              <w:t>Подпрограмма «Молодёжь» г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о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сударственной программы Уль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я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новской области «Развитие мол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о</w:t>
            </w:r>
            <w:r w:rsidRPr="00F11A34">
              <w:rPr>
                <w:color w:val="000000"/>
                <w:spacing w:val="-6"/>
                <w:sz w:val="28"/>
                <w:szCs w:val="28"/>
              </w:rPr>
              <w:t>дёжной политики в Ульяновской области»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821 0000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3634,6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Мероприятия в рамках реализ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 xml:space="preserve">ции подпрограммы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Молодёжь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3634,6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821 4011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2880,0</w:t>
            </w:r>
          </w:p>
        </w:tc>
      </w:tr>
      <w:tr w:rsidR="00B5552C" w:rsidRPr="00F11A34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Субсидии бюджетным учре</w:t>
            </w:r>
            <w:r w:rsidRPr="00F11A34">
              <w:rPr>
                <w:sz w:val="28"/>
                <w:szCs w:val="28"/>
              </w:rPr>
              <w:t>ж</w:t>
            </w:r>
            <w:r w:rsidRPr="00F11A34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07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821 4011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754,6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Другие вопросы в области обр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102635,84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40597,4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40597,4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Фонд оплаты труда государс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венных (муниципальных) орг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39127,0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Иные выплаты персоналу гос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1226,985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243,415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BB4B51">
              <w:rPr>
                <w:color w:val="000000"/>
                <w:sz w:val="28"/>
                <w:szCs w:val="28"/>
              </w:rPr>
              <w:t>л</w:t>
            </w:r>
            <w:r w:rsidRPr="00BB4B51">
              <w:rPr>
                <w:color w:val="000000"/>
                <w:sz w:val="28"/>
                <w:szCs w:val="28"/>
              </w:rPr>
              <w:t>номочий Российской Федерации органами государственной вл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сти Ульяновской области в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ласти охраны здоровья граждан, контроля качества образования, охраны объектов культурного наследия, использования охо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ничьих ресурсов, регистрации актов гражданского состояния и других полномочий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9465,8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Осуществление переданных о</w:t>
            </w:r>
            <w:r w:rsidRPr="00BB4B51">
              <w:rPr>
                <w:sz w:val="28"/>
                <w:szCs w:val="28"/>
              </w:rPr>
              <w:t>р</w:t>
            </w:r>
            <w:r w:rsidRPr="00BB4B51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 xml:space="preserve">ции в соответствии с частью 1 статьи 7 Федерального закона </w:t>
            </w:r>
            <w:r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Об образовании 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BB4B51">
              <w:rPr>
                <w:sz w:val="28"/>
                <w:szCs w:val="28"/>
              </w:rPr>
              <w:t xml:space="preserve"> полномочий Ро</w:t>
            </w:r>
            <w:r w:rsidRPr="00BB4B51">
              <w:rPr>
                <w:sz w:val="28"/>
                <w:szCs w:val="28"/>
              </w:rPr>
              <w:t>с</w:t>
            </w:r>
            <w:r w:rsidRPr="00BB4B51">
              <w:rPr>
                <w:sz w:val="28"/>
                <w:szCs w:val="28"/>
              </w:rPr>
              <w:t>сийской Федерации в сфере о</w:t>
            </w:r>
            <w:r w:rsidRPr="00BB4B51">
              <w:rPr>
                <w:sz w:val="28"/>
                <w:szCs w:val="28"/>
              </w:rPr>
              <w:t>б</w:t>
            </w:r>
            <w:r w:rsidRPr="00BB4B51">
              <w:rPr>
                <w:sz w:val="28"/>
                <w:szCs w:val="28"/>
              </w:rPr>
              <w:t xml:space="preserve">разования 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296 59Г0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9465,8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Фонд оплаты труда государс</w:t>
            </w:r>
            <w:r w:rsidRPr="00BB4B51">
              <w:rPr>
                <w:sz w:val="28"/>
                <w:szCs w:val="28"/>
              </w:rPr>
              <w:t>т</w:t>
            </w:r>
            <w:r w:rsidRPr="00BB4B51">
              <w:rPr>
                <w:sz w:val="28"/>
                <w:szCs w:val="28"/>
              </w:rPr>
              <w:t>венных (муниципальных) орг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296 59Г0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8544,9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Иные выплаты персоналу гос</w:t>
            </w:r>
            <w:r w:rsidRPr="00BB4B51">
              <w:rPr>
                <w:sz w:val="28"/>
                <w:szCs w:val="28"/>
              </w:rPr>
              <w:t>у</w:t>
            </w:r>
            <w:r w:rsidRPr="00BB4B5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296 59Г0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185,0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sz w:val="28"/>
                <w:szCs w:val="28"/>
              </w:rPr>
              <w:t>р</w:t>
            </w:r>
            <w:r w:rsidRPr="00BB4B5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296 59Г0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735,9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24856,7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14177,7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автономным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435 0000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10679,0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Мероприятия в области образ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25165,94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23955,44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15217,04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436 0900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8738,4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Лицензирование и аккредитация образовательных организаций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1210,5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436 4000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1210,5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правопорядка и безопа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ности жизнедеятельности на территории Ульяновской обла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2550,0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Комплексные меры по обеспечению общес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венного порядка, противодейс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вию преступности и профила</w:t>
            </w:r>
            <w:r w:rsidRPr="00BB4B51">
              <w:rPr>
                <w:color w:val="000000"/>
                <w:sz w:val="28"/>
                <w:szCs w:val="28"/>
              </w:rPr>
              <w:t>к</w:t>
            </w:r>
            <w:r w:rsidRPr="00BB4B51">
              <w:rPr>
                <w:color w:val="000000"/>
                <w:sz w:val="28"/>
                <w:szCs w:val="28"/>
              </w:rPr>
              <w:t>тике правонарушений на терр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 государстве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Обеспечение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B4B51">
              <w:rPr>
                <w:color w:val="000000"/>
                <w:sz w:val="28"/>
                <w:szCs w:val="28"/>
              </w:rPr>
              <w:t>правоп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рядка и безопасности жизнеде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тельности на территории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EB44B4" w:rsidRDefault="00B5552C" w:rsidP="00EB44B4">
            <w:pPr>
              <w:spacing w:line="360" w:lineRule="auto"/>
              <w:ind w:right="-77"/>
              <w:jc w:val="both"/>
              <w:rPr>
                <w:color w:val="000000"/>
                <w:spacing w:val="-8"/>
                <w:sz w:val="28"/>
                <w:szCs w:val="28"/>
              </w:rPr>
            </w:pPr>
            <w:r w:rsidRPr="00EB44B4">
              <w:rPr>
                <w:color w:val="000000"/>
                <w:spacing w:val="-8"/>
                <w:sz w:val="28"/>
                <w:szCs w:val="28"/>
              </w:rPr>
              <w:t>Предупреждение и пресечение преступлений с участием несове</w:t>
            </w:r>
            <w:r w:rsidRPr="00EB44B4">
              <w:rPr>
                <w:color w:val="000000"/>
                <w:spacing w:val="-8"/>
                <w:sz w:val="28"/>
                <w:szCs w:val="28"/>
              </w:rPr>
              <w:t>р</w:t>
            </w:r>
            <w:r w:rsidRPr="00EB44B4">
              <w:rPr>
                <w:color w:val="000000"/>
                <w:spacing w:val="-8"/>
                <w:sz w:val="28"/>
                <w:szCs w:val="28"/>
              </w:rPr>
              <w:t>шеннолетних и в отношении их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862 1017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862 1017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400,0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Комплексные меры противодействия злоупо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реблению наркотиками и их н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законному обороту на террит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 государстве</w:t>
            </w:r>
            <w:r w:rsidRPr="00BB4B51">
              <w:rPr>
                <w:color w:val="000000"/>
                <w:sz w:val="28"/>
                <w:szCs w:val="28"/>
              </w:rPr>
              <w:t>н</w:t>
            </w:r>
            <w:r w:rsidRPr="00BB4B51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Обеспечение правоп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рядка и безопасности жизнеде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тельности на территории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863 0000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2150,0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863 1023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2100,0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Организационно-правовое обе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печение антинаркотической деятельности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BB4B51">
              <w:rPr>
                <w:color w:val="000000"/>
                <w:sz w:val="28"/>
                <w:szCs w:val="28"/>
              </w:rPr>
              <w:t>р</w:t>
            </w:r>
            <w:r w:rsidRPr="00BB4B51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863 1024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231431,37277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53586,97277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40053,5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29.05.2012 № 65-ЗО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Об орг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низации оздоровления работн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ков бюджетной сферы на терр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25212,2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Субсидии, за исключением су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сидий на софинансирование к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питальных вложений в объекты государственной (муниципал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10891,2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финансовое обесп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чение государственного (мун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ципального) задания на оказ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ние государственных (муниц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пальных) услуг (выполнение работ)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505 9000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14321,0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мерах социальной поддержки отдел</w:t>
            </w:r>
            <w:r w:rsidRPr="00BB4B51">
              <w:rPr>
                <w:color w:val="000000"/>
                <w:sz w:val="28"/>
                <w:szCs w:val="28"/>
              </w:rPr>
              <w:t>ь</w:t>
            </w:r>
            <w:r w:rsidRPr="00BB4B51">
              <w:rPr>
                <w:color w:val="000000"/>
                <w:sz w:val="28"/>
                <w:szCs w:val="28"/>
              </w:rPr>
              <w:t>ных категорий молодых специ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листов на территории Ульяно</w:t>
            </w:r>
            <w:r w:rsidRPr="00BB4B51">
              <w:rPr>
                <w:color w:val="000000"/>
                <w:sz w:val="28"/>
                <w:szCs w:val="28"/>
              </w:rPr>
              <w:t>в</w:t>
            </w:r>
            <w:r w:rsidRPr="00BB4B51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14841,3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320,0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12986,3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бюджетным учре</w:t>
            </w:r>
            <w:r w:rsidRPr="00BB4B51">
              <w:rPr>
                <w:color w:val="000000"/>
                <w:sz w:val="28"/>
                <w:szCs w:val="28"/>
              </w:rPr>
              <w:t>ж</w:t>
            </w:r>
            <w:r w:rsidRPr="00BB4B51">
              <w:rPr>
                <w:color w:val="000000"/>
                <w:sz w:val="28"/>
                <w:szCs w:val="28"/>
              </w:rPr>
              <w:t>дениям на иные цели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505 9100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1535,0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кающих при выполнении гос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дарственных полномочий суб</w:t>
            </w:r>
            <w:r w:rsidRPr="00BB4B51">
              <w:rPr>
                <w:color w:val="000000"/>
                <w:sz w:val="28"/>
                <w:szCs w:val="28"/>
              </w:rPr>
              <w:t>ъ</w:t>
            </w:r>
            <w:r w:rsidRPr="00BB4B51">
              <w:rPr>
                <w:color w:val="000000"/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2552,7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Единовременные денежные в</w:t>
            </w:r>
            <w:r w:rsidRPr="00BB4B51">
              <w:rPr>
                <w:color w:val="000000"/>
                <w:sz w:val="28"/>
                <w:szCs w:val="28"/>
              </w:rPr>
              <w:t>ы</w:t>
            </w:r>
            <w:r w:rsidRPr="00BB4B51">
              <w:rPr>
                <w:color w:val="000000"/>
                <w:sz w:val="28"/>
                <w:szCs w:val="28"/>
              </w:rPr>
              <w:t>платы педагогическим работн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кам муниципальных образов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тельных организаций, реал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зующих образовательную пр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грамму дошкольного образов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ния, имеющим статус молодых специалистов (за исключением педагогических работников, р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ботающих и проживающих в сельских населённых пунктах, рабочих посёлках (посёлках г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родского типа) Ульяновской о</w:t>
            </w:r>
            <w:r w:rsidRPr="00BB4B51">
              <w:rPr>
                <w:color w:val="000000"/>
                <w:sz w:val="28"/>
                <w:szCs w:val="28"/>
              </w:rPr>
              <w:t>б</w:t>
            </w:r>
            <w:r w:rsidRPr="00BB4B51">
              <w:rPr>
                <w:color w:val="000000"/>
                <w:sz w:val="28"/>
                <w:szCs w:val="28"/>
              </w:rPr>
              <w:t>ласти)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521 1800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2552,7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521 1800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2552,7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Мероприятия по обеспечению жильём молодых семей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588 0000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3555,06802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Обеспечение жильём молодых семей</w:t>
            </w:r>
            <w:r>
              <w:rPr>
                <w:sz w:val="28"/>
                <w:szCs w:val="28"/>
              </w:rPr>
              <w:t>»</w:t>
            </w:r>
            <w:r w:rsidRPr="00BB4B51">
              <w:rPr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BB4B51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BB4B5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588 5020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3555,06802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Субсидии, за исключением су</w:t>
            </w:r>
            <w:r w:rsidRPr="00BB4B51">
              <w:rPr>
                <w:sz w:val="28"/>
                <w:szCs w:val="28"/>
              </w:rPr>
              <w:t>б</w:t>
            </w:r>
            <w:r w:rsidRPr="00BB4B51">
              <w:rPr>
                <w:sz w:val="28"/>
                <w:szCs w:val="28"/>
              </w:rPr>
              <w:t>сидий на софинансирование к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BB4B51">
              <w:rPr>
                <w:sz w:val="28"/>
                <w:szCs w:val="28"/>
              </w:rPr>
              <w:t>ь</w:t>
            </w:r>
            <w:r w:rsidRPr="00BB4B5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588 5020</w:t>
            </w:r>
          </w:p>
        </w:tc>
        <w:tc>
          <w:tcPr>
            <w:tcW w:w="652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521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3555,06802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Развитие молодёжной политики в Уль</w:t>
            </w:r>
            <w:r w:rsidRPr="00BB4B51">
              <w:rPr>
                <w:color w:val="000000"/>
                <w:sz w:val="28"/>
                <w:szCs w:val="28"/>
              </w:rPr>
              <w:t>я</w:t>
            </w:r>
            <w:r w:rsidRPr="00BB4B51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B4B51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820 0000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7425,70475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F11A34">
              <w:rPr>
                <w:color w:val="000000"/>
                <w:spacing w:val="-4"/>
                <w:sz w:val="28"/>
                <w:szCs w:val="28"/>
              </w:rPr>
              <w:t>Подпрограмма «Обеспечение жильём молодых семей» гос</w:t>
            </w:r>
            <w:r w:rsidRPr="00F11A34">
              <w:rPr>
                <w:color w:val="000000"/>
                <w:spacing w:val="-4"/>
                <w:sz w:val="28"/>
                <w:szCs w:val="28"/>
              </w:rPr>
              <w:t>у</w:t>
            </w:r>
            <w:r w:rsidRPr="00F11A34">
              <w:rPr>
                <w:color w:val="000000"/>
                <w:spacing w:val="-4"/>
                <w:sz w:val="28"/>
                <w:szCs w:val="28"/>
              </w:rPr>
              <w:t>дарственной программы Уль</w:t>
            </w:r>
            <w:r w:rsidRPr="00F11A34">
              <w:rPr>
                <w:color w:val="000000"/>
                <w:spacing w:val="-4"/>
                <w:sz w:val="28"/>
                <w:szCs w:val="28"/>
              </w:rPr>
              <w:t>я</w:t>
            </w:r>
            <w:r w:rsidRPr="00F11A34">
              <w:rPr>
                <w:color w:val="000000"/>
                <w:spacing w:val="-4"/>
                <w:sz w:val="28"/>
                <w:szCs w:val="28"/>
              </w:rPr>
              <w:t>новской области «Развитие м</w:t>
            </w:r>
            <w:r w:rsidRPr="00F11A34">
              <w:rPr>
                <w:color w:val="000000"/>
                <w:spacing w:val="-4"/>
                <w:sz w:val="28"/>
                <w:szCs w:val="28"/>
              </w:rPr>
              <w:t>о</w:t>
            </w:r>
            <w:r w:rsidRPr="00F11A34">
              <w:rPr>
                <w:color w:val="000000"/>
                <w:spacing w:val="-4"/>
                <w:sz w:val="28"/>
                <w:szCs w:val="28"/>
              </w:rPr>
              <w:t>лодёжной политики в Ульяно</w:t>
            </w:r>
            <w:r w:rsidRPr="00F11A34">
              <w:rPr>
                <w:color w:val="000000"/>
                <w:spacing w:val="-4"/>
                <w:sz w:val="28"/>
                <w:szCs w:val="28"/>
              </w:rPr>
              <w:t>в</w:t>
            </w:r>
            <w:r w:rsidRPr="00F11A34">
              <w:rPr>
                <w:color w:val="000000"/>
                <w:spacing w:val="-4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822 0000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7425,70475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на предоставление социальных выплат молодым семьям на приобретение (стро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тельство) жилья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822 2310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6394,00475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Субсидии, за исключением су</w:t>
            </w:r>
            <w:r w:rsidRPr="00BB4B51">
              <w:rPr>
                <w:sz w:val="28"/>
                <w:szCs w:val="28"/>
              </w:rPr>
              <w:t>б</w:t>
            </w:r>
            <w:r w:rsidRPr="00BB4B51">
              <w:rPr>
                <w:sz w:val="28"/>
                <w:szCs w:val="28"/>
              </w:rPr>
              <w:t>сидий на софинансирование к</w:t>
            </w:r>
            <w:r w:rsidRPr="00BB4B51">
              <w:rPr>
                <w:sz w:val="28"/>
                <w:szCs w:val="28"/>
              </w:rPr>
              <w:t>а</w:t>
            </w:r>
            <w:r w:rsidRPr="00BB4B5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BB4B51">
              <w:rPr>
                <w:sz w:val="28"/>
                <w:szCs w:val="28"/>
              </w:rPr>
              <w:t>ь</w:t>
            </w:r>
            <w:r w:rsidRPr="00BB4B5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822 2310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521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6394,00475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Субсидии на предоставление дополнительной социальной выплаты молодым семьям на приобретение (строительство) жилья при рождении ребёнка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1031,7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822 2311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1031,7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177844,4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28487,7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 xml:space="preserve">Реализация Закона Ульяновской области от 02.11.2011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B4B51">
              <w:rPr>
                <w:color w:val="000000"/>
                <w:sz w:val="28"/>
                <w:szCs w:val="28"/>
              </w:rPr>
              <w:t>О некоторых мерах по улу</w:t>
            </w:r>
            <w:r w:rsidRPr="00BB4B51">
              <w:rPr>
                <w:color w:val="000000"/>
                <w:sz w:val="28"/>
                <w:szCs w:val="28"/>
              </w:rPr>
              <w:t>ч</w:t>
            </w:r>
            <w:r w:rsidRPr="00BB4B51">
              <w:rPr>
                <w:color w:val="000000"/>
                <w:sz w:val="28"/>
                <w:szCs w:val="28"/>
              </w:rPr>
              <w:t>шению демографической ситу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ции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111,0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505 8200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111,0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  <w:vAlign w:val="center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Денежное пособие на оплату обучения студентам, обуча</w:t>
            </w:r>
            <w:r w:rsidRPr="00BB4B51">
              <w:rPr>
                <w:color w:val="000000"/>
                <w:sz w:val="28"/>
                <w:szCs w:val="28"/>
              </w:rPr>
              <w:t>ю</w:t>
            </w:r>
            <w:r w:rsidRPr="00BB4B51">
              <w:rPr>
                <w:color w:val="000000"/>
                <w:sz w:val="28"/>
                <w:szCs w:val="28"/>
              </w:rPr>
              <w:t>щимся в образовательных орг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низациях среднего професси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нального и высшего образов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ния, находящихся на террит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2588,0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505 8600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2588,0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F11A34">
              <w:rPr>
                <w:color w:val="000000"/>
                <w:spacing w:val="-4"/>
                <w:sz w:val="28"/>
                <w:szCs w:val="28"/>
              </w:rPr>
              <w:t>Средства на реализацию Закона Ульяновской области от 31.08.2013 № 157-ЗО «О мерах социальной поддержки, предо</w:t>
            </w:r>
            <w:r w:rsidRPr="00F11A34">
              <w:rPr>
                <w:color w:val="000000"/>
                <w:spacing w:val="-4"/>
                <w:sz w:val="28"/>
                <w:szCs w:val="28"/>
              </w:rPr>
              <w:t>с</w:t>
            </w:r>
            <w:r w:rsidRPr="00F11A34">
              <w:rPr>
                <w:color w:val="000000"/>
                <w:spacing w:val="-4"/>
                <w:sz w:val="28"/>
                <w:szCs w:val="28"/>
              </w:rPr>
              <w:t>тавляемых талантливым и од</w:t>
            </w:r>
            <w:r w:rsidRPr="00F11A34">
              <w:rPr>
                <w:color w:val="000000"/>
                <w:spacing w:val="-4"/>
                <w:sz w:val="28"/>
                <w:szCs w:val="28"/>
              </w:rPr>
              <w:t>а</w:t>
            </w:r>
            <w:r w:rsidRPr="00F11A34">
              <w:rPr>
                <w:color w:val="000000"/>
                <w:spacing w:val="-4"/>
                <w:sz w:val="28"/>
                <w:szCs w:val="28"/>
              </w:rPr>
              <w:t>рённым обучающимся, педагог</w:t>
            </w:r>
            <w:r w:rsidRPr="00F11A34">
              <w:rPr>
                <w:color w:val="000000"/>
                <w:spacing w:val="-4"/>
                <w:sz w:val="28"/>
                <w:szCs w:val="28"/>
              </w:rPr>
              <w:t>и</w:t>
            </w:r>
            <w:r w:rsidRPr="00F11A34">
              <w:rPr>
                <w:color w:val="000000"/>
                <w:spacing w:val="-4"/>
                <w:sz w:val="28"/>
                <w:szCs w:val="28"/>
              </w:rPr>
              <w:t>ческим и научным работникам образовательных организаций»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22334,0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Пособия, компенсации и иные социальные выплаты гражд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нам, кроме публичных норм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505 8700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22334,0</w:t>
            </w:r>
          </w:p>
        </w:tc>
      </w:tr>
      <w:tr w:rsidR="00B5552C" w:rsidRPr="00F11A34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Денежная выплата студентам, обучающимся в професси</w:t>
            </w:r>
            <w:r w:rsidRPr="00F11A34">
              <w:rPr>
                <w:sz w:val="28"/>
                <w:szCs w:val="28"/>
              </w:rPr>
              <w:t>о</w:t>
            </w:r>
            <w:r w:rsidRPr="00F11A34">
              <w:rPr>
                <w:sz w:val="28"/>
                <w:szCs w:val="28"/>
              </w:rPr>
              <w:t>нальных образовательных орг</w:t>
            </w:r>
            <w:r w:rsidRPr="00F11A34">
              <w:rPr>
                <w:sz w:val="28"/>
                <w:szCs w:val="28"/>
              </w:rPr>
              <w:t>а</w:t>
            </w:r>
            <w:r w:rsidRPr="00F11A34">
              <w:rPr>
                <w:sz w:val="28"/>
                <w:szCs w:val="28"/>
              </w:rPr>
              <w:t>низациях и образовательных о</w:t>
            </w:r>
            <w:r w:rsidRPr="00F11A34">
              <w:rPr>
                <w:sz w:val="28"/>
                <w:szCs w:val="28"/>
              </w:rPr>
              <w:t>р</w:t>
            </w:r>
            <w:r w:rsidRPr="00F11A34">
              <w:rPr>
                <w:sz w:val="28"/>
                <w:szCs w:val="28"/>
              </w:rPr>
              <w:t>ганизациях высшего образов</w:t>
            </w:r>
            <w:r w:rsidRPr="00F11A34">
              <w:rPr>
                <w:sz w:val="28"/>
                <w:szCs w:val="28"/>
              </w:rPr>
              <w:t>а</w:t>
            </w:r>
            <w:r w:rsidRPr="00F11A34">
              <w:rPr>
                <w:sz w:val="28"/>
                <w:szCs w:val="28"/>
              </w:rPr>
              <w:t>ния, находящихся на террит</w:t>
            </w:r>
            <w:r w:rsidRPr="00F11A34">
              <w:rPr>
                <w:sz w:val="28"/>
                <w:szCs w:val="28"/>
              </w:rPr>
              <w:t>о</w:t>
            </w:r>
            <w:r w:rsidRPr="00F11A34">
              <w:rPr>
                <w:sz w:val="28"/>
                <w:szCs w:val="28"/>
              </w:rPr>
              <w:t>рии Ульяновской области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505 9200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3454,7</w:t>
            </w:r>
          </w:p>
        </w:tc>
      </w:tr>
      <w:tr w:rsidR="00B5552C" w:rsidRPr="00F11A34" w:rsidTr="002F2EB6">
        <w:trPr>
          <w:trHeight w:val="20"/>
        </w:trPr>
        <w:tc>
          <w:tcPr>
            <w:tcW w:w="4142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F11A34">
              <w:rPr>
                <w:sz w:val="28"/>
                <w:szCs w:val="28"/>
              </w:rPr>
              <w:t>а</w:t>
            </w:r>
            <w:r w:rsidRPr="00F11A34">
              <w:rPr>
                <w:sz w:val="28"/>
                <w:szCs w:val="28"/>
              </w:rPr>
              <w:t>нам, кроме публичных норм</w:t>
            </w:r>
            <w:r w:rsidRPr="00F11A34">
              <w:rPr>
                <w:sz w:val="28"/>
                <w:szCs w:val="28"/>
              </w:rPr>
              <w:t>а</w:t>
            </w:r>
            <w:r w:rsidRPr="00F11A34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505 9200</w:t>
            </w:r>
          </w:p>
        </w:tc>
        <w:tc>
          <w:tcPr>
            <w:tcW w:w="652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321</w:t>
            </w:r>
          </w:p>
        </w:tc>
        <w:tc>
          <w:tcPr>
            <w:tcW w:w="2248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3454,7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Финансовое обеспечение ра</w:t>
            </w:r>
            <w:r w:rsidRPr="00BB4B51">
              <w:rPr>
                <w:color w:val="000000"/>
                <w:sz w:val="28"/>
                <w:szCs w:val="28"/>
              </w:rPr>
              <w:t>с</w:t>
            </w:r>
            <w:r w:rsidRPr="00BB4B51">
              <w:rPr>
                <w:color w:val="000000"/>
                <w:sz w:val="28"/>
                <w:szCs w:val="28"/>
              </w:rPr>
              <w:t>ходных обязательств муниц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пальных образований, возн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кающих при выполнении гос</w:t>
            </w:r>
            <w:r w:rsidRPr="00BB4B51">
              <w:rPr>
                <w:color w:val="000000"/>
                <w:sz w:val="28"/>
                <w:szCs w:val="28"/>
              </w:rPr>
              <w:t>у</w:t>
            </w:r>
            <w:r w:rsidRPr="00BB4B51">
              <w:rPr>
                <w:color w:val="000000"/>
                <w:sz w:val="28"/>
                <w:szCs w:val="28"/>
              </w:rPr>
              <w:t>дарственных полномочий суб</w:t>
            </w:r>
            <w:r w:rsidRPr="00BB4B51">
              <w:rPr>
                <w:color w:val="000000"/>
                <w:sz w:val="28"/>
                <w:szCs w:val="28"/>
              </w:rPr>
              <w:t>ъ</w:t>
            </w:r>
            <w:r w:rsidRPr="00BB4B51">
              <w:rPr>
                <w:color w:val="000000"/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521 0000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149356,7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Выплата родителям (законным представителям) детей, пос</w:t>
            </w:r>
            <w:r w:rsidRPr="00BB4B51">
              <w:rPr>
                <w:color w:val="000000"/>
                <w:sz w:val="28"/>
                <w:szCs w:val="28"/>
              </w:rPr>
              <w:t>е</w:t>
            </w:r>
            <w:r w:rsidRPr="00BB4B51">
              <w:rPr>
                <w:color w:val="000000"/>
                <w:sz w:val="28"/>
                <w:szCs w:val="28"/>
              </w:rPr>
              <w:t>щающих муниципальные и ч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стные образовательные орган</w:t>
            </w:r>
            <w:r w:rsidRPr="00BB4B51">
              <w:rPr>
                <w:color w:val="000000"/>
                <w:sz w:val="28"/>
                <w:szCs w:val="28"/>
              </w:rPr>
              <w:t>и</w:t>
            </w:r>
            <w:r w:rsidRPr="00BB4B51">
              <w:rPr>
                <w:color w:val="000000"/>
                <w:sz w:val="28"/>
                <w:szCs w:val="28"/>
              </w:rPr>
              <w:t>зации, реализующие образов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тельную программу дошкольн</w:t>
            </w:r>
            <w:r w:rsidRPr="00BB4B51">
              <w:rPr>
                <w:color w:val="000000"/>
                <w:sz w:val="28"/>
                <w:szCs w:val="28"/>
              </w:rPr>
              <w:t>о</w:t>
            </w:r>
            <w:r w:rsidRPr="00BB4B51">
              <w:rPr>
                <w:color w:val="000000"/>
                <w:sz w:val="28"/>
                <w:szCs w:val="28"/>
              </w:rPr>
              <w:t>го образования, компенсации части внесённой в соответс</w:t>
            </w:r>
            <w:r w:rsidRPr="00BB4B51">
              <w:rPr>
                <w:color w:val="000000"/>
                <w:sz w:val="28"/>
                <w:szCs w:val="28"/>
              </w:rPr>
              <w:t>т</w:t>
            </w:r>
            <w:r w:rsidRPr="00BB4B51">
              <w:rPr>
                <w:color w:val="000000"/>
                <w:sz w:val="28"/>
                <w:szCs w:val="28"/>
              </w:rPr>
              <w:t>вующие образовательные орг</w:t>
            </w:r>
            <w:r w:rsidRPr="00BB4B51">
              <w:rPr>
                <w:color w:val="000000"/>
                <w:sz w:val="28"/>
                <w:szCs w:val="28"/>
              </w:rPr>
              <w:t>а</w:t>
            </w:r>
            <w:r w:rsidRPr="00BB4B51">
              <w:rPr>
                <w:color w:val="000000"/>
                <w:sz w:val="28"/>
                <w:szCs w:val="28"/>
              </w:rPr>
              <w:t>низации родительской платы за присмотр и уход за детьми</w:t>
            </w:r>
          </w:p>
        </w:tc>
        <w:tc>
          <w:tcPr>
            <w:tcW w:w="66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8" w:type="dxa"/>
            <w:noWrap/>
            <w:vAlign w:val="bottom"/>
          </w:tcPr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BB4B51" w:rsidRDefault="00B5552C" w:rsidP="00F11A3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149356,7</w:t>
            </w:r>
          </w:p>
        </w:tc>
      </w:tr>
      <w:tr w:rsidR="00B5552C" w:rsidRPr="00BB4B51" w:rsidTr="002F2EB6">
        <w:trPr>
          <w:trHeight w:val="20"/>
        </w:trPr>
        <w:tc>
          <w:tcPr>
            <w:tcW w:w="4142" w:type="dxa"/>
          </w:tcPr>
          <w:p w:rsidR="00B5552C" w:rsidRPr="00BB4B51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621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4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521 1300</w:t>
            </w:r>
          </w:p>
        </w:tc>
        <w:tc>
          <w:tcPr>
            <w:tcW w:w="652" w:type="dxa"/>
            <w:vAlign w:val="bottom"/>
          </w:tcPr>
          <w:p w:rsidR="00B5552C" w:rsidRPr="00BB4B51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B4B51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248" w:type="dxa"/>
            <w:noWrap/>
            <w:vAlign w:val="bottom"/>
          </w:tcPr>
          <w:p w:rsidR="00B5552C" w:rsidRPr="00BB4B51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4B51">
              <w:rPr>
                <w:sz w:val="28"/>
                <w:szCs w:val="28"/>
              </w:rPr>
              <w:t>149356,7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B5552C" w:rsidRDefault="00B5552C" w:rsidP="00D071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в главе «Департамент ветеринарии Ульяновской области» (Мин 286):</w:t>
      </w:r>
    </w:p>
    <w:p w:rsidR="00B5552C" w:rsidRDefault="00B5552C" w:rsidP="00D071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«158605,3» заменить цифрами «158842,74»;</w:t>
      </w:r>
    </w:p>
    <w:p w:rsidR="00B5552C" w:rsidRDefault="00B5552C" w:rsidP="00D071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«Национальная экономика» (Мин 286 Рз 04) цифры «157805,3»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«158042,74»;</w:t>
      </w:r>
    </w:p>
    <w:p w:rsidR="00B5552C" w:rsidRDefault="00B5552C" w:rsidP="00F11A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F11A34">
        <w:rPr>
          <w:sz w:val="28"/>
          <w:szCs w:val="28"/>
        </w:rPr>
        <w:t>Сельское хозяйство и рыболовство</w:t>
      </w:r>
      <w:r>
        <w:rPr>
          <w:sz w:val="28"/>
          <w:szCs w:val="28"/>
        </w:rPr>
        <w:t>» (Мин 286 Рз 04 ПР 05) цифры «157805,3» заменить цифрами «158042,74»;</w:t>
      </w:r>
    </w:p>
    <w:p w:rsidR="00B5552C" w:rsidRDefault="00B5552C" w:rsidP="00D071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4667"/>
        <w:gridCol w:w="660"/>
        <w:gridCol w:w="680"/>
        <w:gridCol w:w="620"/>
        <w:gridCol w:w="1540"/>
        <w:gridCol w:w="660"/>
        <w:gridCol w:w="1380"/>
      </w:tblGrid>
      <w:tr w:rsidR="00B5552C" w:rsidRPr="00F11A34" w:rsidTr="00F11A34">
        <w:trPr>
          <w:trHeight w:val="375"/>
        </w:trPr>
        <w:tc>
          <w:tcPr>
            <w:tcW w:w="4667" w:type="dxa"/>
          </w:tcPr>
          <w:p w:rsidR="00B5552C" w:rsidRPr="00F11A34" w:rsidRDefault="00B5552C" w:rsidP="00F11A3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11A34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11A3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68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11A3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62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11A3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4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11A34">
              <w:rPr>
                <w:color w:val="000000"/>
                <w:sz w:val="28"/>
                <w:szCs w:val="28"/>
              </w:rPr>
              <w:t>521 2200</w:t>
            </w:r>
          </w:p>
        </w:tc>
        <w:tc>
          <w:tcPr>
            <w:tcW w:w="660" w:type="dxa"/>
            <w:vAlign w:val="bottom"/>
          </w:tcPr>
          <w:p w:rsidR="00B5552C" w:rsidRPr="00F11A34" w:rsidRDefault="00B5552C" w:rsidP="00F11A3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11A34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1380" w:type="dxa"/>
            <w:noWrap/>
            <w:vAlign w:val="bottom"/>
          </w:tcPr>
          <w:p w:rsidR="00B5552C" w:rsidRPr="00F11A34" w:rsidRDefault="00B5552C" w:rsidP="00F11A3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1A34">
              <w:rPr>
                <w:sz w:val="28"/>
                <w:szCs w:val="28"/>
              </w:rPr>
              <w:t>6392,8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F11A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667"/>
        <w:gridCol w:w="660"/>
        <w:gridCol w:w="680"/>
        <w:gridCol w:w="620"/>
        <w:gridCol w:w="1540"/>
        <w:gridCol w:w="660"/>
        <w:gridCol w:w="1380"/>
      </w:tblGrid>
      <w:tr w:rsidR="00B5552C" w:rsidRPr="00A41410" w:rsidTr="00FC7357">
        <w:trPr>
          <w:trHeight w:val="375"/>
        </w:trPr>
        <w:tc>
          <w:tcPr>
            <w:tcW w:w="4667" w:type="dxa"/>
          </w:tcPr>
          <w:p w:rsidR="00B5552C" w:rsidRPr="00A41410" w:rsidRDefault="00B5552C" w:rsidP="00A414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41410">
              <w:rPr>
                <w:sz w:val="28"/>
                <w:szCs w:val="28"/>
              </w:rPr>
              <w:t>«Реализация мероприятий по обно</w:t>
            </w:r>
            <w:r w:rsidRPr="00A41410">
              <w:rPr>
                <w:sz w:val="28"/>
                <w:szCs w:val="28"/>
              </w:rPr>
              <w:t>в</w:t>
            </w:r>
            <w:r w:rsidRPr="00A41410">
              <w:rPr>
                <w:sz w:val="28"/>
                <w:szCs w:val="28"/>
              </w:rPr>
              <w:t>лению парка автотранспортных средств</w:t>
            </w:r>
          </w:p>
        </w:tc>
        <w:tc>
          <w:tcPr>
            <w:tcW w:w="660" w:type="dxa"/>
            <w:vAlign w:val="bottom"/>
          </w:tcPr>
          <w:p w:rsidR="00B5552C" w:rsidRPr="00A41410" w:rsidRDefault="00B5552C" w:rsidP="00A414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410">
              <w:rPr>
                <w:sz w:val="28"/>
                <w:szCs w:val="28"/>
              </w:rPr>
              <w:t>286</w:t>
            </w:r>
          </w:p>
        </w:tc>
        <w:tc>
          <w:tcPr>
            <w:tcW w:w="680" w:type="dxa"/>
            <w:vAlign w:val="bottom"/>
          </w:tcPr>
          <w:p w:rsidR="00B5552C" w:rsidRPr="00A41410" w:rsidRDefault="00B5552C" w:rsidP="00A414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410">
              <w:rPr>
                <w:sz w:val="28"/>
                <w:szCs w:val="28"/>
              </w:rPr>
              <w:t>04</w:t>
            </w:r>
          </w:p>
        </w:tc>
        <w:tc>
          <w:tcPr>
            <w:tcW w:w="620" w:type="dxa"/>
            <w:vAlign w:val="bottom"/>
          </w:tcPr>
          <w:p w:rsidR="00B5552C" w:rsidRPr="00A41410" w:rsidRDefault="00B5552C" w:rsidP="00A414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410">
              <w:rPr>
                <w:sz w:val="28"/>
                <w:szCs w:val="28"/>
              </w:rPr>
              <w:t>05</w:t>
            </w:r>
          </w:p>
        </w:tc>
        <w:tc>
          <w:tcPr>
            <w:tcW w:w="1540" w:type="dxa"/>
            <w:vAlign w:val="bottom"/>
          </w:tcPr>
          <w:p w:rsidR="00B5552C" w:rsidRPr="00A41410" w:rsidRDefault="00B5552C" w:rsidP="00A414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410">
              <w:rPr>
                <w:sz w:val="28"/>
                <w:szCs w:val="28"/>
              </w:rPr>
              <w:t>682 0000</w:t>
            </w:r>
          </w:p>
        </w:tc>
        <w:tc>
          <w:tcPr>
            <w:tcW w:w="660" w:type="dxa"/>
            <w:vAlign w:val="bottom"/>
          </w:tcPr>
          <w:p w:rsidR="00B5552C" w:rsidRPr="00A41410" w:rsidRDefault="00B5552C" w:rsidP="00A414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410">
              <w:rPr>
                <w:sz w:val="28"/>
                <w:szCs w:val="28"/>
              </w:rPr>
              <w:t> </w:t>
            </w:r>
          </w:p>
        </w:tc>
        <w:tc>
          <w:tcPr>
            <w:tcW w:w="1380" w:type="dxa"/>
            <w:noWrap/>
            <w:vAlign w:val="bottom"/>
          </w:tcPr>
          <w:p w:rsidR="00B5552C" w:rsidRPr="00A41410" w:rsidRDefault="00B5552C" w:rsidP="00A414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41410">
              <w:rPr>
                <w:sz w:val="28"/>
                <w:szCs w:val="28"/>
              </w:rPr>
              <w:t>237,44</w:t>
            </w:r>
          </w:p>
        </w:tc>
      </w:tr>
      <w:tr w:rsidR="00B5552C" w:rsidRPr="00A41410" w:rsidTr="00FC7357">
        <w:trPr>
          <w:trHeight w:val="375"/>
        </w:trPr>
        <w:tc>
          <w:tcPr>
            <w:tcW w:w="4667" w:type="dxa"/>
          </w:tcPr>
          <w:p w:rsidR="00B5552C" w:rsidRPr="00A41410" w:rsidRDefault="00B5552C" w:rsidP="00A414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41410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660" w:type="dxa"/>
            <w:vAlign w:val="bottom"/>
          </w:tcPr>
          <w:p w:rsidR="00B5552C" w:rsidRPr="00A41410" w:rsidRDefault="00B5552C" w:rsidP="00A414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410">
              <w:rPr>
                <w:sz w:val="28"/>
                <w:szCs w:val="28"/>
              </w:rPr>
              <w:t>286</w:t>
            </w:r>
          </w:p>
        </w:tc>
        <w:tc>
          <w:tcPr>
            <w:tcW w:w="680" w:type="dxa"/>
            <w:vAlign w:val="bottom"/>
          </w:tcPr>
          <w:p w:rsidR="00B5552C" w:rsidRPr="00A41410" w:rsidRDefault="00B5552C" w:rsidP="00A414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410">
              <w:rPr>
                <w:sz w:val="28"/>
                <w:szCs w:val="28"/>
              </w:rPr>
              <w:t>04</w:t>
            </w:r>
          </w:p>
        </w:tc>
        <w:tc>
          <w:tcPr>
            <w:tcW w:w="620" w:type="dxa"/>
            <w:vAlign w:val="bottom"/>
          </w:tcPr>
          <w:p w:rsidR="00B5552C" w:rsidRPr="00A41410" w:rsidRDefault="00B5552C" w:rsidP="00A414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410">
              <w:rPr>
                <w:sz w:val="28"/>
                <w:szCs w:val="28"/>
              </w:rPr>
              <w:t>05</w:t>
            </w:r>
          </w:p>
        </w:tc>
        <w:tc>
          <w:tcPr>
            <w:tcW w:w="1540" w:type="dxa"/>
            <w:vAlign w:val="bottom"/>
          </w:tcPr>
          <w:p w:rsidR="00B5552C" w:rsidRPr="00A41410" w:rsidRDefault="00B5552C" w:rsidP="00A414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410">
              <w:rPr>
                <w:sz w:val="28"/>
                <w:szCs w:val="28"/>
              </w:rPr>
              <w:t>682 0000</w:t>
            </w:r>
          </w:p>
        </w:tc>
        <w:tc>
          <w:tcPr>
            <w:tcW w:w="660" w:type="dxa"/>
            <w:vAlign w:val="bottom"/>
          </w:tcPr>
          <w:p w:rsidR="00B5552C" w:rsidRPr="00A41410" w:rsidRDefault="00B5552C" w:rsidP="00A414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41410">
              <w:rPr>
                <w:sz w:val="28"/>
                <w:szCs w:val="28"/>
              </w:rPr>
              <w:t>612</w:t>
            </w:r>
          </w:p>
        </w:tc>
        <w:tc>
          <w:tcPr>
            <w:tcW w:w="1380" w:type="dxa"/>
            <w:noWrap/>
            <w:vAlign w:val="bottom"/>
          </w:tcPr>
          <w:p w:rsidR="00B5552C" w:rsidRPr="00A41410" w:rsidRDefault="00B5552C" w:rsidP="00A414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41410">
              <w:rPr>
                <w:sz w:val="28"/>
                <w:szCs w:val="28"/>
              </w:rPr>
              <w:t>237,44»;</w:t>
            </w:r>
          </w:p>
        </w:tc>
      </w:tr>
    </w:tbl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в главе «Министерство сельского, лесного хозяйства и природных ресу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сов Ульяновской области» (Мин 287):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«1455788,88214» заменить цифрами «1507436,18214»;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«Национальная экономика» (Мин 287 Рз 04) цифры «1313581,88» заменить цифрами «1364637,31472»;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2D714E">
        <w:rPr>
          <w:sz w:val="28"/>
          <w:szCs w:val="28"/>
        </w:rPr>
        <w:t>Сельское хозяйство и рыболовств</w:t>
      </w:r>
      <w:r>
        <w:rPr>
          <w:sz w:val="28"/>
          <w:szCs w:val="28"/>
        </w:rPr>
        <w:t>о» (Мин 287 Рз 04 ПР 05) цифры «1086639,98» заменить цифрами «1130164,70972»;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2D714E">
        <w:rPr>
          <w:sz w:val="28"/>
          <w:szCs w:val="28"/>
        </w:rPr>
        <w:t>Фонд оплаты труда государственных (муниципальных) органов и взносы по обязательному социальному страхованию</w:t>
      </w:r>
      <w:r>
        <w:rPr>
          <w:sz w:val="28"/>
          <w:szCs w:val="28"/>
        </w:rPr>
        <w:t xml:space="preserve">» (Мин 287 Рз 04 ПР 05 </w:t>
      </w:r>
      <w:r>
        <w:rPr>
          <w:sz w:val="28"/>
          <w:szCs w:val="28"/>
        </w:rPr>
        <w:br/>
        <w:t>ЦС 002 0400 ВР 121) цифры «44036,0» заменить цифрами «43636,0»;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2D714E">
        <w:rPr>
          <w:sz w:val="28"/>
          <w:szCs w:val="28"/>
        </w:rPr>
        <w:t>Прочая закупка товаров, работ и услуг для обеспечения госуда</w:t>
      </w:r>
      <w:r w:rsidRPr="002D714E">
        <w:rPr>
          <w:sz w:val="28"/>
          <w:szCs w:val="28"/>
        </w:rPr>
        <w:t>р</w:t>
      </w:r>
      <w:r w:rsidRPr="002D714E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287 Рз 04 ПР 05 ЦС 002 0400 ВР 121) цифры «5659,5» заменить цифрами «6059,5»;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2D714E">
        <w:rPr>
          <w:sz w:val="28"/>
          <w:szCs w:val="28"/>
        </w:rPr>
        <w:t>Учреждения, осуществляющие деятельность в сфере сельского хозяйства</w:t>
      </w:r>
      <w:r>
        <w:rPr>
          <w:sz w:val="28"/>
          <w:szCs w:val="28"/>
        </w:rPr>
        <w:t>» (Мин 287 Рз 04 ПР 05 ЦС 099 0000) цифры «10622,8»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«12122,8»;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2D714E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2D714E">
        <w:rPr>
          <w:sz w:val="28"/>
          <w:szCs w:val="28"/>
        </w:rPr>
        <w:t>и</w:t>
      </w:r>
      <w:r w:rsidRPr="002D714E">
        <w:rPr>
          <w:sz w:val="28"/>
          <w:szCs w:val="28"/>
        </w:rPr>
        <w:t>ципальных) услуг (выполнение работ)</w:t>
      </w:r>
      <w:r>
        <w:rPr>
          <w:sz w:val="28"/>
          <w:szCs w:val="28"/>
        </w:rPr>
        <w:t xml:space="preserve">» (Мин 287 Рз 04 ПР 05 ЦС 099 0000 </w:t>
      </w:r>
      <w:r>
        <w:rPr>
          <w:sz w:val="28"/>
          <w:szCs w:val="28"/>
        </w:rPr>
        <w:br/>
        <w:t>ВР 611) цифры «10622,8» заменить цифрами «12122,8»;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2D714E">
        <w:rPr>
          <w:sz w:val="28"/>
          <w:szCs w:val="28"/>
        </w:rPr>
        <w:t>Государственная поддержка сельского хозяйства</w:t>
      </w:r>
      <w:r>
        <w:rPr>
          <w:sz w:val="28"/>
          <w:szCs w:val="28"/>
        </w:rPr>
        <w:t>» (Мин 287 Рз 04 ПР 05 ЦС 584 0000) цифры «745333,78» заменить цифрами «774269,88»;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2D714E">
        <w:rPr>
          <w:sz w:val="28"/>
          <w:szCs w:val="28"/>
        </w:rPr>
        <w:t>Возмещение части процентной ставки по инвестиционным кред</w:t>
      </w:r>
      <w:r w:rsidRPr="002D714E">
        <w:rPr>
          <w:sz w:val="28"/>
          <w:szCs w:val="28"/>
        </w:rPr>
        <w:t>и</w:t>
      </w:r>
      <w:r w:rsidRPr="002D714E">
        <w:rPr>
          <w:sz w:val="28"/>
          <w:szCs w:val="28"/>
        </w:rPr>
        <w:t>там (займам) на развитие растениеводства, переработки и развития инфраструкт</w:t>
      </w:r>
      <w:r w:rsidRPr="002D714E">
        <w:rPr>
          <w:sz w:val="28"/>
          <w:szCs w:val="28"/>
        </w:rPr>
        <w:t>у</w:t>
      </w:r>
      <w:r w:rsidRPr="002D714E">
        <w:rPr>
          <w:sz w:val="28"/>
          <w:szCs w:val="28"/>
        </w:rPr>
        <w:t>ры и логистического обеспечения рынков продукции растениеводства</w:t>
      </w:r>
      <w:r>
        <w:rPr>
          <w:sz w:val="28"/>
          <w:szCs w:val="28"/>
        </w:rPr>
        <w:t>» (Мин 287 Рз 04 ПР 05 ЦС 584 5039) цифры «48280,8» заменить цифрами «65910,4»;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2D714E">
        <w:rPr>
          <w:sz w:val="28"/>
          <w:szCs w:val="28"/>
        </w:rPr>
        <w:t>Субсидии юридическим лицам (кроме некоммерческих организ</w:t>
      </w:r>
      <w:r w:rsidRPr="002D714E">
        <w:rPr>
          <w:sz w:val="28"/>
          <w:szCs w:val="28"/>
        </w:rPr>
        <w:t>а</w:t>
      </w:r>
      <w:r w:rsidRPr="002D714E">
        <w:rPr>
          <w:sz w:val="28"/>
          <w:szCs w:val="28"/>
        </w:rPr>
        <w:t>ций), индивидуальным предпринимателям, физическим лицам</w:t>
      </w:r>
      <w:r>
        <w:rPr>
          <w:sz w:val="28"/>
          <w:szCs w:val="28"/>
        </w:rPr>
        <w:t>» (Мин 287 Рз 04 ПР 05 ЦС 584 5039 ВР 810) цифры «48280,8» заменить цифрами «65910,4»;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2D714E">
        <w:rPr>
          <w:sz w:val="28"/>
          <w:szCs w:val="28"/>
        </w:rPr>
        <w:t>Оказание несвязанной поддержки сельскохозяйственным товар</w:t>
      </w:r>
      <w:r w:rsidRPr="002D714E">
        <w:rPr>
          <w:sz w:val="28"/>
          <w:szCs w:val="28"/>
        </w:rPr>
        <w:t>о</w:t>
      </w:r>
      <w:r w:rsidRPr="002D714E">
        <w:rPr>
          <w:sz w:val="28"/>
          <w:szCs w:val="28"/>
        </w:rPr>
        <w:t>производителям в области растениеводства</w:t>
      </w:r>
      <w:r>
        <w:rPr>
          <w:sz w:val="28"/>
          <w:szCs w:val="28"/>
        </w:rPr>
        <w:t>» (Мин 287 Рз 04 ПР 05 ЦС 584 5041) цифры «177073,1» заменить цифрами «238379,6»;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C27FCC">
        <w:rPr>
          <w:sz w:val="28"/>
          <w:szCs w:val="28"/>
        </w:rPr>
        <w:t>Субсидии юридическим лицам (кроме некоммерческих организ</w:t>
      </w:r>
      <w:r w:rsidRPr="00C27FCC">
        <w:rPr>
          <w:sz w:val="28"/>
          <w:szCs w:val="28"/>
        </w:rPr>
        <w:t>а</w:t>
      </w:r>
      <w:r w:rsidRPr="00C27FCC">
        <w:rPr>
          <w:sz w:val="28"/>
          <w:szCs w:val="28"/>
        </w:rPr>
        <w:t>ций), индивидуальным предпринимателям, физическим лицам</w:t>
      </w:r>
      <w:r>
        <w:rPr>
          <w:sz w:val="28"/>
          <w:szCs w:val="28"/>
        </w:rPr>
        <w:t>» (Мин 287 Рз 04 ПР 05 ЦС 584 5041 ВР 810) цифры «177073,1» заменить цифрами «238379,6»;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C27FCC">
        <w:rPr>
          <w:sz w:val="28"/>
          <w:szCs w:val="28"/>
        </w:rPr>
        <w:t>Возмещение части процентной ставки по инвестиционным кред</w:t>
      </w:r>
      <w:r w:rsidRPr="00C27FCC">
        <w:rPr>
          <w:sz w:val="28"/>
          <w:szCs w:val="28"/>
        </w:rPr>
        <w:t>и</w:t>
      </w:r>
      <w:r w:rsidRPr="00C27FCC">
        <w:rPr>
          <w:sz w:val="28"/>
          <w:szCs w:val="28"/>
        </w:rPr>
        <w:t>там (займам) на развитие животноводства, переработки и развития инфраструкт</w:t>
      </w:r>
      <w:r w:rsidRPr="00C27FCC">
        <w:rPr>
          <w:sz w:val="28"/>
          <w:szCs w:val="28"/>
        </w:rPr>
        <w:t>у</w:t>
      </w:r>
      <w:r w:rsidRPr="00C27FCC">
        <w:rPr>
          <w:sz w:val="28"/>
          <w:szCs w:val="28"/>
        </w:rPr>
        <w:t>ры и логистического обеспечения рынков продукции животноводства</w:t>
      </w:r>
      <w:r>
        <w:rPr>
          <w:sz w:val="28"/>
          <w:szCs w:val="28"/>
        </w:rPr>
        <w:t>» (Мин 287 Рз 04 ПР 05 ЦС 584 5048) цифры «125490,1» заменить цифрами «75490,1»;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C27FCC">
        <w:rPr>
          <w:sz w:val="28"/>
          <w:szCs w:val="28"/>
        </w:rPr>
        <w:t>Субсидии юридическим лицам (кроме некоммерческих организ</w:t>
      </w:r>
      <w:r w:rsidRPr="00C27FCC">
        <w:rPr>
          <w:sz w:val="28"/>
          <w:szCs w:val="28"/>
        </w:rPr>
        <w:t>а</w:t>
      </w:r>
      <w:r w:rsidRPr="00C27FCC">
        <w:rPr>
          <w:sz w:val="28"/>
          <w:szCs w:val="28"/>
        </w:rPr>
        <w:t>ций), индивидуальным предпринимателям, физическим лицам</w:t>
      </w:r>
      <w:r>
        <w:rPr>
          <w:sz w:val="28"/>
          <w:szCs w:val="28"/>
        </w:rPr>
        <w:t>» (Мин 287 Рз 04 ПР 05 ЦС 584 5048 ВР 810) цифры «125490,1» заменить цифрами «75490,1»;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98" w:type="dxa"/>
        <w:tblInd w:w="-34" w:type="dxa"/>
        <w:tblLook w:val="00A0"/>
      </w:tblPr>
      <w:tblGrid>
        <w:gridCol w:w="4820"/>
        <w:gridCol w:w="658"/>
        <w:gridCol w:w="662"/>
        <w:gridCol w:w="608"/>
        <w:gridCol w:w="1466"/>
        <w:gridCol w:w="658"/>
        <w:gridCol w:w="1126"/>
      </w:tblGrid>
      <w:tr w:rsidR="00B5552C" w:rsidRPr="00C27FCC" w:rsidTr="00A41410">
        <w:trPr>
          <w:trHeight w:val="1875"/>
        </w:trPr>
        <w:tc>
          <w:tcPr>
            <w:tcW w:w="4820" w:type="dxa"/>
            <w:vAlign w:val="center"/>
          </w:tcPr>
          <w:p w:rsidR="00B5552C" w:rsidRPr="00C27FCC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27FCC">
              <w:rPr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58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287</w:t>
            </w:r>
          </w:p>
        </w:tc>
        <w:tc>
          <w:tcPr>
            <w:tcW w:w="662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04</w:t>
            </w:r>
          </w:p>
        </w:tc>
        <w:tc>
          <w:tcPr>
            <w:tcW w:w="608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05</w:t>
            </w:r>
          </w:p>
        </w:tc>
        <w:tc>
          <w:tcPr>
            <w:tcW w:w="1466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584 5056</w:t>
            </w:r>
          </w:p>
        </w:tc>
        <w:tc>
          <w:tcPr>
            <w:tcW w:w="658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810</w:t>
            </w:r>
          </w:p>
        </w:tc>
        <w:tc>
          <w:tcPr>
            <w:tcW w:w="1126" w:type="dxa"/>
            <w:noWrap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630,98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A414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55" w:type="dxa"/>
        <w:tblInd w:w="-34" w:type="dxa"/>
        <w:tblLook w:val="00A0"/>
      </w:tblPr>
      <w:tblGrid>
        <w:gridCol w:w="4537"/>
        <w:gridCol w:w="654"/>
        <w:gridCol w:w="636"/>
        <w:gridCol w:w="591"/>
        <w:gridCol w:w="1359"/>
        <w:gridCol w:w="654"/>
        <w:gridCol w:w="1624"/>
      </w:tblGrid>
      <w:tr w:rsidR="00B5552C" w:rsidRPr="00C27FCC" w:rsidTr="00A41410">
        <w:tc>
          <w:tcPr>
            <w:tcW w:w="4537" w:type="dxa"/>
            <w:vAlign w:val="center"/>
          </w:tcPr>
          <w:p w:rsidR="00B5552C" w:rsidRPr="00C27FCC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27FCC">
              <w:rPr>
                <w:sz w:val="28"/>
                <w:szCs w:val="28"/>
              </w:rPr>
              <w:t>Исполнение денежных обяз</w:t>
            </w:r>
            <w:r w:rsidRPr="00C27FCC">
              <w:rPr>
                <w:sz w:val="28"/>
                <w:szCs w:val="28"/>
              </w:rPr>
              <w:t>а</w:t>
            </w:r>
            <w:r w:rsidRPr="00C27FCC">
              <w:rPr>
                <w:sz w:val="28"/>
                <w:szCs w:val="28"/>
              </w:rPr>
              <w:t>тельств по исполнительным док</w:t>
            </w:r>
            <w:r w:rsidRPr="00C27FCC">
              <w:rPr>
                <w:sz w:val="28"/>
                <w:szCs w:val="28"/>
              </w:rPr>
              <w:t>у</w:t>
            </w:r>
            <w:r w:rsidRPr="00C27FCC">
              <w:rPr>
                <w:sz w:val="28"/>
                <w:szCs w:val="28"/>
              </w:rPr>
              <w:t>ментам, мировым соглашениям</w:t>
            </w:r>
          </w:p>
        </w:tc>
        <w:tc>
          <w:tcPr>
            <w:tcW w:w="654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287</w:t>
            </w:r>
          </w:p>
        </w:tc>
        <w:tc>
          <w:tcPr>
            <w:tcW w:w="636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05</w:t>
            </w:r>
          </w:p>
        </w:tc>
        <w:tc>
          <w:tcPr>
            <w:tcW w:w="1359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778 0000</w:t>
            </w:r>
          </w:p>
        </w:tc>
        <w:tc>
          <w:tcPr>
            <w:tcW w:w="654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 </w:t>
            </w:r>
          </w:p>
        </w:tc>
        <w:tc>
          <w:tcPr>
            <w:tcW w:w="1624" w:type="dxa"/>
            <w:noWrap/>
            <w:vAlign w:val="bottom"/>
          </w:tcPr>
          <w:p w:rsidR="00B5552C" w:rsidRPr="00C27FC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458,49536</w:t>
            </w:r>
          </w:p>
        </w:tc>
      </w:tr>
      <w:tr w:rsidR="00B5552C" w:rsidRPr="00C27FCC" w:rsidTr="00A41410">
        <w:tc>
          <w:tcPr>
            <w:tcW w:w="4537" w:type="dxa"/>
            <w:vAlign w:val="center"/>
          </w:tcPr>
          <w:p w:rsidR="00B5552C" w:rsidRPr="00C27FCC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Исполнение судебных актов Ро</w:t>
            </w:r>
            <w:r w:rsidRPr="00C27FCC">
              <w:rPr>
                <w:sz w:val="28"/>
                <w:szCs w:val="28"/>
              </w:rPr>
              <w:t>с</w:t>
            </w:r>
            <w:r w:rsidRPr="00C27FCC">
              <w:rPr>
                <w:sz w:val="28"/>
                <w:szCs w:val="28"/>
              </w:rPr>
              <w:t>сийской Федерации и мировых с</w:t>
            </w:r>
            <w:r w:rsidRPr="00C27FCC">
              <w:rPr>
                <w:sz w:val="28"/>
                <w:szCs w:val="28"/>
              </w:rPr>
              <w:t>о</w:t>
            </w:r>
            <w:r w:rsidRPr="00C27FCC">
              <w:rPr>
                <w:sz w:val="28"/>
                <w:szCs w:val="28"/>
              </w:rPr>
              <w:t>глашений по возмещению вреда, причинённого в результате нез</w:t>
            </w:r>
            <w:r w:rsidRPr="00C27FCC">
              <w:rPr>
                <w:sz w:val="28"/>
                <w:szCs w:val="28"/>
              </w:rPr>
              <w:t>а</w:t>
            </w:r>
            <w:r w:rsidRPr="00C27FCC">
              <w:rPr>
                <w:sz w:val="28"/>
                <w:szCs w:val="28"/>
              </w:rPr>
              <w:t>конных действий (бездействия) о</w:t>
            </w:r>
            <w:r w:rsidRPr="00C27FCC">
              <w:rPr>
                <w:sz w:val="28"/>
                <w:szCs w:val="28"/>
              </w:rPr>
              <w:t>р</w:t>
            </w:r>
            <w:r w:rsidRPr="00C27FCC">
              <w:rPr>
                <w:sz w:val="28"/>
                <w:szCs w:val="28"/>
              </w:rPr>
              <w:t>ганов государственной власти (г</w:t>
            </w:r>
            <w:r w:rsidRPr="00C27FCC">
              <w:rPr>
                <w:sz w:val="28"/>
                <w:szCs w:val="28"/>
              </w:rPr>
              <w:t>о</w:t>
            </w:r>
            <w:r w:rsidRPr="00C27FCC">
              <w:rPr>
                <w:sz w:val="28"/>
                <w:szCs w:val="28"/>
              </w:rPr>
              <w:t>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654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287</w:t>
            </w:r>
          </w:p>
        </w:tc>
        <w:tc>
          <w:tcPr>
            <w:tcW w:w="636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04</w:t>
            </w:r>
          </w:p>
        </w:tc>
        <w:tc>
          <w:tcPr>
            <w:tcW w:w="591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05</w:t>
            </w:r>
          </w:p>
        </w:tc>
        <w:tc>
          <w:tcPr>
            <w:tcW w:w="1359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778 0000</w:t>
            </w:r>
          </w:p>
        </w:tc>
        <w:tc>
          <w:tcPr>
            <w:tcW w:w="654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831</w:t>
            </w:r>
          </w:p>
        </w:tc>
        <w:tc>
          <w:tcPr>
            <w:tcW w:w="1624" w:type="dxa"/>
            <w:noWrap/>
            <w:vAlign w:val="bottom"/>
          </w:tcPr>
          <w:p w:rsidR="00B5552C" w:rsidRPr="00C27FC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458,49536»;</w:t>
            </w:r>
          </w:p>
        </w:tc>
      </w:tr>
    </w:tbl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C27FCC">
        <w:rPr>
          <w:sz w:val="28"/>
          <w:szCs w:val="28"/>
        </w:rPr>
        <w:t>Государственная программа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</w:t>
      </w:r>
      <w:r>
        <w:rPr>
          <w:sz w:val="28"/>
          <w:szCs w:val="28"/>
        </w:rPr>
        <w:t>»</w:t>
      </w:r>
      <w:r w:rsidRPr="00C27FCC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(Мин 287 Рз 04 ПР 05 ЦС 930 0000) цифры «279594,4» заменить цифрами «292224,53436»;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C27FCC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C27FCC">
        <w:rPr>
          <w:sz w:val="28"/>
          <w:szCs w:val="28"/>
        </w:rPr>
        <w:t>Устойчивое развитие сельских территорий</w:t>
      </w:r>
      <w:r>
        <w:rPr>
          <w:sz w:val="28"/>
          <w:szCs w:val="28"/>
        </w:rPr>
        <w:t>»</w:t>
      </w:r>
      <w:r w:rsidRPr="00C27FCC">
        <w:rPr>
          <w:sz w:val="28"/>
          <w:szCs w:val="28"/>
        </w:rPr>
        <w:t xml:space="preserve"> гос</w:t>
      </w:r>
      <w:r w:rsidRPr="00C27FCC">
        <w:rPr>
          <w:sz w:val="28"/>
          <w:szCs w:val="28"/>
        </w:rPr>
        <w:t>у</w:t>
      </w:r>
      <w:r w:rsidRPr="00C27FCC">
        <w:rPr>
          <w:sz w:val="28"/>
          <w:szCs w:val="28"/>
        </w:rPr>
        <w:t xml:space="preserve">дарственной программы Ульяновской области </w:t>
      </w:r>
      <w:r>
        <w:rPr>
          <w:sz w:val="28"/>
          <w:szCs w:val="28"/>
        </w:rPr>
        <w:t>«</w:t>
      </w:r>
      <w:r w:rsidRPr="00C27FCC">
        <w:rPr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в Ульяновской области</w:t>
      </w:r>
      <w:r>
        <w:rPr>
          <w:sz w:val="28"/>
          <w:szCs w:val="28"/>
        </w:rPr>
        <w:t>»</w:t>
      </w:r>
      <w:r w:rsidRPr="00C27FCC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(Мин 287 Рз 04 ПР 05 ЦС 931 0000) цифры «30399,5» заменить цифрами «31899,5»;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C27FCC">
        <w:rPr>
          <w:sz w:val="28"/>
          <w:szCs w:val="28"/>
        </w:rPr>
        <w:t>Поощрение и популяризация достижений в сфере развития сел</w:t>
      </w:r>
      <w:r w:rsidRPr="00C27FCC">
        <w:rPr>
          <w:sz w:val="28"/>
          <w:szCs w:val="28"/>
        </w:rPr>
        <w:t>ь</w:t>
      </w:r>
      <w:r w:rsidRPr="00C27FCC">
        <w:rPr>
          <w:sz w:val="28"/>
          <w:szCs w:val="28"/>
        </w:rPr>
        <w:t>ских территорий</w:t>
      </w:r>
      <w:r>
        <w:rPr>
          <w:sz w:val="28"/>
          <w:szCs w:val="28"/>
        </w:rPr>
        <w:t>» (Мин 287 Рз 04 ПР 05 ЦС 931 2516) цифры «25399,5» заменить цифрами «26899,5»;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C27FCC">
        <w:rPr>
          <w:sz w:val="28"/>
          <w:szCs w:val="28"/>
        </w:rPr>
        <w:t>Прочая закупка товаров, работ и услуг для обеспечения госуда</w:t>
      </w:r>
      <w:r w:rsidRPr="00C27FCC">
        <w:rPr>
          <w:sz w:val="28"/>
          <w:szCs w:val="28"/>
        </w:rPr>
        <w:t>р</w:t>
      </w:r>
      <w:r w:rsidRPr="00C27FCC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287 Рз 04 ПР 05 ЦС 931 2516 ВР 244) цифры «399,5» заменить цифрами «1179,5»;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127" w:type="dxa"/>
        <w:tblInd w:w="-34" w:type="dxa"/>
        <w:tblLook w:val="00A0"/>
      </w:tblPr>
      <w:tblGrid>
        <w:gridCol w:w="4820"/>
        <w:gridCol w:w="657"/>
        <w:gridCol w:w="661"/>
        <w:gridCol w:w="607"/>
        <w:gridCol w:w="1459"/>
        <w:gridCol w:w="657"/>
        <w:gridCol w:w="1266"/>
      </w:tblGrid>
      <w:tr w:rsidR="00B5552C" w:rsidRPr="00C27FCC" w:rsidTr="00A41410">
        <w:trPr>
          <w:trHeight w:val="375"/>
        </w:trPr>
        <w:tc>
          <w:tcPr>
            <w:tcW w:w="4820" w:type="dxa"/>
            <w:vAlign w:val="center"/>
          </w:tcPr>
          <w:p w:rsidR="00B5552C" w:rsidRPr="00C27FCC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27FCC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657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287</w:t>
            </w:r>
          </w:p>
        </w:tc>
        <w:tc>
          <w:tcPr>
            <w:tcW w:w="661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04</w:t>
            </w:r>
          </w:p>
        </w:tc>
        <w:tc>
          <w:tcPr>
            <w:tcW w:w="607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05</w:t>
            </w:r>
          </w:p>
        </w:tc>
        <w:tc>
          <w:tcPr>
            <w:tcW w:w="1459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931 2516</w:t>
            </w:r>
          </w:p>
        </w:tc>
        <w:tc>
          <w:tcPr>
            <w:tcW w:w="657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360</w:t>
            </w:r>
          </w:p>
        </w:tc>
        <w:tc>
          <w:tcPr>
            <w:tcW w:w="1266" w:type="dxa"/>
            <w:noWrap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27FCC">
              <w:rPr>
                <w:sz w:val="28"/>
                <w:szCs w:val="28"/>
              </w:rPr>
              <w:t>25000,0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A414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99" w:type="dxa"/>
        <w:tblInd w:w="-34" w:type="dxa"/>
        <w:tblLook w:val="00A0"/>
      </w:tblPr>
      <w:tblGrid>
        <w:gridCol w:w="4962"/>
        <w:gridCol w:w="658"/>
        <w:gridCol w:w="666"/>
        <w:gridCol w:w="610"/>
        <w:gridCol w:w="1481"/>
        <w:gridCol w:w="658"/>
        <w:gridCol w:w="1064"/>
      </w:tblGrid>
      <w:tr w:rsidR="00B5552C" w:rsidRPr="00C27FCC" w:rsidTr="00A41410">
        <w:trPr>
          <w:trHeight w:val="375"/>
        </w:trPr>
        <w:tc>
          <w:tcPr>
            <w:tcW w:w="4962" w:type="dxa"/>
            <w:vAlign w:val="center"/>
          </w:tcPr>
          <w:p w:rsidR="00B5552C" w:rsidRPr="00C27FCC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27FCC">
              <w:rPr>
                <w:sz w:val="28"/>
                <w:szCs w:val="28"/>
              </w:rPr>
              <w:t>Субсидии юридическим лицам (кроме некоммерческих организаций), инд</w:t>
            </w:r>
            <w:r w:rsidRPr="00C27FCC">
              <w:rPr>
                <w:sz w:val="28"/>
                <w:szCs w:val="28"/>
              </w:rPr>
              <w:t>и</w:t>
            </w:r>
            <w:r w:rsidRPr="00C27FCC">
              <w:rPr>
                <w:sz w:val="28"/>
                <w:szCs w:val="28"/>
              </w:rPr>
              <w:t>видуальным предпринимателям, физ</w:t>
            </w:r>
            <w:r w:rsidRPr="00C27FCC">
              <w:rPr>
                <w:sz w:val="28"/>
                <w:szCs w:val="28"/>
              </w:rPr>
              <w:t>и</w:t>
            </w:r>
            <w:r w:rsidRPr="00C27FCC">
              <w:rPr>
                <w:sz w:val="28"/>
                <w:szCs w:val="28"/>
              </w:rPr>
              <w:t>ческим лицам</w:t>
            </w:r>
          </w:p>
        </w:tc>
        <w:tc>
          <w:tcPr>
            <w:tcW w:w="658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</w:t>
            </w:r>
          </w:p>
        </w:tc>
        <w:tc>
          <w:tcPr>
            <w:tcW w:w="666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10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481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931 2516</w:t>
            </w:r>
          </w:p>
        </w:tc>
        <w:tc>
          <w:tcPr>
            <w:tcW w:w="658" w:type="dxa"/>
            <w:vAlign w:val="bottom"/>
          </w:tcPr>
          <w:p w:rsidR="00B5552C" w:rsidRPr="00C27FC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  <w:tc>
          <w:tcPr>
            <w:tcW w:w="1064" w:type="dxa"/>
            <w:noWrap/>
            <w:vAlign w:val="bottom"/>
          </w:tcPr>
          <w:p w:rsidR="00B5552C" w:rsidRPr="00C27FC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720,0»;</w:t>
            </w:r>
          </w:p>
        </w:tc>
      </w:tr>
    </w:tbl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BD2E96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BD2E96">
        <w:rPr>
          <w:sz w:val="28"/>
          <w:szCs w:val="28"/>
        </w:rPr>
        <w:t>Развитие сельского хозяйства</w:t>
      </w:r>
      <w:r>
        <w:rPr>
          <w:sz w:val="28"/>
          <w:szCs w:val="28"/>
        </w:rPr>
        <w:t>»</w:t>
      </w:r>
      <w:r w:rsidRPr="00BD2E96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BD2E96">
        <w:rPr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в Ульяновской области</w:t>
      </w:r>
      <w:r>
        <w:rPr>
          <w:sz w:val="28"/>
          <w:szCs w:val="28"/>
        </w:rPr>
        <w:t>»</w:t>
      </w:r>
      <w:r w:rsidRPr="00BD2E96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(Мин 287 Рз 04 ПР 05 ЦС 933 0000) цифры «240694,9» заменить цифрами «251825,03436»;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BD2E96">
        <w:rPr>
          <w:sz w:val="28"/>
          <w:szCs w:val="28"/>
        </w:rPr>
        <w:t>Субсидии на поддержку сельскохозяйственных товаропроизвод</w:t>
      </w:r>
      <w:r w:rsidRPr="00BD2E96">
        <w:rPr>
          <w:sz w:val="28"/>
          <w:szCs w:val="28"/>
        </w:rPr>
        <w:t>и</w:t>
      </w:r>
      <w:r w:rsidRPr="00BD2E96">
        <w:rPr>
          <w:sz w:val="28"/>
          <w:szCs w:val="28"/>
        </w:rPr>
        <w:t>телей, государственную поддержку кредитования малых форм хозяйствования на селе</w:t>
      </w:r>
      <w:r>
        <w:rPr>
          <w:sz w:val="28"/>
          <w:szCs w:val="28"/>
        </w:rPr>
        <w:t>» (Мин 287 Рз 04 ПР 05 ЦС 933 2510) цифры «237719,7» заменить цифрами «248315,50436»;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BD2E96">
        <w:rPr>
          <w:sz w:val="28"/>
          <w:szCs w:val="28"/>
        </w:rPr>
        <w:t>Субсидии юридическим лицам (кроме некоммерческих организ</w:t>
      </w:r>
      <w:r w:rsidRPr="00BD2E96">
        <w:rPr>
          <w:sz w:val="28"/>
          <w:szCs w:val="28"/>
        </w:rPr>
        <w:t>а</w:t>
      </w:r>
      <w:r w:rsidRPr="00BD2E96">
        <w:rPr>
          <w:sz w:val="28"/>
          <w:szCs w:val="28"/>
        </w:rPr>
        <w:t>ций), индивидуальным предпринимателям, физическим лицам</w:t>
      </w:r>
      <w:r>
        <w:rPr>
          <w:sz w:val="28"/>
          <w:szCs w:val="28"/>
        </w:rPr>
        <w:t>» (Мин 287 Рз 04 ПР 05 ЦС 933 2510 ВР 810) цифры «237719,7» заменить цифрами «248315,50436»;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BD2E96">
        <w:rPr>
          <w:sz w:val="28"/>
          <w:szCs w:val="28"/>
        </w:rPr>
        <w:t>Расходы, связанные с закупками товаров, работ и услуг</w:t>
      </w:r>
      <w:r>
        <w:rPr>
          <w:sz w:val="28"/>
          <w:szCs w:val="28"/>
        </w:rPr>
        <w:t>» (Мин 287 Рз 04 ПР 05 ЦС 933 2511) цифры «2975,2» заменить цифрами «3509,53»;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BD2E96">
        <w:rPr>
          <w:sz w:val="28"/>
          <w:szCs w:val="28"/>
        </w:rPr>
        <w:t>Прочая закупка товаров, работ и услуг для обеспечения госуда</w:t>
      </w:r>
      <w:r w:rsidRPr="00BD2E96">
        <w:rPr>
          <w:sz w:val="28"/>
          <w:szCs w:val="28"/>
        </w:rPr>
        <w:t>р</w:t>
      </w:r>
      <w:r w:rsidRPr="00BD2E96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287 Рз 04 ПР 05 ЦС 933 2511 ВР 244) цифры «2975,2» заменить цифрами «3509,53»;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BD2E96">
        <w:rPr>
          <w:sz w:val="28"/>
          <w:szCs w:val="28"/>
        </w:rPr>
        <w:t>Водное хозяйство</w:t>
      </w:r>
      <w:r>
        <w:rPr>
          <w:sz w:val="28"/>
          <w:szCs w:val="28"/>
        </w:rPr>
        <w:t>» (Мин 287 Рз 04 ПР 06) цифры «42521,3»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«46545,505»;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BD2E96">
        <w:rPr>
          <w:sz w:val="28"/>
          <w:szCs w:val="28"/>
        </w:rPr>
        <w:t>Развитие водохозяйственного комплекса</w:t>
      </w:r>
      <w:r>
        <w:rPr>
          <w:sz w:val="28"/>
          <w:szCs w:val="28"/>
        </w:rPr>
        <w:t>» (Мин 287 Рз 04 ПР 06 ЦС 587 0000) цифры «13088,4» заменить цифрами «18259,1»;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BD2E96">
        <w:rPr>
          <w:sz w:val="28"/>
          <w:szCs w:val="28"/>
        </w:rPr>
        <w:t xml:space="preserve">Реализация мероприятий федеральной целевой программы </w:t>
      </w:r>
      <w:r>
        <w:rPr>
          <w:sz w:val="28"/>
          <w:szCs w:val="28"/>
        </w:rPr>
        <w:t>«</w:t>
      </w:r>
      <w:r w:rsidRPr="00BD2E96">
        <w:rPr>
          <w:sz w:val="28"/>
          <w:szCs w:val="28"/>
        </w:rPr>
        <w:t>Ра</w:t>
      </w:r>
      <w:r w:rsidRPr="00BD2E96">
        <w:rPr>
          <w:sz w:val="28"/>
          <w:szCs w:val="28"/>
        </w:rPr>
        <w:t>з</w:t>
      </w:r>
      <w:r w:rsidRPr="00BD2E96">
        <w:rPr>
          <w:sz w:val="28"/>
          <w:szCs w:val="28"/>
        </w:rPr>
        <w:t>витие водохозяйственного комплекса Российской Федерации в 2012-2020 годах</w:t>
      </w:r>
      <w:r>
        <w:rPr>
          <w:sz w:val="28"/>
          <w:szCs w:val="28"/>
        </w:rPr>
        <w:t>» (Мин 287 Рз 04 ПР 06 ЦС 587 5016) цифры «13088,4» заменить цифрами «18259,1»;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056" w:type="dxa"/>
        <w:tblInd w:w="-34" w:type="dxa"/>
        <w:tblLook w:val="00A0"/>
      </w:tblPr>
      <w:tblGrid>
        <w:gridCol w:w="4820"/>
        <w:gridCol w:w="657"/>
        <w:gridCol w:w="656"/>
        <w:gridCol w:w="604"/>
        <w:gridCol w:w="1441"/>
        <w:gridCol w:w="612"/>
        <w:gridCol w:w="1266"/>
      </w:tblGrid>
      <w:tr w:rsidR="00B5552C" w:rsidRPr="00BD2E96" w:rsidTr="00A41410">
        <w:trPr>
          <w:trHeight w:val="1875"/>
        </w:trPr>
        <w:tc>
          <w:tcPr>
            <w:tcW w:w="4820" w:type="dxa"/>
            <w:vAlign w:val="center"/>
          </w:tcPr>
          <w:p w:rsidR="00B5552C" w:rsidRPr="00BD2E96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D2E96">
              <w:rPr>
                <w:sz w:val="28"/>
                <w:szCs w:val="28"/>
              </w:rPr>
              <w:t>Реализация мероприятий федерал</w:t>
            </w:r>
            <w:r w:rsidRPr="00BD2E96">
              <w:rPr>
                <w:sz w:val="28"/>
                <w:szCs w:val="28"/>
              </w:rPr>
              <w:t>ь</w:t>
            </w:r>
            <w:r w:rsidRPr="00BD2E96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BD2E96">
              <w:rPr>
                <w:sz w:val="28"/>
                <w:szCs w:val="28"/>
              </w:rPr>
              <w:t>Развитие водохозяйственного комплекса Ро</w:t>
            </w:r>
            <w:r w:rsidRPr="00BD2E96">
              <w:rPr>
                <w:sz w:val="28"/>
                <w:szCs w:val="28"/>
              </w:rPr>
              <w:t>с</w:t>
            </w:r>
            <w:r w:rsidRPr="00BD2E96">
              <w:rPr>
                <w:sz w:val="28"/>
                <w:szCs w:val="28"/>
              </w:rPr>
              <w:t>сийской Федерации в 2012-2020 г</w:t>
            </w:r>
            <w:r w:rsidRPr="00BD2E96">
              <w:rPr>
                <w:sz w:val="28"/>
                <w:szCs w:val="28"/>
              </w:rPr>
              <w:t>о</w:t>
            </w:r>
            <w:r w:rsidRPr="00BD2E96">
              <w:rPr>
                <w:sz w:val="28"/>
                <w:szCs w:val="28"/>
              </w:rPr>
              <w:t>дах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57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2E96">
              <w:rPr>
                <w:sz w:val="28"/>
                <w:szCs w:val="28"/>
              </w:rPr>
              <w:t>287</w:t>
            </w:r>
          </w:p>
        </w:tc>
        <w:tc>
          <w:tcPr>
            <w:tcW w:w="656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2E96">
              <w:rPr>
                <w:sz w:val="28"/>
                <w:szCs w:val="28"/>
              </w:rPr>
              <w:t>04</w:t>
            </w:r>
          </w:p>
        </w:tc>
        <w:tc>
          <w:tcPr>
            <w:tcW w:w="604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2E96">
              <w:rPr>
                <w:sz w:val="28"/>
                <w:szCs w:val="28"/>
              </w:rPr>
              <w:t>06</w:t>
            </w:r>
          </w:p>
        </w:tc>
        <w:tc>
          <w:tcPr>
            <w:tcW w:w="1441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2E96">
              <w:rPr>
                <w:sz w:val="28"/>
                <w:szCs w:val="28"/>
              </w:rPr>
              <w:t>587 5016</w:t>
            </w:r>
          </w:p>
        </w:tc>
        <w:tc>
          <w:tcPr>
            <w:tcW w:w="612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2E96">
              <w:rPr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18259,1»</w:t>
            </w:r>
          </w:p>
        </w:tc>
      </w:tr>
    </w:tbl>
    <w:p w:rsidR="00B5552C" w:rsidRDefault="00B5552C" w:rsidP="00A414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91" w:type="dxa"/>
        <w:tblInd w:w="-34" w:type="dxa"/>
        <w:tblLook w:val="00A0"/>
      </w:tblPr>
      <w:tblGrid>
        <w:gridCol w:w="4820"/>
        <w:gridCol w:w="657"/>
        <w:gridCol w:w="657"/>
        <w:gridCol w:w="604"/>
        <w:gridCol w:w="1443"/>
        <w:gridCol w:w="706"/>
        <w:gridCol w:w="1204"/>
      </w:tblGrid>
      <w:tr w:rsidR="00B5552C" w:rsidRPr="00BD2E96" w:rsidTr="00A41410">
        <w:tc>
          <w:tcPr>
            <w:tcW w:w="4820" w:type="dxa"/>
            <w:vAlign w:val="center"/>
          </w:tcPr>
          <w:p w:rsidR="00B5552C" w:rsidRPr="00BD2E96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D2E96">
              <w:rPr>
                <w:sz w:val="28"/>
                <w:szCs w:val="28"/>
              </w:rPr>
              <w:t>Прочая закупка товаров, работ и у</w:t>
            </w:r>
            <w:r w:rsidRPr="00BD2E96">
              <w:rPr>
                <w:sz w:val="28"/>
                <w:szCs w:val="28"/>
              </w:rPr>
              <w:t>с</w:t>
            </w:r>
            <w:r w:rsidRPr="00BD2E96">
              <w:rPr>
                <w:sz w:val="28"/>
                <w:szCs w:val="28"/>
              </w:rPr>
              <w:t>луг для обеспечения государственных (муниципальных) нужд</w:t>
            </w:r>
          </w:p>
        </w:tc>
        <w:tc>
          <w:tcPr>
            <w:tcW w:w="657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2E96">
              <w:rPr>
                <w:sz w:val="28"/>
                <w:szCs w:val="28"/>
              </w:rPr>
              <w:t>287</w:t>
            </w:r>
          </w:p>
        </w:tc>
        <w:tc>
          <w:tcPr>
            <w:tcW w:w="657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2E96">
              <w:rPr>
                <w:sz w:val="28"/>
                <w:szCs w:val="28"/>
              </w:rPr>
              <w:t>04</w:t>
            </w:r>
          </w:p>
        </w:tc>
        <w:tc>
          <w:tcPr>
            <w:tcW w:w="604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2E96">
              <w:rPr>
                <w:sz w:val="28"/>
                <w:szCs w:val="28"/>
              </w:rPr>
              <w:t>06</w:t>
            </w:r>
          </w:p>
        </w:tc>
        <w:tc>
          <w:tcPr>
            <w:tcW w:w="1443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2E96">
              <w:rPr>
                <w:sz w:val="28"/>
                <w:szCs w:val="28"/>
              </w:rPr>
              <w:t>587 5016</w:t>
            </w:r>
          </w:p>
        </w:tc>
        <w:tc>
          <w:tcPr>
            <w:tcW w:w="706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  <w:r w:rsidRPr="00BD2E96">
              <w:rPr>
                <w:sz w:val="28"/>
                <w:szCs w:val="28"/>
              </w:rPr>
              <w:t> </w:t>
            </w:r>
          </w:p>
        </w:tc>
        <w:tc>
          <w:tcPr>
            <w:tcW w:w="1204" w:type="dxa"/>
            <w:noWrap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5170,7»;</w:t>
            </w:r>
          </w:p>
        </w:tc>
      </w:tr>
    </w:tbl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BD2E96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BD2E96">
        <w:rPr>
          <w:sz w:val="28"/>
          <w:szCs w:val="28"/>
        </w:rPr>
        <w:t>Охрана окр</w:t>
      </w:r>
      <w:r w:rsidRPr="00BD2E96">
        <w:rPr>
          <w:sz w:val="28"/>
          <w:szCs w:val="28"/>
        </w:rPr>
        <w:t>у</w:t>
      </w:r>
      <w:r w:rsidRPr="00BD2E96">
        <w:rPr>
          <w:sz w:val="28"/>
          <w:szCs w:val="28"/>
        </w:rPr>
        <w:t>жающей среды и восстановление природных ресурсов в Ульяно</w:t>
      </w:r>
      <w:r>
        <w:rPr>
          <w:sz w:val="28"/>
          <w:szCs w:val="28"/>
        </w:rPr>
        <w:t>вской области на 2014-2020 годы» (Мин 287 Рз 04 ПР 06 ЦС 880 0000) цифры «9380,0» заменить цифрами «8233,505»;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BD2E96">
        <w:rPr>
          <w:sz w:val="28"/>
          <w:szCs w:val="28"/>
        </w:rPr>
        <w:t>Подпрограмма «Развитие водохозяйственного комплекса» гос</w:t>
      </w:r>
      <w:r w:rsidRPr="00BD2E96">
        <w:rPr>
          <w:sz w:val="28"/>
          <w:szCs w:val="28"/>
        </w:rPr>
        <w:t>у</w:t>
      </w:r>
      <w:r w:rsidRPr="00BD2E96">
        <w:rPr>
          <w:sz w:val="28"/>
          <w:szCs w:val="28"/>
        </w:rPr>
        <w:t>дарственной программы Ульяновской области «Охрана окружающей среды и во</w:t>
      </w:r>
      <w:r w:rsidRPr="00BD2E96">
        <w:rPr>
          <w:sz w:val="28"/>
          <w:szCs w:val="28"/>
        </w:rPr>
        <w:t>с</w:t>
      </w:r>
      <w:r w:rsidRPr="00BD2E96">
        <w:rPr>
          <w:sz w:val="28"/>
          <w:szCs w:val="28"/>
        </w:rPr>
        <w:t>становление природных ресурсов в Ульяновской области на 2014-2020 годы</w:t>
      </w:r>
      <w:r>
        <w:rPr>
          <w:sz w:val="28"/>
          <w:szCs w:val="28"/>
        </w:rPr>
        <w:t>» (Мин 287 Рз 04 ПР 06 ЦС 882 0000) цифры «9380,0» заменить цифрами «8233,505»;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BD2E96">
        <w:rPr>
          <w:sz w:val="28"/>
          <w:szCs w:val="28"/>
        </w:rPr>
        <w:t>Мероприятия по развитию водохозяйственного комплекса Уль</w:t>
      </w:r>
      <w:r w:rsidRPr="00BD2E96">
        <w:rPr>
          <w:sz w:val="28"/>
          <w:szCs w:val="28"/>
        </w:rPr>
        <w:t>я</w:t>
      </w:r>
      <w:r w:rsidRPr="00BD2E96">
        <w:rPr>
          <w:sz w:val="28"/>
          <w:szCs w:val="28"/>
        </w:rPr>
        <w:t>новской области</w:t>
      </w:r>
      <w:r>
        <w:rPr>
          <w:sz w:val="28"/>
          <w:szCs w:val="28"/>
        </w:rPr>
        <w:t>» (Мин 287 Рз 04 ПР 06 ЦС 882 2211) цифры «9380,0» заменить цифрами «8233,505»;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96" w:type="dxa"/>
        <w:tblInd w:w="-34" w:type="dxa"/>
        <w:tblLook w:val="00A0"/>
      </w:tblPr>
      <w:tblGrid>
        <w:gridCol w:w="4678"/>
        <w:gridCol w:w="656"/>
        <w:gridCol w:w="649"/>
        <w:gridCol w:w="599"/>
        <w:gridCol w:w="1411"/>
        <w:gridCol w:w="597"/>
        <w:gridCol w:w="1406"/>
      </w:tblGrid>
      <w:tr w:rsidR="00B5552C" w:rsidRPr="00BD2E96" w:rsidTr="00A41410">
        <w:tc>
          <w:tcPr>
            <w:tcW w:w="4678" w:type="dxa"/>
          </w:tcPr>
          <w:p w:rsidR="00B5552C" w:rsidRPr="00BD2E96" w:rsidRDefault="00B5552C" w:rsidP="00FC735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BD2E96">
              <w:rPr>
                <w:color w:val="000000"/>
                <w:sz w:val="28"/>
                <w:szCs w:val="28"/>
              </w:rPr>
              <w:t>Мероприятия по развитию водох</w:t>
            </w:r>
            <w:r w:rsidRPr="00BD2E96">
              <w:rPr>
                <w:color w:val="000000"/>
                <w:sz w:val="28"/>
                <w:szCs w:val="28"/>
              </w:rPr>
              <w:t>о</w:t>
            </w:r>
            <w:r w:rsidRPr="00BD2E96">
              <w:rPr>
                <w:color w:val="000000"/>
                <w:sz w:val="28"/>
                <w:szCs w:val="28"/>
              </w:rPr>
              <w:t>зяйственного комплекса Ульяно</w:t>
            </w:r>
            <w:r w:rsidRPr="00BD2E96">
              <w:rPr>
                <w:color w:val="000000"/>
                <w:sz w:val="28"/>
                <w:szCs w:val="28"/>
              </w:rPr>
              <w:t>в</w:t>
            </w:r>
            <w:r w:rsidRPr="00BD2E96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56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D2E9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649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D2E9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9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D2E9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D2E96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597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D2E9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noWrap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8233,505»</w:t>
            </w:r>
          </w:p>
        </w:tc>
      </w:tr>
    </w:tbl>
    <w:p w:rsidR="00B5552C" w:rsidRDefault="00B5552C" w:rsidP="00A414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40" w:type="dxa"/>
        <w:tblInd w:w="-34" w:type="dxa"/>
        <w:tblLook w:val="00A0"/>
      </w:tblPr>
      <w:tblGrid>
        <w:gridCol w:w="4678"/>
        <w:gridCol w:w="656"/>
        <w:gridCol w:w="648"/>
        <w:gridCol w:w="599"/>
        <w:gridCol w:w="1409"/>
        <w:gridCol w:w="706"/>
        <w:gridCol w:w="1344"/>
      </w:tblGrid>
      <w:tr w:rsidR="00B5552C" w:rsidRPr="00BD2E96" w:rsidTr="00A41410">
        <w:tc>
          <w:tcPr>
            <w:tcW w:w="4678" w:type="dxa"/>
          </w:tcPr>
          <w:p w:rsidR="00B5552C" w:rsidRPr="00BD2E96" w:rsidRDefault="00B5552C" w:rsidP="00FC735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77AC3">
              <w:rPr>
                <w:color w:val="000000"/>
                <w:sz w:val="28"/>
                <w:szCs w:val="28"/>
              </w:rPr>
              <w:t>Закупка товаров, работ, услуг в ц</w:t>
            </w:r>
            <w:r w:rsidRPr="00177AC3">
              <w:rPr>
                <w:color w:val="000000"/>
                <w:sz w:val="28"/>
                <w:szCs w:val="28"/>
              </w:rPr>
              <w:t>е</w:t>
            </w:r>
            <w:r w:rsidRPr="00177AC3">
              <w:rPr>
                <w:color w:val="000000"/>
                <w:sz w:val="28"/>
                <w:szCs w:val="28"/>
              </w:rPr>
              <w:t>лях капитального ремонта госуда</w:t>
            </w:r>
            <w:r w:rsidRPr="00177AC3">
              <w:rPr>
                <w:color w:val="000000"/>
                <w:sz w:val="28"/>
                <w:szCs w:val="28"/>
              </w:rPr>
              <w:t>р</w:t>
            </w:r>
            <w:r w:rsidRPr="00177AC3">
              <w:rPr>
                <w:color w:val="000000"/>
                <w:sz w:val="28"/>
                <w:szCs w:val="28"/>
              </w:rPr>
              <w:t>ственного (муниципального) имущ</w:t>
            </w:r>
            <w:r w:rsidRPr="00177AC3">
              <w:rPr>
                <w:color w:val="000000"/>
                <w:sz w:val="28"/>
                <w:szCs w:val="28"/>
              </w:rPr>
              <w:t>е</w:t>
            </w:r>
            <w:r w:rsidRPr="00177AC3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656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D2E9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648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D2E9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99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D2E9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09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D2E96">
              <w:rPr>
                <w:color w:val="000000"/>
                <w:sz w:val="28"/>
                <w:szCs w:val="28"/>
              </w:rPr>
              <w:t>882 2211</w:t>
            </w:r>
          </w:p>
        </w:tc>
        <w:tc>
          <w:tcPr>
            <w:tcW w:w="706" w:type="dxa"/>
            <w:vAlign w:val="bottom"/>
          </w:tcPr>
          <w:p w:rsidR="00B5552C" w:rsidRPr="00BD2E96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D2E96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243</w:t>
            </w:r>
          </w:p>
        </w:tc>
        <w:tc>
          <w:tcPr>
            <w:tcW w:w="1344" w:type="dxa"/>
            <w:noWrap/>
            <w:vAlign w:val="bottom"/>
          </w:tcPr>
          <w:p w:rsidR="00B5552C" w:rsidRPr="00BD2E96" w:rsidRDefault="00B5552C" w:rsidP="00FC735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4515,65»;</w:t>
            </w:r>
          </w:p>
        </w:tc>
      </w:tr>
    </w:tbl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77AC3">
        <w:rPr>
          <w:sz w:val="28"/>
          <w:szCs w:val="28"/>
        </w:rPr>
        <w:t>Прочая закупка товаров, работ и услуг для обеспечения госуда</w:t>
      </w:r>
      <w:r w:rsidRPr="00177AC3">
        <w:rPr>
          <w:sz w:val="28"/>
          <w:szCs w:val="28"/>
        </w:rPr>
        <w:t>р</w:t>
      </w:r>
      <w:r w:rsidRPr="00177AC3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287 Рз 04 ПР 06 ЦС 882 2211 ВР 244) цифры «6859,4» заменить цифрами «2076,955»;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77AC3">
        <w:rPr>
          <w:sz w:val="28"/>
          <w:szCs w:val="28"/>
        </w:rPr>
        <w:t>Субсидии, за исключением субсидий на софинансирование кап</w:t>
      </w:r>
      <w:r w:rsidRPr="00177AC3">
        <w:rPr>
          <w:sz w:val="28"/>
          <w:szCs w:val="28"/>
        </w:rPr>
        <w:t>и</w:t>
      </w:r>
      <w:r w:rsidRPr="00177AC3">
        <w:rPr>
          <w:sz w:val="28"/>
          <w:szCs w:val="28"/>
        </w:rPr>
        <w:t>тальных вложений в объекты государственной (муниципальной) собственности</w:t>
      </w:r>
      <w:r>
        <w:rPr>
          <w:sz w:val="28"/>
          <w:szCs w:val="28"/>
        </w:rPr>
        <w:t>» (Мин 287 Рз 04 ПР 06 ЦС 882 2211 ВР 521) цифры «2520,6» заменить цифрами «1640,9»;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77AC3">
        <w:rPr>
          <w:sz w:val="28"/>
          <w:szCs w:val="28"/>
        </w:rPr>
        <w:t>Лесное хозяйство</w:t>
      </w:r>
      <w:r>
        <w:rPr>
          <w:sz w:val="28"/>
          <w:szCs w:val="28"/>
        </w:rPr>
        <w:t xml:space="preserve">» (Мин 287 Рз 04 ПР 07) цифры «184420,6» </w:t>
      </w:r>
      <w:r>
        <w:rPr>
          <w:sz w:val="28"/>
          <w:szCs w:val="28"/>
        </w:rPr>
        <w:br/>
        <w:t>заменить цифрами «187927,1»;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77AC3">
        <w:rPr>
          <w:sz w:val="28"/>
          <w:szCs w:val="28"/>
        </w:rPr>
        <w:t>Обеспечение выполнения функций государственных учреждений</w:t>
      </w:r>
      <w:r>
        <w:rPr>
          <w:sz w:val="28"/>
          <w:szCs w:val="28"/>
        </w:rPr>
        <w:t>» (Мин 287 Рз 04 ПР 07 ЦС 291 0000) цифры «11270,1» заменить цифрами «11870,1»;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77AC3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177AC3">
        <w:rPr>
          <w:sz w:val="28"/>
          <w:szCs w:val="28"/>
        </w:rPr>
        <w:t>и</w:t>
      </w:r>
      <w:r w:rsidRPr="00177AC3">
        <w:rPr>
          <w:sz w:val="28"/>
          <w:szCs w:val="28"/>
        </w:rPr>
        <w:t>ципальных) услуг (выполнение работ)</w:t>
      </w:r>
      <w:r>
        <w:rPr>
          <w:sz w:val="28"/>
          <w:szCs w:val="28"/>
        </w:rPr>
        <w:t xml:space="preserve">» (Мин 287 Рз 04 ПР 07 ЦС 291 0000 </w:t>
      </w:r>
      <w:r>
        <w:rPr>
          <w:sz w:val="28"/>
          <w:szCs w:val="28"/>
        </w:rPr>
        <w:br/>
        <w:t>ВР 611) цифры «6850,0» заменить цифрами «7450,0»;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77AC3">
        <w:rPr>
          <w:sz w:val="28"/>
          <w:szCs w:val="28"/>
        </w:rPr>
        <w:t>Осуществление отдельных полномочий Российской Федерации органами государственной власти Ульяновской области в области водных, лесных отношений</w:t>
      </w:r>
      <w:r>
        <w:rPr>
          <w:sz w:val="28"/>
          <w:szCs w:val="28"/>
        </w:rPr>
        <w:t>» (Мин 287 Рз 04 ПР 07 ЦС 580 0000) цифры «37289,8»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«34272,4»;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77AC3">
        <w:rPr>
          <w:sz w:val="28"/>
          <w:szCs w:val="28"/>
        </w:rPr>
        <w:t>Осуществление отдельных полномочий в области лесных отн</w:t>
      </w:r>
      <w:r w:rsidRPr="00177AC3">
        <w:rPr>
          <w:sz w:val="28"/>
          <w:szCs w:val="28"/>
        </w:rPr>
        <w:t>о</w:t>
      </w:r>
      <w:r w:rsidRPr="00177AC3">
        <w:rPr>
          <w:sz w:val="28"/>
          <w:szCs w:val="28"/>
        </w:rPr>
        <w:t>шений</w:t>
      </w:r>
      <w:r>
        <w:rPr>
          <w:sz w:val="28"/>
          <w:szCs w:val="28"/>
        </w:rPr>
        <w:t>» (Мин 287 Рз 04 ПР 07 ЦС 580 5129) цифры «37289,8» заменить цифрами «34272,4»;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77AC3">
        <w:rPr>
          <w:sz w:val="28"/>
          <w:szCs w:val="28"/>
        </w:rPr>
        <w:t>Фонд оплаты труда государственных (муниципальных) органов и взносы по обязательному социальному страхованию</w:t>
      </w:r>
      <w:r>
        <w:rPr>
          <w:sz w:val="28"/>
          <w:szCs w:val="28"/>
        </w:rPr>
        <w:t xml:space="preserve">» (Мин 287 Рз 04 ПР 07 </w:t>
      </w:r>
      <w:r>
        <w:rPr>
          <w:sz w:val="28"/>
          <w:szCs w:val="28"/>
        </w:rPr>
        <w:br/>
        <w:t>ЦС 580 5129 ВР 121) цифры «31993,5» заменить цифрами «28993,5»;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77AC3">
        <w:rPr>
          <w:sz w:val="28"/>
          <w:szCs w:val="28"/>
        </w:rPr>
        <w:t>Прочая закупка товаров, работ и услуг для обеспечения госуда</w:t>
      </w:r>
      <w:r w:rsidRPr="00177AC3">
        <w:rPr>
          <w:sz w:val="28"/>
          <w:szCs w:val="28"/>
        </w:rPr>
        <w:t>р</w:t>
      </w:r>
      <w:r w:rsidRPr="00177AC3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287 Рз 04 ПР 07 ЦС 580 5129 ВР 244) цифры «3800,3» заменить цифрами «3744,3»;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77AC3">
        <w:rPr>
          <w:sz w:val="28"/>
          <w:szCs w:val="28"/>
        </w:rPr>
        <w:t>Уплата прочих налогов, сборов и иных платежей</w:t>
      </w:r>
      <w:r>
        <w:rPr>
          <w:sz w:val="28"/>
          <w:szCs w:val="28"/>
        </w:rPr>
        <w:t>» (Мин 287 Рз 04 ПР 07 ЦС 580 5129 ВР 852) цифры «17,0» заменить цифрами «55,6»;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77AC3">
        <w:rPr>
          <w:sz w:val="28"/>
          <w:szCs w:val="28"/>
        </w:rPr>
        <w:t>Учреждения, обеспечивающие выполнение функций в области лесных отношений</w:t>
      </w:r>
      <w:r>
        <w:rPr>
          <w:sz w:val="28"/>
          <w:szCs w:val="28"/>
        </w:rPr>
        <w:t>» (Мин 287 Рз 04 ПР 07 ЦС 581 0000) цифры «128664,05»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«132098,40073»;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77AC3">
        <w:rPr>
          <w:sz w:val="28"/>
          <w:szCs w:val="28"/>
        </w:rPr>
        <w:t>Осуществление отдельных полномочий в области лесных отн</w:t>
      </w:r>
      <w:r w:rsidRPr="00177AC3">
        <w:rPr>
          <w:sz w:val="28"/>
          <w:szCs w:val="28"/>
        </w:rPr>
        <w:t>о</w:t>
      </w:r>
      <w:r w:rsidRPr="00177AC3">
        <w:rPr>
          <w:sz w:val="28"/>
          <w:szCs w:val="28"/>
        </w:rPr>
        <w:t>шений</w:t>
      </w:r>
      <w:r>
        <w:rPr>
          <w:sz w:val="28"/>
          <w:szCs w:val="28"/>
        </w:rPr>
        <w:t>» (Мин 287 Рз 04 ПР 07 ЦС 581 5129) цифры «128664,05»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«132098,40073»;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77AC3">
        <w:rPr>
          <w:sz w:val="28"/>
          <w:szCs w:val="28"/>
        </w:rPr>
        <w:t>Фонд оплаты труда казённых учреждений и взносы по обязател</w:t>
      </w:r>
      <w:r w:rsidRPr="00177AC3">
        <w:rPr>
          <w:sz w:val="28"/>
          <w:szCs w:val="28"/>
        </w:rPr>
        <w:t>ь</w:t>
      </w:r>
      <w:r w:rsidRPr="00177AC3">
        <w:rPr>
          <w:sz w:val="28"/>
          <w:szCs w:val="28"/>
        </w:rPr>
        <w:t>ному социальному страхованию</w:t>
      </w:r>
      <w:r>
        <w:rPr>
          <w:sz w:val="28"/>
          <w:szCs w:val="28"/>
        </w:rPr>
        <w:t>» (Мин 287 Рз 04 ПР 07 ЦС 581 5129 ВР 111) цифры «87103,8» заменить цифрами «90146,54347»;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177AC3">
        <w:rPr>
          <w:sz w:val="28"/>
          <w:szCs w:val="28"/>
        </w:rPr>
        <w:t>Иные выплаты персоналу казённых учреждений, за исключением фонда оплаты труда</w:t>
      </w:r>
      <w:r>
        <w:rPr>
          <w:sz w:val="28"/>
          <w:szCs w:val="28"/>
        </w:rPr>
        <w:t>» (Мин 287 Рз 04 ПР 07 ЦС 581 5129 ВР 112) цифры «140,0» заменить цифрами «115,18014»;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34B16">
        <w:rPr>
          <w:sz w:val="28"/>
          <w:szCs w:val="28"/>
        </w:rPr>
        <w:t>Закупка товаров, работ, услуг в сфере информационно-коммуникационных технологий</w:t>
      </w:r>
      <w:r>
        <w:rPr>
          <w:sz w:val="28"/>
          <w:szCs w:val="28"/>
        </w:rPr>
        <w:t>» (Мин 287 Рз 04 ПР 07 ЦС 581 5129 ВР 242)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«3180,0» заменить цифрами «3208,24595»;</w:t>
      </w:r>
    </w:p>
    <w:p w:rsidR="00B5552C" w:rsidRDefault="00B5552C" w:rsidP="00A87500">
      <w:pPr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34B16">
        <w:rPr>
          <w:sz w:val="28"/>
          <w:szCs w:val="28"/>
        </w:rPr>
        <w:t>Прочая закупка товаров, работ и услуг для обеспечения госуда</w:t>
      </w:r>
      <w:r w:rsidRPr="00E34B16">
        <w:rPr>
          <w:sz w:val="28"/>
          <w:szCs w:val="28"/>
        </w:rPr>
        <w:t>р</w:t>
      </w:r>
      <w:r w:rsidRPr="00E34B16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287 Рз 04 ПР 07 ЦС 581 5129 ВР 244) цифры «19057,8» заменить цифрами «19100,02079»;</w:t>
      </w:r>
    </w:p>
    <w:p w:rsidR="00B5552C" w:rsidRDefault="00B5552C" w:rsidP="00A87500">
      <w:pPr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34B16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</w:t>
      </w:r>
      <w:r w:rsidRPr="00E34B16">
        <w:rPr>
          <w:sz w:val="28"/>
          <w:szCs w:val="28"/>
        </w:rPr>
        <w:t>и</w:t>
      </w:r>
      <w:r w:rsidRPr="00E34B16">
        <w:rPr>
          <w:sz w:val="28"/>
          <w:szCs w:val="28"/>
        </w:rPr>
        <w:t>ципальных) услуг (выполнение работ)</w:t>
      </w:r>
      <w:r>
        <w:rPr>
          <w:sz w:val="28"/>
          <w:szCs w:val="28"/>
        </w:rPr>
        <w:t xml:space="preserve">» (Мин 287 Рз 04 ПР 07 ЦС 581 5129 </w:t>
      </w:r>
      <w:r>
        <w:rPr>
          <w:sz w:val="28"/>
          <w:szCs w:val="28"/>
        </w:rPr>
        <w:br/>
        <w:t>ВР 611) цифры «18582,45» заменить цифрами «18999,40073»;</w:t>
      </w:r>
    </w:p>
    <w:p w:rsidR="00B5552C" w:rsidRDefault="00B5552C" w:rsidP="00A87500">
      <w:pPr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34B16">
        <w:rPr>
          <w:sz w:val="28"/>
          <w:szCs w:val="28"/>
        </w:rPr>
        <w:t>Уплата прочих налогов, сборов и иных платежей</w:t>
      </w:r>
      <w:r>
        <w:rPr>
          <w:sz w:val="28"/>
          <w:szCs w:val="28"/>
        </w:rPr>
        <w:t>» (Мин 287 Рз 04 ПР 07 ЦС 581 5129 ВР 611) цифры «600,0» заменить цифрами «529,00965»;</w:t>
      </w:r>
    </w:p>
    <w:p w:rsidR="00B5552C" w:rsidRDefault="00B5552C" w:rsidP="00A87500">
      <w:pPr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34B16">
        <w:rPr>
          <w:sz w:val="28"/>
          <w:szCs w:val="28"/>
        </w:rPr>
        <w:t>Мероприятия по охране и защите лесов</w:t>
      </w:r>
      <w:r>
        <w:rPr>
          <w:sz w:val="28"/>
          <w:szCs w:val="28"/>
        </w:rPr>
        <w:t xml:space="preserve">» (Мин 287 Рз 04 ПР 07 </w:t>
      </w:r>
      <w:r>
        <w:rPr>
          <w:sz w:val="28"/>
          <w:szCs w:val="28"/>
        </w:rPr>
        <w:br/>
        <w:t>ЦС 582 0000) цифры «2601,5» заменить цифрами «4699,99927»;</w:t>
      </w:r>
    </w:p>
    <w:p w:rsidR="00B5552C" w:rsidRDefault="00B5552C" w:rsidP="00A87500">
      <w:pPr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34B16">
        <w:rPr>
          <w:sz w:val="28"/>
          <w:szCs w:val="28"/>
        </w:rPr>
        <w:t>Осуществление отдельных полномочий в области лесных отн</w:t>
      </w:r>
      <w:r w:rsidRPr="00E34B16">
        <w:rPr>
          <w:sz w:val="28"/>
          <w:szCs w:val="28"/>
        </w:rPr>
        <w:t>о</w:t>
      </w:r>
      <w:r w:rsidRPr="00E34B16">
        <w:rPr>
          <w:sz w:val="28"/>
          <w:szCs w:val="28"/>
        </w:rPr>
        <w:t>шений</w:t>
      </w:r>
      <w:r>
        <w:rPr>
          <w:sz w:val="28"/>
          <w:szCs w:val="28"/>
        </w:rPr>
        <w:t>» (Мин 287 Рз 04 ПР 07 ЦС 582 5129) цифры «2601,5» заменить цифрами «2210,49927»;</w:t>
      </w:r>
    </w:p>
    <w:p w:rsidR="00B5552C" w:rsidRDefault="00B5552C" w:rsidP="00A87500">
      <w:pPr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34B16">
        <w:rPr>
          <w:sz w:val="28"/>
          <w:szCs w:val="28"/>
        </w:rPr>
        <w:t>Прочая закупка товаров, работ и услуг для обеспечения госуда</w:t>
      </w:r>
      <w:r w:rsidRPr="00E34B16">
        <w:rPr>
          <w:sz w:val="28"/>
          <w:szCs w:val="28"/>
        </w:rPr>
        <w:t>р</w:t>
      </w:r>
      <w:r w:rsidRPr="00E34B16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287 Рз 04 ПР 07 ЦС 582 5129 ВР 244) цифры «2601,5» заменить цифрами «2210,49927»;</w:t>
      </w:r>
    </w:p>
    <w:p w:rsidR="00B5552C" w:rsidRDefault="00B5552C" w:rsidP="00A87500">
      <w:pPr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100" w:type="dxa"/>
        <w:tblInd w:w="-34" w:type="dxa"/>
        <w:tblLook w:val="00A0"/>
      </w:tblPr>
      <w:tblGrid>
        <w:gridCol w:w="4537"/>
        <w:gridCol w:w="654"/>
        <w:gridCol w:w="633"/>
        <w:gridCol w:w="589"/>
        <w:gridCol w:w="1347"/>
        <w:gridCol w:w="654"/>
        <w:gridCol w:w="1686"/>
      </w:tblGrid>
      <w:tr w:rsidR="00B5552C" w:rsidRPr="00E34B16" w:rsidTr="00A41410">
        <w:trPr>
          <w:trHeight w:val="1500"/>
        </w:trPr>
        <w:tc>
          <w:tcPr>
            <w:tcW w:w="4537" w:type="dxa"/>
          </w:tcPr>
          <w:p w:rsidR="00B5552C" w:rsidRPr="00E34B16" w:rsidRDefault="00B5552C" w:rsidP="00A87500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34B16">
              <w:rPr>
                <w:color w:val="000000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E34B16">
              <w:rPr>
                <w:color w:val="000000"/>
                <w:sz w:val="28"/>
                <w:szCs w:val="28"/>
              </w:rPr>
              <w:t>т</w:t>
            </w:r>
            <w:r w:rsidRPr="00E34B16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54" w:type="dxa"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E34B16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633" w:type="dxa"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E34B1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E34B1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47" w:type="dxa"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E34B16">
              <w:rPr>
                <w:color w:val="000000"/>
                <w:sz w:val="28"/>
                <w:szCs w:val="28"/>
              </w:rPr>
              <w:t>582 5129</w:t>
            </w:r>
          </w:p>
        </w:tc>
        <w:tc>
          <w:tcPr>
            <w:tcW w:w="654" w:type="dxa"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E34B16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686" w:type="dxa"/>
            <w:noWrap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2210,49927»</w:t>
            </w:r>
          </w:p>
        </w:tc>
      </w:tr>
    </w:tbl>
    <w:p w:rsidR="00B5552C" w:rsidRDefault="00B5552C" w:rsidP="00A87500">
      <w:pPr>
        <w:spacing w:line="367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184" w:type="dxa"/>
        <w:tblInd w:w="-34" w:type="dxa"/>
        <w:tblLook w:val="00A0"/>
      </w:tblPr>
      <w:tblGrid>
        <w:gridCol w:w="4962"/>
        <w:gridCol w:w="657"/>
        <w:gridCol w:w="657"/>
        <w:gridCol w:w="604"/>
        <w:gridCol w:w="1443"/>
        <w:gridCol w:w="657"/>
        <w:gridCol w:w="1204"/>
      </w:tblGrid>
      <w:tr w:rsidR="00B5552C" w:rsidRPr="00E34B16" w:rsidTr="00A87500">
        <w:trPr>
          <w:trHeight w:val="958"/>
        </w:trPr>
        <w:tc>
          <w:tcPr>
            <w:tcW w:w="4962" w:type="dxa"/>
          </w:tcPr>
          <w:p w:rsidR="00B5552C" w:rsidRPr="00E34B16" w:rsidRDefault="00B5552C" w:rsidP="00A87500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E34B16">
              <w:rPr>
                <w:sz w:val="28"/>
                <w:szCs w:val="28"/>
              </w:rPr>
              <w:t>«Приобретение специализированной лесопожарной техники и оборудования</w:t>
            </w:r>
          </w:p>
        </w:tc>
        <w:tc>
          <w:tcPr>
            <w:tcW w:w="657" w:type="dxa"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E34B16">
              <w:rPr>
                <w:sz w:val="28"/>
                <w:szCs w:val="28"/>
              </w:rPr>
              <w:t>287</w:t>
            </w:r>
          </w:p>
        </w:tc>
        <w:tc>
          <w:tcPr>
            <w:tcW w:w="657" w:type="dxa"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E34B16">
              <w:rPr>
                <w:sz w:val="28"/>
                <w:szCs w:val="28"/>
              </w:rPr>
              <w:t>04</w:t>
            </w:r>
          </w:p>
        </w:tc>
        <w:tc>
          <w:tcPr>
            <w:tcW w:w="604" w:type="dxa"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E34B16">
              <w:rPr>
                <w:sz w:val="28"/>
                <w:szCs w:val="28"/>
              </w:rPr>
              <w:t>07</w:t>
            </w:r>
          </w:p>
        </w:tc>
        <w:tc>
          <w:tcPr>
            <w:tcW w:w="1443" w:type="dxa"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E34B16">
              <w:rPr>
                <w:sz w:val="28"/>
                <w:szCs w:val="28"/>
              </w:rPr>
              <w:t>582 5131</w:t>
            </w:r>
          </w:p>
        </w:tc>
        <w:tc>
          <w:tcPr>
            <w:tcW w:w="657" w:type="dxa"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04" w:type="dxa"/>
            <w:noWrap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E34B16">
              <w:rPr>
                <w:sz w:val="28"/>
                <w:szCs w:val="28"/>
              </w:rPr>
              <w:t>2489,5</w:t>
            </w:r>
          </w:p>
        </w:tc>
      </w:tr>
      <w:tr w:rsidR="00B5552C" w:rsidRPr="00E34B16" w:rsidTr="00A41410">
        <w:trPr>
          <w:trHeight w:val="1500"/>
        </w:trPr>
        <w:tc>
          <w:tcPr>
            <w:tcW w:w="4962" w:type="dxa"/>
          </w:tcPr>
          <w:p w:rsidR="00B5552C" w:rsidRPr="00E34B16" w:rsidRDefault="00B5552C" w:rsidP="00A87500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E34B16">
              <w:rPr>
                <w:sz w:val="28"/>
                <w:szCs w:val="28"/>
              </w:rPr>
              <w:t>Прочая закупка товаров, работ и услуг для обеспечения государственных (м</w:t>
            </w:r>
            <w:r w:rsidRPr="00E34B16">
              <w:rPr>
                <w:sz w:val="28"/>
                <w:szCs w:val="28"/>
              </w:rPr>
              <w:t>у</w:t>
            </w:r>
            <w:r w:rsidRPr="00E34B16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657" w:type="dxa"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E34B16">
              <w:rPr>
                <w:sz w:val="28"/>
                <w:szCs w:val="28"/>
              </w:rPr>
              <w:t>287</w:t>
            </w:r>
          </w:p>
        </w:tc>
        <w:tc>
          <w:tcPr>
            <w:tcW w:w="657" w:type="dxa"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E34B16">
              <w:rPr>
                <w:sz w:val="28"/>
                <w:szCs w:val="28"/>
              </w:rPr>
              <w:t>04</w:t>
            </w:r>
          </w:p>
        </w:tc>
        <w:tc>
          <w:tcPr>
            <w:tcW w:w="604" w:type="dxa"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E34B16">
              <w:rPr>
                <w:sz w:val="28"/>
                <w:szCs w:val="28"/>
              </w:rPr>
              <w:t>07</w:t>
            </w:r>
          </w:p>
        </w:tc>
        <w:tc>
          <w:tcPr>
            <w:tcW w:w="1443" w:type="dxa"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E34B16">
              <w:rPr>
                <w:sz w:val="28"/>
                <w:szCs w:val="28"/>
              </w:rPr>
              <w:t>582 5131</w:t>
            </w:r>
          </w:p>
        </w:tc>
        <w:tc>
          <w:tcPr>
            <w:tcW w:w="657" w:type="dxa"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E34B16">
              <w:rPr>
                <w:sz w:val="28"/>
                <w:szCs w:val="28"/>
              </w:rPr>
              <w:t>244</w:t>
            </w:r>
          </w:p>
        </w:tc>
        <w:tc>
          <w:tcPr>
            <w:tcW w:w="1204" w:type="dxa"/>
            <w:noWrap/>
            <w:vAlign w:val="bottom"/>
          </w:tcPr>
          <w:p w:rsidR="00B5552C" w:rsidRPr="00E34B16" w:rsidRDefault="00B5552C" w:rsidP="00A87500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E34B16">
              <w:rPr>
                <w:sz w:val="28"/>
                <w:szCs w:val="28"/>
              </w:rPr>
              <w:t>2489,5»;</w:t>
            </w:r>
          </w:p>
        </w:tc>
      </w:tr>
    </w:tbl>
    <w:p w:rsidR="00B5552C" w:rsidRDefault="00B5552C" w:rsidP="00A87500">
      <w:pPr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34B16">
        <w:rPr>
          <w:sz w:val="28"/>
          <w:szCs w:val="28"/>
        </w:rPr>
        <w:t>Мероприятия по воспроизводству лесов</w:t>
      </w:r>
      <w:r>
        <w:rPr>
          <w:sz w:val="28"/>
          <w:szCs w:val="28"/>
        </w:rPr>
        <w:t>» (Мин 287 Рз 04 ПР 07 ЦС 583 0000) цифры «3975,15» заменить цифрами «4366,2»;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34B16">
        <w:rPr>
          <w:sz w:val="28"/>
          <w:szCs w:val="28"/>
        </w:rPr>
        <w:t>Осуществление отдельных полномочий в области лесных отн</w:t>
      </w:r>
      <w:r w:rsidRPr="00E34B16">
        <w:rPr>
          <w:sz w:val="28"/>
          <w:szCs w:val="28"/>
        </w:rPr>
        <w:t>о</w:t>
      </w:r>
      <w:r w:rsidRPr="00E34B16">
        <w:rPr>
          <w:sz w:val="28"/>
          <w:szCs w:val="28"/>
        </w:rPr>
        <w:t>шений</w:t>
      </w:r>
      <w:r>
        <w:rPr>
          <w:sz w:val="28"/>
          <w:szCs w:val="28"/>
        </w:rPr>
        <w:t>» (Мин 287 Рз 04 ПР 07 ЦС 583 5129) цифры «3975,15» заменить цифрами «4366,2»;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34B16">
        <w:rPr>
          <w:sz w:val="28"/>
          <w:szCs w:val="28"/>
        </w:rPr>
        <w:t>Прочая закупка товаров, работ и услуг для обеспечения госуда</w:t>
      </w:r>
      <w:r w:rsidRPr="00E34B16">
        <w:rPr>
          <w:sz w:val="28"/>
          <w:szCs w:val="28"/>
        </w:rPr>
        <w:t>р</w:t>
      </w:r>
      <w:r w:rsidRPr="00E34B16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287 Рз 04 ПР 07 ЦС 583 5129 ВР 244) цифры «3975,15» заменить цифрами «4366,2»;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34B16">
        <w:rPr>
          <w:sz w:val="28"/>
          <w:szCs w:val="28"/>
        </w:rPr>
        <w:t>Охрана окружающей среды</w:t>
      </w:r>
      <w:r>
        <w:rPr>
          <w:sz w:val="28"/>
          <w:szCs w:val="28"/>
        </w:rPr>
        <w:t xml:space="preserve">» (Мин 287 Рз 06) цифры «7762,6» </w:t>
      </w:r>
      <w:r>
        <w:rPr>
          <w:sz w:val="28"/>
          <w:szCs w:val="28"/>
        </w:rPr>
        <w:br/>
        <w:t>заменить цифрами «7737,01728»;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34B16">
        <w:rPr>
          <w:sz w:val="28"/>
          <w:szCs w:val="28"/>
        </w:rPr>
        <w:t>Охрана объектов растительного и животного мира и среды их обитания</w:t>
      </w:r>
      <w:r>
        <w:rPr>
          <w:sz w:val="28"/>
          <w:szCs w:val="28"/>
        </w:rPr>
        <w:t>» (Мин 287 Рз 06 ПР 03) цифры «7762,6» заменить цифрами «7737,01728»;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E34B16">
        <w:rPr>
          <w:sz w:val="28"/>
          <w:szCs w:val="28"/>
        </w:rPr>
        <w:t>Осуществление отдельных полномочий Российской Федерации органами государственной власти Ульяновской области в области охраны здор</w:t>
      </w:r>
      <w:r w:rsidRPr="00E34B16">
        <w:rPr>
          <w:sz w:val="28"/>
          <w:szCs w:val="28"/>
        </w:rPr>
        <w:t>о</w:t>
      </w:r>
      <w:r w:rsidRPr="00E34B16">
        <w:rPr>
          <w:sz w:val="28"/>
          <w:szCs w:val="28"/>
        </w:rPr>
        <w:t>вья граждан, контроля качества образования, охраны объектов культурного н</w:t>
      </w:r>
      <w:r w:rsidRPr="00E34B16">
        <w:rPr>
          <w:sz w:val="28"/>
          <w:szCs w:val="28"/>
        </w:rPr>
        <w:t>а</w:t>
      </w:r>
      <w:r w:rsidRPr="00E34B16">
        <w:rPr>
          <w:sz w:val="28"/>
          <w:szCs w:val="28"/>
        </w:rPr>
        <w:t>следия, использования охотничьих ресурсов, регистрации актов гражданского с</w:t>
      </w:r>
      <w:r w:rsidRPr="00E34B16">
        <w:rPr>
          <w:sz w:val="28"/>
          <w:szCs w:val="28"/>
        </w:rPr>
        <w:t>о</w:t>
      </w:r>
      <w:r w:rsidRPr="00E34B16">
        <w:rPr>
          <w:sz w:val="28"/>
          <w:szCs w:val="28"/>
        </w:rPr>
        <w:t>стояния и других полномочий</w:t>
      </w:r>
      <w:r>
        <w:rPr>
          <w:sz w:val="28"/>
          <w:szCs w:val="28"/>
        </w:rPr>
        <w:t>» (Мин 287 Рз 06 ПР 03 ЦС 296 0000) цифры «7412,1» заменить цифрами «7046,1»;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14ED5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частью 1 статьи 33 Федерал</w:t>
      </w:r>
      <w:r w:rsidRPr="00514ED5">
        <w:rPr>
          <w:sz w:val="28"/>
          <w:szCs w:val="28"/>
        </w:rPr>
        <w:t>ь</w:t>
      </w:r>
      <w:r w:rsidRPr="00514ED5">
        <w:rPr>
          <w:sz w:val="28"/>
          <w:szCs w:val="28"/>
        </w:rPr>
        <w:t xml:space="preserve">ного закона </w:t>
      </w:r>
      <w:r>
        <w:rPr>
          <w:sz w:val="28"/>
          <w:szCs w:val="28"/>
        </w:rPr>
        <w:t>«</w:t>
      </w:r>
      <w:r w:rsidRPr="00514ED5">
        <w:rPr>
          <w:sz w:val="28"/>
          <w:szCs w:val="28"/>
        </w:rPr>
        <w:t>Об охоте и о сохранении охотничьих ресурсов и о внесении измен</w:t>
      </w:r>
      <w:r w:rsidRPr="00514ED5">
        <w:rPr>
          <w:sz w:val="28"/>
          <w:szCs w:val="28"/>
        </w:rPr>
        <w:t>е</w:t>
      </w:r>
      <w:r w:rsidRPr="00514ED5">
        <w:rPr>
          <w:sz w:val="28"/>
          <w:szCs w:val="28"/>
        </w:rPr>
        <w:t>ний в отдельные законодательные акты Российской Федерации</w:t>
      </w:r>
      <w:r>
        <w:rPr>
          <w:sz w:val="28"/>
          <w:szCs w:val="28"/>
        </w:rPr>
        <w:t>»</w:t>
      </w:r>
      <w:r w:rsidRPr="00514ED5">
        <w:rPr>
          <w:sz w:val="28"/>
          <w:szCs w:val="28"/>
        </w:rPr>
        <w:t xml:space="preserve"> полномочий Ро</w:t>
      </w:r>
      <w:r w:rsidRPr="00514ED5">
        <w:rPr>
          <w:sz w:val="28"/>
          <w:szCs w:val="28"/>
        </w:rPr>
        <w:t>с</w:t>
      </w:r>
      <w:r w:rsidRPr="00514ED5">
        <w:rPr>
          <w:sz w:val="28"/>
          <w:szCs w:val="28"/>
        </w:rPr>
        <w:t>сийской Федерации в области охраны и использования охотничьих ресурсов, по контролю, надзору, выдаче разрешений на добычу охотничьих ресурсов и закл</w:t>
      </w:r>
      <w:r w:rsidRPr="00514ED5">
        <w:rPr>
          <w:sz w:val="28"/>
          <w:szCs w:val="28"/>
        </w:rPr>
        <w:t>ю</w:t>
      </w:r>
      <w:r w:rsidRPr="00514ED5">
        <w:rPr>
          <w:sz w:val="28"/>
          <w:szCs w:val="28"/>
        </w:rPr>
        <w:t>чению охотхозяйственных соглашений</w:t>
      </w:r>
      <w:r>
        <w:rPr>
          <w:sz w:val="28"/>
          <w:szCs w:val="28"/>
        </w:rPr>
        <w:t>» (Мин 287 Рз 06 ПР 03 ЦС 296 5980)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«7412,1» заменить цифрами «7046,1»;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14ED5">
        <w:rPr>
          <w:sz w:val="28"/>
          <w:szCs w:val="28"/>
        </w:rPr>
        <w:t>Фонд оплаты труда государственных (муниципальных) органов и взносы по обязательному социальному страхованию</w:t>
      </w:r>
      <w:r>
        <w:rPr>
          <w:sz w:val="28"/>
          <w:szCs w:val="28"/>
        </w:rPr>
        <w:t xml:space="preserve">» (Мин 287 Рз 06 ПР 03 </w:t>
      </w:r>
      <w:r>
        <w:rPr>
          <w:sz w:val="28"/>
          <w:szCs w:val="28"/>
        </w:rPr>
        <w:br/>
        <w:t>ЦС 296 5980 ВР 121) цифры «6753,264» заменить цифрами «6387,264»;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14ED5">
        <w:rPr>
          <w:sz w:val="28"/>
          <w:szCs w:val="28"/>
        </w:rPr>
        <w:t>Иные выплаты персоналу государственных (муниципальных) о</w:t>
      </w:r>
      <w:r w:rsidRPr="00514ED5">
        <w:rPr>
          <w:sz w:val="28"/>
          <w:szCs w:val="28"/>
        </w:rPr>
        <w:t>р</w:t>
      </w:r>
      <w:r w:rsidRPr="00514ED5">
        <w:rPr>
          <w:sz w:val="28"/>
          <w:szCs w:val="28"/>
        </w:rPr>
        <w:t>ганов, за исключением фонда оплаты труда</w:t>
      </w:r>
      <w:r>
        <w:rPr>
          <w:sz w:val="28"/>
          <w:szCs w:val="28"/>
        </w:rPr>
        <w:t>» (Мин 287 Рз 06 ПР 03 ЦС 296 5980 ВР 122) цифры «0,6» заменить цифрами «4,2974»;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14ED5">
        <w:rPr>
          <w:sz w:val="28"/>
          <w:szCs w:val="28"/>
        </w:rPr>
        <w:t>Прочая закупка товаров, работ и услуг для обеспечения госуда</w:t>
      </w:r>
      <w:r w:rsidRPr="00514ED5">
        <w:rPr>
          <w:sz w:val="28"/>
          <w:szCs w:val="28"/>
        </w:rPr>
        <w:t>р</w:t>
      </w:r>
      <w:r w:rsidRPr="00514ED5">
        <w:rPr>
          <w:sz w:val="28"/>
          <w:szCs w:val="28"/>
        </w:rPr>
        <w:t>ственных (муниципальных) нужд</w:t>
      </w:r>
      <w:r>
        <w:rPr>
          <w:sz w:val="28"/>
          <w:szCs w:val="28"/>
        </w:rPr>
        <w:t>» (Мин 287 Рз 06 ПР 03 ЦС 296 5980 ВР 244) цифры «586,936» заменить цифрами «583,2386»;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079" w:type="dxa"/>
        <w:tblInd w:w="-34" w:type="dxa"/>
        <w:tblLook w:val="00A0"/>
      </w:tblPr>
      <w:tblGrid>
        <w:gridCol w:w="5104"/>
        <w:gridCol w:w="660"/>
        <w:gridCol w:w="680"/>
        <w:gridCol w:w="620"/>
        <w:gridCol w:w="1540"/>
        <w:gridCol w:w="660"/>
        <w:gridCol w:w="815"/>
      </w:tblGrid>
      <w:tr w:rsidR="00B5552C" w:rsidRPr="00514ED5" w:rsidTr="00A41410">
        <w:trPr>
          <w:trHeight w:val="750"/>
        </w:trPr>
        <w:tc>
          <w:tcPr>
            <w:tcW w:w="5104" w:type="dxa"/>
          </w:tcPr>
          <w:p w:rsidR="00B5552C" w:rsidRPr="00514ED5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14ED5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287</w:t>
            </w:r>
          </w:p>
        </w:tc>
        <w:tc>
          <w:tcPr>
            <w:tcW w:w="680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06</w:t>
            </w:r>
          </w:p>
        </w:tc>
        <w:tc>
          <w:tcPr>
            <w:tcW w:w="620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03</w:t>
            </w:r>
          </w:p>
        </w:tc>
        <w:tc>
          <w:tcPr>
            <w:tcW w:w="1540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296 5980</w:t>
            </w:r>
          </w:p>
        </w:tc>
        <w:tc>
          <w:tcPr>
            <w:tcW w:w="660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852</w:t>
            </w:r>
          </w:p>
        </w:tc>
        <w:tc>
          <w:tcPr>
            <w:tcW w:w="815" w:type="dxa"/>
            <w:noWrap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9,1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A414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194" w:type="dxa"/>
        <w:tblInd w:w="-34" w:type="dxa"/>
        <w:tblLook w:val="00A0"/>
      </w:tblPr>
      <w:tblGrid>
        <w:gridCol w:w="4820"/>
        <w:gridCol w:w="656"/>
        <w:gridCol w:w="648"/>
        <w:gridCol w:w="599"/>
        <w:gridCol w:w="1409"/>
        <w:gridCol w:w="656"/>
        <w:gridCol w:w="1406"/>
      </w:tblGrid>
      <w:tr w:rsidR="00B5552C" w:rsidRPr="00514ED5" w:rsidTr="00A41410">
        <w:tc>
          <w:tcPr>
            <w:tcW w:w="4820" w:type="dxa"/>
            <w:vAlign w:val="center"/>
          </w:tcPr>
          <w:p w:rsidR="00B5552C" w:rsidRPr="00514ED5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Государственная программа Ульяно</w:t>
            </w:r>
            <w:r w:rsidRPr="00514ED5">
              <w:rPr>
                <w:sz w:val="28"/>
                <w:szCs w:val="28"/>
              </w:rPr>
              <w:t>в</w:t>
            </w:r>
            <w:r w:rsidRPr="00514ED5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514ED5">
              <w:rPr>
                <w:sz w:val="28"/>
                <w:szCs w:val="28"/>
              </w:rPr>
              <w:t>Охрана окружающей среды и восстановление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56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287</w:t>
            </w:r>
          </w:p>
        </w:tc>
        <w:tc>
          <w:tcPr>
            <w:tcW w:w="648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06</w:t>
            </w:r>
          </w:p>
        </w:tc>
        <w:tc>
          <w:tcPr>
            <w:tcW w:w="599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03</w:t>
            </w:r>
          </w:p>
        </w:tc>
        <w:tc>
          <w:tcPr>
            <w:tcW w:w="1409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880 0000</w:t>
            </w:r>
          </w:p>
        </w:tc>
        <w:tc>
          <w:tcPr>
            <w:tcW w:w="656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 </w:t>
            </w:r>
          </w:p>
        </w:tc>
        <w:tc>
          <w:tcPr>
            <w:tcW w:w="1406" w:type="dxa"/>
            <w:noWrap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340,41728</w:t>
            </w:r>
          </w:p>
        </w:tc>
      </w:tr>
      <w:tr w:rsidR="00B5552C" w:rsidRPr="00514ED5" w:rsidTr="00A41410">
        <w:tc>
          <w:tcPr>
            <w:tcW w:w="4820" w:type="dxa"/>
            <w:vAlign w:val="center"/>
          </w:tcPr>
          <w:p w:rsidR="00B5552C" w:rsidRPr="00514ED5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514ED5">
              <w:rPr>
                <w:sz w:val="28"/>
                <w:szCs w:val="28"/>
              </w:rPr>
              <w:t>Охрана окружающей среды</w:t>
            </w:r>
            <w:r>
              <w:rPr>
                <w:sz w:val="28"/>
                <w:szCs w:val="28"/>
              </w:rPr>
              <w:t>»</w:t>
            </w:r>
            <w:r w:rsidRPr="00514ED5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514ED5">
              <w:rPr>
                <w:sz w:val="28"/>
                <w:szCs w:val="28"/>
              </w:rPr>
              <w:t>Охрана окр</w:t>
            </w:r>
            <w:r w:rsidRPr="00514ED5">
              <w:rPr>
                <w:sz w:val="28"/>
                <w:szCs w:val="28"/>
              </w:rPr>
              <w:t>у</w:t>
            </w:r>
            <w:r w:rsidRPr="00514ED5">
              <w:rPr>
                <w:sz w:val="28"/>
                <w:szCs w:val="28"/>
              </w:rPr>
              <w:t>жающей среды и восстановление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56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287</w:t>
            </w:r>
          </w:p>
        </w:tc>
        <w:tc>
          <w:tcPr>
            <w:tcW w:w="648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06</w:t>
            </w:r>
          </w:p>
        </w:tc>
        <w:tc>
          <w:tcPr>
            <w:tcW w:w="599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03</w:t>
            </w:r>
          </w:p>
        </w:tc>
        <w:tc>
          <w:tcPr>
            <w:tcW w:w="1409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881 0000</w:t>
            </w:r>
          </w:p>
        </w:tc>
        <w:tc>
          <w:tcPr>
            <w:tcW w:w="656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 </w:t>
            </w:r>
          </w:p>
        </w:tc>
        <w:tc>
          <w:tcPr>
            <w:tcW w:w="1406" w:type="dxa"/>
            <w:noWrap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340,41728</w:t>
            </w:r>
          </w:p>
        </w:tc>
      </w:tr>
      <w:tr w:rsidR="00B5552C" w:rsidRPr="00514ED5" w:rsidTr="00A41410">
        <w:tc>
          <w:tcPr>
            <w:tcW w:w="4820" w:type="dxa"/>
            <w:vAlign w:val="center"/>
          </w:tcPr>
          <w:p w:rsidR="00B5552C" w:rsidRPr="00514ED5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Мероприятия по сохранению биора</w:t>
            </w:r>
            <w:r w:rsidRPr="00514ED5">
              <w:rPr>
                <w:sz w:val="28"/>
                <w:szCs w:val="28"/>
              </w:rPr>
              <w:t>з</w:t>
            </w:r>
            <w:r w:rsidRPr="00514ED5">
              <w:rPr>
                <w:sz w:val="28"/>
                <w:szCs w:val="28"/>
              </w:rPr>
              <w:t>нообразия</w:t>
            </w:r>
          </w:p>
        </w:tc>
        <w:tc>
          <w:tcPr>
            <w:tcW w:w="656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287</w:t>
            </w:r>
          </w:p>
        </w:tc>
        <w:tc>
          <w:tcPr>
            <w:tcW w:w="648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06</w:t>
            </w:r>
          </w:p>
        </w:tc>
        <w:tc>
          <w:tcPr>
            <w:tcW w:w="599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03</w:t>
            </w:r>
          </w:p>
        </w:tc>
        <w:tc>
          <w:tcPr>
            <w:tcW w:w="1409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881 2111</w:t>
            </w:r>
          </w:p>
        </w:tc>
        <w:tc>
          <w:tcPr>
            <w:tcW w:w="656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 </w:t>
            </w:r>
          </w:p>
        </w:tc>
        <w:tc>
          <w:tcPr>
            <w:tcW w:w="1406" w:type="dxa"/>
            <w:noWrap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309,01728</w:t>
            </w:r>
          </w:p>
        </w:tc>
      </w:tr>
      <w:tr w:rsidR="00B5552C" w:rsidRPr="00514ED5" w:rsidTr="00A41410">
        <w:tc>
          <w:tcPr>
            <w:tcW w:w="4820" w:type="dxa"/>
            <w:vAlign w:val="center"/>
          </w:tcPr>
          <w:p w:rsidR="00B5552C" w:rsidRPr="00514ED5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Прочая закупка товаров, работ и у</w:t>
            </w:r>
            <w:r w:rsidRPr="00514ED5">
              <w:rPr>
                <w:sz w:val="28"/>
                <w:szCs w:val="28"/>
              </w:rPr>
              <w:t>с</w:t>
            </w:r>
            <w:r w:rsidRPr="00514ED5">
              <w:rPr>
                <w:sz w:val="28"/>
                <w:szCs w:val="28"/>
              </w:rPr>
              <w:t>луг для обеспечения государственных (муниципальных) нужд</w:t>
            </w:r>
          </w:p>
        </w:tc>
        <w:tc>
          <w:tcPr>
            <w:tcW w:w="656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287</w:t>
            </w:r>
          </w:p>
        </w:tc>
        <w:tc>
          <w:tcPr>
            <w:tcW w:w="648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06</w:t>
            </w:r>
          </w:p>
        </w:tc>
        <w:tc>
          <w:tcPr>
            <w:tcW w:w="599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03</w:t>
            </w:r>
          </w:p>
        </w:tc>
        <w:tc>
          <w:tcPr>
            <w:tcW w:w="1409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881 2111</w:t>
            </w:r>
          </w:p>
        </w:tc>
        <w:tc>
          <w:tcPr>
            <w:tcW w:w="656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244</w:t>
            </w:r>
          </w:p>
        </w:tc>
        <w:tc>
          <w:tcPr>
            <w:tcW w:w="1406" w:type="dxa"/>
            <w:noWrap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309,01728</w:t>
            </w:r>
          </w:p>
        </w:tc>
      </w:tr>
      <w:tr w:rsidR="00B5552C" w:rsidRPr="00514ED5" w:rsidTr="00A41410">
        <w:tc>
          <w:tcPr>
            <w:tcW w:w="4820" w:type="dxa"/>
            <w:vAlign w:val="center"/>
          </w:tcPr>
          <w:p w:rsidR="00B5552C" w:rsidRPr="00514ED5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Мероприятия по повышению уровня экологической культуры населения</w:t>
            </w:r>
          </w:p>
        </w:tc>
        <w:tc>
          <w:tcPr>
            <w:tcW w:w="656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287</w:t>
            </w:r>
          </w:p>
        </w:tc>
        <w:tc>
          <w:tcPr>
            <w:tcW w:w="648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06</w:t>
            </w:r>
          </w:p>
        </w:tc>
        <w:tc>
          <w:tcPr>
            <w:tcW w:w="599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03</w:t>
            </w:r>
          </w:p>
        </w:tc>
        <w:tc>
          <w:tcPr>
            <w:tcW w:w="1409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881 2112</w:t>
            </w:r>
          </w:p>
        </w:tc>
        <w:tc>
          <w:tcPr>
            <w:tcW w:w="656" w:type="dxa"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 </w:t>
            </w:r>
          </w:p>
        </w:tc>
        <w:tc>
          <w:tcPr>
            <w:tcW w:w="1406" w:type="dxa"/>
            <w:noWrap/>
            <w:vAlign w:val="bottom"/>
          </w:tcPr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31,4</w:t>
            </w:r>
          </w:p>
        </w:tc>
      </w:tr>
      <w:tr w:rsidR="00B5552C" w:rsidRPr="00514ED5" w:rsidTr="00A41410">
        <w:tc>
          <w:tcPr>
            <w:tcW w:w="4820" w:type="dxa"/>
            <w:vAlign w:val="center"/>
          </w:tcPr>
          <w:p w:rsidR="00B5552C" w:rsidRPr="00514ED5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A6A8C">
              <w:rPr>
                <w:spacing w:val="-4"/>
                <w:sz w:val="28"/>
                <w:szCs w:val="28"/>
              </w:rPr>
              <w:t>Прочая закупка товаров, работ и услуг для обеспечения государственных</w:t>
            </w:r>
            <w:r w:rsidRPr="00514ED5">
              <w:rPr>
                <w:sz w:val="28"/>
                <w:szCs w:val="28"/>
              </w:rPr>
              <w:t xml:space="preserve"> (муниципальных) нужд</w:t>
            </w:r>
          </w:p>
        </w:tc>
        <w:tc>
          <w:tcPr>
            <w:tcW w:w="656" w:type="dxa"/>
            <w:vAlign w:val="bottom"/>
          </w:tcPr>
          <w:p w:rsidR="00B5552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514ED5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287</w:t>
            </w:r>
          </w:p>
        </w:tc>
        <w:tc>
          <w:tcPr>
            <w:tcW w:w="648" w:type="dxa"/>
            <w:vAlign w:val="bottom"/>
          </w:tcPr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06</w:t>
            </w:r>
          </w:p>
        </w:tc>
        <w:tc>
          <w:tcPr>
            <w:tcW w:w="599" w:type="dxa"/>
            <w:vAlign w:val="bottom"/>
          </w:tcPr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03</w:t>
            </w:r>
          </w:p>
        </w:tc>
        <w:tc>
          <w:tcPr>
            <w:tcW w:w="1409" w:type="dxa"/>
            <w:vAlign w:val="bottom"/>
          </w:tcPr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881 2112</w:t>
            </w:r>
          </w:p>
        </w:tc>
        <w:tc>
          <w:tcPr>
            <w:tcW w:w="656" w:type="dxa"/>
            <w:vAlign w:val="bottom"/>
          </w:tcPr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244</w:t>
            </w:r>
          </w:p>
        </w:tc>
        <w:tc>
          <w:tcPr>
            <w:tcW w:w="1406" w:type="dxa"/>
            <w:noWrap/>
            <w:vAlign w:val="bottom"/>
          </w:tcPr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514ED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4ED5">
              <w:rPr>
                <w:sz w:val="28"/>
                <w:szCs w:val="28"/>
              </w:rPr>
              <w:t>31,4</w:t>
            </w:r>
            <w:r>
              <w:rPr>
                <w:sz w:val="28"/>
                <w:szCs w:val="28"/>
              </w:rPr>
              <w:t>»</w:t>
            </w:r>
            <w:r w:rsidRPr="00514ED5">
              <w:rPr>
                <w:sz w:val="28"/>
                <w:szCs w:val="28"/>
              </w:rPr>
              <w:t>;</w:t>
            </w:r>
          </w:p>
        </w:tc>
      </w:tr>
    </w:tbl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14ED5">
        <w:rPr>
          <w:sz w:val="28"/>
          <w:szCs w:val="28"/>
        </w:rPr>
        <w:t>Социальная политика</w:t>
      </w:r>
      <w:r>
        <w:rPr>
          <w:sz w:val="28"/>
          <w:szCs w:val="28"/>
        </w:rPr>
        <w:t>» (Мин 287 Рз 10) цифры «90064,40214»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«90681,85014»;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14ED5">
        <w:rPr>
          <w:sz w:val="28"/>
          <w:szCs w:val="28"/>
        </w:rPr>
        <w:t>Социальное обеспечение населения</w:t>
      </w:r>
      <w:r>
        <w:rPr>
          <w:sz w:val="28"/>
          <w:szCs w:val="28"/>
        </w:rPr>
        <w:t>» (Мин 287 Рз 10 ПР 03)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«90064,40214» заменить цифрами «90681,85014»;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14ED5">
        <w:rPr>
          <w:sz w:val="28"/>
          <w:szCs w:val="28"/>
        </w:rPr>
        <w:t>Государственная программа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</w:t>
      </w:r>
      <w:r>
        <w:rPr>
          <w:sz w:val="28"/>
          <w:szCs w:val="28"/>
        </w:rPr>
        <w:t>»</w:t>
      </w:r>
      <w:r w:rsidRPr="00514ED5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 xml:space="preserve">» (Мин 287 </w:t>
      </w:r>
      <w:r>
        <w:rPr>
          <w:sz w:val="28"/>
          <w:szCs w:val="28"/>
        </w:rPr>
        <w:br/>
        <w:t>Рз 10 ПР 03 ЦС 930 0000) цифры «48490,2» заменить цифрами «49107,648»;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14ED5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514ED5">
        <w:rPr>
          <w:sz w:val="28"/>
          <w:szCs w:val="28"/>
        </w:rPr>
        <w:t>Устойчивое развитие сельских территорий</w:t>
      </w:r>
      <w:r>
        <w:rPr>
          <w:sz w:val="28"/>
          <w:szCs w:val="28"/>
        </w:rPr>
        <w:t>»</w:t>
      </w:r>
      <w:r w:rsidRPr="00514ED5">
        <w:rPr>
          <w:sz w:val="28"/>
          <w:szCs w:val="28"/>
        </w:rPr>
        <w:t xml:space="preserve"> гос</w:t>
      </w:r>
      <w:r w:rsidRPr="00514ED5">
        <w:rPr>
          <w:sz w:val="28"/>
          <w:szCs w:val="28"/>
        </w:rPr>
        <w:t>у</w:t>
      </w:r>
      <w:r w:rsidRPr="00514ED5">
        <w:rPr>
          <w:sz w:val="28"/>
          <w:szCs w:val="28"/>
        </w:rPr>
        <w:t xml:space="preserve">дарственной программы Ульяновской области </w:t>
      </w:r>
      <w:r>
        <w:rPr>
          <w:sz w:val="28"/>
          <w:szCs w:val="28"/>
        </w:rPr>
        <w:t>«</w:t>
      </w:r>
      <w:r w:rsidRPr="00514ED5">
        <w:rPr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в Ульяновской области</w:t>
      </w:r>
      <w:r>
        <w:rPr>
          <w:sz w:val="28"/>
          <w:szCs w:val="28"/>
        </w:rPr>
        <w:t>»</w:t>
      </w:r>
      <w:r w:rsidRPr="00514ED5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(Мин 287 Рз 10 ПР 03 ЦС 931 0000) цифры «48490,2» заменить цифрами «49107,648»;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14ED5">
        <w:rPr>
          <w:sz w:val="28"/>
          <w:szCs w:val="28"/>
        </w:rPr>
        <w:t>Софинансирование мероприятий по улучшению жилищных усл</w:t>
      </w:r>
      <w:r w:rsidRPr="00514ED5">
        <w:rPr>
          <w:sz w:val="28"/>
          <w:szCs w:val="28"/>
        </w:rPr>
        <w:t>о</w:t>
      </w:r>
      <w:r w:rsidRPr="00514ED5">
        <w:rPr>
          <w:sz w:val="28"/>
          <w:szCs w:val="28"/>
        </w:rPr>
        <w:t>вий граждан, проживающих в сельской местности, по федеральной целевой пр</w:t>
      </w:r>
      <w:r w:rsidRPr="00514ED5">
        <w:rPr>
          <w:sz w:val="28"/>
          <w:szCs w:val="28"/>
        </w:rPr>
        <w:t>о</w:t>
      </w:r>
      <w:r w:rsidRPr="00514ED5">
        <w:rPr>
          <w:sz w:val="28"/>
          <w:szCs w:val="28"/>
        </w:rPr>
        <w:t>грамме «Устойчивое развитие сельских территорий на 2014-2017 годы и на пер</w:t>
      </w:r>
      <w:r w:rsidRPr="00514ED5">
        <w:rPr>
          <w:sz w:val="28"/>
          <w:szCs w:val="28"/>
        </w:rPr>
        <w:t>и</w:t>
      </w:r>
      <w:r w:rsidRPr="00514ED5">
        <w:rPr>
          <w:sz w:val="28"/>
          <w:szCs w:val="28"/>
        </w:rPr>
        <w:t>од до 2020 года</w:t>
      </w:r>
      <w:r>
        <w:rPr>
          <w:sz w:val="28"/>
          <w:szCs w:val="28"/>
        </w:rPr>
        <w:t>» (Мин 287 Рз 10 ПР 03 ЦС 931 2512) цифры «11246,4» заменить цифрами «11784,127»;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14ED5">
        <w:rPr>
          <w:sz w:val="28"/>
          <w:szCs w:val="28"/>
        </w:rPr>
        <w:t>Субсидии, за исключением субсидий на софинансирование кап</w:t>
      </w:r>
      <w:r w:rsidRPr="00514ED5">
        <w:rPr>
          <w:sz w:val="28"/>
          <w:szCs w:val="28"/>
        </w:rPr>
        <w:t>и</w:t>
      </w:r>
      <w:r w:rsidRPr="00514ED5">
        <w:rPr>
          <w:sz w:val="28"/>
          <w:szCs w:val="28"/>
        </w:rPr>
        <w:t>тальных вложений в объекты государственной (муниципальной) собственности</w:t>
      </w:r>
      <w:r>
        <w:rPr>
          <w:sz w:val="28"/>
          <w:szCs w:val="28"/>
        </w:rPr>
        <w:t>» (Мин 287 Рз 10 ПР 03 ЦС 931 2512 ВР 521) цифры «11246,4» заменить цифрами «11784,127»;</w:t>
      </w:r>
    </w:p>
    <w:p w:rsidR="00B5552C" w:rsidRDefault="00B5552C" w:rsidP="00A414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514ED5">
        <w:rPr>
          <w:sz w:val="28"/>
          <w:szCs w:val="28"/>
        </w:rPr>
        <w:t>Софинансирование мероприятий по улучшению жилищных усл</w:t>
      </w:r>
      <w:r w:rsidRPr="00514ED5">
        <w:rPr>
          <w:sz w:val="28"/>
          <w:szCs w:val="28"/>
        </w:rPr>
        <w:t>о</w:t>
      </w:r>
      <w:r w:rsidRPr="00514ED5">
        <w:rPr>
          <w:sz w:val="28"/>
          <w:szCs w:val="28"/>
        </w:rPr>
        <w:t>вий молодых семей и молодых специалистов, проживающих в сельской местн</w:t>
      </w:r>
      <w:r w:rsidRPr="00514ED5">
        <w:rPr>
          <w:sz w:val="28"/>
          <w:szCs w:val="28"/>
        </w:rPr>
        <w:t>о</w:t>
      </w:r>
      <w:r w:rsidRPr="00514ED5">
        <w:rPr>
          <w:sz w:val="28"/>
          <w:szCs w:val="28"/>
        </w:rPr>
        <w:t xml:space="preserve">сти, по федеральной целевой программе </w:t>
      </w:r>
      <w:r>
        <w:rPr>
          <w:sz w:val="28"/>
          <w:szCs w:val="28"/>
        </w:rPr>
        <w:t>«</w:t>
      </w:r>
      <w:r w:rsidRPr="00514ED5">
        <w:rPr>
          <w:sz w:val="28"/>
          <w:szCs w:val="28"/>
        </w:rPr>
        <w:t>Устойчивое развитие сельских террит</w:t>
      </w:r>
      <w:r w:rsidRPr="00514ED5">
        <w:rPr>
          <w:sz w:val="28"/>
          <w:szCs w:val="28"/>
        </w:rPr>
        <w:t>о</w:t>
      </w:r>
      <w:r w:rsidRPr="00514ED5">
        <w:rPr>
          <w:sz w:val="28"/>
          <w:szCs w:val="28"/>
        </w:rPr>
        <w:t>рий на 2014-201</w:t>
      </w:r>
      <w:r>
        <w:rPr>
          <w:sz w:val="28"/>
          <w:szCs w:val="28"/>
        </w:rPr>
        <w:t xml:space="preserve">7 годы и на период до 2020 года» (Мин 287 Рз 10 ПР 03 </w:t>
      </w:r>
      <w:r>
        <w:rPr>
          <w:sz w:val="28"/>
          <w:szCs w:val="28"/>
        </w:rPr>
        <w:br/>
        <w:t>ЦС 931 2513) цифры «37243,8» заменить цифрами «37323,521»;</w:t>
      </w:r>
    </w:p>
    <w:p w:rsidR="00B5552C" w:rsidRDefault="00B5552C" w:rsidP="00A87500">
      <w:pPr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750809">
        <w:rPr>
          <w:sz w:val="28"/>
          <w:szCs w:val="28"/>
        </w:rPr>
        <w:t>Субсидии, за исключением субсидий на софинансирование кап</w:t>
      </w:r>
      <w:r w:rsidRPr="00750809">
        <w:rPr>
          <w:sz w:val="28"/>
          <w:szCs w:val="28"/>
        </w:rPr>
        <w:t>и</w:t>
      </w:r>
      <w:r w:rsidRPr="00750809">
        <w:rPr>
          <w:sz w:val="28"/>
          <w:szCs w:val="28"/>
        </w:rPr>
        <w:t>тальных вложений в объекты государственной (муниципальной) собственности</w:t>
      </w:r>
      <w:r>
        <w:rPr>
          <w:sz w:val="28"/>
          <w:szCs w:val="28"/>
        </w:rPr>
        <w:t>» (Мин 287 Рз 10 ПР 03 ЦС 931 2513 ВР 521) цифры «37243,8» заменить цифрами «37323,521»;</w:t>
      </w:r>
    </w:p>
    <w:p w:rsidR="00B5552C" w:rsidRPr="00A7732E" w:rsidRDefault="00B5552C" w:rsidP="00A87500">
      <w:pPr>
        <w:pStyle w:val="BodyTextIndent"/>
        <w:widowControl w:val="0"/>
        <w:spacing w:after="0" w:line="367" w:lineRule="auto"/>
        <w:ind w:left="0" w:firstLine="709"/>
        <w:jc w:val="both"/>
        <w:rPr>
          <w:sz w:val="28"/>
        </w:rPr>
      </w:pPr>
      <w:r>
        <w:rPr>
          <w:sz w:val="28"/>
          <w:szCs w:val="28"/>
        </w:rPr>
        <w:t xml:space="preserve">к) </w:t>
      </w:r>
      <w:r w:rsidRPr="00A7732E">
        <w:rPr>
          <w:sz w:val="28"/>
        </w:rPr>
        <w:t>в главе «</w:t>
      </w:r>
      <w:r w:rsidRPr="00811930">
        <w:rPr>
          <w:sz w:val="28"/>
        </w:rPr>
        <w:t xml:space="preserve">Министерство </w:t>
      </w:r>
      <w:r>
        <w:rPr>
          <w:sz w:val="28"/>
        </w:rPr>
        <w:t xml:space="preserve">финансов </w:t>
      </w:r>
      <w:r w:rsidRPr="00811930">
        <w:rPr>
          <w:sz w:val="28"/>
        </w:rPr>
        <w:t>Ульяновской области</w:t>
      </w:r>
      <w:r w:rsidRPr="00A7732E">
        <w:rPr>
          <w:sz w:val="28"/>
        </w:rPr>
        <w:t>» (Мин 2</w:t>
      </w:r>
      <w:r>
        <w:rPr>
          <w:sz w:val="28"/>
        </w:rPr>
        <w:t>92</w:t>
      </w:r>
      <w:r w:rsidRPr="00A7732E">
        <w:rPr>
          <w:sz w:val="28"/>
        </w:rPr>
        <w:t>):</w:t>
      </w:r>
    </w:p>
    <w:p w:rsidR="00B5552C" w:rsidRDefault="00B5552C" w:rsidP="00A87500">
      <w:pPr>
        <w:pStyle w:val="BodyTextIndent"/>
        <w:widowControl w:val="0"/>
        <w:spacing w:after="0" w:line="367" w:lineRule="auto"/>
        <w:ind w:left="0" w:firstLine="709"/>
        <w:jc w:val="both"/>
        <w:rPr>
          <w:sz w:val="28"/>
        </w:rPr>
      </w:pPr>
      <w:r w:rsidRPr="00F17CA4">
        <w:rPr>
          <w:sz w:val="28"/>
        </w:rPr>
        <w:t>цифры «</w:t>
      </w:r>
      <w:r>
        <w:rPr>
          <w:sz w:val="28"/>
        </w:rPr>
        <w:t>3148849,62817</w:t>
      </w:r>
      <w:r w:rsidRPr="00F17CA4">
        <w:rPr>
          <w:sz w:val="28"/>
        </w:rPr>
        <w:t>» заменить цифрами «</w:t>
      </w:r>
      <w:r>
        <w:rPr>
          <w:sz w:val="28"/>
        </w:rPr>
        <w:t>3388043,21817</w:t>
      </w:r>
      <w:r w:rsidRPr="00F17CA4">
        <w:rPr>
          <w:sz w:val="28"/>
        </w:rPr>
        <w:t>»;</w:t>
      </w:r>
    </w:p>
    <w:p w:rsidR="00B5552C" w:rsidRDefault="00B5552C" w:rsidP="00A87500">
      <w:pPr>
        <w:pStyle w:val="BodyTextIndent"/>
        <w:widowControl w:val="0"/>
        <w:spacing w:after="0" w:line="367" w:lineRule="auto"/>
        <w:ind w:left="0" w:firstLine="709"/>
        <w:jc w:val="both"/>
        <w:rPr>
          <w:sz w:val="28"/>
        </w:rPr>
      </w:pPr>
      <w:r w:rsidRPr="00FD4EDE">
        <w:rPr>
          <w:sz w:val="28"/>
        </w:rPr>
        <w:t>в строке «</w:t>
      </w:r>
      <w:r>
        <w:rPr>
          <w:sz w:val="28"/>
        </w:rPr>
        <w:t>Общегосударственные вопросы</w:t>
      </w:r>
      <w:r w:rsidRPr="00FD4EDE">
        <w:rPr>
          <w:sz w:val="28"/>
        </w:rPr>
        <w:t>» (Мин 2</w:t>
      </w:r>
      <w:r>
        <w:rPr>
          <w:sz w:val="28"/>
        </w:rPr>
        <w:t>92</w:t>
      </w:r>
      <w:r w:rsidRPr="00FD4EDE">
        <w:rPr>
          <w:sz w:val="28"/>
        </w:rPr>
        <w:t xml:space="preserve"> Рз 0</w:t>
      </w:r>
      <w:r>
        <w:rPr>
          <w:sz w:val="28"/>
        </w:rPr>
        <w:t>1</w:t>
      </w:r>
      <w:r w:rsidRPr="00FD4EDE">
        <w:rPr>
          <w:sz w:val="28"/>
        </w:rPr>
        <w:t>) цифры «</w:t>
      </w:r>
      <w:r>
        <w:rPr>
          <w:sz w:val="28"/>
        </w:rPr>
        <w:t>156647,38905</w:t>
      </w:r>
      <w:r w:rsidRPr="00FD4EDE">
        <w:rPr>
          <w:sz w:val="28"/>
        </w:rPr>
        <w:t>» заменить цифрами «</w:t>
      </w:r>
      <w:r>
        <w:rPr>
          <w:sz w:val="28"/>
        </w:rPr>
        <w:t>155840,97905</w:t>
      </w:r>
      <w:r w:rsidRPr="00FD4EDE">
        <w:rPr>
          <w:sz w:val="28"/>
        </w:rPr>
        <w:t>»;</w:t>
      </w:r>
    </w:p>
    <w:p w:rsidR="00B5552C" w:rsidRDefault="00B5552C" w:rsidP="00A87500">
      <w:pPr>
        <w:pStyle w:val="BodyTextIndent"/>
        <w:widowControl w:val="0"/>
        <w:spacing w:after="0" w:line="367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70629">
        <w:rPr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</w:rPr>
        <w:t xml:space="preserve">» (Мин 292 </w:t>
      </w:r>
      <w:r>
        <w:rPr>
          <w:sz w:val="28"/>
        </w:rPr>
        <w:br/>
        <w:t>Рз 01 ПР 06) цифры «107858,3» заменить цифрами «107051,89»;</w:t>
      </w:r>
    </w:p>
    <w:p w:rsidR="00B5552C" w:rsidRDefault="00B5552C" w:rsidP="00A87500">
      <w:pPr>
        <w:pStyle w:val="BodyTextIndent"/>
        <w:widowControl w:val="0"/>
        <w:spacing w:after="0" w:line="367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70629">
        <w:rPr>
          <w:sz w:val="28"/>
        </w:rPr>
        <w:t>Руководство и управление в сфере установленных функций гос</w:t>
      </w:r>
      <w:r w:rsidRPr="00070629">
        <w:rPr>
          <w:sz w:val="28"/>
        </w:rPr>
        <w:t>у</w:t>
      </w:r>
      <w:r w:rsidRPr="00070629">
        <w:rPr>
          <w:sz w:val="28"/>
        </w:rPr>
        <w:t>дарственных органов Ульяновской области</w:t>
      </w:r>
      <w:r>
        <w:rPr>
          <w:sz w:val="28"/>
        </w:rPr>
        <w:t>» (Мин 292 Рз 01 ПР 06 ЦС 002 0000) цифры «107858,3» заменить цифрами «107051,89»;</w:t>
      </w:r>
    </w:p>
    <w:p w:rsidR="00B5552C" w:rsidRDefault="00B5552C" w:rsidP="00A87500">
      <w:pPr>
        <w:pStyle w:val="BodyTextIndent"/>
        <w:widowControl w:val="0"/>
        <w:spacing w:after="0" w:line="367" w:lineRule="auto"/>
        <w:ind w:left="0" w:firstLine="709"/>
        <w:jc w:val="both"/>
        <w:rPr>
          <w:sz w:val="28"/>
        </w:rPr>
      </w:pPr>
      <w:r>
        <w:rPr>
          <w:sz w:val="28"/>
        </w:rPr>
        <w:t>в строке «Центральный аппарат» (Мин 292 Рз 01 ПР 06 ЦС 002 0400) цифры «107858,3» заменить цифрами «107051,89»;</w:t>
      </w:r>
    </w:p>
    <w:p w:rsidR="00B5552C" w:rsidRDefault="00B5552C" w:rsidP="00A87500">
      <w:pPr>
        <w:pStyle w:val="BodyTextIndent"/>
        <w:widowControl w:val="0"/>
        <w:spacing w:after="0" w:line="367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967A5">
        <w:rPr>
          <w:sz w:val="28"/>
        </w:rPr>
        <w:t>Иные выплаты персоналу государственных (муниципальных) о</w:t>
      </w:r>
      <w:r w:rsidRPr="00D967A5">
        <w:rPr>
          <w:sz w:val="28"/>
        </w:rPr>
        <w:t>р</w:t>
      </w:r>
      <w:r w:rsidRPr="00D967A5">
        <w:rPr>
          <w:sz w:val="28"/>
        </w:rPr>
        <w:t>ганов, за исключением фонда оплаты труда</w:t>
      </w:r>
      <w:r>
        <w:rPr>
          <w:sz w:val="28"/>
        </w:rPr>
        <w:t>» (Мин 292 Рз 01 ПР 06 ЦС 002 0400 ВР 122) цифры «933,4» заменить цифрами «1083,4»;</w:t>
      </w:r>
    </w:p>
    <w:p w:rsidR="00B5552C" w:rsidRDefault="00B5552C" w:rsidP="00A87500">
      <w:pPr>
        <w:pStyle w:val="BodyTextIndent"/>
        <w:widowControl w:val="0"/>
        <w:spacing w:after="0" w:line="367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967A5">
        <w:rPr>
          <w:sz w:val="28"/>
        </w:rPr>
        <w:t>Закупка товаров, работ, услуг в сфере информационно-коммуникационных технологий</w:t>
      </w:r>
      <w:r>
        <w:rPr>
          <w:sz w:val="28"/>
        </w:rPr>
        <w:t>» (Мин 292 Рз 01 ПР 06 ЦС 002 0400 ВР 242) ци</w:t>
      </w:r>
      <w:r>
        <w:rPr>
          <w:sz w:val="28"/>
        </w:rPr>
        <w:t>ф</w:t>
      </w:r>
      <w:r>
        <w:rPr>
          <w:sz w:val="28"/>
        </w:rPr>
        <w:t>ры «20303,5» заменить цифрами «19497,09»;</w:t>
      </w:r>
    </w:p>
    <w:p w:rsidR="00B5552C" w:rsidRDefault="00B5552C" w:rsidP="00A87500">
      <w:pPr>
        <w:pStyle w:val="BodyTextIndent"/>
        <w:widowControl w:val="0"/>
        <w:spacing w:after="0" w:line="367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«Премии и гранты» (Мин 292 Рз 01 ПР 06 ЦС 002 0400 ВР 350) цифры «150,0» заменить цифрами «0,0»;</w:t>
      </w:r>
    </w:p>
    <w:p w:rsidR="00B5552C" w:rsidRPr="00FD4EDE" w:rsidRDefault="00B5552C" w:rsidP="00A87500">
      <w:pPr>
        <w:pStyle w:val="BodyTextIndent"/>
        <w:widowControl w:val="0"/>
        <w:spacing w:after="0" w:line="367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967A5">
        <w:rPr>
          <w:sz w:val="28"/>
        </w:rPr>
        <w:t>Обслуживание государственного и муниципального долга</w:t>
      </w:r>
      <w:r>
        <w:rPr>
          <w:sz w:val="28"/>
        </w:rPr>
        <w:t xml:space="preserve">» </w:t>
      </w:r>
      <w:r>
        <w:rPr>
          <w:sz w:val="28"/>
        </w:rPr>
        <w:br/>
        <w:t>(Мин 292 Рз 13) цифры «694371,53912» заменить цифрами «794371,53912»;</w:t>
      </w:r>
    </w:p>
    <w:p w:rsidR="00B5552C" w:rsidRPr="00FD4EDE" w:rsidRDefault="00B5552C" w:rsidP="00A87500">
      <w:pPr>
        <w:pStyle w:val="BodyTextIndent"/>
        <w:widowControl w:val="0"/>
        <w:spacing w:after="0" w:line="367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967A5">
        <w:rPr>
          <w:sz w:val="28"/>
        </w:rPr>
        <w:t>Обслуживание государственного внутреннего и муниципального долга</w:t>
      </w:r>
      <w:r>
        <w:rPr>
          <w:sz w:val="28"/>
        </w:rPr>
        <w:t>» (Мин 292 Рз 13 ПР 01) цифры «694371,53912» заменить цифрами «794371,53912»;</w:t>
      </w:r>
    </w:p>
    <w:p w:rsidR="00B5552C" w:rsidRDefault="00B5552C" w:rsidP="00A87500">
      <w:pPr>
        <w:pStyle w:val="BodyTextIndent"/>
        <w:widowControl w:val="0"/>
        <w:spacing w:after="0" w:line="367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967A5">
        <w:rPr>
          <w:sz w:val="28"/>
        </w:rPr>
        <w:t>Процентные платежи по долговым обязательствам</w:t>
      </w:r>
      <w:r>
        <w:rPr>
          <w:sz w:val="28"/>
        </w:rPr>
        <w:t xml:space="preserve">» (Мин 292 </w:t>
      </w:r>
      <w:r>
        <w:rPr>
          <w:sz w:val="28"/>
        </w:rPr>
        <w:br/>
        <w:t>Рз 13 ПР 01 ЦС 065 0000) цифры «694371,53912» заменить цифрами «794371,53912»;</w:t>
      </w:r>
    </w:p>
    <w:p w:rsidR="00B5552C" w:rsidRDefault="00B5552C" w:rsidP="00A4141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872D79">
        <w:rPr>
          <w:sz w:val="28"/>
        </w:rPr>
        <w:t>Процентные платежи по государственному долгу субъекта Ро</w:t>
      </w:r>
      <w:r w:rsidRPr="00872D79">
        <w:rPr>
          <w:sz w:val="28"/>
        </w:rPr>
        <w:t>с</w:t>
      </w:r>
      <w:r w:rsidRPr="00872D79">
        <w:rPr>
          <w:sz w:val="28"/>
        </w:rPr>
        <w:t>сийской Федерации</w:t>
      </w:r>
      <w:r>
        <w:rPr>
          <w:sz w:val="28"/>
        </w:rPr>
        <w:t>» (Мин 292 Рз 13 ПР 01 ЦС 065 0200) цифры «694371,53912» заменить цифрами «794371,53912»;</w:t>
      </w:r>
    </w:p>
    <w:p w:rsidR="00B5552C" w:rsidRDefault="00B5552C" w:rsidP="00A4141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872D79">
        <w:rPr>
          <w:sz w:val="28"/>
        </w:rPr>
        <w:t xml:space="preserve">Обслуживание государственного долга субъекта Российской </w:t>
      </w:r>
      <w:r>
        <w:rPr>
          <w:sz w:val="28"/>
        </w:rPr>
        <w:br/>
      </w:r>
      <w:r w:rsidRPr="00872D79">
        <w:rPr>
          <w:sz w:val="28"/>
        </w:rPr>
        <w:t>Федерации</w:t>
      </w:r>
      <w:r>
        <w:rPr>
          <w:sz w:val="28"/>
        </w:rPr>
        <w:t>» (Мин 292 Рз 13 ПР 01 ЦС 065 0200 ВР 720) цифры «694371,53912» заменить цифрами «794371,53912»;</w:t>
      </w:r>
    </w:p>
    <w:p w:rsidR="00B5552C" w:rsidRDefault="00B5552C" w:rsidP="00A4141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872D79">
        <w:rPr>
          <w:sz w:val="28"/>
        </w:rPr>
        <w:t>Межбюджетные трансферты общего характера бюджетам субъе</w:t>
      </w:r>
      <w:r w:rsidRPr="00872D79">
        <w:rPr>
          <w:sz w:val="28"/>
        </w:rPr>
        <w:t>к</w:t>
      </w:r>
      <w:r w:rsidRPr="00872D79">
        <w:rPr>
          <w:sz w:val="28"/>
        </w:rPr>
        <w:t>тов Российской Федерации и муниципальных образований</w:t>
      </w:r>
      <w:r>
        <w:rPr>
          <w:sz w:val="28"/>
        </w:rPr>
        <w:t xml:space="preserve">» (Мин 292 Рз 14) </w:t>
      </w:r>
      <w:r>
        <w:rPr>
          <w:sz w:val="28"/>
        </w:rPr>
        <w:br/>
        <w:t>цифры «2283845,0» заменить цифрами «2423845,0»;</w:t>
      </w:r>
    </w:p>
    <w:p w:rsidR="00B5552C" w:rsidRPr="00FD4EDE" w:rsidRDefault="00B5552C" w:rsidP="00A4141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872D79">
        <w:rPr>
          <w:sz w:val="28"/>
        </w:rPr>
        <w:t>Прочие межбюджетные трансферты общего характера</w:t>
      </w:r>
      <w:r>
        <w:rPr>
          <w:sz w:val="28"/>
        </w:rPr>
        <w:t>» (Мин 292 Рз 14 ПР 03) цифры «836931,8» заменить цифрами «976931,8»;</w:t>
      </w:r>
    </w:p>
    <w:p w:rsidR="00B5552C" w:rsidRDefault="00B5552C" w:rsidP="00A4141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872D79">
        <w:rPr>
          <w:sz w:val="28"/>
        </w:rPr>
        <w:t>Софинансирование расходных обязательств, возникающих при выполнении полномочий органов местного самоуправления по вопросам местн</w:t>
      </w:r>
      <w:r w:rsidRPr="00872D79">
        <w:rPr>
          <w:sz w:val="28"/>
        </w:rPr>
        <w:t>о</w:t>
      </w:r>
      <w:r w:rsidRPr="00872D79">
        <w:rPr>
          <w:sz w:val="28"/>
        </w:rPr>
        <w:t>го значения</w:t>
      </w:r>
      <w:r>
        <w:rPr>
          <w:sz w:val="28"/>
        </w:rPr>
        <w:t>» (Мин 292 Рз 14 ПР 03 ЦС 518 0000) цифры «714383,6» заменить цифрами «854383,6»;</w:t>
      </w:r>
    </w:p>
    <w:p w:rsidR="00B5552C" w:rsidRPr="00FD4EDE" w:rsidRDefault="00B5552C" w:rsidP="00A4141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872D79">
        <w:rPr>
          <w:sz w:val="28"/>
        </w:rPr>
        <w:t>Выплата заработной платы с начислениями работникам муниц</w:t>
      </w:r>
      <w:r w:rsidRPr="00872D79">
        <w:rPr>
          <w:sz w:val="28"/>
        </w:rPr>
        <w:t>и</w:t>
      </w:r>
      <w:r w:rsidRPr="00872D79">
        <w:rPr>
          <w:sz w:val="28"/>
        </w:rPr>
        <w:t>пальных учреждений (за исключением органов местного самоуправления) мун</w:t>
      </w:r>
      <w:r w:rsidRPr="00872D79">
        <w:rPr>
          <w:sz w:val="28"/>
        </w:rPr>
        <w:t>и</w:t>
      </w:r>
      <w:r w:rsidRPr="00872D79">
        <w:rPr>
          <w:sz w:val="28"/>
        </w:rPr>
        <w:t>ципальных образований, оплата коммунальных услуг и приобретение твёрдого топлива (уголь, дрова) муниципальными учреждениями (за исключением органов местного самоуправления) (включая погашение кредиторской задолженности) муниципальных образований Ульяновской области</w:t>
      </w:r>
      <w:r>
        <w:rPr>
          <w:sz w:val="28"/>
        </w:rPr>
        <w:t xml:space="preserve">» (Мин 292 Рз 14 ПР 03 </w:t>
      </w:r>
      <w:r>
        <w:rPr>
          <w:sz w:val="28"/>
        </w:rPr>
        <w:br/>
        <w:t>ЦС 518 0600) цифры «714383,6» заменить цифрами «854383,6»;</w:t>
      </w:r>
    </w:p>
    <w:p w:rsidR="00B5552C" w:rsidRDefault="00B5552C" w:rsidP="00A4141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872D79">
        <w:rPr>
          <w:sz w:val="28"/>
        </w:rPr>
        <w:t>Субсидии, за исключением субсидий на софинансирование кап</w:t>
      </w:r>
      <w:r w:rsidRPr="00872D79">
        <w:rPr>
          <w:sz w:val="28"/>
        </w:rPr>
        <w:t>и</w:t>
      </w:r>
      <w:r w:rsidRPr="00872D79">
        <w:rPr>
          <w:sz w:val="28"/>
        </w:rPr>
        <w:t>тальных вложений в объекты государственной (муниципальной) собственности</w:t>
      </w:r>
      <w:r>
        <w:rPr>
          <w:sz w:val="28"/>
        </w:rPr>
        <w:t>» (Мин 292 Рз 14 ПР 03 ЦС 518 0600 ВР 521) цифры «714383,6» заменить цифрами «854383,6»;</w:t>
      </w:r>
    </w:p>
    <w:p w:rsidR="00B5552C" w:rsidRDefault="00B5552C" w:rsidP="00A4141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л) в главе «Главная государственная инспекция регионального надзора Ул</w:t>
      </w:r>
      <w:r>
        <w:rPr>
          <w:sz w:val="28"/>
        </w:rPr>
        <w:t>ь</w:t>
      </w:r>
      <w:r>
        <w:rPr>
          <w:sz w:val="28"/>
        </w:rPr>
        <w:t>яновской области» (Мин 380):</w:t>
      </w:r>
    </w:p>
    <w:p w:rsidR="00B5552C" w:rsidRDefault="00B5552C" w:rsidP="00A4141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цифры «48584,0» заменить цифрами «48643,36»;</w:t>
      </w:r>
    </w:p>
    <w:p w:rsidR="00B5552C" w:rsidRDefault="00B5552C" w:rsidP="00A4141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«Общегосударственные вопросы» (Мин 380 Рз 01) цифры «48584,0» заменить цифрами «48643,36»;</w:t>
      </w:r>
    </w:p>
    <w:p w:rsidR="00B5552C" w:rsidRDefault="00B5552C" w:rsidP="00C9052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«Другие общегосударственные вопросы» (Мин 380 Рз 01 ПР 13) цифры «48584,0» заменить цифрами «48643,36»;</w:t>
      </w:r>
    </w:p>
    <w:p w:rsidR="00B5552C" w:rsidRDefault="00B5552C" w:rsidP="00A4141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65" w:type="dxa"/>
        <w:tblInd w:w="-34" w:type="dxa"/>
        <w:tblLook w:val="00A0"/>
      </w:tblPr>
      <w:tblGrid>
        <w:gridCol w:w="4667"/>
        <w:gridCol w:w="660"/>
        <w:gridCol w:w="680"/>
        <w:gridCol w:w="620"/>
        <w:gridCol w:w="1540"/>
        <w:gridCol w:w="660"/>
        <w:gridCol w:w="1238"/>
      </w:tblGrid>
      <w:tr w:rsidR="00B5552C" w:rsidRPr="00C90525" w:rsidTr="00C90525">
        <w:trPr>
          <w:trHeight w:val="750"/>
        </w:trPr>
        <w:tc>
          <w:tcPr>
            <w:tcW w:w="4667" w:type="dxa"/>
          </w:tcPr>
          <w:p w:rsidR="00B5552C" w:rsidRPr="00C90525" w:rsidRDefault="00B5552C" w:rsidP="00C9052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C90525">
              <w:rPr>
                <w:color w:val="000000"/>
                <w:sz w:val="28"/>
                <w:szCs w:val="28"/>
              </w:rPr>
              <w:t>Уплата налога на имущество орг</w:t>
            </w:r>
            <w:r w:rsidRPr="00C90525">
              <w:rPr>
                <w:color w:val="000000"/>
                <w:sz w:val="28"/>
                <w:szCs w:val="28"/>
              </w:rPr>
              <w:t>а</w:t>
            </w:r>
            <w:r w:rsidRPr="00C90525">
              <w:rPr>
                <w:color w:val="000000"/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660" w:type="dxa"/>
            <w:vAlign w:val="bottom"/>
          </w:tcPr>
          <w:p w:rsidR="00B5552C" w:rsidRPr="00C90525" w:rsidRDefault="00B5552C" w:rsidP="00C905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90525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680" w:type="dxa"/>
            <w:vAlign w:val="bottom"/>
          </w:tcPr>
          <w:p w:rsidR="00B5552C" w:rsidRPr="00C90525" w:rsidRDefault="00B5552C" w:rsidP="00C905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9052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20" w:type="dxa"/>
            <w:vAlign w:val="bottom"/>
          </w:tcPr>
          <w:p w:rsidR="00B5552C" w:rsidRPr="00C90525" w:rsidRDefault="00B5552C" w:rsidP="00C905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9052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540" w:type="dxa"/>
            <w:vAlign w:val="bottom"/>
          </w:tcPr>
          <w:p w:rsidR="00B5552C" w:rsidRPr="00C90525" w:rsidRDefault="00B5552C" w:rsidP="00C905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90525">
              <w:rPr>
                <w:color w:val="000000"/>
                <w:sz w:val="28"/>
                <w:szCs w:val="28"/>
              </w:rPr>
              <w:t>002 0400</w:t>
            </w:r>
          </w:p>
        </w:tc>
        <w:tc>
          <w:tcPr>
            <w:tcW w:w="660" w:type="dxa"/>
            <w:vAlign w:val="bottom"/>
          </w:tcPr>
          <w:p w:rsidR="00B5552C" w:rsidRPr="00C90525" w:rsidRDefault="00B5552C" w:rsidP="00C905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90525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238" w:type="dxa"/>
            <w:noWrap/>
            <w:vAlign w:val="bottom"/>
          </w:tcPr>
          <w:p w:rsidR="00B5552C" w:rsidRPr="00C90525" w:rsidRDefault="00B5552C" w:rsidP="00C905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90525">
              <w:rPr>
                <w:sz w:val="28"/>
                <w:szCs w:val="28"/>
              </w:rPr>
              <w:t>120,0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C90525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ook w:val="00A0"/>
      </w:tblPr>
      <w:tblGrid>
        <w:gridCol w:w="4667"/>
        <w:gridCol w:w="660"/>
        <w:gridCol w:w="680"/>
        <w:gridCol w:w="620"/>
        <w:gridCol w:w="1540"/>
        <w:gridCol w:w="660"/>
        <w:gridCol w:w="1238"/>
      </w:tblGrid>
      <w:tr w:rsidR="00B5552C" w:rsidRPr="00C90525" w:rsidTr="00FC7357">
        <w:trPr>
          <w:trHeight w:val="750"/>
        </w:trPr>
        <w:tc>
          <w:tcPr>
            <w:tcW w:w="4667" w:type="dxa"/>
          </w:tcPr>
          <w:p w:rsidR="00B5552C" w:rsidRPr="00C90525" w:rsidRDefault="00B5552C" w:rsidP="00C905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90525">
              <w:rPr>
                <w:sz w:val="28"/>
                <w:szCs w:val="28"/>
              </w:rPr>
              <w:t>«Реализация мероприятий по обно</w:t>
            </w:r>
            <w:r w:rsidRPr="00C90525">
              <w:rPr>
                <w:sz w:val="28"/>
                <w:szCs w:val="28"/>
              </w:rPr>
              <w:t>в</w:t>
            </w:r>
            <w:r w:rsidRPr="00C90525">
              <w:rPr>
                <w:sz w:val="28"/>
                <w:szCs w:val="28"/>
              </w:rPr>
              <w:t>лению парка автотранспортных средств</w:t>
            </w:r>
          </w:p>
        </w:tc>
        <w:tc>
          <w:tcPr>
            <w:tcW w:w="660" w:type="dxa"/>
            <w:vAlign w:val="bottom"/>
          </w:tcPr>
          <w:p w:rsidR="00B5552C" w:rsidRPr="00C90525" w:rsidRDefault="00B5552C" w:rsidP="00C905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0525">
              <w:rPr>
                <w:sz w:val="28"/>
                <w:szCs w:val="28"/>
              </w:rPr>
              <w:t>380</w:t>
            </w:r>
          </w:p>
        </w:tc>
        <w:tc>
          <w:tcPr>
            <w:tcW w:w="680" w:type="dxa"/>
            <w:vAlign w:val="bottom"/>
          </w:tcPr>
          <w:p w:rsidR="00B5552C" w:rsidRPr="00C90525" w:rsidRDefault="00B5552C" w:rsidP="00C905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0525">
              <w:rPr>
                <w:sz w:val="28"/>
                <w:szCs w:val="28"/>
              </w:rPr>
              <w:t>01</w:t>
            </w:r>
          </w:p>
        </w:tc>
        <w:tc>
          <w:tcPr>
            <w:tcW w:w="620" w:type="dxa"/>
            <w:vAlign w:val="bottom"/>
          </w:tcPr>
          <w:p w:rsidR="00B5552C" w:rsidRPr="00C90525" w:rsidRDefault="00B5552C" w:rsidP="00C905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0525">
              <w:rPr>
                <w:sz w:val="28"/>
                <w:szCs w:val="28"/>
              </w:rPr>
              <w:t>13</w:t>
            </w:r>
          </w:p>
        </w:tc>
        <w:tc>
          <w:tcPr>
            <w:tcW w:w="1540" w:type="dxa"/>
            <w:vAlign w:val="bottom"/>
          </w:tcPr>
          <w:p w:rsidR="00B5552C" w:rsidRPr="00C90525" w:rsidRDefault="00B5552C" w:rsidP="00C905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0525">
              <w:rPr>
                <w:sz w:val="28"/>
                <w:szCs w:val="28"/>
              </w:rPr>
              <w:t>682 0000</w:t>
            </w:r>
          </w:p>
        </w:tc>
        <w:tc>
          <w:tcPr>
            <w:tcW w:w="660" w:type="dxa"/>
            <w:vAlign w:val="bottom"/>
          </w:tcPr>
          <w:p w:rsidR="00B5552C" w:rsidRPr="00C90525" w:rsidRDefault="00B5552C" w:rsidP="00C905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0525">
              <w:rPr>
                <w:sz w:val="28"/>
                <w:szCs w:val="28"/>
              </w:rPr>
              <w:t> </w:t>
            </w:r>
          </w:p>
        </w:tc>
        <w:tc>
          <w:tcPr>
            <w:tcW w:w="1238" w:type="dxa"/>
            <w:noWrap/>
            <w:vAlign w:val="bottom"/>
          </w:tcPr>
          <w:p w:rsidR="00B5552C" w:rsidRPr="00C90525" w:rsidRDefault="00B5552C" w:rsidP="00C905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90525">
              <w:rPr>
                <w:sz w:val="28"/>
                <w:szCs w:val="28"/>
              </w:rPr>
              <w:t>59,36</w:t>
            </w:r>
          </w:p>
        </w:tc>
      </w:tr>
      <w:tr w:rsidR="00B5552C" w:rsidRPr="00C90525" w:rsidTr="00FC7357">
        <w:trPr>
          <w:trHeight w:val="750"/>
        </w:trPr>
        <w:tc>
          <w:tcPr>
            <w:tcW w:w="4667" w:type="dxa"/>
          </w:tcPr>
          <w:p w:rsidR="00B5552C" w:rsidRPr="00C90525" w:rsidRDefault="00B5552C" w:rsidP="00C905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C0530">
              <w:rPr>
                <w:sz w:val="28"/>
                <w:szCs w:val="28"/>
              </w:rPr>
              <w:t>Прочая закупка товаров, работ и у</w:t>
            </w:r>
            <w:r w:rsidRPr="00EC0530">
              <w:rPr>
                <w:sz w:val="28"/>
                <w:szCs w:val="28"/>
              </w:rPr>
              <w:t>с</w:t>
            </w:r>
            <w:r w:rsidRPr="00EC0530">
              <w:rPr>
                <w:sz w:val="28"/>
                <w:szCs w:val="28"/>
              </w:rPr>
              <w:t>луг для обеспечения государстве</w:t>
            </w:r>
            <w:r w:rsidRPr="00EC0530">
              <w:rPr>
                <w:sz w:val="28"/>
                <w:szCs w:val="28"/>
              </w:rPr>
              <w:t>н</w:t>
            </w:r>
            <w:r w:rsidRPr="00EC0530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60" w:type="dxa"/>
            <w:vAlign w:val="bottom"/>
          </w:tcPr>
          <w:p w:rsidR="00B5552C" w:rsidRPr="00C90525" w:rsidRDefault="00B5552C" w:rsidP="00C905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0525">
              <w:rPr>
                <w:sz w:val="28"/>
                <w:szCs w:val="28"/>
              </w:rPr>
              <w:t>380</w:t>
            </w:r>
          </w:p>
        </w:tc>
        <w:tc>
          <w:tcPr>
            <w:tcW w:w="680" w:type="dxa"/>
            <w:vAlign w:val="bottom"/>
          </w:tcPr>
          <w:p w:rsidR="00B5552C" w:rsidRPr="00C90525" w:rsidRDefault="00B5552C" w:rsidP="00C905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0525">
              <w:rPr>
                <w:sz w:val="28"/>
                <w:szCs w:val="28"/>
              </w:rPr>
              <w:t>01</w:t>
            </w:r>
          </w:p>
        </w:tc>
        <w:tc>
          <w:tcPr>
            <w:tcW w:w="620" w:type="dxa"/>
            <w:vAlign w:val="bottom"/>
          </w:tcPr>
          <w:p w:rsidR="00B5552C" w:rsidRPr="00C90525" w:rsidRDefault="00B5552C" w:rsidP="00C905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0525">
              <w:rPr>
                <w:sz w:val="28"/>
                <w:szCs w:val="28"/>
              </w:rPr>
              <w:t>13</w:t>
            </w:r>
          </w:p>
        </w:tc>
        <w:tc>
          <w:tcPr>
            <w:tcW w:w="1540" w:type="dxa"/>
            <w:vAlign w:val="bottom"/>
          </w:tcPr>
          <w:p w:rsidR="00B5552C" w:rsidRPr="00C90525" w:rsidRDefault="00B5552C" w:rsidP="00C905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0525">
              <w:rPr>
                <w:sz w:val="28"/>
                <w:szCs w:val="28"/>
              </w:rPr>
              <w:t>682 0000</w:t>
            </w:r>
          </w:p>
        </w:tc>
        <w:tc>
          <w:tcPr>
            <w:tcW w:w="660" w:type="dxa"/>
            <w:vAlign w:val="bottom"/>
          </w:tcPr>
          <w:p w:rsidR="00B5552C" w:rsidRPr="00C90525" w:rsidRDefault="00B5552C" w:rsidP="00C905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0525">
              <w:rPr>
                <w:sz w:val="28"/>
                <w:szCs w:val="28"/>
              </w:rPr>
              <w:t>244</w:t>
            </w:r>
          </w:p>
        </w:tc>
        <w:tc>
          <w:tcPr>
            <w:tcW w:w="1238" w:type="dxa"/>
            <w:noWrap/>
            <w:vAlign w:val="bottom"/>
          </w:tcPr>
          <w:p w:rsidR="00B5552C" w:rsidRPr="00C90525" w:rsidRDefault="00B5552C" w:rsidP="00C9052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90525">
              <w:rPr>
                <w:sz w:val="28"/>
                <w:szCs w:val="28"/>
              </w:rPr>
              <w:t>59,36»;</w:t>
            </w:r>
          </w:p>
        </w:tc>
      </w:tr>
    </w:tbl>
    <w:p w:rsidR="00B5552C" w:rsidRDefault="00B5552C" w:rsidP="0069676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м) в строке «ИТОГО» цифры «39278430,47716» заменить цифрами «40173306,35944»;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13) </w:t>
      </w:r>
      <w:r>
        <w:rPr>
          <w:sz w:val="28"/>
          <w:szCs w:val="28"/>
        </w:rPr>
        <w:t>в приложении 13: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главе «Правительство Ульяновской области» (Мин 203):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«1292573,8» заменить цифрами «1294883,4»;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6A5659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 (Мин 203 Рз 01) цифры «676280,1» заменить цифрами «678589,7»;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«Другие о</w:t>
      </w:r>
      <w:r w:rsidRPr="006A5659">
        <w:rPr>
          <w:sz w:val="28"/>
          <w:szCs w:val="28"/>
        </w:rPr>
        <w:t>бщегосударственные вопросы</w:t>
      </w:r>
      <w:r>
        <w:rPr>
          <w:sz w:val="28"/>
          <w:szCs w:val="28"/>
        </w:rPr>
        <w:t>» (Мин 203 Рз 01 ПР 13) цифры «478971,1» заменить цифрами «481280,7»;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6A5659">
        <w:rPr>
          <w:sz w:val="28"/>
          <w:szCs w:val="28"/>
        </w:rPr>
        <w:t>Осуществление отдельных полномочий Российской Федерации органами государственной власти Ульяновской области в области охраны здор</w:t>
      </w:r>
      <w:r w:rsidRPr="006A5659">
        <w:rPr>
          <w:sz w:val="28"/>
          <w:szCs w:val="28"/>
        </w:rPr>
        <w:t>о</w:t>
      </w:r>
      <w:r w:rsidRPr="006A5659">
        <w:rPr>
          <w:sz w:val="28"/>
          <w:szCs w:val="28"/>
        </w:rPr>
        <w:t>вья граждан, контроля качества образования, охраны объектов культурного н</w:t>
      </w:r>
      <w:r w:rsidRPr="006A5659">
        <w:rPr>
          <w:sz w:val="28"/>
          <w:szCs w:val="28"/>
        </w:rPr>
        <w:t>а</w:t>
      </w:r>
      <w:r w:rsidRPr="006A5659">
        <w:rPr>
          <w:sz w:val="28"/>
          <w:szCs w:val="28"/>
        </w:rPr>
        <w:t>следия, использования охотничьих ресурсов, регистрации актов гражданского с</w:t>
      </w:r>
      <w:r w:rsidRPr="006A5659">
        <w:rPr>
          <w:sz w:val="28"/>
          <w:szCs w:val="28"/>
        </w:rPr>
        <w:t>о</w:t>
      </w:r>
      <w:r w:rsidRPr="006A5659">
        <w:rPr>
          <w:sz w:val="28"/>
          <w:szCs w:val="28"/>
        </w:rPr>
        <w:t>стояния и других полномочий</w:t>
      </w:r>
      <w:r>
        <w:rPr>
          <w:sz w:val="28"/>
          <w:szCs w:val="28"/>
        </w:rPr>
        <w:t>» (Мин 203 Рз 01 ПР 13 ЦС 296 0000) цифры «11221,0» заменить цифрами «13530,6»;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строки </w:t>
      </w:r>
    </w:p>
    <w:tbl>
      <w:tblPr>
        <w:tblW w:w="10065" w:type="dxa"/>
        <w:tblInd w:w="-34" w:type="dxa"/>
        <w:tblLayout w:type="fixed"/>
        <w:tblLook w:val="00A0"/>
      </w:tblPr>
      <w:tblGrid>
        <w:gridCol w:w="4111"/>
        <w:gridCol w:w="709"/>
        <w:gridCol w:w="425"/>
        <w:gridCol w:w="425"/>
        <w:gridCol w:w="1276"/>
        <w:gridCol w:w="597"/>
        <w:gridCol w:w="1246"/>
        <w:gridCol w:w="1276"/>
      </w:tblGrid>
      <w:tr w:rsidR="00B5552C" w:rsidRPr="006A5659" w:rsidTr="006515F9">
        <w:trPr>
          <w:trHeight w:val="4500"/>
        </w:trPr>
        <w:tc>
          <w:tcPr>
            <w:tcW w:w="4111" w:type="dxa"/>
          </w:tcPr>
          <w:p w:rsidR="00B5552C" w:rsidRPr="006A5659" w:rsidRDefault="00B5552C" w:rsidP="00FC735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6A5659">
              <w:rPr>
                <w:color w:val="000000"/>
                <w:sz w:val="28"/>
                <w:szCs w:val="28"/>
              </w:rPr>
              <w:t>Осуществление отдельных полномочий Российской Фед</w:t>
            </w:r>
            <w:r w:rsidRPr="006A5659">
              <w:rPr>
                <w:color w:val="000000"/>
                <w:sz w:val="28"/>
                <w:szCs w:val="28"/>
              </w:rPr>
              <w:t>е</w:t>
            </w:r>
            <w:r w:rsidRPr="006A5659">
              <w:rPr>
                <w:color w:val="000000"/>
                <w:sz w:val="28"/>
                <w:szCs w:val="28"/>
              </w:rPr>
              <w:t>рации органами государстве</w:t>
            </w:r>
            <w:r w:rsidRPr="006A5659">
              <w:rPr>
                <w:color w:val="000000"/>
                <w:sz w:val="28"/>
                <w:szCs w:val="28"/>
              </w:rPr>
              <w:t>н</w:t>
            </w:r>
            <w:r w:rsidRPr="006A5659">
              <w:rPr>
                <w:color w:val="000000"/>
                <w:sz w:val="28"/>
                <w:szCs w:val="28"/>
              </w:rPr>
              <w:t>ной власти Ульяновской обла</w:t>
            </w:r>
            <w:r w:rsidRPr="006A5659">
              <w:rPr>
                <w:color w:val="000000"/>
                <w:sz w:val="28"/>
                <w:szCs w:val="28"/>
              </w:rPr>
              <w:t>с</w:t>
            </w:r>
            <w:r w:rsidRPr="006A5659">
              <w:rPr>
                <w:color w:val="000000"/>
                <w:sz w:val="28"/>
                <w:szCs w:val="28"/>
              </w:rPr>
              <w:t>ти в области охраны здоровья граждан, контроля качества о</w:t>
            </w:r>
            <w:r w:rsidRPr="006A5659">
              <w:rPr>
                <w:color w:val="000000"/>
                <w:sz w:val="28"/>
                <w:szCs w:val="28"/>
              </w:rPr>
              <w:t>б</w:t>
            </w:r>
            <w:r w:rsidRPr="006A5659">
              <w:rPr>
                <w:color w:val="000000"/>
                <w:sz w:val="28"/>
                <w:szCs w:val="28"/>
              </w:rPr>
              <w:t>разования, охраны объектов культурного наследия, испол</w:t>
            </w:r>
            <w:r w:rsidRPr="006A5659">
              <w:rPr>
                <w:color w:val="000000"/>
                <w:sz w:val="28"/>
                <w:szCs w:val="28"/>
              </w:rPr>
              <w:t>ь</w:t>
            </w:r>
            <w:r w:rsidRPr="006A5659">
              <w:rPr>
                <w:color w:val="000000"/>
                <w:sz w:val="28"/>
                <w:szCs w:val="28"/>
              </w:rPr>
              <w:t>зования охотничьих ресурсов, регистрации актов гражданск</w:t>
            </w:r>
            <w:r w:rsidRPr="006A5659">
              <w:rPr>
                <w:color w:val="000000"/>
                <w:sz w:val="28"/>
                <w:szCs w:val="28"/>
              </w:rPr>
              <w:t>о</w:t>
            </w:r>
            <w:r w:rsidRPr="006A5659">
              <w:rPr>
                <w:color w:val="000000"/>
                <w:sz w:val="28"/>
                <w:szCs w:val="28"/>
              </w:rPr>
              <w:t>го состояния и других полн</w:t>
            </w:r>
            <w:r w:rsidRPr="006A5659">
              <w:rPr>
                <w:color w:val="000000"/>
                <w:sz w:val="28"/>
                <w:szCs w:val="28"/>
              </w:rPr>
              <w:t>о</w:t>
            </w:r>
            <w:r w:rsidRPr="006A5659">
              <w:rPr>
                <w:color w:val="000000"/>
                <w:sz w:val="28"/>
                <w:szCs w:val="28"/>
              </w:rPr>
              <w:t>мочий</w:t>
            </w:r>
          </w:p>
        </w:tc>
        <w:tc>
          <w:tcPr>
            <w:tcW w:w="709" w:type="dxa"/>
            <w:vAlign w:val="bottom"/>
          </w:tcPr>
          <w:p w:rsidR="00B5552C" w:rsidRPr="006A5659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A565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5" w:type="dxa"/>
            <w:vAlign w:val="bottom"/>
          </w:tcPr>
          <w:p w:rsidR="00B5552C" w:rsidRPr="006A5659" w:rsidRDefault="00B5552C" w:rsidP="00FC7357">
            <w:pPr>
              <w:spacing w:line="360" w:lineRule="auto"/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6A565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B5552C" w:rsidRPr="006A5659" w:rsidRDefault="00B5552C" w:rsidP="00FC7357">
            <w:pPr>
              <w:spacing w:line="360" w:lineRule="auto"/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6A565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B5552C" w:rsidRPr="006A5659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A5659">
              <w:rPr>
                <w:color w:val="000000"/>
                <w:sz w:val="28"/>
                <w:szCs w:val="28"/>
              </w:rPr>
              <w:t>296 0000</w:t>
            </w:r>
          </w:p>
        </w:tc>
        <w:tc>
          <w:tcPr>
            <w:tcW w:w="597" w:type="dxa"/>
            <w:vAlign w:val="bottom"/>
          </w:tcPr>
          <w:p w:rsidR="00B5552C" w:rsidRPr="006A5659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A565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6" w:type="dxa"/>
            <w:noWrap/>
            <w:vAlign w:val="bottom"/>
          </w:tcPr>
          <w:p w:rsidR="00B5552C" w:rsidRPr="006A5659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10607,7</w:t>
            </w:r>
          </w:p>
        </w:tc>
        <w:tc>
          <w:tcPr>
            <w:tcW w:w="1276" w:type="dxa"/>
            <w:noWrap/>
            <w:vAlign w:val="bottom"/>
          </w:tcPr>
          <w:p w:rsidR="00B5552C" w:rsidRPr="006A5659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13530,6»</w:t>
            </w:r>
          </w:p>
        </w:tc>
      </w:tr>
    </w:tbl>
    <w:p w:rsidR="00B5552C" w:rsidRDefault="00B5552C" w:rsidP="006515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65" w:type="dxa"/>
        <w:tblInd w:w="-34" w:type="dxa"/>
        <w:tblLayout w:type="fixed"/>
        <w:tblLook w:val="00A0"/>
      </w:tblPr>
      <w:tblGrid>
        <w:gridCol w:w="4111"/>
        <w:gridCol w:w="709"/>
        <w:gridCol w:w="425"/>
        <w:gridCol w:w="425"/>
        <w:gridCol w:w="1276"/>
        <w:gridCol w:w="597"/>
        <w:gridCol w:w="1246"/>
        <w:gridCol w:w="1276"/>
      </w:tblGrid>
      <w:tr w:rsidR="00B5552C" w:rsidRPr="006A5659" w:rsidTr="006515F9">
        <w:tc>
          <w:tcPr>
            <w:tcW w:w="4111" w:type="dxa"/>
          </w:tcPr>
          <w:p w:rsidR="00B5552C" w:rsidRPr="006A5659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A5659">
              <w:rPr>
                <w:sz w:val="28"/>
                <w:szCs w:val="28"/>
              </w:rPr>
              <w:t>Осуществление полномочий по составлению (изменению) списков кандидатов в прися</w:t>
            </w:r>
            <w:r w:rsidRPr="006A5659">
              <w:rPr>
                <w:sz w:val="28"/>
                <w:szCs w:val="28"/>
              </w:rPr>
              <w:t>ж</w:t>
            </w:r>
            <w:r w:rsidRPr="006A5659">
              <w:rPr>
                <w:sz w:val="28"/>
                <w:szCs w:val="28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vAlign w:val="bottom"/>
          </w:tcPr>
          <w:p w:rsidR="00B5552C" w:rsidRPr="006A5659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5659">
              <w:rPr>
                <w:sz w:val="28"/>
                <w:szCs w:val="28"/>
              </w:rPr>
              <w:t>203</w:t>
            </w:r>
          </w:p>
        </w:tc>
        <w:tc>
          <w:tcPr>
            <w:tcW w:w="425" w:type="dxa"/>
            <w:vAlign w:val="bottom"/>
          </w:tcPr>
          <w:p w:rsidR="00B5552C" w:rsidRPr="006A5659" w:rsidRDefault="00B5552C" w:rsidP="00FC7357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6A5659">
              <w:rPr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B5552C" w:rsidRPr="006A5659" w:rsidRDefault="00B5552C" w:rsidP="00FC7357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6A5659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B5552C" w:rsidRPr="006A5659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5659">
              <w:rPr>
                <w:sz w:val="28"/>
                <w:szCs w:val="28"/>
              </w:rPr>
              <w:t>296 5120</w:t>
            </w:r>
          </w:p>
        </w:tc>
        <w:tc>
          <w:tcPr>
            <w:tcW w:w="597" w:type="dxa"/>
            <w:vAlign w:val="bottom"/>
          </w:tcPr>
          <w:p w:rsidR="00B5552C" w:rsidRPr="006A5659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5659">
              <w:rPr>
                <w:sz w:val="28"/>
                <w:szCs w:val="28"/>
              </w:rPr>
              <w:t> </w:t>
            </w:r>
          </w:p>
        </w:tc>
        <w:tc>
          <w:tcPr>
            <w:tcW w:w="1246" w:type="dxa"/>
            <w:noWrap/>
            <w:vAlign w:val="bottom"/>
          </w:tcPr>
          <w:p w:rsidR="00B5552C" w:rsidRPr="006A5659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5659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noWrap/>
            <w:vAlign w:val="bottom"/>
          </w:tcPr>
          <w:p w:rsidR="00B5552C" w:rsidRPr="006A5659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5659">
              <w:rPr>
                <w:sz w:val="28"/>
                <w:szCs w:val="28"/>
              </w:rPr>
              <w:t>2309,6</w:t>
            </w:r>
          </w:p>
        </w:tc>
      </w:tr>
      <w:tr w:rsidR="00B5552C" w:rsidRPr="006A5659" w:rsidTr="006515F9">
        <w:tc>
          <w:tcPr>
            <w:tcW w:w="4111" w:type="dxa"/>
          </w:tcPr>
          <w:p w:rsidR="00B5552C" w:rsidRPr="006A5659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A5659">
              <w:rPr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vAlign w:val="bottom"/>
          </w:tcPr>
          <w:p w:rsidR="00B5552C" w:rsidRPr="006A5659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5659">
              <w:rPr>
                <w:sz w:val="28"/>
                <w:szCs w:val="28"/>
              </w:rPr>
              <w:t>203</w:t>
            </w:r>
          </w:p>
        </w:tc>
        <w:tc>
          <w:tcPr>
            <w:tcW w:w="425" w:type="dxa"/>
            <w:vAlign w:val="bottom"/>
          </w:tcPr>
          <w:p w:rsidR="00B5552C" w:rsidRPr="006A5659" w:rsidRDefault="00B5552C" w:rsidP="00FC7357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6A5659">
              <w:rPr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B5552C" w:rsidRPr="006A5659" w:rsidRDefault="00B5552C" w:rsidP="00FC7357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6A5659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B5552C" w:rsidRPr="006A5659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5659">
              <w:rPr>
                <w:sz w:val="28"/>
                <w:szCs w:val="28"/>
              </w:rPr>
              <w:t>296 5120</w:t>
            </w:r>
          </w:p>
        </w:tc>
        <w:tc>
          <w:tcPr>
            <w:tcW w:w="597" w:type="dxa"/>
            <w:vAlign w:val="bottom"/>
          </w:tcPr>
          <w:p w:rsidR="00B5552C" w:rsidRPr="006A5659" w:rsidRDefault="00B5552C" w:rsidP="00FC7357">
            <w:pPr>
              <w:spacing w:line="360" w:lineRule="auto"/>
              <w:ind w:right="-78"/>
              <w:jc w:val="center"/>
              <w:rPr>
                <w:sz w:val="28"/>
                <w:szCs w:val="28"/>
              </w:rPr>
            </w:pPr>
            <w:r w:rsidRPr="006A5659">
              <w:rPr>
                <w:sz w:val="28"/>
                <w:szCs w:val="28"/>
              </w:rPr>
              <w:t>530</w:t>
            </w:r>
          </w:p>
        </w:tc>
        <w:tc>
          <w:tcPr>
            <w:tcW w:w="1246" w:type="dxa"/>
            <w:noWrap/>
            <w:vAlign w:val="bottom"/>
          </w:tcPr>
          <w:p w:rsidR="00B5552C" w:rsidRPr="006A5659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5659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noWrap/>
            <w:vAlign w:val="bottom"/>
          </w:tcPr>
          <w:p w:rsidR="00B5552C" w:rsidRPr="006A5659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5659">
              <w:rPr>
                <w:sz w:val="28"/>
                <w:szCs w:val="28"/>
              </w:rPr>
              <w:t>2309,6»;</w:t>
            </w:r>
          </w:p>
        </w:tc>
      </w:tr>
    </w:tbl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наименование строки «</w:t>
      </w:r>
      <w:r w:rsidRPr="00F56245">
        <w:rPr>
          <w:sz w:val="28"/>
          <w:szCs w:val="28"/>
        </w:rPr>
        <w:t>Увеличение уставного капитала открытого акци</w:t>
      </w:r>
      <w:r w:rsidRPr="00F56245">
        <w:rPr>
          <w:sz w:val="28"/>
          <w:szCs w:val="28"/>
        </w:rPr>
        <w:t>о</w:t>
      </w:r>
      <w:r w:rsidRPr="00F56245">
        <w:rPr>
          <w:sz w:val="28"/>
          <w:szCs w:val="28"/>
        </w:rPr>
        <w:t>нерного общества «Корпорация развития Ульяновской области» в целях оплаты основного долга по кредиту на строительство объектов инфраструктуры промы</w:t>
      </w:r>
      <w:r w:rsidRPr="00F56245">
        <w:rPr>
          <w:sz w:val="28"/>
          <w:szCs w:val="28"/>
        </w:rPr>
        <w:t>ш</w:t>
      </w:r>
      <w:r w:rsidRPr="00F56245">
        <w:rPr>
          <w:sz w:val="28"/>
          <w:szCs w:val="28"/>
        </w:rPr>
        <w:t>ленных зон</w:t>
      </w:r>
      <w:r>
        <w:rPr>
          <w:sz w:val="28"/>
          <w:szCs w:val="28"/>
        </w:rPr>
        <w:t>» (Мин 240 Рз 04 ПР 12 ЦС 901 2410) главы «Департамент государс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венного имущества и земельных отношений Ульяновской области» (Мин 240) </w:t>
      </w:r>
      <w:r>
        <w:rPr>
          <w:sz w:val="28"/>
          <w:szCs w:val="28"/>
        </w:rPr>
        <w:br/>
        <w:t>изложить в следующей редакции: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56245">
        <w:rPr>
          <w:sz w:val="28"/>
          <w:szCs w:val="28"/>
        </w:rPr>
        <w:t>Увеличение уставного капитала акционерного общества «Корпорация ра</w:t>
      </w:r>
      <w:r w:rsidRPr="00F56245">
        <w:rPr>
          <w:sz w:val="28"/>
          <w:szCs w:val="28"/>
        </w:rPr>
        <w:t>з</w:t>
      </w:r>
      <w:r w:rsidRPr="00F56245">
        <w:rPr>
          <w:sz w:val="28"/>
          <w:szCs w:val="28"/>
        </w:rPr>
        <w:t>вития Ульяновской области» в целях оплаты основного долга по кредиту на строительство объектов инфраструктуры промышленных зон</w:t>
      </w:r>
      <w:r>
        <w:rPr>
          <w:sz w:val="28"/>
          <w:szCs w:val="28"/>
        </w:rPr>
        <w:t>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главе «Министерство здравоохранения и социального развития Уль</w:t>
      </w:r>
      <w:r>
        <w:rPr>
          <w:sz w:val="28"/>
          <w:szCs w:val="28"/>
        </w:rPr>
        <w:t>я</w:t>
      </w:r>
      <w:r>
        <w:rPr>
          <w:sz w:val="28"/>
          <w:szCs w:val="28"/>
        </w:rPr>
        <w:t>новской области» (Мин 261):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tbl>
      <w:tblPr>
        <w:tblW w:w="10066" w:type="dxa"/>
        <w:tblInd w:w="-34" w:type="dxa"/>
        <w:tblLayout w:type="fixed"/>
        <w:tblLook w:val="00A0"/>
      </w:tblPr>
      <w:tblGrid>
        <w:gridCol w:w="4537"/>
        <w:gridCol w:w="709"/>
        <w:gridCol w:w="567"/>
        <w:gridCol w:w="567"/>
        <w:gridCol w:w="1418"/>
        <w:gridCol w:w="731"/>
        <w:gridCol w:w="686"/>
        <w:gridCol w:w="851"/>
      </w:tblGrid>
      <w:tr w:rsidR="00B5552C" w:rsidRPr="00F56245" w:rsidTr="006515F9">
        <w:trPr>
          <w:trHeight w:val="20"/>
        </w:trPr>
        <w:tc>
          <w:tcPr>
            <w:tcW w:w="4537" w:type="dxa"/>
            <w:vAlign w:val="center"/>
          </w:tcPr>
          <w:p w:rsidR="00B5552C" w:rsidRPr="00F56245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«Выплата пособий по беременн</w:t>
            </w:r>
            <w:r w:rsidRPr="00F56245">
              <w:rPr>
                <w:sz w:val="28"/>
                <w:szCs w:val="28"/>
              </w:rPr>
              <w:t>о</w:t>
            </w:r>
            <w:r w:rsidRPr="00F56245">
              <w:rPr>
                <w:sz w:val="28"/>
                <w:szCs w:val="28"/>
              </w:rPr>
              <w:t>сти и родам женщинам, уволенным в связи с ликвидацией организаций, прекращением деятельности (по</w:t>
            </w:r>
            <w:r>
              <w:rPr>
                <w:sz w:val="28"/>
                <w:szCs w:val="28"/>
              </w:rPr>
              <w:t>л</w:t>
            </w:r>
            <w:r w:rsidRPr="00F56245">
              <w:rPr>
                <w:sz w:val="28"/>
                <w:szCs w:val="28"/>
              </w:rPr>
              <w:t>номочий) физическими лицами в установленном порядке</w:t>
            </w:r>
          </w:p>
        </w:tc>
        <w:tc>
          <w:tcPr>
            <w:tcW w:w="709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297 5383</w:t>
            </w:r>
          </w:p>
        </w:tc>
        <w:tc>
          <w:tcPr>
            <w:tcW w:w="731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 </w:t>
            </w:r>
          </w:p>
        </w:tc>
        <w:tc>
          <w:tcPr>
            <w:tcW w:w="686" w:type="dxa"/>
            <w:noWrap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2,6</w:t>
            </w:r>
          </w:p>
        </w:tc>
        <w:tc>
          <w:tcPr>
            <w:tcW w:w="851" w:type="dxa"/>
            <w:noWrap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2,7</w:t>
            </w:r>
          </w:p>
        </w:tc>
      </w:tr>
      <w:tr w:rsidR="00B5552C" w:rsidRPr="00F56245" w:rsidTr="006515F9">
        <w:trPr>
          <w:trHeight w:val="20"/>
        </w:trPr>
        <w:tc>
          <w:tcPr>
            <w:tcW w:w="4537" w:type="dxa"/>
            <w:vAlign w:val="center"/>
          </w:tcPr>
          <w:p w:rsidR="00B5552C" w:rsidRPr="00F56245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Пособия, компенсации, меры соц</w:t>
            </w:r>
            <w:r w:rsidRPr="00F56245">
              <w:rPr>
                <w:sz w:val="28"/>
                <w:szCs w:val="28"/>
              </w:rPr>
              <w:t>и</w:t>
            </w:r>
            <w:r w:rsidRPr="00F56245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709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297 5383</w:t>
            </w:r>
          </w:p>
        </w:tc>
        <w:tc>
          <w:tcPr>
            <w:tcW w:w="731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313</w:t>
            </w:r>
          </w:p>
        </w:tc>
        <w:tc>
          <w:tcPr>
            <w:tcW w:w="686" w:type="dxa"/>
            <w:noWrap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2,6</w:t>
            </w:r>
          </w:p>
        </w:tc>
        <w:tc>
          <w:tcPr>
            <w:tcW w:w="851" w:type="dxa"/>
            <w:noWrap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2,7</w:t>
            </w:r>
          </w:p>
        </w:tc>
      </w:tr>
      <w:tr w:rsidR="00B5552C" w:rsidRPr="00F56245" w:rsidTr="006515F9">
        <w:trPr>
          <w:trHeight w:val="20"/>
        </w:trPr>
        <w:tc>
          <w:tcPr>
            <w:tcW w:w="4537" w:type="dxa"/>
            <w:vAlign w:val="center"/>
          </w:tcPr>
          <w:p w:rsidR="00B5552C" w:rsidRPr="00F56245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Выплата пособий женщинам, вставшим на учёт в медицинских учреждениях в ранние сроки бер</w:t>
            </w:r>
            <w:r w:rsidRPr="00F56245">
              <w:rPr>
                <w:sz w:val="28"/>
                <w:szCs w:val="28"/>
              </w:rPr>
              <w:t>е</w:t>
            </w:r>
            <w:r w:rsidRPr="00F56245">
              <w:rPr>
                <w:sz w:val="28"/>
                <w:szCs w:val="28"/>
              </w:rPr>
              <w:t>менности, уволенным в связи с л</w:t>
            </w:r>
            <w:r w:rsidRPr="00F56245">
              <w:rPr>
                <w:sz w:val="28"/>
                <w:szCs w:val="28"/>
              </w:rPr>
              <w:t>и</w:t>
            </w:r>
            <w:r w:rsidRPr="00F56245">
              <w:rPr>
                <w:sz w:val="28"/>
                <w:szCs w:val="28"/>
              </w:rPr>
              <w:t>квидацией организаций, прекращ</w:t>
            </w:r>
            <w:r w:rsidRPr="00F56245">
              <w:rPr>
                <w:sz w:val="28"/>
                <w:szCs w:val="28"/>
              </w:rPr>
              <w:t>е</w:t>
            </w:r>
            <w:r w:rsidRPr="00F56245">
              <w:rPr>
                <w:sz w:val="28"/>
                <w:szCs w:val="28"/>
              </w:rPr>
              <w:t>нием деятельности (полномочий) физическими лицами в устано</w:t>
            </w:r>
            <w:r w:rsidRPr="00F56245">
              <w:rPr>
                <w:sz w:val="28"/>
                <w:szCs w:val="28"/>
              </w:rPr>
              <w:t>в</w:t>
            </w:r>
            <w:r w:rsidRPr="00F56245">
              <w:rPr>
                <w:sz w:val="28"/>
                <w:szCs w:val="28"/>
              </w:rPr>
              <w:t>ленном порядке</w:t>
            </w:r>
          </w:p>
        </w:tc>
        <w:tc>
          <w:tcPr>
            <w:tcW w:w="709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297 5384</w:t>
            </w:r>
          </w:p>
        </w:tc>
        <w:tc>
          <w:tcPr>
            <w:tcW w:w="731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 </w:t>
            </w:r>
          </w:p>
        </w:tc>
        <w:tc>
          <w:tcPr>
            <w:tcW w:w="686" w:type="dxa"/>
            <w:noWrap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0,5</w:t>
            </w:r>
          </w:p>
        </w:tc>
        <w:tc>
          <w:tcPr>
            <w:tcW w:w="851" w:type="dxa"/>
            <w:noWrap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0,6</w:t>
            </w:r>
          </w:p>
        </w:tc>
      </w:tr>
      <w:tr w:rsidR="00B5552C" w:rsidRPr="00F56245" w:rsidTr="006515F9">
        <w:trPr>
          <w:trHeight w:val="20"/>
        </w:trPr>
        <w:tc>
          <w:tcPr>
            <w:tcW w:w="4537" w:type="dxa"/>
            <w:vAlign w:val="center"/>
          </w:tcPr>
          <w:p w:rsidR="00B5552C" w:rsidRPr="00F56245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Пособия, компенсации, меры соц</w:t>
            </w:r>
            <w:r w:rsidRPr="00F56245">
              <w:rPr>
                <w:sz w:val="28"/>
                <w:szCs w:val="28"/>
              </w:rPr>
              <w:t>и</w:t>
            </w:r>
            <w:r w:rsidRPr="00F56245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709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297 5384</w:t>
            </w:r>
          </w:p>
        </w:tc>
        <w:tc>
          <w:tcPr>
            <w:tcW w:w="731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313</w:t>
            </w:r>
          </w:p>
        </w:tc>
        <w:tc>
          <w:tcPr>
            <w:tcW w:w="686" w:type="dxa"/>
            <w:noWrap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0,5</w:t>
            </w:r>
          </w:p>
        </w:tc>
        <w:tc>
          <w:tcPr>
            <w:tcW w:w="851" w:type="dxa"/>
            <w:noWrap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0,6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6515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207" w:type="dxa"/>
        <w:tblInd w:w="-34" w:type="dxa"/>
        <w:tblLayout w:type="fixed"/>
        <w:tblLook w:val="00A0"/>
      </w:tblPr>
      <w:tblGrid>
        <w:gridCol w:w="4678"/>
        <w:gridCol w:w="709"/>
        <w:gridCol w:w="567"/>
        <w:gridCol w:w="567"/>
        <w:gridCol w:w="1418"/>
        <w:gridCol w:w="731"/>
        <w:gridCol w:w="686"/>
        <w:gridCol w:w="851"/>
      </w:tblGrid>
      <w:tr w:rsidR="00B5552C" w:rsidRPr="00F56245" w:rsidTr="006515F9">
        <w:trPr>
          <w:trHeight w:val="20"/>
        </w:trPr>
        <w:tc>
          <w:tcPr>
            <w:tcW w:w="4678" w:type="dxa"/>
            <w:vAlign w:val="center"/>
          </w:tcPr>
          <w:p w:rsidR="00B5552C" w:rsidRPr="00F56245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«Прочая закупка товаров, работ и услуг для обеспечения государс</w:t>
            </w:r>
            <w:r w:rsidRPr="00F56245">
              <w:rPr>
                <w:sz w:val="28"/>
                <w:szCs w:val="28"/>
              </w:rPr>
              <w:t>т</w:t>
            </w:r>
            <w:r w:rsidRPr="00F56245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297 5385</w:t>
            </w:r>
          </w:p>
        </w:tc>
        <w:tc>
          <w:tcPr>
            <w:tcW w:w="731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244</w:t>
            </w:r>
          </w:p>
        </w:tc>
        <w:tc>
          <w:tcPr>
            <w:tcW w:w="686" w:type="dxa"/>
            <w:noWrap/>
            <w:vAlign w:val="bottom"/>
          </w:tcPr>
          <w:p w:rsidR="00B5552C" w:rsidRPr="00F56245" w:rsidRDefault="00B5552C" w:rsidP="00FC7357">
            <w:pPr>
              <w:spacing w:line="360" w:lineRule="auto"/>
              <w:ind w:left="-131" w:right="-108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222,0</w:t>
            </w:r>
          </w:p>
        </w:tc>
        <w:tc>
          <w:tcPr>
            <w:tcW w:w="851" w:type="dxa"/>
            <w:noWrap/>
            <w:vAlign w:val="bottom"/>
          </w:tcPr>
          <w:p w:rsidR="00B5552C" w:rsidRPr="00F56245" w:rsidRDefault="00B5552C" w:rsidP="00FC7357">
            <w:pPr>
              <w:spacing w:line="360" w:lineRule="auto"/>
              <w:ind w:left="-108" w:right="-108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226,9»</w:t>
            </w:r>
          </w:p>
        </w:tc>
      </w:tr>
    </w:tbl>
    <w:p w:rsidR="00B5552C" w:rsidRDefault="00B5552C" w:rsidP="006515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66" w:type="dxa"/>
        <w:tblInd w:w="-34" w:type="dxa"/>
        <w:tblLayout w:type="fixed"/>
        <w:tblLook w:val="00A0"/>
      </w:tblPr>
      <w:tblGrid>
        <w:gridCol w:w="4537"/>
        <w:gridCol w:w="709"/>
        <w:gridCol w:w="567"/>
        <w:gridCol w:w="567"/>
        <w:gridCol w:w="1418"/>
        <w:gridCol w:w="731"/>
        <w:gridCol w:w="686"/>
        <w:gridCol w:w="851"/>
      </w:tblGrid>
      <w:tr w:rsidR="00B5552C" w:rsidRPr="006F66B5" w:rsidTr="006515F9">
        <w:trPr>
          <w:trHeight w:val="20"/>
        </w:trPr>
        <w:tc>
          <w:tcPr>
            <w:tcW w:w="4537" w:type="dxa"/>
            <w:vAlign w:val="center"/>
          </w:tcPr>
          <w:p w:rsidR="00B5552C" w:rsidRPr="006F66B5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F66B5">
              <w:rPr>
                <w:sz w:val="28"/>
                <w:szCs w:val="28"/>
              </w:rPr>
              <w:t>Выплата единовременных пос</w:t>
            </w:r>
            <w:r w:rsidRPr="006F66B5">
              <w:rPr>
                <w:sz w:val="28"/>
                <w:szCs w:val="28"/>
              </w:rPr>
              <w:t>о</w:t>
            </w:r>
            <w:r w:rsidRPr="006F66B5">
              <w:rPr>
                <w:sz w:val="28"/>
                <w:szCs w:val="28"/>
              </w:rPr>
              <w:t>бий женщинам, вставшим на учёт в медицинских учреждениях в ра</w:t>
            </w:r>
            <w:r w:rsidRPr="006F66B5">
              <w:rPr>
                <w:sz w:val="28"/>
                <w:szCs w:val="28"/>
              </w:rPr>
              <w:t>н</w:t>
            </w:r>
            <w:r w:rsidRPr="006F66B5">
              <w:rPr>
                <w:sz w:val="28"/>
                <w:szCs w:val="28"/>
              </w:rPr>
              <w:t>ние сроки беременности, уволе</w:t>
            </w:r>
            <w:r w:rsidRPr="006F66B5">
              <w:rPr>
                <w:sz w:val="28"/>
                <w:szCs w:val="28"/>
              </w:rPr>
              <w:t>н</w:t>
            </w:r>
            <w:r w:rsidRPr="006F66B5">
              <w:rPr>
                <w:sz w:val="28"/>
                <w:szCs w:val="28"/>
              </w:rPr>
              <w:t>ным в связи с ликвидацией орган</w:t>
            </w:r>
            <w:r w:rsidRPr="006F66B5">
              <w:rPr>
                <w:sz w:val="28"/>
                <w:szCs w:val="28"/>
              </w:rPr>
              <w:t>и</w:t>
            </w:r>
            <w:r w:rsidRPr="006F66B5">
              <w:rPr>
                <w:sz w:val="28"/>
                <w:szCs w:val="28"/>
              </w:rPr>
              <w:t>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709" w:type="dxa"/>
            <w:vAlign w:val="bottom"/>
          </w:tcPr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297 538</w:t>
            </w:r>
            <w:r w:rsidRPr="006F66B5">
              <w:rPr>
                <w:sz w:val="28"/>
                <w:szCs w:val="28"/>
              </w:rPr>
              <w:t>6</w:t>
            </w:r>
          </w:p>
        </w:tc>
        <w:tc>
          <w:tcPr>
            <w:tcW w:w="731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 </w:t>
            </w:r>
          </w:p>
        </w:tc>
        <w:tc>
          <w:tcPr>
            <w:tcW w:w="686" w:type="dxa"/>
            <w:noWrap/>
            <w:vAlign w:val="bottom"/>
          </w:tcPr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2,6</w:t>
            </w:r>
          </w:p>
        </w:tc>
        <w:tc>
          <w:tcPr>
            <w:tcW w:w="851" w:type="dxa"/>
            <w:noWrap/>
            <w:vAlign w:val="bottom"/>
          </w:tcPr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2,7</w:t>
            </w:r>
          </w:p>
        </w:tc>
      </w:tr>
      <w:tr w:rsidR="00B5552C" w:rsidRPr="006F66B5" w:rsidTr="006515F9">
        <w:trPr>
          <w:trHeight w:val="20"/>
        </w:trPr>
        <w:tc>
          <w:tcPr>
            <w:tcW w:w="4537" w:type="dxa"/>
            <w:vAlign w:val="center"/>
          </w:tcPr>
          <w:p w:rsidR="00B5552C" w:rsidRPr="006F66B5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F66B5">
              <w:rPr>
                <w:sz w:val="28"/>
                <w:szCs w:val="28"/>
              </w:rPr>
              <w:t>Пособия, компенсации, меры соц</w:t>
            </w:r>
            <w:r w:rsidRPr="006F66B5">
              <w:rPr>
                <w:sz w:val="28"/>
                <w:szCs w:val="28"/>
              </w:rPr>
              <w:t>и</w:t>
            </w:r>
            <w:r w:rsidRPr="006F66B5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709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297 538</w:t>
            </w:r>
            <w:r w:rsidRPr="006F66B5">
              <w:rPr>
                <w:sz w:val="28"/>
                <w:szCs w:val="28"/>
              </w:rPr>
              <w:t>6</w:t>
            </w:r>
          </w:p>
        </w:tc>
        <w:tc>
          <w:tcPr>
            <w:tcW w:w="731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313</w:t>
            </w:r>
          </w:p>
        </w:tc>
        <w:tc>
          <w:tcPr>
            <w:tcW w:w="686" w:type="dxa"/>
            <w:noWrap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2,6</w:t>
            </w:r>
          </w:p>
        </w:tc>
        <w:tc>
          <w:tcPr>
            <w:tcW w:w="851" w:type="dxa"/>
            <w:noWrap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2,7</w:t>
            </w:r>
          </w:p>
        </w:tc>
      </w:tr>
      <w:tr w:rsidR="00B5552C" w:rsidRPr="006F66B5" w:rsidTr="006515F9">
        <w:trPr>
          <w:trHeight w:val="20"/>
        </w:trPr>
        <w:tc>
          <w:tcPr>
            <w:tcW w:w="4537" w:type="dxa"/>
            <w:vAlign w:val="center"/>
          </w:tcPr>
          <w:p w:rsidR="00B5552C" w:rsidRPr="006F66B5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F66B5">
              <w:rPr>
                <w:sz w:val="28"/>
                <w:szCs w:val="28"/>
              </w:rPr>
              <w:t>Выплата пособий по беременности и родам женщинам, уволенным в связи с ликвидацией организаций, прекращением деятельности (по</w:t>
            </w:r>
            <w:r w:rsidRPr="006F66B5">
              <w:rPr>
                <w:sz w:val="28"/>
                <w:szCs w:val="28"/>
              </w:rPr>
              <w:t>л</w:t>
            </w:r>
            <w:r w:rsidRPr="006F66B5">
              <w:rPr>
                <w:sz w:val="28"/>
                <w:szCs w:val="28"/>
              </w:rPr>
              <w:t>номочий) физическими лицами в установленном порядке</w:t>
            </w:r>
          </w:p>
        </w:tc>
        <w:tc>
          <w:tcPr>
            <w:tcW w:w="709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297 538</w:t>
            </w:r>
            <w:r w:rsidRPr="006F66B5">
              <w:rPr>
                <w:sz w:val="28"/>
                <w:szCs w:val="28"/>
              </w:rPr>
              <w:t>7</w:t>
            </w:r>
          </w:p>
        </w:tc>
        <w:tc>
          <w:tcPr>
            <w:tcW w:w="731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 </w:t>
            </w:r>
          </w:p>
        </w:tc>
        <w:tc>
          <w:tcPr>
            <w:tcW w:w="686" w:type="dxa"/>
            <w:noWrap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0,5</w:t>
            </w:r>
          </w:p>
        </w:tc>
        <w:tc>
          <w:tcPr>
            <w:tcW w:w="851" w:type="dxa"/>
            <w:noWrap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0,6</w:t>
            </w:r>
          </w:p>
        </w:tc>
      </w:tr>
      <w:tr w:rsidR="00B5552C" w:rsidRPr="006F66B5" w:rsidTr="006515F9">
        <w:trPr>
          <w:trHeight w:val="20"/>
        </w:trPr>
        <w:tc>
          <w:tcPr>
            <w:tcW w:w="4537" w:type="dxa"/>
            <w:vAlign w:val="center"/>
          </w:tcPr>
          <w:p w:rsidR="00B5552C" w:rsidRPr="006F66B5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F66B5">
              <w:rPr>
                <w:sz w:val="28"/>
                <w:szCs w:val="28"/>
              </w:rPr>
              <w:t>Пособия, компенсации, меры соц</w:t>
            </w:r>
            <w:r w:rsidRPr="006F66B5">
              <w:rPr>
                <w:sz w:val="28"/>
                <w:szCs w:val="28"/>
              </w:rPr>
              <w:t>и</w:t>
            </w:r>
            <w:r w:rsidRPr="006F66B5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709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297 538</w:t>
            </w:r>
            <w:r w:rsidRPr="006F66B5">
              <w:rPr>
                <w:sz w:val="28"/>
                <w:szCs w:val="28"/>
              </w:rPr>
              <w:t>7</w:t>
            </w:r>
          </w:p>
        </w:tc>
        <w:tc>
          <w:tcPr>
            <w:tcW w:w="731" w:type="dxa"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313</w:t>
            </w:r>
          </w:p>
        </w:tc>
        <w:tc>
          <w:tcPr>
            <w:tcW w:w="686" w:type="dxa"/>
            <w:noWrap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0,5</w:t>
            </w:r>
          </w:p>
        </w:tc>
        <w:tc>
          <w:tcPr>
            <w:tcW w:w="851" w:type="dxa"/>
            <w:noWrap/>
            <w:vAlign w:val="bottom"/>
          </w:tcPr>
          <w:p w:rsidR="00B5552C" w:rsidRPr="00F56245" w:rsidRDefault="00B5552C" w:rsidP="00FC73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56245">
              <w:rPr>
                <w:sz w:val="28"/>
                <w:szCs w:val="28"/>
              </w:rPr>
              <w:t>0,6</w:t>
            </w:r>
            <w:r w:rsidRPr="006F66B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главе «Министерство сельского, лесного хозяйства и природных ресу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сов Ульяновской области» (Мин 287):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«620511,9» заменить цифрами «620491,4», цифры «621965,7»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«642518,6»;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«Национальная экономика» (Рз 287 ПР 04) цифры «565651,7»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«586225,1»;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4818B0">
        <w:rPr>
          <w:sz w:val="28"/>
          <w:szCs w:val="28"/>
        </w:rPr>
        <w:t>Сельское хозяйство и рыболовство</w:t>
      </w:r>
      <w:r>
        <w:rPr>
          <w:sz w:val="28"/>
          <w:szCs w:val="28"/>
        </w:rPr>
        <w:t>» (Мин 287 Рз 04 ПР 05) цифры «349900,9» заменить цифрами «370474,3»;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4253"/>
        <w:gridCol w:w="636"/>
        <w:gridCol w:w="498"/>
        <w:gridCol w:w="496"/>
        <w:gridCol w:w="1294"/>
        <w:gridCol w:w="636"/>
        <w:gridCol w:w="1126"/>
        <w:gridCol w:w="1268"/>
      </w:tblGrid>
      <w:tr w:rsidR="00B5552C" w:rsidRPr="004818B0" w:rsidTr="006515F9">
        <w:tc>
          <w:tcPr>
            <w:tcW w:w="4253" w:type="dxa"/>
          </w:tcPr>
          <w:p w:rsidR="00B5552C" w:rsidRPr="004818B0" w:rsidRDefault="00B5552C" w:rsidP="006515F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4818B0">
              <w:rPr>
                <w:color w:val="000000"/>
                <w:sz w:val="28"/>
                <w:szCs w:val="28"/>
              </w:rPr>
              <w:t xml:space="preserve">Субсидии бюджетным </w:t>
            </w:r>
            <w:r w:rsidRPr="00D22902">
              <w:rPr>
                <w:color w:val="000000"/>
                <w:spacing w:val="-4"/>
                <w:sz w:val="28"/>
                <w:szCs w:val="28"/>
              </w:rPr>
              <w:t>учре</w:t>
            </w:r>
            <w:r w:rsidRPr="00D22902">
              <w:rPr>
                <w:color w:val="000000"/>
                <w:spacing w:val="-4"/>
                <w:sz w:val="28"/>
                <w:szCs w:val="28"/>
              </w:rPr>
              <w:t>ж</w:t>
            </w:r>
            <w:r w:rsidRPr="00D22902">
              <w:rPr>
                <w:color w:val="000000"/>
                <w:spacing w:val="-4"/>
                <w:sz w:val="28"/>
                <w:szCs w:val="28"/>
              </w:rPr>
              <w:t>дениям на финансовое обеспече-</w:t>
            </w:r>
            <w:r w:rsidRPr="004818B0">
              <w:rPr>
                <w:color w:val="000000"/>
                <w:sz w:val="28"/>
                <w:szCs w:val="28"/>
              </w:rPr>
              <w:t>ние государствен</w:t>
            </w:r>
            <w:r>
              <w:rPr>
                <w:color w:val="000000"/>
                <w:sz w:val="28"/>
                <w:szCs w:val="28"/>
              </w:rPr>
              <w:t>н</w:t>
            </w:r>
            <w:r w:rsidRPr="004818B0">
              <w:rPr>
                <w:color w:val="000000"/>
                <w:sz w:val="28"/>
                <w:szCs w:val="28"/>
              </w:rPr>
              <w:t>ого (муниц</w:t>
            </w:r>
            <w:r w:rsidRPr="004818B0">
              <w:rPr>
                <w:color w:val="000000"/>
                <w:sz w:val="28"/>
                <w:szCs w:val="28"/>
              </w:rPr>
              <w:t>и</w:t>
            </w:r>
            <w:r w:rsidRPr="004818B0">
              <w:rPr>
                <w:color w:val="000000"/>
                <w:sz w:val="28"/>
                <w:szCs w:val="28"/>
              </w:rPr>
              <w:t>пального) задания на оказание государственных (муници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818B0">
              <w:rPr>
                <w:color w:val="000000"/>
                <w:sz w:val="28"/>
                <w:szCs w:val="28"/>
              </w:rPr>
              <w:t>пальных) услуг (выполнение р</w:t>
            </w:r>
            <w:r w:rsidRPr="004818B0">
              <w:rPr>
                <w:color w:val="000000"/>
                <w:sz w:val="28"/>
                <w:szCs w:val="28"/>
              </w:rPr>
              <w:t>а</w:t>
            </w:r>
            <w:r w:rsidRPr="004818B0">
              <w:rPr>
                <w:color w:val="000000"/>
                <w:sz w:val="28"/>
                <w:szCs w:val="28"/>
              </w:rPr>
              <w:t>бот)</w:t>
            </w:r>
          </w:p>
        </w:tc>
        <w:tc>
          <w:tcPr>
            <w:tcW w:w="636" w:type="dxa"/>
            <w:vAlign w:val="bottom"/>
          </w:tcPr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4818B0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818B0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98" w:type="dxa"/>
            <w:vAlign w:val="bottom"/>
          </w:tcPr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4818B0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818B0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4818B0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818B0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94" w:type="dxa"/>
            <w:vAlign w:val="bottom"/>
          </w:tcPr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4818B0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818B0">
              <w:rPr>
                <w:color w:val="000000"/>
                <w:sz w:val="28"/>
                <w:szCs w:val="28"/>
              </w:rPr>
              <w:t>099 0000</w:t>
            </w:r>
          </w:p>
        </w:tc>
        <w:tc>
          <w:tcPr>
            <w:tcW w:w="636" w:type="dxa"/>
            <w:vAlign w:val="bottom"/>
          </w:tcPr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4818B0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818B0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126" w:type="dxa"/>
            <w:noWrap/>
            <w:vAlign w:val="bottom"/>
          </w:tcPr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5552C" w:rsidRPr="004818B0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818B0">
              <w:rPr>
                <w:color w:val="000000"/>
                <w:sz w:val="28"/>
                <w:szCs w:val="28"/>
              </w:rPr>
              <w:t>10717,5</w:t>
            </w:r>
          </w:p>
        </w:tc>
        <w:tc>
          <w:tcPr>
            <w:tcW w:w="1268" w:type="dxa"/>
            <w:noWrap/>
            <w:vAlign w:val="bottom"/>
          </w:tcPr>
          <w:p w:rsidR="00B5552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10717,5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B5552C" w:rsidRDefault="00B5552C" w:rsidP="006515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53" w:type="dxa"/>
        <w:tblInd w:w="-34" w:type="dxa"/>
        <w:tblLayout w:type="fixed"/>
        <w:tblLook w:val="00A0"/>
      </w:tblPr>
      <w:tblGrid>
        <w:gridCol w:w="4253"/>
        <w:gridCol w:w="636"/>
        <w:gridCol w:w="498"/>
        <w:gridCol w:w="496"/>
        <w:gridCol w:w="1393"/>
        <w:gridCol w:w="567"/>
        <w:gridCol w:w="1066"/>
        <w:gridCol w:w="1344"/>
      </w:tblGrid>
      <w:tr w:rsidR="00B5552C" w:rsidRPr="004818B0" w:rsidTr="006515F9">
        <w:tc>
          <w:tcPr>
            <w:tcW w:w="4253" w:type="dxa"/>
            <w:vAlign w:val="center"/>
          </w:tcPr>
          <w:p w:rsidR="00B5552C" w:rsidRPr="004818B0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818B0">
              <w:rPr>
                <w:sz w:val="28"/>
                <w:szCs w:val="28"/>
              </w:rPr>
              <w:t>Осуществление отдельных по</w:t>
            </w:r>
            <w:r w:rsidRPr="004818B0">
              <w:rPr>
                <w:sz w:val="28"/>
                <w:szCs w:val="28"/>
              </w:rPr>
              <w:t>л</w:t>
            </w:r>
            <w:r w:rsidRPr="004818B0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4818B0">
              <w:rPr>
                <w:sz w:val="28"/>
                <w:szCs w:val="28"/>
              </w:rPr>
              <w:t>а</w:t>
            </w:r>
            <w:r w:rsidRPr="004818B0">
              <w:rPr>
                <w:sz w:val="28"/>
                <w:szCs w:val="28"/>
              </w:rPr>
              <w:t>сти Ульяновской области по проведению Всероссийской сельскохозяйственной переписи в 2016 году</w:t>
            </w:r>
          </w:p>
        </w:tc>
        <w:tc>
          <w:tcPr>
            <w:tcW w:w="636" w:type="dxa"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287</w:t>
            </w:r>
          </w:p>
        </w:tc>
        <w:tc>
          <w:tcPr>
            <w:tcW w:w="498" w:type="dxa"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05</w:t>
            </w:r>
          </w:p>
        </w:tc>
        <w:tc>
          <w:tcPr>
            <w:tcW w:w="1393" w:type="dxa"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589 0000</w:t>
            </w:r>
          </w:p>
        </w:tc>
        <w:tc>
          <w:tcPr>
            <w:tcW w:w="567" w:type="dxa"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 </w:t>
            </w:r>
          </w:p>
        </w:tc>
        <w:tc>
          <w:tcPr>
            <w:tcW w:w="1066" w:type="dxa"/>
            <w:noWrap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44" w:type="dxa"/>
            <w:noWrap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20573,4</w:t>
            </w:r>
          </w:p>
        </w:tc>
      </w:tr>
      <w:tr w:rsidR="00B5552C" w:rsidRPr="004818B0" w:rsidTr="006515F9">
        <w:tc>
          <w:tcPr>
            <w:tcW w:w="4253" w:type="dxa"/>
            <w:vAlign w:val="center"/>
          </w:tcPr>
          <w:p w:rsidR="00B5552C" w:rsidRPr="004818B0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Проведение Всероссийской сел</w:t>
            </w:r>
            <w:r w:rsidRPr="004818B0">
              <w:rPr>
                <w:sz w:val="28"/>
                <w:szCs w:val="28"/>
              </w:rPr>
              <w:t>ь</w:t>
            </w:r>
            <w:r w:rsidRPr="004818B0">
              <w:rPr>
                <w:sz w:val="28"/>
                <w:szCs w:val="28"/>
              </w:rPr>
              <w:t>скохозяйственной переписи в 2016 году</w:t>
            </w:r>
          </w:p>
        </w:tc>
        <w:tc>
          <w:tcPr>
            <w:tcW w:w="636" w:type="dxa"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287</w:t>
            </w:r>
          </w:p>
        </w:tc>
        <w:tc>
          <w:tcPr>
            <w:tcW w:w="498" w:type="dxa"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05</w:t>
            </w:r>
          </w:p>
        </w:tc>
        <w:tc>
          <w:tcPr>
            <w:tcW w:w="1393" w:type="dxa"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589 5391</w:t>
            </w:r>
          </w:p>
        </w:tc>
        <w:tc>
          <w:tcPr>
            <w:tcW w:w="567" w:type="dxa"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 </w:t>
            </w:r>
          </w:p>
        </w:tc>
        <w:tc>
          <w:tcPr>
            <w:tcW w:w="1066" w:type="dxa"/>
            <w:noWrap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44" w:type="dxa"/>
            <w:noWrap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20573,4</w:t>
            </w:r>
          </w:p>
        </w:tc>
      </w:tr>
      <w:tr w:rsidR="00B5552C" w:rsidRPr="004818B0" w:rsidTr="006515F9">
        <w:tc>
          <w:tcPr>
            <w:tcW w:w="4253" w:type="dxa"/>
            <w:vAlign w:val="center"/>
          </w:tcPr>
          <w:p w:rsidR="00B5552C" w:rsidRPr="004818B0" w:rsidRDefault="00B5552C" w:rsidP="00FC73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Субвенции</w:t>
            </w:r>
          </w:p>
        </w:tc>
        <w:tc>
          <w:tcPr>
            <w:tcW w:w="636" w:type="dxa"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287</w:t>
            </w:r>
          </w:p>
        </w:tc>
        <w:tc>
          <w:tcPr>
            <w:tcW w:w="498" w:type="dxa"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04</w:t>
            </w:r>
          </w:p>
        </w:tc>
        <w:tc>
          <w:tcPr>
            <w:tcW w:w="496" w:type="dxa"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05</w:t>
            </w:r>
          </w:p>
        </w:tc>
        <w:tc>
          <w:tcPr>
            <w:tcW w:w="1393" w:type="dxa"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589 5391</w:t>
            </w:r>
          </w:p>
        </w:tc>
        <w:tc>
          <w:tcPr>
            <w:tcW w:w="567" w:type="dxa"/>
            <w:vAlign w:val="bottom"/>
          </w:tcPr>
          <w:p w:rsidR="00B5552C" w:rsidRPr="004818B0" w:rsidRDefault="00B5552C" w:rsidP="00FC7357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4818B0">
              <w:rPr>
                <w:sz w:val="28"/>
                <w:szCs w:val="28"/>
              </w:rPr>
              <w:t>530</w:t>
            </w:r>
          </w:p>
        </w:tc>
        <w:tc>
          <w:tcPr>
            <w:tcW w:w="1066" w:type="dxa"/>
            <w:noWrap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44" w:type="dxa"/>
            <w:noWrap/>
            <w:vAlign w:val="bottom"/>
          </w:tcPr>
          <w:p w:rsidR="00B5552C" w:rsidRPr="004818B0" w:rsidRDefault="00B5552C" w:rsidP="00FC73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20573,4»;</w:t>
            </w:r>
          </w:p>
        </w:tc>
      </w:tr>
    </w:tbl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графах 7 и 8 строки «Охрана окружающей среды» (Мин 287 Рз 06) цифры «7823,8» заменить цифрами «7803,3»;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графах 7 и 8 строки «</w:t>
      </w:r>
      <w:r w:rsidRPr="0001174D">
        <w:rPr>
          <w:sz w:val="28"/>
          <w:szCs w:val="28"/>
        </w:rPr>
        <w:t>Охрана объектов растительного и животного мира и среды их обитания</w:t>
      </w:r>
      <w:r>
        <w:rPr>
          <w:sz w:val="28"/>
          <w:szCs w:val="28"/>
        </w:rPr>
        <w:t>» (Мин 287 Рз 06 ПР 03) цифры «7823,8» заменить цифрами «7803,3»;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графах 7 и 8 строки «</w:t>
      </w:r>
      <w:r w:rsidRPr="0001174D">
        <w:rPr>
          <w:sz w:val="28"/>
          <w:szCs w:val="28"/>
        </w:rPr>
        <w:t>Осуществление отдельных полномочий Российской Федерации органами государственной власти Ульяновской области в области о</w:t>
      </w:r>
      <w:r w:rsidRPr="0001174D">
        <w:rPr>
          <w:sz w:val="28"/>
          <w:szCs w:val="28"/>
        </w:rPr>
        <w:t>х</w:t>
      </w:r>
      <w:r w:rsidRPr="0001174D">
        <w:rPr>
          <w:sz w:val="28"/>
          <w:szCs w:val="28"/>
        </w:rPr>
        <w:t>раны окружающей среды</w:t>
      </w:r>
      <w:r>
        <w:rPr>
          <w:sz w:val="28"/>
          <w:szCs w:val="28"/>
        </w:rPr>
        <w:t xml:space="preserve">» (Мин 287 Рз 06 ПР 03 ЦС 295 0000) цифры «371,0» </w:t>
      </w:r>
      <w:r>
        <w:rPr>
          <w:sz w:val="28"/>
          <w:szCs w:val="28"/>
        </w:rPr>
        <w:br/>
        <w:t>заменить цифрами «350,5»;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графах 7 и 8 строки «</w:t>
      </w:r>
      <w:r w:rsidRPr="0001174D">
        <w:rPr>
          <w:sz w:val="28"/>
          <w:szCs w:val="28"/>
        </w:rPr>
        <w:t>Осуществление переданных органам государстве</w:t>
      </w:r>
      <w:r w:rsidRPr="0001174D">
        <w:rPr>
          <w:sz w:val="28"/>
          <w:szCs w:val="28"/>
        </w:rPr>
        <w:t>н</w:t>
      </w:r>
      <w:r w:rsidRPr="0001174D">
        <w:rPr>
          <w:sz w:val="28"/>
          <w:szCs w:val="28"/>
        </w:rPr>
        <w:t>ной власти субъектов Российской Федерации в соответствии с частью первой ст</w:t>
      </w:r>
      <w:r w:rsidRPr="0001174D">
        <w:rPr>
          <w:sz w:val="28"/>
          <w:szCs w:val="28"/>
        </w:rPr>
        <w:t>а</w:t>
      </w:r>
      <w:r w:rsidRPr="0001174D">
        <w:rPr>
          <w:sz w:val="28"/>
          <w:szCs w:val="28"/>
        </w:rPr>
        <w:t xml:space="preserve">тьи 6 Федерального закона </w:t>
      </w:r>
      <w:r>
        <w:rPr>
          <w:sz w:val="28"/>
          <w:szCs w:val="28"/>
        </w:rPr>
        <w:t>«</w:t>
      </w:r>
      <w:r w:rsidRPr="0001174D">
        <w:rPr>
          <w:sz w:val="28"/>
          <w:szCs w:val="28"/>
        </w:rPr>
        <w:t>О животном мире</w:t>
      </w:r>
      <w:r>
        <w:rPr>
          <w:sz w:val="28"/>
          <w:szCs w:val="28"/>
        </w:rPr>
        <w:t>»</w:t>
      </w:r>
      <w:r w:rsidRPr="0001174D">
        <w:rPr>
          <w:sz w:val="28"/>
          <w:szCs w:val="28"/>
        </w:rPr>
        <w:t xml:space="preserve"> полномочий Российской Федер</w:t>
      </w:r>
      <w:r w:rsidRPr="0001174D">
        <w:rPr>
          <w:sz w:val="28"/>
          <w:szCs w:val="28"/>
        </w:rPr>
        <w:t>а</w:t>
      </w:r>
      <w:r w:rsidRPr="0001174D">
        <w:rPr>
          <w:sz w:val="28"/>
          <w:szCs w:val="28"/>
        </w:rPr>
        <w:t>ции в области организации, регулирования и охраны водных биологических р</w:t>
      </w:r>
      <w:r w:rsidRPr="0001174D">
        <w:rPr>
          <w:sz w:val="28"/>
          <w:szCs w:val="28"/>
        </w:rPr>
        <w:t>е</w:t>
      </w:r>
      <w:r w:rsidRPr="0001174D">
        <w:rPr>
          <w:sz w:val="28"/>
          <w:szCs w:val="28"/>
        </w:rPr>
        <w:t>сурсов</w:t>
      </w:r>
      <w:r>
        <w:rPr>
          <w:sz w:val="28"/>
          <w:szCs w:val="28"/>
        </w:rPr>
        <w:t>» (Мин 287 Рз 06 ПР 03 ЦС 295 5910) цифры «95,2» заменить цифрами «98,0»;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графах 7 и 8 строки «</w:t>
      </w:r>
      <w:r w:rsidRPr="0001174D">
        <w:rPr>
          <w:sz w:val="28"/>
          <w:szCs w:val="28"/>
        </w:rPr>
        <w:t>Прочая закупка товаров, работ и услуг для обеспеч</w:t>
      </w:r>
      <w:r w:rsidRPr="0001174D">
        <w:rPr>
          <w:sz w:val="28"/>
          <w:szCs w:val="28"/>
        </w:rPr>
        <w:t>е</w:t>
      </w:r>
      <w:r w:rsidRPr="0001174D">
        <w:rPr>
          <w:sz w:val="28"/>
          <w:szCs w:val="28"/>
        </w:rPr>
        <w:t>ния государственных (муниципальных) нужд</w:t>
      </w:r>
      <w:r>
        <w:rPr>
          <w:sz w:val="28"/>
          <w:szCs w:val="28"/>
        </w:rPr>
        <w:t>» (Мин 287 Рз 06 ПР 03 ЦС 295 5910 ВР 244) цифры «95,2» заменить цифрами «98,0»;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графах 7 и 8 строки «</w:t>
      </w:r>
      <w:r w:rsidRPr="0001174D">
        <w:rPr>
          <w:sz w:val="28"/>
          <w:szCs w:val="28"/>
        </w:rPr>
        <w:t>Осуществление переданных органам государстве</w:t>
      </w:r>
      <w:r w:rsidRPr="0001174D">
        <w:rPr>
          <w:sz w:val="28"/>
          <w:szCs w:val="28"/>
        </w:rPr>
        <w:t>н</w:t>
      </w:r>
      <w:r w:rsidRPr="0001174D">
        <w:rPr>
          <w:sz w:val="28"/>
          <w:szCs w:val="28"/>
        </w:rPr>
        <w:t>ной власти субъектов Российской Федерации в соответствии с частью первой ст</w:t>
      </w:r>
      <w:r w:rsidRPr="0001174D">
        <w:rPr>
          <w:sz w:val="28"/>
          <w:szCs w:val="28"/>
        </w:rPr>
        <w:t>а</w:t>
      </w:r>
      <w:r w:rsidRPr="0001174D">
        <w:rPr>
          <w:sz w:val="28"/>
          <w:szCs w:val="28"/>
        </w:rPr>
        <w:t xml:space="preserve">тьи 6 Федерального закона </w:t>
      </w:r>
      <w:r>
        <w:rPr>
          <w:sz w:val="28"/>
          <w:szCs w:val="28"/>
        </w:rPr>
        <w:t>«</w:t>
      </w:r>
      <w:r w:rsidRPr="0001174D">
        <w:rPr>
          <w:sz w:val="28"/>
          <w:szCs w:val="28"/>
        </w:rPr>
        <w:t>О животном мире</w:t>
      </w:r>
      <w:r>
        <w:rPr>
          <w:sz w:val="28"/>
          <w:szCs w:val="28"/>
        </w:rPr>
        <w:t>»</w:t>
      </w:r>
      <w:r w:rsidRPr="0001174D">
        <w:rPr>
          <w:sz w:val="28"/>
          <w:szCs w:val="28"/>
        </w:rPr>
        <w:t xml:space="preserve"> полномочий Российской Федер</w:t>
      </w:r>
      <w:r w:rsidRPr="0001174D">
        <w:rPr>
          <w:sz w:val="28"/>
          <w:szCs w:val="28"/>
        </w:rPr>
        <w:t>а</w:t>
      </w:r>
      <w:r w:rsidRPr="0001174D">
        <w:rPr>
          <w:sz w:val="28"/>
          <w:szCs w:val="28"/>
        </w:rPr>
        <w:t>ции в области охраны и использования объектов животного мира (за исключен</w:t>
      </w:r>
      <w:r w:rsidRPr="0001174D">
        <w:rPr>
          <w:sz w:val="28"/>
          <w:szCs w:val="28"/>
        </w:rPr>
        <w:t>и</w:t>
      </w:r>
      <w:r w:rsidRPr="0001174D">
        <w:rPr>
          <w:sz w:val="28"/>
          <w:szCs w:val="28"/>
        </w:rPr>
        <w:t>ем охотничьих ресурсов и водных биологических ресурсов)</w:t>
      </w:r>
      <w:r>
        <w:rPr>
          <w:sz w:val="28"/>
          <w:szCs w:val="28"/>
        </w:rPr>
        <w:t xml:space="preserve">» (Мин 287 Рз 06 </w:t>
      </w:r>
      <w:r>
        <w:rPr>
          <w:sz w:val="28"/>
          <w:szCs w:val="28"/>
        </w:rPr>
        <w:br/>
        <w:t>ПР 03 ЦС 295 5920) цифры «86,8» заменить цифрами «85,2»;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графах 7 и 8 строки «</w:t>
      </w:r>
      <w:r w:rsidRPr="0001174D">
        <w:rPr>
          <w:sz w:val="28"/>
          <w:szCs w:val="28"/>
        </w:rPr>
        <w:t>Прочая закупка товаров, работ и услуг для обеспеч</w:t>
      </w:r>
      <w:r w:rsidRPr="0001174D">
        <w:rPr>
          <w:sz w:val="28"/>
          <w:szCs w:val="28"/>
        </w:rPr>
        <w:t>е</w:t>
      </w:r>
      <w:r w:rsidRPr="0001174D">
        <w:rPr>
          <w:sz w:val="28"/>
          <w:szCs w:val="28"/>
        </w:rPr>
        <w:t>ния государственных (муниципальных) нужд</w:t>
      </w:r>
      <w:r>
        <w:rPr>
          <w:sz w:val="28"/>
          <w:szCs w:val="28"/>
        </w:rPr>
        <w:t>» (Мин 287 Рз 06 ПР 03 ЦС 295 5920 ВР 244) цифры «86,8» заменить цифрами «85,2»;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графах 7 и 8 строки «</w:t>
      </w:r>
      <w:r w:rsidRPr="0001174D">
        <w:rPr>
          <w:sz w:val="28"/>
          <w:szCs w:val="28"/>
        </w:rPr>
        <w:t>Осуществление переданных органам государстве</w:t>
      </w:r>
      <w:r w:rsidRPr="0001174D">
        <w:rPr>
          <w:sz w:val="28"/>
          <w:szCs w:val="28"/>
        </w:rPr>
        <w:t>н</w:t>
      </w:r>
      <w:r w:rsidRPr="0001174D">
        <w:rPr>
          <w:sz w:val="28"/>
          <w:szCs w:val="28"/>
        </w:rPr>
        <w:t xml:space="preserve">ной власти субъектов Российской Федерации в соответствии с частью 1 статьи 33 Федерального закона </w:t>
      </w:r>
      <w:r>
        <w:rPr>
          <w:sz w:val="28"/>
          <w:szCs w:val="28"/>
        </w:rPr>
        <w:t>«</w:t>
      </w:r>
      <w:r w:rsidRPr="0001174D">
        <w:rPr>
          <w:sz w:val="28"/>
          <w:szCs w:val="28"/>
        </w:rPr>
        <w:t>Об охоте и о сохранении охотничьих ресурсов и о внес</w:t>
      </w:r>
      <w:r w:rsidRPr="0001174D">
        <w:rPr>
          <w:sz w:val="28"/>
          <w:szCs w:val="28"/>
        </w:rPr>
        <w:t>е</w:t>
      </w:r>
      <w:r w:rsidRPr="0001174D">
        <w:rPr>
          <w:sz w:val="28"/>
          <w:szCs w:val="28"/>
        </w:rPr>
        <w:t>нии изменений в отдельные законодательные акты Российской Федерации</w:t>
      </w:r>
      <w:r>
        <w:rPr>
          <w:sz w:val="28"/>
          <w:szCs w:val="28"/>
        </w:rPr>
        <w:t>»</w:t>
      </w:r>
      <w:r w:rsidRPr="0001174D">
        <w:rPr>
          <w:sz w:val="28"/>
          <w:szCs w:val="28"/>
        </w:rPr>
        <w:t xml:space="preserve"> по</w:t>
      </w:r>
      <w:r w:rsidRPr="0001174D">
        <w:rPr>
          <w:sz w:val="28"/>
          <w:szCs w:val="28"/>
        </w:rPr>
        <w:t>л</w:t>
      </w:r>
      <w:r w:rsidRPr="0001174D">
        <w:rPr>
          <w:sz w:val="28"/>
          <w:szCs w:val="28"/>
        </w:rPr>
        <w:t>номочий Российской Федерации в области охраны и использования охотничьих ресурсов (за исключением полномочий Российской Федерации по федеральному государственному охотничьему надзору, выдаче разрешений на добычу охо</w:t>
      </w:r>
      <w:r w:rsidRPr="0001174D">
        <w:rPr>
          <w:sz w:val="28"/>
          <w:szCs w:val="28"/>
        </w:rPr>
        <w:t>т</w:t>
      </w:r>
      <w:r w:rsidRPr="0001174D">
        <w:rPr>
          <w:sz w:val="28"/>
          <w:szCs w:val="28"/>
        </w:rPr>
        <w:t>ничьих ресурсов и заключению охотхозяйственных соглашений)</w:t>
      </w:r>
      <w:r>
        <w:rPr>
          <w:sz w:val="28"/>
          <w:szCs w:val="28"/>
        </w:rPr>
        <w:t>» (Мин 287 Рз 06 ПР 03 ЦС 295 5990) цифры «189,0» заменить цифрами «167,3»;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графах 7 и 8 строки «</w:t>
      </w:r>
      <w:r w:rsidRPr="0001174D">
        <w:rPr>
          <w:sz w:val="28"/>
          <w:szCs w:val="28"/>
        </w:rPr>
        <w:t>Прочая закупка товаров, работ и услуг для обеспеч</w:t>
      </w:r>
      <w:r w:rsidRPr="0001174D">
        <w:rPr>
          <w:sz w:val="28"/>
          <w:szCs w:val="28"/>
        </w:rPr>
        <w:t>е</w:t>
      </w:r>
      <w:r w:rsidRPr="0001174D">
        <w:rPr>
          <w:sz w:val="28"/>
          <w:szCs w:val="28"/>
        </w:rPr>
        <w:t>ния государственных (муниципальных) нужд</w:t>
      </w:r>
      <w:r>
        <w:rPr>
          <w:sz w:val="28"/>
          <w:szCs w:val="28"/>
        </w:rPr>
        <w:t>» (Мин 287 Рз 06 ПР 03 ЦС 295 5990 ВР 244) цифры «189,0» заменить цифрами «167,3»;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главе «Министерство финансов Ульяновской области» (Мин 292):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цифры «3698241,7» заменить цифрами «3698642,0», цифры «4861661,2» </w:t>
      </w:r>
      <w:r>
        <w:rPr>
          <w:sz w:val="28"/>
          <w:szCs w:val="28"/>
        </w:rPr>
        <w:br/>
        <w:t>заменить цифрами «4862061,6»;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«Общегосударственные вопросы» (Мин 292 Рз 01) цифры «1010672,3» заменить цифрами «1011072,6», цифры «1938708,3»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«1939108,7»;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«Другие общегосударственные вопросы» (Мин 292 Рз 01 ПР 13) цифры «837814,0» заменить цифрами «838214,3», цифры «1765850,0» заменить цифрами «1766250,4»;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«Условно утверждённые расходы» (Мин 292 Рз 01 ПР 13 </w:t>
      </w:r>
      <w:r>
        <w:rPr>
          <w:sz w:val="28"/>
          <w:szCs w:val="28"/>
        </w:rPr>
        <w:br/>
        <w:t>ЦС 999 0000) цифры «806814,0» заменить цифрами «807214,3», цифры «1734850,0» заменить цифрами «1735250,4»;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«Специальные расходы» (Мин 292 Рз 01 ПР 13 ЦС 999 0000 </w:t>
      </w:r>
      <w:r>
        <w:rPr>
          <w:sz w:val="28"/>
          <w:szCs w:val="28"/>
        </w:rPr>
        <w:br/>
        <w:t xml:space="preserve">ВР 880) цифры «806814,0» заменить цифрами «807214,3», цифры «1734850,0» </w:t>
      </w:r>
      <w:r>
        <w:rPr>
          <w:sz w:val="28"/>
          <w:szCs w:val="28"/>
        </w:rPr>
        <w:br/>
        <w:t>заменить цифрами «1735250,4»;</w:t>
      </w:r>
    </w:p>
    <w:p w:rsidR="00B5552C" w:rsidRDefault="00B5552C" w:rsidP="006515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строке «ИТОГО» цифры «34576302,8» заменить цифрами «34576682,6», цифры «36568840,1» заменить цифрами «36592103,0»;</w:t>
      </w:r>
    </w:p>
    <w:p w:rsidR="00B5552C" w:rsidRPr="00F703C0" w:rsidRDefault="00B5552C" w:rsidP="0052243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14) </w:t>
      </w:r>
      <w:r w:rsidRPr="00F703C0">
        <w:rPr>
          <w:sz w:val="28"/>
        </w:rPr>
        <w:t>в приложении 14:</w:t>
      </w:r>
    </w:p>
    <w:p w:rsidR="00B5552C" w:rsidRPr="00F703C0" w:rsidRDefault="00B5552C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703C0">
        <w:rPr>
          <w:sz w:val="28"/>
        </w:rPr>
        <w:t>а) таблицу 3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B5552C" w:rsidRPr="00F703C0" w:rsidTr="003614D1">
        <w:trPr>
          <w:trHeight w:val="157"/>
        </w:trPr>
        <w:tc>
          <w:tcPr>
            <w:tcW w:w="9796" w:type="dxa"/>
            <w:gridSpan w:val="3"/>
            <w:vAlign w:val="center"/>
          </w:tcPr>
          <w:p w:rsidR="00B5552C" w:rsidRPr="00F703C0" w:rsidRDefault="00B5552C" w:rsidP="00F703C0">
            <w:pPr>
              <w:jc w:val="right"/>
              <w:rPr>
                <w:bCs/>
                <w:sz w:val="28"/>
                <w:szCs w:val="28"/>
              </w:rPr>
            </w:pPr>
            <w:r w:rsidRPr="00F703C0">
              <w:rPr>
                <w:bCs/>
                <w:sz w:val="28"/>
                <w:szCs w:val="28"/>
              </w:rPr>
              <w:t>«Таблица 3</w:t>
            </w:r>
          </w:p>
        </w:tc>
      </w:tr>
      <w:tr w:rsidR="00B5552C" w:rsidRPr="00F703C0" w:rsidTr="003614D1">
        <w:trPr>
          <w:trHeight w:val="984"/>
        </w:trPr>
        <w:tc>
          <w:tcPr>
            <w:tcW w:w="9796" w:type="dxa"/>
            <w:gridSpan w:val="3"/>
            <w:vAlign w:val="center"/>
          </w:tcPr>
          <w:p w:rsidR="00B5552C" w:rsidRDefault="00B5552C" w:rsidP="00F703C0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A1AF8">
              <w:rPr>
                <w:b/>
                <w:bCs/>
                <w:sz w:val="28"/>
                <w:szCs w:val="28"/>
              </w:rPr>
              <w:t>и городских округов Ульяновской области в целях софинансирования</w:t>
            </w:r>
          </w:p>
          <w:p w:rsidR="00B5552C" w:rsidRDefault="00B5552C" w:rsidP="00F703C0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 xml:space="preserve">расходов на выплату заработной платы с начислениями работникам </w:t>
            </w:r>
          </w:p>
          <w:p w:rsidR="00B5552C" w:rsidRDefault="00B5552C" w:rsidP="00F703C0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 xml:space="preserve">муниципальных учреждений (за исключением органов местного </w:t>
            </w:r>
          </w:p>
          <w:p w:rsidR="00B5552C" w:rsidRDefault="00B5552C" w:rsidP="00F703C0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>самоуправлен</w:t>
            </w:r>
            <w:r>
              <w:rPr>
                <w:b/>
                <w:bCs/>
                <w:sz w:val="28"/>
                <w:szCs w:val="28"/>
              </w:rPr>
              <w:t xml:space="preserve">ия) муниципальных образований, </w:t>
            </w:r>
            <w:r w:rsidRPr="00DA1AF8">
              <w:rPr>
                <w:b/>
                <w:bCs/>
                <w:sz w:val="28"/>
                <w:szCs w:val="28"/>
              </w:rPr>
              <w:t xml:space="preserve">оплату коммунальных </w:t>
            </w:r>
          </w:p>
          <w:p w:rsidR="00B5552C" w:rsidRDefault="00B5552C" w:rsidP="00F703C0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>услуг</w:t>
            </w:r>
            <w:r w:rsidRPr="00AD65B8">
              <w:rPr>
                <w:sz w:val="26"/>
                <w:szCs w:val="26"/>
              </w:rPr>
              <w:t xml:space="preserve"> </w:t>
            </w:r>
            <w:r w:rsidRPr="006F73F6">
              <w:rPr>
                <w:b/>
                <w:bCs/>
                <w:sz w:val="28"/>
                <w:szCs w:val="28"/>
              </w:rPr>
              <w:t xml:space="preserve">и  приобретение твёрдого топлива (уголь, дрова) </w:t>
            </w:r>
            <w:r w:rsidRPr="00DA1AF8">
              <w:rPr>
                <w:b/>
                <w:bCs/>
                <w:sz w:val="28"/>
                <w:szCs w:val="28"/>
              </w:rPr>
              <w:t>муниципальными</w:t>
            </w:r>
          </w:p>
          <w:p w:rsidR="00B5552C" w:rsidRDefault="00B5552C" w:rsidP="00F703C0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 xml:space="preserve">учреждениями (за исключением органов местного самоуправления) </w:t>
            </w:r>
          </w:p>
          <w:p w:rsidR="00B5552C" w:rsidRDefault="00B5552C" w:rsidP="00F703C0">
            <w:pPr>
              <w:jc w:val="center"/>
              <w:rPr>
                <w:b/>
                <w:bCs/>
                <w:sz w:val="28"/>
                <w:szCs w:val="28"/>
              </w:rPr>
            </w:pPr>
            <w:r w:rsidRPr="00DA1AF8">
              <w:rPr>
                <w:b/>
                <w:bCs/>
                <w:sz w:val="28"/>
                <w:szCs w:val="28"/>
              </w:rPr>
              <w:t xml:space="preserve">(включая погашение кредиторской задолженности) муниципальных </w:t>
            </w:r>
          </w:p>
          <w:p w:rsidR="00B5552C" w:rsidRPr="00F703C0" w:rsidRDefault="00B5552C" w:rsidP="00F703C0">
            <w:pPr>
              <w:jc w:val="center"/>
              <w:rPr>
                <w:bCs/>
                <w:sz w:val="24"/>
                <w:szCs w:val="24"/>
              </w:rPr>
            </w:pPr>
            <w:r w:rsidRPr="00DA1AF8">
              <w:rPr>
                <w:b/>
                <w:bCs/>
                <w:sz w:val="28"/>
                <w:szCs w:val="28"/>
              </w:rPr>
              <w:t>образов</w:t>
            </w:r>
            <w:r>
              <w:rPr>
                <w:b/>
                <w:bCs/>
                <w:sz w:val="28"/>
                <w:szCs w:val="28"/>
              </w:rPr>
              <w:t>аний Ульяновской области на 2014</w:t>
            </w:r>
            <w:r w:rsidRPr="00DA1AF8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5552C" w:rsidRPr="00F703C0" w:rsidTr="003614D1">
        <w:trPr>
          <w:trHeight w:val="375"/>
        </w:trPr>
        <w:tc>
          <w:tcPr>
            <w:tcW w:w="700" w:type="dxa"/>
            <w:noWrap/>
            <w:vAlign w:val="bottom"/>
          </w:tcPr>
          <w:p w:rsidR="00B5552C" w:rsidRPr="00F703C0" w:rsidRDefault="00B5552C" w:rsidP="003614D1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B5552C" w:rsidRPr="00F703C0" w:rsidRDefault="00B5552C" w:rsidP="003614D1">
            <w:pPr>
              <w:rPr>
                <w:sz w:val="28"/>
                <w:szCs w:val="28"/>
              </w:rPr>
            </w:pPr>
          </w:p>
        </w:tc>
        <w:tc>
          <w:tcPr>
            <w:tcW w:w="4376" w:type="dxa"/>
            <w:noWrap/>
            <w:vAlign w:val="bottom"/>
          </w:tcPr>
          <w:p w:rsidR="00B5552C" w:rsidRPr="00F703C0" w:rsidRDefault="00B5552C" w:rsidP="003614D1">
            <w:pPr>
              <w:jc w:val="right"/>
              <w:rPr>
                <w:sz w:val="28"/>
                <w:szCs w:val="28"/>
              </w:rPr>
            </w:pPr>
            <w:r w:rsidRPr="00F703C0">
              <w:rPr>
                <w:sz w:val="28"/>
                <w:szCs w:val="28"/>
              </w:rPr>
              <w:t>тыс. руб.</w:t>
            </w:r>
          </w:p>
        </w:tc>
      </w:tr>
    </w:tbl>
    <w:p w:rsidR="00B5552C" w:rsidRPr="00F703C0" w:rsidRDefault="00B5552C" w:rsidP="00532EB1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230"/>
        <w:gridCol w:w="4831"/>
      </w:tblGrid>
      <w:tr w:rsidR="00B5552C" w:rsidRPr="00F703C0" w:rsidTr="003614D1">
        <w:trPr>
          <w:trHeight w:val="451"/>
          <w:tblHeader/>
        </w:trPr>
        <w:tc>
          <w:tcPr>
            <w:tcW w:w="735" w:type="dxa"/>
            <w:vAlign w:val="center"/>
          </w:tcPr>
          <w:p w:rsidR="00B5552C" w:rsidRPr="00F703C0" w:rsidRDefault="00B5552C" w:rsidP="003614D1">
            <w:pPr>
              <w:jc w:val="center"/>
              <w:rPr>
                <w:sz w:val="28"/>
                <w:szCs w:val="28"/>
              </w:rPr>
            </w:pPr>
            <w:r w:rsidRPr="00F703C0">
              <w:rPr>
                <w:sz w:val="28"/>
                <w:szCs w:val="28"/>
              </w:rPr>
              <w:t>№    п/п</w:t>
            </w:r>
          </w:p>
        </w:tc>
        <w:tc>
          <w:tcPr>
            <w:tcW w:w="4230" w:type="dxa"/>
            <w:vAlign w:val="center"/>
          </w:tcPr>
          <w:p w:rsidR="00B5552C" w:rsidRDefault="00B5552C" w:rsidP="00E034CA">
            <w:pPr>
              <w:jc w:val="center"/>
              <w:rPr>
                <w:sz w:val="28"/>
                <w:szCs w:val="28"/>
              </w:rPr>
            </w:pPr>
            <w:r w:rsidRPr="00F703C0">
              <w:rPr>
                <w:sz w:val="28"/>
                <w:szCs w:val="28"/>
              </w:rPr>
              <w:t xml:space="preserve">Наименование </w:t>
            </w:r>
          </w:p>
          <w:p w:rsidR="00B5552C" w:rsidRPr="00F703C0" w:rsidRDefault="00B5552C" w:rsidP="00E034CA">
            <w:pPr>
              <w:jc w:val="center"/>
              <w:rPr>
                <w:sz w:val="28"/>
                <w:szCs w:val="28"/>
              </w:rPr>
            </w:pPr>
            <w:r w:rsidRPr="00F703C0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F703C0">
              <w:rPr>
                <w:sz w:val="28"/>
                <w:szCs w:val="28"/>
              </w:rPr>
              <w:t>образования</w:t>
            </w:r>
          </w:p>
        </w:tc>
        <w:tc>
          <w:tcPr>
            <w:tcW w:w="4831" w:type="dxa"/>
            <w:vAlign w:val="center"/>
          </w:tcPr>
          <w:p w:rsidR="00B5552C" w:rsidRPr="00F703C0" w:rsidRDefault="00B5552C" w:rsidP="003614D1">
            <w:pPr>
              <w:jc w:val="center"/>
              <w:rPr>
                <w:sz w:val="28"/>
                <w:szCs w:val="28"/>
              </w:rPr>
            </w:pPr>
            <w:r w:rsidRPr="00F703C0">
              <w:rPr>
                <w:sz w:val="28"/>
                <w:szCs w:val="28"/>
              </w:rPr>
              <w:t>Сумма</w:t>
            </w:r>
          </w:p>
        </w:tc>
      </w:tr>
    </w:tbl>
    <w:p w:rsidR="00B5552C" w:rsidRPr="00F703C0" w:rsidRDefault="00B5552C" w:rsidP="00532EB1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230"/>
        <w:gridCol w:w="4831"/>
      </w:tblGrid>
      <w:tr w:rsidR="00B5552C" w:rsidRPr="007D0946" w:rsidTr="003614D1">
        <w:trPr>
          <w:trHeight w:val="375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52C" w:rsidRPr="00F703C0" w:rsidRDefault="00B5552C" w:rsidP="003614D1">
            <w:pPr>
              <w:jc w:val="center"/>
              <w:rPr>
                <w:sz w:val="28"/>
                <w:szCs w:val="28"/>
              </w:rPr>
            </w:pPr>
            <w:r w:rsidRPr="00F703C0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52C" w:rsidRPr="00F703C0" w:rsidRDefault="00B5552C" w:rsidP="003614D1">
            <w:pPr>
              <w:jc w:val="center"/>
              <w:rPr>
                <w:sz w:val="28"/>
                <w:szCs w:val="28"/>
              </w:rPr>
            </w:pPr>
            <w:r w:rsidRPr="00F703C0">
              <w:rPr>
                <w:sz w:val="28"/>
                <w:szCs w:val="28"/>
              </w:rPr>
              <w:t>2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52C" w:rsidRPr="00F703C0" w:rsidRDefault="00B5552C" w:rsidP="003614D1">
            <w:pPr>
              <w:jc w:val="center"/>
              <w:rPr>
                <w:sz w:val="28"/>
                <w:szCs w:val="28"/>
              </w:rPr>
            </w:pPr>
            <w:r w:rsidRPr="00F703C0">
              <w:rPr>
                <w:sz w:val="28"/>
                <w:szCs w:val="28"/>
              </w:rPr>
              <w:t>3</w:t>
            </w:r>
          </w:p>
        </w:tc>
      </w:tr>
      <w:tr w:rsidR="00B5552C" w:rsidRPr="007D0946" w:rsidTr="00EE5EF6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</w:tcBorders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831" w:type="dxa"/>
            <w:tcBorders>
              <w:top w:val="single" w:sz="4" w:space="0" w:color="auto"/>
            </w:tcBorders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23998,9</w:t>
            </w:r>
          </w:p>
        </w:tc>
      </w:tr>
      <w:tr w:rsidR="00B5552C" w:rsidRPr="007D0946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2.</w:t>
            </w:r>
          </w:p>
        </w:tc>
        <w:tc>
          <w:tcPr>
            <w:tcW w:w="4230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59808,7</w:t>
            </w:r>
          </w:p>
        </w:tc>
      </w:tr>
      <w:tr w:rsidR="00B5552C" w:rsidRPr="007D0946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3.</w:t>
            </w:r>
          </w:p>
        </w:tc>
        <w:tc>
          <w:tcPr>
            <w:tcW w:w="4230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68222,1</w:t>
            </w:r>
          </w:p>
        </w:tc>
      </w:tr>
      <w:tr w:rsidR="00B5552C" w:rsidRPr="007D0946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4.</w:t>
            </w:r>
          </w:p>
        </w:tc>
        <w:tc>
          <w:tcPr>
            <w:tcW w:w="4230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32345,0</w:t>
            </w:r>
          </w:p>
        </w:tc>
      </w:tr>
      <w:tr w:rsidR="00B5552C" w:rsidRPr="007D0946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5.</w:t>
            </w:r>
          </w:p>
        </w:tc>
        <w:tc>
          <w:tcPr>
            <w:tcW w:w="4230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79735,5</w:t>
            </w:r>
          </w:p>
        </w:tc>
      </w:tr>
      <w:tr w:rsidR="00B5552C" w:rsidRPr="007D0946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6.</w:t>
            </w:r>
          </w:p>
        </w:tc>
        <w:tc>
          <w:tcPr>
            <w:tcW w:w="4230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51992,8</w:t>
            </w:r>
          </w:p>
        </w:tc>
      </w:tr>
      <w:tr w:rsidR="00B5552C" w:rsidRPr="007D0946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7.</w:t>
            </w:r>
          </w:p>
        </w:tc>
        <w:tc>
          <w:tcPr>
            <w:tcW w:w="4230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43660,1</w:t>
            </w:r>
          </w:p>
        </w:tc>
      </w:tr>
      <w:tr w:rsidR="00B5552C" w:rsidRPr="007D0946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8.</w:t>
            </w:r>
          </w:p>
        </w:tc>
        <w:tc>
          <w:tcPr>
            <w:tcW w:w="4230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23961,6</w:t>
            </w:r>
          </w:p>
        </w:tc>
      </w:tr>
      <w:tr w:rsidR="00B5552C" w:rsidRPr="007D0946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9.</w:t>
            </w:r>
          </w:p>
        </w:tc>
        <w:tc>
          <w:tcPr>
            <w:tcW w:w="4230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8963,0</w:t>
            </w:r>
          </w:p>
        </w:tc>
      </w:tr>
      <w:tr w:rsidR="00B5552C" w:rsidRPr="007D0946" w:rsidTr="00EE5EF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10.</w:t>
            </w:r>
          </w:p>
        </w:tc>
        <w:tc>
          <w:tcPr>
            <w:tcW w:w="4230" w:type="dxa"/>
            <w:noWrap/>
            <w:vAlign w:val="center"/>
          </w:tcPr>
          <w:p w:rsidR="00B5552C" w:rsidRPr="00E53D6F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33128,6</w:t>
            </w:r>
          </w:p>
        </w:tc>
      </w:tr>
      <w:tr w:rsidR="00B5552C" w:rsidRPr="007D0946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8247BB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230" w:type="dxa"/>
            <w:noWrap/>
            <w:vAlign w:val="bottom"/>
          </w:tcPr>
          <w:p w:rsidR="00B5552C" w:rsidRPr="008247BB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15919,5</w:t>
            </w:r>
          </w:p>
        </w:tc>
      </w:tr>
      <w:tr w:rsidR="00B5552C" w:rsidRPr="007D0946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8247BB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230" w:type="dxa"/>
            <w:noWrap/>
            <w:vAlign w:val="bottom"/>
          </w:tcPr>
          <w:p w:rsidR="00B5552C" w:rsidRPr="008247BB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17170,2</w:t>
            </w:r>
          </w:p>
        </w:tc>
      </w:tr>
      <w:tr w:rsidR="00B5552C" w:rsidRPr="007D0946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5552C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230" w:type="dxa"/>
            <w:noWrap/>
            <w:vAlign w:val="bottom"/>
          </w:tcPr>
          <w:p w:rsidR="00B5552C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11808,5</w:t>
            </w:r>
          </w:p>
        </w:tc>
      </w:tr>
      <w:tr w:rsidR="00B5552C" w:rsidRPr="007D0946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5552C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230" w:type="dxa"/>
            <w:noWrap/>
            <w:vAlign w:val="bottom"/>
          </w:tcPr>
          <w:p w:rsidR="00B5552C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38353,1</w:t>
            </w:r>
          </w:p>
        </w:tc>
      </w:tr>
      <w:tr w:rsidR="00B5552C" w:rsidRPr="007D0946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5552C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230" w:type="dxa"/>
            <w:noWrap/>
            <w:vAlign w:val="bottom"/>
          </w:tcPr>
          <w:p w:rsidR="00B5552C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39797,9</w:t>
            </w:r>
          </w:p>
        </w:tc>
      </w:tr>
      <w:tr w:rsidR="00B5552C" w:rsidRPr="007D0946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5552C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230" w:type="dxa"/>
            <w:noWrap/>
            <w:vAlign w:val="bottom"/>
          </w:tcPr>
          <w:p w:rsidR="00B5552C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19850,9</w:t>
            </w:r>
          </w:p>
        </w:tc>
      </w:tr>
      <w:tr w:rsidR="00B5552C" w:rsidRPr="007D0946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5552C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230" w:type="dxa"/>
            <w:noWrap/>
            <w:vAlign w:val="bottom"/>
          </w:tcPr>
          <w:p w:rsidR="00B5552C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32509,6</w:t>
            </w:r>
          </w:p>
        </w:tc>
      </w:tr>
      <w:tr w:rsidR="00B5552C" w:rsidRPr="007D0946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5552C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230" w:type="dxa"/>
            <w:noWrap/>
            <w:vAlign w:val="bottom"/>
          </w:tcPr>
          <w:p w:rsidR="00B5552C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32900,5</w:t>
            </w:r>
          </w:p>
        </w:tc>
      </w:tr>
      <w:tr w:rsidR="00B5552C" w:rsidRPr="007D0946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5552C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230" w:type="dxa"/>
            <w:noWrap/>
            <w:vAlign w:val="bottom"/>
          </w:tcPr>
          <w:p w:rsidR="00B5552C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49631,9</w:t>
            </w:r>
          </w:p>
        </w:tc>
      </w:tr>
      <w:tr w:rsidR="00B5552C" w:rsidRPr="007D0946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5552C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230" w:type="dxa"/>
            <w:noWrap/>
            <w:vAlign w:val="bottom"/>
          </w:tcPr>
          <w:p w:rsidR="00B5552C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37620,2</w:t>
            </w:r>
          </w:p>
        </w:tc>
      </w:tr>
      <w:tr w:rsidR="00B5552C" w:rsidRPr="007D0946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5552C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230" w:type="dxa"/>
            <w:noWrap/>
            <w:vAlign w:val="bottom"/>
          </w:tcPr>
          <w:p w:rsidR="00B5552C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740221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40221">
              <w:rPr>
                <w:color w:val="000000"/>
                <w:sz w:val="28"/>
                <w:szCs w:val="28"/>
              </w:rPr>
              <w:t>33721,9</w:t>
            </w:r>
          </w:p>
        </w:tc>
      </w:tr>
      <w:tr w:rsidR="00B5552C" w:rsidRPr="007D0946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9D1A5C" w:rsidRDefault="00B5552C" w:rsidP="00F703C0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5552C" w:rsidRPr="009D1A5C" w:rsidRDefault="00B5552C" w:rsidP="00F703C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831" w:type="dxa"/>
            <w:noWrap/>
            <w:vAlign w:val="bottom"/>
          </w:tcPr>
          <w:p w:rsidR="00B5552C" w:rsidRPr="00087D0F" w:rsidRDefault="00B5552C" w:rsidP="00F703C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755100,5</w:t>
            </w:r>
          </w:p>
        </w:tc>
      </w:tr>
      <w:tr w:rsidR="00B5552C" w:rsidRPr="007D0946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8247BB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247B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8247BB">
              <w:rPr>
                <w:sz w:val="28"/>
                <w:szCs w:val="28"/>
              </w:rPr>
              <w:t>.</w:t>
            </w:r>
          </w:p>
        </w:tc>
        <w:tc>
          <w:tcPr>
            <w:tcW w:w="4230" w:type="dxa"/>
            <w:noWrap/>
            <w:vAlign w:val="bottom"/>
          </w:tcPr>
          <w:p w:rsidR="00B5552C" w:rsidRPr="008247BB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 w:rsidRPr="008247BB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Димитровград</w:t>
            </w:r>
          </w:p>
        </w:tc>
        <w:tc>
          <w:tcPr>
            <w:tcW w:w="4831" w:type="dxa"/>
            <w:noWrap/>
            <w:vAlign w:val="bottom"/>
          </w:tcPr>
          <w:p w:rsidR="00B5552C" w:rsidRPr="00EE01CB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E01CB">
              <w:rPr>
                <w:color w:val="000000"/>
                <w:sz w:val="28"/>
                <w:szCs w:val="28"/>
              </w:rPr>
              <w:t>97302,2</w:t>
            </w:r>
          </w:p>
        </w:tc>
      </w:tr>
      <w:tr w:rsidR="00B5552C" w:rsidRPr="007D0946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8247BB" w:rsidRDefault="00B5552C" w:rsidP="00F703C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4230" w:type="dxa"/>
            <w:noWrap/>
            <w:vAlign w:val="bottom"/>
          </w:tcPr>
          <w:p w:rsidR="00B5552C" w:rsidRPr="008247BB" w:rsidRDefault="00B5552C" w:rsidP="00F703C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831" w:type="dxa"/>
            <w:noWrap/>
            <w:vAlign w:val="bottom"/>
          </w:tcPr>
          <w:p w:rsidR="00B5552C" w:rsidRPr="00EE01CB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E01CB">
              <w:rPr>
                <w:color w:val="000000"/>
                <w:sz w:val="28"/>
                <w:szCs w:val="28"/>
              </w:rPr>
              <w:t>1980,9</w:t>
            </w:r>
          </w:p>
        </w:tc>
      </w:tr>
      <w:tr w:rsidR="00B5552C" w:rsidRPr="007D0946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8247BB" w:rsidRDefault="00B5552C" w:rsidP="00F703C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5552C" w:rsidRPr="008247BB" w:rsidRDefault="00B5552C" w:rsidP="00F703C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247B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831" w:type="dxa"/>
            <w:noWrap/>
            <w:vAlign w:val="bottom"/>
          </w:tcPr>
          <w:p w:rsidR="00B5552C" w:rsidRPr="006E7F69" w:rsidRDefault="00B5552C" w:rsidP="00F703C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99283,1</w:t>
            </w:r>
          </w:p>
        </w:tc>
      </w:tr>
      <w:tr w:rsidR="00B5552C" w:rsidRPr="00BD729B" w:rsidTr="003614D1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8247BB" w:rsidRDefault="00B5552C" w:rsidP="00F703C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5552C" w:rsidRPr="008247BB" w:rsidRDefault="00B5552C" w:rsidP="00D2290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 по районам и городам </w:t>
            </w:r>
          </w:p>
        </w:tc>
        <w:tc>
          <w:tcPr>
            <w:tcW w:w="4831" w:type="dxa"/>
            <w:noWrap/>
            <w:vAlign w:val="bottom"/>
          </w:tcPr>
          <w:p w:rsidR="00B5552C" w:rsidRPr="00F703C0" w:rsidRDefault="00B5552C" w:rsidP="00F703C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E01CB">
              <w:rPr>
                <w:b/>
                <w:color w:val="000000"/>
                <w:sz w:val="28"/>
                <w:szCs w:val="28"/>
              </w:rPr>
              <w:t>854383,6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B5552C" w:rsidRDefault="00B5552C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б) таблицы 6-8 изложить в следующей редакции:</w:t>
      </w:r>
    </w:p>
    <w:p w:rsidR="00B5552C" w:rsidRDefault="00B5552C">
      <w:r>
        <w:br w:type="page"/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B5552C" w:rsidRPr="00A1532B" w:rsidTr="0058427D">
        <w:trPr>
          <w:trHeight w:val="157"/>
        </w:trPr>
        <w:tc>
          <w:tcPr>
            <w:tcW w:w="9796" w:type="dxa"/>
            <w:gridSpan w:val="3"/>
            <w:vAlign w:val="center"/>
          </w:tcPr>
          <w:p w:rsidR="00B5552C" w:rsidRPr="00A1532B" w:rsidRDefault="00B5552C" w:rsidP="00051DA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1532B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6</w:t>
            </w:r>
          </w:p>
        </w:tc>
      </w:tr>
      <w:tr w:rsidR="00B5552C" w:rsidRPr="00A1532B" w:rsidTr="0058427D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Default="00B5552C" w:rsidP="0058427D">
            <w:pPr>
              <w:jc w:val="center"/>
              <w:rPr>
                <w:b/>
                <w:bCs/>
                <w:sz w:val="28"/>
                <w:szCs w:val="28"/>
              </w:rPr>
            </w:pPr>
            <w:r w:rsidRPr="00D9325F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B5552C" w:rsidRDefault="00B5552C" w:rsidP="0058427D">
            <w:pPr>
              <w:jc w:val="center"/>
              <w:rPr>
                <w:b/>
                <w:bCs/>
                <w:sz w:val="28"/>
                <w:szCs w:val="28"/>
              </w:rPr>
            </w:pPr>
            <w:r w:rsidRPr="00D9325F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осуществление </w:t>
            </w:r>
          </w:p>
          <w:p w:rsidR="00B5552C" w:rsidRDefault="00B5552C" w:rsidP="0058427D">
            <w:pPr>
              <w:jc w:val="center"/>
              <w:rPr>
                <w:b/>
                <w:bCs/>
                <w:sz w:val="28"/>
                <w:szCs w:val="28"/>
              </w:rPr>
            </w:pPr>
            <w:r w:rsidRPr="00D9325F">
              <w:rPr>
                <w:b/>
                <w:bCs/>
                <w:sz w:val="28"/>
                <w:szCs w:val="28"/>
              </w:rPr>
              <w:t xml:space="preserve">переданных органам местного самоуправления государственных </w:t>
            </w:r>
          </w:p>
          <w:p w:rsidR="00B5552C" w:rsidRDefault="00B5552C" w:rsidP="0058427D">
            <w:pPr>
              <w:jc w:val="center"/>
              <w:rPr>
                <w:b/>
                <w:sz w:val="28"/>
                <w:szCs w:val="28"/>
              </w:rPr>
            </w:pPr>
            <w:r w:rsidRPr="00D9325F">
              <w:rPr>
                <w:b/>
                <w:bCs/>
                <w:sz w:val="28"/>
                <w:szCs w:val="28"/>
              </w:rPr>
              <w:t xml:space="preserve">полномочий Ульяновской области по </w:t>
            </w:r>
            <w:r w:rsidRPr="00D9325F">
              <w:rPr>
                <w:b/>
                <w:sz w:val="28"/>
                <w:szCs w:val="28"/>
              </w:rPr>
              <w:t xml:space="preserve">организации и обеспечению </w:t>
            </w:r>
          </w:p>
          <w:p w:rsidR="00B5552C" w:rsidRDefault="00B5552C" w:rsidP="0058427D">
            <w:pPr>
              <w:jc w:val="center"/>
              <w:rPr>
                <w:b/>
                <w:sz w:val="28"/>
                <w:szCs w:val="28"/>
              </w:rPr>
            </w:pPr>
            <w:r w:rsidRPr="00D9325F">
              <w:rPr>
                <w:b/>
                <w:sz w:val="28"/>
                <w:szCs w:val="28"/>
              </w:rPr>
              <w:t xml:space="preserve">отдыха детей, обучающихся в общеобразовательных организациях, </w:t>
            </w:r>
          </w:p>
          <w:p w:rsidR="00B5552C" w:rsidRDefault="00B5552C" w:rsidP="0058427D">
            <w:pPr>
              <w:jc w:val="center"/>
              <w:rPr>
                <w:b/>
                <w:sz w:val="28"/>
                <w:szCs w:val="28"/>
              </w:rPr>
            </w:pPr>
            <w:r w:rsidRPr="00D9325F">
              <w:rPr>
                <w:b/>
                <w:sz w:val="28"/>
                <w:szCs w:val="28"/>
              </w:rPr>
              <w:t>за исключением детей-сирот и детей, оставшихся без попечения родителей,</w:t>
            </w:r>
          </w:p>
          <w:p w:rsidR="00B5552C" w:rsidRDefault="00B5552C" w:rsidP="0058427D">
            <w:pPr>
              <w:jc w:val="center"/>
              <w:rPr>
                <w:b/>
                <w:sz w:val="28"/>
                <w:szCs w:val="28"/>
              </w:rPr>
            </w:pPr>
            <w:r w:rsidRPr="00D9325F">
              <w:rPr>
                <w:b/>
                <w:sz w:val="28"/>
                <w:szCs w:val="28"/>
              </w:rPr>
              <w:t xml:space="preserve"> находящихся в образовательных организациях для детей-сирот </w:t>
            </w:r>
          </w:p>
          <w:p w:rsidR="00B5552C" w:rsidRDefault="00B5552C" w:rsidP="0058427D">
            <w:pPr>
              <w:jc w:val="center"/>
              <w:rPr>
                <w:b/>
                <w:sz w:val="28"/>
                <w:szCs w:val="28"/>
              </w:rPr>
            </w:pPr>
            <w:r w:rsidRPr="00D9325F">
              <w:rPr>
                <w:b/>
                <w:sz w:val="28"/>
                <w:szCs w:val="28"/>
              </w:rPr>
              <w:t>и детей, оставшихся без попечения родителей, и детей, на</w:t>
            </w:r>
            <w:r>
              <w:rPr>
                <w:b/>
                <w:sz w:val="28"/>
                <w:szCs w:val="28"/>
              </w:rPr>
              <w:t>х</w:t>
            </w:r>
            <w:r w:rsidRPr="00D9325F">
              <w:rPr>
                <w:b/>
                <w:sz w:val="28"/>
                <w:szCs w:val="28"/>
              </w:rPr>
              <w:t xml:space="preserve">одящихся </w:t>
            </w:r>
          </w:p>
          <w:p w:rsidR="00B5552C" w:rsidRDefault="00B5552C" w:rsidP="0058427D">
            <w:pPr>
              <w:jc w:val="center"/>
              <w:rPr>
                <w:b/>
                <w:sz w:val="28"/>
                <w:szCs w:val="28"/>
              </w:rPr>
            </w:pPr>
            <w:r w:rsidRPr="00D9325F">
              <w:rPr>
                <w:b/>
                <w:sz w:val="28"/>
                <w:szCs w:val="28"/>
              </w:rPr>
              <w:t xml:space="preserve">в трудной жизненной ситуации, в детских оздоровительных </w:t>
            </w:r>
          </w:p>
          <w:p w:rsidR="00B5552C" w:rsidRPr="00D9325F" w:rsidRDefault="00B5552C" w:rsidP="0058427D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D9325F">
              <w:rPr>
                <w:b/>
                <w:sz w:val="28"/>
                <w:szCs w:val="28"/>
              </w:rPr>
              <w:t>лагерях с дневным пребыванием на 2014 год</w:t>
            </w:r>
          </w:p>
        </w:tc>
      </w:tr>
      <w:tr w:rsidR="00B5552C" w:rsidRPr="007B667E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B667E" w:rsidRDefault="00B5552C" w:rsidP="0058427D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B667E" w:rsidRDefault="00B5552C" w:rsidP="0058427D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B667E" w:rsidRDefault="00B5552C" w:rsidP="0058427D">
            <w:pPr>
              <w:jc w:val="right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тыс. руб.</w:t>
            </w:r>
          </w:p>
        </w:tc>
      </w:tr>
    </w:tbl>
    <w:p w:rsidR="00B5552C" w:rsidRPr="007B667E" w:rsidRDefault="00B5552C" w:rsidP="00051DA2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536"/>
      </w:tblGrid>
      <w:tr w:rsidR="00B5552C" w:rsidRPr="007B667E" w:rsidTr="0058427D">
        <w:trPr>
          <w:trHeight w:val="489"/>
          <w:tblHeader/>
        </w:trPr>
        <w:tc>
          <w:tcPr>
            <w:tcW w:w="594" w:type="dxa"/>
            <w:vAlign w:val="center"/>
          </w:tcPr>
          <w:p w:rsidR="00B5552C" w:rsidRPr="007B667E" w:rsidRDefault="00B5552C" w:rsidP="0058427D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B5552C" w:rsidRDefault="00B5552C" w:rsidP="0058427D">
            <w:pPr>
              <w:pStyle w:val="xl24"/>
              <w:spacing w:before="0" w:beforeAutospacing="0" w:after="0" w:afterAutospacing="0"/>
            </w:pPr>
            <w:r w:rsidRPr="007B667E">
              <w:t xml:space="preserve">Наименование </w:t>
            </w:r>
          </w:p>
          <w:p w:rsidR="00B5552C" w:rsidRPr="007B667E" w:rsidRDefault="00B5552C" w:rsidP="00051DA2">
            <w:pPr>
              <w:pStyle w:val="xl24"/>
              <w:spacing w:before="0" w:beforeAutospacing="0" w:after="0" w:afterAutospacing="0"/>
            </w:pPr>
            <w:r>
              <w:t>м</w:t>
            </w:r>
            <w:r w:rsidRPr="007B667E">
              <w:t>униципального</w:t>
            </w:r>
            <w:r>
              <w:t xml:space="preserve"> </w:t>
            </w:r>
            <w:r w:rsidRPr="007B667E">
              <w:t>образования</w:t>
            </w:r>
          </w:p>
        </w:tc>
        <w:tc>
          <w:tcPr>
            <w:tcW w:w="4536" w:type="dxa"/>
            <w:vAlign w:val="center"/>
          </w:tcPr>
          <w:p w:rsidR="00B5552C" w:rsidRPr="007B667E" w:rsidRDefault="00B5552C" w:rsidP="0058427D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Сумма</w:t>
            </w:r>
          </w:p>
        </w:tc>
      </w:tr>
    </w:tbl>
    <w:p w:rsidR="00B5552C" w:rsidRPr="007B667E" w:rsidRDefault="00B5552C" w:rsidP="00051DA2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6"/>
        <w:gridCol w:w="4536"/>
      </w:tblGrid>
      <w:tr w:rsidR="00B5552C" w:rsidRPr="007B667E" w:rsidTr="00E034CA">
        <w:trPr>
          <w:trHeight w:val="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B667E" w:rsidRDefault="00B5552C" w:rsidP="00E034CA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B667E" w:rsidRDefault="00B5552C" w:rsidP="00E034CA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B667E" w:rsidRDefault="00B5552C" w:rsidP="00E034CA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3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976,8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2042,8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1391,9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1268,6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2069,3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1292,3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1474,5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1390,3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1095,6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1223,6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963,6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1038,6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872,1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1284,4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767,3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864,2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1201,9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745,3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1783,9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1867,1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1420,8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27034,9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6363,4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610,4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10742,9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17716,7</w:t>
            </w:r>
          </w:p>
        </w:tc>
      </w:tr>
      <w:tr w:rsidR="00B5552C" w:rsidRPr="00A1532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051DA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CE01C4" w:rsidRDefault="00B5552C" w:rsidP="00051DA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44751,6</w:t>
            </w:r>
          </w:p>
        </w:tc>
      </w:tr>
    </w:tbl>
    <w:p w:rsidR="00B5552C" w:rsidRDefault="00B5552C" w:rsidP="00051DA2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B5552C" w:rsidRPr="00AB4DDC" w:rsidTr="00AB4DDC">
        <w:trPr>
          <w:trHeight w:val="340"/>
        </w:trPr>
        <w:tc>
          <w:tcPr>
            <w:tcW w:w="9796" w:type="dxa"/>
            <w:gridSpan w:val="3"/>
            <w:vAlign w:val="center"/>
          </w:tcPr>
          <w:p w:rsidR="00B5552C" w:rsidRPr="00AB4DDC" w:rsidRDefault="00B5552C" w:rsidP="00AB4DDC">
            <w:pPr>
              <w:jc w:val="right"/>
              <w:rPr>
                <w:bCs/>
                <w:sz w:val="28"/>
                <w:szCs w:val="28"/>
              </w:rPr>
            </w:pPr>
            <w:r w:rsidRPr="00AB4DDC">
              <w:rPr>
                <w:bCs/>
                <w:sz w:val="28"/>
                <w:szCs w:val="28"/>
              </w:rPr>
              <w:t>Таблица 7</w:t>
            </w:r>
          </w:p>
        </w:tc>
      </w:tr>
      <w:tr w:rsidR="00B5552C" w:rsidRPr="00AB4DDC" w:rsidTr="00AB4DDC">
        <w:trPr>
          <w:trHeight w:val="80"/>
        </w:trPr>
        <w:tc>
          <w:tcPr>
            <w:tcW w:w="9796" w:type="dxa"/>
            <w:gridSpan w:val="3"/>
            <w:vAlign w:val="center"/>
          </w:tcPr>
          <w:p w:rsidR="00B5552C" w:rsidRPr="00AB4DDC" w:rsidRDefault="00B5552C" w:rsidP="00AB4DDC">
            <w:pPr>
              <w:jc w:val="center"/>
              <w:rPr>
                <w:b/>
                <w:sz w:val="28"/>
                <w:szCs w:val="28"/>
              </w:rPr>
            </w:pPr>
            <w:r w:rsidRPr="00AB4DDC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B5552C" w:rsidRPr="00AB4DDC" w:rsidRDefault="00B5552C" w:rsidP="00AB4DDC">
            <w:pPr>
              <w:jc w:val="center"/>
              <w:rPr>
                <w:b/>
                <w:sz w:val="28"/>
                <w:szCs w:val="28"/>
              </w:rPr>
            </w:pPr>
            <w:r w:rsidRPr="00AB4DDC">
              <w:rPr>
                <w:b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B5552C" w:rsidRPr="00AB4DDC" w:rsidRDefault="00B5552C" w:rsidP="00AB4DDC">
            <w:pPr>
              <w:jc w:val="center"/>
              <w:rPr>
                <w:b/>
                <w:sz w:val="28"/>
                <w:szCs w:val="28"/>
              </w:rPr>
            </w:pPr>
            <w:r w:rsidRPr="00AB4DDC">
              <w:rPr>
                <w:b/>
                <w:sz w:val="28"/>
                <w:szCs w:val="28"/>
              </w:rPr>
              <w:t xml:space="preserve">органам местного самоуправления государственных полномочий </w:t>
            </w:r>
          </w:p>
          <w:p w:rsidR="00B5552C" w:rsidRPr="00AB4DDC" w:rsidRDefault="00B5552C" w:rsidP="00AB4DDC">
            <w:pPr>
              <w:jc w:val="center"/>
              <w:rPr>
                <w:b/>
                <w:sz w:val="28"/>
                <w:szCs w:val="28"/>
              </w:rPr>
            </w:pPr>
            <w:r w:rsidRPr="00AB4DDC">
              <w:rPr>
                <w:b/>
                <w:sz w:val="28"/>
                <w:szCs w:val="28"/>
              </w:rPr>
              <w:t xml:space="preserve">Ульяновской области по выплате ежемесячной выплаты на содержание </w:t>
            </w:r>
          </w:p>
          <w:p w:rsidR="00B5552C" w:rsidRPr="00AB4DDC" w:rsidRDefault="00B5552C" w:rsidP="00AB4D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ребё</w:t>
            </w:r>
            <w:r w:rsidRPr="00AB4DDC">
              <w:rPr>
                <w:b/>
                <w:sz w:val="28"/>
                <w:szCs w:val="28"/>
              </w:rPr>
              <w:t>нка в с</w:t>
            </w:r>
            <w:r>
              <w:rPr>
                <w:b/>
                <w:sz w:val="28"/>
                <w:szCs w:val="28"/>
              </w:rPr>
              <w:t>емье опекуна (попечителя) и приё</w:t>
            </w:r>
            <w:r w:rsidRPr="00AB4DDC">
              <w:rPr>
                <w:b/>
                <w:sz w:val="28"/>
                <w:szCs w:val="28"/>
              </w:rPr>
              <w:t xml:space="preserve">мной семье, а также </w:t>
            </w:r>
          </w:p>
          <w:p w:rsidR="00B5552C" w:rsidRPr="00AB4DDC" w:rsidRDefault="00B5552C" w:rsidP="00AB4DDC">
            <w:pPr>
              <w:jc w:val="center"/>
              <w:rPr>
                <w:b/>
                <w:sz w:val="28"/>
                <w:szCs w:val="28"/>
              </w:rPr>
            </w:pPr>
            <w:r w:rsidRPr="00AB4DDC">
              <w:rPr>
                <w:b/>
                <w:sz w:val="28"/>
                <w:szCs w:val="28"/>
              </w:rPr>
              <w:t xml:space="preserve">по осуществлению выплаты вознаграждения, причитающегося </w:t>
            </w:r>
          </w:p>
          <w:p w:rsidR="00B5552C" w:rsidRPr="00AB4DDC" w:rsidRDefault="00B5552C" w:rsidP="00AB4DD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приё</w:t>
            </w:r>
            <w:r w:rsidRPr="00AB4DDC">
              <w:rPr>
                <w:b/>
                <w:sz w:val="28"/>
                <w:szCs w:val="28"/>
              </w:rPr>
              <w:t>мному родителю, на 2014 год</w:t>
            </w:r>
          </w:p>
        </w:tc>
      </w:tr>
      <w:tr w:rsidR="00B5552C" w:rsidRPr="00AB4DDC" w:rsidTr="00B06E76">
        <w:trPr>
          <w:trHeight w:val="375"/>
        </w:trPr>
        <w:tc>
          <w:tcPr>
            <w:tcW w:w="700" w:type="dxa"/>
            <w:noWrap/>
            <w:vAlign w:val="bottom"/>
          </w:tcPr>
          <w:p w:rsidR="00B5552C" w:rsidRPr="00AB4DDC" w:rsidRDefault="00B5552C" w:rsidP="00B06E76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B5552C" w:rsidRPr="00AB4DDC" w:rsidRDefault="00B5552C" w:rsidP="00B06E76">
            <w:pPr>
              <w:rPr>
                <w:sz w:val="28"/>
                <w:szCs w:val="28"/>
              </w:rPr>
            </w:pPr>
          </w:p>
        </w:tc>
        <w:tc>
          <w:tcPr>
            <w:tcW w:w="4376" w:type="dxa"/>
            <w:noWrap/>
            <w:vAlign w:val="bottom"/>
          </w:tcPr>
          <w:p w:rsidR="00B5552C" w:rsidRPr="00AB4DDC" w:rsidRDefault="00B5552C" w:rsidP="00B06E76">
            <w:pPr>
              <w:jc w:val="right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тыс. руб.</w:t>
            </w:r>
          </w:p>
        </w:tc>
      </w:tr>
    </w:tbl>
    <w:p w:rsidR="00B5552C" w:rsidRPr="00AB4DDC" w:rsidRDefault="00B5552C" w:rsidP="00AB4DDC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230"/>
        <w:gridCol w:w="4831"/>
      </w:tblGrid>
      <w:tr w:rsidR="00B5552C" w:rsidRPr="00AB4DDC" w:rsidTr="00B06E76">
        <w:trPr>
          <w:trHeight w:val="451"/>
          <w:tblHeader/>
        </w:trPr>
        <w:tc>
          <w:tcPr>
            <w:tcW w:w="735" w:type="dxa"/>
            <w:vAlign w:val="center"/>
          </w:tcPr>
          <w:p w:rsidR="00B5552C" w:rsidRPr="00AB4DDC" w:rsidRDefault="00B5552C" w:rsidP="00B06E76">
            <w:pPr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№    п/п</w:t>
            </w:r>
          </w:p>
        </w:tc>
        <w:tc>
          <w:tcPr>
            <w:tcW w:w="4230" w:type="dxa"/>
            <w:vAlign w:val="center"/>
          </w:tcPr>
          <w:p w:rsidR="00B5552C" w:rsidRPr="00AB4DDC" w:rsidRDefault="00B5552C" w:rsidP="00B06E76">
            <w:pPr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 xml:space="preserve">Наименование </w:t>
            </w:r>
          </w:p>
          <w:p w:rsidR="00B5552C" w:rsidRPr="00AB4DDC" w:rsidRDefault="00B5552C" w:rsidP="00AB4DDC">
            <w:pPr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831" w:type="dxa"/>
            <w:vAlign w:val="center"/>
          </w:tcPr>
          <w:p w:rsidR="00B5552C" w:rsidRPr="00AB4DDC" w:rsidRDefault="00B5552C" w:rsidP="00B06E76">
            <w:pPr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Сумма</w:t>
            </w:r>
          </w:p>
        </w:tc>
      </w:tr>
    </w:tbl>
    <w:p w:rsidR="00B5552C" w:rsidRPr="00AB4DDC" w:rsidRDefault="00B5552C" w:rsidP="00AB4DDC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230"/>
        <w:gridCol w:w="4831"/>
      </w:tblGrid>
      <w:tr w:rsidR="00B5552C" w:rsidRPr="007D0946" w:rsidTr="00E034CA">
        <w:trPr>
          <w:trHeight w:val="277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52C" w:rsidRPr="00AB4DDC" w:rsidRDefault="00B5552C" w:rsidP="00B06E76">
            <w:pPr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52C" w:rsidRPr="00AB4DDC" w:rsidRDefault="00B5552C" w:rsidP="00B06E76">
            <w:pPr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2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52C" w:rsidRPr="00AB4DDC" w:rsidRDefault="00B5552C" w:rsidP="00B06E76">
            <w:pPr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3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</w:tcBorders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831" w:type="dxa"/>
            <w:tcBorders>
              <w:top w:val="single" w:sz="4" w:space="0" w:color="auto"/>
            </w:tcBorders>
            <w:noWrap/>
            <w:vAlign w:val="bottom"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3881,5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2.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Pr="00933922">
              <w:rPr>
                <w:sz w:val="28"/>
                <w:szCs w:val="28"/>
              </w:rPr>
              <w:t>102,2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3.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933922">
              <w:rPr>
                <w:sz w:val="28"/>
                <w:szCs w:val="28"/>
              </w:rPr>
              <w:t>571,6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4.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933922">
              <w:rPr>
                <w:sz w:val="28"/>
                <w:szCs w:val="28"/>
              </w:rPr>
              <w:t>869,2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5.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8671,3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6.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933922">
              <w:rPr>
                <w:sz w:val="28"/>
                <w:szCs w:val="28"/>
              </w:rPr>
              <w:t>133,0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7.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933922">
              <w:rPr>
                <w:sz w:val="28"/>
                <w:szCs w:val="28"/>
              </w:rPr>
              <w:t>906,3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8.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21041,8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9.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23517,6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10.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9373,3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11.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933922">
              <w:rPr>
                <w:sz w:val="28"/>
                <w:szCs w:val="28"/>
              </w:rPr>
              <w:t>070,5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12.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933922">
              <w:rPr>
                <w:sz w:val="28"/>
                <w:szCs w:val="28"/>
              </w:rPr>
              <w:t>279,4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13.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933922">
              <w:rPr>
                <w:sz w:val="28"/>
                <w:szCs w:val="28"/>
              </w:rPr>
              <w:t>828,5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14.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933922">
              <w:rPr>
                <w:sz w:val="28"/>
                <w:szCs w:val="28"/>
              </w:rPr>
              <w:t>551,8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15.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933922">
              <w:rPr>
                <w:sz w:val="28"/>
                <w:szCs w:val="28"/>
              </w:rPr>
              <w:t>518,7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16.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933922">
              <w:rPr>
                <w:sz w:val="28"/>
                <w:szCs w:val="28"/>
              </w:rPr>
              <w:t>889,3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17.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933922">
              <w:rPr>
                <w:sz w:val="28"/>
                <w:szCs w:val="28"/>
              </w:rPr>
              <w:t>845,2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18.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933922">
              <w:rPr>
                <w:sz w:val="28"/>
                <w:szCs w:val="28"/>
              </w:rPr>
              <w:t>753,9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19.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933922">
              <w:rPr>
                <w:sz w:val="28"/>
                <w:szCs w:val="28"/>
              </w:rPr>
              <w:t>359,8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20.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933922">
              <w:rPr>
                <w:sz w:val="28"/>
                <w:szCs w:val="28"/>
              </w:rPr>
              <w:t>478,5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21.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933922">
              <w:rPr>
                <w:sz w:val="28"/>
                <w:szCs w:val="28"/>
              </w:rPr>
              <w:t>922,2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B4DD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jc w:val="center"/>
              <w:rPr>
                <w:b/>
                <w:bCs/>
                <w:sz w:val="28"/>
                <w:szCs w:val="28"/>
              </w:rPr>
            </w:pPr>
            <w:r w:rsidRPr="00933922">
              <w:rPr>
                <w:b/>
                <w:bCs/>
                <w:sz w:val="28"/>
                <w:szCs w:val="28"/>
              </w:rPr>
              <w:t>315 565,6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22.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Pr="00933922">
              <w:rPr>
                <w:sz w:val="28"/>
                <w:szCs w:val="28"/>
              </w:rPr>
              <w:t>760,9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23.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933922">
              <w:rPr>
                <w:sz w:val="28"/>
                <w:szCs w:val="28"/>
              </w:rPr>
              <w:t>275,4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24.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г. Ульяновск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102674,3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B4DD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jc w:val="center"/>
              <w:rPr>
                <w:b/>
                <w:bCs/>
                <w:sz w:val="28"/>
                <w:szCs w:val="28"/>
              </w:rPr>
            </w:pPr>
            <w:r w:rsidRPr="00933922">
              <w:rPr>
                <w:b/>
                <w:bCs/>
                <w:sz w:val="28"/>
                <w:szCs w:val="28"/>
              </w:rPr>
              <w:t>151710,6</w:t>
            </w:r>
          </w:p>
        </w:tc>
      </w:tr>
      <w:tr w:rsidR="00B5552C" w:rsidRPr="00BD729B" w:rsidTr="005C4902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B4DD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jc w:val="center"/>
              <w:rPr>
                <w:b/>
                <w:bCs/>
                <w:sz w:val="28"/>
                <w:szCs w:val="28"/>
              </w:rPr>
            </w:pPr>
            <w:r w:rsidRPr="00933922">
              <w:rPr>
                <w:b/>
                <w:bCs/>
                <w:sz w:val="28"/>
                <w:szCs w:val="28"/>
              </w:rPr>
              <w:t>467276,2</w:t>
            </w:r>
          </w:p>
        </w:tc>
      </w:tr>
    </w:tbl>
    <w:p w:rsidR="00B5552C" w:rsidRDefault="00B5552C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B5552C" w:rsidRPr="00AB4DDC" w:rsidTr="00B06E76">
        <w:trPr>
          <w:trHeight w:val="340"/>
        </w:trPr>
        <w:tc>
          <w:tcPr>
            <w:tcW w:w="9796" w:type="dxa"/>
            <w:gridSpan w:val="3"/>
            <w:vAlign w:val="center"/>
          </w:tcPr>
          <w:p w:rsidR="00B5552C" w:rsidRPr="00AB4DDC" w:rsidRDefault="00B5552C" w:rsidP="00AB4DDC">
            <w:pPr>
              <w:jc w:val="right"/>
              <w:rPr>
                <w:bCs/>
                <w:sz w:val="28"/>
                <w:szCs w:val="28"/>
              </w:rPr>
            </w:pPr>
            <w:r w:rsidRPr="00AB4DDC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8</w:t>
            </w:r>
          </w:p>
        </w:tc>
      </w:tr>
      <w:tr w:rsidR="00B5552C" w:rsidRPr="00AB4DDC" w:rsidTr="00B06E76">
        <w:trPr>
          <w:trHeight w:val="80"/>
        </w:trPr>
        <w:tc>
          <w:tcPr>
            <w:tcW w:w="9796" w:type="dxa"/>
            <w:gridSpan w:val="3"/>
            <w:vAlign w:val="center"/>
          </w:tcPr>
          <w:p w:rsidR="00B5552C" w:rsidRDefault="00B5552C" w:rsidP="00AB4DDC">
            <w:pPr>
              <w:pStyle w:val="ConsPlusCell"/>
              <w:jc w:val="center"/>
              <w:rPr>
                <w:b/>
              </w:rPr>
            </w:pPr>
            <w:r w:rsidRPr="00AB4DDC">
              <w:rPr>
                <w:b/>
              </w:rPr>
              <w:t xml:space="preserve">Распределение субвенций бюджетам муниципальных районов </w:t>
            </w:r>
          </w:p>
          <w:p w:rsidR="00B5552C" w:rsidRDefault="00B5552C" w:rsidP="00AB4DDC">
            <w:pPr>
              <w:pStyle w:val="ConsPlusCell"/>
              <w:jc w:val="center"/>
              <w:rPr>
                <w:b/>
              </w:rPr>
            </w:pPr>
            <w:r>
              <w:rPr>
                <w:b/>
              </w:rPr>
              <w:t xml:space="preserve">и отдельных </w:t>
            </w:r>
            <w:r w:rsidRPr="00AB4DDC">
              <w:rPr>
                <w:b/>
              </w:rPr>
              <w:t>городских округов Ульяновской области на осуществление</w:t>
            </w:r>
          </w:p>
          <w:p w:rsidR="00B5552C" w:rsidRDefault="00B5552C" w:rsidP="00AB4DDC">
            <w:pPr>
              <w:pStyle w:val="ConsPlusCell"/>
              <w:jc w:val="center"/>
              <w:rPr>
                <w:b/>
              </w:rPr>
            </w:pPr>
            <w:r w:rsidRPr="00AB4DDC">
              <w:rPr>
                <w:b/>
              </w:rPr>
              <w:t>переданных</w:t>
            </w:r>
            <w:r>
              <w:rPr>
                <w:b/>
              </w:rPr>
              <w:t xml:space="preserve"> о</w:t>
            </w:r>
            <w:r w:rsidRPr="00AB4DDC">
              <w:rPr>
                <w:b/>
              </w:rPr>
              <w:t xml:space="preserve">рганам местного самоуправления государственных </w:t>
            </w:r>
          </w:p>
          <w:p w:rsidR="00B5552C" w:rsidRDefault="00B5552C" w:rsidP="00AB4DDC">
            <w:pPr>
              <w:pStyle w:val="ConsPlusCell"/>
              <w:jc w:val="center"/>
              <w:rPr>
                <w:b/>
              </w:rPr>
            </w:pPr>
            <w:r w:rsidRPr="00AB4DDC">
              <w:rPr>
                <w:b/>
              </w:rPr>
              <w:t xml:space="preserve">полномочий Ульяновской области по опеке и попечительству </w:t>
            </w:r>
          </w:p>
          <w:p w:rsidR="00B5552C" w:rsidRPr="00AB4DDC" w:rsidRDefault="00B5552C" w:rsidP="00036C64">
            <w:pPr>
              <w:pStyle w:val="ConsPlusCell"/>
              <w:jc w:val="center"/>
              <w:rPr>
                <w:b/>
              </w:rPr>
            </w:pPr>
            <w:r w:rsidRPr="00AB4DDC">
              <w:rPr>
                <w:b/>
              </w:rPr>
              <w:t>в отношении несовершеннолетних на 2014 год</w:t>
            </w:r>
          </w:p>
        </w:tc>
      </w:tr>
      <w:tr w:rsidR="00B5552C" w:rsidRPr="00AB4DDC" w:rsidTr="00B06E76">
        <w:trPr>
          <w:trHeight w:val="375"/>
        </w:trPr>
        <w:tc>
          <w:tcPr>
            <w:tcW w:w="700" w:type="dxa"/>
            <w:noWrap/>
            <w:vAlign w:val="bottom"/>
          </w:tcPr>
          <w:p w:rsidR="00B5552C" w:rsidRPr="00AB4DDC" w:rsidRDefault="00B5552C" w:rsidP="00B06E76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B5552C" w:rsidRPr="00AB4DDC" w:rsidRDefault="00B5552C" w:rsidP="00B06E76">
            <w:pPr>
              <w:rPr>
                <w:sz w:val="28"/>
                <w:szCs w:val="28"/>
              </w:rPr>
            </w:pPr>
          </w:p>
        </w:tc>
        <w:tc>
          <w:tcPr>
            <w:tcW w:w="4376" w:type="dxa"/>
            <w:noWrap/>
            <w:vAlign w:val="bottom"/>
          </w:tcPr>
          <w:p w:rsidR="00B5552C" w:rsidRPr="00AB4DDC" w:rsidRDefault="00B5552C" w:rsidP="00B06E76">
            <w:pPr>
              <w:jc w:val="right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тыс. руб.</w:t>
            </w:r>
          </w:p>
        </w:tc>
      </w:tr>
    </w:tbl>
    <w:p w:rsidR="00B5552C" w:rsidRPr="00AB4DDC" w:rsidRDefault="00B5552C" w:rsidP="00AB4DDC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230"/>
        <w:gridCol w:w="4831"/>
      </w:tblGrid>
      <w:tr w:rsidR="00B5552C" w:rsidRPr="00AB4DDC" w:rsidTr="00B06E76">
        <w:trPr>
          <w:trHeight w:val="451"/>
          <w:tblHeader/>
        </w:trPr>
        <w:tc>
          <w:tcPr>
            <w:tcW w:w="735" w:type="dxa"/>
            <w:vAlign w:val="center"/>
          </w:tcPr>
          <w:p w:rsidR="00B5552C" w:rsidRPr="00AB4DDC" w:rsidRDefault="00B5552C" w:rsidP="00B06E76">
            <w:pPr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№    п/п</w:t>
            </w:r>
          </w:p>
        </w:tc>
        <w:tc>
          <w:tcPr>
            <w:tcW w:w="4230" w:type="dxa"/>
            <w:vAlign w:val="center"/>
          </w:tcPr>
          <w:p w:rsidR="00B5552C" w:rsidRPr="00AB4DDC" w:rsidRDefault="00B5552C" w:rsidP="00B06E76">
            <w:pPr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 xml:space="preserve">Наименование </w:t>
            </w:r>
          </w:p>
          <w:p w:rsidR="00B5552C" w:rsidRPr="00AB4DDC" w:rsidRDefault="00B5552C" w:rsidP="00B06E76">
            <w:pPr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831" w:type="dxa"/>
            <w:vAlign w:val="center"/>
          </w:tcPr>
          <w:p w:rsidR="00B5552C" w:rsidRPr="00AB4DDC" w:rsidRDefault="00B5552C" w:rsidP="00B06E76">
            <w:pPr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Сумма</w:t>
            </w:r>
          </w:p>
        </w:tc>
      </w:tr>
    </w:tbl>
    <w:p w:rsidR="00B5552C" w:rsidRPr="00AB4DDC" w:rsidRDefault="00B5552C" w:rsidP="00AB4DDC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230"/>
        <w:gridCol w:w="4831"/>
      </w:tblGrid>
      <w:tr w:rsidR="00B5552C" w:rsidRPr="007D0946" w:rsidTr="00E034CA">
        <w:trPr>
          <w:trHeight w:val="70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52C" w:rsidRPr="00AB4DDC" w:rsidRDefault="00B5552C" w:rsidP="00B06E76">
            <w:pPr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52C" w:rsidRPr="00AB4DDC" w:rsidRDefault="00B5552C" w:rsidP="00B06E76">
            <w:pPr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2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52C" w:rsidRPr="00AB4DDC" w:rsidRDefault="00B5552C" w:rsidP="00B06E76">
            <w:pPr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3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</w:tcBorders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831" w:type="dxa"/>
            <w:tcBorders>
              <w:top w:val="single" w:sz="4" w:space="0" w:color="auto"/>
            </w:tcBorders>
            <w:noWrap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499,6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2.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904,3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3.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499,6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4.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904,3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5.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499,6</w:t>
            </w:r>
          </w:p>
        </w:tc>
      </w:tr>
      <w:tr w:rsidR="00B5552C" w:rsidRPr="007D0946" w:rsidTr="005C4902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6.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831" w:type="dxa"/>
            <w:noWrap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499,6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7.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499,6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8.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904,3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9.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499,6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10.</w:t>
            </w:r>
          </w:p>
        </w:tc>
        <w:tc>
          <w:tcPr>
            <w:tcW w:w="4230" w:type="dxa"/>
            <w:noWrap/>
            <w:vAlign w:val="center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499,6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11.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499,6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12.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499,6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13.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499,6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14.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499,6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15.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499,6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16.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499,6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17.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499,6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18.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499,6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19.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904,3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20.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904,3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21.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904,3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B4DD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933922">
              <w:rPr>
                <w:b/>
                <w:bCs/>
                <w:sz w:val="28"/>
                <w:szCs w:val="28"/>
              </w:rPr>
              <w:t>12919,8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22.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33922">
              <w:rPr>
                <w:sz w:val="28"/>
                <w:szCs w:val="28"/>
              </w:rPr>
              <w:t>254,82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23.</w:t>
            </w: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  <w:r w:rsidRPr="00AB4DD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33922">
              <w:rPr>
                <w:sz w:val="28"/>
                <w:szCs w:val="28"/>
              </w:rPr>
              <w:t>499,60</w:t>
            </w:r>
          </w:p>
        </w:tc>
      </w:tr>
      <w:tr w:rsidR="00B5552C" w:rsidRPr="007D0946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B4DD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933922">
              <w:rPr>
                <w:b/>
                <w:bCs/>
                <w:sz w:val="28"/>
                <w:szCs w:val="28"/>
              </w:rPr>
              <w:t>3754,42</w:t>
            </w:r>
          </w:p>
        </w:tc>
      </w:tr>
      <w:tr w:rsidR="00B5552C" w:rsidRPr="00BD729B" w:rsidTr="00B06E76">
        <w:trPr>
          <w:trHeight w:val="375"/>
        </w:trPr>
        <w:tc>
          <w:tcPr>
            <w:tcW w:w="735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B5552C" w:rsidRPr="00AB4DDC" w:rsidRDefault="00B5552C" w:rsidP="00B06E7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B4DD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831" w:type="dxa"/>
            <w:noWrap/>
            <w:vAlign w:val="bottom"/>
          </w:tcPr>
          <w:p w:rsidR="00B5552C" w:rsidRPr="00933922" w:rsidRDefault="00B5552C" w:rsidP="00933922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933922">
              <w:rPr>
                <w:b/>
                <w:bCs/>
                <w:sz w:val="28"/>
                <w:szCs w:val="28"/>
              </w:rPr>
              <w:t>16674,22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B5552C" w:rsidRDefault="00B5552C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в) таблицу 10 изложить в следующей редакции:</w:t>
      </w:r>
    </w:p>
    <w:p w:rsidR="00B5552C" w:rsidRDefault="00B5552C">
      <w:r>
        <w:br w:type="page"/>
      </w: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B5552C" w:rsidRPr="00D2081C" w:rsidTr="00EE5EF6">
        <w:trPr>
          <w:trHeight w:val="157"/>
        </w:trPr>
        <w:tc>
          <w:tcPr>
            <w:tcW w:w="9796" w:type="dxa"/>
            <w:gridSpan w:val="3"/>
            <w:vAlign w:val="center"/>
          </w:tcPr>
          <w:p w:rsidR="00B5552C" w:rsidRPr="00462546" w:rsidRDefault="00B5552C" w:rsidP="00462546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D2081C">
              <w:rPr>
                <w:bCs/>
                <w:sz w:val="28"/>
                <w:szCs w:val="28"/>
              </w:rPr>
              <w:t>Таблица 10</w:t>
            </w:r>
          </w:p>
        </w:tc>
      </w:tr>
      <w:tr w:rsidR="00B5552C" w:rsidRPr="00D2081C" w:rsidTr="00EE5EF6">
        <w:trPr>
          <w:trHeight w:val="1908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D2081C" w:rsidRDefault="00B5552C" w:rsidP="00EE5EF6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B5552C" w:rsidRPr="00D2081C" w:rsidRDefault="00B5552C" w:rsidP="00EE5EF6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B5552C" w:rsidRPr="00D2081C" w:rsidRDefault="00B5552C" w:rsidP="00EE5EF6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B5552C" w:rsidRPr="00D2081C" w:rsidRDefault="00B5552C" w:rsidP="00EE5EF6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Ульяновской области по выплате родителям (законным представителям)</w:t>
            </w:r>
          </w:p>
          <w:p w:rsidR="00B5552C" w:rsidRPr="00D2081C" w:rsidRDefault="00B5552C" w:rsidP="00EE5EF6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детей, посещающих муниципальные и частные образовательные</w:t>
            </w:r>
          </w:p>
          <w:p w:rsidR="00B5552C" w:rsidRPr="00D2081C" w:rsidRDefault="00B5552C" w:rsidP="00EE5EF6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организации, реализующие образовательную программу дошкольного</w:t>
            </w:r>
          </w:p>
          <w:p w:rsidR="00B5552C" w:rsidRPr="00D2081C" w:rsidRDefault="00B5552C" w:rsidP="00EE5EF6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>образования, компенсации части внесённой в соответствующие</w:t>
            </w:r>
          </w:p>
          <w:p w:rsidR="00B5552C" w:rsidRDefault="00B5552C" w:rsidP="00EE5EF6">
            <w:pPr>
              <w:jc w:val="center"/>
              <w:rPr>
                <w:b/>
                <w:sz w:val="28"/>
                <w:szCs w:val="28"/>
              </w:rPr>
            </w:pPr>
            <w:r w:rsidRPr="00D2081C">
              <w:rPr>
                <w:b/>
                <w:sz w:val="28"/>
                <w:szCs w:val="28"/>
              </w:rPr>
              <w:t xml:space="preserve">образовательные организации родительской платы за присмотр </w:t>
            </w:r>
          </w:p>
          <w:p w:rsidR="00B5552C" w:rsidRPr="00D2081C" w:rsidRDefault="00B5552C" w:rsidP="00462546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D2081C">
              <w:rPr>
                <w:b/>
                <w:sz w:val="28"/>
                <w:szCs w:val="28"/>
              </w:rPr>
              <w:t>и уход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2081C">
              <w:rPr>
                <w:b/>
                <w:sz w:val="28"/>
                <w:szCs w:val="28"/>
              </w:rPr>
              <w:t>за детьми</w:t>
            </w:r>
            <w:r w:rsidRPr="00D2081C">
              <w:rPr>
                <w:sz w:val="26"/>
                <w:szCs w:val="26"/>
              </w:rPr>
              <w:t xml:space="preserve"> </w:t>
            </w:r>
            <w:r w:rsidRPr="00D2081C">
              <w:rPr>
                <w:b/>
                <w:bCs/>
                <w:sz w:val="28"/>
                <w:szCs w:val="28"/>
              </w:rPr>
              <w:t>на 2014 год</w:t>
            </w:r>
          </w:p>
        </w:tc>
      </w:tr>
      <w:tr w:rsidR="00B5552C" w:rsidRPr="00D2081C" w:rsidTr="00EE5EF6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EE5EF6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EE5EF6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EE5EF6">
            <w:pPr>
              <w:jc w:val="right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тыс. руб.</w:t>
            </w:r>
          </w:p>
        </w:tc>
      </w:tr>
    </w:tbl>
    <w:p w:rsidR="00B5552C" w:rsidRPr="00D2081C" w:rsidRDefault="00B5552C" w:rsidP="00462546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542"/>
      </w:tblGrid>
      <w:tr w:rsidR="00B5552C" w:rsidRPr="00D2081C" w:rsidTr="00EE5EF6">
        <w:trPr>
          <w:trHeight w:val="531"/>
        </w:trPr>
        <w:tc>
          <w:tcPr>
            <w:tcW w:w="594" w:type="dxa"/>
            <w:vAlign w:val="center"/>
          </w:tcPr>
          <w:p w:rsidR="00B5552C" w:rsidRPr="00D2081C" w:rsidRDefault="00B5552C" w:rsidP="00EE5EF6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B5552C" w:rsidRDefault="00B5552C" w:rsidP="00EE5EF6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 xml:space="preserve">Наименование </w:t>
            </w:r>
          </w:p>
          <w:p w:rsidR="00B5552C" w:rsidRPr="00D2081C" w:rsidRDefault="00B5552C" w:rsidP="00EE5EF6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42" w:type="dxa"/>
            <w:vAlign w:val="center"/>
          </w:tcPr>
          <w:p w:rsidR="00B5552C" w:rsidRPr="00D2081C" w:rsidRDefault="00B5552C" w:rsidP="00EE5EF6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Сумма</w:t>
            </w:r>
          </w:p>
        </w:tc>
      </w:tr>
    </w:tbl>
    <w:p w:rsidR="00B5552C" w:rsidRPr="00D2081C" w:rsidRDefault="00B5552C" w:rsidP="00462546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B5552C" w:rsidRPr="00D2081C" w:rsidTr="00462546">
        <w:trPr>
          <w:trHeight w:val="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D2081C" w:rsidRDefault="00B5552C" w:rsidP="00EE5EF6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D2081C" w:rsidRDefault="00B5552C" w:rsidP="00EE5EF6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D2081C" w:rsidRDefault="00B5552C" w:rsidP="00EE5EF6">
            <w:pPr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3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214,9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2847,3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1284,1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2397,1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1959,7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1070,7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7.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4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2073,3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8.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4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3659,6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9.</w:t>
            </w:r>
          </w:p>
        </w:tc>
        <w:tc>
          <w:tcPr>
            <w:tcW w:w="466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1972,5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1204,7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1991,8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929,6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1184,6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2450,3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748,1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1252,1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910,1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914,9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19.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4570,8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2113,1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3170,2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2081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38919,5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18438,2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1751,7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24.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  <w:r w:rsidRPr="00D2081C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90247,3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2081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110437,2</w:t>
            </w:r>
          </w:p>
        </w:tc>
      </w:tr>
      <w:tr w:rsidR="00B5552C" w:rsidRPr="00D2081C" w:rsidTr="00EE5EF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D2081C" w:rsidRDefault="00B5552C" w:rsidP="0046254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2081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462546" w:rsidRDefault="00B5552C" w:rsidP="0046254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149356,7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B5552C" w:rsidRDefault="00B5552C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г) таблицу 14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B5552C" w:rsidRPr="00A9752E" w:rsidTr="0058427D">
        <w:trPr>
          <w:trHeight w:val="157"/>
        </w:trPr>
        <w:tc>
          <w:tcPr>
            <w:tcW w:w="9796" w:type="dxa"/>
            <w:gridSpan w:val="3"/>
            <w:vAlign w:val="center"/>
          </w:tcPr>
          <w:p w:rsidR="00B5552C" w:rsidRPr="00A9752E" w:rsidRDefault="00B5552C" w:rsidP="00B137C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9752E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14</w:t>
            </w:r>
          </w:p>
        </w:tc>
      </w:tr>
      <w:tr w:rsidR="00B5552C" w:rsidRPr="00A9752E" w:rsidTr="0058427D">
        <w:trPr>
          <w:trHeight w:val="11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Default="00B5552C" w:rsidP="0058427D">
            <w:pPr>
              <w:jc w:val="center"/>
              <w:rPr>
                <w:b/>
                <w:bCs/>
                <w:sz w:val="28"/>
                <w:szCs w:val="28"/>
              </w:rPr>
            </w:pPr>
            <w:r w:rsidRPr="001C5F3A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B5552C" w:rsidRDefault="00B5552C" w:rsidP="0058427D">
            <w:pPr>
              <w:jc w:val="center"/>
              <w:rPr>
                <w:b/>
                <w:bCs/>
                <w:sz w:val="28"/>
                <w:szCs w:val="28"/>
              </w:rPr>
            </w:pPr>
            <w:r w:rsidRPr="001C5F3A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B5552C" w:rsidRDefault="00B5552C" w:rsidP="0058427D">
            <w:pPr>
              <w:jc w:val="center"/>
              <w:rPr>
                <w:b/>
                <w:bCs/>
                <w:sz w:val="28"/>
                <w:szCs w:val="28"/>
              </w:rPr>
            </w:pPr>
            <w:r w:rsidRPr="001C5F3A">
              <w:rPr>
                <w:b/>
                <w:bCs/>
                <w:sz w:val="28"/>
                <w:szCs w:val="28"/>
              </w:rPr>
              <w:t xml:space="preserve"> органам местного самоуправления государственных полномочий </w:t>
            </w:r>
          </w:p>
          <w:p w:rsidR="00B5552C" w:rsidRDefault="00B5552C" w:rsidP="0058427D">
            <w:pPr>
              <w:jc w:val="center"/>
              <w:rPr>
                <w:b/>
                <w:sz w:val="28"/>
                <w:szCs w:val="28"/>
              </w:rPr>
            </w:pPr>
            <w:r w:rsidRPr="001C5F3A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1C5F3A">
              <w:rPr>
                <w:b/>
                <w:sz w:val="28"/>
                <w:szCs w:val="28"/>
              </w:rPr>
              <w:t xml:space="preserve">осуществлению ежемесячной доплаты </w:t>
            </w:r>
          </w:p>
          <w:p w:rsidR="00B5552C" w:rsidRDefault="00B5552C" w:rsidP="0058427D">
            <w:pPr>
              <w:jc w:val="center"/>
              <w:rPr>
                <w:b/>
                <w:sz w:val="28"/>
                <w:szCs w:val="28"/>
              </w:rPr>
            </w:pPr>
            <w:r w:rsidRPr="001C5F3A">
              <w:rPr>
                <w:b/>
                <w:sz w:val="28"/>
                <w:szCs w:val="28"/>
              </w:rPr>
              <w:t xml:space="preserve">за наличие учёной степени кандидата наук или доктора наук </w:t>
            </w:r>
          </w:p>
          <w:p w:rsidR="00B5552C" w:rsidRDefault="00B5552C" w:rsidP="0058427D">
            <w:pPr>
              <w:jc w:val="center"/>
              <w:rPr>
                <w:b/>
                <w:sz w:val="28"/>
                <w:szCs w:val="28"/>
              </w:rPr>
            </w:pPr>
            <w:r w:rsidRPr="001C5F3A">
              <w:rPr>
                <w:b/>
                <w:sz w:val="28"/>
                <w:szCs w:val="28"/>
              </w:rPr>
              <w:t xml:space="preserve">педагогическим работникам муниципальных общеобразовательных </w:t>
            </w:r>
          </w:p>
          <w:p w:rsidR="00B5552C" w:rsidRDefault="00B5552C" w:rsidP="0058427D">
            <w:pPr>
              <w:jc w:val="center"/>
              <w:rPr>
                <w:b/>
                <w:sz w:val="28"/>
                <w:szCs w:val="28"/>
              </w:rPr>
            </w:pPr>
            <w:r w:rsidRPr="001C5F3A">
              <w:rPr>
                <w:b/>
                <w:sz w:val="28"/>
                <w:szCs w:val="28"/>
              </w:rPr>
              <w:t xml:space="preserve">организаций, имеющим учёную степень и замещающим (занимающим) </w:t>
            </w:r>
          </w:p>
          <w:p w:rsidR="00B5552C" w:rsidRDefault="00B5552C" w:rsidP="0058427D">
            <w:pPr>
              <w:jc w:val="center"/>
              <w:rPr>
                <w:b/>
                <w:sz w:val="28"/>
                <w:szCs w:val="28"/>
              </w:rPr>
            </w:pPr>
            <w:r w:rsidRPr="001C5F3A">
              <w:rPr>
                <w:b/>
                <w:sz w:val="28"/>
                <w:szCs w:val="28"/>
              </w:rPr>
              <w:t>в указанных общеобразовательных организациях штатные должности,</w:t>
            </w:r>
          </w:p>
          <w:p w:rsidR="00B5552C" w:rsidRDefault="00B5552C" w:rsidP="0058427D">
            <w:pPr>
              <w:jc w:val="center"/>
              <w:rPr>
                <w:b/>
                <w:sz w:val="28"/>
                <w:szCs w:val="28"/>
              </w:rPr>
            </w:pPr>
            <w:r w:rsidRPr="001C5F3A">
              <w:rPr>
                <w:b/>
                <w:sz w:val="28"/>
                <w:szCs w:val="28"/>
              </w:rPr>
              <w:t xml:space="preserve"> предусмотренные квалификационными справочниками или </w:t>
            </w:r>
          </w:p>
          <w:p w:rsidR="00B5552C" w:rsidRPr="00A9752E" w:rsidRDefault="00B5552C" w:rsidP="0058427D">
            <w:pPr>
              <w:jc w:val="center"/>
              <w:rPr>
                <w:b/>
                <w:bCs/>
                <w:sz w:val="28"/>
                <w:szCs w:val="28"/>
              </w:rPr>
            </w:pPr>
            <w:r w:rsidRPr="001C5F3A">
              <w:rPr>
                <w:b/>
                <w:sz w:val="28"/>
                <w:szCs w:val="28"/>
              </w:rPr>
              <w:t>профессиональными стандартами</w:t>
            </w:r>
            <w:r w:rsidRPr="00E41B63">
              <w:rPr>
                <w:b/>
                <w:bCs/>
                <w:sz w:val="28"/>
                <w:szCs w:val="28"/>
              </w:rPr>
              <w:t>, на 201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E41B6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5552C" w:rsidRPr="00A9752E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9752E" w:rsidRDefault="00B5552C" w:rsidP="0058427D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9752E" w:rsidRDefault="00B5552C" w:rsidP="0058427D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9752E" w:rsidRDefault="00B5552C" w:rsidP="0058427D">
            <w:pPr>
              <w:jc w:val="right"/>
              <w:rPr>
                <w:sz w:val="28"/>
                <w:szCs w:val="28"/>
              </w:rPr>
            </w:pPr>
            <w:r w:rsidRPr="00A9752E">
              <w:rPr>
                <w:sz w:val="28"/>
                <w:szCs w:val="28"/>
              </w:rPr>
              <w:t>тыс. руб.</w:t>
            </w:r>
          </w:p>
        </w:tc>
      </w:tr>
    </w:tbl>
    <w:p w:rsidR="00B5552C" w:rsidRPr="00A1532B" w:rsidRDefault="00B5552C" w:rsidP="00B137C2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542"/>
      </w:tblGrid>
      <w:tr w:rsidR="00B5552C" w:rsidRPr="00A9752E" w:rsidTr="00B137C2">
        <w:trPr>
          <w:trHeight w:val="750"/>
        </w:trPr>
        <w:tc>
          <w:tcPr>
            <w:tcW w:w="594" w:type="dxa"/>
            <w:vAlign w:val="center"/>
          </w:tcPr>
          <w:p w:rsidR="00B5552C" w:rsidRPr="00A9752E" w:rsidRDefault="00B5552C" w:rsidP="0058427D">
            <w:pPr>
              <w:jc w:val="center"/>
              <w:rPr>
                <w:sz w:val="28"/>
                <w:szCs w:val="28"/>
              </w:rPr>
            </w:pPr>
            <w:r w:rsidRPr="00A9752E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B5552C" w:rsidRDefault="00B5552C" w:rsidP="00B137C2">
            <w:pPr>
              <w:jc w:val="center"/>
              <w:rPr>
                <w:sz w:val="28"/>
                <w:szCs w:val="28"/>
              </w:rPr>
            </w:pPr>
            <w:r w:rsidRPr="00A9752E">
              <w:rPr>
                <w:sz w:val="28"/>
                <w:szCs w:val="28"/>
              </w:rPr>
              <w:t xml:space="preserve">Наименование </w:t>
            </w:r>
          </w:p>
          <w:p w:rsidR="00B5552C" w:rsidRPr="00A9752E" w:rsidRDefault="00B5552C" w:rsidP="00B137C2">
            <w:pPr>
              <w:jc w:val="center"/>
              <w:rPr>
                <w:sz w:val="28"/>
                <w:szCs w:val="28"/>
              </w:rPr>
            </w:pPr>
            <w:r w:rsidRPr="00A9752E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A9752E">
              <w:rPr>
                <w:sz w:val="28"/>
                <w:szCs w:val="28"/>
              </w:rPr>
              <w:t>образования</w:t>
            </w:r>
          </w:p>
        </w:tc>
        <w:tc>
          <w:tcPr>
            <w:tcW w:w="4542" w:type="dxa"/>
            <w:vAlign w:val="center"/>
          </w:tcPr>
          <w:p w:rsidR="00B5552C" w:rsidRPr="00A9752E" w:rsidRDefault="00B5552C" w:rsidP="0058427D">
            <w:pPr>
              <w:jc w:val="center"/>
              <w:rPr>
                <w:sz w:val="28"/>
                <w:szCs w:val="28"/>
              </w:rPr>
            </w:pPr>
            <w:r w:rsidRPr="00A9752E">
              <w:rPr>
                <w:sz w:val="28"/>
                <w:szCs w:val="28"/>
              </w:rPr>
              <w:t>Сумма</w:t>
            </w:r>
          </w:p>
        </w:tc>
      </w:tr>
    </w:tbl>
    <w:p w:rsidR="00B5552C" w:rsidRPr="00B137C2" w:rsidRDefault="00B5552C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B5552C" w:rsidRPr="00A9752E" w:rsidTr="00B137C2">
        <w:trPr>
          <w:trHeight w:val="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E41B63" w:rsidRDefault="00B5552C" w:rsidP="00B13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E41B63" w:rsidRDefault="00B5552C" w:rsidP="00B13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Default="00B5552C" w:rsidP="00B13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5552C" w:rsidRPr="00A9752E" w:rsidTr="00B137C2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B5552C" w:rsidRPr="00A9752E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B5552C" w:rsidRPr="00A9752E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Default="00B5552C" w:rsidP="00B137C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B5552C" w:rsidRPr="00A9752E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E41B63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</w:t>
            </w:r>
            <w:r w:rsidRPr="00E41B6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B5552C" w:rsidRPr="00A9752E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E41B63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B5552C" w:rsidRPr="00A9752E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B5552C" w:rsidRPr="00A9752E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E41B63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B5552C" w:rsidRPr="00A9752E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41B6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188,0</w:t>
            </w:r>
          </w:p>
        </w:tc>
      </w:tr>
      <w:tr w:rsidR="00B5552C" w:rsidRPr="00A9752E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E41B63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141,4</w:t>
            </w:r>
          </w:p>
        </w:tc>
      </w:tr>
      <w:tr w:rsidR="00B5552C" w:rsidRPr="00A9752E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41B6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141,4</w:t>
            </w:r>
          </w:p>
        </w:tc>
      </w:tr>
      <w:tr w:rsidR="00B5552C" w:rsidRPr="00A9752E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E41B63" w:rsidRDefault="00B5552C" w:rsidP="00B137C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41B6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137C2" w:rsidRDefault="00B5552C" w:rsidP="00B137C2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329,4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B5552C" w:rsidRDefault="00B5552C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д) таблицы 16 и 17 изложить в следующей редакции:</w:t>
      </w: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B5552C" w:rsidRPr="00707453" w:rsidTr="005460AC">
        <w:trPr>
          <w:trHeight w:val="484"/>
        </w:trPr>
        <w:tc>
          <w:tcPr>
            <w:tcW w:w="9796" w:type="dxa"/>
            <w:gridSpan w:val="3"/>
            <w:vAlign w:val="center"/>
          </w:tcPr>
          <w:p w:rsidR="00B5552C" w:rsidRPr="00707453" w:rsidRDefault="00B5552C" w:rsidP="00074E01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707453">
              <w:rPr>
                <w:bCs/>
                <w:sz w:val="28"/>
                <w:szCs w:val="28"/>
              </w:rPr>
              <w:t>Таблица 16</w:t>
            </w:r>
          </w:p>
        </w:tc>
      </w:tr>
      <w:tr w:rsidR="00B5552C" w:rsidRPr="00707453" w:rsidTr="005460AC">
        <w:trPr>
          <w:trHeight w:val="1057"/>
        </w:trPr>
        <w:tc>
          <w:tcPr>
            <w:tcW w:w="9796" w:type="dxa"/>
            <w:gridSpan w:val="3"/>
            <w:vAlign w:val="center"/>
          </w:tcPr>
          <w:p w:rsidR="00B5552C" w:rsidRDefault="00B5552C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B5552C" w:rsidRDefault="00B5552C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 городских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07453">
              <w:rPr>
                <w:b/>
                <w:bCs/>
                <w:sz w:val="28"/>
                <w:szCs w:val="28"/>
              </w:rPr>
              <w:t xml:space="preserve">округов Ульяновской области на обеспечение </w:t>
            </w:r>
          </w:p>
          <w:p w:rsidR="00B5552C" w:rsidRDefault="00B5552C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государственных гарантий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07453">
              <w:rPr>
                <w:b/>
                <w:bCs/>
                <w:sz w:val="28"/>
                <w:szCs w:val="28"/>
              </w:rPr>
              <w:t xml:space="preserve">реализации прав на получение </w:t>
            </w:r>
          </w:p>
          <w:p w:rsidR="00B5552C" w:rsidRDefault="00B5552C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общедоступного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07453">
              <w:rPr>
                <w:b/>
                <w:bCs/>
                <w:sz w:val="28"/>
                <w:szCs w:val="28"/>
              </w:rPr>
              <w:t>и бесплатного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07453">
              <w:rPr>
                <w:b/>
                <w:bCs/>
                <w:sz w:val="28"/>
                <w:szCs w:val="28"/>
              </w:rPr>
              <w:t xml:space="preserve">дошкольного образования </w:t>
            </w:r>
          </w:p>
          <w:p w:rsidR="00B5552C" w:rsidRDefault="00B5552C" w:rsidP="00074E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</w:t>
            </w:r>
            <w:r w:rsidRPr="00707453">
              <w:rPr>
                <w:b/>
                <w:bCs/>
                <w:sz w:val="28"/>
                <w:szCs w:val="28"/>
              </w:rPr>
              <w:t xml:space="preserve"> муниципальных дошкольных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07453">
              <w:rPr>
                <w:b/>
                <w:bCs/>
                <w:sz w:val="28"/>
                <w:szCs w:val="28"/>
              </w:rPr>
              <w:t xml:space="preserve">образовательных </w:t>
            </w:r>
          </w:p>
          <w:p w:rsidR="00B5552C" w:rsidRPr="00707453" w:rsidRDefault="00B5552C" w:rsidP="00074E01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 xml:space="preserve">организациях </w:t>
            </w:r>
            <w:r w:rsidRPr="00707453">
              <w:rPr>
                <w:b/>
                <w:sz w:val="28"/>
                <w:szCs w:val="28"/>
              </w:rPr>
              <w:t>на 2014 год</w:t>
            </w:r>
          </w:p>
        </w:tc>
      </w:tr>
      <w:tr w:rsidR="00B5552C" w:rsidRPr="00707453" w:rsidTr="005460AC">
        <w:trPr>
          <w:trHeight w:val="196"/>
        </w:trPr>
        <w:tc>
          <w:tcPr>
            <w:tcW w:w="594" w:type="dxa"/>
            <w:noWrap/>
            <w:vAlign w:val="bottom"/>
          </w:tcPr>
          <w:p w:rsidR="00B5552C" w:rsidRPr="00707453" w:rsidRDefault="00B5552C" w:rsidP="005460AC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B5552C" w:rsidRPr="00707453" w:rsidRDefault="00B5552C" w:rsidP="005460AC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B5552C" w:rsidRPr="00707453" w:rsidRDefault="00B5552C" w:rsidP="005460AC">
            <w:pPr>
              <w:jc w:val="right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тыс. руб.</w:t>
            </w:r>
          </w:p>
        </w:tc>
      </w:tr>
    </w:tbl>
    <w:p w:rsidR="00B5552C" w:rsidRPr="00707453" w:rsidRDefault="00B5552C" w:rsidP="00074E01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6"/>
        <w:gridCol w:w="4536"/>
      </w:tblGrid>
      <w:tr w:rsidR="00B5552C" w:rsidRPr="00707453" w:rsidTr="005460AC">
        <w:trPr>
          <w:trHeight w:val="723"/>
          <w:tblHeader/>
        </w:trPr>
        <w:tc>
          <w:tcPr>
            <w:tcW w:w="594" w:type="dxa"/>
            <w:tcBorders>
              <w:bottom w:val="nil"/>
            </w:tcBorders>
            <w:vAlign w:val="center"/>
          </w:tcPr>
          <w:p w:rsidR="00B5552C" w:rsidRPr="00707453" w:rsidRDefault="00B5552C" w:rsidP="005460A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tcBorders>
              <w:bottom w:val="nil"/>
            </w:tcBorders>
            <w:vAlign w:val="center"/>
          </w:tcPr>
          <w:p w:rsidR="00B5552C" w:rsidRDefault="00B5552C" w:rsidP="005460A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 xml:space="preserve">Наименование </w:t>
            </w:r>
          </w:p>
          <w:p w:rsidR="00B5552C" w:rsidRPr="00707453" w:rsidRDefault="00B5552C" w:rsidP="005460A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:rsidR="00B5552C" w:rsidRPr="00707453" w:rsidRDefault="00B5552C" w:rsidP="005460A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Сумма</w:t>
            </w:r>
          </w:p>
        </w:tc>
      </w:tr>
    </w:tbl>
    <w:p w:rsidR="00B5552C" w:rsidRPr="00707453" w:rsidRDefault="00B5552C" w:rsidP="00074E01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666"/>
        <w:gridCol w:w="4536"/>
      </w:tblGrid>
      <w:tr w:rsidR="00B5552C" w:rsidRPr="00707453" w:rsidTr="00074E01">
        <w:trPr>
          <w:trHeight w:val="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52C" w:rsidRPr="00707453" w:rsidRDefault="00B5552C" w:rsidP="005460A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52C" w:rsidRPr="00707453" w:rsidRDefault="00B5552C" w:rsidP="005460A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52C" w:rsidRPr="00707453" w:rsidRDefault="00B5552C" w:rsidP="005460A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3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4634,9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38379,4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20988,6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40363,7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33418,5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15428,4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30679,7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44620,7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12417,3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12565,9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36508,5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12111,3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11311,7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20633,3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7729,1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25953,9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15521,9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14617,3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50721,4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35309,1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54144,9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538059,5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232199,9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25229,9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1068352,9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1325782,7</w:t>
            </w:r>
          </w:p>
        </w:tc>
      </w:tr>
      <w:tr w:rsidR="00B5552C" w:rsidRPr="00707453" w:rsidTr="005460AC">
        <w:trPr>
          <w:trHeight w:val="375"/>
        </w:trPr>
        <w:tc>
          <w:tcPr>
            <w:tcW w:w="594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noWrap/>
            <w:vAlign w:val="center"/>
          </w:tcPr>
          <w:p w:rsidR="00B5552C" w:rsidRPr="00707453" w:rsidRDefault="00B5552C" w:rsidP="00074E0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1863842,2</w:t>
            </w:r>
          </w:p>
        </w:tc>
      </w:tr>
    </w:tbl>
    <w:p w:rsidR="00B5552C" w:rsidRPr="00707453" w:rsidRDefault="00B5552C" w:rsidP="00074E01"/>
    <w:tbl>
      <w:tblPr>
        <w:tblW w:w="9796" w:type="dxa"/>
        <w:tblInd w:w="93" w:type="dxa"/>
        <w:tblLook w:val="00A0"/>
      </w:tblPr>
      <w:tblGrid>
        <w:gridCol w:w="735"/>
        <w:gridCol w:w="4680"/>
        <w:gridCol w:w="4381"/>
      </w:tblGrid>
      <w:tr w:rsidR="00B5552C" w:rsidRPr="001F3F09" w:rsidTr="005460AC">
        <w:trPr>
          <w:trHeight w:val="157"/>
        </w:trPr>
        <w:tc>
          <w:tcPr>
            <w:tcW w:w="9796" w:type="dxa"/>
            <w:gridSpan w:val="3"/>
            <w:vAlign w:val="center"/>
          </w:tcPr>
          <w:p w:rsidR="00B5552C" w:rsidRPr="001F3F09" w:rsidRDefault="00B5552C" w:rsidP="005460AC">
            <w:pPr>
              <w:ind w:right="-108"/>
              <w:jc w:val="right"/>
              <w:rPr>
                <w:bCs/>
                <w:sz w:val="28"/>
                <w:szCs w:val="28"/>
              </w:rPr>
            </w:pPr>
          </w:p>
          <w:p w:rsidR="00B5552C" w:rsidRPr="001F3F09" w:rsidRDefault="00B5552C" w:rsidP="00074E01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1F3F09">
              <w:rPr>
                <w:bCs/>
                <w:sz w:val="28"/>
                <w:szCs w:val="28"/>
              </w:rPr>
              <w:t xml:space="preserve">Таблица 17 </w:t>
            </w:r>
          </w:p>
        </w:tc>
      </w:tr>
      <w:tr w:rsidR="00B5552C" w:rsidRPr="001F3F09" w:rsidTr="005460AC">
        <w:trPr>
          <w:trHeight w:val="1494"/>
        </w:trPr>
        <w:tc>
          <w:tcPr>
            <w:tcW w:w="9796" w:type="dxa"/>
            <w:gridSpan w:val="3"/>
            <w:vAlign w:val="center"/>
          </w:tcPr>
          <w:p w:rsidR="00B5552C" w:rsidRPr="001F3F09" w:rsidRDefault="00B5552C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B5552C" w:rsidRPr="001F3F09" w:rsidRDefault="00B5552C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и городских округов Ульяновской области на обеспечение</w:t>
            </w:r>
          </w:p>
          <w:p w:rsidR="00B5552C" w:rsidRPr="001F3F09" w:rsidRDefault="00B5552C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государственных гарантий реализации прав на получение общедоступного</w:t>
            </w:r>
          </w:p>
          <w:p w:rsidR="00B5552C" w:rsidRPr="001F3F09" w:rsidRDefault="00B5552C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и бесплатного дошкольного, начального общего, основного общего,</w:t>
            </w:r>
          </w:p>
          <w:p w:rsidR="00B5552C" w:rsidRPr="001F3F09" w:rsidRDefault="00B5552C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среднего общего образования, а также обеспечение дополнительного</w:t>
            </w:r>
          </w:p>
          <w:p w:rsidR="00B5552C" w:rsidRPr="001F3F09" w:rsidRDefault="00B5552C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образования в муниципальных общеобразовательных организациях</w:t>
            </w:r>
          </w:p>
          <w:p w:rsidR="00B5552C" w:rsidRPr="001F3F09" w:rsidRDefault="00B5552C" w:rsidP="005460AC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1F3F09">
              <w:rPr>
                <w:b/>
                <w:bCs/>
                <w:sz w:val="28"/>
                <w:szCs w:val="28"/>
              </w:rPr>
              <w:t>на 2014 год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5552C" w:rsidRPr="001F3F09" w:rsidRDefault="00B5552C" w:rsidP="005460A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5552C" w:rsidRPr="001F3F09" w:rsidRDefault="00B5552C" w:rsidP="005460A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5552C" w:rsidRPr="001F3F09" w:rsidRDefault="00B5552C" w:rsidP="005460AC">
            <w:pPr>
              <w:jc w:val="right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тыс. руб.</w:t>
            </w:r>
          </w:p>
        </w:tc>
      </w:tr>
      <w:tr w:rsidR="00B5552C" w:rsidRPr="001F3F09" w:rsidTr="005460AC">
        <w:trPr>
          <w:trHeight w:val="490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52C" w:rsidRPr="001F3F09" w:rsidRDefault="00B5552C" w:rsidP="005460AC">
            <w:pPr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 xml:space="preserve">№   </w:t>
            </w:r>
            <w:r w:rsidRPr="001F3F09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52C" w:rsidRDefault="00B5552C" w:rsidP="005460AC">
            <w:pPr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 xml:space="preserve">Наименование </w:t>
            </w:r>
          </w:p>
          <w:p w:rsidR="00B5552C" w:rsidRPr="001F3F09" w:rsidRDefault="00B5552C" w:rsidP="005460AC">
            <w:pPr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552C" w:rsidRPr="001F3F09" w:rsidRDefault="00B5552C" w:rsidP="005460AC">
            <w:pPr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Сумма</w:t>
            </w:r>
          </w:p>
        </w:tc>
      </w:tr>
    </w:tbl>
    <w:p w:rsidR="00B5552C" w:rsidRPr="00074E01" w:rsidRDefault="00B5552C" w:rsidP="00074E01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"/>
        <w:gridCol w:w="4680"/>
        <w:gridCol w:w="4381"/>
      </w:tblGrid>
      <w:tr w:rsidR="00B5552C" w:rsidRPr="001F3F09" w:rsidTr="00074E01">
        <w:trPr>
          <w:trHeight w:val="70"/>
          <w:tblHeader/>
        </w:trPr>
        <w:tc>
          <w:tcPr>
            <w:tcW w:w="735" w:type="dxa"/>
            <w:noWrap/>
            <w:vAlign w:val="bottom"/>
          </w:tcPr>
          <w:p w:rsidR="00B5552C" w:rsidRPr="001F3F09" w:rsidRDefault="00B5552C" w:rsidP="005460AC">
            <w:pPr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noWrap/>
            <w:vAlign w:val="bottom"/>
          </w:tcPr>
          <w:p w:rsidR="00B5552C" w:rsidRPr="001F3F09" w:rsidRDefault="00B5552C" w:rsidP="005460AC">
            <w:pPr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noWrap/>
            <w:vAlign w:val="bottom"/>
          </w:tcPr>
          <w:p w:rsidR="00B5552C" w:rsidRPr="001F3F09" w:rsidRDefault="00B5552C" w:rsidP="005460AC">
            <w:pPr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3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36141,4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146606,1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74378,6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115891,6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86712,3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87748,5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101045,8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126459,0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113331,9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72189,4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87711,7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48476,8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59876,8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78120,6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53754,0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67099,8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63827,3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68953,3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147784,0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120705,4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177793,5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1934607,8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22.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312967,7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23.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52765,3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24.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1489960,2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1855693,2</w:t>
            </w:r>
          </w:p>
        </w:tc>
      </w:tr>
      <w:tr w:rsidR="00B5552C" w:rsidRPr="001F3F09" w:rsidTr="005460A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3F09" w:rsidRDefault="00B5552C" w:rsidP="00074E0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074E01" w:rsidRDefault="00B5552C" w:rsidP="00074E0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3790301,0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B5552C" w:rsidRDefault="00B5552C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е) таблицу 20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B5552C" w:rsidRPr="00BD01E9" w:rsidTr="001E45A6">
        <w:trPr>
          <w:trHeight w:val="80"/>
        </w:trPr>
        <w:tc>
          <w:tcPr>
            <w:tcW w:w="9796" w:type="dxa"/>
            <w:gridSpan w:val="3"/>
            <w:vAlign w:val="center"/>
          </w:tcPr>
          <w:p w:rsidR="00B5552C" w:rsidRPr="00166F47" w:rsidRDefault="00B5552C" w:rsidP="0021074E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BD01E9">
              <w:rPr>
                <w:bCs/>
                <w:sz w:val="28"/>
                <w:szCs w:val="28"/>
              </w:rPr>
              <w:t>Таблица</w:t>
            </w:r>
            <w:r>
              <w:rPr>
                <w:bCs/>
                <w:sz w:val="28"/>
                <w:szCs w:val="28"/>
              </w:rPr>
              <w:t xml:space="preserve"> 20</w:t>
            </w:r>
          </w:p>
        </w:tc>
      </w:tr>
      <w:tr w:rsidR="00B5552C" w:rsidRPr="00BD01E9" w:rsidTr="0021074E">
        <w:trPr>
          <w:trHeight w:val="44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Default="00B5552C" w:rsidP="001E45A6">
            <w:pPr>
              <w:jc w:val="center"/>
              <w:rPr>
                <w:b/>
                <w:sz w:val="28"/>
                <w:szCs w:val="28"/>
              </w:rPr>
            </w:pPr>
            <w:r w:rsidRPr="00BD01E9">
              <w:rPr>
                <w:b/>
                <w:sz w:val="28"/>
                <w:szCs w:val="28"/>
              </w:rPr>
              <w:t xml:space="preserve">Распределение субвенций бюджетам </w:t>
            </w:r>
            <w:r>
              <w:rPr>
                <w:b/>
                <w:sz w:val="28"/>
                <w:szCs w:val="28"/>
              </w:rPr>
              <w:t xml:space="preserve">поселений </w:t>
            </w:r>
            <w:r w:rsidRPr="00BD01E9">
              <w:rPr>
                <w:b/>
                <w:sz w:val="28"/>
                <w:szCs w:val="28"/>
              </w:rPr>
              <w:t>и городских округов</w:t>
            </w:r>
          </w:p>
          <w:p w:rsidR="00B5552C" w:rsidRDefault="00B5552C" w:rsidP="001E45A6">
            <w:pPr>
              <w:jc w:val="center"/>
              <w:rPr>
                <w:b/>
                <w:sz w:val="28"/>
                <w:szCs w:val="28"/>
              </w:rPr>
            </w:pPr>
            <w:r w:rsidRPr="00BD01E9">
              <w:rPr>
                <w:b/>
                <w:sz w:val="28"/>
                <w:szCs w:val="28"/>
              </w:rPr>
              <w:t>Ульяновской области на осуществление полномочий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B5552C" w:rsidRDefault="00B5552C" w:rsidP="001E45A6">
            <w:pPr>
              <w:jc w:val="center"/>
              <w:rPr>
                <w:b/>
                <w:sz w:val="28"/>
                <w:szCs w:val="28"/>
              </w:rPr>
            </w:pPr>
            <w:r w:rsidRPr="00BD01E9">
              <w:rPr>
                <w:b/>
                <w:sz w:val="28"/>
                <w:szCs w:val="28"/>
              </w:rPr>
              <w:t>по первичному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D01E9">
              <w:rPr>
                <w:b/>
                <w:sz w:val="28"/>
                <w:szCs w:val="28"/>
              </w:rPr>
              <w:t>воинскому учёту на территориях, где отсутствуют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B5552C" w:rsidRPr="00BD01E9" w:rsidRDefault="00B5552C" w:rsidP="0021074E">
            <w:pPr>
              <w:jc w:val="center"/>
              <w:rPr>
                <w:b/>
                <w:bCs/>
                <w:sz w:val="28"/>
                <w:szCs w:val="28"/>
              </w:rPr>
            </w:pPr>
            <w:r w:rsidRPr="00BD01E9">
              <w:rPr>
                <w:b/>
                <w:sz w:val="28"/>
                <w:szCs w:val="28"/>
              </w:rPr>
              <w:t>военные комиссариаты,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D01E9">
              <w:rPr>
                <w:b/>
                <w:sz w:val="28"/>
                <w:szCs w:val="28"/>
              </w:rPr>
              <w:t>на 20</w:t>
            </w:r>
            <w:r>
              <w:rPr>
                <w:b/>
                <w:sz w:val="28"/>
                <w:szCs w:val="28"/>
              </w:rPr>
              <w:t>14</w:t>
            </w:r>
            <w:r w:rsidRPr="00BD01E9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B5552C" w:rsidRPr="00BD01E9" w:rsidTr="001E45A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D01E9" w:rsidRDefault="00B5552C" w:rsidP="001E45A6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D01E9" w:rsidRDefault="00B5552C" w:rsidP="001E45A6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D01E9" w:rsidRDefault="00B5552C" w:rsidP="001E45A6">
            <w:pPr>
              <w:jc w:val="right"/>
              <w:rPr>
                <w:sz w:val="28"/>
                <w:szCs w:val="28"/>
              </w:rPr>
            </w:pPr>
            <w:r w:rsidRPr="00BD01E9">
              <w:rPr>
                <w:sz w:val="28"/>
                <w:szCs w:val="28"/>
              </w:rPr>
              <w:t>тыс. руб.</w:t>
            </w:r>
          </w:p>
        </w:tc>
      </w:tr>
    </w:tbl>
    <w:p w:rsidR="00B5552C" w:rsidRPr="00BD01E9" w:rsidRDefault="00B5552C" w:rsidP="0021074E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6"/>
        <w:gridCol w:w="5953"/>
        <w:gridCol w:w="2977"/>
      </w:tblGrid>
      <w:tr w:rsidR="00B5552C" w:rsidRPr="00BD01E9" w:rsidTr="001E45A6">
        <w:trPr>
          <w:trHeight w:val="531"/>
          <w:tblHeader/>
        </w:trPr>
        <w:tc>
          <w:tcPr>
            <w:tcW w:w="866" w:type="dxa"/>
            <w:vAlign w:val="center"/>
          </w:tcPr>
          <w:p w:rsidR="00B5552C" w:rsidRPr="00BD01E9" w:rsidRDefault="00B5552C" w:rsidP="001E45A6">
            <w:pPr>
              <w:jc w:val="center"/>
              <w:rPr>
                <w:sz w:val="28"/>
                <w:szCs w:val="28"/>
              </w:rPr>
            </w:pPr>
            <w:r w:rsidRPr="00BD01E9">
              <w:rPr>
                <w:sz w:val="28"/>
                <w:szCs w:val="28"/>
              </w:rPr>
              <w:t>№    п/п</w:t>
            </w:r>
          </w:p>
        </w:tc>
        <w:tc>
          <w:tcPr>
            <w:tcW w:w="5953" w:type="dxa"/>
            <w:vAlign w:val="center"/>
          </w:tcPr>
          <w:p w:rsidR="00B5552C" w:rsidRPr="00BD01E9" w:rsidRDefault="00B5552C" w:rsidP="001E45A6">
            <w:pPr>
              <w:jc w:val="center"/>
              <w:rPr>
                <w:sz w:val="28"/>
                <w:szCs w:val="28"/>
              </w:rPr>
            </w:pPr>
            <w:r w:rsidRPr="00BD01E9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977" w:type="dxa"/>
            <w:vAlign w:val="center"/>
          </w:tcPr>
          <w:p w:rsidR="00B5552C" w:rsidRPr="00BD01E9" w:rsidRDefault="00B5552C" w:rsidP="001E45A6">
            <w:pPr>
              <w:jc w:val="center"/>
              <w:rPr>
                <w:sz w:val="28"/>
                <w:szCs w:val="28"/>
              </w:rPr>
            </w:pPr>
            <w:r w:rsidRPr="00BD01E9">
              <w:rPr>
                <w:sz w:val="28"/>
                <w:szCs w:val="28"/>
              </w:rPr>
              <w:t>Сумма</w:t>
            </w:r>
          </w:p>
        </w:tc>
      </w:tr>
    </w:tbl>
    <w:p w:rsidR="00B5552C" w:rsidRPr="00BD01E9" w:rsidRDefault="00B5552C" w:rsidP="0021074E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866"/>
        <w:gridCol w:w="5953"/>
        <w:gridCol w:w="2977"/>
      </w:tblGrid>
      <w:tr w:rsidR="00B5552C" w:rsidRPr="00166F47" w:rsidTr="001E45A6">
        <w:trPr>
          <w:trHeight w:val="242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552C" w:rsidRPr="00166F47" w:rsidRDefault="00B5552C" w:rsidP="0021074E">
            <w:pPr>
              <w:jc w:val="center"/>
              <w:rPr>
                <w:sz w:val="28"/>
                <w:szCs w:val="28"/>
              </w:rPr>
            </w:pPr>
            <w:r w:rsidRPr="00166F47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552C" w:rsidRPr="00166F47" w:rsidRDefault="00B5552C" w:rsidP="0021074E">
            <w:pPr>
              <w:jc w:val="center"/>
              <w:rPr>
                <w:sz w:val="28"/>
                <w:szCs w:val="28"/>
              </w:rPr>
            </w:pPr>
            <w:r w:rsidRPr="00166F47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552C" w:rsidRPr="00166F47" w:rsidRDefault="00B5552C" w:rsidP="0021074E">
            <w:pPr>
              <w:jc w:val="center"/>
              <w:rPr>
                <w:sz w:val="28"/>
                <w:szCs w:val="28"/>
              </w:rPr>
            </w:pPr>
            <w:r w:rsidRPr="00166F47">
              <w:rPr>
                <w:sz w:val="28"/>
                <w:szCs w:val="28"/>
              </w:rPr>
              <w:t>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Базарносызганское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119,7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Должниковское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Лапшаурское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Папузинское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Сосновоборское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52,8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947,5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Жадовское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Измайловское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Ленинское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119,7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Старотимошкинское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153,4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Живайкинское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Земляничненское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76,7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Малохомутерское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Поливановское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123,9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752,5</w:t>
            </w:r>
          </w:p>
        </w:tc>
      </w:tr>
      <w:tr w:rsidR="00B5552C" w:rsidRPr="004F2EDA" w:rsidTr="0021074E">
        <w:trPr>
          <w:trHeight w:val="8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290,0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Чуфаровское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Бекетовское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76,7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Ермоловское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Каргинское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47,9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3.6.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Стемасское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47,8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664,0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Глотовское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 xml:space="preserve">Валгусское сельское поселение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Коржевское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59,8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Оськинское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Сюксюмское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59,2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4.7.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Черёмушкинское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941,5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Языковское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153,4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Большепоселковское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49,0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Вальдиватское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Горенское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5.6.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Новопогореловское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59,2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5.7.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Сосновское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52,4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5.8.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Урено-Карлинское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731,8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Кузоватовское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128,1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Безводовское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Коромысловское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Лесоматюнинское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52,9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Спешневское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137,2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Игнатовское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66,2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Выровское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76,7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Гимовское 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66,2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Старомаклаушинское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Тагайское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1038,7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Мулловское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Новомайнское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121,4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Лебяжинское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Николочеремшанское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Новоселкинское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8.6.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Рязановское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123,9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8.7.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Старосахчинское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8.8.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Тиинское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977,6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Николаевское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290,0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Барановское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128,1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Головинское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64,1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Дубровское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59,2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Канадейское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9.6.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Никулинское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9.7.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Поспеловское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65,9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9.8.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Славкинское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9.9.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Сухотерешанское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57,1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506,8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Высококолковское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54,1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122,9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Новочеремшанское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137,7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Среднесантимирское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Среднеякушкинское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381,6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Коптевское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Красносельское сельское 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128,0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Садовское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66,2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Троицкосунгурское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Фабричновыселковское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65,5</w:t>
            </w:r>
          </w:p>
        </w:tc>
      </w:tr>
      <w:tr w:rsidR="00B5552C" w:rsidRPr="004F2EDA" w:rsidTr="0021074E">
        <w:trPr>
          <w:trHeight w:val="8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305,0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Баклушинское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Пичеурское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52,8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Холстовское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Шаховское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Шмалакское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440,1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Радищевское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Калиновское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57,1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Ореховское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52,8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721,2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Красногуляевское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Сенгилеевское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Силикатненское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128,1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Елаурское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153,4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Новослободское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Тушнинское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123,8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420,2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Старокулаткинское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Зеленовское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66,2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Мостякское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68,2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Староатлашское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64,0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Терешанское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727,9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Старомайнское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Жедяевское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Кандалинское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Краснореченское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Матвеевское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Прибрежненское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16.7.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Урайкинское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61,9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308,1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Астрадамовское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69,7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Лавинское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Никитинское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49,0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Сарское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42,3</w:t>
            </w:r>
          </w:p>
        </w:tc>
      </w:tr>
      <w:tr w:rsidR="00B5552C" w:rsidRPr="004F2EDA" w:rsidTr="0021074E">
        <w:trPr>
          <w:trHeight w:val="8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Хмелевское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49,0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Чеботаевское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55,8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Белогорское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49,0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Красноборское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49,0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43,9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Подкуровское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Ясашноташлинское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709,3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Большеключищенское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137,7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153,4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Тетюшское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19.5.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Ундоровское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145,0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742,8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Цильнинское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Алгашинское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59,8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Елховоозерское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Мокробугурнинское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20.6.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Новоникулинское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68,3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20.7.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Тимерсянское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29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875,0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Белоярское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59,8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Богдашкинское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66,2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Бряндинское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59,8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Калмаюрское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21.6.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119,7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21.7.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Крестовогородищенское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59,8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21.8.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Мирновское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128,1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21.9.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Озерское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125,4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F2EDA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13421,2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F2EDA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564,5</w:t>
            </w:r>
          </w:p>
        </w:tc>
      </w:tr>
      <w:tr w:rsidR="00B5552C" w:rsidRPr="004F2EDA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F2EDA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564,5</w:t>
            </w:r>
          </w:p>
        </w:tc>
      </w:tr>
      <w:tr w:rsidR="00B5552C" w:rsidRPr="00166F47" w:rsidTr="001E45A6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4F2EDA" w:rsidRDefault="00B5552C" w:rsidP="0021074E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F2EDA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21074E" w:rsidRDefault="00B5552C" w:rsidP="0021074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13985,7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B5552C" w:rsidRDefault="00B5552C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ж) таблицу 22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B5552C" w:rsidRPr="00B67191" w:rsidTr="00B06E76">
        <w:trPr>
          <w:trHeight w:val="157"/>
        </w:trPr>
        <w:tc>
          <w:tcPr>
            <w:tcW w:w="9796" w:type="dxa"/>
            <w:gridSpan w:val="3"/>
            <w:vAlign w:val="center"/>
          </w:tcPr>
          <w:p w:rsidR="00B5552C" w:rsidRPr="00B67191" w:rsidRDefault="00B5552C" w:rsidP="00FC3EA5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«Та</w:t>
            </w:r>
            <w:r w:rsidRPr="00B67191">
              <w:rPr>
                <w:bCs/>
                <w:sz w:val="28"/>
                <w:szCs w:val="28"/>
              </w:rPr>
              <w:t>блица 22</w:t>
            </w:r>
          </w:p>
        </w:tc>
      </w:tr>
      <w:tr w:rsidR="00B5552C" w:rsidRPr="00B67191" w:rsidTr="00B06E7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B67191" w:rsidRDefault="00B5552C" w:rsidP="00B06E76">
            <w:pPr>
              <w:jc w:val="center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B5552C" w:rsidRPr="00B67191" w:rsidRDefault="00B5552C" w:rsidP="00B06E76">
            <w:pPr>
              <w:jc w:val="center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B5552C" w:rsidRPr="00B67191" w:rsidRDefault="00B5552C" w:rsidP="00B06E76">
            <w:pPr>
              <w:jc w:val="center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 на</w:t>
            </w:r>
          </w:p>
          <w:p w:rsidR="00B5552C" w:rsidRPr="00B67191" w:rsidRDefault="00B5552C" w:rsidP="00B06E76">
            <w:pPr>
              <w:jc w:val="center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государственную регистрацию актов гражданского состояния на 2014 год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B06E7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B06E7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B06E76">
            <w:pPr>
              <w:jc w:val="right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тыс. руб.</w:t>
            </w:r>
          </w:p>
        </w:tc>
      </w:tr>
    </w:tbl>
    <w:p w:rsidR="00B5552C" w:rsidRPr="00B67191" w:rsidRDefault="00B5552C" w:rsidP="00FC3EA5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B5552C" w:rsidRPr="00B67191" w:rsidTr="00B06E76">
        <w:trPr>
          <w:trHeight w:val="448"/>
          <w:tblHeader/>
        </w:trPr>
        <w:tc>
          <w:tcPr>
            <w:tcW w:w="735" w:type="dxa"/>
            <w:vAlign w:val="center"/>
          </w:tcPr>
          <w:p w:rsidR="00B5552C" w:rsidRPr="00B67191" w:rsidRDefault="00B5552C" w:rsidP="00B06E76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 xml:space="preserve">№   </w:t>
            </w:r>
            <w:r w:rsidRPr="00B67191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B5552C" w:rsidRDefault="00B5552C" w:rsidP="00B06E76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 xml:space="preserve">Наименование </w:t>
            </w:r>
          </w:p>
          <w:p w:rsidR="00B5552C" w:rsidRPr="00B67191" w:rsidRDefault="00B5552C" w:rsidP="00B06E76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B5552C" w:rsidRPr="00B67191" w:rsidRDefault="00B5552C" w:rsidP="00B06E76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Сумма</w:t>
            </w:r>
          </w:p>
        </w:tc>
      </w:tr>
    </w:tbl>
    <w:p w:rsidR="00B5552C" w:rsidRPr="00B67191" w:rsidRDefault="00B5552C" w:rsidP="00FC3EA5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B5552C" w:rsidRPr="00B67191" w:rsidTr="00B06E76">
        <w:trPr>
          <w:trHeight w:val="242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B67191" w:rsidRDefault="00B5552C" w:rsidP="00B06E76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B67191" w:rsidRDefault="00B5552C" w:rsidP="00B06E76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B67191" w:rsidRDefault="00B5552C" w:rsidP="00B06E76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3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537,0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1754,7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871,8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2006,0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961,7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839,2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951,4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1226,5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1085,5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973,7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D643B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</w:t>
            </w:r>
            <w:r w:rsidRPr="00B67191">
              <w:rPr>
                <w:sz w:val="28"/>
                <w:szCs w:val="28"/>
              </w:rPr>
              <w:t>0,5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535,6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669,3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1092,8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518,6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802,5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638,2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734,4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1137,6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894,8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1154,0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D643B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20119,8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6262,1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690,2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17801,79167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24754,09167</w:t>
            </w:r>
          </w:p>
        </w:tc>
      </w:tr>
      <w:tr w:rsidR="00B5552C" w:rsidRPr="00B67191" w:rsidTr="00B06E7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FC3EA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FC3EA5" w:rsidRDefault="00B5552C" w:rsidP="00FC3EA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44873,89167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B5552C" w:rsidRDefault="00B5552C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з) таблицу 24 изложить в следующей редакции:</w:t>
      </w:r>
    </w:p>
    <w:tbl>
      <w:tblPr>
        <w:tblW w:w="9796" w:type="dxa"/>
        <w:tblInd w:w="93" w:type="dxa"/>
        <w:tblLayout w:type="fixed"/>
        <w:tblLook w:val="0000"/>
      </w:tblPr>
      <w:tblGrid>
        <w:gridCol w:w="582"/>
        <w:gridCol w:w="2694"/>
        <w:gridCol w:w="1641"/>
        <w:gridCol w:w="201"/>
        <w:gridCol w:w="1843"/>
        <w:gridCol w:w="1701"/>
        <w:gridCol w:w="1134"/>
      </w:tblGrid>
      <w:tr w:rsidR="00B5552C" w:rsidRPr="001F4CF9" w:rsidTr="001F4CF9">
        <w:trPr>
          <w:trHeight w:val="278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1F4CF9" w:rsidRDefault="00B5552C" w:rsidP="001F4CF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1F4CF9">
              <w:rPr>
                <w:bCs/>
                <w:sz w:val="28"/>
                <w:szCs w:val="28"/>
              </w:rPr>
              <w:t>Таблица 24</w:t>
            </w:r>
          </w:p>
        </w:tc>
      </w:tr>
      <w:tr w:rsidR="00B5552C" w:rsidRPr="001F4CF9" w:rsidTr="001F4CF9">
        <w:trPr>
          <w:trHeight w:val="574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Default="00B5552C" w:rsidP="001F4CF9">
            <w:pPr>
              <w:jc w:val="center"/>
              <w:rPr>
                <w:b/>
                <w:bCs/>
                <w:sz w:val="28"/>
                <w:szCs w:val="28"/>
              </w:rPr>
            </w:pPr>
            <w:r w:rsidRPr="001F4CF9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B5552C" w:rsidRDefault="00B5552C" w:rsidP="001F4CF9">
            <w:pPr>
              <w:jc w:val="center"/>
              <w:rPr>
                <w:b/>
                <w:bCs/>
                <w:sz w:val="28"/>
                <w:szCs w:val="28"/>
              </w:rPr>
            </w:pPr>
            <w:r w:rsidRPr="001F4CF9">
              <w:rPr>
                <w:b/>
                <w:bCs/>
                <w:sz w:val="28"/>
                <w:szCs w:val="28"/>
              </w:rPr>
              <w:t xml:space="preserve">Ульяновской области на реализацию мероприятий государственной </w:t>
            </w:r>
          </w:p>
          <w:p w:rsidR="00B5552C" w:rsidRDefault="00B5552C" w:rsidP="001F4CF9">
            <w:pPr>
              <w:jc w:val="center"/>
              <w:rPr>
                <w:b/>
                <w:bCs/>
                <w:sz w:val="28"/>
                <w:szCs w:val="28"/>
              </w:rPr>
            </w:pPr>
            <w:r w:rsidRPr="001F4CF9">
              <w:rPr>
                <w:b/>
                <w:bCs/>
                <w:sz w:val="28"/>
                <w:szCs w:val="28"/>
              </w:rPr>
              <w:t xml:space="preserve">программы Ульяновской области «Культура в Ульяновской области» </w:t>
            </w:r>
          </w:p>
          <w:p w:rsidR="00B5552C" w:rsidRPr="001F4CF9" w:rsidRDefault="00B5552C" w:rsidP="001F4C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2014-2018 годы</w:t>
            </w:r>
            <w:r w:rsidRPr="001F4CF9">
              <w:rPr>
                <w:b/>
                <w:bCs/>
                <w:sz w:val="28"/>
                <w:szCs w:val="28"/>
              </w:rPr>
              <w:t xml:space="preserve"> на 2014 год</w:t>
            </w:r>
          </w:p>
        </w:tc>
      </w:tr>
      <w:tr w:rsidR="00B5552C" w:rsidRPr="001F4CF9" w:rsidTr="00C11619">
        <w:trPr>
          <w:trHeight w:val="19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4CF9" w:rsidRDefault="00B5552C" w:rsidP="001F4CF9">
            <w:pPr>
              <w:rPr>
                <w:sz w:val="28"/>
                <w:szCs w:val="28"/>
              </w:rPr>
            </w:pPr>
          </w:p>
        </w:tc>
        <w:tc>
          <w:tcPr>
            <w:tcW w:w="43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4CF9" w:rsidRDefault="00B5552C" w:rsidP="001F4CF9">
            <w:pPr>
              <w:rPr>
                <w:sz w:val="28"/>
                <w:szCs w:val="28"/>
              </w:rPr>
            </w:pPr>
          </w:p>
        </w:tc>
        <w:tc>
          <w:tcPr>
            <w:tcW w:w="487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4CF9" w:rsidRDefault="00B5552C" w:rsidP="001F4CF9">
            <w:pPr>
              <w:jc w:val="right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тыс. руб.</w:t>
            </w:r>
          </w:p>
        </w:tc>
      </w:tr>
      <w:tr w:rsidR="00B5552C" w:rsidRPr="001F4CF9" w:rsidTr="00C1161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  <w:tblHeader/>
        </w:trPr>
        <w:tc>
          <w:tcPr>
            <w:tcW w:w="582" w:type="dxa"/>
            <w:vAlign w:val="center"/>
          </w:tcPr>
          <w:p w:rsidR="00B5552C" w:rsidRPr="001F4CF9" w:rsidRDefault="00B5552C" w:rsidP="001F4CF9">
            <w:pPr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 xml:space="preserve">№    </w:t>
            </w:r>
            <w:r w:rsidRPr="00C11619">
              <w:rPr>
                <w:spacing w:val="-4"/>
                <w:sz w:val="28"/>
                <w:szCs w:val="28"/>
              </w:rPr>
              <w:t>п/п</w:t>
            </w:r>
          </w:p>
        </w:tc>
        <w:tc>
          <w:tcPr>
            <w:tcW w:w="2694" w:type="dxa"/>
            <w:vAlign w:val="center"/>
          </w:tcPr>
          <w:p w:rsidR="00B5552C" w:rsidRDefault="00B5552C" w:rsidP="001F4CF9">
            <w:pPr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 xml:space="preserve">Наименование </w:t>
            </w:r>
          </w:p>
          <w:p w:rsidR="00B5552C" w:rsidRDefault="00B5552C" w:rsidP="001F4CF9">
            <w:pPr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 xml:space="preserve">муниципального </w:t>
            </w:r>
          </w:p>
          <w:p w:rsidR="00B5552C" w:rsidRPr="001F4CF9" w:rsidRDefault="00B5552C" w:rsidP="001F4CF9">
            <w:pPr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образования</w:t>
            </w:r>
          </w:p>
        </w:tc>
        <w:tc>
          <w:tcPr>
            <w:tcW w:w="1842" w:type="dxa"/>
            <w:gridSpan w:val="2"/>
          </w:tcPr>
          <w:p w:rsidR="00B5552C" w:rsidRPr="001F4CF9" w:rsidRDefault="00B5552C" w:rsidP="001F4CF9">
            <w:pPr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Реконстру</w:t>
            </w:r>
            <w:r w:rsidRPr="001F4CF9">
              <w:rPr>
                <w:sz w:val="28"/>
                <w:szCs w:val="28"/>
              </w:rPr>
              <w:t>к</w:t>
            </w:r>
            <w:r w:rsidRPr="001F4CF9">
              <w:rPr>
                <w:sz w:val="28"/>
                <w:szCs w:val="28"/>
              </w:rPr>
              <w:t>ция и пров</w:t>
            </w:r>
            <w:r w:rsidRPr="001F4CF9">
              <w:rPr>
                <w:sz w:val="28"/>
                <w:szCs w:val="28"/>
              </w:rPr>
              <w:t>е</w:t>
            </w:r>
            <w:r w:rsidRPr="001F4CF9">
              <w:rPr>
                <w:sz w:val="28"/>
                <w:szCs w:val="28"/>
              </w:rPr>
              <w:t>дение р</w:t>
            </w:r>
            <w:r w:rsidRPr="001F4CF9">
              <w:rPr>
                <w:sz w:val="28"/>
                <w:szCs w:val="28"/>
              </w:rPr>
              <w:t>е</w:t>
            </w:r>
            <w:r w:rsidRPr="001F4CF9">
              <w:rPr>
                <w:sz w:val="28"/>
                <w:szCs w:val="28"/>
              </w:rPr>
              <w:t>монтно-реставрац</w:t>
            </w:r>
            <w:r w:rsidRPr="001F4CF9">
              <w:rPr>
                <w:sz w:val="28"/>
                <w:szCs w:val="28"/>
              </w:rPr>
              <w:t>и</w:t>
            </w:r>
            <w:r w:rsidRPr="001F4CF9">
              <w:rPr>
                <w:sz w:val="28"/>
                <w:szCs w:val="28"/>
              </w:rPr>
              <w:t>онных работ зданий, у</w:t>
            </w:r>
            <w:r w:rsidRPr="001F4CF9">
              <w:rPr>
                <w:sz w:val="28"/>
                <w:szCs w:val="28"/>
              </w:rPr>
              <w:t>к</w:t>
            </w:r>
            <w:r w:rsidRPr="001F4CF9">
              <w:rPr>
                <w:sz w:val="28"/>
                <w:szCs w:val="28"/>
              </w:rPr>
              <w:t>репление м</w:t>
            </w:r>
            <w:r w:rsidRPr="001F4CF9">
              <w:rPr>
                <w:sz w:val="28"/>
                <w:szCs w:val="28"/>
              </w:rPr>
              <w:t>а</w:t>
            </w:r>
            <w:r w:rsidRPr="001F4CF9">
              <w:rPr>
                <w:sz w:val="28"/>
                <w:szCs w:val="28"/>
              </w:rPr>
              <w:t>териально-технической базы учре</w:t>
            </w:r>
            <w:r w:rsidRPr="001F4CF9">
              <w:rPr>
                <w:sz w:val="28"/>
                <w:szCs w:val="28"/>
              </w:rPr>
              <w:t>ж</w:t>
            </w:r>
            <w:r w:rsidRPr="001F4CF9">
              <w:rPr>
                <w:sz w:val="28"/>
                <w:szCs w:val="28"/>
              </w:rPr>
              <w:t>дений кул</w:t>
            </w:r>
            <w:r w:rsidRPr="001F4CF9">
              <w:rPr>
                <w:sz w:val="28"/>
                <w:szCs w:val="28"/>
              </w:rPr>
              <w:t>ь</w:t>
            </w:r>
            <w:r w:rsidRPr="001F4CF9">
              <w:rPr>
                <w:sz w:val="28"/>
                <w:szCs w:val="28"/>
              </w:rPr>
              <w:t>туры</w:t>
            </w:r>
          </w:p>
        </w:tc>
        <w:tc>
          <w:tcPr>
            <w:tcW w:w="1843" w:type="dxa"/>
            <w:vAlign w:val="center"/>
          </w:tcPr>
          <w:p w:rsidR="00B5552C" w:rsidRPr="001F4CF9" w:rsidRDefault="00B5552C" w:rsidP="001F4CF9">
            <w:pPr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Создание модельных учреждений на террит</w:t>
            </w:r>
            <w:r w:rsidRPr="001F4CF9">
              <w:rPr>
                <w:sz w:val="28"/>
                <w:szCs w:val="28"/>
              </w:rPr>
              <w:t>о</w:t>
            </w:r>
            <w:r w:rsidRPr="001F4CF9">
              <w:rPr>
                <w:sz w:val="28"/>
                <w:szCs w:val="28"/>
              </w:rPr>
              <w:t>риях мун</w:t>
            </w:r>
            <w:r w:rsidRPr="001F4CF9">
              <w:rPr>
                <w:sz w:val="28"/>
                <w:szCs w:val="28"/>
              </w:rPr>
              <w:t>и</w:t>
            </w:r>
            <w:r w:rsidRPr="001F4CF9">
              <w:rPr>
                <w:sz w:val="28"/>
                <w:szCs w:val="28"/>
              </w:rPr>
              <w:t>ципальных образований Ульяновской области</w:t>
            </w:r>
          </w:p>
        </w:tc>
        <w:tc>
          <w:tcPr>
            <w:tcW w:w="1701" w:type="dxa"/>
            <w:vAlign w:val="center"/>
          </w:tcPr>
          <w:p w:rsidR="00B5552C" w:rsidRPr="001F4CF9" w:rsidRDefault="00B5552C" w:rsidP="001F4CF9">
            <w:pPr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Создание мобильной системы обслужив</w:t>
            </w:r>
            <w:r w:rsidRPr="001F4CF9">
              <w:rPr>
                <w:sz w:val="28"/>
                <w:szCs w:val="28"/>
              </w:rPr>
              <w:t>а</w:t>
            </w:r>
            <w:r w:rsidRPr="001F4CF9">
              <w:rPr>
                <w:sz w:val="28"/>
                <w:szCs w:val="28"/>
              </w:rPr>
              <w:t>ния нас</w:t>
            </w:r>
            <w:r w:rsidRPr="001F4CF9">
              <w:rPr>
                <w:sz w:val="28"/>
                <w:szCs w:val="28"/>
              </w:rPr>
              <w:t>е</w:t>
            </w:r>
            <w:r w:rsidRPr="001F4CF9">
              <w:rPr>
                <w:sz w:val="28"/>
                <w:szCs w:val="28"/>
              </w:rPr>
              <w:t>лённых пунктов, не имеющих библиотек</w:t>
            </w:r>
            <w:r>
              <w:rPr>
                <w:sz w:val="28"/>
                <w:szCs w:val="28"/>
              </w:rPr>
              <w:t>,</w:t>
            </w:r>
            <w:r w:rsidRPr="001F4CF9">
              <w:rPr>
                <w:sz w:val="28"/>
                <w:szCs w:val="28"/>
              </w:rPr>
              <w:t xml:space="preserve"> на террит</w:t>
            </w:r>
            <w:r w:rsidRPr="001F4CF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риях</w:t>
            </w:r>
            <w:r w:rsidRPr="001F4CF9">
              <w:rPr>
                <w:sz w:val="28"/>
                <w:szCs w:val="28"/>
              </w:rPr>
              <w:t xml:space="preserve"> мун</w:t>
            </w:r>
            <w:r w:rsidRPr="001F4CF9">
              <w:rPr>
                <w:sz w:val="28"/>
                <w:szCs w:val="28"/>
              </w:rPr>
              <w:t>и</w:t>
            </w:r>
            <w:r w:rsidRPr="001F4CF9">
              <w:rPr>
                <w:sz w:val="28"/>
                <w:szCs w:val="28"/>
              </w:rPr>
              <w:t>ципальных районов Ульяно</w:t>
            </w:r>
            <w:r w:rsidRPr="001F4CF9">
              <w:rPr>
                <w:sz w:val="28"/>
                <w:szCs w:val="28"/>
              </w:rPr>
              <w:t>в</w:t>
            </w:r>
            <w:r w:rsidRPr="001F4CF9">
              <w:rPr>
                <w:sz w:val="28"/>
                <w:szCs w:val="28"/>
              </w:rPr>
              <w:t xml:space="preserve">ской </w:t>
            </w:r>
            <w:r>
              <w:rPr>
                <w:sz w:val="28"/>
                <w:szCs w:val="28"/>
              </w:rPr>
              <w:br/>
            </w:r>
            <w:r w:rsidRPr="001F4CF9">
              <w:rPr>
                <w:sz w:val="28"/>
                <w:szCs w:val="28"/>
              </w:rPr>
              <w:t>области</w:t>
            </w:r>
          </w:p>
        </w:tc>
        <w:tc>
          <w:tcPr>
            <w:tcW w:w="1134" w:type="dxa"/>
            <w:vAlign w:val="center"/>
          </w:tcPr>
          <w:p w:rsidR="00B5552C" w:rsidRPr="001F4CF9" w:rsidRDefault="00B5552C" w:rsidP="001F4CF9">
            <w:pPr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Итого</w:t>
            </w:r>
          </w:p>
        </w:tc>
      </w:tr>
    </w:tbl>
    <w:p w:rsidR="00B5552C" w:rsidRPr="001F4CF9" w:rsidRDefault="00B5552C" w:rsidP="001F4CF9">
      <w:pPr>
        <w:rPr>
          <w:sz w:val="2"/>
          <w:szCs w:val="2"/>
        </w:rPr>
      </w:pPr>
    </w:p>
    <w:tbl>
      <w:tblPr>
        <w:tblW w:w="10080" w:type="dxa"/>
        <w:tblInd w:w="93" w:type="dxa"/>
        <w:tblLayout w:type="fixed"/>
        <w:tblLook w:val="0000"/>
      </w:tblPr>
      <w:tblGrid>
        <w:gridCol w:w="582"/>
        <w:gridCol w:w="2695"/>
        <w:gridCol w:w="1841"/>
        <w:gridCol w:w="1843"/>
        <w:gridCol w:w="1701"/>
        <w:gridCol w:w="1134"/>
        <w:gridCol w:w="284"/>
      </w:tblGrid>
      <w:tr w:rsidR="00B5552C" w:rsidRPr="001F4CF9" w:rsidTr="00C11619">
        <w:trPr>
          <w:gridAfter w:val="1"/>
          <w:wAfter w:w="284" w:type="dxa"/>
          <w:trHeight w:val="269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1F4CF9" w:rsidRDefault="00B5552C" w:rsidP="001F4CF9">
            <w:pPr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1F4CF9" w:rsidRDefault="00B5552C" w:rsidP="001F4CF9">
            <w:pPr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2C" w:rsidRPr="001F4CF9" w:rsidRDefault="00B5552C" w:rsidP="001F4CF9">
            <w:pPr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2C" w:rsidRPr="001F4CF9" w:rsidRDefault="00B5552C" w:rsidP="001F4CF9">
            <w:pPr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2C" w:rsidRPr="001F4CF9" w:rsidRDefault="00B5552C" w:rsidP="001F4CF9">
            <w:pPr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2C" w:rsidRPr="001F4CF9" w:rsidRDefault="00B5552C" w:rsidP="001F4CF9">
            <w:pPr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6</w:t>
            </w:r>
          </w:p>
        </w:tc>
      </w:tr>
      <w:tr w:rsidR="00B5552C" w:rsidRPr="001F4CF9" w:rsidTr="00C11619">
        <w:trPr>
          <w:gridAfter w:val="1"/>
          <w:wAfter w:w="284" w:type="dxa"/>
          <w:trHeight w:val="186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1.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4CF9" w:rsidRDefault="00B5552C" w:rsidP="001F4CF9">
            <w:pPr>
              <w:spacing w:line="360" w:lineRule="auto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2000,0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2000,0</w:t>
            </w:r>
          </w:p>
        </w:tc>
      </w:tr>
      <w:tr w:rsidR="00B5552C" w:rsidRPr="001F4CF9" w:rsidTr="00C11619">
        <w:trPr>
          <w:gridAfter w:val="1"/>
          <w:wAfter w:w="284" w:type="dxa"/>
          <w:trHeight w:val="186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2.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4CF9" w:rsidRDefault="00B5552C" w:rsidP="001F4CF9">
            <w:pPr>
              <w:spacing w:line="360" w:lineRule="auto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4800,0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4800,0</w:t>
            </w:r>
          </w:p>
        </w:tc>
      </w:tr>
      <w:tr w:rsidR="00B5552C" w:rsidRPr="001F4CF9" w:rsidTr="00C11619">
        <w:trPr>
          <w:gridAfter w:val="1"/>
          <w:wAfter w:w="284" w:type="dxa"/>
          <w:trHeight w:val="186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3.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4CF9" w:rsidRDefault="00B5552C" w:rsidP="001F4CF9">
            <w:pPr>
              <w:spacing w:line="360" w:lineRule="auto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100,0</w:t>
            </w:r>
          </w:p>
        </w:tc>
      </w:tr>
      <w:tr w:rsidR="00B5552C" w:rsidRPr="001F4CF9" w:rsidTr="00C11619">
        <w:trPr>
          <w:gridAfter w:val="1"/>
          <w:wAfter w:w="284" w:type="dxa"/>
          <w:trHeight w:val="22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4.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4CF9" w:rsidRDefault="00B5552C" w:rsidP="001F4CF9">
            <w:pPr>
              <w:spacing w:line="360" w:lineRule="auto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1000,0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1200,0</w:t>
            </w:r>
          </w:p>
        </w:tc>
      </w:tr>
      <w:tr w:rsidR="00B5552C" w:rsidRPr="001F4CF9" w:rsidTr="00C11619">
        <w:trPr>
          <w:gridAfter w:val="1"/>
          <w:wAfter w:w="284" w:type="dxa"/>
          <w:trHeight w:val="221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5.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4CF9" w:rsidRDefault="00B5552C" w:rsidP="001F4CF9">
            <w:pPr>
              <w:spacing w:line="360" w:lineRule="auto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4CF9">
              <w:rPr>
                <w:bCs/>
                <w:sz w:val="28"/>
                <w:szCs w:val="28"/>
              </w:rPr>
              <w:t>2545,8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3045,8</w:t>
            </w:r>
          </w:p>
        </w:tc>
      </w:tr>
      <w:tr w:rsidR="00B5552C" w:rsidRPr="001F4CF9" w:rsidTr="00C11619">
        <w:trPr>
          <w:gridAfter w:val="1"/>
          <w:wAfter w:w="284" w:type="dxa"/>
          <w:trHeight w:val="24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4CF9">
              <w:rPr>
                <w:sz w:val="28"/>
                <w:szCs w:val="28"/>
              </w:rPr>
              <w:t>6.</w:t>
            </w: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4CF9" w:rsidRDefault="00B5552C" w:rsidP="001F4CF9">
            <w:pPr>
              <w:spacing w:line="360" w:lineRule="auto"/>
              <w:rPr>
                <w:bCs/>
                <w:sz w:val="28"/>
                <w:szCs w:val="28"/>
              </w:rPr>
            </w:pPr>
            <w:r w:rsidRPr="001F4CF9">
              <w:rPr>
                <w:bCs/>
                <w:sz w:val="28"/>
                <w:szCs w:val="28"/>
              </w:rPr>
              <w:t xml:space="preserve">Чердаклинский </w:t>
            </w:r>
            <w:r>
              <w:rPr>
                <w:bCs/>
                <w:sz w:val="28"/>
                <w:szCs w:val="28"/>
              </w:rPr>
              <w:br/>
            </w:r>
            <w:r w:rsidRPr="001F4CF9">
              <w:rPr>
                <w:bCs/>
                <w:sz w:val="28"/>
                <w:szCs w:val="28"/>
              </w:rPr>
              <w:t>район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F4CF9">
              <w:rPr>
                <w:bCs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200,0</w:t>
            </w:r>
          </w:p>
        </w:tc>
      </w:tr>
      <w:tr w:rsidR="00B5552C" w:rsidRPr="001F4CF9" w:rsidTr="00C11619">
        <w:trPr>
          <w:trHeight w:val="24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1F4CF9" w:rsidRDefault="00B5552C" w:rsidP="001F4CF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F4CF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F4CF9">
              <w:rPr>
                <w:b/>
                <w:bCs/>
                <w:sz w:val="28"/>
                <w:szCs w:val="28"/>
              </w:rPr>
              <w:t>10345,8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F4CF9">
              <w:rPr>
                <w:b/>
                <w:bCs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F4CF9">
              <w:rPr>
                <w:b/>
                <w:bCs/>
                <w:sz w:val="28"/>
                <w:szCs w:val="28"/>
              </w:rPr>
              <w:t>500,0</w:t>
            </w:r>
          </w:p>
        </w:tc>
        <w:tc>
          <w:tcPr>
            <w:tcW w:w="1418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B5552C" w:rsidRPr="001F4CF9" w:rsidRDefault="00B5552C" w:rsidP="001F4CF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F4CF9">
              <w:rPr>
                <w:b/>
                <w:bCs/>
                <w:sz w:val="28"/>
                <w:szCs w:val="28"/>
              </w:rPr>
              <w:t>11345,8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B5552C" w:rsidRDefault="00B5552C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и) таблицы 27 и 28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B5552C" w:rsidRPr="0064687B" w:rsidTr="00B06E76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64687B" w:rsidRDefault="00B5552C" w:rsidP="0064687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64687B">
              <w:rPr>
                <w:bCs/>
                <w:sz w:val="28"/>
                <w:szCs w:val="28"/>
              </w:rPr>
              <w:t>Таблица 27</w:t>
            </w:r>
          </w:p>
        </w:tc>
      </w:tr>
      <w:tr w:rsidR="00B5552C" w:rsidRPr="0064687B" w:rsidTr="00B06E76">
        <w:trPr>
          <w:trHeight w:val="11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64687B" w:rsidRDefault="00B5552C" w:rsidP="0064687B">
            <w:pPr>
              <w:jc w:val="center"/>
              <w:rPr>
                <w:b/>
                <w:bCs/>
                <w:sz w:val="28"/>
                <w:szCs w:val="28"/>
              </w:rPr>
            </w:pPr>
            <w:r w:rsidRPr="0064687B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B5552C" w:rsidRPr="0064687B" w:rsidRDefault="00B5552C" w:rsidP="0064687B">
            <w:pPr>
              <w:jc w:val="center"/>
              <w:rPr>
                <w:b/>
                <w:bCs/>
                <w:sz w:val="28"/>
                <w:szCs w:val="28"/>
              </w:rPr>
            </w:pPr>
            <w:r w:rsidRPr="0064687B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B5552C" w:rsidRPr="0064687B" w:rsidRDefault="00B5552C" w:rsidP="0064687B">
            <w:pPr>
              <w:jc w:val="center"/>
              <w:rPr>
                <w:b/>
                <w:bCs/>
                <w:sz w:val="28"/>
                <w:szCs w:val="28"/>
              </w:rPr>
            </w:pPr>
            <w:r w:rsidRPr="0064687B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B5552C" w:rsidRPr="0064687B" w:rsidRDefault="00B5552C" w:rsidP="0064687B">
            <w:pPr>
              <w:jc w:val="center"/>
              <w:rPr>
                <w:b/>
                <w:sz w:val="28"/>
                <w:szCs w:val="28"/>
              </w:rPr>
            </w:pPr>
            <w:r w:rsidRPr="0064687B">
              <w:rPr>
                <w:b/>
                <w:bCs/>
                <w:sz w:val="28"/>
                <w:szCs w:val="28"/>
              </w:rPr>
              <w:t xml:space="preserve">Ульяновской области </w:t>
            </w:r>
            <w:r w:rsidRPr="0064687B">
              <w:rPr>
                <w:b/>
                <w:sz w:val="28"/>
                <w:szCs w:val="28"/>
              </w:rPr>
              <w:t>по предоставлению мер социальной поддержки</w:t>
            </w:r>
          </w:p>
          <w:p w:rsidR="00B5552C" w:rsidRPr="0064687B" w:rsidRDefault="00B5552C" w:rsidP="0064687B">
            <w:pPr>
              <w:jc w:val="center"/>
              <w:rPr>
                <w:b/>
                <w:sz w:val="28"/>
                <w:szCs w:val="28"/>
              </w:rPr>
            </w:pPr>
            <w:r w:rsidRPr="0064687B">
              <w:rPr>
                <w:b/>
                <w:sz w:val="28"/>
                <w:szCs w:val="28"/>
              </w:rPr>
              <w:t>молодым специалистам, поступившим на работу в муниципальные</w:t>
            </w:r>
          </w:p>
          <w:p w:rsidR="00B5552C" w:rsidRPr="0064687B" w:rsidRDefault="00B5552C" w:rsidP="0064687B">
            <w:pPr>
              <w:jc w:val="center"/>
              <w:rPr>
                <w:b/>
                <w:sz w:val="28"/>
                <w:szCs w:val="28"/>
              </w:rPr>
            </w:pPr>
            <w:r w:rsidRPr="0064687B">
              <w:rPr>
                <w:b/>
                <w:sz w:val="28"/>
                <w:szCs w:val="28"/>
              </w:rPr>
              <w:t>учреждения муниципальных образований Ульяновской области,</w:t>
            </w:r>
          </w:p>
          <w:p w:rsidR="00B5552C" w:rsidRPr="0064687B" w:rsidRDefault="00B5552C" w:rsidP="0064687B">
            <w:pPr>
              <w:jc w:val="center"/>
              <w:rPr>
                <w:b/>
                <w:sz w:val="28"/>
                <w:szCs w:val="28"/>
              </w:rPr>
            </w:pPr>
            <w:r w:rsidRPr="0064687B">
              <w:rPr>
                <w:b/>
                <w:sz w:val="28"/>
                <w:szCs w:val="28"/>
              </w:rPr>
              <w:t>осуществляющие в качестве основного (уставного) вида деятельности</w:t>
            </w:r>
          </w:p>
          <w:p w:rsidR="00B5552C" w:rsidRPr="0064687B" w:rsidRDefault="00B5552C" w:rsidP="0064687B">
            <w:pPr>
              <w:jc w:val="center"/>
              <w:rPr>
                <w:b/>
                <w:bCs/>
                <w:sz w:val="28"/>
                <w:szCs w:val="28"/>
              </w:rPr>
            </w:pPr>
            <w:r w:rsidRPr="0064687B">
              <w:rPr>
                <w:b/>
                <w:sz w:val="28"/>
                <w:szCs w:val="28"/>
              </w:rPr>
              <w:t>деятельность в сфере культуры или архивного дела</w:t>
            </w:r>
            <w:r w:rsidRPr="0064687B">
              <w:rPr>
                <w:b/>
                <w:bCs/>
                <w:sz w:val="28"/>
                <w:szCs w:val="28"/>
              </w:rPr>
              <w:t>, на 2014 год</w:t>
            </w:r>
          </w:p>
        </w:tc>
      </w:tr>
      <w:tr w:rsidR="00B5552C" w:rsidRPr="0064687B" w:rsidTr="00B06E7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jc w:val="right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тыс. руб.</w:t>
            </w:r>
          </w:p>
        </w:tc>
      </w:tr>
      <w:tr w:rsidR="00B5552C" w:rsidRPr="0064687B" w:rsidTr="00B06E7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  <w:tblHeader/>
        </w:trPr>
        <w:tc>
          <w:tcPr>
            <w:tcW w:w="594" w:type="dxa"/>
            <w:vAlign w:val="center"/>
          </w:tcPr>
          <w:p w:rsidR="00B5552C" w:rsidRPr="0064687B" w:rsidRDefault="00B5552C" w:rsidP="0064687B">
            <w:pPr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B5552C" w:rsidRDefault="00B5552C" w:rsidP="0064687B">
            <w:pPr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 xml:space="preserve">Наименование </w:t>
            </w:r>
          </w:p>
          <w:p w:rsidR="00B5552C" w:rsidRPr="0064687B" w:rsidRDefault="00B5552C" w:rsidP="0064687B">
            <w:pPr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B5552C" w:rsidRPr="0064687B" w:rsidRDefault="00B5552C" w:rsidP="0064687B">
            <w:pPr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Сумма</w:t>
            </w:r>
          </w:p>
        </w:tc>
      </w:tr>
    </w:tbl>
    <w:p w:rsidR="00B5552C" w:rsidRPr="0064687B" w:rsidRDefault="00B5552C" w:rsidP="0064687B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B5552C" w:rsidRPr="0064687B" w:rsidTr="0064687B">
        <w:trPr>
          <w:trHeight w:val="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64687B" w:rsidRDefault="00B5552C" w:rsidP="0064687B">
            <w:pPr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64687B" w:rsidRDefault="00B5552C" w:rsidP="0064687B">
            <w:pPr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64687B" w:rsidRDefault="00B5552C" w:rsidP="0064687B">
            <w:pPr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3</w:t>
            </w:r>
          </w:p>
        </w:tc>
      </w:tr>
      <w:tr w:rsidR="00B5552C" w:rsidRPr="0064687B" w:rsidTr="00B06E7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33,2</w:t>
            </w:r>
          </w:p>
        </w:tc>
      </w:tr>
      <w:tr w:rsidR="00B5552C" w:rsidRPr="0064687B" w:rsidTr="00B06E7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52,8</w:t>
            </w:r>
          </w:p>
        </w:tc>
      </w:tr>
      <w:tr w:rsidR="00B5552C" w:rsidRPr="0064687B" w:rsidTr="00B06E7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57,2</w:t>
            </w:r>
          </w:p>
        </w:tc>
      </w:tr>
      <w:tr w:rsidR="00B5552C" w:rsidRPr="0064687B" w:rsidTr="00B06E7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53,5</w:t>
            </w:r>
          </w:p>
        </w:tc>
      </w:tr>
      <w:tr w:rsidR="00B5552C" w:rsidRPr="0064687B" w:rsidTr="00B06E7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42,6</w:t>
            </w:r>
          </w:p>
        </w:tc>
      </w:tr>
      <w:tr w:rsidR="00B5552C" w:rsidRPr="0064687B" w:rsidTr="00B06E7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42,0</w:t>
            </w:r>
          </w:p>
        </w:tc>
      </w:tr>
      <w:tr w:rsidR="00B5552C" w:rsidRPr="0064687B" w:rsidTr="00B06E7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90,0</w:t>
            </w:r>
          </w:p>
        </w:tc>
      </w:tr>
      <w:tr w:rsidR="00B5552C" w:rsidRPr="0064687B" w:rsidTr="00B06E7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32,2</w:t>
            </w:r>
          </w:p>
        </w:tc>
      </w:tr>
      <w:tr w:rsidR="00B5552C" w:rsidRPr="0064687B" w:rsidTr="00B06E7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51,5</w:t>
            </w:r>
          </w:p>
        </w:tc>
      </w:tr>
      <w:tr w:rsidR="00B5552C" w:rsidRPr="0064687B" w:rsidTr="00B06E7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4687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64687B">
              <w:rPr>
                <w:b/>
                <w:bCs/>
                <w:sz w:val="28"/>
                <w:szCs w:val="28"/>
              </w:rPr>
              <w:t>455,0</w:t>
            </w:r>
          </w:p>
        </w:tc>
      </w:tr>
      <w:tr w:rsidR="00B5552C" w:rsidRPr="0064687B" w:rsidTr="00B06E7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rPr>
                <w:bCs/>
                <w:sz w:val="28"/>
                <w:szCs w:val="28"/>
              </w:rPr>
            </w:pPr>
            <w:r w:rsidRPr="0064687B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64687B">
              <w:rPr>
                <w:bCs/>
                <w:sz w:val="28"/>
                <w:szCs w:val="28"/>
              </w:rPr>
              <w:t>159,8</w:t>
            </w:r>
          </w:p>
        </w:tc>
      </w:tr>
      <w:tr w:rsidR="00B5552C" w:rsidRPr="0064687B" w:rsidTr="00B06E7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60,3</w:t>
            </w:r>
          </w:p>
        </w:tc>
      </w:tr>
      <w:tr w:rsidR="00B5552C" w:rsidRPr="0064687B" w:rsidTr="00B06E7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4687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64687B">
              <w:rPr>
                <w:b/>
                <w:bCs/>
                <w:sz w:val="28"/>
                <w:szCs w:val="28"/>
              </w:rPr>
              <w:t>220,1</w:t>
            </w:r>
          </w:p>
        </w:tc>
      </w:tr>
      <w:tr w:rsidR="00B5552C" w:rsidRPr="0064687B" w:rsidTr="00B06E7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64687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4687B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52325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64687B">
              <w:rPr>
                <w:b/>
                <w:bCs/>
                <w:sz w:val="28"/>
                <w:szCs w:val="28"/>
              </w:rPr>
              <w:t>675,1</w:t>
            </w:r>
          </w:p>
        </w:tc>
      </w:tr>
    </w:tbl>
    <w:p w:rsidR="00B5552C" w:rsidRDefault="00B5552C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658"/>
        <w:gridCol w:w="42"/>
        <w:gridCol w:w="4265"/>
        <w:gridCol w:w="455"/>
        <w:gridCol w:w="4518"/>
      </w:tblGrid>
      <w:tr w:rsidR="00B5552C" w:rsidRPr="008E3F6F" w:rsidTr="0052325C">
        <w:trPr>
          <w:trHeight w:val="157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8E3F6F" w:rsidRDefault="00B5552C" w:rsidP="0052325C">
            <w:pPr>
              <w:jc w:val="right"/>
              <w:rPr>
                <w:bCs/>
                <w:sz w:val="28"/>
                <w:szCs w:val="28"/>
              </w:rPr>
            </w:pPr>
            <w:r w:rsidRPr="008E3F6F">
              <w:rPr>
                <w:bCs/>
                <w:sz w:val="28"/>
                <w:szCs w:val="28"/>
              </w:rPr>
              <w:t>Таблица</w:t>
            </w:r>
            <w:r>
              <w:rPr>
                <w:bCs/>
                <w:sz w:val="28"/>
                <w:szCs w:val="28"/>
              </w:rPr>
              <w:t xml:space="preserve"> 28</w:t>
            </w:r>
          </w:p>
        </w:tc>
      </w:tr>
      <w:tr w:rsidR="00B5552C" w:rsidRPr="008E3F6F" w:rsidTr="0052325C">
        <w:trPr>
          <w:trHeight w:val="8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8E3F6F" w:rsidRDefault="00B5552C" w:rsidP="00A62459">
            <w:pPr>
              <w:jc w:val="center"/>
              <w:rPr>
                <w:b/>
                <w:bCs/>
                <w:sz w:val="28"/>
                <w:szCs w:val="28"/>
              </w:rPr>
            </w:pPr>
            <w:r w:rsidRPr="008E3F6F">
              <w:rPr>
                <w:b/>
                <w:bCs/>
                <w:sz w:val="28"/>
                <w:szCs w:val="28"/>
              </w:rPr>
              <w:t>Распределение субвенций бюджетам городских округов</w:t>
            </w:r>
          </w:p>
          <w:p w:rsidR="00B5552C" w:rsidRPr="008E3F6F" w:rsidRDefault="00B5552C" w:rsidP="00A62459">
            <w:pPr>
              <w:jc w:val="center"/>
              <w:rPr>
                <w:b/>
                <w:bCs/>
                <w:sz w:val="28"/>
                <w:szCs w:val="28"/>
              </w:rPr>
            </w:pPr>
            <w:r w:rsidRPr="008E3F6F">
              <w:rPr>
                <w:b/>
                <w:bCs/>
                <w:sz w:val="28"/>
                <w:szCs w:val="28"/>
              </w:rPr>
              <w:t>Ульяновской области на осуществление переданных органам местного</w:t>
            </w:r>
          </w:p>
          <w:p w:rsidR="00B5552C" w:rsidRPr="008E3F6F" w:rsidRDefault="00B5552C" w:rsidP="00A62459">
            <w:pPr>
              <w:jc w:val="center"/>
              <w:rPr>
                <w:b/>
                <w:bCs/>
                <w:sz w:val="28"/>
                <w:szCs w:val="28"/>
              </w:rPr>
            </w:pPr>
            <w:r w:rsidRPr="008E3F6F">
              <w:rPr>
                <w:b/>
                <w:bCs/>
                <w:sz w:val="28"/>
                <w:szCs w:val="28"/>
              </w:rPr>
              <w:t>самоуправления государственных полномочий Ульяновской области</w:t>
            </w:r>
          </w:p>
          <w:p w:rsidR="00B5552C" w:rsidRPr="008E3F6F" w:rsidRDefault="00B5552C" w:rsidP="00A62459">
            <w:pPr>
              <w:jc w:val="center"/>
              <w:rPr>
                <w:b/>
                <w:sz w:val="28"/>
                <w:szCs w:val="28"/>
              </w:rPr>
            </w:pPr>
            <w:r w:rsidRPr="008E3F6F">
              <w:rPr>
                <w:b/>
                <w:sz w:val="28"/>
                <w:szCs w:val="28"/>
              </w:rPr>
              <w:t>по предоставлению мер социальной поддержки молодым специалистам,</w:t>
            </w:r>
          </w:p>
          <w:p w:rsidR="00B5552C" w:rsidRPr="008E3F6F" w:rsidRDefault="00B5552C" w:rsidP="00A62459">
            <w:pPr>
              <w:jc w:val="center"/>
              <w:rPr>
                <w:b/>
                <w:sz w:val="28"/>
                <w:szCs w:val="28"/>
              </w:rPr>
            </w:pPr>
            <w:r w:rsidRPr="008E3F6F">
              <w:rPr>
                <w:b/>
                <w:sz w:val="28"/>
                <w:szCs w:val="28"/>
              </w:rPr>
              <w:t>поступившим на работу в муниципальные учреждения муниципальных</w:t>
            </w:r>
          </w:p>
          <w:p w:rsidR="00B5552C" w:rsidRPr="008E3F6F" w:rsidRDefault="00B5552C" w:rsidP="00A62459">
            <w:pPr>
              <w:jc w:val="center"/>
              <w:rPr>
                <w:b/>
                <w:sz w:val="28"/>
                <w:szCs w:val="28"/>
              </w:rPr>
            </w:pPr>
            <w:r w:rsidRPr="008E3F6F">
              <w:rPr>
                <w:b/>
                <w:sz w:val="28"/>
                <w:szCs w:val="28"/>
              </w:rPr>
              <w:t>образований Ульяновской области, осуществляющие в качестве</w:t>
            </w:r>
          </w:p>
          <w:p w:rsidR="00B5552C" w:rsidRPr="008E3F6F" w:rsidRDefault="00B5552C" w:rsidP="00A62459">
            <w:pPr>
              <w:jc w:val="center"/>
              <w:rPr>
                <w:b/>
                <w:sz w:val="28"/>
                <w:szCs w:val="28"/>
              </w:rPr>
            </w:pPr>
            <w:r w:rsidRPr="008E3F6F">
              <w:rPr>
                <w:b/>
                <w:sz w:val="28"/>
                <w:szCs w:val="28"/>
              </w:rPr>
              <w:t xml:space="preserve">основного (уставного) вида деятельности деятельность в сфере </w:t>
            </w:r>
          </w:p>
          <w:p w:rsidR="00B5552C" w:rsidRPr="008E3F6F" w:rsidRDefault="00B5552C" w:rsidP="00A62459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8E3F6F">
              <w:rPr>
                <w:b/>
                <w:sz w:val="28"/>
                <w:szCs w:val="28"/>
              </w:rPr>
              <w:t>физической культуры и спорта</w:t>
            </w:r>
            <w:r w:rsidRPr="008E3F6F">
              <w:rPr>
                <w:b/>
                <w:bCs/>
                <w:sz w:val="28"/>
                <w:szCs w:val="28"/>
              </w:rPr>
              <w:t>, на 2014 год</w:t>
            </w:r>
          </w:p>
        </w:tc>
      </w:tr>
      <w:tr w:rsidR="00B5552C" w:rsidRPr="008E3F6F" w:rsidTr="0052325C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5552C" w:rsidRPr="008E3F6F" w:rsidRDefault="00B5552C" w:rsidP="00A62459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5552C" w:rsidRPr="008E3F6F" w:rsidRDefault="00B5552C" w:rsidP="00A62459">
            <w:pPr>
              <w:rPr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5552C" w:rsidRPr="008E3F6F" w:rsidRDefault="00B5552C" w:rsidP="00A62459">
            <w:pPr>
              <w:jc w:val="right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тыс. руб.</w:t>
            </w:r>
          </w:p>
        </w:tc>
      </w:tr>
      <w:tr w:rsidR="00B5552C" w:rsidRPr="008E3F6F" w:rsidTr="0052325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7"/>
          <w:tblHeader/>
        </w:trPr>
        <w:tc>
          <w:tcPr>
            <w:tcW w:w="658" w:type="dxa"/>
            <w:vAlign w:val="center"/>
          </w:tcPr>
          <w:p w:rsidR="00B5552C" w:rsidRPr="008E3F6F" w:rsidRDefault="00B5552C" w:rsidP="00A62459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№    п/п</w:t>
            </w:r>
          </w:p>
        </w:tc>
        <w:tc>
          <w:tcPr>
            <w:tcW w:w="4307" w:type="dxa"/>
            <w:gridSpan w:val="2"/>
            <w:vAlign w:val="center"/>
          </w:tcPr>
          <w:p w:rsidR="00B5552C" w:rsidRDefault="00B5552C" w:rsidP="00A62459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 xml:space="preserve">Наименование </w:t>
            </w:r>
          </w:p>
          <w:p w:rsidR="00B5552C" w:rsidRPr="008E3F6F" w:rsidRDefault="00B5552C" w:rsidP="00A62459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973" w:type="dxa"/>
            <w:gridSpan w:val="2"/>
            <w:vAlign w:val="center"/>
          </w:tcPr>
          <w:p w:rsidR="00B5552C" w:rsidRPr="008E3F6F" w:rsidRDefault="00B5552C" w:rsidP="00A62459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Сумма</w:t>
            </w:r>
          </w:p>
        </w:tc>
      </w:tr>
      <w:tr w:rsidR="00B5552C" w:rsidRPr="008E3F6F" w:rsidTr="0052325C">
        <w:tblPrEx>
          <w:tblLook w:val="00A0"/>
        </w:tblPrEx>
        <w:trPr>
          <w:trHeight w:val="375"/>
        </w:trPr>
        <w:tc>
          <w:tcPr>
            <w:tcW w:w="658" w:type="dxa"/>
            <w:tcBorders>
              <w:top w:val="single" w:sz="4" w:space="0" w:color="auto"/>
            </w:tcBorders>
            <w:noWrap/>
            <w:vAlign w:val="bottom"/>
          </w:tcPr>
          <w:p w:rsidR="00B5552C" w:rsidRPr="008E3F6F" w:rsidRDefault="00B5552C" w:rsidP="0052325C">
            <w:pPr>
              <w:spacing w:line="360" w:lineRule="auto"/>
              <w:jc w:val="center"/>
              <w:rPr>
                <w:sz w:val="28"/>
                <w:szCs w:val="28"/>
                <w:highlight w:val="green"/>
              </w:rPr>
            </w:pPr>
            <w:r w:rsidRPr="008E3F6F">
              <w:rPr>
                <w:sz w:val="28"/>
                <w:szCs w:val="28"/>
              </w:rPr>
              <w:t>1.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B5552C" w:rsidRPr="008E3F6F" w:rsidRDefault="00B5552C" w:rsidP="004A5875">
            <w:pPr>
              <w:spacing w:line="360" w:lineRule="auto"/>
              <w:rPr>
                <w:bCs/>
                <w:sz w:val="28"/>
                <w:szCs w:val="28"/>
              </w:rPr>
            </w:pPr>
            <w:r w:rsidRPr="008E3F6F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E3F6F">
              <w:rPr>
                <w:bCs/>
                <w:sz w:val="28"/>
                <w:szCs w:val="28"/>
              </w:rPr>
              <w:t>Димитровград</w:t>
            </w:r>
          </w:p>
        </w:tc>
        <w:tc>
          <w:tcPr>
            <w:tcW w:w="4973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B5552C" w:rsidRPr="008E3F6F" w:rsidRDefault="00B5552C" w:rsidP="0052325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48,3</w:t>
            </w:r>
          </w:p>
        </w:tc>
      </w:tr>
      <w:tr w:rsidR="00B5552C" w:rsidRPr="008E3F6F" w:rsidTr="0052325C">
        <w:tblPrEx>
          <w:tblLook w:val="00A0"/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5232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2.</w:t>
            </w:r>
          </w:p>
        </w:tc>
        <w:tc>
          <w:tcPr>
            <w:tcW w:w="4307" w:type="dxa"/>
            <w:gridSpan w:val="2"/>
            <w:noWrap/>
            <w:vAlign w:val="bottom"/>
          </w:tcPr>
          <w:p w:rsidR="00B5552C" w:rsidRPr="008E3F6F" w:rsidRDefault="00B5552C" w:rsidP="0052325C">
            <w:pPr>
              <w:spacing w:line="360" w:lineRule="auto"/>
              <w:rPr>
                <w:bCs/>
                <w:sz w:val="28"/>
                <w:szCs w:val="28"/>
              </w:rPr>
            </w:pPr>
            <w:r w:rsidRPr="008E3F6F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Новоульяновск</w:t>
            </w:r>
          </w:p>
        </w:tc>
        <w:tc>
          <w:tcPr>
            <w:tcW w:w="4973" w:type="dxa"/>
            <w:gridSpan w:val="2"/>
            <w:noWrap/>
            <w:vAlign w:val="bottom"/>
          </w:tcPr>
          <w:p w:rsidR="00B5552C" w:rsidRPr="008E3F6F" w:rsidRDefault="00B5552C" w:rsidP="0052325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</w:tr>
      <w:tr w:rsidR="00B5552C" w:rsidRPr="008E3F6F" w:rsidTr="0052325C">
        <w:tblPrEx>
          <w:tblLook w:val="00A0"/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5232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3.</w:t>
            </w:r>
          </w:p>
        </w:tc>
        <w:tc>
          <w:tcPr>
            <w:tcW w:w="4307" w:type="dxa"/>
            <w:gridSpan w:val="2"/>
            <w:noWrap/>
            <w:vAlign w:val="bottom"/>
          </w:tcPr>
          <w:p w:rsidR="00B5552C" w:rsidRPr="008E3F6F" w:rsidRDefault="00B5552C" w:rsidP="0052325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</w:t>
            </w:r>
            <w:r w:rsidRPr="008E3F6F">
              <w:rPr>
                <w:sz w:val="28"/>
                <w:szCs w:val="28"/>
              </w:rPr>
              <w:t>льяновск</w:t>
            </w:r>
          </w:p>
        </w:tc>
        <w:tc>
          <w:tcPr>
            <w:tcW w:w="4973" w:type="dxa"/>
            <w:gridSpan w:val="2"/>
            <w:noWrap/>
            <w:vAlign w:val="bottom"/>
          </w:tcPr>
          <w:p w:rsidR="00B5552C" w:rsidRPr="008E3F6F" w:rsidRDefault="00B5552C" w:rsidP="005232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80,4</w:t>
            </w:r>
          </w:p>
        </w:tc>
      </w:tr>
      <w:tr w:rsidR="00B5552C" w:rsidRPr="008E3F6F" w:rsidTr="0052325C">
        <w:tblPrEx>
          <w:tblLook w:val="00A0"/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52325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307" w:type="dxa"/>
            <w:gridSpan w:val="2"/>
            <w:noWrap/>
            <w:vAlign w:val="bottom"/>
          </w:tcPr>
          <w:p w:rsidR="00B5552C" w:rsidRPr="008E3F6F" w:rsidRDefault="00B5552C" w:rsidP="0052325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E3F6F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973" w:type="dxa"/>
            <w:gridSpan w:val="2"/>
            <w:noWrap/>
            <w:vAlign w:val="bottom"/>
          </w:tcPr>
          <w:p w:rsidR="00B5552C" w:rsidRPr="0052325C" w:rsidRDefault="00B5552C" w:rsidP="0052325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143,7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B5552C" w:rsidRDefault="00B5552C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к) таблицу 30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B5552C" w:rsidRPr="0064687B" w:rsidTr="0058427D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64687B" w:rsidRDefault="00B5552C" w:rsidP="0027678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64687B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30</w:t>
            </w:r>
          </w:p>
        </w:tc>
      </w:tr>
      <w:tr w:rsidR="00B5552C" w:rsidRPr="0064687B" w:rsidTr="0058427D">
        <w:trPr>
          <w:trHeight w:val="11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276782" w:rsidRDefault="00B5552C" w:rsidP="00276782">
            <w:pPr>
              <w:jc w:val="center"/>
              <w:rPr>
                <w:b/>
                <w:bCs/>
                <w:sz w:val="28"/>
                <w:szCs w:val="28"/>
              </w:rPr>
            </w:pPr>
            <w:r w:rsidRPr="00276782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B5552C" w:rsidRPr="00276782" w:rsidRDefault="00B5552C" w:rsidP="00276782">
            <w:pPr>
              <w:jc w:val="center"/>
              <w:rPr>
                <w:b/>
                <w:bCs/>
                <w:sz w:val="28"/>
                <w:szCs w:val="28"/>
              </w:rPr>
            </w:pPr>
            <w:r w:rsidRPr="00276782">
              <w:rPr>
                <w:b/>
                <w:bCs/>
                <w:sz w:val="28"/>
                <w:szCs w:val="28"/>
              </w:rPr>
              <w:t>Ульяновской области на реализацию подпрограммы «Развитие</w:t>
            </w:r>
          </w:p>
          <w:p w:rsidR="00B5552C" w:rsidRDefault="00B5552C" w:rsidP="00276782">
            <w:pPr>
              <w:jc w:val="center"/>
              <w:rPr>
                <w:b/>
                <w:bCs/>
                <w:sz w:val="28"/>
                <w:szCs w:val="28"/>
              </w:rPr>
            </w:pPr>
            <w:r w:rsidRPr="00276782">
              <w:rPr>
                <w:b/>
                <w:bCs/>
                <w:sz w:val="28"/>
                <w:szCs w:val="28"/>
              </w:rPr>
              <w:t>водохозяйственного комплекса Ульяновской области» государственной</w:t>
            </w:r>
          </w:p>
          <w:p w:rsidR="00B5552C" w:rsidRDefault="00B5552C" w:rsidP="00276782">
            <w:pPr>
              <w:jc w:val="center"/>
              <w:rPr>
                <w:b/>
                <w:bCs/>
                <w:sz w:val="28"/>
                <w:szCs w:val="28"/>
              </w:rPr>
            </w:pPr>
            <w:r w:rsidRPr="00276782">
              <w:rPr>
                <w:b/>
                <w:bCs/>
                <w:sz w:val="28"/>
                <w:szCs w:val="28"/>
              </w:rPr>
              <w:t xml:space="preserve">программы Ульяновской области «Охрана окружающей среды </w:t>
            </w:r>
          </w:p>
          <w:p w:rsidR="00B5552C" w:rsidRDefault="00B5552C" w:rsidP="00276782">
            <w:pPr>
              <w:jc w:val="center"/>
              <w:rPr>
                <w:b/>
                <w:bCs/>
                <w:sz w:val="28"/>
                <w:szCs w:val="28"/>
              </w:rPr>
            </w:pPr>
            <w:r w:rsidRPr="00276782">
              <w:rPr>
                <w:b/>
                <w:bCs/>
                <w:sz w:val="28"/>
                <w:szCs w:val="28"/>
              </w:rPr>
              <w:t xml:space="preserve">и восстановление природных ресурсов в Ульяновской области </w:t>
            </w:r>
          </w:p>
          <w:p w:rsidR="00B5552C" w:rsidRDefault="00B5552C" w:rsidP="00276782">
            <w:pPr>
              <w:jc w:val="center"/>
              <w:rPr>
                <w:b/>
                <w:bCs/>
                <w:sz w:val="28"/>
                <w:szCs w:val="28"/>
              </w:rPr>
            </w:pPr>
            <w:r w:rsidRPr="00276782">
              <w:rPr>
                <w:b/>
                <w:bCs/>
                <w:sz w:val="28"/>
                <w:szCs w:val="28"/>
              </w:rPr>
              <w:t xml:space="preserve">на 2014-2020 годы» на осуществление капитального ремонта </w:t>
            </w:r>
          </w:p>
          <w:p w:rsidR="00B5552C" w:rsidRDefault="00B5552C" w:rsidP="00276782">
            <w:pPr>
              <w:jc w:val="center"/>
              <w:rPr>
                <w:b/>
                <w:bCs/>
                <w:sz w:val="28"/>
                <w:szCs w:val="28"/>
              </w:rPr>
            </w:pPr>
            <w:r w:rsidRPr="00276782">
              <w:rPr>
                <w:b/>
                <w:bCs/>
                <w:sz w:val="28"/>
                <w:szCs w:val="28"/>
              </w:rPr>
              <w:t>гидротехнических сооружений, находящихся 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76782">
              <w:rPr>
                <w:b/>
                <w:bCs/>
                <w:sz w:val="28"/>
                <w:szCs w:val="28"/>
              </w:rPr>
              <w:t>собственности субъектов</w:t>
            </w:r>
          </w:p>
          <w:p w:rsidR="00B5552C" w:rsidRDefault="00B5552C" w:rsidP="00276782">
            <w:pPr>
              <w:jc w:val="center"/>
              <w:rPr>
                <w:b/>
                <w:bCs/>
                <w:sz w:val="28"/>
                <w:szCs w:val="28"/>
              </w:rPr>
            </w:pPr>
            <w:r w:rsidRPr="00276782">
              <w:rPr>
                <w:b/>
                <w:bCs/>
                <w:sz w:val="28"/>
                <w:szCs w:val="28"/>
              </w:rPr>
              <w:t>Российской Федерации, муниципальной собственности, и бесхозяйных</w:t>
            </w:r>
          </w:p>
          <w:p w:rsidR="00B5552C" w:rsidRPr="00276782" w:rsidRDefault="00B5552C" w:rsidP="00276782">
            <w:pPr>
              <w:jc w:val="center"/>
              <w:rPr>
                <w:b/>
                <w:bCs/>
                <w:sz w:val="26"/>
                <w:szCs w:val="26"/>
              </w:rPr>
            </w:pPr>
            <w:r w:rsidRPr="00276782">
              <w:rPr>
                <w:b/>
                <w:bCs/>
                <w:sz w:val="28"/>
                <w:szCs w:val="28"/>
              </w:rPr>
              <w:t>гидротехнических сооружений на 2014 год</w:t>
            </w:r>
          </w:p>
        </w:tc>
      </w:tr>
      <w:tr w:rsidR="00B5552C" w:rsidRPr="0064687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58427D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58427D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58427D">
            <w:pPr>
              <w:jc w:val="right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тыс. руб.</w:t>
            </w:r>
          </w:p>
        </w:tc>
      </w:tr>
      <w:tr w:rsidR="00B5552C" w:rsidRPr="0064687B" w:rsidTr="0058427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  <w:tblHeader/>
        </w:trPr>
        <w:tc>
          <w:tcPr>
            <w:tcW w:w="594" w:type="dxa"/>
            <w:vAlign w:val="center"/>
          </w:tcPr>
          <w:p w:rsidR="00B5552C" w:rsidRPr="0064687B" w:rsidRDefault="00B5552C" w:rsidP="0058427D">
            <w:pPr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B5552C" w:rsidRDefault="00B5552C" w:rsidP="0058427D">
            <w:pPr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 xml:space="preserve">Наименование </w:t>
            </w:r>
          </w:p>
          <w:p w:rsidR="00B5552C" w:rsidRPr="0064687B" w:rsidRDefault="00B5552C" w:rsidP="0058427D">
            <w:pPr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B5552C" w:rsidRPr="0064687B" w:rsidRDefault="00B5552C" w:rsidP="0058427D">
            <w:pPr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Сумма</w:t>
            </w:r>
          </w:p>
        </w:tc>
      </w:tr>
      <w:tr w:rsidR="00B5552C" w:rsidRPr="0064687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276782" w:rsidRDefault="00B5552C" w:rsidP="0058427D">
            <w:pPr>
              <w:rPr>
                <w:sz w:val="28"/>
                <w:szCs w:val="28"/>
              </w:rPr>
            </w:pPr>
            <w:r w:rsidRPr="00276782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276782" w:rsidRDefault="00B5552C" w:rsidP="0058427D">
            <w:pPr>
              <w:rPr>
                <w:sz w:val="28"/>
                <w:szCs w:val="28"/>
              </w:rPr>
            </w:pPr>
            <w:r w:rsidRPr="00276782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276782" w:rsidRDefault="00B5552C" w:rsidP="00276782">
            <w:pPr>
              <w:jc w:val="center"/>
              <w:rPr>
                <w:sz w:val="28"/>
                <w:szCs w:val="28"/>
              </w:rPr>
            </w:pPr>
            <w:r w:rsidRPr="00276782">
              <w:rPr>
                <w:sz w:val="28"/>
                <w:szCs w:val="28"/>
              </w:rPr>
              <w:t>1017,0</w:t>
            </w:r>
          </w:p>
        </w:tc>
      </w:tr>
      <w:tr w:rsidR="00B5552C" w:rsidRPr="0064687B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276782" w:rsidRDefault="00B5552C" w:rsidP="0058427D">
            <w:pPr>
              <w:rPr>
                <w:sz w:val="28"/>
                <w:szCs w:val="28"/>
              </w:rPr>
            </w:pPr>
            <w:r w:rsidRPr="00276782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276782" w:rsidRDefault="00B5552C" w:rsidP="0058427D">
            <w:pPr>
              <w:rPr>
                <w:sz w:val="28"/>
                <w:szCs w:val="28"/>
              </w:rPr>
            </w:pPr>
            <w:r w:rsidRPr="00276782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276782" w:rsidRDefault="00B5552C" w:rsidP="00276782">
            <w:pPr>
              <w:jc w:val="center"/>
              <w:rPr>
                <w:sz w:val="28"/>
                <w:szCs w:val="28"/>
              </w:rPr>
            </w:pPr>
            <w:r w:rsidRPr="00276782">
              <w:rPr>
                <w:sz w:val="28"/>
                <w:szCs w:val="28"/>
              </w:rPr>
              <w:t>623,9</w:t>
            </w:r>
          </w:p>
        </w:tc>
      </w:tr>
      <w:tr w:rsidR="00B5552C" w:rsidRPr="00276782" w:rsidTr="0058427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276782" w:rsidRDefault="00B5552C" w:rsidP="0058427D">
            <w:pPr>
              <w:rPr>
                <w:b/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276782" w:rsidRDefault="00B5552C" w:rsidP="0058427D">
            <w:pPr>
              <w:rPr>
                <w:b/>
                <w:sz w:val="28"/>
                <w:szCs w:val="28"/>
              </w:rPr>
            </w:pPr>
            <w:r w:rsidRPr="00276782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276782" w:rsidRDefault="00B5552C" w:rsidP="00276782">
            <w:pPr>
              <w:jc w:val="center"/>
              <w:rPr>
                <w:sz w:val="28"/>
                <w:szCs w:val="28"/>
              </w:rPr>
            </w:pPr>
            <w:r w:rsidRPr="00276782">
              <w:rPr>
                <w:b/>
                <w:sz w:val="28"/>
                <w:szCs w:val="28"/>
              </w:rPr>
              <w:t>1640,9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B5552C" w:rsidRDefault="00B5552C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л) таблицы 32 и 33 изложить в следующей редакции:</w:t>
      </w:r>
    </w:p>
    <w:p w:rsidR="00B5552C" w:rsidRDefault="00B5552C">
      <w:r>
        <w:br w:type="page"/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B5552C" w:rsidRPr="00B67191" w:rsidTr="0058427D">
        <w:trPr>
          <w:trHeight w:val="157"/>
        </w:trPr>
        <w:tc>
          <w:tcPr>
            <w:tcW w:w="9796" w:type="dxa"/>
            <w:gridSpan w:val="3"/>
            <w:vAlign w:val="center"/>
          </w:tcPr>
          <w:p w:rsidR="00B5552C" w:rsidRPr="00B67191" w:rsidRDefault="00B5552C" w:rsidP="00AF1DEE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«Та</w:t>
            </w:r>
            <w:r w:rsidRPr="00B67191">
              <w:rPr>
                <w:bCs/>
                <w:sz w:val="28"/>
                <w:szCs w:val="28"/>
              </w:rPr>
              <w:t xml:space="preserve">блица </w:t>
            </w:r>
            <w:r>
              <w:rPr>
                <w:bCs/>
                <w:sz w:val="28"/>
                <w:szCs w:val="28"/>
              </w:rPr>
              <w:t>3</w:t>
            </w:r>
            <w:r w:rsidRPr="00B67191">
              <w:rPr>
                <w:bCs/>
                <w:sz w:val="28"/>
                <w:szCs w:val="28"/>
              </w:rPr>
              <w:t>2</w:t>
            </w:r>
          </w:p>
        </w:tc>
      </w:tr>
      <w:tr w:rsidR="00B5552C" w:rsidRPr="00B67191" w:rsidTr="0058427D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AF1DEE" w:rsidRDefault="00B5552C" w:rsidP="00AF1DEE">
            <w:pPr>
              <w:jc w:val="center"/>
              <w:rPr>
                <w:b/>
                <w:bCs/>
                <w:sz w:val="28"/>
                <w:szCs w:val="28"/>
              </w:rPr>
            </w:pPr>
            <w:r w:rsidRPr="00AF1DEE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B5552C" w:rsidRPr="00AF1DEE" w:rsidRDefault="00B5552C" w:rsidP="00AF1DEE">
            <w:pPr>
              <w:jc w:val="center"/>
              <w:rPr>
                <w:b/>
                <w:bCs/>
                <w:sz w:val="28"/>
                <w:szCs w:val="28"/>
              </w:rPr>
            </w:pPr>
            <w:r w:rsidRPr="00AF1DEE">
              <w:rPr>
                <w:b/>
                <w:bCs/>
                <w:sz w:val="28"/>
                <w:szCs w:val="28"/>
              </w:rPr>
              <w:t xml:space="preserve">Ульяновской области на реализацию мероприятий по улучшению </w:t>
            </w:r>
          </w:p>
          <w:p w:rsidR="00B5552C" w:rsidRPr="00AF1DEE" w:rsidRDefault="00B5552C" w:rsidP="00AF1DEE">
            <w:pPr>
              <w:jc w:val="center"/>
              <w:rPr>
                <w:b/>
                <w:bCs/>
                <w:sz w:val="28"/>
                <w:szCs w:val="28"/>
              </w:rPr>
            </w:pPr>
            <w:r w:rsidRPr="00AF1DEE">
              <w:rPr>
                <w:b/>
                <w:bCs/>
                <w:sz w:val="28"/>
                <w:szCs w:val="28"/>
              </w:rPr>
              <w:t xml:space="preserve">жилищных условий молодых семей и молодых специалистов, </w:t>
            </w:r>
          </w:p>
          <w:p w:rsidR="00B5552C" w:rsidRPr="00AF1DEE" w:rsidRDefault="00B5552C" w:rsidP="00AF1DEE">
            <w:pPr>
              <w:jc w:val="center"/>
              <w:rPr>
                <w:b/>
                <w:bCs/>
                <w:sz w:val="28"/>
                <w:szCs w:val="28"/>
              </w:rPr>
            </w:pPr>
            <w:r w:rsidRPr="00AF1DEE">
              <w:rPr>
                <w:b/>
                <w:bCs/>
                <w:sz w:val="28"/>
                <w:szCs w:val="28"/>
              </w:rPr>
              <w:t xml:space="preserve">проживающих в сельской местности, федеральной целевой программы </w:t>
            </w:r>
          </w:p>
          <w:p w:rsidR="00B5552C" w:rsidRPr="00AF1DEE" w:rsidRDefault="00B5552C" w:rsidP="00AF1DEE">
            <w:pPr>
              <w:jc w:val="center"/>
              <w:rPr>
                <w:b/>
                <w:bCs/>
                <w:sz w:val="28"/>
                <w:szCs w:val="28"/>
              </w:rPr>
            </w:pPr>
            <w:r w:rsidRPr="00AF1DEE">
              <w:rPr>
                <w:b/>
                <w:bCs/>
                <w:sz w:val="28"/>
                <w:szCs w:val="28"/>
              </w:rPr>
              <w:t xml:space="preserve">«Устойчивое развитие сельских территорий на 2014-2017 годы </w:t>
            </w:r>
          </w:p>
          <w:p w:rsidR="00B5552C" w:rsidRPr="00AF1DEE" w:rsidRDefault="00B5552C" w:rsidP="00AF1DEE">
            <w:pPr>
              <w:jc w:val="center"/>
              <w:rPr>
                <w:bCs/>
                <w:sz w:val="26"/>
                <w:szCs w:val="26"/>
              </w:rPr>
            </w:pPr>
            <w:r w:rsidRPr="00AF1DEE">
              <w:rPr>
                <w:b/>
                <w:bCs/>
                <w:sz w:val="28"/>
                <w:szCs w:val="28"/>
              </w:rPr>
              <w:t>и на период до 2020 года» на 2014 год</w:t>
            </w:r>
          </w:p>
        </w:tc>
      </w:tr>
      <w:tr w:rsidR="00B5552C" w:rsidRPr="00B67191" w:rsidTr="0058427D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58427D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58427D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58427D">
            <w:pPr>
              <w:jc w:val="right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тыс. руб.</w:t>
            </w:r>
          </w:p>
        </w:tc>
      </w:tr>
    </w:tbl>
    <w:p w:rsidR="00B5552C" w:rsidRPr="00B67191" w:rsidRDefault="00B5552C" w:rsidP="00AF1DEE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4"/>
        <w:gridCol w:w="11"/>
        <w:gridCol w:w="3108"/>
        <w:gridCol w:w="19"/>
        <w:gridCol w:w="1965"/>
        <w:gridCol w:w="1985"/>
        <w:gridCol w:w="1984"/>
      </w:tblGrid>
      <w:tr w:rsidR="00B5552C" w:rsidRPr="00B67191" w:rsidTr="00E034CA">
        <w:trPr>
          <w:trHeight w:val="448"/>
          <w:tblHeader/>
        </w:trPr>
        <w:tc>
          <w:tcPr>
            <w:tcW w:w="724" w:type="dxa"/>
            <w:vAlign w:val="center"/>
          </w:tcPr>
          <w:p w:rsidR="00B5552C" w:rsidRPr="00B67191" w:rsidRDefault="00B5552C" w:rsidP="0058427D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 xml:space="preserve">№   </w:t>
            </w:r>
            <w:r w:rsidRPr="00B67191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3138" w:type="dxa"/>
            <w:gridSpan w:val="3"/>
            <w:vAlign w:val="center"/>
          </w:tcPr>
          <w:p w:rsidR="00B5552C" w:rsidRDefault="00B5552C" w:rsidP="0058427D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 xml:space="preserve">Наименование </w:t>
            </w:r>
          </w:p>
          <w:p w:rsidR="00B5552C" w:rsidRDefault="00B5552C" w:rsidP="0058427D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 xml:space="preserve">муниципального </w:t>
            </w:r>
          </w:p>
          <w:p w:rsidR="00B5552C" w:rsidRPr="00B67191" w:rsidRDefault="00B5552C" w:rsidP="0058427D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образования</w:t>
            </w:r>
          </w:p>
        </w:tc>
        <w:tc>
          <w:tcPr>
            <w:tcW w:w="1965" w:type="dxa"/>
          </w:tcPr>
          <w:p w:rsidR="00B5552C" w:rsidRDefault="00B5552C" w:rsidP="0058427D">
            <w:pPr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 xml:space="preserve">Средства </w:t>
            </w:r>
          </w:p>
          <w:p w:rsidR="00B5552C" w:rsidRDefault="00B5552C" w:rsidP="0058427D">
            <w:pPr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 xml:space="preserve">областного </w:t>
            </w:r>
          </w:p>
          <w:p w:rsidR="00B5552C" w:rsidRPr="00AF1DEE" w:rsidRDefault="00B5552C" w:rsidP="0058427D">
            <w:pPr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бюджета</w:t>
            </w:r>
          </w:p>
        </w:tc>
        <w:tc>
          <w:tcPr>
            <w:tcW w:w="1985" w:type="dxa"/>
          </w:tcPr>
          <w:p w:rsidR="00B5552C" w:rsidRPr="00AF1DEE" w:rsidRDefault="00B5552C" w:rsidP="0058427D">
            <w:pPr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Средства</w:t>
            </w:r>
          </w:p>
          <w:p w:rsidR="00B5552C" w:rsidRPr="00AF1DEE" w:rsidRDefault="00B5552C" w:rsidP="0058427D">
            <w:pPr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федерального</w:t>
            </w:r>
          </w:p>
          <w:p w:rsidR="00B5552C" w:rsidRPr="00AF1DEE" w:rsidRDefault="00B5552C" w:rsidP="0058427D">
            <w:pPr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бюджета</w:t>
            </w:r>
          </w:p>
        </w:tc>
        <w:tc>
          <w:tcPr>
            <w:tcW w:w="1984" w:type="dxa"/>
            <w:vAlign w:val="center"/>
          </w:tcPr>
          <w:p w:rsidR="00B5552C" w:rsidRPr="00AF1DEE" w:rsidRDefault="00B5552C" w:rsidP="0058427D">
            <w:pPr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Итого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1.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3287,808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2216,592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5504,4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2.</w:t>
            </w:r>
          </w:p>
        </w:tc>
        <w:tc>
          <w:tcPr>
            <w:tcW w:w="31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843,696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557,424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1401,12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3.</w:t>
            </w:r>
          </w:p>
        </w:tc>
        <w:tc>
          <w:tcPr>
            <w:tcW w:w="31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7523,693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4970,85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12494,543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4.</w:t>
            </w:r>
          </w:p>
        </w:tc>
        <w:tc>
          <w:tcPr>
            <w:tcW w:w="31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984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482,112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318,528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800,64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5.</w:t>
            </w:r>
          </w:p>
        </w:tc>
        <w:tc>
          <w:tcPr>
            <w:tcW w:w="31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984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361,584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238,896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600,48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6.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482,112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318,528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800,64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7.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 xml:space="preserve">Николаевский район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220,968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145,992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366,96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8.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1963,471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1451,693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3415,164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9.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843,696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557,424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1401,12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10.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 xml:space="preserve">Павловский район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1451,129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920,634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2371,763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11.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1330,562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879,093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2209,655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12.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113,832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75,208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189,04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13.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502,2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331,8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834,0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14.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1446,336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955,584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2401,92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15.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642,816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424,704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1067,52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16.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3977,424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2627,856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6605,28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17.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4966,152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3222,732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8188,884</w:t>
            </w:r>
          </w:p>
        </w:tc>
      </w:tr>
      <w:tr w:rsidR="00B5552C" w:rsidRPr="00B67191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18.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6883,93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4651,74514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11535,67514</w:t>
            </w:r>
          </w:p>
        </w:tc>
      </w:tr>
      <w:tr w:rsidR="00B5552C" w:rsidRPr="00AF1DEE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F1DEE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F1DEE">
              <w:rPr>
                <w:b/>
                <w:sz w:val="28"/>
                <w:szCs w:val="28"/>
              </w:rPr>
              <w:t>37323,521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F1DEE">
              <w:rPr>
                <w:b/>
                <w:sz w:val="28"/>
                <w:szCs w:val="28"/>
              </w:rPr>
              <w:t>24865,28314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58427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F1DEE">
              <w:rPr>
                <w:b/>
                <w:sz w:val="28"/>
                <w:szCs w:val="28"/>
              </w:rPr>
              <w:t>62188,80414</w:t>
            </w:r>
          </w:p>
        </w:tc>
      </w:tr>
    </w:tbl>
    <w:p w:rsidR="00B5552C" w:rsidRDefault="00B5552C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B5552C" w:rsidRPr="00B67191" w:rsidTr="0058427D">
        <w:trPr>
          <w:trHeight w:val="157"/>
        </w:trPr>
        <w:tc>
          <w:tcPr>
            <w:tcW w:w="9796" w:type="dxa"/>
            <w:gridSpan w:val="3"/>
            <w:vAlign w:val="center"/>
          </w:tcPr>
          <w:p w:rsidR="00B5552C" w:rsidRPr="00AF1DEE" w:rsidRDefault="00B5552C" w:rsidP="00AF1DEE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AF1DEE">
              <w:rPr>
                <w:bCs/>
                <w:sz w:val="28"/>
                <w:szCs w:val="28"/>
              </w:rPr>
              <w:t>Таблица 33</w:t>
            </w:r>
          </w:p>
        </w:tc>
      </w:tr>
      <w:tr w:rsidR="00B5552C" w:rsidRPr="00B67191" w:rsidTr="00A62459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AF1DEE" w:rsidRDefault="00B5552C" w:rsidP="00AF1DEE">
            <w:pPr>
              <w:jc w:val="center"/>
              <w:rPr>
                <w:b/>
                <w:bCs/>
                <w:sz w:val="28"/>
                <w:szCs w:val="28"/>
              </w:rPr>
            </w:pPr>
            <w:r w:rsidRPr="00AF1DEE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B5552C" w:rsidRPr="00AF1DEE" w:rsidRDefault="00B5552C" w:rsidP="00AF1DEE">
            <w:pPr>
              <w:jc w:val="center"/>
              <w:rPr>
                <w:b/>
                <w:bCs/>
                <w:sz w:val="28"/>
                <w:szCs w:val="28"/>
              </w:rPr>
            </w:pPr>
            <w:r w:rsidRPr="00AF1DEE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реализацию мероприятий </w:t>
            </w:r>
          </w:p>
          <w:p w:rsidR="00B5552C" w:rsidRPr="00AF1DEE" w:rsidRDefault="00B5552C" w:rsidP="00AF1DEE">
            <w:pPr>
              <w:jc w:val="center"/>
              <w:rPr>
                <w:b/>
                <w:bCs/>
                <w:sz w:val="28"/>
                <w:szCs w:val="28"/>
              </w:rPr>
            </w:pPr>
            <w:r w:rsidRPr="00AF1DEE">
              <w:rPr>
                <w:b/>
                <w:bCs/>
                <w:sz w:val="28"/>
                <w:szCs w:val="28"/>
              </w:rPr>
              <w:t xml:space="preserve">по улучшению жилищных условий граждан Российской Федерации, </w:t>
            </w:r>
          </w:p>
          <w:p w:rsidR="00B5552C" w:rsidRPr="00AF1DEE" w:rsidRDefault="00B5552C" w:rsidP="00AF1DEE">
            <w:pPr>
              <w:jc w:val="center"/>
              <w:rPr>
                <w:b/>
                <w:bCs/>
                <w:sz w:val="28"/>
                <w:szCs w:val="28"/>
              </w:rPr>
            </w:pPr>
            <w:r w:rsidRPr="00AF1DEE">
              <w:rPr>
                <w:b/>
                <w:bCs/>
                <w:sz w:val="28"/>
                <w:szCs w:val="28"/>
              </w:rPr>
              <w:t>проживающих в сельской местности, федеральной целевой программы</w:t>
            </w:r>
          </w:p>
          <w:p w:rsidR="00B5552C" w:rsidRPr="00AF1DEE" w:rsidRDefault="00B5552C" w:rsidP="00AF1DEE">
            <w:pPr>
              <w:jc w:val="center"/>
              <w:rPr>
                <w:b/>
                <w:bCs/>
                <w:sz w:val="28"/>
                <w:szCs w:val="28"/>
              </w:rPr>
            </w:pPr>
            <w:r w:rsidRPr="00AF1DEE">
              <w:rPr>
                <w:b/>
                <w:bCs/>
                <w:sz w:val="28"/>
                <w:szCs w:val="28"/>
              </w:rPr>
              <w:t>«Устойчивое развитие сельских территорий на 2014-2017 годы</w:t>
            </w:r>
          </w:p>
          <w:p w:rsidR="00B5552C" w:rsidRPr="00AF1DEE" w:rsidRDefault="00B5552C" w:rsidP="00AF1DEE">
            <w:pPr>
              <w:jc w:val="center"/>
              <w:rPr>
                <w:bCs/>
                <w:sz w:val="28"/>
                <w:szCs w:val="28"/>
              </w:rPr>
            </w:pPr>
            <w:r w:rsidRPr="00AF1DEE">
              <w:rPr>
                <w:b/>
                <w:bCs/>
                <w:sz w:val="28"/>
                <w:szCs w:val="28"/>
              </w:rPr>
              <w:t>и на период до 2020 года» на 2014 год</w:t>
            </w:r>
          </w:p>
        </w:tc>
      </w:tr>
      <w:tr w:rsidR="00B5552C" w:rsidRPr="00B67191" w:rsidTr="0058427D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58427D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58427D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58427D">
            <w:pPr>
              <w:jc w:val="right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тыс. руб.</w:t>
            </w:r>
          </w:p>
        </w:tc>
      </w:tr>
    </w:tbl>
    <w:p w:rsidR="00B5552C" w:rsidRPr="00B67191" w:rsidRDefault="00B5552C" w:rsidP="00AF1DEE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4"/>
        <w:gridCol w:w="3138"/>
        <w:gridCol w:w="1965"/>
        <w:gridCol w:w="1985"/>
        <w:gridCol w:w="1984"/>
      </w:tblGrid>
      <w:tr w:rsidR="00B5552C" w:rsidRPr="00B67191" w:rsidTr="0058427D">
        <w:trPr>
          <w:trHeight w:val="448"/>
          <w:tblHeader/>
        </w:trPr>
        <w:tc>
          <w:tcPr>
            <w:tcW w:w="724" w:type="dxa"/>
            <w:vAlign w:val="center"/>
          </w:tcPr>
          <w:p w:rsidR="00B5552C" w:rsidRPr="00B67191" w:rsidRDefault="00B5552C" w:rsidP="0058427D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 xml:space="preserve">№   </w:t>
            </w:r>
            <w:r w:rsidRPr="00B67191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3138" w:type="dxa"/>
            <w:vAlign w:val="center"/>
          </w:tcPr>
          <w:p w:rsidR="00B5552C" w:rsidRDefault="00B5552C" w:rsidP="0058427D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 xml:space="preserve">Наименование </w:t>
            </w:r>
          </w:p>
          <w:p w:rsidR="00B5552C" w:rsidRDefault="00B5552C" w:rsidP="0058427D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 xml:space="preserve">муниципального </w:t>
            </w:r>
          </w:p>
          <w:p w:rsidR="00B5552C" w:rsidRPr="00B67191" w:rsidRDefault="00B5552C" w:rsidP="0058427D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образования</w:t>
            </w:r>
          </w:p>
        </w:tc>
        <w:tc>
          <w:tcPr>
            <w:tcW w:w="1965" w:type="dxa"/>
          </w:tcPr>
          <w:p w:rsidR="00B5552C" w:rsidRDefault="00B5552C" w:rsidP="0058427D">
            <w:pPr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 xml:space="preserve">Средства </w:t>
            </w:r>
          </w:p>
          <w:p w:rsidR="00B5552C" w:rsidRDefault="00B5552C" w:rsidP="0058427D">
            <w:pPr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 xml:space="preserve">областного </w:t>
            </w:r>
          </w:p>
          <w:p w:rsidR="00B5552C" w:rsidRPr="00AF1DEE" w:rsidRDefault="00B5552C" w:rsidP="0058427D">
            <w:pPr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бюджета</w:t>
            </w:r>
          </w:p>
        </w:tc>
        <w:tc>
          <w:tcPr>
            <w:tcW w:w="1985" w:type="dxa"/>
          </w:tcPr>
          <w:p w:rsidR="00B5552C" w:rsidRPr="00AF1DEE" w:rsidRDefault="00B5552C" w:rsidP="0058427D">
            <w:pPr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Средства</w:t>
            </w:r>
          </w:p>
          <w:p w:rsidR="00B5552C" w:rsidRPr="00AF1DEE" w:rsidRDefault="00B5552C" w:rsidP="0058427D">
            <w:pPr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федерального</w:t>
            </w:r>
          </w:p>
          <w:p w:rsidR="00B5552C" w:rsidRPr="00AF1DEE" w:rsidRDefault="00B5552C" w:rsidP="0058427D">
            <w:pPr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бюджета</w:t>
            </w:r>
          </w:p>
        </w:tc>
        <w:tc>
          <w:tcPr>
            <w:tcW w:w="1984" w:type="dxa"/>
            <w:vAlign w:val="center"/>
          </w:tcPr>
          <w:p w:rsidR="00B5552C" w:rsidRPr="00AF1DEE" w:rsidRDefault="00B5552C" w:rsidP="0058427D">
            <w:pPr>
              <w:jc w:val="center"/>
              <w:rPr>
                <w:sz w:val="28"/>
                <w:szCs w:val="28"/>
              </w:rPr>
            </w:pPr>
            <w:r w:rsidRPr="00AF1DEE">
              <w:rPr>
                <w:sz w:val="28"/>
                <w:szCs w:val="28"/>
              </w:rPr>
              <w:t>Итого</w:t>
            </w:r>
          </w:p>
        </w:tc>
      </w:tr>
    </w:tbl>
    <w:p w:rsidR="00B5552C" w:rsidRPr="00B67191" w:rsidRDefault="00B5552C" w:rsidP="00AF1DEE">
      <w:pPr>
        <w:rPr>
          <w:sz w:val="2"/>
          <w:szCs w:val="2"/>
        </w:rPr>
      </w:pPr>
    </w:p>
    <w:tbl>
      <w:tblPr>
        <w:tblW w:w="9795" w:type="dxa"/>
        <w:tblInd w:w="93" w:type="dxa"/>
        <w:tblLook w:val="0000"/>
      </w:tblPr>
      <w:tblGrid>
        <w:gridCol w:w="735"/>
        <w:gridCol w:w="3108"/>
        <w:gridCol w:w="1984"/>
        <w:gridCol w:w="1984"/>
        <w:gridCol w:w="1984"/>
      </w:tblGrid>
      <w:tr w:rsidR="00B5552C" w:rsidRPr="00B67191" w:rsidTr="00AF1DEE">
        <w:trPr>
          <w:trHeight w:val="242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552C" w:rsidRPr="00B67191" w:rsidRDefault="00B5552C" w:rsidP="00AF1DEE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B67191" w:rsidRDefault="00B5552C" w:rsidP="00AF1DEE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B67191" w:rsidRDefault="00B5552C" w:rsidP="00AF1DEE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2C" w:rsidRPr="00B67191" w:rsidRDefault="00B5552C" w:rsidP="00AF1D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2C" w:rsidRPr="00B67191" w:rsidRDefault="00B5552C" w:rsidP="00AF1D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5552C" w:rsidRPr="00B67191" w:rsidTr="00AF1DEE">
        <w:trPr>
          <w:trHeight w:val="70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Барышский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69,184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135,119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204,303</w:t>
            </w:r>
          </w:p>
        </w:tc>
      </w:tr>
      <w:tr w:rsidR="00B5552C" w:rsidRPr="00B67191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1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Вешкаймский район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140,318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140,318</w:t>
            </w:r>
          </w:p>
        </w:tc>
      </w:tr>
      <w:tr w:rsidR="00B5552C" w:rsidRPr="00B67191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1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 xml:space="preserve">Карсунский район 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2121,659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1637,942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3759,601</w:t>
            </w:r>
          </w:p>
        </w:tc>
      </w:tr>
      <w:tr w:rsidR="00B5552C" w:rsidRPr="00B67191" w:rsidTr="00AF1DEE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1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Кузоватовский район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415,761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191,250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607,011</w:t>
            </w:r>
          </w:p>
        </w:tc>
      </w:tr>
      <w:tr w:rsidR="00B5552C" w:rsidRPr="00B67191" w:rsidTr="00AF1DEE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Pr="00AF1DE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Майнский район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355,892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235,136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591,028</w:t>
            </w:r>
          </w:p>
        </w:tc>
      </w:tr>
      <w:tr w:rsidR="00B5552C" w:rsidRPr="00B67191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Pr="00AF1DE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Мелекесский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1325,808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1502,101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2827,909</w:t>
            </w:r>
          </w:p>
        </w:tc>
      </w:tr>
      <w:tr w:rsidR="00B5552C" w:rsidRPr="00B67191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  <w:r w:rsidRPr="00AF1DE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 xml:space="preserve">Николаевский район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167,244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167,244</w:t>
            </w:r>
          </w:p>
        </w:tc>
      </w:tr>
      <w:tr w:rsidR="00B5552C" w:rsidRPr="00B67191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  <w:r w:rsidRPr="00AF1DE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Новомалыклинский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1214,653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857,69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2072,343</w:t>
            </w:r>
          </w:p>
        </w:tc>
      </w:tr>
      <w:tr w:rsidR="00B5552C" w:rsidRPr="00B67191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Pr="00AF1DE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Новоспасский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147,312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97,328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244,64</w:t>
            </w:r>
          </w:p>
        </w:tc>
      </w:tr>
      <w:tr w:rsidR="00B5552C" w:rsidRPr="00B67191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 w:rsidRPr="00AF1DE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 xml:space="preserve">Павловский район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320,036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320,036</w:t>
            </w:r>
          </w:p>
        </w:tc>
      </w:tr>
      <w:tr w:rsidR="00B5552C" w:rsidRPr="00B67191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1</w:t>
            </w:r>
            <w:r w:rsidRPr="00AF1DE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Радищевский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110,735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110,735</w:t>
            </w:r>
          </w:p>
        </w:tc>
      </w:tr>
      <w:tr w:rsidR="00B5552C" w:rsidRPr="00B67191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 w:rsidRPr="00AF1DE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Сенгилеевский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358,512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358,512</w:t>
            </w:r>
          </w:p>
        </w:tc>
      </w:tr>
      <w:tr w:rsidR="00B5552C" w:rsidRPr="00B67191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 w:rsidRPr="00AF1DE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Старокулаткинский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1566,864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1164,103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2730,967</w:t>
            </w:r>
          </w:p>
        </w:tc>
      </w:tr>
      <w:tr w:rsidR="00B5552C" w:rsidRPr="00B67191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  <w:r w:rsidRPr="00AF1DE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Старомайнский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591,822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591,822</w:t>
            </w:r>
          </w:p>
        </w:tc>
      </w:tr>
      <w:tr w:rsidR="00B5552C" w:rsidRPr="00B67191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  <w:r w:rsidRPr="00AF1DE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Сурский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58,953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58,953</w:t>
            </w:r>
          </w:p>
        </w:tc>
      </w:tr>
      <w:tr w:rsidR="00B5552C" w:rsidRPr="00B67191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  <w:r w:rsidRPr="00AF1DE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Тереньгульский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755,761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755,761</w:t>
            </w:r>
          </w:p>
        </w:tc>
      </w:tr>
      <w:tr w:rsidR="00B5552C" w:rsidRPr="00B67191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  <w:r w:rsidRPr="00AF1DE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Ульяновский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1365,984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3603,541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4969,525</w:t>
            </w:r>
          </w:p>
        </w:tc>
      </w:tr>
      <w:tr w:rsidR="00B5552C" w:rsidRPr="00B67191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 w:rsidRPr="00AF1DE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Цильнинский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2186,647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2517,185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4703,832</w:t>
            </w:r>
          </w:p>
        </w:tc>
      </w:tr>
      <w:tr w:rsidR="00B5552C" w:rsidRPr="00AF1DEE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 w:rsidRPr="00AF1DE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Чердаклинский район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1014,363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1310,575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2324,938</w:t>
            </w:r>
          </w:p>
        </w:tc>
      </w:tr>
      <w:tr w:rsidR="00B5552C" w:rsidRPr="00AF1DEE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AF1DEE">
              <w:rPr>
                <w:b/>
                <w:bCs/>
                <w:sz w:val="28"/>
                <w:szCs w:val="28"/>
                <w:lang w:eastAsia="en-US"/>
              </w:rPr>
              <w:t>Итого по районам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F1DEE">
              <w:rPr>
                <w:b/>
                <w:sz w:val="28"/>
                <w:szCs w:val="28"/>
                <w:lang w:eastAsia="en-US"/>
              </w:rPr>
              <w:t>11784,127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F1DEE">
              <w:rPr>
                <w:b/>
                <w:sz w:val="28"/>
                <w:szCs w:val="28"/>
                <w:lang w:eastAsia="en-US"/>
              </w:rPr>
              <w:t>15755,351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F1DEE">
              <w:rPr>
                <w:b/>
                <w:sz w:val="28"/>
                <w:szCs w:val="28"/>
                <w:lang w:eastAsia="en-US"/>
              </w:rPr>
              <w:t>27539,478</w:t>
            </w:r>
          </w:p>
        </w:tc>
      </w:tr>
      <w:tr w:rsidR="00B5552C" w:rsidRPr="00AF1DEE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  <w:r w:rsidRPr="00AF1DE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AF1DEE">
              <w:rPr>
                <w:bCs/>
                <w:sz w:val="28"/>
                <w:szCs w:val="28"/>
                <w:lang w:eastAsia="en-US"/>
              </w:rPr>
              <w:t>г. Ульяновск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953,568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1DEE">
              <w:rPr>
                <w:sz w:val="28"/>
                <w:szCs w:val="28"/>
                <w:lang w:eastAsia="en-US"/>
              </w:rPr>
              <w:t>953,568</w:t>
            </w:r>
          </w:p>
        </w:tc>
      </w:tr>
      <w:tr w:rsidR="00B5552C" w:rsidRPr="00AF1DEE" w:rsidTr="00AF1DE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AF1DEE">
              <w:rPr>
                <w:b/>
                <w:bCs/>
                <w:sz w:val="28"/>
                <w:szCs w:val="28"/>
                <w:lang w:eastAsia="en-US"/>
              </w:rPr>
              <w:t>Итого по городам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F1DEE">
              <w:rPr>
                <w:b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F1DEE">
              <w:rPr>
                <w:b/>
                <w:sz w:val="28"/>
                <w:szCs w:val="28"/>
                <w:lang w:eastAsia="en-US"/>
              </w:rPr>
              <w:t>953,568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F1DEE">
              <w:rPr>
                <w:b/>
                <w:sz w:val="28"/>
                <w:szCs w:val="28"/>
                <w:lang w:eastAsia="en-US"/>
              </w:rPr>
              <w:t>953,568</w:t>
            </w:r>
          </w:p>
        </w:tc>
      </w:tr>
      <w:tr w:rsidR="00B5552C" w:rsidRPr="00AF1DEE" w:rsidTr="00C11619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F1DEE" w:rsidRDefault="00B5552C" w:rsidP="00AF1DEE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Default="00B5552C" w:rsidP="00AF1DEE">
            <w:pPr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AF1DEE">
              <w:rPr>
                <w:b/>
                <w:bCs/>
                <w:sz w:val="28"/>
                <w:szCs w:val="28"/>
                <w:lang w:eastAsia="en-US"/>
              </w:rPr>
              <w:t xml:space="preserve">Итого по районам </w:t>
            </w:r>
          </w:p>
          <w:p w:rsidR="00B5552C" w:rsidRPr="00AF1DEE" w:rsidRDefault="00B5552C" w:rsidP="00AF1DEE">
            <w:pPr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AF1DEE">
              <w:rPr>
                <w:b/>
                <w:bCs/>
                <w:sz w:val="28"/>
                <w:szCs w:val="28"/>
                <w:lang w:eastAsia="en-US"/>
              </w:rPr>
              <w:t>и городам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Default="00B5552C" w:rsidP="00AF1DEE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B5552C" w:rsidRPr="00AF1DEE" w:rsidRDefault="00B5552C" w:rsidP="00AF1DEE">
            <w:pPr>
              <w:jc w:val="center"/>
              <w:rPr>
                <w:b/>
                <w:i/>
                <w:sz w:val="28"/>
                <w:szCs w:val="28"/>
              </w:rPr>
            </w:pPr>
            <w:r w:rsidRPr="00AF1DEE">
              <w:rPr>
                <w:b/>
                <w:sz w:val="28"/>
                <w:szCs w:val="28"/>
                <w:lang w:eastAsia="en-US"/>
              </w:rPr>
              <w:t>11784,127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Default="00B5552C" w:rsidP="00AF1DEE">
            <w:pPr>
              <w:jc w:val="center"/>
              <w:rPr>
                <w:b/>
                <w:sz w:val="28"/>
                <w:szCs w:val="28"/>
              </w:rPr>
            </w:pPr>
          </w:p>
          <w:p w:rsidR="00B5552C" w:rsidRPr="00AF1DEE" w:rsidRDefault="00B5552C" w:rsidP="00AF1DEE">
            <w:pPr>
              <w:jc w:val="center"/>
              <w:rPr>
                <w:b/>
                <w:sz w:val="28"/>
                <w:szCs w:val="28"/>
              </w:rPr>
            </w:pPr>
            <w:r w:rsidRPr="00AF1DEE">
              <w:rPr>
                <w:b/>
                <w:sz w:val="28"/>
                <w:szCs w:val="28"/>
              </w:rPr>
              <w:t>16708,919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Default="00B5552C" w:rsidP="00AF1DEE">
            <w:pPr>
              <w:jc w:val="center"/>
              <w:rPr>
                <w:b/>
                <w:sz w:val="28"/>
                <w:szCs w:val="28"/>
              </w:rPr>
            </w:pPr>
          </w:p>
          <w:p w:rsidR="00B5552C" w:rsidRPr="00AF1DEE" w:rsidRDefault="00B5552C" w:rsidP="00AF1DEE">
            <w:pPr>
              <w:jc w:val="center"/>
              <w:rPr>
                <w:sz w:val="28"/>
                <w:szCs w:val="28"/>
              </w:rPr>
            </w:pPr>
            <w:r w:rsidRPr="00AF1DEE">
              <w:rPr>
                <w:b/>
                <w:sz w:val="28"/>
                <w:szCs w:val="28"/>
              </w:rPr>
              <w:t>28493,046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B5552C" w:rsidRDefault="00B5552C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м) таблицы 35 и 36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2"/>
        <w:gridCol w:w="4766"/>
        <w:gridCol w:w="4536"/>
      </w:tblGrid>
      <w:tr w:rsidR="00B5552C" w:rsidRPr="0064687B" w:rsidTr="001E45A6">
        <w:trPr>
          <w:trHeight w:val="425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64687B" w:rsidRDefault="00B5552C" w:rsidP="001E45A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64687B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35</w:t>
            </w:r>
          </w:p>
        </w:tc>
      </w:tr>
      <w:tr w:rsidR="00B5552C" w:rsidRPr="0064687B" w:rsidTr="001E45A6">
        <w:trPr>
          <w:trHeight w:val="80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1E45A6" w:rsidRDefault="00B5552C" w:rsidP="001E45A6">
            <w:pPr>
              <w:jc w:val="center"/>
              <w:rPr>
                <w:b/>
                <w:sz w:val="28"/>
                <w:szCs w:val="28"/>
              </w:rPr>
            </w:pPr>
            <w:r w:rsidRPr="001E45A6">
              <w:rPr>
                <w:b/>
                <w:sz w:val="28"/>
                <w:szCs w:val="28"/>
              </w:rPr>
              <w:t>Распределение субсидий бюджетам поселений Ульяновской области</w:t>
            </w:r>
          </w:p>
          <w:p w:rsidR="00B5552C" w:rsidRPr="001E45A6" w:rsidRDefault="00B5552C" w:rsidP="001E45A6">
            <w:pPr>
              <w:jc w:val="center"/>
              <w:rPr>
                <w:b/>
                <w:sz w:val="28"/>
                <w:szCs w:val="28"/>
              </w:rPr>
            </w:pPr>
            <w:r w:rsidRPr="001E45A6">
              <w:rPr>
                <w:b/>
                <w:sz w:val="28"/>
                <w:szCs w:val="28"/>
              </w:rPr>
              <w:t>на реализацию мероприятий подпрограммы «Содействие муниципальным</w:t>
            </w:r>
          </w:p>
          <w:p w:rsidR="00B5552C" w:rsidRPr="001E45A6" w:rsidRDefault="00B5552C" w:rsidP="001E45A6">
            <w:pPr>
              <w:jc w:val="center"/>
              <w:rPr>
                <w:b/>
                <w:sz w:val="28"/>
                <w:szCs w:val="28"/>
              </w:rPr>
            </w:pPr>
            <w:r w:rsidRPr="001E45A6">
              <w:rPr>
                <w:b/>
                <w:sz w:val="28"/>
                <w:szCs w:val="28"/>
              </w:rPr>
              <w:t>образованиям Ульяновской области в подготовке и прохождении</w:t>
            </w:r>
          </w:p>
          <w:p w:rsidR="00B5552C" w:rsidRPr="001E45A6" w:rsidRDefault="00B5552C" w:rsidP="001E45A6">
            <w:pPr>
              <w:jc w:val="center"/>
              <w:rPr>
                <w:b/>
                <w:sz w:val="28"/>
                <w:szCs w:val="28"/>
              </w:rPr>
            </w:pPr>
            <w:r w:rsidRPr="001E45A6">
              <w:rPr>
                <w:b/>
                <w:sz w:val="28"/>
                <w:szCs w:val="28"/>
              </w:rPr>
              <w:t>отопительных сезонов» государственной программы</w:t>
            </w:r>
          </w:p>
          <w:p w:rsidR="00B5552C" w:rsidRPr="001E45A6" w:rsidRDefault="00B5552C" w:rsidP="001E45A6">
            <w:pPr>
              <w:jc w:val="center"/>
              <w:rPr>
                <w:b/>
                <w:sz w:val="28"/>
                <w:szCs w:val="28"/>
              </w:rPr>
            </w:pPr>
            <w:r w:rsidRPr="001E45A6">
              <w:rPr>
                <w:b/>
                <w:sz w:val="28"/>
                <w:szCs w:val="28"/>
              </w:rPr>
              <w:t xml:space="preserve">Ульяновской области «Развитие жилищно-коммунального хозяйства </w:t>
            </w:r>
          </w:p>
          <w:p w:rsidR="00B5552C" w:rsidRPr="0064687B" w:rsidRDefault="00B5552C" w:rsidP="001E45A6">
            <w:pPr>
              <w:jc w:val="center"/>
              <w:rPr>
                <w:b/>
                <w:bCs/>
                <w:sz w:val="28"/>
                <w:szCs w:val="28"/>
              </w:rPr>
            </w:pPr>
            <w:r w:rsidRPr="001E45A6">
              <w:rPr>
                <w:b/>
                <w:sz w:val="28"/>
                <w:szCs w:val="28"/>
              </w:rPr>
              <w:t>в Ульяновской области» на 2014-2018 годы на 2014 год</w:t>
            </w:r>
          </w:p>
        </w:tc>
      </w:tr>
      <w:tr w:rsidR="00B5552C" w:rsidRPr="0064687B" w:rsidTr="001E45A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1E45A6">
            <w:pPr>
              <w:rPr>
                <w:sz w:val="28"/>
                <w:szCs w:val="28"/>
              </w:rPr>
            </w:pPr>
          </w:p>
        </w:tc>
        <w:tc>
          <w:tcPr>
            <w:tcW w:w="48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1E45A6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64687B" w:rsidRDefault="00B5552C" w:rsidP="001E45A6">
            <w:pPr>
              <w:jc w:val="right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тыс. руб.</w:t>
            </w:r>
          </w:p>
        </w:tc>
      </w:tr>
      <w:tr w:rsidR="00B5552C" w:rsidRPr="0064687B" w:rsidTr="001E45A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  <w:tblHeader/>
        </w:trPr>
        <w:tc>
          <w:tcPr>
            <w:tcW w:w="594" w:type="dxa"/>
            <w:vAlign w:val="center"/>
          </w:tcPr>
          <w:p w:rsidR="00B5552C" w:rsidRPr="0064687B" w:rsidRDefault="00B5552C" w:rsidP="001E45A6">
            <w:pPr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№    п/п</w:t>
            </w:r>
          </w:p>
        </w:tc>
        <w:tc>
          <w:tcPr>
            <w:tcW w:w="4808" w:type="dxa"/>
            <w:gridSpan w:val="2"/>
            <w:vAlign w:val="center"/>
          </w:tcPr>
          <w:p w:rsidR="00B5552C" w:rsidRDefault="00B5552C" w:rsidP="001E45A6">
            <w:pPr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 xml:space="preserve">Наименование </w:t>
            </w:r>
          </w:p>
          <w:p w:rsidR="00B5552C" w:rsidRPr="0064687B" w:rsidRDefault="00B5552C" w:rsidP="001E45A6">
            <w:pPr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B5552C" w:rsidRPr="0064687B" w:rsidRDefault="00B5552C" w:rsidP="001E45A6">
            <w:pPr>
              <w:jc w:val="center"/>
              <w:rPr>
                <w:sz w:val="28"/>
                <w:szCs w:val="28"/>
              </w:rPr>
            </w:pPr>
            <w:r w:rsidRPr="0064687B">
              <w:rPr>
                <w:sz w:val="28"/>
                <w:szCs w:val="28"/>
              </w:rPr>
              <w:t>Сумма</w:t>
            </w:r>
          </w:p>
        </w:tc>
      </w:tr>
      <w:tr w:rsidR="00B5552C" w:rsidRPr="0064687B" w:rsidTr="001E45A6">
        <w:trPr>
          <w:trHeight w:val="375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Pr="001E45A6" w:rsidRDefault="00B5552C" w:rsidP="001E4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1.</w:t>
            </w: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1E45A6" w:rsidRDefault="00B5552C" w:rsidP="001E45A6">
            <w:pPr>
              <w:spacing w:line="360" w:lineRule="auto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Pr="001E45A6" w:rsidRDefault="00B5552C" w:rsidP="001E4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12000,0</w:t>
            </w:r>
          </w:p>
        </w:tc>
      </w:tr>
      <w:tr w:rsidR="00B5552C" w:rsidRPr="0064687B" w:rsidTr="001E45A6">
        <w:trPr>
          <w:trHeight w:val="375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Pr="001E45A6" w:rsidRDefault="00B5552C" w:rsidP="001E4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1.1.</w:t>
            </w: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1E45A6" w:rsidRDefault="00B5552C" w:rsidP="001E45A6">
            <w:pPr>
              <w:spacing w:line="360" w:lineRule="auto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Бекетовское сельское поселение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Pr="001E45A6" w:rsidRDefault="00B5552C" w:rsidP="001E4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11000,0</w:t>
            </w:r>
          </w:p>
        </w:tc>
      </w:tr>
      <w:tr w:rsidR="00B5552C" w:rsidRPr="0064687B" w:rsidTr="001E45A6">
        <w:trPr>
          <w:trHeight w:val="375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Pr="001E45A6" w:rsidRDefault="00B5552C" w:rsidP="001E4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1.2.</w:t>
            </w: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1E45A6" w:rsidRDefault="00B5552C" w:rsidP="001E45A6">
            <w:pPr>
              <w:spacing w:line="360" w:lineRule="auto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Ермоловское сельское поселение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Pr="001E45A6" w:rsidRDefault="00B5552C" w:rsidP="001E4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1000,0</w:t>
            </w:r>
          </w:p>
        </w:tc>
      </w:tr>
      <w:tr w:rsidR="00B5552C" w:rsidRPr="0064687B" w:rsidTr="001E45A6">
        <w:trPr>
          <w:trHeight w:val="375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Pr="001E45A6" w:rsidRDefault="00B5552C" w:rsidP="001E4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2.</w:t>
            </w: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1E45A6" w:rsidRDefault="00B5552C" w:rsidP="001E45A6">
            <w:pPr>
              <w:spacing w:line="360" w:lineRule="auto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Pr="001E45A6" w:rsidRDefault="00B5552C" w:rsidP="001E4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16503,81</w:t>
            </w:r>
          </w:p>
        </w:tc>
      </w:tr>
      <w:tr w:rsidR="00B5552C" w:rsidRPr="0064687B" w:rsidTr="001E45A6">
        <w:trPr>
          <w:trHeight w:val="375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Pr="001E45A6" w:rsidRDefault="00B5552C" w:rsidP="001E4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2.1.</w:t>
            </w: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1E45A6" w:rsidRDefault="00B5552C" w:rsidP="001E45A6">
            <w:pPr>
              <w:spacing w:line="360" w:lineRule="auto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Инзенское городское поселение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Pr="001E45A6" w:rsidRDefault="00B5552C" w:rsidP="001E4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15003,81</w:t>
            </w:r>
          </w:p>
        </w:tc>
      </w:tr>
      <w:tr w:rsidR="00B5552C" w:rsidRPr="0064687B" w:rsidTr="001E45A6">
        <w:trPr>
          <w:trHeight w:val="375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Pr="001E45A6" w:rsidRDefault="00B5552C" w:rsidP="001E4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2.2.</w:t>
            </w: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1E45A6" w:rsidRDefault="00B5552C" w:rsidP="001E45A6">
            <w:pPr>
              <w:spacing w:line="360" w:lineRule="auto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Pr="001E45A6" w:rsidRDefault="00B5552C" w:rsidP="001E4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1500,0</w:t>
            </w:r>
          </w:p>
        </w:tc>
      </w:tr>
      <w:tr w:rsidR="00B5552C" w:rsidRPr="0064687B" w:rsidTr="001E45A6">
        <w:trPr>
          <w:trHeight w:val="375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Pr="001E45A6" w:rsidRDefault="00B5552C" w:rsidP="001E4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3.</w:t>
            </w: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1E45A6" w:rsidRDefault="00B5552C" w:rsidP="001E45A6">
            <w:pPr>
              <w:spacing w:line="360" w:lineRule="auto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Pr="001E45A6" w:rsidRDefault="00B5552C" w:rsidP="001E4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17496,19</w:t>
            </w:r>
          </w:p>
        </w:tc>
      </w:tr>
      <w:tr w:rsidR="00B5552C" w:rsidRPr="0064687B" w:rsidTr="001E45A6">
        <w:trPr>
          <w:trHeight w:val="375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Pr="001E45A6" w:rsidRDefault="00B5552C" w:rsidP="001E4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3.1.</w:t>
            </w: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1E45A6" w:rsidRDefault="00B5552C" w:rsidP="001E45A6">
            <w:pPr>
              <w:spacing w:line="360" w:lineRule="auto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552C" w:rsidRPr="001E45A6" w:rsidRDefault="00B5552C" w:rsidP="001E45A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17496,19</w:t>
            </w:r>
          </w:p>
        </w:tc>
      </w:tr>
      <w:tr w:rsidR="00B5552C" w:rsidRPr="0064687B" w:rsidTr="001E45A6">
        <w:trPr>
          <w:trHeight w:val="375"/>
        </w:trPr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1E45A6" w:rsidRDefault="00B5552C" w:rsidP="001E45A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1E45A6" w:rsidRDefault="00B5552C" w:rsidP="001E45A6">
            <w:pPr>
              <w:spacing w:line="360" w:lineRule="auto"/>
              <w:rPr>
                <w:b/>
                <w:sz w:val="28"/>
                <w:szCs w:val="28"/>
              </w:rPr>
            </w:pPr>
            <w:r w:rsidRPr="001E45A6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1E45A6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45A6">
              <w:rPr>
                <w:b/>
                <w:sz w:val="28"/>
                <w:szCs w:val="28"/>
              </w:rPr>
              <w:t>46000,0</w:t>
            </w:r>
          </w:p>
        </w:tc>
      </w:tr>
    </w:tbl>
    <w:p w:rsidR="00B5552C" w:rsidRDefault="00B5552C" w:rsidP="009C0D1E">
      <w:pPr>
        <w:pStyle w:val="BodyText"/>
        <w:spacing w:line="360" w:lineRule="auto"/>
        <w:ind w:firstLine="720"/>
        <w:rPr>
          <w:szCs w:val="28"/>
        </w:rPr>
      </w:pPr>
    </w:p>
    <w:p w:rsidR="00B5552C" w:rsidRDefault="00B5552C">
      <w:r>
        <w:br w:type="page"/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B5552C" w:rsidRPr="00A1532B" w:rsidTr="00AE5526">
        <w:trPr>
          <w:trHeight w:val="157"/>
        </w:trPr>
        <w:tc>
          <w:tcPr>
            <w:tcW w:w="9796" w:type="dxa"/>
            <w:gridSpan w:val="3"/>
            <w:vAlign w:val="center"/>
          </w:tcPr>
          <w:p w:rsidR="00B5552C" w:rsidRPr="00A1532B" w:rsidRDefault="00B5552C" w:rsidP="00AE5526">
            <w:pPr>
              <w:jc w:val="right"/>
              <w:rPr>
                <w:bCs/>
                <w:sz w:val="28"/>
                <w:szCs w:val="28"/>
              </w:rPr>
            </w:pPr>
            <w:r w:rsidRPr="00A1532B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36</w:t>
            </w:r>
          </w:p>
        </w:tc>
      </w:tr>
      <w:tr w:rsidR="00B5552C" w:rsidRPr="00A1532B" w:rsidTr="00AE5526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Default="00B5552C" w:rsidP="00AE5526">
            <w:pPr>
              <w:jc w:val="center"/>
              <w:rPr>
                <w:b/>
                <w:bCs/>
                <w:sz w:val="28"/>
                <w:szCs w:val="28"/>
              </w:rPr>
            </w:pPr>
            <w:r w:rsidRPr="00505FFD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>субсидий</w:t>
            </w:r>
            <w:r w:rsidRPr="00505FFD">
              <w:rPr>
                <w:b/>
                <w:bCs/>
                <w:sz w:val="28"/>
                <w:szCs w:val="28"/>
              </w:rPr>
              <w:t xml:space="preserve"> бюджетам муниципальных районов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B5552C" w:rsidRDefault="00B5552C" w:rsidP="00AE552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городских округов </w:t>
            </w:r>
            <w:r w:rsidRPr="00505FFD">
              <w:rPr>
                <w:b/>
                <w:bCs/>
                <w:sz w:val="28"/>
                <w:szCs w:val="28"/>
              </w:rPr>
              <w:t>Ульяновской области</w:t>
            </w:r>
            <w:r>
              <w:rPr>
                <w:b/>
                <w:bCs/>
                <w:sz w:val="28"/>
                <w:szCs w:val="28"/>
              </w:rPr>
              <w:t xml:space="preserve"> на реализацию </w:t>
            </w:r>
          </w:p>
          <w:p w:rsidR="00B5552C" w:rsidRDefault="00B5552C" w:rsidP="00AE552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государственной программы Ульяновской области «Развитие </w:t>
            </w:r>
          </w:p>
          <w:p w:rsidR="00B5552C" w:rsidRDefault="00B5552C" w:rsidP="00AE552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модернизация образования в Ульяновской области» </w:t>
            </w:r>
          </w:p>
          <w:p w:rsidR="00B5552C" w:rsidRPr="00AE5526" w:rsidRDefault="00B5552C" w:rsidP="00AE552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2014-2018 годы на 2014 год</w:t>
            </w:r>
          </w:p>
        </w:tc>
      </w:tr>
      <w:tr w:rsidR="00B5552C" w:rsidRPr="007B667E" w:rsidTr="00AE552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B667E" w:rsidRDefault="00B5552C" w:rsidP="00AE5526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B667E" w:rsidRDefault="00B5552C" w:rsidP="00AE5526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B667E" w:rsidRDefault="00B5552C" w:rsidP="00AE5526">
            <w:pPr>
              <w:jc w:val="right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тыс. руб.</w:t>
            </w:r>
          </w:p>
        </w:tc>
      </w:tr>
    </w:tbl>
    <w:p w:rsidR="00B5552C" w:rsidRPr="007B667E" w:rsidRDefault="00B5552C" w:rsidP="00AE5526">
      <w:pPr>
        <w:rPr>
          <w:sz w:val="2"/>
          <w:szCs w:val="2"/>
        </w:rPr>
      </w:pPr>
    </w:p>
    <w:tbl>
      <w:tblPr>
        <w:tblW w:w="968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13"/>
        <w:gridCol w:w="2952"/>
        <w:gridCol w:w="3260"/>
        <w:gridCol w:w="6"/>
        <w:gridCol w:w="2829"/>
        <w:gridCol w:w="33"/>
      </w:tblGrid>
      <w:tr w:rsidR="00B5552C" w:rsidRPr="007B667E" w:rsidTr="00E034CA">
        <w:trPr>
          <w:gridAfter w:val="1"/>
          <w:wAfter w:w="33" w:type="dxa"/>
          <w:trHeight w:val="300"/>
          <w:tblHeader/>
        </w:trPr>
        <w:tc>
          <w:tcPr>
            <w:tcW w:w="594" w:type="dxa"/>
            <w:vAlign w:val="center"/>
          </w:tcPr>
          <w:p w:rsidR="00B5552C" w:rsidRPr="007B667E" w:rsidRDefault="00B5552C" w:rsidP="00AE5526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№    п/п</w:t>
            </w:r>
          </w:p>
        </w:tc>
        <w:tc>
          <w:tcPr>
            <w:tcW w:w="2965" w:type="dxa"/>
            <w:gridSpan w:val="2"/>
            <w:vAlign w:val="center"/>
          </w:tcPr>
          <w:p w:rsidR="00B5552C" w:rsidRDefault="00B5552C" w:rsidP="00AE5526">
            <w:pPr>
              <w:pStyle w:val="xl24"/>
              <w:spacing w:before="0" w:beforeAutospacing="0" w:after="0" w:afterAutospacing="0"/>
            </w:pPr>
            <w:r w:rsidRPr="007B667E">
              <w:t xml:space="preserve">Наименование </w:t>
            </w:r>
          </w:p>
          <w:p w:rsidR="00B5552C" w:rsidRPr="007B667E" w:rsidRDefault="00B5552C" w:rsidP="00AE5526">
            <w:pPr>
              <w:pStyle w:val="xl24"/>
              <w:spacing w:before="0" w:beforeAutospacing="0" w:after="0" w:afterAutospacing="0"/>
            </w:pPr>
            <w:r w:rsidRPr="007B667E">
              <w:t>муниципального</w:t>
            </w:r>
          </w:p>
          <w:p w:rsidR="00B5552C" w:rsidRPr="007B667E" w:rsidRDefault="00B5552C" w:rsidP="00AE5526">
            <w:pPr>
              <w:pStyle w:val="xl24"/>
              <w:spacing w:before="0" w:beforeAutospacing="0" w:after="0" w:afterAutospacing="0"/>
            </w:pPr>
            <w:r w:rsidRPr="007B667E">
              <w:t>образования</w:t>
            </w:r>
          </w:p>
        </w:tc>
        <w:tc>
          <w:tcPr>
            <w:tcW w:w="3260" w:type="dxa"/>
            <w:vAlign w:val="center"/>
          </w:tcPr>
          <w:p w:rsidR="00B5552C" w:rsidRDefault="00B5552C" w:rsidP="00AE55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материально-технической базы </w:t>
            </w:r>
          </w:p>
          <w:p w:rsidR="00B5552C" w:rsidRDefault="00B5552C" w:rsidP="00AE55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системы дошкольного </w:t>
            </w:r>
          </w:p>
          <w:p w:rsidR="00B5552C" w:rsidRPr="007B667E" w:rsidRDefault="00B5552C" w:rsidP="00AE55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  <w:tc>
          <w:tcPr>
            <w:tcW w:w="2835" w:type="dxa"/>
            <w:gridSpan w:val="2"/>
            <w:vAlign w:val="center"/>
          </w:tcPr>
          <w:p w:rsidR="00B5552C" w:rsidRDefault="00B5552C" w:rsidP="004A5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</w:t>
            </w:r>
          </w:p>
          <w:p w:rsidR="00B5552C" w:rsidRDefault="00B5552C" w:rsidP="004A5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системы образования</w:t>
            </w:r>
          </w:p>
        </w:tc>
      </w:tr>
      <w:tr w:rsidR="00B5552C" w:rsidRPr="00A1532B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E17E3">
              <w:rPr>
                <w:sz w:val="28"/>
                <w:szCs w:val="28"/>
              </w:rPr>
              <w:t>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AE552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Барышский</w:t>
            </w:r>
            <w:r w:rsidRPr="005E17E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52C" w:rsidRPr="00396C3B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5000,0</w:t>
            </w:r>
          </w:p>
        </w:tc>
      </w:tr>
      <w:tr w:rsidR="00B5552C" w:rsidRPr="00A1532B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AE552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396C3B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10000,0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52C" w:rsidRPr="00396C3B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0,0</w:t>
            </w:r>
          </w:p>
        </w:tc>
      </w:tr>
      <w:tr w:rsidR="00B5552C" w:rsidRPr="00A1532B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Default="00B5552C" w:rsidP="00AE552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396C3B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52C" w:rsidRPr="00396C3B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2857,1</w:t>
            </w:r>
          </w:p>
        </w:tc>
      </w:tr>
      <w:tr w:rsidR="00B5552C" w:rsidRPr="00A1532B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AE552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396C3B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108500,0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52C" w:rsidRPr="00396C3B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0,0</w:t>
            </w:r>
          </w:p>
        </w:tc>
      </w:tr>
      <w:tr w:rsidR="00B5552C" w:rsidRPr="00A1532B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Default="00B5552C" w:rsidP="00AE552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396C3B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52C" w:rsidRPr="00396C3B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B5552C" w:rsidRPr="00A1532B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E17E3" w:rsidRDefault="00B5552C" w:rsidP="00AE552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396C3B" w:rsidRDefault="00B5552C" w:rsidP="00AE55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6C3B">
              <w:rPr>
                <w:b/>
                <w:bCs/>
                <w:color w:val="000000"/>
                <w:sz w:val="28"/>
                <w:szCs w:val="28"/>
              </w:rPr>
              <w:t>118500,0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52C" w:rsidRPr="00396C3B" w:rsidRDefault="00B5552C" w:rsidP="00AE55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396C3B">
              <w:rPr>
                <w:b/>
                <w:bCs/>
                <w:color w:val="000000"/>
                <w:sz w:val="28"/>
                <w:szCs w:val="28"/>
              </w:rPr>
              <w:t>857,1</w:t>
            </w:r>
          </w:p>
        </w:tc>
      </w:tr>
      <w:tr w:rsidR="00B5552C" w:rsidRPr="00780AD5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80AD5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80AD5">
              <w:rPr>
                <w:sz w:val="28"/>
                <w:szCs w:val="28"/>
              </w:rPr>
              <w:t>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80AD5" w:rsidRDefault="00B5552C" w:rsidP="00AE5526">
            <w:pPr>
              <w:spacing w:line="360" w:lineRule="auto"/>
              <w:rPr>
                <w:bCs/>
                <w:sz w:val="28"/>
                <w:szCs w:val="28"/>
              </w:rPr>
            </w:pPr>
            <w:r w:rsidRPr="00780AD5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80AD5">
              <w:rPr>
                <w:bCs/>
                <w:sz w:val="28"/>
                <w:szCs w:val="28"/>
              </w:rPr>
              <w:t>Новоульяновск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80AD5" w:rsidRDefault="00B5552C" w:rsidP="00AE55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52C" w:rsidRPr="00396C3B" w:rsidRDefault="00B5552C" w:rsidP="00AE55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96C3B">
              <w:rPr>
                <w:bCs/>
                <w:color w:val="000000"/>
                <w:sz w:val="28"/>
                <w:szCs w:val="28"/>
              </w:rPr>
              <w:t>7142,9</w:t>
            </w:r>
          </w:p>
        </w:tc>
      </w:tr>
      <w:tr w:rsidR="00B5552C" w:rsidRPr="00780AD5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80AD5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80AD5" w:rsidRDefault="00B5552C" w:rsidP="00AE5526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80AD5" w:rsidRDefault="00B5552C" w:rsidP="00AE55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322,5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52C" w:rsidRPr="00396C3B" w:rsidRDefault="00B5552C" w:rsidP="00AE55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5589,3</w:t>
            </w:r>
          </w:p>
        </w:tc>
      </w:tr>
      <w:tr w:rsidR="00B5552C" w:rsidRPr="00780AD5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80AD5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80AD5" w:rsidRDefault="00B5552C" w:rsidP="00AE552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80AD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80AD5" w:rsidRDefault="00B5552C" w:rsidP="00AE55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322,5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52C" w:rsidRPr="00AE5526" w:rsidRDefault="00B5552C" w:rsidP="00AE55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12732,2</w:t>
            </w:r>
          </w:p>
        </w:tc>
      </w:tr>
      <w:tr w:rsidR="00B5552C" w:rsidRPr="00780AD5" w:rsidTr="00E034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80AD5" w:rsidRDefault="00B5552C" w:rsidP="00AE552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80AD5" w:rsidRDefault="00B5552C" w:rsidP="00AE552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Default="00B5552C" w:rsidP="00AE552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118822,5</w:t>
            </w:r>
          </w:p>
        </w:tc>
        <w:tc>
          <w:tcPr>
            <w:tcW w:w="2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596F8F" w:rsidRDefault="00B5552C" w:rsidP="00AE552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21589,3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B5552C" w:rsidRDefault="00B5552C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н) таблицу 51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B5552C" w:rsidRPr="00D15A49" w:rsidTr="001E45A6">
        <w:trPr>
          <w:trHeight w:val="157"/>
        </w:trPr>
        <w:tc>
          <w:tcPr>
            <w:tcW w:w="9796" w:type="dxa"/>
            <w:gridSpan w:val="3"/>
            <w:vAlign w:val="center"/>
          </w:tcPr>
          <w:p w:rsidR="00B5552C" w:rsidRPr="003614D1" w:rsidRDefault="00B5552C" w:rsidP="001E45A6">
            <w:pPr>
              <w:jc w:val="right"/>
              <w:rPr>
                <w:bCs/>
                <w:sz w:val="28"/>
                <w:szCs w:val="28"/>
              </w:rPr>
            </w:pPr>
            <w:r w:rsidRPr="003614D1">
              <w:rPr>
                <w:bCs/>
                <w:sz w:val="28"/>
                <w:szCs w:val="28"/>
              </w:rPr>
              <w:t>Таблица 51</w:t>
            </w:r>
          </w:p>
          <w:p w:rsidR="00B5552C" w:rsidRPr="003614D1" w:rsidRDefault="00B5552C" w:rsidP="001E45A6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5552C" w:rsidRPr="00D15A49" w:rsidTr="001E45A6">
        <w:trPr>
          <w:trHeight w:val="984"/>
        </w:trPr>
        <w:tc>
          <w:tcPr>
            <w:tcW w:w="9796" w:type="dxa"/>
            <w:gridSpan w:val="3"/>
            <w:vAlign w:val="center"/>
          </w:tcPr>
          <w:p w:rsidR="00B5552C" w:rsidRDefault="00B5552C" w:rsidP="001E45A6">
            <w:pPr>
              <w:jc w:val="center"/>
              <w:rPr>
                <w:b/>
                <w:bCs/>
                <w:sz w:val="28"/>
                <w:szCs w:val="26"/>
              </w:rPr>
            </w:pPr>
            <w:r w:rsidRPr="008F5DA6">
              <w:rPr>
                <w:b/>
                <w:bCs/>
                <w:sz w:val="28"/>
                <w:szCs w:val="26"/>
              </w:rPr>
              <w:t xml:space="preserve">Распределение субсидий бюджетам городских округов </w:t>
            </w:r>
          </w:p>
          <w:p w:rsidR="00B5552C" w:rsidRDefault="00B5552C" w:rsidP="001E45A6">
            <w:pPr>
              <w:jc w:val="center"/>
              <w:rPr>
                <w:b/>
                <w:bCs/>
                <w:sz w:val="28"/>
                <w:szCs w:val="26"/>
              </w:rPr>
            </w:pPr>
            <w:r w:rsidRPr="008F5DA6">
              <w:rPr>
                <w:b/>
                <w:bCs/>
                <w:sz w:val="28"/>
                <w:szCs w:val="26"/>
              </w:rPr>
              <w:t xml:space="preserve">Ульяновской области на финансовое обеспечение мероприятий </w:t>
            </w:r>
          </w:p>
          <w:p w:rsidR="00B5552C" w:rsidRDefault="00B5552C" w:rsidP="001E45A6">
            <w:pPr>
              <w:jc w:val="center"/>
              <w:rPr>
                <w:b/>
                <w:bCs/>
                <w:sz w:val="28"/>
                <w:szCs w:val="26"/>
              </w:rPr>
            </w:pPr>
            <w:r w:rsidRPr="008F5DA6">
              <w:rPr>
                <w:b/>
                <w:bCs/>
                <w:sz w:val="28"/>
                <w:szCs w:val="26"/>
              </w:rPr>
              <w:t>по капитальному ремонту многоквартирных дом</w:t>
            </w:r>
            <w:r>
              <w:rPr>
                <w:b/>
                <w:bCs/>
                <w:sz w:val="28"/>
                <w:szCs w:val="26"/>
              </w:rPr>
              <w:t>ов</w:t>
            </w:r>
            <w:r w:rsidRPr="008F5DA6">
              <w:rPr>
                <w:b/>
                <w:bCs/>
                <w:sz w:val="28"/>
                <w:szCs w:val="26"/>
              </w:rPr>
              <w:t xml:space="preserve"> за счёт средств, </w:t>
            </w:r>
          </w:p>
          <w:p w:rsidR="00B5552C" w:rsidRDefault="00B5552C" w:rsidP="001E45A6">
            <w:pPr>
              <w:jc w:val="center"/>
              <w:rPr>
                <w:b/>
                <w:bCs/>
                <w:sz w:val="28"/>
                <w:szCs w:val="26"/>
              </w:rPr>
            </w:pPr>
            <w:r w:rsidRPr="008F5DA6">
              <w:rPr>
                <w:b/>
                <w:bCs/>
                <w:sz w:val="28"/>
                <w:szCs w:val="26"/>
              </w:rPr>
              <w:t xml:space="preserve">поступивших от государственной корпорации – Фонда содействия </w:t>
            </w:r>
          </w:p>
          <w:p w:rsidR="00B5552C" w:rsidRPr="00D15A49" w:rsidRDefault="00B5552C" w:rsidP="00E034CA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8F5DA6">
              <w:rPr>
                <w:b/>
                <w:bCs/>
                <w:sz w:val="28"/>
                <w:szCs w:val="26"/>
              </w:rPr>
              <w:t>реформированию жилищно-коммунального хозяйства</w:t>
            </w:r>
          </w:p>
        </w:tc>
      </w:tr>
      <w:tr w:rsidR="00B5552C" w:rsidRPr="005011F0" w:rsidTr="001E45A6">
        <w:trPr>
          <w:trHeight w:val="375"/>
        </w:trPr>
        <w:tc>
          <w:tcPr>
            <w:tcW w:w="700" w:type="dxa"/>
            <w:noWrap/>
            <w:vAlign w:val="bottom"/>
          </w:tcPr>
          <w:p w:rsidR="00B5552C" w:rsidRPr="005011F0" w:rsidRDefault="00B5552C" w:rsidP="001E45A6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B5552C" w:rsidRPr="005011F0" w:rsidRDefault="00B5552C" w:rsidP="001E45A6">
            <w:pPr>
              <w:rPr>
                <w:sz w:val="28"/>
                <w:szCs w:val="28"/>
              </w:rPr>
            </w:pPr>
          </w:p>
        </w:tc>
        <w:tc>
          <w:tcPr>
            <w:tcW w:w="4376" w:type="dxa"/>
            <w:noWrap/>
            <w:vAlign w:val="bottom"/>
          </w:tcPr>
          <w:p w:rsidR="00B5552C" w:rsidRPr="005011F0" w:rsidRDefault="00B5552C" w:rsidP="001E45A6">
            <w:pPr>
              <w:jc w:val="right"/>
              <w:rPr>
                <w:sz w:val="28"/>
                <w:szCs w:val="28"/>
              </w:rPr>
            </w:pPr>
            <w:r w:rsidRPr="005011F0">
              <w:rPr>
                <w:sz w:val="28"/>
                <w:szCs w:val="28"/>
              </w:rPr>
              <w:t>тыс. руб.</w:t>
            </w:r>
          </w:p>
        </w:tc>
      </w:tr>
    </w:tbl>
    <w:p w:rsidR="00B5552C" w:rsidRPr="003614D1" w:rsidRDefault="00B5552C" w:rsidP="0069373C">
      <w:pPr>
        <w:rPr>
          <w:sz w:val="2"/>
          <w:szCs w:val="2"/>
          <w:highlight w:val="yello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2552"/>
        <w:gridCol w:w="6627"/>
      </w:tblGrid>
      <w:tr w:rsidR="00B5552C" w:rsidRPr="005011F0" w:rsidTr="002D0C31">
        <w:tc>
          <w:tcPr>
            <w:tcW w:w="675" w:type="dxa"/>
            <w:vAlign w:val="center"/>
          </w:tcPr>
          <w:p w:rsidR="00B5552C" w:rsidRPr="002D0C31" w:rsidRDefault="00B5552C" w:rsidP="002D0C31">
            <w:pPr>
              <w:jc w:val="center"/>
              <w:rPr>
                <w:bCs/>
                <w:sz w:val="28"/>
                <w:szCs w:val="26"/>
              </w:rPr>
            </w:pPr>
            <w:r w:rsidRPr="002D0C31">
              <w:rPr>
                <w:bCs/>
                <w:sz w:val="28"/>
                <w:szCs w:val="26"/>
              </w:rPr>
              <w:t>№</w:t>
            </w:r>
          </w:p>
          <w:p w:rsidR="00B5552C" w:rsidRPr="002D0C31" w:rsidRDefault="00B5552C" w:rsidP="002D0C31">
            <w:pPr>
              <w:jc w:val="center"/>
              <w:rPr>
                <w:bCs/>
                <w:sz w:val="28"/>
                <w:szCs w:val="26"/>
              </w:rPr>
            </w:pPr>
            <w:r w:rsidRPr="002D0C31">
              <w:rPr>
                <w:bCs/>
                <w:sz w:val="28"/>
                <w:szCs w:val="26"/>
              </w:rPr>
              <w:t>п/п</w:t>
            </w:r>
          </w:p>
        </w:tc>
        <w:tc>
          <w:tcPr>
            <w:tcW w:w="2552" w:type="dxa"/>
          </w:tcPr>
          <w:p w:rsidR="00B5552C" w:rsidRPr="002D0C31" w:rsidRDefault="00B5552C" w:rsidP="002D0C31">
            <w:pPr>
              <w:jc w:val="center"/>
              <w:rPr>
                <w:bCs/>
                <w:sz w:val="28"/>
                <w:szCs w:val="26"/>
              </w:rPr>
            </w:pPr>
            <w:r w:rsidRPr="002D0C31">
              <w:rPr>
                <w:bCs/>
                <w:sz w:val="28"/>
                <w:szCs w:val="26"/>
              </w:rPr>
              <w:t xml:space="preserve">Наименование </w:t>
            </w:r>
          </w:p>
          <w:p w:rsidR="00B5552C" w:rsidRPr="002D0C31" w:rsidRDefault="00B5552C" w:rsidP="002D0C31">
            <w:pPr>
              <w:jc w:val="center"/>
              <w:rPr>
                <w:bCs/>
                <w:sz w:val="28"/>
                <w:szCs w:val="26"/>
              </w:rPr>
            </w:pPr>
            <w:r w:rsidRPr="002D0C31">
              <w:rPr>
                <w:bCs/>
                <w:sz w:val="28"/>
                <w:szCs w:val="26"/>
              </w:rPr>
              <w:t xml:space="preserve">муниципального </w:t>
            </w:r>
          </w:p>
          <w:p w:rsidR="00B5552C" w:rsidRPr="002D0C31" w:rsidRDefault="00B5552C" w:rsidP="002D0C31">
            <w:pPr>
              <w:jc w:val="center"/>
              <w:rPr>
                <w:bCs/>
                <w:sz w:val="28"/>
                <w:szCs w:val="26"/>
              </w:rPr>
            </w:pPr>
            <w:r w:rsidRPr="002D0C31">
              <w:rPr>
                <w:bCs/>
                <w:sz w:val="28"/>
                <w:szCs w:val="26"/>
              </w:rPr>
              <w:t>образования</w:t>
            </w:r>
          </w:p>
        </w:tc>
        <w:tc>
          <w:tcPr>
            <w:tcW w:w="6627" w:type="dxa"/>
          </w:tcPr>
          <w:p w:rsidR="00B5552C" w:rsidRPr="002D0C31" w:rsidRDefault="00B5552C" w:rsidP="002D0C31">
            <w:pPr>
              <w:ind w:left="-108" w:right="-143"/>
              <w:jc w:val="center"/>
              <w:rPr>
                <w:bCs/>
                <w:sz w:val="28"/>
                <w:szCs w:val="26"/>
              </w:rPr>
            </w:pPr>
            <w:r w:rsidRPr="002D0C31">
              <w:rPr>
                <w:bCs/>
                <w:sz w:val="28"/>
                <w:szCs w:val="26"/>
              </w:rPr>
              <w:t xml:space="preserve">Средства, поступившие от государственной </w:t>
            </w:r>
          </w:p>
          <w:p w:rsidR="00B5552C" w:rsidRPr="002D0C31" w:rsidRDefault="00B5552C" w:rsidP="002D0C31">
            <w:pPr>
              <w:ind w:left="-108" w:right="-143"/>
              <w:jc w:val="center"/>
              <w:rPr>
                <w:bCs/>
                <w:sz w:val="28"/>
                <w:szCs w:val="26"/>
              </w:rPr>
            </w:pPr>
            <w:r w:rsidRPr="002D0C31">
              <w:rPr>
                <w:bCs/>
                <w:sz w:val="28"/>
                <w:szCs w:val="26"/>
              </w:rPr>
              <w:t>корпорации – Фонда содействия</w:t>
            </w:r>
          </w:p>
          <w:p w:rsidR="00B5552C" w:rsidRPr="002D0C31" w:rsidRDefault="00B5552C" w:rsidP="002D0C31">
            <w:pPr>
              <w:ind w:left="-108" w:right="-1"/>
              <w:jc w:val="center"/>
              <w:rPr>
                <w:bCs/>
                <w:sz w:val="28"/>
                <w:szCs w:val="26"/>
              </w:rPr>
            </w:pPr>
            <w:r w:rsidRPr="002D0C31">
              <w:rPr>
                <w:bCs/>
                <w:sz w:val="28"/>
                <w:szCs w:val="26"/>
              </w:rPr>
              <w:t>реформированию жилищно-коммунального хозяйства</w:t>
            </w:r>
          </w:p>
        </w:tc>
      </w:tr>
      <w:tr w:rsidR="00B5552C" w:rsidRPr="005011F0" w:rsidTr="002D0C31">
        <w:tc>
          <w:tcPr>
            <w:tcW w:w="675" w:type="dxa"/>
            <w:tcBorders>
              <w:left w:val="nil"/>
              <w:bottom w:val="nil"/>
              <w:right w:val="nil"/>
            </w:tcBorders>
          </w:tcPr>
          <w:p w:rsidR="00B5552C" w:rsidRPr="002D0C31" w:rsidRDefault="00B5552C" w:rsidP="002D0C31">
            <w:pPr>
              <w:spacing w:line="360" w:lineRule="auto"/>
              <w:jc w:val="center"/>
              <w:rPr>
                <w:bCs/>
                <w:sz w:val="28"/>
                <w:szCs w:val="26"/>
              </w:rPr>
            </w:pPr>
            <w:r w:rsidRPr="002D0C31">
              <w:rPr>
                <w:bCs/>
                <w:sz w:val="28"/>
                <w:szCs w:val="26"/>
              </w:rPr>
              <w:t>1.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B5552C" w:rsidRPr="002D0C31" w:rsidRDefault="00B5552C" w:rsidP="002D0C31">
            <w:pPr>
              <w:spacing w:line="360" w:lineRule="auto"/>
              <w:rPr>
                <w:bCs/>
                <w:sz w:val="28"/>
                <w:szCs w:val="26"/>
              </w:rPr>
            </w:pPr>
            <w:r w:rsidRPr="002D0C31">
              <w:rPr>
                <w:bCs/>
                <w:sz w:val="28"/>
                <w:szCs w:val="26"/>
              </w:rPr>
              <w:t>г. Ульяновск</w:t>
            </w:r>
          </w:p>
        </w:tc>
        <w:tc>
          <w:tcPr>
            <w:tcW w:w="6627" w:type="dxa"/>
            <w:tcBorders>
              <w:left w:val="nil"/>
              <w:bottom w:val="nil"/>
              <w:right w:val="nil"/>
            </w:tcBorders>
          </w:tcPr>
          <w:p w:rsidR="00B5552C" w:rsidRPr="002D0C31" w:rsidRDefault="00B5552C" w:rsidP="002D0C31">
            <w:pPr>
              <w:spacing w:line="360" w:lineRule="auto"/>
              <w:jc w:val="center"/>
              <w:rPr>
                <w:bCs/>
                <w:sz w:val="28"/>
                <w:szCs w:val="26"/>
              </w:rPr>
            </w:pPr>
            <w:r w:rsidRPr="002D0C31">
              <w:rPr>
                <w:bCs/>
                <w:sz w:val="28"/>
                <w:szCs w:val="26"/>
              </w:rPr>
              <w:t>1477,24</w:t>
            </w:r>
          </w:p>
        </w:tc>
      </w:tr>
      <w:tr w:rsidR="00B5552C" w:rsidRPr="005011F0" w:rsidTr="002D0C3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2D0C31" w:rsidRDefault="00B5552C" w:rsidP="002D0C31">
            <w:pPr>
              <w:spacing w:line="360" w:lineRule="auto"/>
              <w:jc w:val="center"/>
              <w:rPr>
                <w:b/>
                <w:bCs/>
                <w:sz w:val="28"/>
                <w:szCs w:val="2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2D0C31" w:rsidRDefault="00B5552C" w:rsidP="002D0C31">
            <w:pPr>
              <w:spacing w:line="360" w:lineRule="auto"/>
              <w:rPr>
                <w:b/>
                <w:bCs/>
                <w:sz w:val="28"/>
                <w:szCs w:val="26"/>
              </w:rPr>
            </w:pPr>
            <w:r w:rsidRPr="002D0C31">
              <w:rPr>
                <w:b/>
                <w:bCs/>
                <w:sz w:val="28"/>
                <w:szCs w:val="26"/>
              </w:rPr>
              <w:t>Итого по городам</w:t>
            </w: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2D0C31" w:rsidRDefault="00B5552C" w:rsidP="002D0C31">
            <w:pPr>
              <w:spacing w:line="360" w:lineRule="auto"/>
              <w:jc w:val="center"/>
              <w:rPr>
                <w:b/>
                <w:bCs/>
                <w:sz w:val="28"/>
                <w:szCs w:val="26"/>
              </w:rPr>
            </w:pPr>
            <w:r w:rsidRPr="002D0C31">
              <w:rPr>
                <w:b/>
                <w:bCs/>
                <w:sz w:val="28"/>
                <w:szCs w:val="26"/>
              </w:rPr>
              <w:t>1477,24</w:t>
            </w:r>
            <w:r w:rsidRPr="002D0C31">
              <w:rPr>
                <w:bCs/>
                <w:sz w:val="28"/>
                <w:szCs w:val="26"/>
              </w:rPr>
              <w:t>»;</w:t>
            </w:r>
          </w:p>
        </w:tc>
      </w:tr>
    </w:tbl>
    <w:p w:rsidR="00B5552C" w:rsidRPr="009C0D1E" w:rsidRDefault="00B5552C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о) </w:t>
      </w:r>
      <w:r w:rsidRPr="009C0D1E">
        <w:rPr>
          <w:szCs w:val="28"/>
        </w:rPr>
        <w:t>дополнить таблиц</w:t>
      </w:r>
      <w:r>
        <w:rPr>
          <w:szCs w:val="28"/>
        </w:rPr>
        <w:t>ами 52-56</w:t>
      </w:r>
      <w:r w:rsidRPr="009C0D1E">
        <w:rPr>
          <w:szCs w:val="28"/>
        </w:rPr>
        <w:t xml:space="preserve"> следующего содержания:</w:t>
      </w:r>
    </w:p>
    <w:tbl>
      <w:tblPr>
        <w:tblW w:w="10080" w:type="dxa"/>
        <w:tblInd w:w="93" w:type="dxa"/>
        <w:tblLayout w:type="fixed"/>
        <w:tblLook w:val="0000"/>
      </w:tblPr>
      <w:tblGrid>
        <w:gridCol w:w="594"/>
        <w:gridCol w:w="824"/>
        <w:gridCol w:w="1432"/>
        <w:gridCol w:w="1418"/>
        <w:gridCol w:w="986"/>
        <w:gridCol w:w="431"/>
        <w:gridCol w:w="987"/>
        <w:gridCol w:w="573"/>
        <w:gridCol w:w="1559"/>
        <w:gridCol w:w="1276"/>
      </w:tblGrid>
      <w:tr w:rsidR="00B5552C" w:rsidRPr="00920359" w:rsidTr="00104D6A">
        <w:trPr>
          <w:trHeight w:val="278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52C" w:rsidRDefault="00B5552C" w:rsidP="00920359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866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920359" w:rsidRDefault="00B5552C" w:rsidP="0092035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920359">
              <w:rPr>
                <w:bCs/>
                <w:sz w:val="28"/>
                <w:szCs w:val="28"/>
              </w:rPr>
              <w:t>Таблица 52</w:t>
            </w:r>
          </w:p>
        </w:tc>
      </w:tr>
      <w:tr w:rsidR="00B5552C" w:rsidRPr="00920359" w:rsidTr="00EE5EF6">
        <w:trPr>
          <w:trHeight w:val="574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5552C" w:rsidRDefault="00B5552C" w:rsidP="00B06E76">
            <w:pPr>
              <w:jc w:val="center"/>
              <w:rPr>
                <w:b/>
                <w:bCs/>
                <w:sz w:val="28"/>
                <w:szCs w:val="28"/>
              </w:rPr>
            </w:pPr>
            <w:r w:rsidRPr="00920359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и </w:t>
            </w:r>
          </w:p>
          <w:p w:rsidR="00B5552C" w:rsidRDefault="00B5552C" w:rsidP="00920359">
            <w:pPr>
              <w:jc w:val="center"/>
              <w:rPr>
                <w:b/>
                <w:bCs/>
                <w:sz w:val="28"/>
                <w:szCs w:val="28"/>
              </w:rPr>
            </w:pPr>
            <w:r w:rsidRPr="00920359">
              <w:rPr>
                <w:b/>
                <w:bCs/>
                <w:sz w:val="28"/>
                <w:szCs w:val="28"/>
              </w:rPr>
              <w:t xml:space="preserve">городских округов Ульяновской области на реализацию мероприятий </w:t>
            </w:r>
          </w:p>
          <w:p w:rsidR="00B5552C" w:rsidRDefault="00B5552C" w:rsidP="00920359">
            <w:pPr>
              <w:jc w:val="center"/>
              <w:rPr>
                <w:b/>
                <w:bCs/>
                <w:sz w:val="28"/>
                <w:szCs w:val="28"/>
              </w:rPr>
            </w:pPr>
            <w:r w:rsidRPr="00920359">
              <w:rPr>
                <w:b/>
                <w:bCs/>
                <w:sz w:val="28"/>
                <w:szCs w:val="28"/>
              </w:rPr>
              <w:t>федеральной целевой программы «Ку</w:t>
            </w:r>
            <w:r>
              <w:rPr>
                <w:b/>
                <w:bCs/>
                <w:sz w:val="28"/>
                <w:szCs w:val="28"/>
              </w:rPr>
              <w:t>льтура России (2012-2018 годы)»</w:t>
            </w:r>
            <w:r w:rsidRPr="00920359">
              <w:rPr>
                <w:b/>
                <w:bCs/>
                <w:sz w:val="28"/>
                <w:szCs w:val="28"/>
              </w:rPr>
              <w:t xml:space="preserve"> </w:t>
            </w:r>
          </w:p>
          <w:p w:rsidR="00B5552C" w:rsidRPr="00920359" w:rsidRDefault="00B5552C" w:rsidP="00920359">
            <w:pPr>
              <w:jc w:val="center"/>
              <w:rPr>
                <w:b/>
                <w:bCs/>
                <w:sz w:val="28"/>
                <w:szCs w:val="28"/>
              </w:rPr>
            </w:pPr>
            <w:r w:rsidRPr="00920359">
              <w:rPr>
                <w:b/>
                <w:bCs/>
                <w:sz w:val="28"/>
                <w:szCs w:val="28"/>
              </w:rPr>
              <w:t>на 2014 год</w:t>
            </w:r>
          </w:p>
        </w:tc>
      </w:tr>
      <w:tr w:rsidR="00B5552C" w:rsidRPr="00920359" w:rsidTr="00104D6A">
        <w:trPr>
          <w:trHeight w:val="19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920359" w:rsidRDefault="00B5552C" w:rsidP="00B06E76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920359" w:rsidRDefault="00B5552C" w:rsidP="00B06E7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552C" w:rsidRPr="00920359" w:rsidRDefault="00B5552C" w:rsidP="00B06E7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40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920359" w:rsidRDefault="00B5552C" w:rsidP="00B06E76">
            <w:pPr>
              <w:jc w:val="right"/>
              <w:rPr>
                <w:sz w:val="28"/>
                <w:szCs w:val="28"/>
              </w:rPr>
            </w:pPr>
            <w:r w:rsidRPr="00920359">
              <w:rPr>
                <w:sz w:val="28"/>
                <w:szCs w:val="28"/>
              </w:rPr>
              <w:t>тыс. руб.</w:t>
            </w:r>
          </w:p>
        </w:tc>
      </w:tr>
      <w:tr w:rsidR="00B5552C" w:rsidRPr="00770242" w:rsidTr="00104D6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  <w:tblHeader/>
        </w:trPr>
        <w:tc>
          <w:tcPr>
            <w:tcW w:w="594" w:type="dxa"/>
            <w:vAlign w:val="center"/>
          </w:tcPr>
          <w:p w:rsidR="00B5552C" w:rsidRPr="00770242" w:rsidRDefault="00B5552C" w:rsidP="00B06E76">
            <w:pPr>
              <w:jc w:val="center"/>
              <w:rPr>
                <w:sz w:val="28"/>
                <w:szCs w:val="28"/>
              </w:rPr>
            </w:pPr>
            <w:r w:rsidRPr="00770242">
              <w:rPr>
                <w:sz w:val="28"/>
                <w:szCs w:val="28"/>
              </w:rPr>
              <w:t>№    п/п</w:t>
            </w:r>
          </w:p>
        </w:tc>
        <w:tc>
          <w:tcPr>
            <w:tcW w:w="2256" w:type="dxa"/>
            <w:gridSpan w:val="2"/>
            <w:vAlign w:val="center"/>
          </w:tcPr>
          <w:p w:rsidR="00B5552C" w:rsidRPr="00770242" w:rsidRDefault="00B5552C" w:rsidP="00B06E76">
            <w:pPr>
              <w:jc w:val="center"/>
              <w:rPr>
                <w:sz w:val="28"/>
                <w:szCs w:val="28"/>
              </w:rPr>
            </w:pPr>
            <w:r w:rsidRPr="00770242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418" w:type="dxa"/>
            <w:vAlign w:val="center"/>
          </w:tcPr>
          <w:p w:rsidR="00B5552C" w:rsidRPr="00770242" w:rsidRDefault="00B5552C" w:rsidP="00B06E76">
            <w:pPr>
              <w:ind w:left="-108" w:right="-108"/>
              <w:jc w:val="center"/>
              <w:rPr>
                <w:spacing w:val="-6"/>
                <w:sz w:val="28"/>
                <w:szCs w:val="28"/>
              </w:rPr>
            </w:pPr>
            <w:r w:rsidRPr="00770242">
              <w:rPr>
                <w:spacing w:val="-6"/>
                <w:sz w:val="28"/>
                <w:szCs w:val="28"/>
              </w:rPr>
              <w:t>Оснащение и модерн</w:t>
            </w:r>
            <w:r w:rsidRPr="00770242">
              <w:rPr>
                <w:spacing w:val="-6"/>
                <w:sz w:val="28"/>
                <w:szCs w:val="28"/>
              </w:rPr>
              <w:t>и</w:t>
            </w:r>
            <w:r w:rsidRPr="00770242">
              <w:rPr>
                <w:spacing w:val="-6"/>
                <w:sz w:val="28"/>
                <w:szCs w:val="28"/>
              </w:rPr>
              <w:t>зация де</w:t>
            </w:r>
            <w:r w:rsidRPr="00770242">
              <w:rPr>
                <w:spacing w:val="-6"/>
                <w:sz w:val="28"/>
                <w:szCs w:val="28"/>
              </w:rPr>
              <w:t>т</w:t>
            </w:r>
            <w:r w:rsidRPr="00770242">
              <w:rPr>
                <w:spacing w:val="-6"/>
                <w:sz w:val="28"/>
                <w:szCs w:val="28"/>
              </w:rPr>
              <w:t>ских школ искусств</w:t>
            </w:r>
          </w:p>
        </w:tc>
        <w:tc>
          <w:tcPr>
            <w:tcW w:w="1417" w:type="dxa"/>
            <w:gridSpan w:val="2"/>
            <w:vAlign w:val="center"/>
          </w:tcPr>
          <w:p w:rsidR="00B5552C" w:rsidRPr="00770242" w:rsidRDefault="00B5552C" w:rsidP="00B06E76">
            <w:pPr>
              <w:jc w:val="center"/>
              <w:rPr>
                <w:sz w:val="28"/>
                <w:szCs w:val="28"/>
              </w:rPr>
            </w:pPr>
            <w:r w:rsidRPr="00770242">
              <w:rPr>
                <w:sz w:val="28"/>
                <w:szCs w:val="28"/>
              </w:rPr>
              <w:t>Создание модел</w:t>
            </w:r>
            <w:r w:rsidRPr="00770242">
              <w:rPr>
                <w:sz w:val="28"/>
                <w:szCs w:val="28"/>
              </w:rPr>
              <w:t>ь</w:t>
            </w:r>
            <w:r w:rsidRPr="00770242">
              <w:rPr>
                <w:sz w:val="28"/>
                <w:szCs w:val="28"/>
              </w:rPr>
              <w:t>ных би</w:t>
            </w:r>
            <w:r w:rsidRPr="00770242">
              <w:rPr>
                <w:sz w:val="28"/>
                <w:szCs w:val="28"/>
              </w:rPr>
              <w:t>б</w:t>
            </w:r>
            <w:r w:rsidRPr="00770242">
              <w:rPr>
                <w:sz w:val="28"/>
                <w:szCs w:val="28"/>
              </w:rPr>
              <w:t>лиотек</w:t>
            </w:r>
          </w:p>
        </w:tc>
        <w:tc>
          <w:tcPr>
            <w:tcW w:w="1560" w:type="dxa"/>
            <w:gridSpan w:val="2"/>
            <w:vAlign w:val="center"/>
          </w:tcPr>
          <w:p w:rsidR="00B5552C" w:rsidRPr="00770242" w:rsidRDefault="00B5552C" w:rsidP="00B06E76">
            <w:pPr>
              <w:jc w:val="center"/>
              <w:rPr>
                <w:sz w:val="28"/>
                <w:szCs w:val="28"/>
              </w:rPr>
            </w:pPr>
            <w:r w:rsidRPr="00770242">
              <w:rPr>
                <w:sz w:val="28"/>
                <w:szCs w:val="28"/>
              </w:rPr>
              <w:t xml:space="preserve">Создание </w:t>
            </w:r>
            <w:r>
              <w:rPr>
                <w:sz w:val="28"/>
                <w:szCs w:val="28"/>
              </w:rPr>
              <w:br/>
            </w:r>
            <w:r w:rsidRPr="00770242">
              <w:rPr>
                <w:sz w:val="28"/>
                <w:szCs w:val="28"/>
              </w:rPr>
              <w:t xml:space="preserve">мобильной системы </w:t>
            </w:r>
            <w:r>
              <w:rPr>
                <w:sz w:val="28"/>
                <w:szCs w:val="28"/>
              </w:rPr>
              <w:br/>
            </w:r>
            <w:r w:rsidRPr="00770242">
              <w:rPr>
                <w:sz w:val="28"/>
                <w:szCs w:val="28"/>
              </w:rPr>
              <w:t>обслуж</w:t>
            </w:r>
            <w:r w:rsidRPr="00770242">
              <w:rPr>
                <w:sz w:val="28"/>
                <w:szCs w:val="28"/>
              </w:rPr>
              <w:t>и</w:t>
            </w:r>
            <w:r w:rsidRPr="00770242">
              <w:rPr>
                <w:sz w:val="28"/>
                <w:szCs w:val="28"/>
              </w:rPr>
              <w:t>вания н</w:t>
            </w:r>
            <w:r w:rsidRPr="00770242">
              <w:rPr>
                <w:sz w:val="28"/>
                <w:szCs w:val="28"/>
              </w:rPr>
              <w:t>а</w:t>
            </w:r>
            <w:r w:rsidRPr="00770242">
              <w:rPr>
                <w:sz w:val="28"/>
                <w:szCs w:val="28"/>
              </w:rPr>
              <w:t xml:space="preserve">селённых пунктов, </w:t>
            </w:r>
            <w:r>
              <w:rPr>
                <w:sz w:val="28"/>
                <w:szCs w:val="28"/>
              </w:rPr>
              <w:br/>
            </w:r>
            <w:r w:rsidRPr="00770242">
              <w:rPr>
                <w:sz w:val="28"/>
                <w:szCs w:val="28"/>
              </w:rPr>
              <w:t>не име</w:t>
            </w:r>
            <w:r w:rsidRPr="00770242">
              <w:rPr>
                <w:sz w:val="28"/>
                <w:szCs w:val="28"/>
              </w:rPr>
              <w:t>ю</w:t>
            </w:r>
            <w:r w:rsidRPr="00770242">
              <w:rPr>
                <w:sz w:val="28"/>
                <w:szCs w:val="28"/>
              </w:rPr>
              <w:t>щих би</w:t>
            </w:r>
            <w:r w:rsidRPr="00770242">
              <w:rPr>
                <w:sz w:val="28"/>
                <w:szCs w:val="28"/>
              </w:rPr>
              <w:t>б</w:t>
            </w:r>
            <w:r w:rsidRPr="00770242">
              <w:rPr>
                <w:sz w:val="28"/>
                <w:szCs w:val="28"/>
              </w:rPr>
              <w:t>лиотек</w:t>
            </w:r>
          </w:p>
        </w:tc>
        <w:tc>
          <w:tcPr>
            <w:tcW w:w="1559" w:type="dxa"/>
          </w:tcPr>
          <w:p w:rsidR="00B5552C" w:rsidRPr="00770242" w:rsidRDefault="00B5552C" w:rsidP="00B06E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Обновл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мат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риально-технич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ской базы, приобр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тение 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циального оборуд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</w:t>
            </w:r>
          </w:p>
        </w:tc>
        <w:tc>
          <w:tcPr>
            <w:tcW w:w="1276" w:type="dxa"/>
            <w:vAlign w:val="center"/>
          </w:tcPr>
          <w:p w:rsidR="00B5552C" w:rsidRPr="00770242" w:rsidRDefault="00B5552C" w:rsidP="00B06E76">
            <w:pPr>
              <w:jc w:val="center"/>
              <w:rPr>
                <w:sz w:val="28"/>
                <w:szCs w:val="28"/>
              </w:rPr>
            </w:pPr>
            <w:r w:rsidRPr="00770242">
              <w:rPr>
                <w:sz w:val="28"/>
                <w:szCs w:val="28"/>
              </w:rPr>
              <w:t>Итого</w:t>
            </w:r>
          </w:p>
        </w:tc>
      </w:tr>
    </w:tbl>
    <w:p w:rsidR="00B5552C" w:rsidRPr="00920359" w:rsidRDefault="00B5552C" w:rsidP="00920359">
      <w:pPr>
        <w:rPr>
          <w:sz w:val="2"/>
          <w:szCs w:val="2"/>
        </w:rPr>
      </w:pPr>
    </w:p>
    <w:tbl>
      <w:tblPr>
        <w:tblW w:w="10080" w:type="dxa"/>
        <w:tblInd w:w="93" w:type="dxa"/>
        <w:tblLayout w:type="fixed"/>
        <w:tblLook w:val="0000"/>
      </w:tblPr>
      <w:tblGrid>
        <w:gridCol w:w="594"/>
        <w:gridCol w:w="2256"/>
        <w:gridCol w:w="1418"/>
        <w:gridCol w:w="1417"/>
        <w:gridCol w:w="1560"/>
        <w:gridCol w:w="1559"/>
        <w:gridCol w:w="1276"/>
      </w:tblGrid>
      <w:tr w:rsidR="00B5552C" w:rsidRPr="00770242" w:rsidTr="00EB3937">
        <w:trPr>
          <w:trHeight w:val="269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552C" w:rsidRPr="00770242" w:rsidRDefault="00B5552C" w:rsidP="00A62459">
            <w:pPr>
              <w:jc w:val="center"/>
              <w:rPr>
                <w:sz w:val="28"/>
                <w:szCs w:val="28"/>
              </w:rPr>
            </w:pPr>
            <w:r w:rsidRPr="00770242">
              <w:rPr>
                <w:sz w:val="28"/>
                <w:szCs w:val="28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70242" w:rsidRDefault="00B5552C" w:rsidP="0064687B">
            <w:pPr>
              <w:jc w:val="center"/>
              <w:rPr>
                <w:sz w:val="28"/>
                <w:szCs w:val="28"/>
              </w:rPr>
            </w:pPr>
            <w:r w:rsidRPr="00770242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70242" w:rsidRDefault="00B5552C" w:rsidP="0064687B">
            <w:pPr>
              <w:jc w:val="center"/>
              <w:rPr>
                <w:sz w:val="28"/>
                <w:szCs w:val="28"/>
              </w:rPr>
            </w:pPr>
            <w:r w:rsidRPr="00770242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2C" w:rsidRPr="00770242" w:rsidRDefault="00B5552C" w:rsidP="0064687B">
            <w:pPr>
              <w:jc w:val="center"/>
              <w:rPr>
                <w:sz w:val="28"/>
                <w:szCs w:val="28"/>
              </w:rPr>
            </w:pPr>
            <w:r w:rsidRPr="00770242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2C" w:rsidRPr="00770242" w:rsidRDefault="00B5552C" w:rsidP="0064687B">
            <w:pPr>
              <w:jc w:val="center"/>
              <w:rPr>
                <w:sz w:val="28"/>
                <w:szCs w:val="28"/>
              </w:rPr>
            </w:pPr>
            <w:r w:rsidRPr="00770242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2C" w:rsidRPr="00770242" w:rsidRDefault="00B5552C" w:rsidP="0064687B">
            <w:pPr>
              <w:jc w:val="center"/>
              <w:rPr>
                <w:sz w:val="28"/>
                <w:szCs w:val="28"/>
              </w:rPr>
            </w:pPr>
            <w:r w:rsidRPr="00770242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2C" w:rsidRPr="00770242" w:rsidRDefault="00B5552C" w:rsidP="006468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5552C" w:rsidRPr="00770242" w:rsidTr="00EB3937">
        <w:trPr>
          <w:trHeight w:val="252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Базарносызга</w:t>
            </w:r>
            <w:r w:rsidRPr="00B67191">
              <w:rPr>
                <w:sz w:val="28"/>
                <w:szCs w:val="28"/>
              </w:rPr>
              <w:t>н</w:t>
            </w:r>
            <w:r w:rsidRPr="00B67191">
              <w:rPr>
                <w:sz w:val="28"/>
                <w:szCs w:val="28"/>
              </w:rPr>
              <w:t>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</w:tcBorders>
            <w:noWrap/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65,44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65,44</w:t>
            </w:r>
          </w:p>
        </w:tc>
      </w:tr>
      <w:tr w:rsidR="00B5552C" w:rsidRPr="00770242" w:rsidTr="00EB3937">
        <w:trPr>
          <w:trHeight w:val="209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 xml:space="preserve">Барышский </w:t>
            </w:r>
            <w:r>
              <w:rPr>
                <w:sz w:val="28"/>
                <w:szCs w:val="28"/>
              </w:rPr>
              <w:br/>
            </w:r>
            <w:r w:rsidRPr="00B67191">
              <w:rPr>
                <w:sz w:val="28"/>
                <w:szCs w:val="28"/>
              </w:rPr>
              <w:t>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143,16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497,16</w:t>
            </w:r>
          </w:p>
        </w:tc>
      </w:tr>
      <w:tr w:rsidR="00B5552C" w:rsidRPr="00770242" w:rsidTr="00EB3937">
        <w:trPr>
          <w:trHeight w:val="17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3.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391,4</w:t>
            </w:r>
          </w:p>
        </w:tc>
      </w:tr>
      <w:tr w:rsidR="00B5552C" w:rsidRPr="00770242" w:rsidTr="00EB3937">
        <w:trPr>
          <w:trHeight w:val="13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4.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 xml:space="preserve">Инзенский </w:t>
            </w:r>
            <w:r>
              <w:rPr>
                <w:sz w:val="28"/>
                <w:szCs w:val="28"/>
              </w:rPr>
              <w:br/>
            </w:r>
            <w:r w:rsidRPr="00B67191">
              <w:rPr>
                <w:sz w:val="28"/>
                <w:szCs w:val="28"/>
              </w:rPr>
              <w:t>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54,7</w:t>
            </w:r>
          </w:p>
        </w:tc>
      </w:tr>
      <w:tr w:rsidR="00B5552C" w:rsidRPr="00770242" w:rsidTr="00EB3937">
        <w:trPr>
          <w:trHeight w:val="22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5.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109,2</w:t>
            </w:r>
          </w:p>
        </w:tc>
      </w:tr>
      <w:tr w:rsidR="00B5552C" w:rsidRPr="00770242" w:rsidTr="00EB3937">
        <w:trPr>
          <w:trHeight w:val="186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463,2</w:t>
            </w:r>
          </w:p>
        </w:tc>
      </w:tr>
      <w:tr w:rsidR="00B5552C" w:rsidRPr="00770242" w:rsidTr="00EB3937">
        <w:trPr>
          <w:trHeight w:val="30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7.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257,7</w:t>
            </w:r>
          </w:p>
        </w:tc>
      </w:tr>
      <w:tr w:rsidR="00B5552C" w:rsidRPr="00770242" w:rsidTr="00EB3937">
        <w:trPr>
          <w:trHeight w:val="26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8.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257,4</w:t>
            </w:r>
          </w:p>
        </w:tc>
      </w:tr>
      <w:tr w:rsidR="00B5552C" w:rsidRPr="00770242" w:rsidTr="00EB3937">
        <w:trPr>
          <w:trHeight w:val="227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9.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187,2</w:t>
            </w:r>
          </w:p>
        </w:tc>
      </w:tr>
      <w:tr w:rsidR="00B5552C" w:rsidRPr="00770242" w:rsidTr="00EB3937">
        <w:trPr>
          <w:trHeight w:val="297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10.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Новомалыкли</w:t>
            </w:r>
            <w:r w:rsidRPr="00B67191">
              <w:rPr>
                <w:sz w:val="28"/>
                <w:szCs w:val="28"/>
              </w:rPr>
              <w:t>н</w:t>
            </w:r>
            <w:r w:rsidRPr="00B67191">
              <w:rPr>
                <w:sz w:val="28"/>
                <w:szCs w:val="28"/>
              </w:rPr>
              <w:t>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382,25531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Default="00B5552C" w:rsidP="006B0F1A">
            <w:pPr>
              <w:spacing w:line="288" w:lineRule="auto"/>
              <w:ind w:right="-108"/>
              <w:jc w:val="center"/>
              <w:rPr>
                <w:spacing w:val="-6"/>
                <w:sz w:val="28"/>
                <w:szCs w:val="28"/>
              </w:rPr>
            </w:pPr>
          </w:p>
          <w:p w:rsidR="00B5552C" w:rsidRPr="00EB3937" w:rsidRDefault="00B5552C" w:rsidP="006B0F1A">
            <w:pPr>
              <w:spacing w:line="288" w:lineRule="auto"/>
              <w:ind w:right="-108"/>
              <w:jc w:val="center"/>
              <w:rPr>
                <w:spacing w:val="-6"/>
                <w:sz w:val="28"/>
                <w:szCs w:val="28"/>
              </w:rPr>
            </w:pPr>
            <w:r w:rsidRPr="00EB3937">
              <w:rPr>
                <w:spacing w:val="-6"/>
                <w:sz w:val="28"/>
                <w:szCs w:val="28"/>
              </w:rPr>
              <w:t>444,65531</w:t>
            </w:r>
          </w:p>
        </w:tc>
      </w:tr>
      <w:tr w:rsidR="00B5552C" w:rsidRPr="00770242" w:rsidTr="00EB3937">
        <w:trPr>
          <w:trHeight w:val="26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11.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84,3</w:t>
            </w:r>
          </w:p>
        </w:tc>
      </w:tr>
      <w:tr w:rsidR="00B5552C" w:rsidRPr="00770242" w:rsidTr="00EB3937">
        <w:trPr>
          <w:trHeight w:val="22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12.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920359" w:rsidRDefault="00B5552C" w:rsidP="006B0F1A">
            <w:pPr>
              <w:spacing w:line="288" w:lineRule="auto"/>
              <w:ind w:right="-108"/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920359" w:rsidRDefault="00B5552C" w:rsidP="006B0F1A">
            <w:pPr>
              <w:spacing w:line="288" w:lineRule="auto"/>
              <w:ind w:right="-108"/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124,8</w:t>
            </w:r>
          </w:p>
        </w:tc>
      </w:tr>
      <w:tr w:rsidR="00B5552C" w:rsidRPr="00770242" w:rsidTr="00EB3937">
        <w:trPr>
          <w:trHeight w:val="22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53441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13.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534418">
            <w:pPr>
              <w:spacing w:line="27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770242" w:rsidRDefault="00B5552C" w:rsidP="0053441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53441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97,93467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770242" w:rsidRDefault="00B5552C" w:rsidP="0053441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53441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EB3937" w:rsidRDefault="00B5552C" w:rsidP="00534418">
            <w:pPr>
              <w:spacing w:line="276" w:lineRule="auto"/>
              <w:ind w:right="-108"/>
              <w:jc w:val="center"/>
              <w:rPr>
                <w:spacing w:val="-6"/>
                <w:sz w:val="28"/>
                <w:szCs w:val="28"/>
              </w:rPr>
            </w:pPr>
            <w:r w:rsidRPr="00EB3937">
              <w:rPr>
                <w:spacing w:val="-6"/>
                <w:sz w:val="28"/>
                <w:szCs w:val="28"/>
              </w:rPr>
              <w:t>277,33467</w:t>
            </w:r>
          </w:p>
        </w:tc>
      </w:tr>
      <w:tr w:rsidR="00B5552C" w:rsidRPr="00770242" w:rsidTr="00EB3937">
        <w:trPr>
          <w:trHeight w:val="31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53441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14.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534418">
            <w:pPr>
              <w:spacing w:line="27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9203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101,9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9203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9203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101,9</w:t>
            </w:r>
          </w:p>
        </w:tc>
      </w:tr>
      <w:tr w:rsidR="00B5552C" w:rsidRPr="00770242" w:rsidTr="00EB3937">
        <w:trPr>
          <w:trHeight w:val="288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53441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15.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534418">
            <w:pPr>
              <w:spacing w:line="27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Старокулатки</w:t>
            </w:r>
            <w:r w:rsidRPr="00B67191">
              <w:rPr>
                <w:sz w:val="28"/>
                <w:szCs w:val="28"/>
              </w:rPr>
              <w:t>н</w:t>
            </w:r>
            <w:r w:rsidRPr="00B67191">
              <w:rPr>
                <w:sz w:val="28"/>
                <w:szCs w:val="28"/>
              </w:rPr>
              <w:t>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9203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143,16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9203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9203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143,16</w:t>
            </w:r>
          </w:p>
        </w:tc>
      </w:tr>
      <w:tr w:rsidR="00B5552C" w:rsidRPr="00770242" w:rsidTr="00EB3937">
        <w:trPr>
          <w:trHeight w:val="249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53441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16.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534418">
            <w:pPr>
              <w:spacing w:line="27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9203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249,0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9203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9203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249,0</w:t>
            </w:r>
          </w:p>
        </w:tc>
      </w:tr>
      <w:tr w:rsidR="00B5552C" w:rsidRPr="00770242" w:rsidTr="00EB3937">
        <w:trPr>
          <w:trHeight w:val="249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53441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17.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534418">
            <w:pPr>
              <w:spacing w:line="27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9203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315,44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9203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9203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1003,39004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EB3937" w:rsidRDefault="00B5552C" w:rsidP="00534418">
            <w:pPr>
              <w:spacing w:line="276" w:lineRule="auto"/>
              <w:ind w:left="-108" w:right="-108"/>
              <w:jc w:val="center"/>
              <w:rPr>
                <w:bCs/>
                <w:spacing w:val="-8"/>
                <w:sz w:val="28"/>
                <w:szCs w:val="28"/>
              </w:rPr>
            </w:pPr>
            <w:r w:rsidRPr="00EB3937">
              <w:rPr>
                <w:bCs/>
                <w:spacing w:val="-8"/>
                <w:sz w:val="28"/>
                <w:szCs w:val="28"/>
              </w:rPr>
              <w:t>1318,83004</w:t>
            </w:r>
          </w:p>
        </w:tc>
      </w:tr>
      <w:tr w:rsidR="00B5552C" w:rsidRPr="00770242" w:rsidTr="00EB3937">
        <w:trPr>
          <w:trHeight w:val="249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53441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18.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534418">
            <w:pPr>
              <w:spacing w:line="27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9203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9203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9203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770242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89,9</w:t>
            </w:r>
          </w:p>
        </w:tc>
      </w:tr>
      <w:tr w:rsidR="00B5552C" w:rsidRPr="00770242" w:rsidTr="00EB3937">
        <w:trPr>
          <w:trHeight w:val="249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53441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19.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534418">
            <w:pPr>
              <w:spacing w:line="27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A624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A62459">
              <w:rPr>
                <w:bCs/>
                <w:sz w:val="28"/>
                <w:szCs w:val="28"/>
              </w:rPr>
              <w:t>110,2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A62459" w:rsidRDefault="00B5552C" w:rsidP="00534418">
            <w:pPr>
              <w:spacing w:line="276" w:lineRule="auto"/>
              <w:ind w:right="-108"/>
              <w:jc w:val="center"/>
              <w:rPr>
                <w:bCs/>
                <w:spacing w:val="-8"/>
                <w:sz w:val="28"/>
                <w:szCs w:val="28"/>
              </w:rPr>
            </w:pPr>
            <w:r>
              <w:rPr>
                <w:bCs/>
                <w:spacing w:val="-8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A62459" w:rsidRDefault="00B5552C" w:rsidP="00534418">
            <w:pPr>
              <w:spacing w:line="276" w:lineRule="auto"/>
              <w:ind w:right="-108"/>
              <w:jc w:val="center"/>
              <w:rPr>
                <w:bCs/>
                <w:spacing w:val="-8"/>
                <w:sz w:val="28"/>
                <w:szCs w:val="28"/>
              </w:rPr>
            </w:pPr>
            <w:r>
              <w:rPr>
                <w:bCs/>
                <w:spacing w:val="-8"/>
                <w:sz w:val="28"/>
                <w:szCs w:val="28"/>
              </w:rPr>
              <w:t>110,2</w:t>
            </w:r>
          </w:p>
        </w:tc>
      </w:tr>
      <w:tr w:rsidR="00B5552C" w:rsidRPr="00A62459" w:rsidTr="00EB3937">
        <w:trPr>
          <w:trHeight w:val="222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53441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20.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534418">
            <w:pPr>
              <w:spacing w:line="27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770242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A624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A624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100,7</w:t>
            </w:r>
          </w:p>
        </w:tc>
      </w:tr>
      <w:tr w:rsidR="00B5552C" w:rsidRPr="00A62459" w:rsidTr="00EB3937">
        <w:trPr>
          <w:trHeight w:val="222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53441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21.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534418">
            <w:pPr>
              <w:spacing w:line="27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770242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97,93468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A624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A62459" w:rsidRDefault="00B5552C" w:rsidP="00534418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97,93468</w:t>
            </w:r>
          </w:p>
        </w:tc>
      </w:tr>
      <w:tr w:rsidR="00B5552C" w:rsidRPr="00A62459" w:rsidTr="00EB3937">
        <w:trPr>
          <w:trHeight w:val="27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62459" w:rsidRDefault="00B5552C" w:rsidP="00EC7C7C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A62459">
              <w:rPr>
                <w:b/>
                <w:bCs/>
                <w:sz w:val="28"/>
                <w:szCs w:val="28"/>
              </w:rPr>
              <w:t xml:space="preserve">Итого </w:t>
            </w:r>
            <w:r w:rsidRPr="00A62459">
              <w:rPr>
                <w:b/>
                <w:bCs/>
                <w:sz w:val="28"/>
                <w:szCs w:val="28"/>
              </w:rPr>
              <w:br/>
              <w:t>по районам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A62459">
              <w:rPr>
                <w:b/>
                <w:sz w:val="28"/>
                <w:szCs w:val="28"/>
              </w:rPr>
              <w:t>2782,6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578,12466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1003,39004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1062,0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EB3937" w:rsidRDefault="00B5552C" w:rsidP="00EC7C7C">
            <w:pPr>
              <w:spacing w:line="288" w:lineRule="auto"/>
              <w:ind w:left="-108" w:right="-108"/>
              <w:jc w:val="center"/>
              <w:rPr>
                <w:b/>
                <w:spacing w:val="-6"/>
                <w:sz w:val="28"/>
                <w:szCs w:val="28"/>
              </w:rPr>
            </w:pPr>
            <w:r w:rsidRPr="00EB3937">
              <w:rPr>
                <w:b/>
                <w:spacing w:val="-6"/>
                <w:sz w:val="28"/>
                <w:szCs w:val="28"/>
              </w:rPr>
              <w:t>5426,1147</w:t>
            </w:r>
          </w:p>
        </w:tc>
      </w:tr>
      <w:tr w:rsidR="00B5552C" w:rsidRPr="00770242" w:rsidTr="00EB3937">
        <w:trPr>
          <w:trHeight w:val="217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EC7C7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22.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EC7C7C">
            <w:pPr>
              <w:spacing w:line="288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 w:rsidRPr="00A62459">
              <w:rPr>
                <w:bCs/>
                <w:sz w:val="28"/>
                <w:szCs w:val="28"/>
              </w:rPr>
              <w:t>371,4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371,4</w:t>
            </w:r>
          </w:p>
        </w:tc>
      </w:tr>
      <w:tr w:rsidR="00B5552C" w:rsidRPr="00770242" w:rsidTr="00EB3937">
        <w:trPr>
          <w:trHeight w:val="422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EC7C7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23.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EC7C7C">
            <w:pPr>
              <w:spacing w:line="288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г. Новоуль</w:t>
            </w:r>
            <w:r w:rsidRPr="00B67191">
              <w:rPr>
                <w:sz w:val="28"/>
                <w:szCs w:val="28"/>
              </w:rPr>
              <w:t>я</w:t>
            </w:r>
            <w:r w:rsidRPr="00B67191">
              <w:rPr>
                <w:sz w:val="28"/>
                <w:szCs w:val="28"/>
              </w:rPr>
              <w:t>новск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 w:rsidRPr="00A62459">
              <w:rPr>
                <w:bCs/>
                <w:sz w:val="28"/>
                <w:szCs w:val="28"/>
              </w:rPr>
              <w:t>49,9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ind w:left="-108" w:right="-108"/>
              <w:jc w:val="center"/>
              <w:rPr>
                <w:bCs/>
                <w:spacing w:val="-8"/>
                <w:sz w:val="28"/>
                <w:szCs w:val="28"/>
              </w:rPr>
            </w:pPr>
            <w:r>
              <w:rPr>
                <w:bCs/>
                <w:spacing w:val="-8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ind w:left="-108" w:right="-108"/>
              <w:jc w:val="center"/>
              <w:rPr>
                <w:bCs/>
                <w:spacing w:val="-8"/>
                <w:sz w:val="28"/>
                <w:szCs w:val="28"/>
              </w:rPr>
            </w:pPr>
            <w:r>
              <w:rPr>
                <w:bCs/>
                <w:spacing w:val="-8"/>
                <w:sz w:val="28"/>
                <w:szCs w:val="28"/>
              </w:rPr>
              <w:t>49,9</w:t>
            </w:r>
          </w:p>
        </w:tc>
      </w:tr>
      <w:tr w:rsidR="00B5552C" w:rsidRPr="00770242" w:rsidTr="00EB3937">
        <w:trPr>
          <w:trHeight w:val="422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B67191" w:rsidRDefault="00B5552C" w:rsidP="00EC7C7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B67191" w:rsidRDefault="00B5552C" w:rsidP="00EC7C7C">
            <w:pPr>
              <w:spacing w:line="28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Ульяновск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 w:rsidRPr="00A62459">
              <w:rPr>
                <w:bCs/>
                <w:sz w:val="28"/>
                <w:szCs w:val="28"/>
              </w:rPr>
              <w:t>599,1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ind w:left="-108" w:right="-108"/>
              <w:jc w:val="center"/>
              <w:rPr>
                <w:bCs/>
                <w:spacing w:val="-8"/>
                <w:sz w:val="28"/>
                <w:szCs w:val="28"/>
              </w:rPr>
            </w:pPr>
            <w:r>
              <w:rPr>
                <w:bCs/>
                <w:spacing w:val="-8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ind w:left="-108" w:right="-108"/>
              <w:jc w:val="center"/>
              <w:rPr>
                <w:bCs/>
                <w:spacing w:val="-8"/>
                <w:sz w:val="28"/>
                <w:szCs w:val="28"/>
              </w:rPr>
            </w:pPr>
            <w:r>
              <w:rPr>
                <w:bCs/>
                <w:spacing w:val="-8"/>
                <w:sz w:val="28"/>
                <w:szCs w:val="28"/>
              </w:rPr>
              <w:t>599,1</w:t>
            </w:r>
          </w:p>
        </w:tc>
      </w:tr>
      <w:tr w:rsidR="00B5552C" w:rsidRPr="00A62459" w:rsidTr="00EB3937">
        <w:trPr>
          <w:trHeight w:val="422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62459" w:rsidRDefault="00B5552C" w:rsidP="00EC7C7C">
            <w:pPr>
              <w:spacing w:line="288" w:lineRule="auto"/>
              <w:ind w:left="-113"/>
              <w:rPr>
                <w:b/>
                <w:sz w:val="28"/>
                <w:szCs w:val="28"/>
              </w:rPr>
            </w:pPr>
            <w:r w:rsidRPr="00A62459">
              <w:rPr>
                <w:b/>
                <w:sz w:val="28"/>
                <w:szCs w:val="28"/>
              </w:rPr>
              <w:t xml:space="preserve">Итого </w:t>
            </w:r>
            <w:r w:rsidRPr="00A62459">
              <w:rPr>
                <w:b/>
                <w:sz w:val="28"/>
                <w:szCs w:val="28"/>
              </w:rPr>
              <w:br/>
              <w:t>по городам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A62459">
              <w:rPr>
                <w:b/>
                <w:bCs/>
                <w:sz w:val="28"/>
                <w:szCs w:val="28"/>
              </w:rPr>
              <w:t>1020,4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ind w:left="-108" w:right="-108"/>
              <w:jc w:val="center"/>
              <w:rPr>
                <w:b/>
                <w:bCs/>
                <w:spacing w:val="-8"/>
                <w:sz w:val="28"/>
                <w:szCs w:val="28"/>
              </w:rPr>
            </w:pPr>
            <w:r>
              <w:rPr>
                <w:b/>
                <w:bCs/>
                <w:spacing w:val="-8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ind w:left="-108" w:right="-108"/>
              <w:jc w:val="center"/>
              <w:rPr>
                <w:b/>
                <w:bCs/>
                <w:spacing w:val="-8"/>
                <w:sz w:val="28"/>
                <w:szCs w:val="28"/>
              </w:rPr>
            </w:pPr>
            <w:r>
              <w:rPr>
                <w:b/>
                <w:bCs/>
                <w:spacing w:val="-8"/>
                <w:sz w:val="28"/>
                <w:szCs w:val="28"/>
              </w:rPr>
              <w:t>1020,4</w:t>
            </w:r>
          </w:p>
        </w:tc>
      </w:tr>
      <w:tr w:rsidR="00B5552C" w:rsidRPr="00A62459" w:rsidTr="00EB3937">
        <w:trPr>
          <w:trHeight w:val="422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A62459" w:rsidRDefault="00B5552C" w:rsidP="00EC7C7C">
            <w:pPr>
              <w:spacing w:line="288" w:lineRule="auto"/>
              <w:ind w:left="-113" w:right="-108"/>
              <w:rPr>
                <w:b/>
                <w:sz w:val="28"/>
                <w:szCs w:val="28"/>
              </w:rPr>
            </w:pPr>
            <w:r w:rsidRPr="003A37D6">
              <w:rPr>
                <w:b/>
                <w:spacing w:val="-6"/>
                <w:sz w:val="28"/>
                <w:szCs w:val="28"/>
              </w:rPr>
              <w:t>Итого по районам</w:t>
            </w:r>
            <w:r>
              <w:rPr>
                <w:b/>
                <w:sz w:val="28"/>
                <w:szCs w:val="28"/>
              </w:rPr>
              <w:br/>
            </w:r>
            <w:r w:rsidRPr="00A62459">
              <w:rPr>
                <w:b/>
                <w:sz w:val="28"/>
                <w:szCs w:val="28"/>
              </w:rPr>
              <w:t>и городам</w:t>
            </w:r>
          </w:p>
        </w:tc>
        <w:tc>
          <w:tcPr>
            <w:tcW w:w="1418" w:type="dxa"/>
            <w:tcBorders>
              <w:top w:val="nil"/>
              <w:left w:val="nil"/>
            </w:tcBorders>
            <w:noWrap/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A62459">
              <w:rPr>
                <w:b/>
                <w:bCs/>
                <w:sz w:val="28"/>
                <w:szCs w:val="28"/>
              </w:rPr>
              <w:t>3803,0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578,12466</w:t>
            </w:r>
          </w:p>
        </w:tc>
        <w:tc>
          <w:tcPr>
            <w:tcW w:w="1560" w:type="dxa"/>
            <w:tcBorders>
              <w:top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1003,39004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ind w:left="-108" w:right="-108"/>
              <w:jc w:val="center"/>
              <w:rPr>
                <w:b/>
                <w:bCs/>
                <w:spacing w:val="-8"/>
                <w:sz w:val="28"/>
                <w:szCs w:val="28"/>
              </w:rPr>
            </w:pPr>
            <w:r>
              <w:rPr>
                <w:b/>
                <w:bCs/>
                <w:spacing w:val="-8"/>
                <w:sz w:val="28"/>
                <w:szCs w:val="28"/>
              </w:rPr>
              <w:t>1062,0</w:t>
            </w:r>
          </w:p>
        </w:tc>
        <w:tc>
          <w:tcPr>
            <w:tcW w:w="1276" w:type="dxa"/>
            <w:tcBorders>
              <w:top w:val="nil"/>
              <w:right w:val="nil"/>
            </w:tcBorders>
            <w:vAlign w:val="bottom"/>
          </w:tcPr>
          <w:p w:rsidR="00B5552C" w:rsidRPr="00A62459" w:rsidRDefault="00B5552C" w:rsidP="00EC7C7C">
            <w:pPr>
              <w:spacing w:line="288" w:lineRule="auto"/>
              <w:ind w:left="-108" w:right="-108"/>
              <w:jc w:val="center"/>
              <w:rPr>
                <w:b/>
                <w:bCs/>
                <w:spacing w:val="-8"/>
                <w:sz w:val="28"/>
                <w:szCs w:val="28"/>
              </w:rPr>
            </w:pPr>
            <w:r>
              <w:rPr>
                <w:b/>
                <w:bCs/>
                <w:spacing w:val="-8"/>
                <w:sz w:val="28"/>
                <w:szCs w:val="28"/>
              </w:rPr>
              <w:t>6446,5147</w:t>
            </w:r>
          </w:p>
        </w:tc>
      </w:tr>
    </w:tbl>
    <w:p w:rsidR="00B5552C" w:rsidRPr="00EC7C7C" w:rsidRDefault="00B5552C" w:rsidP="001E45A6">
      <w:pPr>
        <w:pStyle w:val="BodyText2"/>
        <w:spacing w:after="0" w:line="240" w:lineRule="auto"/>
        <w:jc w:val="right"/>
        <w:rPr>
          <w:sz w:val="28"/>
          <w:szCs w:val="28"/>
        </w:rPr>
      </w:pPr>
    </w:p>
    <w:p w:rsidR="00B5552C" w:rsidRPr="001E45A6" w:rsidRDefault="00B5552C" w:rsidP="001E45A6">
      <w:pPr>
        <w:pStyle w:val="BodyText2"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53</w:t>
      </w:r>
    </w:p>
    <w:p w:rsidR="00B5552C" w:rsidRDefault="00B5552C" w:rsidP="001E45A6">
      <w:pPr>
        <w:jc w:val="center"/>
        <w:rPr>
          <w:b/>
          <w:sz w:val="28"/>
          <w:szCs w:val="28"/>
        </w:rPr>
      </w:pPr>
      <w:r w:rsidRPr="001E45A6">
        <w:rPr>
          <w:b/>
          <w:sz w:val="28"/>
          <w:szCs w:val="28"/>
        </w:rPr>
        <w:t xml:space="preserve">Распределение субсидий бюджетам поселений и городских округов </w:t>
      </w:r>
    </w:p>
    <w:p w:rsidR="00B5552C" w:rsidRDefault="00B5552C" w:rsidP="001E45A6">
      <w:pPr>
        <w:jc w:val="center"/>
        <w:rPr>
          <w:b/>
          <w:sz w:val="28"/>
          <w:szCs w:val="28"/>
        </w:rPr>
      </w:pPr>
      <w:r w:rsidRPr="001E45A6">
        <w:rPr>
          <w:b/>
          <w:sz w:val="28"/>
          <w:szCs w:val="28"/>
        </w:rPr>
        <w:t xml:space="preserve">Ульяновской области на реализацию мероприятий областной </w:t>
      </w:r>
    </w:p>
    <w:p w:rsidR="00B5552C" w:rsidRDefault="00B5552C" w:rsidP="001E45A6">
      <w:pPr>
        <w:jc w:val="center"/>
        <w:rPr>
          <w:b/>
          <w:sz w:val="28"/>
          <w:szCs w:val="28"/>
        </w:rPr>
      </w:pPr>
      <w:r w:rsidRPr="001E45A6">
        <w:rPr>
          <w:b/>
          <w:sz w:val="28"/>
          <w:szCs w:val="28"/>
        </w:rPr>
        <w:t xml:space="preserve">адресной программы по переселению граждан из аварийного </w:t>
      </w:r>
    </w:p>
    <w:p w:rsidR="00B5552C" w:rsidRPr="001E45A6" w:rsidRDefault="00B5552C" w:rsidP="001E45A6">
      <w:pPr>
        <w:jc w:val="center"/>
        <w:rPr>
          <w:b/>
          <w:sz w:val="28"/>
          <w:szCs w:val="28"/>
        </w:rPr>
      </w:pPr>
      <w:r w:rsidRPr="001E45A6">
        <w:rPr>
          <w:b/>
          <w:sz w:val="28"/>
          <w:szCs w:val="28"/>
        </w:rPr>
        <w:t xml:space="preserve">жилищного фонда </w:t>
      </w:r>
      <w:r>
        <w:rPr>
          <w:b/>
          <w:sz w:val="28"/>
          <w:szCs w:val="28"/>
        </w:rPr>
        <w:t>на 2014 год</w:t>
      </w:r>
    </w:p>
    <w:p w:rsidR="00B5552C" w:rsidRPr="001E45A6" w:rsidRDefault="00B5552C" w:rsidP="001E45A6">
      <w:pPr>
        <w:jc w:val="right"/>
        <w:rPr>
          <w:b/>
          <w:sz w:val="28"/>
          <w:szCs w:val="28"/>
        </w:rPr>
      </w:pPr>
      <w:r w:rsidRPr="001E45A6">
        <w:rPr>
          <w:sz w:val="28"/>
          <w:szCs w:val="28"/>
        </w:rPr>
        <w:t>тыс. руб.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4575"/>
        <w:gridCol w:w="4820"/>
      </w:tblGrid>
      <w:tr w:rsidR="00B5552C" w:rsidRPr="001E45A6" w:rsidTr="005F3D74">
        <w:tc>
          <w:tcPr>
            <w:tcW w:w="636" w:type="dxa"/>
          </w:tcPr>
          <w:p w:rsidR="00B5552C" w:rsidRPr="001E45A6" w:rsidRDefault="00B5552C" w:rsidP="001E45A6">
            <w:pPr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№ п/п</w:t>
            </w:r>
          </w:p>
        </w:tc>
        <w:tc>
          <w:tcPr>
            <w:tcW w:w="4575" w:type="dxa"/>
          </w:tcPr>
          <w:p w:rsidR="00B5552C" w:rsidRDefault="00B5552C" w:rsidP="001E45A6">
            <w:pPr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 xml:space="preserve">Наименование </w:t>
            </w:r>
          </w:p>
          <w:p w:rsidR="00B5552C" w:rsidRPr="001E45A6" w:rsidRDefault="00B5552C" w:rsidP="001E45A6">
            <w:pPr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820" w:type="dxa"/>
            <w:vAlign w:val="center"/>
          </w:tcPr>
          <w:p w:rsidR="00B5552C" w:rsidRPr="001E45A6" w:rsidRDefault="00B5552C" w:rsidP="001E45A6">
            <w:pPr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Сумма</w:t>
            </w:r>
          </w:p>
        </w:tc>
      </w:tr>
    </w:tbl>
    <w:p w:rsidR="00B5552C" w:rsidRPr="006B0F1A" w:rsidRDefault="00B5552C">
      <w:pPr>
        <w:rPr>
          <w:sz w:val="2"/>
          <w:szCs w:val="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4575"/>
        <w:gridCol w:w="4820"/>
      </w:tblGrid>
      <w:tr w:rsidR="00B5552C" w:rsidRPr="001E45A6" w:rsidTr="006B0F1A">
        <w:trPr>
          <w:trHeight w:val="240"/>
          <w:tblHeader/>
        </w:trPr>
        <w:tc>
          <w:tcPr>
            <w:tcW w:w="636" w:type="dxa"/>
          </w:tcPr>
          <w:p w:rsidR="00B5552C" w:rsidRPr="001E45A6" w:rsidRDefault="00B5552C" w:rsidP="006B0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75" w:type="dxa"/>
          </w:tcPr>
          <w:p w:rsidR="00B5552C" w:rsidRPr="001E45A6" w:rsidRDefault="00B5552C" w:rsidP="006B0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20" w:type="dxa"/>
            <w:vAlign w:val="bottom"/>
          </w:tcPr>
          <w:p w:rsidR="00B5552C" w:rsidRPr="001E45A6" w:rsidRDefault="00B5552C" w:rsidP="006B0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5552C" w:rsidRPr="001E45A6" w:rsidTr="006B0F1A">
        <w:trPr>
          <w:trHeight w:val="374"/>
        </w:trPr>
        <w:tc>
          <w:tcPr>
            <w:tcW w:w="636" w:type="dxa"/>
            <w:tcBorders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1.</w:t>
            </w:r>
          </w:p>
        </w:tc>
        <w:tc>
          <w:tcPr>
            <w:tcW w:w="4575" w:type="dxa"/>
            <w:tcBorders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820" w:type="dxa"/>
            <w:tcBorders>
              <w:left w:val="nil"/>
              <w:bottom w:val="nil"/>
              <w:right w:val="nil"/>
            </w:tcBorders>
            <w:vAlign w:val="bottom"/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1994,45</w:t>
            </w:r>
          </w:p>
        </w:tc>
      </w:tr>
      <w:tr w:rsidR="00B5552C" w:rsidRPr="001E45A6" w:rsidTr="005F3D74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1.1.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1994,45</w:t>
            </w:r>
          </w:p>
        </w:tc>
      </w:tr>
      <w:tr w:rsidR="00B5552C" w:rsidRPr="001E45A6" w:rsidTr="005F3D74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2.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2579,3</w:t>
            </w:r>
          </w:p>
        </w:tc>
      </w:tr>
      <w:tr w:rsidR="00B5552C" w:rsidRPr="001E45A6" w:rsidTr="005F3D74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2.1.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Языковское городское поселение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2579,3</w:t>
            </w:r>
          </w:p>
        </w:tc>
      </w:tr>
      <w:tr w:rsidR="00B5552C" w:rsidRPr="001E45A6" w:rsidTr="005F3D74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3.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873,34</w:t>
            </w:r>
          </w:p>
        </w:tc>
      </w:tr>
      <w:tr w:rsidR="00B5552C" w:rsidRPr="001E45A6" w:rsidTr="005F3D74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3.1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 xml:space="preserve">Новочеремшанское сельское </w:t>
            </w:r>
            <w:r>
              <w:rPr>
                <w:sz w:val="28"/>
                <w:szCs w:val="28"/>
              </w:rPr>
              <w:br/>
            </w:r>
            <w:r w:rsidRPr="001E45A6">
              <w:rPr>
                <w:sz w:val="28"/>
                <w:szCs w:val="28"/>
              </w:rPr>
              <w:t>поселение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873,34</w:t>
            </w:r>
          </w:p>
        </w:tc>
      </w:tr>
      <w:tr w:rsidR="00B5552C" w:rsidRPr="001E45A6" w:rsidTr="005F3D74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4.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2462,83</w:t>
            </w:r>
          </w:p>
        </w:tc>
      </w:tr>
      <w:tr w:rsidR="00B5552C" w:rsidRPr="001E45A6" w:rsidTr="005F3D74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4.1.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Сенгилеевское городское поселение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2462,83</w:t>
            </w:r>
          </w:p>
        </w:tc>
      </w:tr>
      <w:tr w:rsidR="00B5552C" w:rsidRPr="001E45A6" w:rsidTr="005F3D74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rPr>
                <w:b/>
                <w:sz w:val="28"/>
                <w:szCs w:val="28"/>
              </w:rPr>
            </w:pPr>
            <w:r w:rsidRPr="001E45A6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1E45A6" w:rsidRDefault="00B5552C" w:rsidP="006B0F1A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1E45A6">
              <w:rPr>
                <w:b/>
                <w:sz w:val="28"/>
                <w:szCs w:val="28"/>
              </w:rPr>
              <w:t>7909,92</w:t>
            </w:r>
          </w:p>
        </w:tc>
      </w:tr>
      <w:tr w:rsidR="00B5552C" w:rsidRPr="001E45A6" w:rsidTr="005F3D74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5.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Pr="001E45A6">
              <w:rPr>
                <w:sz w:val="28"/>
                <w:szCs w:val="28"/>
              </w:rPr>
              <w:t xml:space="preserve"> Новоульяновск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sz w:val="28"/>
                <w:szCs w:val="28"/>
              </w:rPr>
              <w:t>2833,08</w:t>
            </w:r>
          </w:p>
        </w:tc>
      </w:tr>
      <w:tr w:rsidR="00B5552C" w:rsidRPr="001E45A6" w:rsidTr="005F3D74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rPr>
                <w:b/>
                <w:sz w:val="28"/>
                <w:szCs w:val="28"/>
              </w:rPr>
            </w:pPr>
            <w:r w:rsidRPr="001E45A6">
              <w:rPr>
                <w:b/>
                <w:sz w:val="28"/>
                <w:szCs w:val="28"/>
              </w:rPr>
              <w:t>Итого по город</w:t>
            </w:r>
            <w:r>
              <w:rPr>
                <w:b/>
                <w:sz w:val="28"/>
                <w:szCs w:val="28"/>
              </w:rPr>
              <w:t>ам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1E45A6" w:rsidRDefault="00B5552C" w:rsidP="006B0F1A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1E45A6">
              <w:rPr>
                <w:b/>
                <w:sz w:val="28"/>
                <w:szCs w:val="28"/>
              </w:rPr>
              <w:t>2833,08</w:t>
            </w:r>
          </w:p>
        </w:tc>
      </w:tr>
      <w:tr w:rsidR="00B5552C" w:rsidRPr="001E45A6" w:rsidTr="005F3D74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1E45A6" w:rsidRDefault="00B5552C" w:rsidP="006B0F1A">
            <w:pPr>
              <w:spacing w:line="288" w:lineRule="auto"/>
              <w:rPr>
                <w:b/>
                <w:sz w:val="28"/>
                <w:szCs w:val="28"/>
              </w:rPr>
            </w:pPr>
            <w:r w:rsidRPr="001E45A6">
              <w:rPr>
                <w:b/>
                <w:sz w:val="28"/>
                <w:szCs w:val="28"/>
              </w:rPr>
              <w:t>Итого по районам и город</w:t>
            </w:r>
            <w:r>
              <w:rPr>
                <w:b/>
                <w:sz w:val="28"/>
                <w:szCs w:val="28"/>
              </w:rPr>
              <w:t>ам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5F3D7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1E45A6">
              <w:rPr>
                <w:b/>
                <w:sz w:val="28"/>
                <w:szCs w:val="28"/>
              </w:rPr>
              <w:t>10743,0</w:t>
            </w:r>
          </w:p>
        </w:tc>
      </w:tr>
    </w:tbl>
    <w:p w:rsidR="00B5552C" w:rsidRPr="00EB44B4" w:rsidRDefault="00B5552C" w:rsidP="005F3D74">
      <w:pPr>
        <w:pStyle w:val="BodyText"/>
        <w:ind w:firstLine="720"/>
        <w:rPr>
          <w:sz w:val="20"/>
        </w:rPr>
      </w:pPr>
    </w:p>
    <w:p w:rsidR="00B5552C" w:rsidRDefault="00B5552C" w:rsidP="00E034CA">
      <w:pPr>
        <w:pStyle w:val="BodyText"/>
        <w:ind w:firstLine="720"/>
        <w:jc w:val="right"/>
        <w:rPr>
          <w:szCs w:val="28"/>
        </w:rPr>
      </w:pPr>
      <w:r>
        <w:rPr>
          <w:szCs w:val="28"/>
        </w:rPr>
        <w:t xml:space="preserve">Таблица 54 </w:t>
      </w:r>
    </w:p>
    <w:p w:rsidR="00B5552C" w:rsidRDefault="00B5552C" w:rsidP="005F3D74">
      <w:pPr>
        <w:jc w:val="center"/>
        <w:rPr>
          <w:b/>
          <w:sz w:val="28"/>
          <w:szCs w:val="28"/>
        </w:rPr>
      </w:pPr>
      <w:r w:rsidRPr="005F3D74">
        <w:rPr>
          <w:b/>
          <w:sz w:val="28"/>
          <w:szCs w:val="28"/>
        </w:rPr>
        <w:t xml:space="preserve">Распределение субсидий бюджетам </w:t>
      </w:r>
      <w:r>
        <w:rPr>
          <w:b/>
          <w:sz w:val="28"/>
          <w:szCs w:val="28"/>
        </w:rPr>
        <w:t xml:space="preserve">поселений и </w:t>
      </w:r>
      <w:r w:rsidRPr="005F3D74">
        <w:rPr>
          <w:b/>
          <w:sz w:val="28"/>
          <w:szCs w:val="28"/>
        </w:rPr>
        <w:t xml:space="preserve">городских округов </w:t>
      </w:r>
    </w:p>
    <w:p w:rsidR="00B5552C" w:rsidRDefault="00B5552C" w:rsidP="005F3D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Pr="005F3D74">
        <w:rPr>
          <w:b/>
          <w:sz w:val="28"/>
          <w:szCs w:val="28"/>
        </w:rPr>
        <w:t xml:space="preserve">льяновской области на реализацию мероприятий по переселению </w:t>
      </w:r>
    </w:p>
    <w:p w:rsidR="00B5552C" w:rsidRPr="005F3D74" w:rsidRDefault="00B5552C" w:rsidP="005F3D74">
      <w:pPr>
        <w:jc w:val="center"/>
        <w:rPr>
          <w:b/>
          <w:sz w:val="28"/>
          <w:szCs w:val="28"/>
        </w:rPr>
      </w:pPr>
      <w:r w:rsidRPr="005F3D74">
        <w:rPr>
          <w:b/>
          <w:sz w:val="28"/>
          <w:szCs w:val="28"/>
        </w:rPr>
        <w:t xml:space="preserve">граждан из аварийного жилищного фонда </w:t>
      </w:r>
      <w:r>
        <w:rPr>
          <w:b/>
          <w:sz w:val="28"/>
          <w:szCs w:val="28"/>
        </w:rPr>
        <w:t>на 2014 год</w:t>
      </w:r>
    </w:p>
    <w:p w:rsidR="00B5552C" w:rsidRPr="005F3D74" w:rsidRDefault="00B5552C" w:rsidP="005F3D74">
      <w:pPr>
        <w:jc w:val="right"/>
        <w:rPr>
          <w:b/>
          <w:sz w:val="28"/>
          <w:szCs w:val="28"/>
        </w:rPr>
      </w:pPr>
      <w:r w:rsidRPr="005F3D74">
        <w:rPr>
          <w:sz w:val="28"/>
          <w:szCs w:val="28"/>
        </w:rPr>
        <w:t>тыс. руб.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3342"/>
        <w:gridCol w:w="1842"/>
        <w:gridCol w:w="2552"/>
        <w:gridCol w:w="1701"/>
      </w:tblGrid>
      <w:tr w:rsidR="00B5552C" w:rsidRPr="00EB44B4" w:rsidTr="00EB44B4">
        <w:tc>
          <w:tcPr>
            <w:tcW w:w="594" w:type="dxa"/>
            <w:vAlign w:val="center"/>
          </w:tcPr>
          <w:p w:rsidR="00B5552C" w:rsidRPr="00EB44B4" w:rsidRDefault="00B5552C" w:rsidP="00EB44B4">
            <w:pPr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№ п/п</w:t>
            </w:r>
          </w:p>
        </w:tc>
        <w:tc>
          <w:tcPr>
            <w:tcW w:w="3342" w:type="dxa"/>
            <w:vAlign w:val="center"/>
          </w:tcPr>
          <w:p w:rsidR="00B5552C" w:rsidRDefault="00B5552C" w:rsidP="00EB44B4">
            <w:pPr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Наименование</w:t>
            </w:r>
          </w:p>
          <w:p w:rsidR="00B5552C" w:rsidRDefault="00B5552C" w:rsidP="00EB44B4">
            <w:pPr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муниципального</w:t>
            </w:r>
          </w:p>
          <w:p w:rsidR="00B5552C" w:rsidRPr="00EB44B4" w:rsidRDefault="00B5552C" w:rsidP="00EB44B4">
            <w:pPr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образования</w:t>
            </w:r>
          </w:p>
        </w:tc>
        <w:tc>
          <w:tcPr>
            <w:tcW w:w="1842" w:type="dxa"/>
            <w:vAlign w:val="center"/>
          </w:tcPr>
          <w:p w:rsidR="00B5552C" w:rsidRDefault="00B5552C" w:rsidP="00EB44B4">
            <w:pPr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Средства</w:t>
            </w:r>
          </w:p>
          <w:p w:rsidR="00B5552C" w:rsidRPr="00EB44B4" w:rsidRDefault="00B5552C" w:rsidP="00EB44B4">
            <w:pPr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областного бюджета</w:t>
            </w:r>
          </w:p>
        </w:tc>
        <w:tc>
          <w:tcPr>
            <w:tcW w:w="2552" w:type="dxa"/>
            <w:vAlign w:val="center"/>
          </w:tcPr>
          <w:p w:rsidR="00B5552C" w:rsidRDefault="00B5552C" w:rsidP="00EB44B4">
            <w:pPr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Средства</w:t>
            </w:r>
          </w:p>
          <w:p w:rsidR="00B5552C" w:rsidRDefault="00B5552C" w:rsidP="00EB44B4">
            <w:pPr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государственной корпорации – Фонд</w:t>
            </w:r>
            <w:r>
              <w:rPr>
                <w:sz w:val="28"/>
                <w:szCs w:val="28"/>
              </w:rPr>
              <w:t>а</w:t>
            </w:r>
          </w:p>
          <w:p w:rsidR="00B5552C" w:rsidRDefault="00B5552C" w:rsidP="00EB44B4">
            <w:pPr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содействия</w:t>
            </w:r>
          </w:p>
          <w:p w:rsidR="00B5552C" w:rsidRDefault="00B5552C" w:rsidP="00EB44B4">
            <w:pPr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реформированию жилищно-коммунального</w:t>
            </w:r>
          </w:p>
          <w:p w:rsidR="00B5552C" w:rsidRPr="00EB44B4" w:rsidRDefault="00B5552C" w:rsidP="00EB44B4">
            <w:pPr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хозяйства</w:t>
            </w:r>
          </w:p>
        </w:tc>
        <w:tc>
          <w:tcPr>
            <w:tcW w:w="1701" w:type="dxa"/>
            <w:vAlign w:val="center"/>
          </w:tcPr>
          <w:p w:rsidR="00B5552C" w:rsidRPr="00EB44B4" w:rsidRDefault="00B5552C" w:rsidP="00EB44B4">
            <w:pPr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Итого</w:t>
            </w:r>
          </w:p>
        </w:tc>
      </w:tr>
    </w:tbl>
    <w:p w:rsidR="00B5552C" w:rsidRPr="00EB44B4" w:rsidRDefault="00B5552C">
      <w:pPr>
        <w:rPr>
          <w:sz w:val="2"/>
          <w:szCs w:val="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9"/>
        <w:gridCol w:w="3307"/>
        <w:gridCol w:w="1842"/>
        <w:gridCol w:w="2552"/>
        <w:gridCol w:w="1701"/>
      </w:tblGrid>
      <w:tr w:rsidR="00B5552C" w:rsidRPr="00EB44B4" w:rsidTr="00EB44B4">
        <w:trPr>
          <w:trHeight w:val="212"/>
          <w:tblHeader/>
        </w:trPr>
        <w:tc>
          <w:tcPr>
            <w:tcW w:w="629" w:type="dxa"/>
          </w:tcPr>
          <w:p w:rsidR="00B5552C" w:rsidRPr="00EB44B4" w:rsidRDefault="00B5552C" w:rsidP="00EB4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07" w:type="dxa"/>
          </w:tcPr>
          <w:p w:rsidR="00B5552C" w:rsidRPr="00EB44B4" w:rsidRDefault="00B5552C" w:rsidP="00EB4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B5552C" w:rsidRPr="00EB44B4" w:rsidRDefault="00B5552C" w:rsidP="00EB4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B5552C" w:rsidRPr="00EB44B4" w:rsidRDefault="00B5552C" w:rsidP="00EB4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B5552C" w:rsidRPr="00EB44B4" w:rsidRDefault="00B5552C" w:rsidP="00EB4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5552C" w:rsidRPr="00EB44B4" w:rsidTr="00EB44B4">
        <w:trPr>
          <w:trHeight w:val="374"/>
        </w:trPr>
        <w:tc>
          <w:tcPr>
            <w:tcW w:w="629" w:type="dxa"/>
            <w:tcBorders>
              <w:left w:val="nil"/>
              <w:bottom w:val="nil"/>
              <w:right w:val="nil"/>
            </w:tcBorders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1.</w:t>
            </w:r>
          </w:p>
        </w:tc>
        <w:tc>
          <w:tcPr>
            <w:tcW w:w="3307" w:type="dxa"/>
            <w:tcBorders>
              <w:left w:val="nil"/>
              <w:bottom w:val="nil"/>
              <w:right w:val="nil"/>
            </w:tcBorders>
          </w:tcPr>
          <w:p w:rsidR="00B5552C" w:rsidRPr="00EB44B4" w:rsidRDefault="00B5552C" w:rsidP="00534418">
            <w:pPr>
              <w:spacing w:line="288" w:lineRule="auto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0,0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2966,20933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2966,20933</w:t>
            </w:r>
          </w:p>
        </w:tc>
      </w:tr>
      <w:tr w:rsidR="00B5552C" w:rsidRPr="00EB44B4" w:rsidTr="00EB44B4">
        <w:trPr>
          <w:trHeight w:val="374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C4902" w:rsidRDefault="00B5552C" w:rsidP="00534418">
            <w:pPr>
              <w:spacing w:line="288" w:lineRule="auto"/>
              <w:jc w:val="center"/>
              <w:rPr>
                <w:spacing w:val="-4"/>
                <w:sz w:val="28"/>
                <w:szCs w:val="28"/>
              </w:rPr>
            </w:pPr>
            <w:r w:rsidRPr="005C4902">
              <w:rPr>
                <w:spacing w:val="-4"/>
                <w:sz w:val="28"/>
                <w:szCs w:val="28"/>
              </w:rPr>
              <w:t>1.1.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534418">
            <w:pPr>
              <w:spacing w:line="288" w:lineRule="auto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Default="00B5552C" w:rsidP="00534418">
            <w:pPr>
              <w:spacing w:line="288" w:lineRule="auto"/>
              <w:jc w:val="center"/>
            </w:pPr>
            <w:r w:rsidRPr="00041E1C">
              <w:rPr>
                <w:sz w:val="28"/>
                <w:szCs w:val="28"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2966,20933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2966,20933</w:t>
            </w:r>
          </w:p>
        </w:tc>
      </w:tr>
      <w:tr w:rsidR="00B5552C" w:rsidRPr="00EB44B4" w:rsidTr="00EB44B4">
        <w:trPr>
          <w:trHeight w:val="374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2.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534418">
            <w:pPr>
              <w:spacing w:line="288" w:lineRule="auto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Default="00B5552C" w:rsidP="00534418">
            <w:pPr>
              <w:spacing w:line="288" w:lineRule="auto"/>
              <w:jc w:val="center"/>
            </w:pPr>
            <w:r w:rsidRPr="00041E1C">
              <w:rPr>
                <w:sz w:val="28"/>
                <w:szCs w:val="28"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3482,62194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3482,62194</w:t>
            </w:r>
          </w:p>
        </w:tc>
      </w:tr>
      <w:tr w:rsidR="00B5552C" w:rsidRPr="00EB44B4" w:rsidTr="00EB44B4">
        <w:trPr>
          <w:trHeight w:val="374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C4902" w:rsidRDefault="00B5552C" w:rsidP="00534418">
            <w:pPr>
              <w:spacing w:line="288" w:lineRule="auto"/>
              <w:jc w:val="center"/>
              <w:rPr>
                <w:spacing w:val="-4"/>
                <w:sz w:val="28"/>
                <w:szCs w:val="28"/>
              </w:rPr>
            </w:pPr>
            <w:r w:rsidRPr="005C4902">
              <w:rPr>
                <w:spacing w:val="-4"/>
                <w:sz w:val="28"/>
                <w:szCs w:val="28"/>
              </w:rPr>
              <w:t>2.1.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:rsidR="00B5552C" w:rsidRDefault="00B5552C" w:rsidP="00534418">
            <w:pPr>
              <w:spacing w:line="288" w:lineRule="auto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 xml:space="preserve">Инзенское городское </w:t>
            </w:r>
          </w:p>
          <w:p w:rsidR="00B5552C" w:rsidRPr="00EB44B4" w:rsidRDefault="00B5552C" w:rsidP="00534418">
            <w:pPr>
              <w:spacing w:line="288" w:lineRule="auto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Default="00B5552C" w:rsidP="00534418">
            <w:pPr>
              <w:spacing w:line="288" w:lineRule="auto"/>
              <w:jc w:val="center"/>
            </w:pPr>
            <w:r w:rsidRPr="00041E1C">
              <w:rPr>
                <w:sz w:val="28"/>
                <w:szCs w:val="28"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3482,62194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3482,62194</w:t>
            </w:r>
          </w:p>
        </w:tc>
      </w:tr>
      <w:tr w:rsidR="00B5552C" w:rsidRPr="00EB44B4" w:rsidTr="00EB44B4">
        <w:trPr>
          <w:trHeight w:val="374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3.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534418">
            <w:pPr>
              <w:spacing w:line="288" w:lineRule="auto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Default="00B5552C" w:rsidP="00534418">
            <w:pPr>
              <w:spacing w:line="288" w:lineRule="auto"/>
              <w:jc w:val="center"/>
            </w:pPr>
            <w:r w:rsidRPr="00041E1C">
              <w:rPr>
                <w:sz w:val="28"/>
                <w:szCs w:val="28"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1548,83357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1548,83357</w:t>
            </w:r>
          </w:p>
        </w:tc>
      </w:tr>
      <w:tr w:rsidR="00B5552C" w:rsidRPr="00EB44B4" w:rsidTr="00EB44B4">
        <w:trPr>
          <w:trHeight w:val="374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C4902" w:rsidRDefault="00B5552C" w:rsidP="00534418">
            <w:pPr>
              <w:spacing w:line="288" w:lineRule="auto"/>
              <w:jc w:val="center"/>
              <w:rPr>
                <w:spacing w:val="-4"/>
                <w:sz w:val="28"/>
                <w:szCs w:val="28"/>
              </w:rPr>
            </w:pPr>
            <w:r w:rsidRPr="005C4902">
              <w:rPr>
                <w:spacing w:val="-4"/>
                <w:sz w:val="28"/>
                <w:szCs w:val="28"/>
              </w:rPr>
              <w:t>3.1.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534418">
            <w:pPr>
              <w:spacing w:line="288" w:lineRule="auto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Новоспасское городское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Default="00B5552C" w:rsidP="00534418">
            <w:pPr>
              <w:spacing w:line="288" w:lineRule="auto"/>
              <w:jc w:val="center"/>
            </w:pPr>
            <w:r w:rsidRPr="00041E1C">
              <w:rPr>
                <w:sz w:val="28"/>
                <w:szCs w:val="28"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410,05788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410,05788</w:t>
            </w:r>
          </w:p>
        </w:tc>
      </w:tr>
      <w:tr w:rsidR="00B5552C" w:rsidRPr="00EB44B4" w:rsidTr="00EB44B4">
        <w:trPr>
          <w:trHeight w:val="374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C4902" w:rsidRDefault="00B5552C" w:rsidP="00534418">
            <w:pPr>
              <w:spacing w:line="288" w:lineRule="auto"/>
              <w:jc w:val="center"/>
              <w:rPr>
                <w:spacing w:val="-4"/>
                <w:sz w:val="28"/>
                <w:szCs w:val="28"/>
              </w:rPr>
            </w:pPr>
            <w:r w:rsidRPr="005C4902">
              <w:rPr>
                <w:spacing w:val="-4"/>
                <w:sz w:val="28"/>
                <w:szCs w:val="28"/>
              </w:rPr>
              <w:t>3.2.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534418">
            <w:pPr>
              <w:spacing w:line="288" w:lineRule="auto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Красносельское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Default="00B5552C" w:rsidP="00534418">
            <w:pPr>
              <w:spacing w:line="288" w:lineRule="auto"/>
              <w:jc w:val="center"/>
            </w:pPr>
            <w:r w:rsidRPr="00041E1C">
              <w:rPr>
                <w:sz w:val="28"/>
                <w:szCs w:val="28"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1138,77569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534418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1138,77569</w:t>
            </w:r>
          </w:p>
        </w:tc>
      </w:tr>
      <w:tr w:rsidR="00B5552C" w:rsidRPr="00EB44B4" w:rsidTr="00EB44B4">
        <w:trPr>
          <w:trHeight w:val="374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4.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Default="00B5552C" w:rsidP="006B0F1A">
            <w:pPr>
              <w:spacing w:line="288" w:lineRule="auto"/>
              <w:jc w:val="center"/>
            </w:pPr>
            <w:r w:rsidRPr="00041E1C">
              <w:rPr>
                <w:sz w:val="28"/>
                <w:szCs w:val="28"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11427,81682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11427,81682</w:t>
            </w:r>
          </w:p>
        </w:tc>
      </w:tr>
      <w:tr w:rsidR="00B5552C" w:rsidRPr="00EB44B4" w:rsidTr="00EB44B4">
        <w:trPr>
          <w:trHeight w:val="374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C4902" w:rsidRDefault="00B5552C" w:rsidP="006B0F1A">
            <w:pPr>
              <w:spacing w:line="288" w:lineRule="auto"/>
              <w:jc w:val="center"/>
              <w:rPr>
                <w:spacing w:val="-4"/>
                <w:sz w:val="28"/>
                <w:szCs w:val="28"/>
              </w:rPr>
            </w:pPr>
            <w:r w:rsidRPr="005C4902">
              <w:rPr>
                <w:spacing w:val="-4"/>
                <w:sz w:val="28"/>
                <w:szCs w:val="28"/>
              </w:rPr>
              <w:t>4.1.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Большеключищенское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Default="00B5552C" w:rsidP="006B0F1A">
            <w:pPr>
              <w:spacing w:line="288" w:lineRule="auto"/>
              <w:jc w:val="center"/>
            </w:pPr>
            <w:r w:rsidRPr="00041E1C">
              <w:rPr>
                <w:sz w:val="28"/>
                <w:szCs w:val="28"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3982,54167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3982,54167</w:t>
            </w:r>
          </w:p>
        </w:tc>
      </w:tr>
      <w:tr w:rsidR="00B5552C" w:rsidRPr="00EB44B4" w:rsidTr="00EB44B4">
        <w:trPr>
          <w:trHeight w:val="374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C4902" w:rsidRDefault="00B5552C" w:rsidP="006B0F1A">
            <w:pPr>
              <w:spacing w:line="288" w:lineRule="auto"/>
              <w:jc w:val="center"/>
              <w:rPr>
                <w:spacing w:val="-4"/>
                <w:sz w:val="28"/>
                <w:szCs w:val="28"/>
              </w:rPr>
            </w:pPr>
            <w:r w:rsidRPr="005C4902">
              <w:rPr>
                <w:spacing w:val="-4"/>
                <w:sz w:val="28"/>
                <w:szCs w:val="28"/>
              </w:rPr>
              <w:t>4.2.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:rsidR="00B5552C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 xml:space="preserve">Зеленорощинское </w:t>
            </w:r>
          </w:p>
          <w:p w:rsidR="00B5552C" w:rsidRPr="00EB44B4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Default="00B5552C" w:rsidP="006B0F1A">
            <w:pPr>
              <w:spacing w:line="288" w:lineRule="auto"/>
              <w:jc w:val="center"/>
            </w:pPr>
            <w:r w:rsidRPr="00041E1C">
              <w:rPr>
                <w:sz w:val="28"/>
                <w:szCs w:val="28"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4703,05347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4703,05347</w:t>
            </w:r>
          </w:p>
        </w:tc>
      </w:tr>
      <w:tr w:rsidR="00B5552C" w:rsidRPr="00EB44B4" w:rsidTr="00EB44B4">
        <w:trPr>
          <w:trHeight w:val="374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5C4902" w:rsidRDefault="00B5552C" w:rsidP="006B0F1A">
            <w:pPr>
              <w:spacing w:line="288" w:lineRule="auto"/>
              <w:jc w:val="center"/>
              <w:rPr>
                <w:spacing w:val="-4"/>
                <w:sz w:val="28"/>
                <w:szCs w:val="28"/>
              </w:rPr>
            </w:pPr>
            <w:r w:rsidRPr="005C4902">
              <w:rPr>
                <w:spacing w:val="-4"/>
                <w:sz w:val="28"/>
                <w:szCs w:val="28"/>
              </w:rPr>
              <w:t>4.3.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:rsidR="00B5552C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 xml:space="preserve">Ишеевское городское </w:t>
            </w:r>
          </w:p>
          <w:p w:rsidR="00B5552C" w:rsidRPr="00EB44B4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Default="00B5552C" w:rsidP="006B0F1A">
            <w:pPr>
              <w:spacing w:line="288" w:lineRule="auto"/>
              <w:jc w:val="center"/>
            </w:pPr>
            <w:r w:rsidRPr="00041E1C">
              <w:rPr>
                <w:sz w:val="28"/>
                <w:szCs w:val="28"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2742,22168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2742,22168</w:t>
            </w:r>
          </w:p>
        </w:tc>
      </w:tr>
      <w:tr w:rsidR="00B5552C" w:rsidRPr="00EB44B4" w:rsidTr="00EB44B4">
        <w:trPr>
          <w:trHeight w:val="374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6B0F1A">
            <w:pPr>
              <w:spacing w:line="288" w:lineRule="auto"/>
              <w:rPr>
                <w:b/>
                <w:sz w:val="28"/>
                <w:szCs w:val="28"/>
              </w:rPr>
            </w:pPr>
            <w:r w:rsidRPr="00EB44B4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EB44B4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EB44B4">
              <w:rPr>
                <w:b/>
                <w:sz w:val="28"/>
                <w:szCs w:val="28"/>
              </w:rPr>
              <w:t>19425,48166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EB44B4">
              <w:rPr>
                <w:b/>
                <w:sz w:val="28"/>
                <w:szCs w:val="28"/>
              </w:rPr>
              <w:t>19425,48166</w:t>
            </w:r>
          </w:p>
        </w:tc>
      </w:tr>
      <w:tr w:rsidR="00B5552C" w:rsidRPr="00EB44B4" w:rsidTr="00EB44B4">
        <w:trPr>
          <w:trHeight w:val="374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EB44B4">
              <w:rPr>
                <w:sz w:val="28"/>
                <w:szCs w:val="28"/>
              </w:rPr>
              <w:t>.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Pr="00EB44B4">
              <w:rPr>
                <w:sz w:val="28"/>
                <w:szCs w:val="28"/>
              </w:rPr>
              <w:t xml:space="preserve"> Димитровград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3000,0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5140,03353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8140,03353</w:t>
            </w:r>
          </w:p>
        </w:tc>
      </w:tr>
      <w:tr w:rsidR="00B5552C" w:rsidRPr="00EB44B4" w:rsidTr="00EB44B4">
        <w:trPr>
          <w:trHeight w:val="374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EB44B4">
              <w:rPr>
                <w:sz w:val="28"/>
                <w:szCs w:val="28"/>
              </w:rPr>
              <w:t>.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6B0F1A">
            <w:pPr>
              <w:spacing w:line="28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Pr="00EB44B4">
              <w:rPr>
                <w:sz w:val="28"/>
                <w:szCs w:val="28"/>
              </w:rPr>
              <w:t xml:space="preserve"> Ульяновск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10000,0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41354,03846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B44B4">
              <w:rPr>
                <w:sz w:val="28"/>
                <w:szCs w:val="28"/>
              </w:rPr>
              <w:t>51354,03846</w:t>
            </w:r>
          </w:p>
        </w:tc>
      </w:tr>
      <w:tr w:rsidR="00B5552C" w:rsidRPr="00EB44B4" w:rsidTr="00EB44B4">
        <w:trPr>
          <w:trHeight w:val="374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6B0F1A">
            <w:pPr>
              <w:spacing w:line="288" w:lineRule="auto"/>
              <w:rPr>
                <w:b/>
                <w:sz w:val="28"/>
                <w:szCs w:val="28"/>
              </w:rPr>
            </w:pPr>
            <w:r w:rsidRPr="00EB44B4">
              <w:rPr>
                <w:b/>
                <w:sz w:val="28"/>
                <w:szCs w:val="28"/>
              </w:rPr>
              <w:t xml:space="preserve">Итого по </w:t>
            </w:r>
            <w:r>
              <w:rPr>
                <w:b/>
                <w:sz w:val="28"/>
                <w:szCs w:val="28"/>
              </w:rPr>
              <w:t>городам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EB44B4">
              <w:rPr>
                <w:b/>
                <w:sz w:val="28"/>
                <w:szCs w:val="28"/>
              </w:rPr>
              <w:t>13000,0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EB44B4">
              <w:rPr>
                <w:b/>
                <w:sz w:val="28"/>
                <w:szCs w:val="28"/>
              </w:rPr>
              <w:t>46494,07199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EB44B4">
              <w:rPr>
                <w:b/>
                <w:sz w:val="28"/>
                <w:szCs w:val="28"/>
              </w:rPr>
              <w:t>59494,07199</w:t>
            </w:r>
          </w:p>
        </w:tc>
      </w:tr>
      <w:tr w:rsidR="00B5552C" w:rsidRPr="00EB44B4" w:rsidTr="00EB44B4">
        <w:trPr>
          <w:trHeight w:val="374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B5552C" w:rsidRPr="00EB44B4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</w:tcPr>
          <w:p w:rsidR="00B5552C" w:rsidRDefault="00B5552C" w:rsidP="006B0F1A">
            <w:pPr>
              <w:spacing w:line="288" w:lineRule="auto"/>
              <w:rPr>
                <w:b/>
                <w:sz w:val="28"/>
                <w:szCs w:val="28"/>
              </w:rPr>
            </w:pPr>
            <w:r w:rsidRPr="00EB44B4">
              <w:rPr>
                <w:b/>
                <w:sz w:val="28"/>
                <w:szCs w:val="28"/>
              </w:rPr>
              <w:t xml:space="preserve">Итого по районам </w:t>
            </w:r>
          </w:p>
          <w:p w:rsidR="00B5552C" w:rsidRPr="00EB44B4" w:rsidRDefault="00B5552C" w:rsidP="006B0F1A">
            <w:pPr>
              <w:spacing w:line="288" w:lineRule="auto"/>
              <w:rPr>
                <w:b/>
                <w:sz w:val="28"/>
                <w:szCs w:val="28"/>
              </w:rPr>
            </w:pPr>
            <w:r w:rsidRPr="00EB44B4">
              <w:rPr>
                <w:b/>
                <w:sz w:val="28"/>
                <w:szCs w:val="28"/>
              </w:rPr>
              <w:t>и город</w:t>
            </w:r>
            <w:r>
              <w:rPr>
                <w:b/>
                <w:sz w:val="28"/>
                <w:szCs w:val="28"/>
              </w:rPr>
              <w:t>ам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EB44B4">
              <w:rPr>
                <w:b/>
                <w:sz w:val="28"/>
                <w:szCs w:val="28"/>
              </w:rPr>
              <w:t>13000,0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EB44B4">
              <w:rPr>
                <w:b/>
                <w:sz w:val="28"/>
                <w:szCs w:val="28"/>
              </w:rPr>
              <w:t>65919,55365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EB44B4" w:rsidRDefault="00B5552C" w:rsidP="006B0F1A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 w:rsidRPr="00EB44B4">
              <w:rPr>
                <w:b/>
                <w:sz w:val="28"/>
                <w:szCs w:val="28"/>
              </w:rPr>
              <w:t>79919,55365</w:t>
            </w:r>
          </w:p>
        </w:tc>
      </w:tr>
    </w:tbl>
    <w:p w:rsidR="00B5552C" w:rsidRPr="006B0F1A" w:rsidRDefault="00B5552C" w:rsidP="009C0D1E">
      <w:pPr>
        <w:pStyle w:val="BodyText"/>
        <w:spacing w:line="360" w:lineRule="auto"/>
        <w:ind w:firstLine="720"/>
        <w:rPr>
          <w:sz w:val="20"/>
        </w:rPr>
      </w:pPr>
    </w:p>
    <w:tbl>
      <w:tblPr>
        <w:tblW w:w="9938" w:type="dxa"/>
        <w:tblInd w:w="93" w:type="dxa"/>
        <w:tblLook w:val="0000"/>
      </w:tblPr>
      <w:tblGrid>
        <w:gridCol w:w="658"/>
        <w:gridCol w:w="42"/>
        <w:gridCol w:w="4418"/>
        <w:gridCol w:w="302"/>
        <w:gridCol w:w="4518"/>
      </w:tblGrid>
      <w:tr w:rsidR="00B5552C" w:rsidRPr="008E3F6F" w:rsidTr="00EE5EF6">
        <w:trPr>
          <w:trHeight w:val="157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8E3F6F" w:rsidRDefault="00B5552C" w:rsidP="004A587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Таблица 55</w:t>
            </w:r>
          </w:p>
        </w:tc>
      </w:tr>
      <w:tr w:rsidR="00B5552C" w:rsidRPr="008E3F6F" w:rsidTr="00EE5EF6">
        <w:trPr>
          <w:trHeight w:val="8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Default="00B5552C" w:rsidP="00EE5EF6">
            <w:pPr>
              <w:jc w:val="center"/>
              <w:rPr>
                <w:b/>
                <w:bCs/>
                <w:sz w:val="28"/>
                <w:szCs w:val="28"/>
              </w:rPr>
            </w:pPr>
            <w:r w:rsidRPr="00557AA1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 xml:space="preserve">иных межбюджетных трансфертов бюджетам </w:t>
            </w:r>
          </w:p>
          <w:p w:rsidR="00B5552C" w:rsidRDefault="00B5552C" w:rsidP="00EE5EF6">
            <w:pPr>
              <w:jc w:val="center"/>
              <w:rPr>
                <w:b/>
                <w:bCs/>
                <w:sz w:val="28"/>
                <w:szCs w:val="28"/>
              </w:rPr>
            </w:pPr>
            <w:r w:rsidRPr="00557AA1">
              <w:rPr>
                <w:b/>
                <w:bCs/>
                <w:sz w:val="28"/>
                <w:szCs w:val="28"/>
              </w:rPr>
              <w:t>муниципальных районов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57AA1">
              <w:rPr>
                <w:b/>
                <w:bCs/>
                <w:sz w:val="28"/>
                <w:szCs w:val="28"/>
              </w:rPr>
              <w:t>и городских округов Ульяновской области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B5552C" w:rsidRDefault="00B5552C" w:rsidP="00EE5EF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подключение общедоступных библиотек Российской Федерации </w:t>
            </w:r>
          </w:p>
          <w:p w:rsidR="00B5552C" w:rsidRDefault="00B5552C" w:rsidP="00EE5EF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 сети Интернет и развитие системы библиотечного дела с учётом задачи</w:t>
            </w:r>
          </w:p>
          <w:p w:rsidR="00B5552C" w:rsidRPr="004A5875" w:rsidRDefault="00B5552C" w:rsidP="004A58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расширения информационных технологий и оцифровки на 2014 год</w:t>
            </w:r>
          </w:p>
        </w:tc>
      </w:tr>
      <w:tr w:rsidR="00B5552C" w:rsidRPr="008E3F6F" w:rsidTr="004A5875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5552C" w:rsidRPr="008E3F6F" w:rsidRDefault="00B5552C" w:rsidP="00EE5EF6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5552C" w:rsidRPr="008E3F6F" w:rsidRDefault="00B5552C" w:rsidP="00EE5EF6">
            <w:pPr>
              <w:rPr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5552C" w:rsidRPr="008E3F6F" w:rsidRDefault="00B5552C" w:rsidP="00EE5EF6">
            <w:pPr>
              <w:jc w:val="right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тыс. руб.</w:t>
            </w:r>
          </w:p>
        </w:tc>
      </w:tr>
      <w:tr w:rsidR="00B5552C" w:rsidRPr="008E3F6F" w:rsidTr="004A587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B5552C" w:rsidRPr="008E3F6F" w:rsidRDefault="00B5552C" w:rsidP="00EE5EF6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№    п/п</w:t>
            </w:r>
          </w:p>
        </w:tc>
        <w:tc>
          <w:tcPr>
            <w:tcW w:w="4460" w:type="dxa"/>
            <w:gridSpan w:val="2"/>
            <w:tcBorders>
              <w:bottom w:val="nil"/>
            </w:tcBorders>
            <w:vAlign w:val="center"/>
          </w:tcPr>
          <w:p w:rsidR="00B5552C" w:rsidRDefault="00B5552C" w:rsidP="00EE5EF6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 xml:space="preserve">Наименование </w:t>
            </w:r>
          </w:p>
          <w:p w:rsidR="00B5552C" w:rsidRPr="008E3F6F" w:rsidRDefault="00B5552C" w:rsidP="00EE5EF6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820" w:type="dxa"/>
            <w:gridSpan w:val="2"/>
            <w:tcBorders>
              <w:bottom w:val="nil"/>
            </w:tcBorders>
            <w:vAlign w:val="center"/>
          </w:tcPr>
          <w:p w:rsidR="00B5552C" w:rsidRPr="008E3F6F" w:rsidRDefault="00B5552C" w:rsidP="00EE5EF6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Сумма</w:t>
            </w:r>
          </w:p>
        </w:tc>
      </w:tr>
    </w:tbl>
    <w:p w:rsidR="00B5552C" w:rsidRPr="004A5875" w:rsidRDefault="00B5552C">
      <w:pPr>
        <w:rPr>
          <w:sz w:val="2"/>
          <w:szCs w:val="2"/>
        </w:rPr>
      </w:pPr>
    </w:p>
    <w:tbl>
      <w:tblPr>
        <w:tblW w:w="9938" w:type="dxa"/>
        <w:tblInd w:w="93" w:type="dxa"/>
        <w:tblLook w:val="00A0"/>
      </w:tblPr>
      <w:tblGrid>
        <w:gridCol w:w="658"/>
        <w:gridCol w:w="4460"/>
        <w:gridCol w:w="4820"/>
      </w:tblGrid>
      <w:tr w:rsidR="00B5552C" w:rsidRPr="008E3F6F" w:rsidTr="004A5875">
        <w:trPr>
          <w:trHeight w:val="260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8E3F6F" w:rsidRDefault="00B5552C" w:rsidP="004A58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Default="00B5552C" w:rsidP="004A5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Default="00B5552C" w:rsidP="004A587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tcBorders>
              <w:top w:val="single" w:sz="4" w:space="0" w:color="auto"/>
            </w:tcBorders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sz w:val="28"/>
                <w:szCs w:val="28"/>
                <w:highlight w:val="green"/>
              </w:rPr>
            </w:pPr>
            <w:r w:rsidRPr="008E3F6F">
              <w:rPr>
                <w:sz w:val="28"/>
                <w:szCs w:val="28"/>
              </w:rPr>
              <w:t>1.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Базарносызганский район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33,1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46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Барышский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111,54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46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Вешкаймский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111,54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46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Инзенский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111,54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46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Карсунский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74,36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46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Кузоватовский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74,36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46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Майнский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107,46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46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Мелекесский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74,36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46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Николаевский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66,2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46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Новомалыклинский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74,36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46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Новоспасский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66,2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46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Павловский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74,36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46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Радищевский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74,36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46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Сенгилеевский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37,18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46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Старокулаткинский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107,46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460" w:type="dxa"/>
            <w:noWrap/>
            <w:vAlign w:val="bottom"/>
          </w:tcPr>
          <w:p w:rsidR="00B5552C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Старомайнский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74,36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460" w:type="dxa"/>
            <w:noWrap/>
            <w:vAlign w:val="bottom"/>
          </w:tcPr>
          <w:p w:rsidR="00B5552C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Сурский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111,54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460" w:type="dxa"/>
            <w:noWrap/>
            <w:vAlign w:val="bottom"/>
          </w:tcPr>
          <w:p w:rsidR="00B5552C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Тереньгульский 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74,36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460" w:type="dxa"/>
            <w:noWrap/>
            <w:vAlign w:val="bottom"/>
          </w:tcPr>
          <w:p w:rsidR="00B5552C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Ульяновский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74,362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460" w:type="dxa"/>
            <w:noWrap/>
            <w:vAlign w:val="bottom"/>
          </w:tcPr>
          <w:p w:rsidR="00B5552C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Цильнинский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74,36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460" w:type="dxa"/>
            <w:noWrap/>
            <w:vAlign w:val="bottom"/>
          </w:tcPr>
          <w:p w:rsidR="00B5552C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Чердаклинский район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66,2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46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820" w:type="dxa"/>
            <w:noWrap/>
            <w:vAlign w:val="bottom"/>
          </w:tcPr>
          <w:p w:rsidR="00B5552C" w:rsidRPr="00887C81" w:rsidRDefault="00B5552C" w:rsidP="006B0F1A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887C81">
              <w:rPr>
                <w:b/>
                <w:bCs/>
                <w:sz w:val="28"/>
                <w:szCs w:val="28"/>
              </w:rPr>
              <w:t>1673,56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446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Cs/>
                <w:sz w:val="28"/>
                <w:szCs w:val="28"/>
              </w:rPr>
            </w:pPr>
            <w:r w:rsidRPr="008E3F6F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E3F6F">
              <w:rPr>
                <w:bCs/>
                <w:sz w:val="28"/>
                <w:szCs w:val="28"/>
              </w:rPr>
              <w:t>Димитровград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66,2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sz w:val="28"/>
                <w:szCs w:val="28"/>
              </w:rPr>
            </w:pPr>
          </w:p>
        </w:tc>
        <w:tc>
          <w:tcPr>
            <w:tcW w:w="446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8E3F6F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820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66,2</w:t>
            </w:r>
          </w:p>
        </w:tc>
      </w:tr>
      <w:tr w:rsidR="00B5552C" w:rsidRPr="008E3F6F" w:rsidTr="004A5875"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8E3F6F" w:rsidRDefault="00B5552C" w:rsidP="006B0F1A">
            <w:pPr>
              <w:spacing w:line="288" w:lineRule="auto"/>
              <w:rPr>
                <w:sz w:val="28"/>
                <w:szCs w:val="28"/>
              </w:rPr>
            </w:pPr>
          </w:p>
        </w:tc>
        <w:tc>
          <w:tcPr>
            <w:tcW w:w="4460" w:type="dxa"/>
            <w:noWrap/>
            <w:vAlign w:val="bottom"/>
          </w:tcPr>
          <w:p w:rsidR="00B5552C" w:rsidRPr="0046179A" w:rsidRDefault="00B5552C" w:rsidP="006B0F1A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46179A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820" w:type="dxa"/>
            <w:noWrap/>
            <w:vAlign w:val="bottom"/>
          </w:tcPr>
          <w:p w:rsidR="00B5552C" w:rsidRPr="004A5875" w:rsidRDefault="00B5552C" w:rsidP="006B0F1A">
            <w:pPr>
              <w:spacing w:line="288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1739,762</w:t>
            </w:r>
          </w:p>
        </w:tc>
      </w:tr>
    </w:tbl>
    <w:p w:rsidR="00B5552C" w:rsidRPr="006B0F1A" w:rsidRDefault="00B5552C" w:rsidP="009C0D1E">
      <w:pPr>
        <w:pStyle w:val="BodyText"/>
        <w:spacing w:line="360" w:lineRule="auto"/>
        <w:ind w:firstLine="720"/>
        <w:rPr>
          <w:sz w:val="20"/>
        </w:rPr>
      </w:pPr>
    </w:p>
    <w:tbl>
      <w:tblPr>
        <w:tblW w:w="9938" w:type="dxa"/>
        <w:tblInd w:w="93" w:type="dxa"/>
        <w:tblLook w:val="0000"/>
      </w:tblPr>
      <w:tblGrid>
        <w:gridCol w:w="658"/>
        <w:gridCol w:w="42"/>
        <w:gridCol w:w="4418"/>
        <w:gridCol w:w="302"/>
        <w:gridCol w:w="4518"/>
      </w:tblGrid>
      <w:tr w:rsidR="00B5552C" w:rsidRPr="008E3F6F" w:rsidTr="005460AC">
        <w:trPr>
          <w:trHeight w:val="157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8E3F6F" w:rsidRDefault="00B5552C" w:rsidP="00434B7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Таблица 56</w:t>
            </w:r>
          </w:p>
        </w:tc>
      </w:tr>
      <w:tr w:rsidR="00B5552C" w:rsidRPr="008E3F6F" w:rsidTr="005460AC">
        <w:trPr>
          <w:trHeight w:val="8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Default="00B5552C" w:rsidP="005460AC">
            <w:pPr>
              <w:jc w:val="center"/>
              <w:rPr>
                <w:b/>
                <w:bCs/>
                <w:sz w:val="28"/>
                <w:szCs w:val="28"/>
              </w:rPr>
            </w:pPr>
            <w:r w:rsidRPr="00557AA1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 xml:space="preserve">иных межбюджетных трансфертов бюджету </w:t>
            </w:r>
          </w:p>
          <w:p w:rsidR="00B5552C" w:rsidRDefault="00B5552C" w:rsidP="00434B76">
            <w:pPr>
              <w:jc w:val="center"/>
              <w:rPr>
                <w:b/>
                <w:bCs/>
                <w:sz w:val="28"/>
                <w:szCs w:val="28"/>
              </w:rPr>
            </w:pPr>
            <w:r w:rsidRPr="00557AA1">
              <w:rPr>
                <w:b/>
                <w:bCs/>
                <w:sz w:val="28"/>
                <w:szCs w:val="28"/>
              </w:rPr>
              <w:t>муниципальн</w:t>
            </w:r>
            <w:r>
              <w:rPr>
                <w:b/>
                <w:bCs/>
                <w:sz w:val="28"/>
                <w:szCs w:val="28"/>
              </w:rPr>
              <w:t>ого</w:t>
            </w:r>
            <w:r w:rsidRPr="00557AA1">
              <w:rPr>
                <w:b/>
                <w:bCs/>
                <w:sz w:val="28"/>
                <w:szCs w:val="28"/>
              </w:rPr>
              <w:t xml:space="preserve"> район</w:t>
            </w:r>
            <w:r>
              <w:rPr>
                <w:b/>
                <w:bCs/>
                <w:sz w:val="28"/>
                <w:szCs w:val="28"/>
              </w:rPr>
              <w:t xml:space="preserve">а </w:t>
            </w:r>
            <w:r w:rsidRPr="00557AA1">
              <w:rPr>
                <w:b/>
                <w:bCs/>
                <w:sz w:val="28"/>
                <w:szCs w:val="28"/>
              </w:rPr>
              <w:t>Ульяновской области</w:t>
            </w:r>
            <w:r>
              <w:rPr>
                <w:b/>
                <w:bCs/>
                <w:sz w:val="28"/>
                <w:szCs w:val="28"/>
              </w:rPr>
              <w:t xml:space="preserve"> на государственную </w:t>
            </w:r>
          </w:p>
          <w:p w:rsidR="00B5552C" w:rsidRDefault="00B5552C" w:rsidP="00434B7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поддержку (грант) комплексного развития региональных </w:t>
            </w:r>
          </w:p>
          <w:p w:rsidR="00B5552C" w:rsidRPr="004A5875" w:rsidRDefault="00B5552C" w:rsidP="00434B7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муниципальных учреждений культуры на 2014 год</w:t>
            </w:r>
          </w:p>
        </w:tc>
      </w:tr>
      <w:tr w:rsidR="00B5552C" w:rsidRPr="008E3F6F" w:rsidTr="005460AC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5552C" w:rsidRPr="008E3F6F" w:rsidRDefault="00B5552C" w:rsidP="005460AC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5552C" w:rsidRPr="008E3F6F" w:rsidRDefault="00B5552C" w:rsidP="005460AC">
            <w:pPr>
              <w:rPr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5552C" w:rsidRPr="008E3F6F" w:rsidRDefault="00B5552C" w:rsidP="005460AC">
            <w:pPr>
              <w:jc w:val="right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тыс. руб.</w:t>
            </w:r>
          </w:p>
        </w:tc>
      </w:tr>
      <w:tr w:rsidR="00B5552C" w:rsidRPr="008E3F6F" w:rsidTr="005460A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B5552C" w:rsidRPr="008E3F6F" w:rsidRDefault="00B5552C" w:rsidP="005460AC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№    п/п</w:t>
            </w:r>
          </w:p>
        </w:tc>
        <w:tc>
          <w:tcPr>
            <w:tcW w:w="4460" w:type="dxa"/>
            <w:gridSpan w:val="2"/>
            <w:tcBorders>
              <w:bottom w:val="nil"/>
            </w:tcBorders>
            <w:vAlign w:val="center"/>
          </w:tcPr>
          <w:p w:rsidR="00B5552C" w:rsidRDefault="00B5552C" w:rsidP="005460AC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 xml:space="preserve">Наименование </w:t>
            </w:r>
          </w:p>
          <w:p w:rsidR="00B5552C" w:rsidRPr="008E3F6F" w:rsidRDefault="00B5552C" w:rsidP="005460AC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820" w:type="dxa"/>
            <w:gridSpan w:val="2"/>
            <w:tcBorders>
              <w:bottom w:val="nil"/>
            </w:tcBorders>
            <w:vAlign w:val="center"/>
          </w:tcPr>
          <w:p w:rsidR="00B5552C" w:rsidRPr="008E3F6F" w:rsidRDefault="00B5552C" w:rsidP="005460AC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Сумма</w:t>
            </w:r>
          </w:p>
        </w:tc>
      </w:tr>
      <w:tr w:rsidR="00B5552C" w:rsidRPr="008E3F6F" w:rsidTr="00434B76">
        <w:tblPrEx>
          <w:tblLook w:val="00A0"/>
        </w:tblPrEx>
        <w:trPr>
          <w:trHeight w:val="375"/>
        </w:trPr>
        <w:tc>
          <w:tcPr>
            <w:tcW w:w="658" w:type="dxa"/>
            <w:tcBorders>
              <w:top w:val="single" w:sz="4" w:space="0" w:color="auto"/>
            </w:tcBorders>
            <w:noWrap/>
            <w:vAlign w:val="bottom"/>
          </w:tcPr>
          <w:p w:rsidR="00B5552C" w:rsidRPr="008E3F6F" w:rsidRDefault="00B5552C" w:rsidP="005460AC">
            <w:pPr>
              <w:spacing w:line="360" w:lineRule="auto"/>
              <w:jc w:val="center"/>
              <w:rPr>
                <w:sz w:val="28"/>
                <w:szCs w:val="28"/>
                <w:highlight w:val="green"/>
              </w:rPr>
            </w:pPr>
            <w:r w:rsidRPr="008E3F6F">
              <w:rPr>
                <w:sz w:val="28"/>
                <w:szCs w:val="28"/>
              </w:rPr>
              <w:t>1.</w:t>
            </w:r>
          </w:p>
        </w:tc>
        <w:tc>
          <w:tcPr>
            <w:tcW w:w="4460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B5552C" w:rsidRPr="008E3F6F" w:rsidRDefault="00B5552C" w:rsidP="005460AC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Майнский район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B5552C" w:rsidRPr="008E3F6F" w:rsidRDefault="00B5552C" w:rsidP="005460A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1100,0</w:t>
            </w:r>
          </w:p>
        </w:tc>
      </w:tr>
      <w:tr w:rsidR="00B5552C" w:rsidRPr="00434B76" w:rsidTr="00434B76">
        <w:tblPrEx>
          <w:tblLook w:val="00A0"/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B5552C" w:rsidRPr="00434B76" w:rsidRDefault="00B5552C" w:rsidP="005460A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60" w:type="dxa"/>
            <w:gridSpan w:val="2"/>
            <w:noWrap/>
            <w:vAlign w:val="bottom"/>
          </w:tcPr>
          <w:p w:rsidR="00B5552C" w:rsidRPr="00434B76" w:rsidRDefault="00B5552C" w:rsidP="005460A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34B76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820" w:type="dxa"/>
            <w:gridSpan w:val="2"/>
            <w:noWrap/>
            <w:vAlign w:val="bottom"/>
          </w:tcPr>
          <w:p w:rsidR="00B5552C" w:rsidRPr="00434B76" w:rsidRDefault="00B5552C" w:rsidP="005460A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434B76">
              <w:rPr>
                <w:b/>
                <w:bCs/>
                <w:sz w:val="28"/>
                <w:szCs w:val="28"/>
              </w:rPr>
              <w:t>1100,0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B5552C" w:rsidRDefault="00B5552C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15) в приложении 28:</w:t>
      </w:r>
    </w:p>
    <w:p w:rsidR="00B5552C" w:rsidRDefault="00B5552C" w:rsidP="009C0D1E">
      <w:pPr>
        <w:pStyle w:val="BodyText"/>
        <w:spacing w:line="360" w:lineRule="auto"/>
        <w:ind w:firstLine="720"/>
      </w:pPr>
      <w:r w:rsidRPr="00A82970">
        <w:rPr>
          <w:szCs w:val="28"/>
        </w:rPr>
        <w:t>а) в пункте 2 слова «</w:t>
      </w:r>
      <w:r w:rsidRPr="00A82970">
        <w:t>открытого акционерного общества «Корпорация разв</w:t>
      </w:r>
      <w:r w:rsidRPr="00A82970">
        <w:t>и</w:t>
      </w:r>
      <w:r w:rsidRPr="00A82970">
        <w:t>тия Ульяновской области» заменить словами «акционерного общества «Корпор</w:t>
      </w:r>
      <w:r w:rsidRPr="00A82970">
        <w:t>а</w:t>
      </w:r>
      <w:r w:rsidRPr="00A82970">
        <w:t>ция развития Ульяновской области»;</w:t>
      </w:r>
    </w:p>
    <w:p w:rsidR="00B5552C" w:rsidRDefault="00B5552C" w:rsidP="00A82970">
      <w:pPr>
        <w:pStyle w:val="BodyText"/>
        <w:spacing w:line="360" w:lineRule="auto"/>
        <w:ind w:firstLine="720"/>
      </w:pPr>
      <w:r>
        <w:t xml:space="preserve">б) </w:t>
      </w:r>
      <w:r w:rsidRPr="00A82970">
        <w:rPr>
          <w:szCs w:val="28"/>
        </w:rPr>
        <w:t xml:space="preserve">в пункте </w:t>
      </w:r>
      <w:r>
        <w:rPr>
          <w:szCs w:val="28"/>
        </w:rPr>
        <w:t>3</w:t>
      </w:r>
      <w:r w:rsidRPr="00A82970">
        <w:rPr>
          <w:szCs w:val="28"/>
        </w:rPr>
        <w:t xml:space="preserve"> слова «</w:t>
      </w:r>
      <w:r w:rsidRPr="00A82970">
        <w:t>открытого акционерного общества «Корпорация разв</w:t>
      </w:r>
      <w:r w:rsidRPr="00A82970">
        <w:t>и</w:t>
      </w:r>
      <w:r w:rsidRPr="00A82970">
        <w:t>тия Ульяновской области» заменить словами «акционерного общества «Корпор</w:t>
      </w:r>
      <w:r w:rsidRPr="00A82970">
        <w:t>а</w:t>
      </w:r>
      <w:r w:rsidRPr="00A82970">
        <w:t>ция развития Ульяновской области»;</w:t>
      </w:r>
    </w:p>
    <w:p w:rsidR="00B5552C" w:rsidRPr="00F75EA2" w:rsidRDefault="00B5552C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16) </w:t>
      </w:r>
      <w:r w:rsidRPr="00F75EA2">
        <w:rPr>
          <w:szCs w:val="28"/>
        </w:rPr>
        <w:t>приложение 29 изложить в следующей редакции:</w:t>
      </w:r>
    </w:p>
    <w:p w:rsidR="00B5552C" w:rsidRPr="00F75EA2" w:rsidRDefault="00B5552C" w:rsidP="00E33ABF">
      <w:pPr>
        <w:pStyle w:val="BodyText"/>
        <w:ind w:firstLine="720"/>
        <w:rPr>
          <w:szCs w:val="28"/>
        </w:rPr>
      </w:pPr>
    </w:p>
    <w:p w:rsidR="00B5552C" w:rsidRDefault="00B5552C">
      <w:r>
        <w:br w:type="page"/>
      </w:r>
    </w:p>
    <w:tbl>
      <w:tblPr>
        <w:tblW w:w="4394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4"/>
      </w:tblGrid>
      <w:tr w:rsidR="00B5552C" w:rsidRPr="00F75EA2" w:rsidTr="00356A49">
        <w:trPr>
          <w:trHeight w:val="297"/>
        </w:trPr>
        <w:tc>
          <w:tcPr>
            <w:tcW w:w="4394" w:type="dxa"/>
            <w:tcBorders>
              <w:bottom w:val="single" w:sz="4" w:space="0" w:color="FFFFFF"/>
            </w:tcBorders>
          </w:tcPr>
          <w:p w:rsidR="00B5552C" w:rsidRPr="00F75EA2" w:rsidRDefault="00B5552C" w:rsidP="00356A49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 w:rsidRPr="00F75EA2">
              <w:rPr>
                <w:bCs/>
                <w:snapToGrid w:val="0"/>
                <w:sz w:val="28"/>
                <w:szCs w:val="28"/>
              </w:rPr>
              <w:t>«ПРИЛОЖЕНИЕ 29</w:t>
            </w:r>
          </w:p>
        </w:tc>
      </w:tr>
      <w:tr w:rsidR="00B5552C" w:rsidRPr="00F75EA2" w:rsidTr="00356A49">
        <w:trPr>
          <w:trHeight w:val="1620"/>
        </w:trPr>
        <w:tc>
          <w:tcPr>
            <w:tcW w:w="4394" w:type="dxa"/>
            <w:tcBorders>
              <w:top w:val="single" w:sz="4" w:space="0" w:color="FFFFFF"/>
            </w:tcBorders>
          </w:tcPr>
          <w:p w:rsidR="00B5552C" w:rsidRPr="00F75EA2" w:rsidRDefault="00B5552C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F75EA2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B5552C" w:rsidRPr="00F75EA2" w:rsidRDefault="00B5552C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F75EA2">
              <w:rPr>
                <w:bCs/>
                <w:snapToGrid w:val="0"/>
                <w:sz w:val="28"/>
                <w:szCs w:val="28"/>
              </w:rPr>
              <w:t>«Об областном бюджете</w:t>
            </w:r>
          </w:p>
          <w:p w:rsidR="00B5552C" w:rsidRPr="00F75EA2" w:rsidRDefault="00B5552C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F75EA2">
              <w:rPr>
                <w:bCs/>
                <w:snapToGrid w:val="0"/>
                <w:sz w:val="28"/>
                <w:szCs w:val="28"/>
              </w:rPr>
              <w:t xml:space="preserve">Ульяновской области на 2014 год </w:t>
            </w:r>
          </w:p>
          <w:p w:rsidR="00B5552C" w:rsidRPr="00F75EA2" w:rsidRDefault="00B5552C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F75EA2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B5552C" w:rsidRPr="00F75EA2" w:rsidRDefault="00B5552C" w:rsidP="00AC6D3A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F75EA2">
              <w:rPr>
                <w:bCs/>
                <w:snapToGrid w:val="0"/>
                <w:sz w:val="28"/>
                <w:szCs w:val="28"/>
              </w:rPr>
              <w:t>2015 и 2016 годов»</w:t>
            </w:r>
          </w:p>
        </w:tc>
      </w:tr>
    </w:tbl>
    <w:p w:rsidR="00B5552C" w:rsidRPr="00F75EA2" w:rsidRDefault="00B5552C" w:rsidP="00E33ABF">
      <w:pPr>
        <w:pStyle w:val="BodyText"/>
        <w:ind w:firstLine="720"/>
        <w:rPr>
          <w:szCs w:val="28"/>
        </w:rPr>
      </w:pPr>
    </w:p>
    <w:tbl>
      <w:tblPr>
        <w:tblW w:w="10503" w:type="dxa"/>
        <w:tblInd w:w="95" w:type="dxa"/>
        <w:tblLayout w:type="fixed"/>
        <w:tblLook w:val="00A0"/>
      </w:tblPr>
      <w:tblGrid>
        <w:gridCol w:w="3132"/>
        <w:gridCol w:w="1701"/>
        <w:gridCol w:w="1366"/>
        <w:gridCol w:w="477"/>
        <w:gridCol w:w="1559"/>
        <w:gridCol w:w="1701"/>
        <w:gridCol w:w="567"/>
      </w:tblGrid>
      <w:tr w:rsidR="00B5552C" w:rsidRPr="00F75EA2" w:rsidTr="001972AB">
        <w:trPr>
          <w:gridAfter w:val="1"/>
          <w:wAfter w:w="567" w:type="dxa"/>
          <w:trHeight w:val="20"/>
        </w:trPr>
        <w:tc>
          <w:tcPr>
            <w:tcW w:w="99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F75EA2" w:rsidRDefault="00B5552C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75EA2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F75EA2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F75EA2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2014 год</w:t>
            </w:r>
          </w:p>
          <w:p w:rsidR="00B5552C" w:rsidRPr="00F75EA2" w:rsidRDefault="00B5552C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552C" w:rsidRPr="00F75EA2" w:rsidTr="001972AB">
        <w:trPr>
          <w:gridAfter w:val="1"/>
          <w:wAfter w:w="567" w:type="dxa"/>
          <w:trHeight w:val="20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F75EA2" w:rsidRDefault="00B5552C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F75EA2" w:rsidRDefault="00B5552C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F75EA2" w:rsidRDefault="00B5552C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F75EA2" w:rsidRDefault="00B5552C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F75EA2" w:rsidRDefault="00B5552C" w:rsidP="00D827BB">
            <w:pPr>
              <w:jc w:val="right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B5552C" w:rsidRPr="00F75EA2" w:rsidTr="001972AB">
        <w:trPr>
          <w:gridAfter w:val="1"/>
          <w:wAfter w:w="567" w:type="dxa"/>
          <w:trHeight w:val="20"/>
        </w:trPr>
        <w:tc>
          <w:tcPr>
            <w:tcW w:w="3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F75EA2" w:rsidRDefault="00B5552C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B5552C" w:rsidRPr="00F75EA2" w:rsidRDefault="00B5552C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F75EA2" w:rsidRDefault="00B5552C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B5552C" w:rsidRPr="00F75EA2" w:rsidRDefault="00B5552C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состоянию на 01.01.2014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F75EA2" w:rsidRDefault="00B5552C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F75EA2" w:rsidRDefault="00B5552C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B5552C" w:rsidRPr="00F75EA2" w:rsidRDefault="00B5552C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состоянию на 01.01.2015</w:t>
            </w:r>
          </w:p>
        </w:tc>
      </w:tr>
      <w:tr w:rsidR="00B5552C" w:rsidRPr="00F75EA2" w:rsidTr="001972AB">
        <w:trPr>
          <w:gridAfter w:val="1"/>
          <w:wAfter w:w="567" w:type="dxa"/>
          <w:trHeight w:val="20"/>
        </w:trPr>
        <w:tc>
          <w:tcPr>
            <w:tcW w:w="3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F75EA2" w:rsidRDefault="00B5552C" w:rsidP="00D827B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F75EA2" w:rsidRDefault="00B5552C" w:rsidP="00D827B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F75EA2" w:rsidRDefault="00B5552C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привлечение в 2014 году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F75EA2" w:rsidRDefault="00B5552C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 xml:space="preserve">погашение в 2014 </w:t>
            </w:r>
            <w:r w:rsidRPr="00F75EA2">
              <w:rPr>
                <w:color w:val="000000"/>
                <w:sz w:val="28"/>
                <w:szCs w:val="28"/>
              </w:rPr>
              <w:br/>
              <w:t>году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F75EA2" w:rsidRDefault="00B5552C" w:rsidP="00D827BB">
            <w:pPr>
              <w:rPr>
                <w:color w:val="000000"/>
                <w:sz w:val="28"/>
                <w:szCs w:val="28"/>
              </w:rPr>
            </w:pPr>
          </w:p>
        </w:tc>
      </w:tr>
      <w:tr w:rsidR="00B5552C" w:rsidRPr="00F75EA2" w:rsidTr="001972AB">
        <w:trPr>
          <w:gridAfter w:val="1"/>
          <w:wAfter w:w="567" w:type="dxa"/>
          <w:trHeight w:val="20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2C" w:rsidRPr="00F75EA2" w:rsidRDefault="00B5552C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Кредиты кредитных о</w:t>
            </w:r>
            <w:r w:rsidRPr="00F75EA2">
              <w:rPr>
                <w:color w:val="000000"/>
                <w:sz w:val="28"/>
                <w:szCs w:val="28"/>
              </w:rPr>
              <w:t>р</w:t>
            </w:r>
            <w:r w:rsidRPr="00F75EA2">
              <w:rPr>
                <w:color w:val="000000"/>
                <w:sz w:val="28"/>
                <w:szCs w:val="28"/>
              </w:rPr>
              <w:t>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F75EA2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10200000,0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F75EA2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6265453,9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F75EA2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3300000,0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F75EA2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13165453,9</w:t>
            </w:r>
          </w:p>
        </w:tc>
      </w:tr>
      <w:tr w:rsidR="00B5552C" w:rsidRPr="00F75EA2" w:rsidTr="001972AB">
        <w:trPr>
          <w:gridAfter w:val="1"/>
          <w:wAfter w:w="567" w:type="dxa"/>
          <w:trHeight w:val="2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2C" w:rsidRPr="00F75EA2" w:rsidRDefault="00B5552C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Бюджетные кредиты от других бюджетов бю</w:t>
            </w:r>
            <w:r w:rsidRPr="00F75EA2">
              <w:rPr>
                <w:color w:val="000000"/>
                <w:sz w:val="28"/>
                <w:szCs w:val="28"/>
              </w:rPr>
              <w:t>д</w:t>
            </w:r>
            <w:r w:rsidRPr="00F75EA2">
              <w:rPr>
                <w:color w:val="000000"/>
                <w:sz w:val="28"/>
                <w:szCs w:val="28"/>
              </w:rPr>
              <w:t>жетной системы Ро</w:t>
            </w:r>
            <w:r w:rsidRPr="00F75EA2">
              <w:rPr>
                <w:color w:val="000000"/>
                <w:sz w:val="28"/>
                <w:szCs w:val="28"/>
              </w:rPr>
              <w:t>с</w:t>
            </w:r>
            <w:r w:rsidRPr="00F75EA2"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F75EA2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2663045,5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F75EA2" w:rsidRDefault="00B5552C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</w:t>
            </w:r>
            <w:r w:rsidRPr="00F75EA2">
              <w:rPr>
                <w:color w:val="000000"/>
                <w:sz w:val="28"/>
                <w:szCs w:val="28"/>
              </w:rPr>
              <w:t>70356,0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F75EA2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2541834,4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F75EA2" w:rsidRDefault="00B5552C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7</w:t>
            </w:r>
            <w:r w:rsidRPr="00F75EA2">
              <w:rPr>
                <w:color w:val="000000"/>
                <w:sz w:val="28"/>
                <w:szCs w:val="28"/>
              </w:rPr>
              <w:t>91567,1</w:t>
            </w:r>
          </w:p>
        </w:tc>
      </w:tr>
      <w:tr w:rsidR="00B5552C" w:rsidRPr="00F75EA2" w:rsidTr="001972AB">
        <w:trPr>
          <w:gridAfter w:val="1"/>
          <w:wAfter w:w="567" w:type="dxa"/>
          <w:trHeight w:val="2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2C" w:rsidRPr="00F75EA2" w:rsidRDefault="00B5552C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в том числе бюджетные кредиты на пополнение остатков средств на счетах бюджетов суб</w:t>
            </w:r>
            <w:r w:rsidRPr="00F75EA2">
              <w:rPr>
                <w:color w:val="000000"/>
                <w:sz w:val="28"/>
                <w:szCs w:val="28"/>
              </w:rPr>
              <w:t>ъ</w:t>
            </w:r>
            <w:r w:rsidRPr="00F75EA2">
              <w:rPr>
                <w:color w:val="000000"/>
                <w:sz w:val="28"/>
                <w:szCs w:val="28"/>
              </w:rPr>
              <w:t xml:space="preserve">ектов Российской </w:t>
            </w:r>
            <w:r w:rsidRPr="00F75EA2">
              <w:rPr>
                <w:color w:val="000000"/>
                <w:sz w:val="28"/>
                <w:szCs w:val="28"/>
              </w:rPr>
              <w:br/>
              <w:t xml:space="preserve">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F75EA2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F75EA2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2300000,0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F75EA2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2300000,0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F75EA2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5552C" w:rsidRPr="00F75EA2" w:rsidTr="001972AB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F75EA2" w:rsidRDefault="00B5552C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F75EA2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12863045,5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F75EA2" w:rsidRDefault="00B5552C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9</w:t>
            </w:r>
            <w:r w:rsidRPr="00F75EA2">
              <w:rPr>
                <w:color w:val="000000"/>
                <w:sz w:val="28"/>
                <w:szCs w:val="28"/>
              </w:rPr>
              <w:t>35809,9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F75EA2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5841834,4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F75EA2" w:rsidRDefault="00B5552C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75EA2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9</w:t>
            </w:r>
            <w:r w:rsidRPr="00F75EA2">
              <w:rPr>
                <w:color w:val="000000"/>
                <w:sz w:val="28"/>
                <w:szCs w:val="28"/>
              </w:rPr>
              <w:t>57021,0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5552C" w:rsidRPr="00F75EA2" w:rsidRDefault="00B5552C">
            <w:pPr>
              <w:rPr>
                <w:sz w:val="28"/>
                <w:szCs w:val="28"/>
              </w:rPr>
            </w:pPr>
            <w:r w:rsidRPr="00F75EA2">
              <w:rPr>
                <w:sz w:val="28"/>
                <w:szCs w:val="28"/>
              </w:rPr>
              <w:t>»;</w:t>
            </w:r>
          </w:p>
        </w:tc>
      </w:tr>
    </w:tbl>
    <w:p w:rsidR="00B5552C" w:rsidRPr="00F75EA2" w:rsidRDefault="00B5552C" w:rsidP="00E33ABF">
      <w:pPr>
        <w:pStyle w:val="BodyText"/>
        <w:ind w:firstLine="720"/>
        <w:rPr>
          <w:szCs w:val="28"/>
        </w:rPr>
      </w:pPr>
    </w:p>
    <w:p w:rsidR="00B5552C" w:rsidRPr="007F092F" w:rsidRDefault="00B5552C" w:rsidP="00E33ABF">
      <w:pPr>
        <w:pStyle w:val="BodyText"/>
        <w:ind w:firstLine="720"/>
        <w:rPr>
          <w:szCs w:val="28"/>
        </w:rPr>
      </w:pPr>
      <w:r>
        <w:rPr>
          <w:szCs w:val="28"/>
        </w:rPr>
        <w:t xml:space="preserve">17) </w:t>
      </w:r>
      <w:r w:rsidRPr="007F092F">
        <w:rPr>
          <w:szCs w:val="28"/>
        </w:rPr>
        <w:t>приложение 30 изложить в следующей редакции:</w:t>
      </w:r>
    </w:p>
    <w:p w:rsidR="00B5552C" w:rsidRPr="007F092F" w:rsidRDefault="00B5552C" w:rsidP="00356A49">
      <w:pPr>
        <w:pStyle w:val="BodyText"/>
        <w:ind w:firstLine="720"/>
        <w:rPr>
          <w:szCs w:val="28"/>
        </w:rPr>
      </w:pPr>
    </w:p>
    <w:p w:rsidR="00B5552C" w:rsidRDefault="00B5552C">
      <w:r>
        <w:br w:type="page"/>
      </w:r>
    </w:p>
    <w:tbl>
      <w:tblPr>
        <w:tblW w:w="4536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</w:tblGrid>
      <w:tr w:rsidR="00B5552C" w:rsidRPr="007F092F" w:rsidTr="00356A49">
        <w:trPr>
          <w:trHeight w:val="297"/>
        </w:trPr>
        <w:tc>
          <w:tcPr>
            <w:tcW w:w="4536" w:type="dxa"/>
            <w:tcBorders>
              <w:bottom w:val="single" w:sz="4" w:space="0" w:color="FFFFFF"/>
            </w:tcBorders>
          </w:tcPr>
          <w:p w:rsidR="00B5552C" w:rsidRPr="007F092F" w:rsidRDefault="00B5552C" w:rsidP="00AC6D3A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 w:rsidRPr="007F092F">
              <w:rPr>
                <w:bCs/>
                <w:snapToGrid w:val="0"/>
                <w:sz w:val="28"/>
                <w:szCs w:val="28"/>
              </w:rPr>
              <w:t>«ПРИЛОЖЕНИЕ 30</w:t>
            </w:r>
          </w:p>
        </w:tc>
      </w:tr>
      <w:tr w:rsidR="00B5552C" w:rsidRPr="007F092F" w:rsidTr="00356A49">
        <w:trPr>
          <w:trHeight w:val="1620"/>
        </w:trPr>
        <w:tc>
          <w:tcPr>
            <w:tcW w:w="4536" w:type="dxa"/>
            <w:tcBorders>
              <w:top w:val="single" w:sz="4" w:space="0" w:color="FFFFFF"/>
            </w:tcBorders>
          </w:tcPr>
          <w:p w:rsidR="00B5552C" w:rsidRPr="007F092F" w:rsidRDefault="00B5552C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7F092F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B5552C" w:rsidRPr="007F092F" w:rsidRDefault="00B5552C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7F092F">
              <w:rPr>
                <w:bCs/>
                <w:snapToGrid w:val="0"/>
                <w:sz w:val="28"/>
                <w:szCs w:val="28"/>
              </w:rPr>
              <w:t>«Об областном бюджете</w:t>
            </w:r>
          </w:p>
          <w:p w:rsidR="00B5552C" w:rsidRPr="007F092F" w:rsidRDefault="00B5552C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7F092F">
              <w:rPr>
                <w:bCs/>
                <w:snapToGrid w:val="0"/>
                <w:sz w:val="28"/>
                <w:szCs w:val="28"/>
              </w:rPr>
              <w:t xml:space="preserve">Ульяновской области на 2014 год </w:t>
            </w:r>
          </w:p>
          <w:p w:rsidR="00B5552C" w:rsidRPr="007F092F" w:rsidRDefault="00B5552C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7F092F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B5552C" w:rsidRPr="007F092F" w:rsidRDefault="00B5552C" w:rsidP="00AC6D3A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7F092F">
              <w:rPr>
                <w:bCs/>
                <w:snapToGrid w:val="0"/>
                <w:sz w:val="28"/>
                <w:szCs w:val="28"/>
              </w:rPr>
              <w:t>2015 и 2016 годов»</w:t>
            </w:r>
          </w:p>
        </w:tc>
      </w:tr>
    </w:tbl>
    <w:p w:rsidR="00B5552C" w:rsidRPr="007F092F" w:rsidRDefault="00B5552C" w:rsidP="00356A49">
      <w:pPr>
        <w:pStyle w:val="BodyText"/>
        <w:ind w:firstLine="720"/>
        <w:rPr>
          <w:szCs w:val="28"/>
        </w:rPr>
      </w:pPr>
    </w:p>
    <w:tbl>
      <w:tblPr>
        <w:tblW w:w="10078" w:type="dxa"/>
        <w:tblInd w:w="95" w:type="dxa"/>
        <w:tblLayout w:type="fixed"/>
        <w:tblLook w:val="00A0"/>
      </w:tblPr>
      <w:tblGrid>
        <w:gridCol w:w="2580"/>
        <w:gridCol w:w="552"/>
        <w:gridCol w:w="968"/>
        <w:gridCol w:w="875"/>
        <w:gridCol w:w="866"/>
        <w:gridCol w:w="835"/>
        <w:gridCol w:w="1701"/>
        <w:gridCol w:w="1701"/>
      </w:tblGrid>
      <w:tr w:rsidR="00B5552C" w:rsidRPr="007F092F" w:rsidTr="00356A49">
        <w:trPr>
          <w:trHeight w:val="34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F092F" w:rsidRDefault="00B5552C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F092F" w:rsidRDefault="00B5552C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F092F" w:rsidRDefault="00B5552C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7F092F" w:rsidRDefault="00B5552C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7F092F" w:rsidRDefault="00B5552C" w:rsidP="00356A49">
            <w:pPr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Таблица 1</w:t>
            </w:r>
          </w:p>
        </w:tc>
      </w:tr>
      <w:tr w:rsidR="00B5552C" w:rsidRPr="007F092F" w:rsidTr="00356A49">
        <w:trPr>
          <w:trHeight w:val="960"/>
        </w:trPr>
        <w:tc>
          <w:tcPr>
            <w:tcW w:w="1007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B5552C" w:rsidRPr="007F092F" w:rsidRDefault="00B5552C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F092F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7F092F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7F092F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2015 год</w:t>
            </w:r>
          </w:p>
          <w:p w:rsidR="00B5552C" w:rsidRPr="007F092F" w:rsidRDefault="00B5552C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552C" w:rsidRPr="007F092F" w:rsidTr="00973FD1">
        <w:trPr>
          <w:trHeight w:val="31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7F092F" w:rsidRDefault="00B5552C" w:rsidP="00356A49">
            <w:pPr>
              <w:jc w:val="right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B5552C" w:rsidRPr="007F092F" w:rsidTr="00973FD1">
        <w:trPr>
          <w:trHeight w:val="315"/>
        </w:trPr>
        <w:tc>
          <w:tcPr>
            <w:tcW w:w="3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B5552C" w:rsidRPr="007F092F" w:rsidRDefault="00B5552C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показателей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B5552C" w:rsidRPr="007F092F" w:rsidRDefault="00B5552C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состоянию на 01.01.2015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B5552C" w:rsidRPr="007F092F" w:rsidRDefault="00B5552C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состоянию на 01.01.2016</w:t>
            </w:r>
          </w:p>
        </w:tc>
      </w:tr>
      <w:tr w:rsidR="00B5552C" w:rsidRPr="007D0946" w:rsidTr="00973FD1">
        <w:trPr>
          <w:trHeight w:val="630"/>
        </w:trPr>
        <w:tc>
          <w:tcPr>
            <w:tcW w:w="3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7F092F" w:rsidRDefault="00B5552C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7F092F" w:rsidRDefault="00B5552C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7F092F" w:rsidRDefault="00B5552C" w:rsidP="00973FD1">
            <w:pPr>
              <w:ind w:left="-113" w:right="-57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привлечение в 2015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F092F">
              <w:rPr>
                <w:color w:val="000000"/>
                <w:sz w:val="28"/>
                <w:szCs w:val="28"/>
              </w:rPr>
              <w:t>году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погашение в 2015 году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7F092F" w:rsidRDefault="00B5552C" w:rsidP="00356A49">
            <w:pPr>
              <w:rPr>
                <w:color w:val="000000"/>
                <w:sz w:val="28"/>
                <w:szCs w:val="28"/>
              </w:rPr>
            </w:pPr>
          </w:p>
        </w:tc>
      </w:tr>
      <w:tr w:rsidR="00B5552C" w:rsidRPr="007D0946" w:rsidTr="002E0802">
        <w:trPr>
          <w:trHeight w:val="1065"/>
        </w:trPr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2C" w:rsidRPr="007F092F" w:rsidRDefault="00B5552C" w:rsidP="00AE186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Кредиты кредитных о</w:t>
            </w:r>
            <w:r w:rsidRPr="007F092F">
              <w:rPr>
                <w:color w:val="000000"/>
                <w:sz w:val="28"/>
                <w:szCs w:val="28"/>
              </w:rPr>
              <w:t>р</w:t>
            </w:r>
            <w:r w:rsidRPr="007F092F">
              <w:rPr>
                <w:color w:val="000000"/>
                <w:sz w:val="28"/>
                <w:szCs w:val="28"/>
              </w:rPr>
              <w:t>ганизаций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13165453,9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7195903,2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3000000,0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17361357,1</w:t>
            </w:r>
          </w:p>
        </w:tc>
      </w:tr>
      <w:tr w:rsidR="00B5552C" w:rsidRPr="007D0946" w:rsidTr="002E0802">
        <w:trPr>
          <w:trHeight w:val="1320"/>
        </w:trPr>
        <w:tc>
          <w:tcPr>
            <w:tcW w:w="3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2C" w:rsidRPr="007F092F" w:rsidRDefault="00B5552C" w:rsidP="00AE186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Бюджетные кредиты от других бюджетов бю</w:t>
            </w:r>
            <w:r w:rsidRPr="007F092F">
              <w:rPr>
                <w:color w:val="000000"/>
                <w:sz w:val="28"/>
                <w:szCs w:val="28"/>
              </w:rPr>
              <w:t>д</w:t>
            </w:r>
            <w:r w:rsidRPr="007F092F">
              <w:rPr>
                <w:color w:val="000000"/>
                <w:sz w:val="28"/>
                <w:szCs w:val="28"/>
              </w:rPr>
              <w:t>жетной системы Ро</w:t>
            </w:r>
            <w:r w:rsidRPr="007F092F">
              <w:rPr>
                <w:color w:val="000000"/>
                <w:sz w:val="28"/>
                <w:szCs w:val="28"/>
              </w:rPr>
              <w:t>с</w:t>
            </w:r>
            <w:r w:rsidRPr="007F092F"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7</w:t>
            </w:r>
            <w:r w:rsidRPr="007F092F">
              <w:rPr>
                <w:color w:val="000000"/>
                <w:sz w:val="28"/>
                <w:szCs w:val="28"/>
              </w:rPr>
              <w:t>91567,1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1076111,1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7F092F">
              <w:rPr>
                <w:color w:val="000000"/>
                <w:sz w:val="28"/>
                <w:szCs w:val="28"/>
              </w:rPr>
              <w:t>15456,0</w:t>
            </w:r>
          </w:p>
        </w:tc>
      </w:tr>
      <w:tr w:rsidR="00B5552C" w:rsidRPr="007D0946" w:rsidTr="002E0802">
        <w:trPr>
          <w:trHeight w:val="315"/>
        </w:trPr>
        <w:tc>
          <w:tcPr>
            <w:tcW w:w="3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AE186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9</w:t>
            </w:r>
            <w:r w:rsidRPr="007F092F">
              <w:rPr>
                <w:color w:val="000000"/>
                <w:sz w:val="28"/>
                <w:szCs w:val="28"/>
              </w:rPr>
              <w:t>57021,0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7195903,2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4076111,1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  <w:r w:rsidRPr="007F092F">
              <w:rPr>
                <w:color w:val="000000"/>
                <w:sz w:val="28"/>
                <w:szCs w:val="28"/>
              </w:rPr>
              <w:t>76813,1</w:t>
            </w:r>
          </w:p>
        </w:tc>
      </w:tr>
    </w:tbl>
    <w:p w:rsidR="00B5552C" w:rsidRPr="007D0946" w:rsidRDefault="00B5552C">
      <w:pPr>
        <w:rPr>
          <w:highlight w:val="yellow"/>
        </w:rPr>
      </w:pPr>
    </w:p>
    <w:p w:rsidR="00B5552C" w:rsidRPr="007D0946" w:rsidRDefault="00B5552C">
      <w:pPr>
        <w:rPr>
          <w:highlight w:val="yellow"/>
        </w:rPr>
      </w:pPr>
    </w:p>
    <w:p w:rsidR="00B5552C" w:rsidRDefault="00B5552C">
      <w:r>
        <w:br w:type="page"/>
      </w:r>
    </w:p>
    <w:tbl>
      <w:tblPr>
        <w:tblW w:w="10356" w:type="dxa"/>
        <w:tblInd w:w="95" w:type="dxa"/>
        <w:tblLayout w:type="fixed"/>
        <w:tblLook w:val="00A0"/>
      </w:tblPr>
      <w:tblGrid>
        <w:gridCol w:w="3132"/>
        <w:gridCol w:w="1786"/>
        <w:gridCol w:w="57"/>
        <w:gridCol w:w="866"/>
        <w:gridCol w:w="835"/>
        <w:gridCol w:w="141"/>
        <w:gridCol w:w="1560"/>
        <w:gridCol w:w="68"/>
        <w:gridCol w:w="1491"/>
        <w:gridCol w:w="420"/>
      </w:tblGrid>
      <w:tr w:rsidR="00B5552C" w:rsidRPr="0058427D" w:rsidTr="0037138A">
        <w:trPr>
          <w:gridAfter w:val="1"/>
          <w:wAfter w:w="420" w:type="dxa"/>
          <w:trHeight w:val="300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F092F" w:rsidRDefault="00B5552C" w:rsidP="002E080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F092F" w:rsidRDefault="00B5552C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7F092F" w:rsidRDefault="00B5552C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8427D" w:rsidRDefault="00B5552C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552C" w:rsidRPr="0058427D" w:rsidRDefault="00B5552C" w:rsidP="00356A49">
            <w:pPr>
              <w:rPr>
                <w:color w:val="000000"/>
                <w:sz w:val="28"/>
                <w:szCs w:val="28"/>
              </w:rPr>
            </w:pPr>
            <w:r w:rsidRPr="0058427D">
              <w:rPr>
                <w:color w:val="000000"/>
                <w:sz w:val="28"/>
                <w:szCs w:val="28"/>
              </w:rPr>
              <w:t>Таблица 2</w:t>
            </w:r>
          </w:p>
        </w:tc>
      </w:tr>
      <w:tr w:rsidR="00B5552C" w:rsidRPr="007D0946" w:rsidTr="0037138A">
        <w:trPr>
          <w:gridAfter w:val="1"/>
          <w:wAfter w:w="420" w:type="dxa"/>
          <w:trHeight w:val="975"/>
        </w:trPr>
        <w:tc>
          <w:tcPr>
            <w:tcW w:w="993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F092F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7F092F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7F092F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2016 год</w:t>
            </w:r>
          </w:p>
          <w:p w:rsidR="00B5552C" w:rsidRPr="007F092F" w:rsidRDefault="00B5552C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552C" w:rsidRPr="007F092F" w:rsidTr="0037138A">
        <w:trPr>
          <w:gridAfter w:val="1"/>
          <w:wAfter w:w="420" w:type="dxa"/>
          <w:trHeight w:val="315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7F092F" w:rsidRDefault="00B5552C" w:rsidP="00356A49">
            <w:pPr>
              <w:jc w:val="right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B5552C" w:rsidRPr="007F092F" w:rsidTr="0037138A">
        <w:trPr>
          <w:gridAfter w:val="1"/>
          <w:wAfter w:w="420" w:type="dxa"/>
          <w:trHeight w:val="315"/>
        </w:trPr>
        <w:tc>
          <w:tcPr>
            <w:tcW w:w="3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B5552C" w:rsidRPr="007F092F" w:rsidRDefault="00B5552C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показателей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B5552C" w:rsidRPr="007F092F" w:rsidRDefault="00B5552C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состоянию на 01.01.2016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B5552C" w:rsidRPr="007F092F" w:rsidRDefault="00B5552C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состоянию на 01.01.2017</w:t>
            </w:r>
          </w:p>
        </w:tc>
      </w:tr>
      <w:tr w:rsidR="00B5552C" w:rsidRPr="007F092F" w:rsidTr="0037138A">
        <w:trPr>
          <w:gridAfter w:val="1"/>
          <w:wAfter w:w="420" w:type="dxa"/>
          <w:trHeight w:val="630"/>
        </w:trPr>
        <w:tc>
          <w:tcPr>
            <w:tcW w:w="3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552C" w:rsidRPr="007F092F" w:rsidRDefault="00B5552C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552C" w:rsidRPr="007F092F" w:rsidRDefault="00B5552C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7F092F" w:rsidRDefault="00B5552C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привлечение в 2016 году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52C" w:rsidRPr="007F092F" w:rsidRDefault="00B5552C" w:rsidP="00AC6D3A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погашение в 2016 году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552C" w:rsidRPr="007F092F" w:rsidRDefault="00B5552C" w:rsidP="00356A49">
            <w:pPr>
              <w:rPr>
                <w:color w:val="000000"/>
                <w:sz w:val="28"/>
                <w:szCs w:val="28"/>
              </w:rPr>
            </w:pPr>
          </w:p>
        </w:tc>
      </w:tr>
      <w:tr w:rsidR="00B5552C" w:rsidRPr="007F092F" w:rsidTr="0037138A">
        <w:trPr>
          <w:gridAfter w:val="1"/>
          <w:wAfter w:w="420" w:type="dxa"/>
          <w:trHeight w:val="94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2C" w:rsidRPr="007F092F" w:rsidRDefault="00B5552C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Кредиты кредитных о</w:t>
            </w:r>
            <w:r w:rsidRPr="007F092F">
              <w:rPr>
                <w:color w:val="000000"/>
                <w:sz w:val="28"/>
                <w:szCs w:val="28"/>
              </w:rPr>
              <w:t>р</w:t>
            </w:r>
            <w:r w:rsidRPr="007F092F">
              <w:rPr>
                <w:color w:val="000000"/>
                <w:sz w:val="28"/>
                <w:szCs w:val="28"/>
              </w:rPr>
              <w:t>ганизаций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17361357,1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105</w:t>
            </w:r>
            <w:r>
              <w:rPr>
                <w:color w:val="000000"/>
                <w:sz w:val="28"/>
                <w:szCs w:val="28"/>
              </w:rPr>
              <w:t>7</w:t>
            </w:r>
            <w:r w:rsidRPr="007F092F">
              <w:rPr>
                <w:color w:val="000000"/>
                <w:sz w:val="28"/>
                <w:szCs w:val="28"/>
              </w:rPr>
              <w:t>3388,7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5100000,0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228</w:t>
            </w:r>
            <w:r>
              <w:rPr>
                <w:color w:val="000000"/>
                <w:sz w:val="28"/>
                <w:szCs w:val="28"/>
              </w:rPr>
              <w:t>3</w:t>
            </w:r>
            <w:r w:rsidRPr="007F092F">
              <w:rPr>
                <w:color w:val="000000"/>
                <w:sz w:val="28"/>
                <w:szCs w:val="28"/>
              </w:rPr>
              <w:t>4745,8</w:t>
            </w:r>
          </w:p>
        </w:tc>
      </w:tr>
      <w:tr w:rsidR="00B5552C" w:rsidRPr="007F092F" w:rsidTr="0037138A">
        <w:trPr>
          <w:gridAfter w:val="1"/>
          <w:wAfter w:w="420" w:type="dxa"/>
          <w:trHeight w:val="126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2C" w:rsidRPr="007F092F" w:rsidRDefault="00B5552C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Бюджетные кредиты от других бюджетов бю</w:t>
            </w:r>
            <w:r w:rsidRPr="007F092F">
              <w:rPr>
                <w:color w:val="000000"/>
                <w:sz w:val="28"/>
                <w:szCs w:val="28"/>
              </w:rPr>
              <w:t>д</w:t>
            </w:r>
            <w:r w:rsidRPr="007F092F">
              <w:rPr>
                <w:color w:val="000000"/>
                <w:sz w:val="28"/>
                <w:szCs w:val="28"/>
              </w:rPr>
              <w:t>жетной системы Ро</w:t>
            </w:r>
            <w:r w:rsidRPr="007F092F">
              <w:rPr>
                <w:color w:val="000000"/>
                <w:sz w:val="28"/>
                <w:szCs w:val="28"/>
              </w:rPr>
              <w:t>с</w:t>
            </w:r>
            <w:r w:rsidRPr="007F092F"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7F092F">
              <w:rPr>
                <w:color w:val="000000"/>
                <w:sz w:val="28"/>
                <w:szCs w:val="28"/>
              </w:rPr>
              <w:t>15456,0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8</w:t>
            </w:r>
            <w:r w:rsidRPr="007F092F">
              <w:rPr>
                <w:color w:val="000000"/>
                <w:sz w:val="28"/>
                <w:szCs w:val="28"/>
              </w:rPr>
              <w:t>5100,0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23</w:t>
            </w:r>
            <w:r w:rsidRPr="007F092F">
              <w:rPr>
                <w:color w:val="000000"/>
                <w:sz w:val="28"/>
                <w:szCs w:val="28"/>
              </w:rPr>
              <w:t>0356,0</w:t>
            </w:r>
          </w:p>
        </w:tc>
      </w:tr>
      <w:tr w:rsidR="00B5552C" w:rsidRPr="007F092F" w:rsidTr="0037138A">
        <w:trPr>
          <w:trHeight w:val="315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37138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  <w:r w:rsidRPr="007F092F">
              <w:rPr>
                <w:color w:val="000000"/>
                <w:sz w:val="28"/>
                <w:szCs w:val="28"/>
              </w:rPr>
              <w:t>76813,1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105</w:t>
            </w:r>
            <w:r>
              <w:rPr>
                <w:color w:val="000000"/>
                <w:sz w:val="28"/>
                <w:szCs w:val="28"/>
              </w:rPr>
              <w:t>7</w:t>
            </w:r>
            <w:r w:rsidRPr="007F092F">
              <w:rPr>
                <w:color w:val="000000"/>
                <w:sz w:val="28"/>
                <w:szCs w:val="28"/>
              </w:rPr>
              <w:t>3388,7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1972A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8</w:t>
            </w:r>
            <w:r w:rsidRPr="007F092F">
              <w:rPr>
                <w:color w:val="000000"/>
                <w:sz w:val="28"/>
                <w:szCs w:val="28"/>
              </w:rPr>
              <w:t>5100,0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52C" w:rsidRPr="007F092F" w:rsidRDefault="00B5552C" w:rsidP="001972AB">
            <w:pPr>
              <w:spacing w:line="360" w:lineRule="auto"/>
              <w:ind w:hanging="108"/>
              <w:jc w:val="center"/>
              <w:rPr>
                <w:color w:val="000000"/>
                <w:sz w:val="28"/>
                <w:szCs w:val="28"/>
              </w:rPr>
            </w:pPr>
            <w:r w:rsidRPr="007F092F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40</w:t>
            </w:r>
            <w:r w:rsidRPr="007F092F">
              <w:rPr>
                <w:color w:val="000000"/>
                <w:sz w:val="28"/>
                <w:szCs w:val="28"/>
              </w:rPr>
              <w:t>65101,8</w:t>
            </w:r>
          </w:p>
        </w:tc>
        <w:tc>
          <w:tcPr>
            <w:tcW w:w="420" w:type="dxa"/>
          </w:tcPr>
          <w:p w:rsidR="00B5552C" w:rsidRPr="007F092F" w:rsidRDefault="00B5552C" w:rsidP="00CF52B1">
            <w:pPr>
              <w:ind w:left="-57"/>
              <w:rPr>
                <w:sz w:val="28"/>
                <w:szCs w:val="28"/>
              </w:rPr>
            </w:pPr>
            <w:r w:rsidRPr="007F092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B5552C" w:rsidRDefault="00B5552C" w:rsidP="00E33ABF">
      <w:pPr>
        <w:pStyle w:val="BodyText"/>
        <w:ind w:firstLine="720"/>
        <w:rPr>
          <w:szCs w:val="28"/>
        </w:rPr>
      </w:pPr>
    </w:p>
    <w:p w:rsidR="00B5552C" w:rsidRDefault="00B5552C" w:rsidP="00E33ABF">
      <w:pPr>
        <w:pStyle w:val="BodyText"/>
        <w:ind w:firstLine="720"/>
        <w:rPr>
          <w:szCs w:val="28"/>
        </w:rPr>
      </w:pPr>
      <w:r>
        <w:rPr>
          <w:szCs w:val="28"/>
        </w:rPr>
        <w:t>18) приложение 31 изложить в следующей редакции:</w:t>
      </w:r>
    </w:p>
    <w:p w:rsidR="00B5552C" w:rsidRDefault="00B5552C" w:rsidP="00E33ABF">
      <w:pPr>
        <w:pStyle w:val="BodyText"/>
        <w:ind w:firstLine="720"/>
        <w:rPr>
          <w:szCs w:val="28"/>
        </w:rPr>
      </w:pPr>
    </w:p>
    <w:p w:rsidR="00B5552C" w:rsidRDefault="00B5552C">
      <w:r>
        <w:br w:type="page"/>
      </w:r>
    </w:p>
    <w:tbl>
      <w:tblPr>
        <w:tblW w:w="4253" w:type="dxa"/>
        <w:tblInd w:w="5353" w:type="dxa"/>
        <w:tblLook w:val="00A0"/>
      </w:tblPr>
      <w:tblGrid>
        <w:gridCol w:w="4253"/>
      </w:tblGrid>
      <w:tr w:rsidR="00B5552C" w:rsidRPr="005826EB" w:rsidTr="00EE5EF6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5826EB" w:rsidRDefault="00B5552C" w:rsidP="00EE5EF6">
            <w:pPr>
              <w:spacing w:line="360" w:lineRule="auto"/>
              <w:ind w:left="-108" w:right="-108" w:firstLine="108"/>
              <w:jc w:val="center"/>
              <w:rPr>
                <w:sz w:val="28"/>
                <w:szCs w:val="28"/>
              </w:rPr>
            </w:pPr>
            <w:r>
              <w:br w:type="page"/>
            </w:r>
            <w:r w:rsidRPr="00E034C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ПРИЛОЖЕНИЕ 31</w:t>
            </w:r>
          </w:p>
        </w:tc>
      </w:tr>
      <w:tr w:rsidR="00B5552C" w:rsidRPr="005826EB" w:rsidTr="00EE5EF6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5826EB" w:rsidRDefault="00B5552C" w:rsidP="00EE5EF6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к Закону Ульяновской области</w:t>
            </w:r>
          </w:p>
        </w:tc>
      </w:tr>
      <w:tr w:rsidR="00B5552C" w:rsidRPr="005826EB" w:rsidTr="00EE5EF6">
        <w:trPr>
          <w:trHeight w:val="24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5826EB" w:rsidRDefault="00B5552C" w:rsidP="00EE5EF6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«Об областном бюджете</w:t>
            </w:r>
          </w:p>
        </w:tc>
      </w:tr>
      <w:tr w:rsidR="00B5552C" w:rsidRPr="005826EB" w:rsidTr="00EE5EF6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5826EB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Ульяновской области на 2014</w:t>
            </w:r>
            <w:r w:rsidRPr="005826EB">
              <w:rPr>
                <w:sz w:val="28"/>
                <w:szCs w:val="28"/>
              </w:rPr>
              <w:t xml:space="preserve"> год</w:t>
            </w:r>
          </w:p>
        </w:tc>
      </w:tr>
      <w:tr w:rsidR="00B5552C" w:rsidRPr="005826EB" w:rsidTr="00EE5EF6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5826EB" w:rsidRDefault="00B5552C" w:rsidP="00EE5EF6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и на плановый период</w:t>
            </w:r>
          </w:p>
        </w:tc>
      </w:tr>
      <w:tr w:rsidR="00B5552C" w:rsidRPr="005826EB" w:rsidTr="00EE5EF6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5826EB" w:rsidRDefault="00B5552C" w:rsidP="00EE5EF6">
            <w:pPr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5826EB">
              <w:rPr>
                <w:sz w:val="28"/>
                <w:szCs w:val="28"/>
              </w:rPr>
              <w:t xml:space="preserve"> и 201</w:t>
            </w:r>
            <w:r>
              <w:rPr>
                <w:sz w:val="28"/>
                <w:szCs w:val="28"/>
              </w:rPr>
              <w:t>6</w:t>
            </w:r>
            <w:r w:rsidRPr="005826EB">
              <w:rPr>
                <w:sz w:val="28"/>
                <w:szCs w:val="28"/>
              </w:rPr>
              <w:t xml:space="preserve"> годов»</w:t>
            </w:r>
          </w:p>
        </w:tc>
      </w:tr>
    </w:tbl>
    <w:p w:rsidR="00B5552C" w:rsidRDefault="00B5552C" w:rsidP="00CF52B1">
      <w:pPr>
        <w:pStyle w:val="Title"/>
        <w:jc w:val="right"/>
        <w:rPr>
          <w:b w:val="0"/>
        </w:rPr>
      </w:pPr>
    </w:p>
    <w:p w:rsidR="00B5552C" w:rsidRDefault="00B5552C" w:rsidP="00CF52B1">
      <w:pPr>
        <w:pStyle w:val="Title"/>
        <w:jc w:val="right"/>
        <w:rPr>
          <w:b w:val="0"/>
        </w:rPr>
      </w:pPr>
    </w:p>
    <w:p w:rsidR="00B5552C" w:rsidRDefault="00B5552C" w:rsidP="00CF52B1">
      <w:pPr>
        <w:pStyle w:val="Title"/>
        <w:jc w:val="right"/>
        <w:rPr>
          <w:b w:val="0"/>
        </w:rPr>
      </w:pPr>
    </w:p>
    <w:p w:rsidR="00B5552C" w:rsidRPr="00346609" w:rsidRDefault="00B5552C" w:rsidP="00CF52B1">
      <w:pPr>
        <w:pStyle w:val="BodyText"/>
        <w:ind w:left="-426" w:right="-2" w:firstLine="426"/>
        <w:jc w:val="center"/>
      </w:pPr>
      <w:r w:rsidRPr="00A41D7B">
        <w:rPr>
          <w:b/>
          <w:bCs/>
          <w:szCs w:val="28"/>
        </w:rPr>
        <w:t>Программа</w:t>
      </w:r>
    </w:p>
    <w:p w:rsidR="00B5552C" w:rsidRPr="00A41D7B" w:rsidRDefault="00B5552C" w:rsidP="00CF52B1">
      <w:pPr>
        <w:jc w:val="center"/>
        <w:rPr>
          <w:b/>
          <w:bCs/>
          <w:sz w:val="28"/>
          <w:szCs w:val="28"/>
        </w:rPr>
      </w:pPr>
      <w:r w:rsidRPr="00A41D7B">
        <w:rPr>
          <w:b/>
          <w:bCs/>
          <w:sz w:val="28"/>
          <w:szCs w:val="28"/>
        </w:rPr>
        <w:t>государственных гарантий Ульяновской области</w:t>
      </w:r>
    </w:p>
    <w:p w:rsidR="00B5552C" w:rsidRPr="00A41D7B" w:rsidRDefault="00B5552C" w:rsidP="00CF52B1">
      <w:pPr>
        <w:jc w:val="center"/>
        <w:rPr>
          <w:b/>
          <w:bCs/>
          <w:sz w:val="28"/>
          <w:szCs w:val="28"/>
        </w:rPr>
      </w:pPr>
      <w:r w:rsidRPr="00A41D7B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4</w:t>
      </w:r>
      <w:r w:rsidRPr="00A41D7B">
        <w:rPr>
          <w:b/>
          <w:bCs/>
          <w:sz w:val="28"/>
          <w:szCs w:val="28"/>
        </w:rPr>
        <w:t xml:space="preserve"> год </w:t>
      </w:r>
    </w:p>
    <w:p w:rsidR="00B5552C" w:rsidRDefault="00B5552C" w:rsidP="00CF52B1">
      <w:pPr>
        <w:jc w:val="center"/>
        <w:rPr>
          <w:b/>
          <w:bCs/>
          <w:sz w:val="28"/>
        </w:rPr>
      </w:pPr>
    </w:p>
    <w:p w:rsidR="00B5552C" w:rsidRDefault="00B5552C" w:rsidP="00CF52B1">
      <w:pPr>
        <w:jc w:val="right"/>
        <w:rPr>
          <w:bCs/>
          <w:sz w:val="28"/>
        </w:rPr>
      </w:pPr>
      <w:r w:rsidRPr="00CE5B65">
        <w:rPr>
          <w:bCs/>
          <w:sz w:val="28"/>
        </w:rPr>
        <w:t>Таблица 1</w:t>
      </w:r>
    </w:p>
    <w:p w:rsidR="00B5552C" w:rsidRPr="00CE5B65" w:rsidRDefault="00B5552C" w:rsidP="00CF52B1">
      <w:pPr>
        <w:jc w:val="right"/>
        <w:rPr>
          <w:bCs/>
          <w:sz w:val="28"/>
        </w:rPr>
      </w:pPr>
    </w:p>
    <w:p w:rsidR="00B5552C" w:rsidRPr="00E357B6" w:rsidRDefault="00B5552C" w:rsidP="00CF52B1">
      <w:pPr>
        <w:pStyle w:val="Heading1"/>
        <w:jc w:val="center"/>
        <w:rPr>
          <w:b/>
          <w:szCs w:val="28"/>
        </w:rPr>
      </w:pPr>
      <w:r w:rsidRPr="00E357B6">
        <w:rPr>
          <w:b/>
          <w:szCs w:val="28"/>
        </w:rPr>
        <w:t>Перечень подлежащих предоставлению государственных гарантий</w:t>
      </w:r>
    </w:p>
    <w:p w:rsidR="00B5552C" w:rsidRPr="00E357B6" w:rsidRDefault="00B5552C" w:rsidP="00CF52B1">
      <w:pPr>
        <w:pStyle w:val="Heading1"/>
        <w:jc w:val="center"/>
        <w:rPr>
          <w:b/>
          <w:szCs w:val="28"/>
        </w:rPr>
      </w:pPr>
      <w:r w:rsidRPr="00E357B6">
        <w:rPr>
          <w:b/>
          <w:szCs w:val="28"/>
        </w:rPr>
        <w:t>Ульяновской области</w:t>
      </w:r>
    </w:p>
    <w:p w:rsidR="00B5552C" w:rsidRPr="00963436" w:rsidRDefault="00B5552C" w:rsidP="00CF52B1"/>
    <w:p w:rsidR="00B5552C" w:rsidRDefault="00B5552C" w:rsidP="00CF52B1">
      <w:pPr>
        <w:pStyle w:val="Heading1"/>
        <w:jc w:val="right"/>
      </w:pPr>
      <w:r w:rsidRPr="00346609">
        <w:t>тыс. руб</w:t>
      </w:r>
      <w:r>
        <w:t>.</w:t>
      </w:r>
    </w:p>
    <w:tbl>
      <w:tblPr>
        <w:tblW w:w="9949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3402"/>
        <w:gridCol w:w="2976"/>
        <w:gridCol w:w="1134"/>
        <w:gridCol w:w="1843"/>
      </w:tblGrid>
      <w:tr w:rsidR="00B5552C" w:rsidRPr="00CE5B65" w:rsidTr="001972AB">
        <w:trPr>
          <w:trHeight w:val="322"/>
        </w:trPr>
        <w:tc>
          <w:tcPr>
            <w:tcW w:w="594" w:type="dxa"/>
            <w:vMerge w:val="restart"/>
            <w:vAlign w:val="center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№</w:t>
            </w:r>
          </w:p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п/п</w:t>
            </w:r>
          </w:p>
        </w:tc>
        <w:tc>
          <w:tcPr>
            <w:tcW w:w="3402" w:type="dxa"/>
            <w:vMerge w:val="restart"/>
            <w:vAlign w:val="center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Цели гарантирования</w:t>
            </w:r>
          </w:p>
        </w:tc>
        <w:tc>
          <w:tcPr>
            <w:tcW w:w="2976" w:type="dxa"/>
            <w:vMerge w:val="restart"/>
            <w:vAlign w:val="center"/>
          </w:tcPr>
          <w:p w:rsidR="00B5552C" w:rsidRDefault="00B5552C" w:rsidP="00EE5EF6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Категория</w:t>
            </w:r>
          </w:p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(наименование)</w:t>
            </w:r>
          </w:p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принципала</w:t>
            </w:r>
          </w:p>
        </w:tc>
        <w:tc>
          <w:tcPr>
            <w:tcW w:w="1134" w:type="dxa"/>
            <w:vMerge w:val="restart"/>
            <w:vAlign w:val="center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Общая сумма</w:t>
            </w:r>
          </w:p>
        </w:tc>
        <w:tc>
          <w:tcPr>
            <w:tcW w:w="1843" w:type="dxa"/>
            <w:vMerge w:val="restart"/>
            <w:vAlign w:val="center"/>
          </w:tcPr>
          <w:p w:rsidR="00B5552C" w:rsidRPr="00CE5B65" w:rsidRDefault="00B5552C" w:rsidP="00EE5EF6">
            <w:pPr>
              <w:ind w:left="-78" w:right="-108"/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Наличие права регрессного требования</w:t>
            </w:r>
          </w:p>
        </w:tc>
      </w:tr>
      <w:tr w:rsidR="00B5552C" w:rsidRPr="00CE5B65" w:rsidTr="001972AB">
        <w:trPr>
          <w:trHeight w:val="322"/>
        </w:trPr>
        <w:tc>
          <w:tcPr>
            <w:tcW w:w="594" w:type="dxa"/>
            <w:vMerge/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</w:p>
        </w:tc>
      </w:tr>
      <w:tr w:rsidR="00B5552C" w:rsidRPr="00CE5B65" w:rsidTr="001972AB">
        <w:tc>
          <w:tcPr>
            <w:tcW w:w="594" w:type="dxa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B5552C" w:rsidRPr="00CE5B65" w:rsidRDefault="00B5552C" w:rsidP="00CF52B1">
            <w:pPr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По заимствованиям</w:t>
            </w:r>
            <w:r>
              <w:rPr>
                <w:sz w:val="28"/>
                <w:szCs w:val="28"/>
              </w:rPr>
              <w:t>, 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ществляемым в целях создания инфраструктуры промышленной зоны «З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волжье»</w:t>
            </w:r>
          </w:p>
        </w:tc>
        <w:tc>
          <w:tcPr>
            <w:tcW w:w="2976" w:type="dxa"/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Акционерное общес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во «Корпорация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вития Ульяновской области»</w:t>
            </w:r>
          </w:p>
        </w:tc>
        <w:tc>
          <w:tcPr>
            <w:tcW w:w="1134" w:type="dxa"/>
          </w:tcPr>
          <w:p w:rsidR="00B5552C" w:rsidRPr="00CE5B65" w:rsidRDefault="00B5552C" w:rsidP="00CF5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96000</w:t>
            </w:r>
            <w:r w:rsidRPr="00CE5B65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</w:t>
            </w:r>
          </w:p>
        </w:tc>
      </w:tr>
      <w:tr w:rsidR="00B5552C" w:rsidRPr="00CE5B65" w:rsidTr="001972AB">
        <w:tc>
          <w:tcPr>
            <w:tcW w:w="6972" w:type="dxa"/>
            <w:gridSpan w:val="3"/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</w:t>
            </w:r>
            <w:r w:rsidRPr="00CE5B65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B5552C" w:rsidRDefault="00B5552C" w:rsidP="00CF52B1">
      <w:pPr>
        <w:pStyle w:val="Heading1"/>
        <w:jc w:val="right"/>
        <w:rPr>
          <w:b/>
          <w:szCs w:val="28"/>
        </w:rPr>
      </w:pPr>
    </w:p>
    <w:p w:rsidR="00B5552C" w:rsidRDefault="00B5552C" w:rsidP="00CF52B1"/>
    <w:p w:rsidR="00B5552C" w:rsidRPr="00880A76" w:rsidRDefault="00B5552C" w:rsidP="00CF52B1">
      <w:pPr>
        <w:pStyle w:val="Heading1"/>
        <w:jc w:val="right"/>
        <w:rPr>
          <w:b/>
          <w:szCs w:val="28"/>
        </w:rPr>
      </w:pPr>
      <w:r w:rsidRPr="00880A76">
        <w:rPr>
          <w:szCs w:val="28"/>
        </w:rPr>
        <w:t>Таблица</w:t>
      </w:r>
      <w:r>
        <w:rPr>
          <w:szCs w:val="28"/>
        </w:rPr>
        <w:t xml:space="preserve"> </w:t>
      </w:r>
      <w:r w:rsidRPr="00880A76">
        <w:rPr>
          <w:szCs w:val="28"/>
        </w:rPr>
        <w:t xml:space="preserve">2 </w:t>
      </w:r>
    </w:p>
    <w:p w:rsidR="00B5552C" w:rsidRDefault="00B5552C" w:rsidP="00CF52B1">
      <w:pPr>
        <w:pStyle w:val="Heading1"/>
        <w:jc w:val="center"/>
        <w:rPr>
          <w:b/>
          <w:szCs w:val="28"/>
        </w:rPr>
      </w:pPr>
    </w:p>
    <w:p w:rsidR="00B5552C" w:rsidRPr="00E357B6" w:rsidRDefault="00B5552C" w:rsidP="00CF52B1">
      <w:pPr>
        <w:pStyle w:val="Heading1"/>
        <w:jc w:val="center"/>
        <w:rPr>
          <w:b/>
          <w:szCs w:val="28"/>
        </w:rPr>
      </w:pPr>
      <w:r w:rsidRPr="00E357B6">
        <w:rPr>
          <w:b/>
          <w:szCs w:val="28"/>
        </w:rPr>
        <w:t xml:space="preserve">Перечень подлежащих исполнению государственных гарантий </w:t>
      </w:r>
    </w:p>
    <w:p w:rsidR="00B5552C" w:rsidRPr="00880A76" w:rsidRDefault="00B5552C" w:rsidP="00CF52B1">
      <w:pPr>
        <w:pStyle w:val="Heading1"/>
        <w:jc w:val="center"/>
        <w:rPr>
          <w:b/>
        </w:rPr>
      </w:pPr>
      <w:r w:rsidRPr="00E357B6">
        <w:rPr>
          <w:b/>
          <w:szCs w:val="28"/>
        </w:rPr>
        <w:t>Ульяновской области</w:t>
      </w:r>
    </w:p>
    <w:p w:rsidR="00B5552C" w:rsidRPr="00880A76" w:rsidRDefault="00B5552C" w:rsidP="00CF52B1">
      <w:pPr>
        <w:pStyle w:val="Heading1"/>
        <w:jc w:val="right"/>
        <w:rPr>
          <w:b/>
        </w:rPr>
      </w:pPr>
      <w:r w:rsidRPr="00880A76">
        <w:t>тыс. руб.</w:t>
      </w:r>
    </w:p>
    <w:tbl>
      <w:tblPr>
        <w:tblW w:w="9991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6"/>
        <w:gridCol w:w="3685"/>
        <w:gridCol w:w="2410"/>
        <w:gridCol w:w="1701"/>
        <w:gridCol w:w="1559"/>
      </w:tblGrid>
      <w:tr w:rsidR="00B5552C" w:rsidRPr="00CE5B65" w:rsidTr="00332985">
        <w:trPr>
          <w:trHeight w:val="322"/>
        </w:trPr>
        <w:tc>
          <w:tcPr>
            <w:tcW w:w="636" w:type="dxa"/>
            <w:vMerge w:val="restart"/>
            <w:tcBorders>
              <w:bottom w:val="nil"/>
            </w:tcBorders>
            <w:vAlign w:val="center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№</w:t>
            </w:r>
          </w:p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п/п</w:t>
            </w:r>
          </w:p>
        </w:tc>
        <w:tc>
          <w:tcPr>
            <w:tcW w:w="3685" w:type="dxa"/>
            <w:vMerge w:val="restart"/>
            <w:tcBorders>
              <w:bottom w:val="nil"/>
            </w:tcBorders>
            <w:vAlign w:val="center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Цели гарантирования</w:t>
            </w:r>
          </w:p>
        </w:tc>
        <w:tc>
          <w:tcPr>
            <w:tcW w:w="2410" w:type="dxa"/>
            <w:vMerge w:val="restart"/>
            <w:tcBorders>
              <w:bottom w:val="nil"/>
            </w:tcBorders>
            <w:vAlign w:val="center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Категория                        (наименование)</w:t>
            </w:r>
          </w:p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принципала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Общая сумма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Наличие права ре</w:t>
            </w:r>
            <w:r w:rsidRPr="00CE5B65">
              <w:rPr>
                <w:sz w:val="28"/>
                <w:szCs w:val="28"/>
              </w:rPr>
              <w:t>г</w:t>
            </w:r>
            <w:r w:rsidRPr="00CE5B65">
              <w:rPr>
                <w:sz w:val="28"/>
                <w:szCs w:val="28"/>
              </w:rPr>
              <w:t>рессного требов</w:t>
            </w:r>
            <w:r w:rsidRPr="00CE5B65">
              <w:rPr>
                <w:sz w:val="28"/>
                <w:szCs w:val="28"/>
              </w:rPr>
              <w:t>а</w:t>
            </w:r>
            <w:r w:rsidRPr="00CE5B65">
              <w:rPr>
                <w:sz w:val="28"/>
                <w:szCs w:val="28"/>
              </w:rPr>
              <w:t>ния</w:t>
            </w:r>
          </w:p>
        </w:tc>
      </w:tr>
      <w:tr w:rsidR="00B5552C" w:rsidRPr="00CE5B65" w:rsidTr="00332985">
        <w:trPr>
          <w:trHeight w:val="322"/>
        </w:trPr>
        <w:tc>
          <w:tcPr>
            <w:tcW w:w="636" w:type="dxa"/>
            <w:vMerge/>
            <w:tcBorders>
              <w:bottom w:val="nil"/>
            </w:tcBorders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bottom w:val="nil"/>
            </w:tcBorders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</w:p>
        </w:tc>
      </w:tr>
    </w:tbl>
    <w:p w:rsidR="00B5552C" w:rsidRPr="00E034CA" w:rsidRDefault="00B5552C">
      <w:pPr>
        <w:rPr>
          <w:sz w:val="2"/>
          <w:szCs w:val="2"/>
        </w:rPr>
      </w:pPr>
    </w:p>
    <w:tbl>
      <w:tblPr>
        <w:tblW w:w="9991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6"/>
        <w:gridCol w:w="3685"/>
        <w:gridCol w:w="2410"/>
        <w:gridCol w:w="1701"/>
        <w:gridCol w:w="1559"/>
      </w:tblGrid>
      <w:tr w:rsidR="00B5552C" w:rsidRPr="00CE5B65" w:rsidTr="00332985">
        <w:trPr>
          <w:tblHeader/>
        </w:trPr>
        <w:tc>
          <w:tcPr>
            <w:tcW w:w="636" w:type="dxa"/>
          </w:tcPr>
          <w:p w:rsidR="00B5552C" w:rsidRPr="00CE5B65" w:rsidRDefault="00B5552C" w:rsidP="00E03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B5552C" w:rsidRPr="00CE5B65" w:rsidRDefault="00B5552C" w:rsidP="00E03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5552C" w:rsidRDefault="00B5552C" w:rsidP="00E03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5552C" w:rsidRDefault="00B5552C" w:rsidP="00E03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B5552C" w:rsidRPr="00CE5B65" w:rsidRDefault="00B5552C" w:rsidP="00E03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5552C" w:rsidRPr="00CE5B65" w:rsidTr="00332985">
        <w:tc>
          <w:tcPr>
            <w:tcW w:w="636" w:type="dxa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B5552C" w:rsidRPr="00CE5B65" w:rsidRDefault="00B5552C" w:rsidP="006C4258">
            <w:pPr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По заимствованиям в целях создания инфраструктуры промышленной зоны (пр</w:t>
            </w:r>
            <w:r w:rsidRPr="00CE5B65">
              <w:rPr>
                <w:sz w:val="28"/>
                <w:szCs w:val="28"/>
              </w:rPr>
              <w:t>о</w:t>
            </w:r>
            <w:r w:rsidRPr="00CE5B65">
              <w:rPr>
                <w:sz w:val="28"/>
                <w:szCs w:val="28"/>
              </w:rPr>
              <w:t>мышленных зон) на терр</w:t>
            </w:r>
            <w:r w:rsidRPr="00CE5B65">
              <w:rPr>
                <w:sz w:val="28"/>
                <w:szCs w:val="28"/>
              </w:rPr>
              <w:t>и</w:t>
            </w:r>
            <w:r w:rsidRPr="00CE5B65">
              <w:rPr>
                <w:sz w:val="28"/>
                <w:szCs w:val="28"/>
              </w:rPr>
              <w:t>тории Ульяновской области и (или) портовой особой экономической зоны на те</w:t>
            </w:r>
            <w:r w:rsidRPr="00CE5B65">
              <w:rPr>
                <w:sz w:val="28"/>
                <w:szCs w:val="28"/>
              </w:rPr>
              <w:t>р</w:t>
            </w:r>
            <w:r w:rsidRPr="00CE5B65">
              <w:rPr>
                <w:sz w:val="28"/>
                <w:szCs w:val="28"/>
              </w:rPr>
              <w:t xml:space="preserve">ритории муниципального образования  </w:t>
            </w:r>
            <w:r>
              <w:rPr>
                <w:sz w:val="28"/>
                <w:szCs w:val="28"/>
              </w:rPr>
              <w:t>«</w:t>
            </w:r>
            <w:r w:rsidRPr="00CE5B65">
              <w:rPr>
                <w:sz w:val="28"/>
                <w:szCs w:val="28"/>
              </w:rPr>
              <w:t>Чердакли</w:t>
            </w:r>
            <w:r w:rsidRPr="00CE5B65">
              <w:rPr>
                <w:sz w:val="28"/>
                <w:szCs w:val="28"/>
              </w:rPr>
              <w:t>н</w:t>
            </w:r>
            <w:r w:rsidRPr="00CE5B65">
              <w:rPr>
                <w:sz w:val="28"/>
                <w:szCs w:val="28"/>
              </w:rPr>
              <w:t>ский район</w:t>
            </w:r>
            <w:r>
              <w:rPr>
                <w:sz w:val="28"/>
                <w:szCs w:val="28"/>
              </w:rPr>
              <w:t>»</w:t>
            </w:r>
            <w:r w:rsidRPr="00CE5B65">
              <w:rPr>
                <w:sz w:val="28"/>
                <w:szCs w:val="28"/>
              </w:rPr>
              <w:t xml:space="preserve"> Ульяновской области  </w:t>
            </w:r>
          </w:p>
        </w:tc>
        <w:tc>
          <w:tcPr>
            <w:tcW w:w="2410" w:type="dxa"/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Акционерное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щество «Корп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рация развития Ульяновской </w:t>
            </w:r>
            <w:r>
              <w:rPr>
                <w:sz w:val="28"/>
                <w:szCs w:val="28"/>
              </w:rPr>
              <w:br/>
              <w:t>области»</w:t>
            </w:r>
          </w:p>
        </w:tc>
        <w:tc>
          <w:tcPr>
            <w:tcW w:w="1701" w:type="dxa"/>
          </w:tcPr>
          <w:p w:rsidR="00B5552C" w:rsidRPr="0030383B" w:rsidRDefault="00B5552C" w:rsidP="0030383B">
            <w:pPr>
              <w:jc w:val="center"/>
              <w:rPr>
                <w:spacing w:val="-6"/>
                <w:sz w:val="23"/>
                <w:szCs w:val="23"/>
              </w:rPr>
            </w:pPr>
            <w:r w:rsidRPr="00332985">
              <w:rPr>
                <w:spacing w:val="-6"/>
                <w:sz w:val="28"/>
                <w:szCs w:val="23"/>
              </w:rPr>
              <w:t>65311,74551</w:t>
            </w:r>
          </w:p>
        </w:tc>
        <w:tc>
          <w:tcPr>
            <w:tcW w:w="1559" w:type="dxa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нет</w:t>
            </w:r>
          </w:p>
        </w:tc>
      </w:tr>
      <w:tr w:rsidR="00B5552C" w:rsidRPr="00CE5B65" w:rsidTr="00332985">
        <w:tc>
          <w:tcPr>
            <w:tcW w:w="636" w:type="dxa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685" w:type="dxa"/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По заимствованиям</w:t>
            </w:r>
            <w:r>
              <w:rPr>
                <w:sz w:val="28"/>
                <w:szCs w:val="28"/>
              </w:rPr>
              <w:t>, осущ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ствляемым в целях создания инфраструктуры промы</w:t>
            </w: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ленной зоны «Заволжье»</w:t>
            </w:r>
          </w:p>
        </w:tc>
        <w:tc>
          <w:tcPr>
            <w:tcW w:w="2410" w:type="dxa"/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Акционерное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щество «Корп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рация развития Ульяновской </w:t>
            </w:r>
            <w:r>
              <w:rPr>
                <w:sz w:val="28"/>
                <w:szCs w:val="28"/>
              </w:rPr>
              <w:br/>
              <w:t>области»</w:t>
            </w:r>
          </w:p>
        </w:tc>
        <w:tc>
          <w:tcPr>
            <w:tcW w:w="1701" w:type="dxa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96000</w:t>
            </w:r>
            <w:r w:rsidRPr="00CE5B65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</w:t>
            </w:r>
          </w:p>
        </w:tc>
      </w:tr>
      <w:tr w:rsidR="00B5552C" w:rsidRPr="00CE5B65" w:rsidTr="00332985">
        <w:trPr>
          <w:trHeight w:val="152"/>
        </w:trPr>
        <w:tc>
          <w:tcPr>
            <w:tcW w:w="6731" w:type="dxa"/>
            <w:gridSpan w:val="3"/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  <w:vAlign w:val="center"/>
          </w:tcPr>
          <w:p w:rsidR="00B5552C" w:rsidRPr="0030383B" w:rsidRDefault="00B5552C" w:rsidP="0030383B">
            <w:pPr>
              <w:ind w:left="-57" w:right="-57"/>
              <w:jc w:val="center"/>
              <w:rPr>
                <w:spacing w:val="-6"/>
                <w:sz w:val="23"/>
                <w:szCs w:val="23"/>
              </w:rPr>
            </w:pPr>
            <w:r w:rsidRPr="00332985">
              <w:rPr>
                <w:spacing w:val="-6"/>
                <w:sz w:val="28"/>
                <w:szCs w:val="23"/>
              </w:rPr>
              <w:t>161311,74551</w:t>
            </w:r>
          </w:p>
        </w:tc>
        <w:tc>
          <w:tcPr>
            <w:tcW w:w="1559" w:type="dxa"/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</w:p>
        </w:tc>
      </w:tr>
    </w:tbl>
    <w:p w:rsidR="00B5552C" w:rsidRDefault="00B5552C" w:rsidP="00CF52B1">
      <w:pPr>
        <w:jc w:val="center"/>
        <w:rPr>
          <w:sz w:val="28"/>
          <w:szCs w:val="28"/>
        </w:rPr>
      </w:pPr>
    </w:p>
    <w:p w:rsidR="00B5552C" w:rsidRDefault="00B5552C" w:rsidP="00CF52B1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B5552C" w:rsidRDefault="00B5552C" w:rsidP="00CF52B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5552C" w:rsidRDefault="00B5552C" w:rsidP="00CF52B1">
      <w:pPr>
        <w:jc w:val="center"/>
        <w:rPr>
          <w:b/>
          <w:sz w:val="28"/>
          <w:szCs w:val="28"/>
        </w:rPr>
      </w:pPr>
      <w:r w:rsidRPr="00E357B6">
        <w:rPr>
          <w:b/>
          <w:sz w:val="28"/>
          <w:szCs w:val="28"/>
        </w:rPr>
        <w:t>Общий объ</w:t>
      </w:r>
      <w:r>
        <w:rPr>
          <w:b/>
          <w:sz w:val="28"/>
          <w:szCs w:val="28"/>
        </w:rPr>
        <w:t>ё</w:t>
      </w:r>
      <w:r w:rsidRPr="00E357B6">
        <w:rPr>
          <w:b/>
          <w:sz w:val="28"/>
          <w:szCs w:val="28"/>
        </w:rPr>
        <w:t xml:space="preserve">м бюджетных ассигнований, предусмотренных </w:t>
      </w:r>
    </w:p>
    <w:p w:rsidR="00B5552C" w:rsidRDefault="00B5552C" w:rsidP="00CF52B1">
      <w:pPr>
        <w:jc w:val="center"/>
        <w:rPr>
          <w:b/>
          <w:sz w:val="28"/>
          <w:szCs w:val="28"/>
        </w:rPr>
      </w:pPr>
      <w:r w:rsidRPr="00E357B6">
        <w:rPr>
          <w:b/>
          <w:sz w:val="28"/>
          <w:szCs w:val="28"/>
        </w:rPr>
        <w:t xml:space="preserve">на исполнение государственных гарантий </w:t>
      </w:r>
    </w:p>
    <w:p w:rsidR="00B5552C" w:rsidRPr="00E357B6" w:rsidRDefault="00B5552C" w:rsidP="00CF52B1">
      <w:pPr>
        <w:jc w:val="center"/>
        <w:rPr>
          <w:b/>
          <w:sz w:val="28"/>
          <w:szCs w:val="28"/>
        </w:rPr>
      </w:pPr>
      <w:r w:rsidRPr="00E357B6">
        <w:rPr>
          <w:b/>
          <w:sz w:val="28"/>
          <w:szCs w:val="28"/>
        </w:rPr>
        <w:t>Ульяновской области</w:t>
      </w:r>
    </w:p>
    <w:p w:rsidR="00B5552C" w:rsidRPr="00880A76" w:rsidRDefault="00B5552C" w:rsidP="00CF52B1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4"/>
        <w:gridCol w:w="5946"/>
        <w:gridCol w:w="434"/>
      </w:tblGrid>
      <w:tr w:rsidR="00B5552C" w:rsidRPr="00880A76" w:rsidTr="00775DDE">
        <w:trPr>
          <w:trHeight w:val="1408"/>
        </w:trPr>
        <w:tc>
          <w:tcPr>
            <w:tcW w:w="3982" w:type="dxa"/>
            <w:vAlign w:val="center"/>
          </w:tcPr>
          <w:p w:rsidR="00B5552C" w:rsidRDefault="00B5552C" w:rsidP="00EE5EF6">
            <w:pPr>
              <w:jc w:val="center"/>
              <w:rPr>
                <w:sz w:val="28"/>
                <w:szCs w:val="28"/>
              </w:rPr>
            </w:pPr>
            <w:r w:rsidRPr="00431C93">
              <w:rPr>
                <w:sz w:val="28"/>
                <w:szCs w:val="28"/>
              </w:rPr>
              <w:t xml:space="preserve">Исполнение государственных гарантий Ульяновской </w:t>
            </w:r>
          </w:p>
          <w:p w:rsidR="00B5552C" w:rsidRPr="00431C93" w:rsidRDefault="00B5552C" w:rsidP="00EE5EF6">
            <w:pPr>
              <w:jc w:val="center"/>
              <w:rPr>
                <w:sz w:val="28"/>
                <w:szCs w:val="28"/>
              </w:rPr>
            </w:pPr>
            <w:r w:rsidRPr="00431C93">
              <w:rPr>
                <w:sz w:val="28"/>
                <w:szCs w:val="28"/>
              </w:rPr>
              <w:t>области</w:t>
            </w:r>
          </w:p>
        </w:tc>
        <w:tc>
          <w:tcPr>
            <w:tcW w:w="6049" w:type="dxa"/>
            <w:vAlign w:val="center"/>
          </w:tcPr>
          <w:p w:rsidR="00B5552C" w:rsidRDefault="00B5552C" w:rsidP="00EE5EF6">
            <w:pPr>
              <w:jc w:val="center"/>
              <w:rPr>
                <w:sz w:val="28"/>
                <w:szCs w:val="28"/>
              </w:rPr>
            </w:pPr>
            <w:r w:rsidRPr="00431C93">
              <w:rPr>
                <w:sz w:val="28"/>
                <w:szCs w:val="28"/>
              </w:rPr>
              <w:t xml:space="preserve">Объём бюджетных ассигнований, </w:t>
            </w:r>
          </w:p>
          <w:p w:rsidR="00B5552C" w:rsidRDefault="00B5552C" w:rsidP="00EE5EF6">
            <w:pPr>
              <w:jc w:val="center"/>
              <w:rPr>
                <w:sz w:val="28"/>
                <w:szCs w:val="28"/>
              </w:rPr>
            </w:pPr>
            <w:r w:rsidRPr="00431C93">
              <w:rPr>
                <w:sz w:val="28"/>
                <w:szCs w:val="28"/>
              </w:rPr>
              <w:t xml:space="preserve">предусмотренных на исполнение </w:t>
            </w:r>
          </w:p>
          <w:p w:rsidR="00B5552C" w:rsidRDefault="00B5552C" w:rsidP="00EE5EF6">
            <w:pPr>
              <w:jc w:val="center"/>
              <w:rPr>
                <w:sz w:val="28"/>
                <w:szCs w:val="28"/>
              </w:rPr>
            </w:pPr>
            <w:r w:rsidRPr="00431C93">
              <w:rPr>
                <w:sz w:val="28"/>
                <w:szCs w:val="28"/>
              </w:rPr>
              <w:t xml:space="preserve">государственных гарантий </w:t>
            </w:r>
          </w:p>
          <w:p w:rsidR="00B5552C" w:rsidRPr="00431C93" w:rsidRDefault="00B5552C" w:rsidP="00EE5EF6">
            <w:pPr>
              <w:jc w:val="center"/>
              <w:rPr>
                <w:sz w:val="28"/>
                <w:szCs w:val="28"/>
              </w:rPr>
            </w:pPr>
            <w:r w:rsidRPr="00431C93">
              <w:rPr>
                <w:sz w:val="28"/>
                <w:szCs w:val="28"/>
              </w:rPr>
              <w:t>Ульяновской области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B5552C" w:rsidRPr="00431C93" w:rsidRDefault="00B5552C" w:rsidP="00EE5EF6">
            <w:pPr>
              <w:jc w:val="center"/>
              <w:rPr>
                <w:sz w:val="28"/>
                <w:szCs w:val="28"/>
              </w:rPr>
            </w:pPr>
          </w:p>
        </w:tc>
      </w:tr>
      <w:tr w:rsidR="00B5552C" w:rsidRPr="00880A76" w:rsidTr="00775DDE">
        <w:tc>
          <w:tcPr>
            <w:tcW w:w="3982" w:type="dxa"/>
          </w:tcPr>
          <w:p w:rsidR="00B5552C" w:rsidRPr="00431C93" w:rsidRDefault="00B5552C" w:rsidP="00EE5EF6">
            <w:pPr>
              <w:rPr>
                <w:sz w:val="28"/>
                <w:szCs w:val="28"/>
              </w:rPr>
            </w:pPr>
            <w:r w:rsidRPr="00431C93">
              <w:rPr>
                <w:sz w:val="28"/>
                <w:szCs w:val="28"/>
              </w:rPr>
              <w:t>За счёт расходов областного бюджета</w:t>
            </w:r>
            <w:r>
              <w:rPr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6049" w:type="dxa"/>
          </w:tcPr>
          <w:p w:rsidR="00B5552C" w:rsidRPr="00431C93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65311,74551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B5552C" w:rsidRDefault="00B5552C" w:rsidP="00EE5EF6">
            <w:pPr>
              <w:jc w:val="center"/>
              <w:rPr>
                <w:sz w:val="28"/>
                <w:szCs w:val="28"/>
              </w:rPr>
            </w:pPr>
          </w:p>
        </w:tc>
      </w:tr>
      <w:tr w:rsidR="00B5552C" w:rsidRPr="00880A76" w:rsidTr="00775DDE">
        <w:tc>
          <w:tcPr>
            <w:tcW w:w="3982" w:type="dxa"/>
          </w:tcPr>
          <w:p w:rsidR="00B5552C" w:rsidRPr="00431C93" w:rsidRDefault="00B5552C" w:rsidP="00EE5E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счёт источников финанс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рования дефицита областного бюджета Ульяновской области</w:t>
            </w:r>
          </w:p>
        </w:tc>
        <w:tc>
          <w:tcPr>
            <w:tcW w:w="6049" w:type="dxa"/>
          </w:tcPr>
          <w:p w:rsidR="00B5552C" w:rsidRPr="00431C93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96000,0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Default="00B5552C" w:rsidP="00775D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5552C" w:rsidRDefault="00B5552C" w:rsidP="00E33ABF">
      <w:pPr>
        <w:pStyle w:val="BodyText"/>
        <w:ind w:firstLine="720"/>
        <w:rPr>
          <w:szCs w:val="28"/>
        </w:rPr>
      </w:pPr>
    </w:p>
    <w:p w:rsidR="00B5552C" w:rsidRDefault="00B5552C" w:rsidP="00E33ABF">
      <w:pPr>
        <w:pStyle w:val="BodyText"/>
        <w:ind w:firstLine="720"/>
        <w:rPr>
          <w:szCs w:val="28"/>
        </w:rPr>
      </w:pPr>
      <w:r>
        <w:rPr>
          <w:szCs w:val="28"/>
        </w:rPr>
        <w:t>19) приложение 32 изложить в следующей редакции:</w:t>
      </w:r>
    </w:p>
    <w:p w:rsidR="00B5552C" w:rsidRDefault="00B5552C" w:rsidP="00E33ABF">
      <w:pPr>
        <w:pStyle w:val="BodyText"/>
        <w:ind w:firstLine="720"/>
        <w:rPr>
          <w:szCs w:val="28"/>
        </w:rPr>
      </w:pPr>
    </w:p>
    <w:p w:rsidR="00B5552C" w:rsidRDefault="00B5552C">
      <w:r>
        <w:br w:type="page"/>
      </w:r>
    </w:p>
    <w:tbl>
      <w:tblPr>
        <w:tblW w:w="4536" w:type="dxa"/>
        <w:tblInd w:w="5070" w:type="dxa"/>
        <w:tblLook w:val="00A0"/>
      </w:tblPr>
      <w:tblGrid>
        <w:gridCol w:w="4536"/>
      </w:tblGrid>
      <w:tr w:rsidR="00B5552C" w:rsidRPr="005826EB" w:rsidTr="00EE5EF6">
        <w:trPr>
          <w:trHeight w:val="296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5826EB" w:rsidRDefault="00B5552C" w:rsidP="00EE5EF6">
            <w:pPr>
              <w:spacing w:line="360" w:lineRule="auto"/>
              <w:ind w:left="-108" w:right="-108" w:firstLine="108"/>
              <w:jc w:val="center"/>
              <w:rPr>
                <w:sz w:val="28"/>
                <w:szCs w:val="28"/>
              </w:rPr>
            </w:pPr>
            <w:r>
              <w:br w:type="page"/>
            </w:r>
            <w:r w:rsidRPr="00E034C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ПРИЛОЖЕНИЕ 32</w:t>
            </w:r>
          </w:p>
        </w:tc>
      </w:tr>
      <w:tr w:rsidR="00B5552C" w:rsidRPr="005826EB" w:rsidTr="00EE5EF6">
        <w:trPr>
          <w:trHeight w:val="23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5826EB" w:rsidRDefault="00B5552C" w:rsidP="00EE5EF6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к Закону Ульяновской области</w:t>
            </w:r>
          </w:p>
        </w:tc>
      </w:tr>
      <w:tr w:rsidR="00B5552C" w:rsidRPr="005826EB" w:rsidTr="00EE5EF6">
        <w:trPr>
          <w:trHeight w:val="29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5826EB" w:rsidRDefault="00B5552C" w:rsidP="00EE5EF6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«Об областном бюджете</w:t>
            </w:r>
          </w:p>
        </w:tc>
      </w:tr>
      <w:tr w:rsidR="00B5552C" w:rsidRPr="005826EB" w:rsidTr="00EE5EF6">
        <w:trPr>
          <w:trHeight w:val="256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5826EB" w:rsidRDefault="00B5552C" w:rsidP="00EE5E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Ульяновской области на 2014</w:t>
            </w:r>
            <w:r w:rsidRPr="005826EB">
              <w:rPr>
                <w:sz w:val="28"/>
                <w:szCs w:val="28"/>
              </w:rPr>
              <w:t xml:space="preserve"> год</w:t>
            </w:r>
          </w:p>
        </w:tc>
      </w:tr>
      <w:tr w:rsidR="00B5552C" w:rsidRPr="005826EB" w:rsidTr="00EE5EF6">
        <w:trPr>
          <w:trHeight w:val="189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5826EB" w:rsidRDefault="00B5552C" w:rsidP="00EE5EF6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и на плановый период</w:t>
            </w:r>
          </w:p>
        </w:tc>
      </w:tr>
      <w:tr w:rsidR="00B5552C" w:rsidRPr="005826EB" w:rsidTr="00EE5EF6">
        <w:trPr>
          <w:trHeight w:val="9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552C" w:rsidRPr="005826EB" w:rsidRDefault="00B5552C" w:rsidP="00EE5EF6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5826E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5826EB">
              <w:rPr>
                <w:sz w:val="28"/>
                <w:szCs w:val="28"/>
              </w:rPr>
              <w:t xml:space="preserve"> и 201</w:t>
            </w:r>
            <w:r>
              <w:rPr>
                <w:sz w:val="28"/>
                <w:szCs w:val="28"/>
              </w:rPr>
              <w:t>6</w:t>
            </w:r>
            <w:r w:rsidRPr="005826EB">
              <w:rPr>
                <w:sz w:val="28"/>
                <w:szCs w:val="28"/>
              </w:rPr>
              <w:t xml:space="preserve"> годов»</w:t>
            </w:r>
          </w:p>
        </w:tc>
      </w:tr>
    </w:tbl>
    <w:p w:rsidR="00B5552C" w:rsidRDefault="00B5552C" w:rsidP="00775DDE">
      <w:pPr>
        <w:spacing w:line="235" w:lineRule="auto"/>
        <w:jc w:val="center"/>
        <w:rPr>
          <w:b/>
          <w:bCs/>
          <w:sz w:val="28"/>
          <w:szCs w:val="32"/>
        </w:rPr>
      </w:pPr>
    </w:p>
    <w:p w:rsidR="00B5552C" w:rsidRDefault="00B5552C" w:rsidP="00775DDE">
      <w:pPr>
        <w:spacing w:line="235" w:lineRule="auto"/>
        <w:jc w:val="center"/>
        <w:rPr>
          <w:b/>
          <w:bCs/>
          <w:sz w:val="28"/>
          <w:szCs w:val="32"/>
        </w:rPr>
      </w:pPr>
    </w:p>
    <w:p w:rsidR="00B5552C" w:rsidRPr="00764172" w:rsidRDefault="00B5552C" w:rsidP="00775DDE">
      <w:pPr>
        <w:spacing w:line="235" w:lineRule="auto"/>
        <w:jc w:val="center"/>
        <w:rPr>
          <w:b/>
          <w:bCs/>
          <w:sz w:val="28"/>
          <w:szCs w:val="32"/>
        </w:rPr>
      </w:pPr>
    </w:p>
    <w:p w:rsidR="00B5552C" w:rsidRDefault="00B5552C" w:rsidP="00775DDE">
      <w:pPr>
        <w:spacing w:line="235" w:lineRule="auto"/>
        <w:jc w:val="center"/>
        <w:rPr>
          <w:b/>
          <w:bCs/>
          <w:sz w:val="32"/>
          <w:szCs w:val="32"/>
        </w:rPr>
      </w:pPr>
      <w:r w:rsidRPr="00A41D7B">
        <w:rPr>
          <w:b/>
          <w:bCs/>
          <w:sz w:val="28"/>
          <w:szCs w:val="28"/>
        </w:rPr>
        <w:t>Программа</w:t>
      </w:r>
    </w:p>
    <w:p w:rsidR="00B5552C" w:rsidRPr="00A41D7B" w:rsidRDefault="00B5552C" w:rsidP="00775DDE">
      <w:pPr>
        <w:spacing w:line="235" w:lineRule="auto"/>
        <w:jc w:val="center"/>
        <w:rPr>
          <w:b/>
          <w:bCs/>
          <w:sz w:val="28"/>
          <w:szCs w:val="28"/>
        </w:rPr>
      </w:pPr>
      <w:r w:rsidRPr="00A41D7B">
        <w:rPr>
          <w:b/>
          <w:bCs/>
          <w:sz w:val="28"/>
          <w:szCs w:val="28"/>
        </w:rPr>
        <w:t xml:space="preserve">государственных гарантий Ульяновской области </w:t>
      </w:r>
    </w:p>
    <w:p w:rsidR="00B5552C" w:rsidRPr="00A41D7B" w:rsidRDefault="00B5552C" w:rsidP="00775DDE">
      <w:pPr>
        <w:spacing w:line="235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плановый период 2015 и 2016 годов</w:t>
      </w:r>
    </w:p>
    <w:p w:rsidR="00B5552C" w:rsidRDefault="00B5552C" w:rsidP="00775DDE">
      <w:pPr>
        <w:spacing w:line="235" w:lineRule="auto"/>
        <w:jc w:val="center"/>
        <w:rPr>
          <w:b/>
          <w:bCs/>
          <w:sz w:val="28"/>
        </w:rPr>
      </w:pPr>
    </w:p>
    <w:p w:rsidR="00B5552C" w:rsidRDefault="00B5552C" w:rsidP="00775DDE">
      <w:pPr>
        <w:jc w:val="right"/>
        <w:rPr>
          <w:bCs/>
          <w:sz w:val="28"/>
        </w:rPr>
      </w:pPr>
      <w:r w:rsidRPr="00880A76">
        <w:rPr>
          <w:bCs/>
          <w:sz w:val="28"/>
        </w:rPr>
        <w:t>Таблица 1</w:t>
      </w:r>
    </w:p>
    <w:p w:rsidR="00B5552C" w:rsidRPr="00880A76" w:rsidRDefault="00B5552C" w:rsidP="00775DDE">
      <w:pPr>
        <w:jc w:val="right"/>
        <w:rPr>
          <w:bCs/>
          <w:sz w:val="28"/>
        </w:rPr>
      </w:pPr>
    </w:p>
    <w:p w:rsidR="00B5552C" w:rsidRDefault="00B5552C" w:rsidP="00775DDE">
      <w:pPr>
        <w:pStyle w:val="Heading1"/>
        <w:jc w:val="center"/>
        <w:rPr>
          <w:b/>
          <w:szCs w:val="28"/>
        </w:rPr>
      </w:pPr>
      <w:r w:rsidRPr="006C08EF">
        <w:rPr>
          <w:b/>
          <w:szCs w:val="28"/>
        </w:rPr>
        <w:t xml:space="preserve">Перечень подлежащих </w:t>
      </w:r>
      <w:r>
        <w:rPr>
          <w:b/>
          <w:szCs w:val="28"/>
        </w:rPr>
        <w:t>исполнению</w:t>
      </w:r>
      <w:r w:rsidRPr="006C08EF">
        <w:rPr>
          <w:b/>
          <w:szCs w:val="28"/>
        </w:rPr>
        <w:t xml:space="preserve"> государственных гарантий </w:t>
      </w:r>
    </w:p>
    <w:p w:rsidR="00B5552C" w:rsidRDefault="00B5552C" w:rsidP="00775DDE">
      <w:pPr>
        <w:pStyle w:val="Heading1"/>
        <w:jc w:val="center"/>
        <w:rPr>
          <w:b/>
          <w:szCs w:val="28"/>
        </w:rPr>
      </w:pPr>
      <w:r w:rsidRPr="006C08EF">
        <w:rPr>
          <w:b/>
          <w:szCs w:val="28"/>
        </w:rPr>
        <w:t>Ульяновской области</w:t>
      </w:r>
    </w:p>
    <w:p w:rsidR="00B5552C" w:rsidRPr="006C08EF" w:rsidRDefault="00B5552C" w:rsidP="00775DDE"/>
    <w:p w:rsidR="00B5552C" w:rsidRPr="00880A76" w:rsidRDefault="00B5552C" w:rsidP="00775DDE">
      <w:pPr>
        <w:pStyle w:val="Heading1"/>
        <w:jc w:val="right"/>
        <w:rPr>
          <w:b/>
        </w:rPr>
      </w:pPr>
      <w:r w:rsidRPr="00880A76">
        <w:t>тыс. руб.</w:t>
      </w:r>
    </w:p>
    <w:tbl>
      <w:tblPr>
        <w:tblW w:w="10105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8"/>
        <w:gridCol w:w="3118"/>
        <w:gridCol w:w="1985"/>
        <w:gridCol w:w="1275"/>
        <w:gridCol w:w="1276"/>
        <w:gridCol w:w="1843"/>
      </w:tblGrid>
      <w:tr w:rsidR="00B5552C" w:rsidRPr="006C08EF" w:rsidTr="001972AB">
        <w:trPr>
          <w:trHeight w:val="841"/>
        </w:trPr>
        <w:tc>
          <w:tcPr>
            <w:tcW w:w="608" w:type="dxa"/>
            <w:vMerge w:val="restart"/>
            <w:vAlign w:val="center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№</w:t>
            </w:r>
          </w:p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п/п</w:t>
            </w:r>
          </w:p>
        </w:tc>
        <w:tc>
          <w:tcPr>
            <w:tcW w:w="3118" w:type="dxa"/>
            <w:vMerge w:val="restart"/>
            <w:vAlign w:val="center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Цели гарантирования</w:t>
            </w:r>
          </w:p>
        </w:tc>
        <w:tc>
          <w:tcPr>
            <w:tcW w:w="1985" w:type="dxa"/>
            <w:vMerge w:val="restart"/>
            <w:vAlign w:val="center"/>
          </w:tcPr>
          <w:p w:rsidR="00B5552C" w:rsidRPr="006C08EF" w:rsidRDefault="00B5552C" w:rsidP="00775D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Категория      (наименование) принципала</w:t>
            </w:r>
          </w:p>
        </w:tc>
        <w:tc>
          <w:tcPr>
            <w:tcW w:w="2551" w:type="dxa"/>
            <w:gridSpan w:val="2"/>
            <w:vAlign w:val="center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Общая сумма</w:t>
            </w:r>
          </w:p>
        </w:tc>
        <w:tc>
          <w:tcPr>
            <w:tcW w:w="1843" w:type="dxa"/>
            <w:vMerge w:val="restart"/>
            <w:vAlign w:val="center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Наличие права ре</w:t>
            </w:r>
            <w:r w:rsidRPr="006C08EF">
              <w:rPr>
                <w:sz w:val="28"/>
                <w:szCs w:val="28"/>
              </w:rPr>
              <w:t>г</w:t>
            </w:r>
            <w:r w:rsidRPr="006C08EF">
              <w:rPr>
                <w:sz w:val="28"/>
                <w:szCs w:val="28"/>
              </w:rPr>
              <w:t>рессного требования</w:t>
            </w:r>
          </w:p>
        </w:tc>
      </w:tr>
      <w:tr w:rsidR="00B5552C" w:rsidRPr="006C08EF" w:rsidTr="001972AB">
        <w:trPr>
          <w:trHeight w:val="290"/>
        </w:trPr>
        <w:tc>
          <w:tcPr>
            <w:tcW w:w="608" w:type="dxa"/>
            <w:vMerge/>
          </w:tcPr>
          <w:p w:rsidR="00B5552C" w:rsidRPr="006C08EF" w:rsidRDefault="00B5552C" w:rsidP="00EE5EF6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B5552C" w:rsidRPr="006C08EF" w:rsidRDefault="00B5552C" w:rsidP="00EE5EF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5552C" w:rsidRPr="006C08EF" w:rsidRDefault="00B5552C" w:rsidP="00EE5EF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2015 год</w:t>
            </w:r>
          </w:p>
        </w:tc>
        <w:tc>
          <w:tcPr>
            <w:tcW w:w="1276" w:type="dxa"/>
            <w:vAlign w:val="center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2016 год</w:t>
            </w:r>
          </w:p>
        </w:tc>
        <w:tc>
          <w:tcPr>
            <w:tcW w:w="1843" w:type="dxa"/>
            <w:vMerge/>
          </w:tcPr>
          <w:p w:rsidR="00B5552C" w:rsidRPr="006C08EF" w:rsidRDefault="00B5552C" w:rsidP="00EE5EF6">
            <w:pPr>
              <w:rPr>
                <w:sz w:val="28"/>
                <w:szCs w:val="28"/>
              </w:rPr>
            </w:pPr>
          </w:p>
        </w:tc>
      </w:tr>
      <w:tr w:rsidR="00B5552C" w:rsidRPr="006C08EF" w:rsidTr="001972AB">
        <w:tc>
          <w:tcPr>
            <w:tcW w:w="608" w:type="dxa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B5552C" w:rsidRPr="006C08EF" w:rsidRDefault="00B5552C" w:rsidP="00EE5EF6">
            <w:pPr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По заимствованиям в целях создания инфр</w:t>
            </w:r>
            <w:r w:rsidRPr="006C08EF">
              <w:rPr>
                <w:sz w:val="28"/>
                <w:szCs w:val="28"/>
              </w:rPr>
              <w:t>а</w:t>
            </w:r>
            <w:r w:rsidRPr="006C08EF">
              <w:rPr>
                <w:sz w:val="28"/>
                <w:szCs w:val="28"/>
              </w:rPr>
              <w:t>структуры промышле</w:t>
            </w:r>
            <w:r w:rsidRPr="006C08EF">
              <w:rPr>
                <w:sz w:val="28"/>
                <w:szCs w:val="28"/>
              </w:rPr>
              <w:t>н</w:t>
            </w:r>
            <w:r w:rsidRPr="006C08EF">
              <w:rPr>
                <w:sz w:val="28"/>
                <w:szCs w:val="28"/>
              </w:rPr>
              <w:t>ной зоны (промышле</w:t>
            </w:r>
            <w:r w:rsidRPr="006C08EF">
              <w:rPr>
                <w:sz w:val="28"/>
                <w:szCs w:val="28"/>
              </w:rPr>
              <w:t>н</w:t>
            </w:r>
            <w:r w:rsidRPr="006C08EF">
              <w:rPr>
                <w:sz w:val="28"/>
                <w:szCs w:val="28"/>
              </w:rPr>
              <w:t>ных зон) на территории Ульяновской области и (или) портовой особой экономической зоны на территории муниц</w:t>
            </w:r>
            <w:r w:rsidRPr="006C08EF">
              <w:rPr>
                <w:sz w:val="28"/>
                <w:szCs w:val="28"/>
              </w:rPr>
              <w:t>и</w:t>
            </w:r>
            <w:r w:rsidRPr="006C08EF">
              <w:rPr>
                <w:sz w:val="28"/>
                <w:szCs w:val="28"/>
              </w:rPr>
              <w:t xml:space="preserve">пального образования  </w:t>
            </w:r>
            <w:r>
              <w:rPr>
                <w:sz w:val="28"/>
                <w:szCs w:val="28"/>
              </w:rPr>
              <w:t>«</w:t>
            </w:r>
            <w:r w:rsidRPr="006C08EF">
              <w:rPr>
                <w:sz w:val="28"/>
                <w:szCs w:val="28"/>
              </w:rPr>
              <w:t>Чердаклинский  ра</w:t>
            </w:r>
            <w:r w:rsidRPr="006C08EF">
              <w:rPr>
                <w:sz w:val="28"/>
                <w:szCs w:val="28"/>
              </w:rPr>
              <w:t>й</w:t>
            </w:r>
            <w:r w:rsidRPr="006C08EF">
              <w:rPr>
                <w:sz w:val="28"/>
                <w:szCs w:val="28"/>
              </w:rPr>
              <w:t>он</w:t>
            </w:r>
            <w:r>
              <w:rPr>
                <w:sz w:val="28"/>
                <w:szCs w:val="28"/>
              </w:rPr>
              <w:t>»</w:t>
            </w:r>
            <w:r w:rsidRPr="006C08EF">
              <w:rPr>
                <w:sz w:val="28"/>
                <w:szCs w:val="28"/>
              </w:rPr>
              <w:t xml:space="preserve"> Ульяновской о</w:t>
            </w:r>
            <w:r w:rsidRPr="006C08EF">
              <w:rPr>
                <w:sz w:val="28"/>
                <w:szCs w:val="28"/>
              </w:rPr>
              <w:t>б</w:t>
            </w:r>
            <w:r w:rsidRPr="006C08EF">
              <w:rPr>
                <w:sz w:val="28"/>
                <w:szCs w:val="28"/>
              </w:rPr>
              <w:t>ласти</w:t>
            </w:r>
          </w:p>
        </w:tc>
        <w:tc>
          <w:tcPr>
            <w:tcW w:w="1985" w:type="dxa"/>
          </w:tcPr>
          <w:p w:rsidR="00B5552C" w:rsidRPr="006C08EF" w:rsidRDefault="00B5552C" w:rsidP="00EE5E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Акционерное общество «Корпорация развития 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яновской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ласти»</w:t>
            </w:r>
          </w:p>
        </w:tc>
        <w:tc>
          <w:tcPr>
            <w:tcW w:w="1275" w:type="dxa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74520,4</w:t>
            </w:r>
          </w:p>
        </w:tc>
        <w:tc>
          <w:tcPr>
            <w:tcW w:w="1276" w:type="dxa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69666,0</w:t>
            </w:r>
          </w:p>
        </w:tc>
        <w:tc>
          <w:tcPr>
            <w:tcW w:w="1843" w:type="dxa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нет</w:t>
            </w:r>
          </w:p>
        </w:tc>
      </w:tr>
      <w:tr w:rsidR="00B5552C" w:rsidRPr="006C08EF" w:rsidTr="001972AB">
        <w:tc>
          <w:tcPr>
            <w:tcW w:w="608" w:type="dxa"/>
          </w:tcPr>
          <w:p w:rsidR="00B5552C" w:rsidRPr="00CE5B65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18" w:type="dxa"/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По заимствованиям</w:t>
            </w:r>
            <w:r>
              <w:rPr>
                <w:sz w:val="28"/>
                <w:szCs w:val="28"/>
              </w:rPr>
              <w:t>, осуществляемым в ц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лях создания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структуры промышле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зоны «Заволжье»</w:t>
            </w:r>
          </w:p>
        </w:tc>
        <w:tc>
          <w:tcPr>
            <w:tcW w:w="1985" w:type="dxa"/>
          </w:tcPr>
          <w:p w:rsidR="00B5552C" w:rsidRPr="00CE5B65" w:rsidRDefault="00B5552C" w:rsidP="00EE5E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Акционерное общество «Корпорация развития 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яновской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ласти»</w:t>
            </w:r>
          </w:p>
        </w:tc>
        <w:tc>
          <w:tcPr>
            <w:tcW w:w="1275" w:type="dxa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96000,0</w:t>
            </w:r>
          </w:p>
        </w:tc>
        <w:tc>
          <w:tcPr>
            <w:tcW w:w="1276" w:type="dxa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96000,0</w:t>
            </w:r>
          </w:p>
        </w:tc>
        <w:tc>
          <w:tcPr>
            <w:tcW w:w="1843" w:type="dxa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</w:t>
            </w:r>
          </w:p>
        </w:tc>
      </w:tr>
      <w:tr w:rsidR="00B5552C" w:rsidRPr="006C08EF" w:rsidTr="001972AB">
        <w:tc>
          <w:tcPr>
            <w:tcW w:w="5711" w:type="dxa"/>
            <w:gridSpan w:val="3"/>
          </w:tcPr>
          <w:p w:rsidR="00B5552C" w:rsidRPr="006C08EF" w:rsidRDefault="00B5552C" w:rsidP="00EE5EF6">
            <w:pPr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170520,4</w:t>
            </w:r>
          </w:p>
        </w:tc>
        <w:tc>
          <w:tcPr>
            <w:tcW w:w="1276" w:type="dxa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165666,0</w:t>
            </w:r>
          </w:p>
        </w:tc>
        <w:tc>
          <w:tcPr>
            <w:tcW w:w="1843" w:type="dxa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B5552C" w:rsidRDefault="00B5552C" w:rsidP="00775DDE">
      <w:pPr>
        <w:rPr>
          <w:sz w:val="28"/>
          <w:szCs w:val="28"/>
        </w:rPr>
      </w:pPr>
    </w:p>
    <w:p w:rsidR="00B5552C" w:rsidRDefault="00B5552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5552C" w:rsidRDefault="00B5552C" w:rsidP="00775DDE">
      <w:pPr>
        <w:jc w:val="right"/>
        <w:rPr>
          <w:sz w:val="28"/>
          <w:szCs w:val="28"/>
        </w:rPr>
      </w:pPr>
      <w:r w:rsidRPr="006C08EF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  <w:r w:rsidRPr="006C08EF">
        <w:rPr>
          <w:sz w:val="28"/>
          <w:szCs w:val="28"/>
        </w:rPr>
        <w:t xml:space="preserve"> </w:t>
      </w:r>
    </w:p>
    <w:p w:rsidR="00B5552C" w:rsidRPr="006C08EF" w:rsidRDefault="00B5552C" w:rsidP="00775DDE">
      <w:pPr>
        <w:jc w:val="right"/>
        <w:rPr>
          <w:sz w:val="28"/>
          <w:szCs w:val="28"/>
        </w:rPr>
      </w:pPr>
    </w:p>
    <w:p w:rsidR="00B5552C" w:rsidRDefault="00B5552C" w:rsidP="00775DDE">
      <w:pPr>
        <w:jc w:val="center"/>
        <w:rPr>
          <w:b/>
          <w:sz w:val="28"/>
          <w:szCs w:val="28"/>
        </w:rPr>
      </w:pPr>
      <w:r w:rsidRPr="006C08EF">
        <w:rPr>
          <w:b/>
          <w:sz w:val="28"/>
          <w:szCs w:val="28"/>
        </w:rPr>
        <w:t>Общий объ</w:t>
      </w:r>
      <w:r>
        <w:rPr>
          <w:b/>
          <w:sz w:val="28"/>
          <w:szCs w:val="28"/>
        </w:rPr>
        <w:t>ё</w:t>
      </w:r>
      <w:r w:rsidRPr="006C08EF">
        <w:rPr>
          <w:b/>
          <w:sz w:val="28"/>
          <w:szCs w:val="28"/>
        </w:rPr>
        <w:t xml:space="preserve">м бюджетных ассигнований, предусмотренных </w:t>
      </w:r>
    </w:p>
    <w:p w:rsidR="00B5552C" w:rsidRDefault="00B5552C" w:rsidP="00775DDE">
      <w:pPr>
        <w:jc w:val="center"/>
        <w:rPr>
          <w:b/>
          <w:sz w:val="28"/>
          <w:szCs w:val="28"/>
        </w:rPr>
      </w:pPr>
      <w:r w:rsidRPr="006C08EF">
        <w:rPr>
          <w:b/>
          <w:sz w:val="28"/>
          <w:szCs w:val="28"/>
        </w:rPr>
        <w:t xml:space="preserve">на исполнение государственных гарантий </w:t>
      </w:r>
    </w:p>
    <w:p w:rsidR="00B5552C" w:rsidRDefault="00B5552C" w:rsidP="00775DDE">
      <w:pPr>
        <w:jc w:val="center"/>
        <w:rPr>
          <w:b/>
          <w:sz w:val="28"/>
          <w:szCs w:val="28"/>
        </w:rPr>
      </w:pPr>
      <w:r w:rsidRPr="006C08EF">
        <w:rPr>
          <w:b/>
          <w:sz w:val="28"/>
          <w:szCs w:val="28"/>
        </w:rPr>
        <w:t>Ульяновской области</w:t>
      </w:r>
    </w:p>
    <w:p w:rsidR="00B5552C" w:rsidRDefault="00B5552C" w:rsidP="00775DDE">
      <w:pPr>
        <w:jc w:val="center"/>
        <w:rPr>
          <w:sz w:val="28"/>
          <w:szCs w:val="28"/>
        </w:rPr>
      </w:pPr>
    </w:p>
    <w:p w:rsidR="00B5552C" w:rsidRPr="006C08EF" w:rsidRDefault="00B5552C" w:rsidP="004A6A8C">
      <w:pPr>
        <w:ind w:right="283"/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16"/>
        <w:gridCol w:w="1683"/>
        <w:gridCol w:w="4213"/>
        <w:gridCol w:w="426"/>
      </w:tblGrid>
      <w:tr w:rsidR="00B5552C" w:rsidRPr="006C08EF" w:rsidTr="001972AB">
        <w:tc>
          <w:tcPr>
            <w:tcW w:w="3870" w:type="dxa"/>
            <w:vMerge w:val="restart"/>
            <w:vAlign w:val="center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 xml:space="preserve">Исполнение </w:t>
            </w:r>
            <w:r>
              <w:rPr>
                <w:sz w:val="28"/>
                <w:szCs w:val="28"/>
              </w:rPr>
              <w:br/>
            </w:r>
            <w:r w:rsidRPr="006C08EF">
              <w:rPr>
                <w:sz w:val="28"/>
                <w:szCs w:val="28"/>
              </w:rPr>
              <w:t>государственных гарантий Ульяновской области</w:t>
            </w:r>
          </w:p>
        </w:tc>
        <w:tc>
          <w:tcPr>
            <w:tcW w:w="6019" w:type="dxa"/>
            <w:gridSpan w:val="2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Объём бюджетных ассигнований, предусмо</w:t>
            </w:r>
            <w:r w:rsidRPr="006C08EF">
              <w:rPr>
                <w:sz w:val="28"/>
                <w:szCs w:val="28"/>
              </w:rPr>
              <w:t>т</w:t>
            </w:r>
            <w:r w:rsidRPr="006C08EF">
              <w:rPr>
                <w:sz w:val="28"/>
                <w:szCs w:val="28"/>
              </w:rPr>
              <w:t xml:space="preserve">ренных на исполнение государственных </w:t>
            </w:r>
            <w:r>
              <w:rPr>
                <w:sz w:val="28"/>
                <w:szCs w:val="28"/>
              </w:rPr>
              <w:br/>
            </w:r>
            <w:r w:rsidRPr="006C08EF">
              <w:rPr>
                <w:sz w:val="28"/>
                <w:szCs w:val="28"/>
              </w:rPr>
              <w:t>гарантий Ульяновской области</w:t>
            </w:r>
          </w:p>
        </w:tc>
        <w:tc>
          <w:tcPr>
            <w:tcW w:w="249" w:type="dxa"/>
            <w:tcBorders>
              <w:top w:val="nil"/>
              <w:bottom w:val="nil"/>
              <w:right w:val="nil"/>
            </w:tcBorders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</w:p>
        </w:tc>
      </w:tr>
      <w:tr w:rsidR="00B5552C" w:rsidRPr="006C08EF" w:rsidTr="001972AB">
        <w:tc>
          <w:tcPr>
            <w:tcW w:w="3870" w:type="dxa"/>
            <w:vMerge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2015 год</w:t>
            </w:r>
          </w:p>
        </w:tc>
        <w:tc>
          <w:tcPr>
            <w:tcW w:w="4317" w:type="dxa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2016 год</w:t>
            </w:r>
          </w:p>
        </w:tc>
        <w:tc>
          <w:tcPr>
            <w:tcW w:w="249" w:type="dxa"/>
            <w:tcBorders>
              <w:top w:val="nil"/>
              <w:bottom w:val="nil"/>
              <w:right w:val="nil"/>
            </w:tcBorders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</w:p>
        </w:tc>
      </w:tr>
      <w:tr w:rsidR="00B5552C" w:rsidRPr="006C08EF" w:rsidTr="001972AB">
        <w:tc>
          <w:tcPr>
            <w:tcW w:w="3870" w:type="dxa"/>
          </w:tcPr>
          <w:p w:rsidR="00B5552C" w:rsidRPr="006C08EF" w:rsidRDefault="00B5552C" w:rsidP="00EE5EF6">
            <w:pPr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За счёт расходов областного бюджета</w:t>
            </w:r>
            <w:r>
              <w:rPr>
                <w:sz w:val="28"/>
                <w:szCs w:val="28"/>
              </w:rPr>
              <w:t xml:space="preserve"> Ульяновской </w:t>
            </w:r>
            <w:r>
              <w:rPr>
                <w:sz w:val="28"/>
                <w:szCs w:val="28"/>
              </w:rPr>
              <w:br/>
              <w:t>области</w:t>
            </w:r>
          </w:p>
        </w:tc>
        <w:tc>
          <w:tcPr>
            <w:tcW w:w="1702" w:type="dxa"/>
          </w:tcPr>
          <w:p w:rsidR="00B5552C" w:rsidRPr="006C08EF" w:rsidRDefault="00B5552C" w:rsidP="00F12D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74520,4</w:t>
            </w:r>
          </w:p>
        </w:tc>
        <w:tc>
          <w:tcPr>
            <w:tcW w:w="4317" w:type="dxa"/>
          </w:tcPr>
          <w:p w:rsidR="00B5552C" w:rsidRPr="006C08EF" w:rsidRDefault="00B5552C" w:rsidP="00775D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69666</w:t>
            </w:r>
            <w:r w:rsidRPr="006C08EF">
              <w:rPr>
                <w:sz w:val="28"/>
                <w:szCs w:val="28"/>
              </w:rPr>
              <w:t>,0</w:t>
            </w:r>
          </w:p>
        </w:tc>
        <w:tc>
          <w:tcPr>
            <w:tcW w:w="249" w:type="dxa"/>
            <w:tcBorders>
              <w:top w:val="nil"/>
              <w:bottom w:val="nil"/>
              <w:right w:val="nil"/>
            </w:tcBorders>
          </w:tcPr>
          <w:p w:rsidR="00B5552C" w:rsidRDefault="00B5552C" w:rsidP="00775DDE">
            <w:pPr>
              <w:jc w:val="center"/>
              <w:rPr>
                <w:sz w:val="28"/>
                <w:szCs w:val="28"/>
              </w:rPr>
            </w:pPr>
          </w:p>
        </w:tc>
      </w:tr>
      <w:tr w:rsidR="00B5552C" w:rsidRPr="006C08EF" w:rsidTr="001972AB">
        <w:tc>
          <w:tcPr>
            <w:tcW w:w="3870" w:type="dxa"/>
          </w:tcPr>
          <w:p w:rsidR="00B5552C" w:rsidRPr="006C08EF" w:rsidRDefault="00B5552C" w:rsidP="00EE5E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счёт источников финанс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рования дефицита областного бюджета Ульяновской </w:t>
            </w:r>
            <w:r>
              <w:rPr>
                <w:sz w:val="28"/>
                <w:szCs w:val="28"/>
              </w:rPr>
              <w:br/>
              <w:t>области</w:t>
            </w:r>
          </w:p>
        </w:tc>
        <w:tc>
          <w:tcPr>
            <w:tcW w:w="1702" w:type="dxa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96000,0</w:t>
            </w:r>
          </w:p>
        </w:tc>
        <w:tc>
          <w:tcPr>
            <w:tcW w:w="4317" w:type="dxa"/>
          </w:tcPr>
          <w:p w:rsidR="00B5552C" w:rsidRPr="006C08EF" w:rsidRDefault="00B5552C" w:rsidP="00EE5E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96000,0</w:t>
            </w:r>
          </w:p>
        </w:tc>
        <w:tc>
          <w:tcPr>
            <w:tcW w:w="249" w:type="dxa"/>
            <w:tcBorders>
              <w:top w:val="nil"/>
              <w:bottom w:val="nil"/>
              <w:right w:val="nil"/>
            </w:tcBorders>
            <w:vAlign w:val="bottom"/>
          </w:tcPr>
          <w:p w:rsidR="00B5552C" w:rsidRDefault="00B5552C" w:rsidP="001972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B5552C" w:rsidRPr="007F092F" w:rsidRDefault="00B5552C" w:rsidP="00E33ABF">
      <w:pPr>
        <w:pStyle w:val="BodyText"/>
        <w:ind w:firstLine="720"/>
        <w:rPr>
          <w:szCs w:val="28"/>
        </w:rPr>
      </w:pPr>
    </w:p>
    <w:p w:rsidR="00B5552C" w:rsidRPr="007D0946" w:rsidRDefault="00B5552C" w:rsidP="00E33ABF">
      <w:pPr>
        <w:pStyle w:val="BodyText"/>
        <w:ind w:firstLine="720"/>
        <w:rPr>
          <w:szCs w:val="28"/>
          <w:highlight w:val="yellow"/>
        </w:rPr>
      </w:pPr>
    </w:p>
    <w:p w:rsidR="00B5552C" w:rsidRPr="007D0946" w:rsidRDefault="00B5552C" w:rsidP="00E33ABF">
      <w:pPr>
        <w:pStyle w:val="BodyText"/>
        <w:ind w:firstLine="720"/>
        <w:rPr>
          <w:szCs w:val="28"/>
          <w:highlight w:val="yellow"/>
        </w:rPr>
      </w:pPr>
    </w:p>
    <w:p w:rsidR="00B5552C" w:rsidRPr="0058427D" w:rsidRDefault="00B5552C" w:rsidP="00E14975">
      <w:pPr>
        <w:pStyle w:val="Heading1"/>
        <w:spacing w:line="360" w:lineRule="auto"/>
        <w:rPr>
          <w:b/>
        </w:rPr>
      </w:pPr>
      <w:r w:rsidRPr="0058427D">
        <w:rPr>
          <w:b/>
        </w:rPr>
        <w:t>Губернатор Ульяновской области                                                        С.И.Морозов</w:t>
      </w:r>
    </w:p>
    <w:p w:rsidR="00B5552C" w:rsidRPr="0058427D" w:rsidRDefault="00B5552C" w:rsidP="00A41D7B">
      <w:pPr>
        <w:pStyle w:val="Heading1"/>
        <w:tabs>
          <w:tab w:val="right" w:pos="8647"/>
        </w:tabs>
        <w:rPr>
          <w:sz w:val="20"/>
        </w:rPr>
      </w:pPr>
    </w:p>
    <w:p w:rsidR="00B5552C" w:rsidRPr="0058427D" w:rsidRDefault="00B5552C" w:rsidP="00A41D7B">
      <w:pPr>
        <w:jc w:val="both"/>
      </w:pPr>
    </w:p>
    <w:p w:rsidR="00B5552C" w:rsidRPr="0058427D" w:rsidRDefault="00B5552C" w:rsidP="00A41D7B"/>
    <w:p w:rsidR="00B5552C" w:rsidRPr="0058427D" w:rsidRDefault="00B5552C" w:rsidP="007E0A34">
      <w:pPr>
        <w:spacing w:line="288" w:lineRule="auto"/>
        <w:jc w:val="center"/>
        <w:rPr>
          <w:sz w:val="28"/>
        </w:rPr>
      </w:pPr>
      <w:r w:rsidRPr="0058427D">
        <w:rPr>
          <w:sz w:val="28"/>
        </w:rPr>
        <w:t>г. Ульяновск</w:t>
      </w:r>
    </w:p>
    <w:p w:rsidR="00B5552C" w:rsidRPr="0058427D" w:rsidRDefault="00B5552C" w:rsidP="007E0A34">
      <w:pPr>
        <w:spacing w:line="288" w:lineRule="auto"/>
        <w:jc w:val="center"/>
        <w:rPr>
          <w:sz w:val="28"/>
        </w:rPr>
      </w:pPr>
      <w:r>
        <w:rPr>
          <w:sz w:val="28"/>
        </w:rPr>
        <w:t>06</w:t>
      </w:r>
      <w:r w:rsidRPr="0058427D">
        <w:rPr>
          <w:sz w:val="28"/>
        </w:rPr>
        <w:t xml:space="preserve"> </w:t>
      </w:r>
      <w:r>
        <w:rPr>
          <w:sz w:val="28"/>
        </w:rPr>
        <w:t>ноября</w:t>
      </w:r>
      <w:r w:rsidRPr="0058427D">
        <w:rPr>
          <w:sz w:val="28"/>
        </w:rPr>
        <w:t xml:space="preserve"> 2014 г.</w:t>
      </w:r>
    </w:p>
    <w:p w:rsidR="00B5552C" w:rsidRDefault="00B5552C" w:rsidP="005011F0">
      <w:pPr>
        <w:spacing w:line="288" w:lineRule="auto"/>
        <w:jc w:val="center"/>
      </w:pPr>
      <w:r w:rsidRPr="0058427D">
        <w:rPr>
          <w:sz w:val="28"/>
        </w:rPr>
        <w:t xml:space="preserve">№ </w:t>
      </w:r>
      <w:r>
        <w:rPr>
          <w:sz w:val="28"/>
        </w:rPr>
        <w:t>162</w:t>
      </w:r>
      <w:r w:rsidRPr="0058427D">
        <w:rPr>
          <w:sz w:val="28"/>
        </w:rPr>
        <w:t>-ЗО</w:t>
      </w:r>
      <w:r w:rsidRPr="00B42C55">
        <w:tab/>
      </w:r>
    </w:p>
    <w:sectPr w:rsidR="00B5552C" w:rsidSect="00AE186D">
      <w:headerReference w:type="even" r:id="rId7"/>
      <w:headerReference w:type="default" r:id="rId8"/>
      <w:footerReference w:type="first" r:id="rId9"/>
      <w:pgSz w:w="11907" w:h="16840" w:code="9"/>
      <w:pgMar w:top="1134" w:right="567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52C" w:rsidRDefault="00B5552C">
      <w:r>
        <w:separator/>
      </w:r>
    </w:p>
  </w:endnote>
  <w:endnote w:type="continuationSeparator" w:id="0">
    <w:p w:rsidR="00B5552C" w:rsidRDefault="00B55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52C" w:rsidRPr="009E2CE1" w:rsidRDefault="00B5552C" w:rsidP="009E2CE1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1610бт1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52C" w:rsidRDefault="00B5552C">
      <w:r>
        <w:separator/>
      </w:r>
    </w:p>
  </w:footnote>
  <w:footnote w:type="continuationSeparator" w:id="0">
    <w:p w:rsidR="00B5552C" w:rsidRDefault="00B555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52C" w:rsidRDefault="00B5552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552C" w:rsidRDefault="00B555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52C" w:rsidRPr="00FF095B" w:rsidRDefault="00B5552C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459</w:t>
    </w:r>
    <w:r w:rsidRPr="00FF095B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9BF"/>
    <w:rsid w:val="00000A93"/>
    <w:rsid w:val="00000C3C"/>
    <w:rsid w:val="00000FAD"/>
    <w:rsid w:val="0000100A"/>
    <w:rsid w:val="000012CA"/>
    <w:rsid w:val="000014EC"/>
    <w:rsid w:val="000015F4"/>
    <w:rsid w:val="00001AC7"/>
    <w:rsid w:val="00001EC0"/>
    <w:rsid w:val="00002224"/>
    <w:rsid w:val="0000250B"/>
    <w:rsid w:val="00002524"/>
    <w:rsid w:val="00002539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B1"/>
    <w:rsid w:val="000079C5"/>
    <w:rsid w:val="00007CA1"/>
    <w:rsid w:val="000101CA"/>
    <w:rsid w:val="0001033F"/>
    <w:rsid w:val="000105B4"/>
    <w:rsid w:val="00010FA8"/>
    <w:rsid w:val="000112E2"/>
    <w:rsid w:val="00011360"/>
    <w:rsid w:val="0001170E"/>
    <w:rsid w:val="00011735"/>
    <w:rsid w:val="0001174D"/>
    <w:rsid w:val="00011D38"/>
    <w:rsid w:val="00012154"/>
    <w:rsid w:val="000121A8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2B4"/>
    <w:rsid w:val="00017A75"/>
    <w:rsid w:val="00017CB5"/>
    <w:rsid w:val="00017CCB"/>
    <w:rsid w:val="0002007C"/>
    <w:rsid w:val="00020137"/>
    <w:rsid w:val="00020614"/>
    <w:rsid w:val="00020638"/>
    <w:rsid w:val="00020974"/>
    <w:rsid w:val="00020F20"/>
    <w:rsid w:val="00020F43"/>
    <w:rsid w:val="00020F56"/>
    <w:rsid w:val="00021266"/>
    <w:rsid w:val="0002136D"/>
    <w:rsid w:val="000214D0"/>
    <w:rsid w:val="000217DF"/>
    <w:rsid w:val="00021CD9"/>
    <w:rsid w:val="000225B9"/>
    <w:rsid w:val="000226DF"/>
    <w:rsid w:val="000227BA"/>
    <w:rsid w:val="00022F4E"/>
    <w:rsid w:val="00022FCC"/>
    <w:rsid w:val="000234F8"/>
    <w:rsid w:val="000236AF"/>
    <w:rsid w:val="00023A2A"/>
    <w:rsid w:val="00023BF4"/>
    <w:rsid w:val="00023C83"/>
    <w:rsid w:val="00023C90"/>
    <w:rsid w:val="00023D1D"/>
    <w:rsid w:val="00023E1A"/>
    <w:rsid w:val="000243A2"/>
    <w:rsid w:val="0002443B"/>
    <w:rsid w:val="00024529"/>
    <w:rsid w:val="00024757"/>
    <w:rsid w:val="000247D3"/>
    <w:rsid w:val="0002482C"/>
    <w:rsid w:val="00024C69"/>
    <w:rsid w:val="00025036"/>
    <w:rsid w:val="0002512D"/>
    <w:rsid w:val="00025209"/>
    <w:rsid w:val="0002527B"/>
    <w:rsid w:val="0002539E"/>
    <w:rsid w:val="000253A0"/>
    <w:rsid w:val="00025695"/>
    <w:rsid w:val="000257B8"/>
    <w:rsid w:val="000258D9"/>
    <w:rsid w:val="00026065"/>
    <w:rsid w:val="00026C2F"/>
    <w:rsid w:val="00026EAA"/>
    <w:rsid w:val="00027284"/>
    <w:rsid w:val="000278F1"/>
    <w:rsid w:val="00027C06"/>
    <w:rsid w:val="00027D31"/>
    <w:rsid w:val="00027D8C"/>
    <w:rsid w:val="000305A5"/>
    <w:rsid w:val="000306C6"/>
    <w:rsid w:val="00030B57"/>
    <w:rsid w:val="00031452"/>
    <w:rsid w:val="000314C2"/>
    <w:rsid w:val="00031BB1"/>
    <w:rsid w:val="00031DE3"/>
    <w:rsid w:val="000321A2"/>
    <w:rsid w:val="000322BA"/>
    <w:rsid w:val="000324D8"/>
    <w:rsid w:val="000328D8"/>
    <w:rsid w:val="00032A5F"/>
    <w:rsid w:val="00032AFC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7A6"/>
    <w:rsid w:val="0003599A"/>
    <w:rsid w:val="000359A4"/>
    <w:rsid w:val="0003608A"/>
    <w:rsid w:val="00036388"/>
    <w:rsid w:val="000365FB"/>
    <w:rsid w:val="000368BD"/>
    <w:rsid w:val="000369AD"/>
    <w:rsid w:val="00036C64"/>
    <w:rsid w:val="0003702A"/>
    <w:rsid w:val="0003735C"/>
    <w:rsid w:val="000376E2"/>
    <w:rsid w:val="00037CA8"/>
    <w:rsid w:val="00040202"/>
    <w:rsid w:val="0004053F"/>
    <w:rsid w:val="000406D3"/>
    <w:rsid w:val="000408DB"/>
    <w:rsid w:val="000409FD"/>
    <w:rsid w:val="00040BB1"/>
    <w:rsid w:val="00041506"/>
    <w:rsid w:val="00041B76"/>
    <w:rsid w:val="00041CFA"/>
    <w:rsid w:val="00041D58"/>
    <w:rsid w:val="00041E1C"/>
    <w:rsid w:val="00041E7B"/>
    <w:rsid w:val="00041EA4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47F94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DA2"/>
    <w:rsid w:val="00051EF3"/>
    <w:rsid w:val="00052206"/>
    <w:rsid w:val="000524D4"/>
    <w:rsid w:val="00052587"/>
    <w:rsid w:val="000525EE"/>
    <w:rsid w:val="00052B60"/>
    <w:rsid w:val="00053181"/>
    <w:rsid w:val="00053229"/>
    <w:rsid w:val="00053550"/>
    <w:rsid w:val="00053BBC"/>
    <w:rsid w:val="00053DA0"/>
    <w:rsid w:val="00053EBC"/>
    <w:rsid w:val="00053FB8"/>
    <w:rsid w:val="00054070"/>
    <w:rsid w:val="0005460D"/>
    <w:rsid w:val="00054D41"/>
    <w:rsid w:val="00054D8A"/>
    <w:rsid w:val="00054E2C"/>
    <w:rsid w:val="00054F1C"/>
    <w:rsid w:val="0005514C"/>
    <w:rsid w:val="0005530F"/>
    <w:rsid w:val="00055377"/>
    <w:rsid w:val="0005595A"/>
    <w:rsid w:val="00055A06"/>
    <w:rsid w:val="00055EC2"/>
    <w:rsid w:val="000564B8"/>
    <w:rsid w:val="000564FD"/>
    <w:rsid w:val="00056570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18C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35C2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507"/>
    <w:rsid w:val="000677FE"/>
    <w:rsid w:val="000679D8"/>
    <w:rsid w:val="00067BC6"/>
    <w:rsid w:val="00067BE6"/>
    <w:rsid w:val="00070205"/>
    <w:rsid w:val="000703CA"/>
    <w:rsid w:val="00070629"/>
    <w:rsid w:val="0007072F"/>
    <w:rsid w:val="0007082A"/>
    <w:rsid w:val="00070899"/>
    <w:rsid w:val="0007090B"/>
    <w:rsid w:val="00070BB8"/>
    <w:rsid w:val="00070E21"/>
    <w:rsid w:val="000710DD"/>
    <w:rsid w:val="00071E74"/>
    <w:rsid w:val="0007234A"/>
    <w:rsid w:val="000724EE"/>
    <w:rsid w:val="0007297E"/>
    <w:rsid w:val="00072E5F"/>
    <w:rsid w:val="00073135"/>
    <w:rsid w:val="00073502"/>
    <w:rsid w:val="00073F20"/>
    <w:rsid w:val="00073FC4"/>
    <w:rsid w:val="00073FED"/>
    <w:rsid w:val="000741BD"/>
    <w:rsid w:val="00074230"/>
    <w:rsid w:val="000742ED"/>
    <w:rsid w:val="000744C7"/>
    <w:rsid w:val="00074524"/>
    <w:rsid w:val="00074726"/>
    <w:rsid w:val="00074C91"/>
    <w:rsid w:val="00074E01"/>
    <w:rsid w:val="00075A4C"/>
    <w:rsid w:val="0007620E"/>
    <w:rsid w:val="00076ACC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76"/>
    <w:rsid w:val="00084255"/>
    <w:rsid w:val="00084897"/>
    <w:rsid w:val="00084A2F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87D0F"/>
    <w:rsid w:val="00090095"/>
    <w:rsid w:val="0009017D"/>
    <w:rsid w:val="0009099B"/>
    <w:rsid w:val="00090B6D"/>
    <w:rsid w:val="00090B8A"/>
    <w:rsid w:val="0009122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2C6"/>
    <w:rsid w:val="000973EE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DB3"/>
    <w:rsid w:val="000A1E2B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5322"/>
    <w:rsid w:val="000A5BC2"/>
    <w:rsid w:val="000A6581"/>
    <w:rsid w:val="000A68CC"/>
    <w:rsid w:val="000A7130"/>
    <w:rsid w:val="000A72DF"/>
    <w:rsid w:val="000A7CCE"/>
    <w:rsid w:val="000A7DEB"/>
    <w:rsid w:val="000B019A"/>
    <w:rsid w:val="000B07B7"/>
    <w:rsid w:val="000B0ECE"/>
    <w:rsid w:val="000B1132"/>
    <w:rsid w:val="000B11D1"/>
    <w:rsid w:val="000B11FA"/>
    <w:rsid w:val="000B168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20"/>
    <w:rsid w:val="000B2DBE"/>
    <w:rsid w:val="000B2FF3"/>
    <w:rsid w:val="000B30FB"/>
    <w:rsid w:val="000B341F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6F34"/>
    <w:rsid w:val="000B7E3B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5E"/>
    <w:rsid w:val="000C28EF"/>
    <w:rsid w:val="000C2944"/>
    <w:rsid w:val="000C3159"/>
    <w:rsid w:val="000C32F0"/>
    <w:rsid w:val="000C37B1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147"/>
    <w:rsid w:val="000C62CE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217B"/>
    <w:rsid w:val="000D2531"/>
    <w:rsid w:val="000D2A6E"/>
    <w:rsid w:val="000D2B92"/>
    <w:rsid w:val="000D3424"/>
    <w:rsid w:val="000D350D"/>
    <w:rsid w:val="000D36E7"/>
    <w:rsid w:val="000D3707"/>
    <w:rsid w:val="000D39DD"/>
    <w:rsid w:val="000D3CD1"/>
    <w:rsid w:val="000D3D97"/>
    <w:rsid w:val="000D4129"/>
    <w:rsid w:val="000D4459"/>
    <w:rsid w:val="000D4938"/>
    <w:rsid w:val="000D4DF2"/>
    <w:rsid w:val="000D5D41"/>
    <w:rsid w:val="000D5FC9"/>
    <w:rsid w:val="000D6327"/>
    <w:rsid w:val="000D665F"/>
    <w:rsid w:val="000D68C3"/>
    <w:rsid w:val="000D698B"/>
    <w:rsid w:val="000D6A76"/>
    <w:rsid w:val="000D7367"/>
    <w:rsid w:val="000D755F"/>
    <w:rsid w:val="000E0402"/>
    <w:rsid w:val="000E0A06"/>
    <w:rsid w:val="000E1461"/>
    <w:rsid w:val="000E180E"/>
    <w:rsid w:val="000E1927"/>
    <w:rsid w:val="000E23E4"/>
    <w:rsid w:val="000E2B39"/>
    <w:rsid w:val="000E2CC8"/>
    <w:rsid w:val="000E30E9"/>
    <w:rsid w:val="000E30F1"/>
    <w:rsid w:val="000E3466"/>
    <w:rsid w:val="000E4593"/>
    <w:rsid w:val="000E45D6"/>
    <w:rsid w:val="000E4B2C"/>
    <w:rsid w:val="000E4CBE"/>
    <w:rsid w:val="000E5152"/>
    <w:rsid w:val="000E52E3"/>
    <w:rsid w:val="000E545F"/>
    <w:rsid w:val="000E5BEB"/>
    <w:rsid w:val="000E62B2"/>
    <w:rsid w:val="000E6B83"/>
    <w:rsid w:val="000E6FED"/>
    <w:rsid w:val="000E7166"/>
    <w:rsid w:val="000E73AD"/>
    <w:rsid w:val="000E747E"/>
    <w:rsid w:val="000E7779"/>
    <w:rsid w:val="000E7BBE"/>
    <w:rsid w:val="000E7F12"/>
    <w:rsid w:val="000F0150"/>
    <w:rsid w:val="000F05D3"/>
    <w:rsid w:val="000F05FC"/>
    <w:rsid w:val="000F1397"/>
    <w:rsid w:val="000F263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3E04"/>
    <w:rsid w:val="000F4104"/>
    <w:rsid w:val="000F41B2"/>
    <w:rsid w:val="000F43AC"/>
    <w:rsid w:val="000F4639"/>
    <w:rsid w:val="000F46DE"/>
    <w:rsid w:val="000F48A4"/>
    <w:rsid w:val="000F4FFB"/>
    <w:rsid w:val="000F573D"/>
    <w:rsid w:val="000F57B5"/>
    <w:rsid w:val="000F589B"/>
    <w:rsid w:val="000F58EA"/>
    <w:rsid w:val="000F595B"/>
    <w:rsid w:val="000F5F4E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BCE"/>
    <w:rsid w:val="000F7F13"/>
    <w:rsid w:val="00100418"/>
    <w:rsid w:val="001005AD"/>
    <w:rsid w:val="001005C9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B80"/>
    <w:rsid w:val="00104C36"/>
    <w:rsid w:val="00104D2D"/>
    <w:rsid w:val="00104D55"/>
    <w:rsid w:val="00104D6A"/>
    <w:rsid w:val="00105163"/>
    <w:rsid w:val="0010572F"/>
    <w:rsid w:val="00105A50"/>
    <w:rsid w:val="001061E3"/>
    <w:rsid w:val="001066AB"/>
    <w:rsid w:val="00106A8F"/>
    <w:rsid w:val="00106D80"/>
    <w:rsid w:val="00106FBB"/>
    <w:rsid w:val="00107273"/>
    <w:rsid w:val="0010774C"/>
    <w:rsid w:val="0010778F"/>
    <w:rsid w:val="00107955"/>
    <w:rsid w:val="00107B94"/>
    <w:rsid w:val="00107CB0"/>
    <w:rsid w:val="00107F96"/>
    <w:rsid w:val="00110377"/>
    <w:rsid w:val="00110DE2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7AC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9A8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4F8B"/>
    <w:rsid w:val="00125398"/>
    <w:rsid w:val="00125DAE"/>
    <w:rsid w:val="00125F91"/>
    <w:rsid w:val="00126468"/>
    <w:rsid w:val="0012663B"/>
    <w:rsid w:val="00126BD0"/>
    <w:rsid w:val="001270DC"/>
    <w:rsid w:val="00127E2E"/>
    <w:rsid w:val="00127FFA"/>
    <w:rsid w:val="0013051B"/>
    <w:rsid w:val="001310AE"/>
    <w:rsid w:val="0013142A"/>
    <w:rsid w:val="00131743"/>
    <w:rsid w:val="00131BAD"/>
    <w:rsid w:val="00131D9E"/>
    <w:rsid w:val="00131F2B"/>
    <w:rsid w:val="00131F48"/>
    <w:rsid w:val="0013240C"/>
    <w:rsid w:val="001326C4"/>
    <w:rsid w:val="00132861"/>
    <w:rsid w:val="0013317E"/>
    <w:rsid w:val="00133720"/>
    <w:rsid w:val="00133859"/>
    <w:rsid w:val="0013477D"/>
    <w:rsid w:val="00134CFD"/>
    <w:rsid w:val="001350FA"/>
    <w:rsid w:val="0013535C"/>
    <w:rsid w:val="0013579B"/>
    <w:rsid w:val="00135868"/>
    <w:rsid w:val="00135C00"/>
    <w:rsid w:val="0013615B"/>
    <w:rsid w:val="00136880"/>
    <w:rsid w:val="00136A25"/>
    <w:rsid w:val="00137977"/>
    <w:rsid w:val="0014070E"/>
    <w:rsid w:val="0014080C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1C1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0C"/>
    <w:rsid w:val="00152012"/>
    <w:rsid w:val="00152381"/>
    <w:rsid w:val="00152B46"/>
    <w:rsid w:val="0015316D"/>
    <w:rsid w:val="00153282"/>
    <w:rsid w:val="00153302"/>
    <w:rsid w:val="00153345"/>
    <w:rsid w:val="00153493"/>
    <w:rsid w:val="001539D0"/>
    <w:rsid w:val="00153A2E"/>
    <w:rsid w:val="00154447"/>
    <w:rsid w:val="001544A8"/>
    <w:rsid w:val="001544C5"/>
    <w:rsid w:val="00154523"/>
    <w:rsid w:val="00154559"/>
    <w:rsid w:val="0015475C"/>
    <w:rsid w:val="0015522A"/>
    <w:rsid w:val="00155ACE"/>
    <w:rsid w:val="00155FB5"/>
    <w:rsid w:val="00156A28"/>
    <w:rsid w:val="00156A95"/>
    <w:rsid w:val="00156BA8"/>
    <w:rsid w:val="00156DFE"/>
    <w:rsid w:val="0015715F"/>
    <w:rsid w:val="00157825"/>
    <w:rsid w:val="00160001"/>
    <w:rsid w:val="0016045C"/>
    <w:rsid w:val="001604B8"/>
    <w:rsid w:val="00160750"/>
    <w:rsid w:val="001608DF"/>
    <w:rsid w:val="00160E26"/>
    <w:rsid w:val="00160EB7"/>
    <w:rsid w:val="0016104B"/>
    <w:rsid w:val="001610FE"/>
    <w:rsid w:val="0016117A"/>
    <w:rsid w:val="00161285"/>
    <w:rsid w:val="00161D49"/>
    <w:rsid w:val="00162006"/>
    <w:rsid w:val="00162096"/>
    <w:rsid w:val="00162541"/>
    <w:rsid w:val="001626EC"/>
    <w:rsid w:val="00162F69"/>
    <w:rsid w:val="00162FB1"/>
    <w:rsid w:val="0016308D"/>
    <w:rsid w:val="001639FD"/>
    <w:rsid w:val="00163A06"/>
    <w:rsid w:val="00163A28"/>
    <w:rsid w:val="00163A76"/>
    <w:rsid w:val="0016400B"/>
    <w:rsid w:val="00164412"/>
    <w:rsid w:val="00164958"/>
    <w:rsid w:val="001649F2"/>
    <w:rsid w:val="00164C49"/>
    <w:rsid w:val="00164E0E"/>
    <w:rsid w:val="00164E5E"/>
    <w:rsid w:val="0016507F"/>
    <w:rsid w:val="001654F8"/>
    <w:rsid w:val="00165628"/>
    <w:rsid w:val="00165663"/>
    <w:rsid w:val="00165FA6"/>
    <w:rsid w:val="00166A3C"/>
    <w:rsid w:val="00166F47"/>
    <w:rsid w:val="00167638"/>
    <w:rsid w:val="0017008F"/>
    <w:rsid w:val="0017029A"/>
    <w:rsid w:val="0017080D"/>
    <w:rsid w:val="001709F8"/>
    <w:rsid w:val="00170C28"/>
    <w:rsid w:val="0017156F"/>
    <w:rsid w:val="00171926"/>
    <w:rsid w:val="00171D8F"/>
    <w:rsid w:val="00172853"/>
    <w:rsid w:val="001731AC"/>
    <w:rsid w:val="00173698"/>
    <w:rsid w:val="00173F7E"/>
    <w:rsid w:val="0017401C"/>
    <w:rsid w:val="00174162"/>
    <w:rsid w:val="0017472C"/>
    <w:rsid w:val="00174A09"/>
    <w:rsid w:val="00174CE5"/>
    <w:rsid w:val="001756BC"/>
    <w:rsid w:val="001756D6"/>
    <w:rsid w:val="00175CB5"/>
    <w:rsid w:val="00175E87"/>
    <w:rsid w:val="00176655"/>
    <w:rsid w:val="0017783E"/>
    <w:rsid w:val="00177977"/>
    <w:rsid w:val="00177AC3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4B"/>
    <w:rsid w:val="00182187"/>
    <w:rsid w:val="001826DE"/>
    <w:rsid w:val="0018277E"/>
    <w:rsid w:val="00182BE9"/>
    <w:rsid w:val="00182C42"/>
    <w:rsid w:val="00182FBE"/>
    <w:rsid w:val="001832F7"/>
    <w:rsid w:val="00183571"/>
    <w:rsid w:val="00183640"/>
    <w:rsid w:val="0018379B"/>
    <w:rsid w:val="001837DC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90433"/>
    <w:rsid w:val="00190482"/>
    <w:rsid w:val="00190B88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20C"/>
    <w:rsid w:val="00193372"/>
    <w:rsid w:val="0019391C"/>
    <w:rsid w:val="00193C10"/>
    <w:rsid w:val="001944FE"/>
    <w:rsid w:val="00194615"/>
    <w:rsid w:val="001948A5"/>
    <w:rsid w:val="001949DD"/>
    <w:rsid w:val="00194C00"/>
    <w:rsid w:val="001952C5"/>
    <w:rsid w:val="00195806"/>
    <w:rsid w:val="00195D30"/>
    <w:rsid w:val="0019676B"/>
    <w:rsid w:val="00197088"/>
    <w:rsid w:val="001972AB"/>
    <w:rsid w:val="00197524"/>
    <w:rsid w:val="001979B1"/>
    <w:rsid w:val="001A0104"/>
    <w:rsid w:val="001A01F2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9A"/>
    <w:rsid w:val="001A42EC"/>
    <w:rsid w:val="001A4479"/>
    <w:rsid w:val="001A4906"/>
    <w:rsid w:val="001A4D1F"/>
    <w:rsid w:val="001A4D67"/>
    <w:rsid w:val="001A4DBD"/>
    <w:rsid w:val="001A5661"/>
    <w:rsid w:val="001A5683"/>
    <w:rsid w:val="001A5731"/>
    <w:rsid w:val="001A5D14"/>
    <w:rsid w:val="001A5E99"/>
    <w:rsid w:val="001A5F94"/>
    <w:rsid w:val="001A6474"/>
    <w:rsid w:val="001A67B6"/>
    <w:rsid w:val="001A6C69"/>
    <w:rsid w:val="001A7119"/>
    <w:rsid w:val="001A73FD"/>
    <w:rsid w:val="001A779A"/>
    <w:rsid w:val="001B016E"/>
    <w:rsid w:val="001B0D18"/>
    <w:rsid w:val="001B0FD9"/>
    <w:rsid w:val="001B13A2"/>
    <w:rsid w:val="001B14AD"/>
    <w:rsid w:val="001B1E6D"/>
    <w:rsid w:val="001B276F"/>
    <w:rsid w:val="001B295D"/>
    <w:rsid w:val="001B299D"/>
    <w:rsid w:val="001B2BDE"/>
    <w:rsid w:val="001B2CC4"/>
    <w:rsid w:val="001B2D4F"/>
    <w:rsid w:val="001B3159"/>
    <w:rsid w:val="001B33D6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2B0"/>
    <w:rsid w:val="001B7D2A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1EAD"/>
    <w:rsid w:val="001C238F"/>
    <w:rsid w:val="001C2531"/>
    <w:rsid w:val="001C25DA"/>
    <w:rsid w:val="001C291F"/>
    <w:rsid w:val="001C2C46"/>
    <w:rsid w:val="001C3007"/>
    <w:rsid w:val="001C30A5"/>
    <w:rsid w:val="001C3932"/>
    <w:rsid w:val="001C4477"/>
    <w:rsid w:val="001C4647"/>
    <w:rsid w:val="001C4724"/>
    <w:rsid w:val="001C4805"/>
    <w:rsid w:val="001C4916"/>
    <w:rsid w:val="001C4930"/>
    <w:rsid w:val="001C4CD7"/>
    <w:rsid w:val="001C4D3B"/>
    <w:rsid w:val="001C4D47"/>
    <w:rsid w:val="001C4D48"/>
    <w:rsid w:val="001C57C6"/>
    <w:rsid w:val="001C5F3A"/>
    <w:rsid w:val="001C65CF"/>
    <w:rsid w:val="001C6D10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983"/>
    <w:rsid w:val="001D0A61"/>
    <w:rsid w:val="001D1137"/>
    <w:rsid w:val="001D13CF"/>
    <w:rsid w:val="001D1B76"/>
    <w:rsid w:val="001D1E8F"/>
    <w:rsid w:val="001D2098"/>
    <w:rsid w:val="001D2527"/>
    <w:rsid w:val="001D2782"/>
    <w:rsid w:val="001D284A"/>
    <w:rsid w:val="001D2AA7"/>
    <w:rsid w:val="001D2F3B"/>
    <w:rsid w:val="001D305A"/>
    <w:rsid w:val="001D3733"/>
    <w:rsid w:val="001D38DC"/>
    <w:rsid w:val="001D39DA"/>
    <w:rsid w:val="001D3A82"/>
    <w:rsid w:val="001D3C14"/>
    <w:rsid w:val="001D3D34"/>
    <w:rsid w:val="001D43CD"/>
    <w:rsid w:val="001D45D6"/>
    <w:rsid w:val="001D4729"/>
    <w:rsid w:val="001D47A1"/>
    <w:rsid w:val="001D4C42"/>
    <w:rsid w:val="001D50AC"/>
    <w:rsid w:val="001D50CE"/>
    <w:rsid w:val="001D566C"/>
    <w:rsid w:val="001D5701"/>
    <w:rsid w:val="001D58B9"/>
    <w:rsid w:val="001D60BB"/>
    <w:rsid w:val="001D6196"/>
    <w:rsid w:val="001D61EA"/>
    <w:rsid w:val="001D6211"/>
    <w:rsid w:val="001D62A6"/>
    <w:rsid w:val="001D6944"/>
    <w:rsid w:val="001D6A18"/>
    <w:rsid w:val="001D6CA2"/>
    <w:rsid w:val="001D6E77"/>
    <w:rsid w:val="001D7791"/>
    <w:rsid w:val="001D79D1"/>
    <w:rsid w:val="001E002E"/>
    <w:rsid w:val="001E0251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9D"/>
    <w:rsid w:val="001E40B7"/>
    <w:rsid w:val="001E4111"/>
    <w:rsid w:val="001E441D"/>
    <w:rsid w:val="001E44B6"/>
    <w:rsid w:val="001E45A6"/>
    <w:rsid w:val="001E5522"/>
    <w:rsid w:val="001E5606"/>
    <w:rsid w:val="001E592A"/>
    <w:rsid w:val="001E5AD2"/>
    <w:rsid w:val="001E5B88"/>
    <w:rsid w:val="001E5BF7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E43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DFE"/>
    <w:rsid w:val="001F1ED3"/>
    <w:rsid w:val="001F1EDD"/>
    <w:rsid w:val="001F24E5"/>
    <w:rsid w:val="001F2797"/>
    <w:rsid w:val="001F279B"/>
    <w:rsid w:val="001F27C3"/>
    <w:rsid w:val="001F2BD6"/>
    <w:rsid w:val="001F2F3E"/>
    <w:rsid w:val="001F3134"/>
    <w:rsid w:val="001F3273"/>
    <w:rsid w:val="001F3351"/>
    <w:rsid w:val="001F3828"/>
    <w:rsid w:val="001F39CC"/>
    <w:rsid w:val="001F3C68"/>
    <w:rsid w:val="001F3CB9"/>
    <w:rsid w:val="001F3D47"/>
    <w:rsid w:val="001F3F09"/>
    <w:rsid w:val="001F4113"/>
    <w:rsid w:val="001F4C8B"/>
    <w:rsid w:val="001F4CF9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EAF"/>
    <w:rsid w:val="0020212E"/>
    <w:rsid w:val="00202194"/>
    <w:rsid w:val="00202222"/>
    <w:rsid w:val="00202398"/>
    <w:rsid w:val="002023AB"/>
    <w:rsid w:val="002024EF"/>
    <w:rsid w:val="00202556"/>
    <w:rsid w:val="002029A4"/>
    <w:rsid w:val="00202A26"/>
    <w:rsid w:val="00202DE3"/>
    <w:rsid w:val="00203085"/>
    <w:rsid w:val="00203246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0E"/>
    <w:rsid w:val="00206733"/>
    <w:rsid w:val="00206A8E"/>
    <w:rsid w:val="00206C11"/>
    <w:rsid w:val="00206DC5"/>
    <w:rsid w:val="00207464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53"/>
    <w:rsid w:val="00211516"/>
    <w:rsid w:val="00211864"/>
    <w:rsid w:val="002118A0"/>
    <w:rsid w:val="00211B80"/>
    <w:rsid w:val="00212D48"/>
    <w:rsid w:val="00213024"/>
    <w:rsid w:val="002130B8"/>
    <w:rsid w:val="0021364D"/>
    <w:rsid w:val="00213724"/>
    <w:rsid w:val="00213A57"/>
    <w:rsid w:val="00213D8C"/>
    <w:rsid w:val="00213E96"/>
    <w:rsid w:val="0021419F"/>
    <w:rsid w:val="002145E8"/>
    <w:rsid w:val="00214A58"/>
    <w:rsid w:val="00214D21"/>
    <w:rsid w:val="00214F9A"/>
    <w:rsid w:val="00215A21"/>
    <w:rsid w:val="00216529"/>
    <w:rsid w:val="002167EF"/>
    <w:rsid w:val="00216AA8"/>
    <w:rsid w:val="00216D7A"/>
    <w:rsid w:val="00217E04"/>
    <w:rsid w:val="00217F61"/>
    <w:rsid w:val="00217FDB"/>
    <w:rsid w:val="00220309"/>
    <w:rsid w:val="002204B0"/>
    <w:rsid w:val="002204C3"/>
    <w:rsid w:val="002205E5"/>
    <w:rsid w:val="00220F63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66B3"/>
    <w:rsid w:val="00226C8D"/>
    <w:rsid w:val="00227324"/>
    <w:rsid w:val="002273DA"/>
    <w:rsid w:val="00227F52"/>
    <w:rsid w:val="00227FE2"/>
    <w:rsid w:val="002301E9"/>
    <w:rsid w:val="0023031D"/>
    <w:rsid w:val="00230576"/>
    <w:rsid w:val="00230618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06E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528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92A"/>
    <w:rsid w:val="00240BED"/>
    <w:rsid w:val="00240BF2"/>
    <w:rsid w:val="00240F29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38F7"/>
    <w:rsid w:val="00244291"/>
    <w:rsid w:val="002444E7"/>
    <w:rsid w:val="002444F0"/>
    <w:rsid w:val="0024491A"/>
    <w:rsid w:val="00244923"/>
    <w:rsid w:val="0024522D"/>
    <w:rsid w:val="002455A6"/>
    <w:rsid w:val="002455AF"/>
    <w:rsid w:val="002456EB"/>
    <w:rsid w:val="00245714"/>
    <w:rsid w:val="00245874"/>
    <w:rsid w:val="002458C5"/>
    <w:rsid w:val="0024590C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0A7"/>
    <w:rsid w:val="0025033A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E6E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CD5"/>
    <w:rsid w:val="00262D5A"/>
    <w:rsid w:val="00262DB9"/>
    <w:rsid w:val="00262E44"/>
    <w:rsid w:val="002639CA"/>
    <w:rsid w:val="00263C09"/>
    <w:rsid w:val="00263E1C"/>
    <w:rsid w:val="00263FC0"/>
    <w:rsid w:val="00263FFD"/>
    <w:rsid w:val="0026409E"/>
    <w:rsid w:val="00264467"/>
    <w:rsid w:val="0026468B"/>
    <w:rsid w:val="00264E0D"/>
    <w:rsid w:val="00265015"/>
    <w:rsid w:val="00265C7D"/>
    <w:rsid w:val="0026624C"/>
    <w:rsid w:val="00266394"/>
    <w:rsid w:val="0026648E"/>
    <w:rsid w:val="00266E6C"/>
    <w:rsid w:val="00266FA2"/>
    <w:rsid w:val="0026764B"/>
    <w:rsid w:val="00267A21"/>
    <w:rsid w:val="00267CF3"/>
    <w:rsid w:val="00267D59"/>
    <w:rsid w:val="00270084"/>
    <w:rsid w:val="00270413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53C"/>
    <w:rsid w:val="00271C14"/>
    <w:rsid w:val="00271E5D"/>
    <w:rsid w:val="002721AE"/>
    <w:rsid w:val="0027264B"/>
    <w:rsid w:val="002726C7"/>
    <w:rsid w:val="00272B86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888"/>
    <w:rsid w:val="00274C21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82"/>
    <w:rsid w:val="002767BB"/>
    <w:rsid w:val="0027710B"/>
    <w:rsid w:val="00277730"/>
    <w:rsid w:val="002801AD"/>
    <w:rsid w:val="002801F4"/>
    <w:rsid w:val="00280BAB"/>
    <w:rsid w:val="0028100A"/>
    <w:rsid w:val="002811C4"/>
    <w:rsid w:val="0028176E"/>
    <w:rsid w:val="00281F84"/>
    <w:rsid w:val="00282138"/>
    <w:rsid w:val="00282383"/>
    <w:rsid w:val="00282516"/>
    <w:rsid w:val="0028259F"/>
    <w:rsid w:val="002829C8"/>
    <w:rsid w:val="00283F77"/>
    <w:rsid w:val="00283FD7"/>
    <w:rsid w:val="0028404D"/>
    <w:rsid w:val="00284151"/>
    <w:rsid w:val="002842EE"/>
    <w:rsid w:val="002844E5"/>
    <w:rsid w:val="0028458F"/>
    <w:rsid w:val="00284B0A"/>
    <w:rsid w:val="00284E6D"/>
    <w:rsid w:val="002850BD"/>
    <w:rsid w:val="0028550A"/>
    <w:rsid w:val="002856B2"/>
    <w:rsid w:val="00285CF5"/>
    <w:rsid w:val="002861E2"/>
    <w:rsid w:val="002865ED"/>
    <w:rsid w:val="00286F6A"/>
    <w:rsid w:val="00286FEB"/>
    <w:rsid w:val="00287069"/>
    <w:rsid w:val="002872E4"/>
    <w:rsid w:val="0028780E"/>
    <w:rsid w:val="0028782B"/>
    <w:rsid w:val="002878FD"/>
    <w:rsid w:val="00287B75"/>
    <w:rsid w:val="00287CED"/>
    <w:rsid w:val="002900C1"/>
    <w:rsid w:val="00290DC9"/>
    <w:rsid w:val="002915E9"/>
    <w:rsid w:val="00291A20"/>
    <w:rsid w:val="00291BD3"/>
    <w:rsid w:val="0029230A"/>
    <w:rsid w:val="00292974"/>
    <w:rsid w:val="00292D60"/>
    <w:rsid w:val="00292E1E"/>
    <w:rsid w:val="00293499"/>
    <w:rsid w:val="002934BC"/>
    <w:rsid w:val="0029375F"/>
    <w:rsid w:val="00293856"/>
    <w:rsid w:val="00293CB2"/>
    <w:rsid w:val="00293F6F"/>
    <w:rsid w:val="002942DC"/>
    <w:rsid w:val="00294440"/>
    <w:rsid w:val="0029488D"/>
    <w:rsid w:val="002948E9"/>
    <w:rsid w:val="002952BB"/>
    <w:rsid w:val="00295B97"/>
    <w:rsid w:val="00296226"/>
    <w:rsid w:val="00296415"/>
    <w:rsid w:val="002965AA"/>
    <w:rsid w:val="002968E9"/>
    <w:rsid w:val="002969D7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2C7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6725"/>
    <w:rsid w:val="002A6BA5"/>
    <w:rsid w:val="002A6CAD"/>
    <w:rsid w:val="002A6F74"/>
    <w:rsid w:val="002A6F81"/>
    <w:rsid w:val="002A71EF"/>
    <w:rsid w:val="002A7AEA"/>
    <w:rsid w:val="002A7B2A"/>
    <w:rsid w:val="002B003F"/>
    <w:rsid w:val="002B04A3"/>
    <w:rsid w:val="002B0686"/>
    <w:rsid w:val="002B07FC"/>
    <w:rsid w:val="002B0CAF"/>
    <w:rsid w:val="002B0E81"/>
    <w:rsid w:val="002B12C9"/>
    <w:rsid w:val="002B137B"/>
    <w:rsid w:val="002B1508"/>
    <w:rsid w:val="002B1A1B"/>
    <w:rsid w:val="002B1AD6"/>
    <w:rsid w:val="002B1EEE"/>
    <w:rsid w:val="002B2471"/>
    <w:rsid w:val="002B24A5"/>
    <w:rsid w:val="002B2C4F"/>
    <w:rsid w:val="002B2C6C"/>
    <w:rsid w:val="002B2DC4"/>
    <w:rsid w:val="002B3050"/>
    <w:rsid w:val="002B3305"/>
    <w:rsid w:val="002B4E39"/>
    <w:rsid w:val="002B4EDE"/>
    <w:rsid w:val="002B5031"/>
    <w:rsid w:val="002B5310"/>
    <w:rsid w:val="002B5434"/>
    <w:rsid w:val="002B5884"/>
    <w:rsid w:val="002B5885"/>
    <w:rsid w:val="002B5B43"/>
    <w:rsid w:val="002B5D5F"/>
    <w:rsid w:val="002B63C9"/>
    <w:rsid w:val="002B64A2"/>
    <w:rsid w:val="002B6CAA"/>
    <w:rsid w:val="002B6F3F"/>
    <w:rsid w:val="002B6FF9"/>
    <w:rsid w:val="002B714F"/>
    <w:rsid w:val="002B7250"/>
    <w:rsid w:val="002B73DE"/>
    <w:rsid w:val="002B75C0"/>
    <w:rsid w:val="002B7690"/>
    <w:rsid w:val="002B7834"/>
    <w:rsid w:val="002B7BE0"/>
    <w:rsid w:val="002B7F9E"/>
    <w:rsid w:val="002C02C1"/>
    <w:rsid w:val="002C03D6"/>
    <w:rsid w:val="002C073F"/>
    <w:rsid w:val="002C0786"/>
    <w:rsid w:val="002C0FBF"/>
    <w:rsid w:val="002C1159"/>
    <w:rsid w:val="002C1194"/>
    <w:rsid w:val="002C15EF"/>
    <w:rsid w:val="002C1F55"/>
    <w:rsid w:val="002C23D5"/>
    <w:rsid w:val="002C322D"/>
    <w:rsid w:val="002C399F"/>
    <w:rsid w:val="002C498A"/>
    <w:rsid w:val="002C4BF4"/>
    <w:rsid w:val="002C4C92"/>
    <w:rsid w:val="002C4C9E"/>
    <w:rsid w:val="002C4F70"/>
    <w:rsid w:val="002C5017"/>
    <w:rsid w:val="002C52D9"/>
    <w:rsid w:val="002C53DC"/>
    <w:rsid w:val="002C5452"/>
    <w:rsid w:val="002C54C6"/>
    <w:rsid w:val="002C56BC"/>
    <w:rsid w:val="002C5891"/>
    <w:rsid w:val="002C5BDD"/>
    <w:rsid w:val="002C62C3"/>
    <w:rsid w:val="002C63BD"/>
    <w:rsid w:val="002C6A20"/>
    <w:rsid w:val="002C6DD2"/>
    <w:rsid w:val="002C6F6A"/>
    <w:rsid w:val="002C7762"/>
    <w:rsid w:val="002C7926"/>
    <w:rsid w:val="002C7CF9"/>
    <w:rsid w:val="002D010B"/>
    <w:rsid w:val="002D021B"/>
    <w:rsid w:val="002D0265"/>
    <w:rsid w:val="002D0B7C"/>
    <w:rsid w:val="002D0C2C"/>
    <w:rsid w:val="002D0C31"/>
    <w:rsid w:val="002D0FB2"/>
    <w:rsid w:val="002D1A95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4333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14E"/>
    <w:rsid w:val="002D74AA"/>
    <w:rsid w:val="002D7B27"/>
    <w:rsid w:val="002E0794"/>
    <w:rsid w:val="002E0802"/>
    <w:rsid w:val="002E0978"/>
    <w:rsid w:val="002E0D25"/>
    <w:rsid w:val="002E0F63"/>
    <w:rsid w:val="002E1097"/>
    <w:rsid w:val="002E10A1"/>
    <w:rsid w:val="002E1803"/>
    <w:rsid w:val="002E1965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B83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ED8"/>
    <w:rsid w:val="002E5FC7"/>
    <w:rsid w:val="002E6008"/>
    <w:rsid w:val="002E6C97"/>
    <w:rsid w:val="002E788C"/>
    <w:rsid w:val="002F010B"/>
    <w:rsid w:val="002F017E"/>
    <w:rsid w:val="002F0810"/>
    <w:rsid w:val="002F0D3A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2EB6"/>
    <w:rsid w:val="002F30C3"/>
    <w:rsid w:val="002F3735"/>
    <w:rsid w:val="002F3741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4EC2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0F2"/>
    <w:rsid w:val="0030064C"/>
    <w:rsid w:val="00300B9F"/>
    <w:rsid w:val="003013A9"/>
    <w:rsid w:val="0030158D"/>
    <w:rsid w:val="00301852"/>
    <w:rsid w:val="00301D8E"/>
    <w:rsid w:val="00301F11"/>
    <w:rsid w:val="0030227A"/>
    <w:rsid w:val="00302701"/>
    <w:rsid w:val="00302ABF"/>
    <w:rsid w:val="00302C7B"/>
    <w:rsid w:val="00302CF4"/>
    <w:rsid w:val="00303249"/>
    <w:rsid w:val="00303693"/>
    <w:rsid w:val="0030383B"/>
    <w:rsid w:val="00304A67"/>
    <w:rsid w:val="00304A99"/>
    <w:rsid w:val="00304DED"/>
    <w:rsid w:val="00304E2A"/>
    <w:rsid w:val="003051DA"/>
    <w:rsid w:val="00305208"/>
    <w:rsid w:val="0030597A"/>
    <w:rsid w:val="00305CE1"/>
    <w:rsid w:val="00305FE2"/>
    <w:rsid w:val="00306067"/>
    <w:rsid w:val="003069B4"/>
    <w:rsid w:val="00307482"/>
    <w:rsid w:val="00307624"/>
    <w:rsid w:val="00307B89"/>
    <w:rsid w:val="00307BF4"/>
    <w:rsid w:val="003115D7"/>
    <w:rsid w:val="00311997"/>
    <w:rsid w:val="00311BC0"/>
    <w:rsid w:val="00312095"/>
    <w:rsid w:val="00312327"/>
    <w:rsid w:val="0031254F"/>
    <w:rsid w:val="00312D40"/>
    <w:rsid w:val="00312F3A"/>
    <w:rsid w:val="0031326E"/>
    <w:rsid w:val="003132D5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2255"/>
    <w:rsid w:val="00322390"/>
    <w:rsid w:val="003225B6"/>
    <w:rsid w:val="0032286E"/>
    <w:rsid w:val="00322F9C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68B"/>
    <w:rsid w:val="00331B87"/>
    <w:rsid w:val="00331B8B"/>
    <w:rsid w:val="00332076"/>
    <w:rsid w:val="0033223E"/>
    <w:rsid w:val="00332985"/>
    <w:rsid w:val="00332A6C"/>
    <w:rsid w:val="003336D1"/>
    <w:rsid w:val="00333C04"/>
    <w:rsid w:val="00334615"/>
    <w:rsid w:val="00334653"/>
    <w:rsid w:val="003349F2"/>
    <w:rsid w:val="00334FC8"/>
    <w:rsid w:val="003352FA"/>
    <w:rsid w:val="0033542D"/>
    <w:rsid w:val="003356D8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741"/>
    <w:rsid w:val="00340826"/>
    <w:rsid w:val="00340916"/>
    <w:rsid w:val="00340938"/>
    <w:rsid w:val="00340B48"/>
    <w:rsid w:val="00341520"/>
    <w:rsid w:val="003419E0"/>
    <w:rsid w:val="00341AA7"/>
    <w:rsid w:val="00341D3E"/>
    <w:rsid w:val="00341F56"/>
    <w:rsid w:val="00341FC4"/>
    <w:rsid w:val="0034243F"/>
    <w:rsid w:val="003424FB"/>
    <w:rsid w:val="00343053"/>
    <w:rsid w:val="0034317A"/>
    <w:rsid w:val="003435A6"/>
    <w:rsid w:val="0034372E"/>
    <w:rsid w:val="003438FF"/>
    <w:rsid w:val="00343A25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609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344E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5F3E"/>
    <w:rsid w:val="003562F0"/>
    <w:rsid w:val="003562F1"/>
    <w:rsid w:val="00356745"/>
    <w:rsid w:val="00356917"/>
    <w:rsid w:val="00356A49"/>
    <w:rsid w:val="00356FC0"/>
    <w:rsid w:val="0035787B"/>
    <w:rsid w:val="00357C2C"/>
    <w:rsid w:val="003603B5"/>
    <w:rsid w:val="003603FB"/>
    <w:rsid w:val="00360691"/>
    <w:rsid w:val="003608F8"/>
    <w:rsid w:val="003609F8"/>
    <w:rsid w:val="00360AA3"/>
    <w:rsid w:val="0036127E"/>
    <w:rsid w:val="00361334"/>
    <w:rsid w:val="003614D1"/>
    <w:rsid w:val="00361633"/>
    <w:rsid w:val="003618B4"/>
    <w:rsid w:val="00361AD9"/>
    <w:rsid w:val="0036231B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C37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38A"/>
    <w:rsid w:val="003716D6"/>
    <w:rsid w:val="00371DF2"/>
    <w:rsid w:val="00372028"/>
    <w:rsid w:val="003722AD"/>
    <w:rsid w:val="003722C0"/>
    <w:rsid w:val="003725E6"/>
    <w:rsid w:val="003728CC"/>
    <w:rsid w:val="003729B3"/>
    <w:rsid w:val="00372F6F"/>
    <w:rsid w:val="00373E71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D52"/>
    <w:rsid w:val="00376511"/>
    <w:rsid w:val="00376527"/>
    <w:rsid w:val="003765B2"/>
    <w:rsid w:val="00376AA5"/>
    <w:rsid w:val="00376CBD"/>
    <w:rsid w:val="003774C9"/>
    <w:rsid w:val="0037773C"/>
    <w:rsid w:val="003778E1"/>
    <w:rsid w:val="00377D8F"/>
    <w:rsid w:val="00377DCA"/>
    <w:rsid w:val="003802FD"/>
    <w:rsid w:val="00380864"/>
    <w:rsid w:val="003808A3"/>
    <w:rsid w:val="003808C2"/>
    <w:rsid w:val="00380BD6"/>
    <w:rsid w:val="003811C9"/>
    <w:rsid w:val="003815F8"/>
    <w:rsid w:val="00381BD5"/>
    <w:rsid w:val="00381CC9"/>
    <w:rsid w:val="00381E8C"/>
    <w:rsid w:val="003824B7"/>
    <w:rsid w:val="00382888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BF3"/>
    <w:rsid w:val="00385E3A"/>
    <w:rsid w:val="00385ECF"/>
    <w:rsid w:val="0038613C"/>
    <w:rsid w:val="0038618C"/>
    <w:rsid w:val="003863F0"/>
    <w:rsid w:val="003865A3"/>
    <w:rsid w:val="00386685"/>
    <w:rsid w:val="003868BB"/>
    <w:rsid w:val="0038740A"/>
    <w:rsid w:val="0038754F"/>
    <w:rsid w:val="0038757D"/>
    <w:rsid w:val="00387614"/>
    <w:rsid w:val="00387A3B"/>
    <w:rsid w:val="00387FEC"/>
    <w:rsid w:val="003904C2"/>
    <w:rsid w:val="003908E1"/>
    <w:rsid w:val="00390A7F"/>
    <w:rsid w:val="00390B45"/>
    <w:rsid w:val="00390CA4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4393"/>
    <w:rsid w:val="0039462C"/>
    <w:rsid w:val="003946AE"/>
    <w:rsid w:val="00394ABC"/>
    <w:rsid w:val="00394B53"/>
    <w:rsid w:val="00394FA3"/>
    <w:rsid w:val="00395182"/>
    <w:rsid w:val="00395D14"/>
    <w:rsid w:val="00395DE0"/>
    <w:rsid w:val="003962B9"/>
    <w:rsid w:val="00396468"/>
    <w:rsid w:val="00396C3B"/>
    <w:rsid w:val="00396E9A"/>
    <w:rsid w:val="0039715D"/>
    <w:rsid w:val="003971D0"/>
    <w:rsid w:val="00397343"/>
    <w:rsid w:val="00397359"/>
    <w:rsid w:val="00397495"/>
    <w:rsid w:val="00397668"/>
    <w:rsid w:val="003976E0"/>
    <w:rsid w:val="003979E0"/>
    <w:rsid w:val="00397A3E"/>
    <w:rsid w:val="00397BBB"/>
    <w:rsid w:val="003A0A12"/>
    <w:rsid w:val="003A0AA7"/>
    <w:rsid w:val="003A0B6F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CE0"/>
    <w:rsid w:val="003A2E9D"/>
    <w:rsid w:val="003A30EF"/>
    <w:rsid w:val="003A37D6"/>
    <w:rsid w:val="003A3BB7"/>
    <w:rsid w:val="003A3CA9"/>
    <w:rsid w:val="003A479F"/>
    <w:rsid w:val="003A47A2"/>
    <w:rsid w:val="003A4845"/>
    <w:rsid w:val="003A4853"/>
    <w:rsid w:val="003A51EF"/>
    <w:rsid w:val="003A599B"/>
    <w:rsid w:val="003A5F81"/>
    <w:rsid w:val="003A60B6"/>
    <w:rsid w:val="003A60D8"/>
    <w:rsid w:val="003A6167"/>
    <w:rsid w:val="003A6463"/>
    <w:rsid w:val="003A6683"/>
    <w:rsid w:val="003A68DC"/>
    <w:rsid w:val="003A74DC"/>
    <w:rsid w:val="003A7525"/>
    <w:rsid w:val="003A759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981"/>
    <w:rsid w:val="003B3C90"/>
    <w:rsid w:val="003B3CC3"/>
    <w:rsid w:val="003B4623"/>
    <w:rsid w:val="003B4993"/>
    <w:rsid w:val="003B49DF"/>
    <w:rsid w:val="003B4C9C"/>
    <w:rsid w:val="003B4CF6"/>
    <w:rsid w:val="003B5738"/>
    <w:rsid w:val="003B5899"/>
    <w:rsid w:val="003B598A"/>
    <w:rsid w:val="003B5D58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90A"/>
    <w:rsid w:val="003C0D9C"/>
    <w:rsid w:val="003C13F7"/>
    <w:rsid w:val="003C1978"/>
    <w:rsid w:val="003C1D01"/>
    <w:rsid w:val="003C1E36"/>
    <w:rsid w:val="003C1F4E"/>
    <w:rsid w:val="003C2872"/>
    <w:rsid w:val="003C2D44"/>
    <w:rsid w:val="003C2EBE"/>
    <w:rsid w:val="003C3130"/>
    <w:rsid w:val="003C37EB"/>
    <w:rsid w:val="003C39D8"/>
    <w:rsid w:val="003C4436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D090F"/>
    <w:rsid w:val="003D19B4"/>
    <w:rsid w:val="003D1AF3"/>
    <w:rsid w:val="003D230B"/>
    <w:rsid w:val="003D26A9"/>
    <w:rsid w:val="003D2800"/>
    <w:rsid w:val="003D2A5F"/>
    <w:rsid w:val="003D2AE8"/>
    <w:rsid w:val="003D2E10"/>
    <w:rsid w:val="003D2E27"/>
    <w:rsid w:val="003D30BA"/>
    <w:rsid w:val="003D31E2"/>
    <w:rsid w:val="003D367B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1AD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B0F"/>
    <w:rsid w:val="003E3CE2"/>
    <w:rsid w:val="003E410B"/>
    <w:rsid w:val="003E4364"/>
    <w:rsid w:val="003E4901"/>
    <w:rsid w:val="003E4C62"/>
    <w:rsid w:val="003E4CC3"/>
    <w:rsid w:val="003E4E09"/>
    <w:rsid w:val="003E5044"/>
    <w:rsid w:val="003E516D"/>
    <w:rsid w:val="003E572A"/>
    <w:rsid w:val="003E589E"/>
    <w:rsid w:val="003E5B4B"/>
    <w:rsid w:val="003E5F91"/>
    <w:rsid w:val="003E613C"/>
    <w:rsid w:val="003E6380"/>
    <w:rsid w:val="003E74FB"/>
    <w:rsid w:val="003E75ED"/>
    <w:rsid w:val="003E7F34"/>
    <w:rsid w:val="003E7FEB"/>
    <w:rsid w:val="003F0163"/>
    <w:rsid w:val="003F0273"/>
    <w:rsid w:val="003F02D0"/>
    <w:rsid w:val="003F02F0"/>
    <w:rsid w:val="003F06E4"/>
    <w:rsid w:val="003F070E"/>
    <w:rsid w:val="003F0BC6"/>
    <w:rsid w:val="003F0F55"/>
    <w:rsid w:val="003F108D"/>
    <w:rsid w:val="003F119F"/>
    <w:rsid w:val="003F151C"/>
    <w:rsid w:val="003F160A"/>
    <w:rsid w:val="003F16D4"/>
    <w:rsid w:val="003F183E"/>
    <w:rsid w:val="003F1CF8"/>
    <w:rsid w:val="003F279F"/>
    <w:rsid w:val="003F2E70"/>
    <w:rsid w:val="003F2EA2"/>
    <w:rsid w:val="003F3575"/>
    <w:rsid w:val="003F35DC"/>
    <w:rsid w:val="003F3681"/>
    <w:rsid w:val="003F3720"/>
    <w:rsid w:val="003F4156"/>
    <w:rsid w:val="003F4290"/>
    <w:rsid w:val="003F4314"/>
    <w:rsid w:val="003F43AC"/>
    <w:rsid w:val="003F4566"/>
    <w:rsid w:val="003F4637"/>
    <w:rsid w:val="003F4F9B"/>
    <w:rsid w:val="003F5182"/>
    <w:rsid w:val="003F59BF"/>
    <w:rsid w:val="003F5EAD"/>
    <w:rsid w:val="003F5F67"/>
    <w:rsid w:val="003F6640"/>
    <w:rsid w:val="003F6731"/>
    <w:rsid w:val="003F7812"/>
    <w:rsid w:val="003F7B68"/>
    <w:rsid w:val="003F7E0A"/>
    <w:rsid w:val="0040022A"/>
    <w:rsid w:val="004003EC"/>
    <w:rsid w:val="004005F4"/>
    <w:rsid w:val="00400AD2"/>
    <w:rsid w:val="00400B19"/>
    <w:rsid w:val="004010C5"/>
    <w:rsid w:val="00401127"/>
    <w:rsid w:val="00401142"/>
    <w:rsid w:val="004014B6"/>
    <w:rsid w:val="004015C3"/>
    <w:rsid w:val="00401DA6"/>
    <w:rsid w:val="00401EE4"/>
    <w:rsid w:val="0040235E"/>
    <w:rsid w:val="00402DA3"/>
    <w:rsid w:val="004038FB"/>
    <w:rsid w:val="004040CE"/>
    <w:rsid w:val="00404228"/>
    <w:rsid w:val="00404304"/>
    <w:rsid w:val="00405129"/>
    <w:rsid w:val="0040540A"/>
    <w:rsid w:val="0040568F"/>
    <w:rsid w:val="0040579C"/>
    <w:rsid w:val="00405E54"/>
    <w:rsid w:val="00405FDD"/>
    <w:rsid w:val="004062A9"/>
    <w:rsid w:val="00406573"/>
    <w:rsid w:val="00406A16"/>
    <w:rsid w:val="00406AD7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2BF4"/>
    <w:rsid w:val="00412DBA"/>
    <w:rsid w:val="00413D53"/>
    <w:rsid w:val="00413E81"/>
    <w:rsid w:val="00414253"/>
    <w:rsid w:val="0041449D"/>
    <w:rsid w:val="0041480B"/>
    <w:rsid w:val="0041487C"/>
    <w:rsid w:val="004149C6"/>
    <w:rsid w:val="0041519F"/>
    <w:rsid w:val="0041525A"/>
    <w:rsid w:val="00415C8A"/>
    <w:rsid w:val="00415DB3"/>
    <w:rsid w:val="004161BB"/>
    <w:rsid w:val="0041639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D3F"/>
    <w:rsid w:val="00420FFC"/>
    <w:rsid w:val="00421308"/>
    <w:rsid w:val="00421662"/>
    <w:rsid w:val="00421B7A"/>
    <w:rsid w:val="00421EC8"/>
    <w:rsid w:val="00421F86"/>
    <w:rsid w:val="0042287D"/>
    <w:rsid w:val="004229E1"/>
    <w:rsid w:val="004229E5"/>
    <w:rsid w:val="00422AE8"/>
    <w:rsid w:val="00422F4E"/>
    <w:rsid w:val="00423519"/>
    <w:rsid w:val="00423F01"/>
    <w:rsid w:val="004240BA"/>
    <w:rsid w:val="004245BC"/>
    <w:rsid w:val="00424BF8"/>
    <w:rsid w:val="00424E2F"/>
    <w:rsid w:val="00424E4F"/>
    <w:rsid w:val="00424F0C"/>
    <w:rsid w:val="004256E1"/>
    <w:rsid w:val="00425D65"/>
    <w:rsid w:val="00426204"/>
    <w:rsid w:val="004268DD"/>
    <w:rsid w:val="00426E76"/>
    <w:rsid w:val="00427625"/>
    <w:rsid w:val="00427804"/>
    <w:rsid w:val="00427917"/>
    <w:rsid w:val="004279A0"/>
    <w:rsid w:val="00427A01"/>
    <w:rsid w:val="004302A7"/>
    <w:rsid w:val="0043038D"/>
    <w:rsid w:val="0043043F"/>
    <w:rsid w:val="004304C7"/>
    <w:rsid w:val="0043057E"/>
    <w:rsid w:val="004306EF"/>
    <w:rsid w:val="00431C93"/>
    <w:rsid w:val="0043214F"/>
    <w:rsid w:val="00432368"/>
    <w:rsid w:val="0043269A"/>
    <w:rsid w:val="00432DD9"/>
    <w:rsid w:val="00432E96"/>
    <w:rsid w:val="0043323B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6D0"/>
    <w:rsid w:val="00436719"/>
    <w:rsid w:val="00436AD5"/>
    <w:rsid w:val="00436B70"/>
    <w:rsid w:val="004370FA"/>
    <w:rsid w:val="004371C1"/>
    <w:rsid w:val="004373D0"/>
    <w:rsid w:val="00437D46"/>
    <w:rsid w:val="004408FF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0DE"/>
    <w:rsid w:val="0044315C"/>
    <w:rsid w:val="00443D78"/>
    <w:rsid w:val="00443E92"/>
    <w:rsid w:val="00444197"/>
    <w:rsid w:val="004453D7"/>
    <w:rsid w:val="00445B3F"/>
    <w:rsid w:val="00445E1D"/>
    <w:rsid w:val="004466FF"/>
    <w:rsid w:val="0044680A"/>
    <w:rsid w:val="00446ACC"/>
    <w:rsid w:val="00446BC7"/>
    <w:rsid w:val="00446E2C"/>
    <w:rsid w:val="00447151"/>
    <w:rsid w:val="004476ED"/>
    <w:rsid w:val="00447AB3"/>
    <w:rsid w:val="004505C1"/>
    <w:rsid w:val="00450D02"/>
    <w:rsid w:val="00450D3A"/>
    <w:rsid w:val="00450F66"/>
    <w:rsid w:val="00452022"/>
    <w:rsid w:val="00452573"/>
    <w:rsid w:val="0045269E"/>
    <w:rsid w:val="00452CBE"/>
    <w:rsid w:val="00452E38"/>
    <w:rsid w:val="00452EB7"/>
    <w:rsid w:val="004530CA"/>
    <w:rsid w:val="00453383"/>
    <w:rsid w:val="004533E5"/>
    <w:rsid w:val="00453612"/>
    <w:rsid w:val="004536D5"/>
    <w:rsid w:val="00453871"/>
    <w:rsid w:val="00453A40"/>
    <w:rsid w:val="00453E2F"/>
    <w:rsid w:val="00453ECB"/>
    <w:rsid w:val="00454141"/>
    <w:rsid w:val="0045496B"/>
    <w:rsid w:val="00454C49"/>
    <w:rsid w:val="0045517B"/>
    <w:rsid w:val="004555CE"/>
    <w:rsid w:val="004556CB"/>
    <w:rsid w:val="00455D30"/>
    <w:rsid w:val="0045627C"/>
    <w:rsid w:val="00456340"/>
    <w:rsid w:val="00456BAE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79A"/>
    <w:rsid w:val="00461C7A"/>
    <w:rsid w:val="00461D11"/>
    <w:rsid w:val="00461FDC"/>
    <w:rsid w:val="00462546"/>
    <w:rsid w:val="0046264E"/>
    <w:rsid w:val="00462655"/>
    <w:rsid w:val="00462CE4"/>
    <w:rsid w:val="00462F2B"/>
    <w:rsid w:val="004633BA"/>
    <w:rsid w:val="0046378C"/>
    <w:rsid w:val="00463E37"/>
    <w:rsid w:val="00463FA1"/>
    <w:rsid w:val="00463FE3"/>
    <w:rsid w:val="00464082"/>
    <w:rsid w:val="00464875"/>
    <w:rsid w:val="00464FA6"/>
    <w:rsid w:val="004650D5"/>
    <w:rsid w:val="0046546B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70A66"/>
    <w:rsid w:val="00470EB5"/>
    <w:rsid w:val="0047107C"/>
    <w:rsid w:val="00471241"/>
    <w:rsid w:val="0047129E"/>
    <w:rsid w:val="0047200F"/>
    <w:rsid w:val="0047246D"/>
    <w:rsid w:val="0047265C"/>
    <w:rsid w:val="004726B5"/>
    <w:rsid w:val="00472745"/>
    <w:rsid w:val="00473171"/>
    <w:rsid w:val="004734EF"/>
    <w:rsid w:val="004736D4"/>
    <w:rsid w:val="004737B1"/>
    <w:rsid w:val="00473FE1"/>
    <w:rsid w:val="004741BB"/>
    <w:rsid w:val="00474E8E"/>
    <w:rsid w:val="00474FFA"/>
    <w:rsid w:val="004757F8"/>
    <w:rsid w:val="004759CB"/>
    <w:rsid w:val="00475C5B"/>
    <w:rsid w:val="004768BC"/>
    <w:rsid w:val="004768EB"/>
    <w:rsid w:val="004769C3"/>
    <w:rsid w:val="00476D2C"/>
    <w:rsid w:val="00477145"/>
    <w:rsid w:val="00477B26"/>
    <w:rsid w:val="00477FDB"/>
    <w:rsid w:val="004807EA"/>
    <w:rsid w:val="00480EA4"/>
    <w:rsid w:val="0048146B"/>
    <w:rsid w:val="00481506"/>
    <w:rsid w:val="004818B0"/>
    <w:rsid w:val="00481AF6"/>
    <w:rsid w:val="00482128"/>
    <w:rsid w:val="00482414"/>
    <w:rsid w:val="00482582"/>
    <w:rsid w:val="00482AA1"/>
    <w:rsid w:val="004830CB"/>
    <w:rsid w:val="00483571"/>
    <w:rsid w:val="0048378F"/>
    <w:rsid w:val="004837CD"/>
    <w:rsid w:val="00483BA4"/>
    <w:rsid w:val="00483C01"/>
    <w:rsid w:val="00484066"/>
    <w:rsid w:val="00484D56"/>
    <w:rsid w:val="00484E1B"/>
    <w:rsid w:val="00485101"/>
    <w:rsid w:val="004854EE"/>
    <w:rsid w:val="00485C25"/>
    <w:rsid w:val="00485C79"/>
    <w:rsid w:val="00485F22"/>
    <w:rsid w:val="00486082"/>
    <w:rsid w:val="004861CB"/>
    <w:rsid w:val="0048622C"/>
    <w:rsid w:val="00486937"/>
    <w:rsid w:val="00486E40"/>
    <w:rsid w:val="00486EFE"/>
    <w:rsid w:val="00487111"/>
    <w:rsid w:val="0048739C"/>
    <w:rsid w:val="004879F1"/>
    <w:rsid w:val="0049031B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42A6"/>
    <w:rsid w:val="004950E2"/>
    <w:rsid w:val="00495228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975F7"/>
    <w:rsid w:val="004A0AE4"/>
    <w:rsid w:val="004A1326"/>
    <w:rsid w:val="004A133B"/>
    <w:rsid w:val="004A14AB"/>
    <w:rsid w:val="004A177A"/>
    <w:rsid w:val="004A1CD7"/>
    <w:rsid w:val="004A22F5"/>
    <w:rsid w:val="004A253C"/>
    <w:rsid w:val="004A25AF"/>
    <w:rsid w:val="004A2800"/>
    <w:rsid w:val="004A29F3"/>
    <w:rsid w:val="004A2D01"/>
    <w:rsid w:val="004A329C"/>
    <w:rsid w:val="004A33F4"/>
    <w:rsid w:val="004A346A"/>
    <w:rsid w:val="004A3495"/>
    <w:rsid w:val="004A39D0"/>
    <w:rsid w:val="004A3C26"/>
    <w:rsid w:val="004A422E"/>
    <w:rsid w:val="004A4414"/>
    <w:rsid w:val="004A4572"/>
    <w:rsid w:val="004A47D1"/>
    <w:rsid w:val="004A49C7"/>
    <w:rsid w:val="004A50B3"/>
    <w:rsid w:val="004A535A"/>
    <w:rsid w:val="004A5535"/>
    <w:rsid w:val="004A57FE"/>
    <w:rsid w:val="004A5851"/>
    <w:rsid w:val="004A5875"/>
    <w:rsid w:val="004A5AA2"/>
    <w:rsid w:val="004A5F3C"/>
    <w:rsid w:val="004A5FB2"/>
    <w:rsid w:val="004A6225"/>
    <w:rsid w:val="004A6A8C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796"/>
    <w:rsid w:val="004B3864"/>
    <w:rsid w:val="004B3983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058"/>
    <w:rsid w:val="004B72F2"/>
    <w:rsid w:val="004B745D"/>
    <w:rsid w:val="004B7B6E"/>
    <w:rsid w:val="004C0297"/>
    <w:rsid w:val="004C0C08"/>
    <w:rsid w:val="004C1103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6231"/>
    <w:rsid w:val="004C651D"/>
    <w:rsid w:val="004C7A76"/>
    <w:rsid w:val="004D028C"/>
    <w:rsid w:val="004D08EB"/>
    <w:rsid w:val="004D0BE1"/>
    <w:rsid w:val="004D1009"/>
    <w:rsid w:val="004D1129"/>
    <w:rsid w:val="004D119B"/>
    <w:rsid w:val="004D1317"/>
    <w:rsid w:val="004D140D"/>
    <w:rsid w:val="004D1F39"/>
    <w:rsid w:val="004D20EC"/>
    <w:rsid w:val="004D228C"/>
    <w:rsid w:val="004D256F"/>
    <w:rsid w:val="004D2B04"/>
    <w:rsid w:val="004D346E"/>
    <w:rsid w:val="004D3A21"/>
    <w:rsid w:val="004D3A8F"/>
    <w:rsid w:val="004D40D7"/>
    <w:rsid w:val="004D469A"/>
    <w:rsid w:val="004D4EFB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B5"/>
    <w:rsid w:val="004E34C5"/>
    <w:rsid w:val="004E38CF"/>
    <w:rsid w:val="004E3DA4"/>
    <w:rsid w:val="004E49DC"/>
    <w:rsid w:val="004E4C95"/>
    <w:rsid w:val="004E4E9E"/>
    <w:rsid w:val="004E4FBE"/>
    <w:rsid w:val="004E51DC"/>
    <w:rsid w:val="004E5442"/>
    <w:rsid w:val="004E5A5B"/>
    <w:rsid w:val="004E68B5"/>
    <w:rsid w:val="004E68FB"/>
    <w:rsid w:val="004E6BBE"/>
    <w:rsid w:val="004E6C50"/>
    <w:rsid w:val="004E6D5D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EDA"/>
    <w:rsid w:val="004F2FFB"/>
    <w:rsid w:val="004F36ED"/>
    <w:rsid w:val="004F3E62"/>
    <w:rsid w:val="004F4397"/>
    <w:rsid w:val="004F4830"/>
    <w:rsid w:val="004F48CA"/>
    <w:rsid w:val="004F49D6"/>
    <w:rsid w:val="004F4F8A"/>
    <w:rsid w:val="004F5046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B1E"/>
    <w:rsid w:val="004F7CBE"/>
    <w:rsid w:val="005004C8"/>
    <w:rsid w:val="00500991"/>
    <w:rsid w:val="00500993"/>
    <w:rsid w:val="00500A67"/>
    <w:rsid w:val="00500AC3"/>
    <w:rsid w:val="00500E15"/>
    <w:rsid w:val="005011F0"/>
    <w:rsid w:val="005014CD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3F50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AB4"/>
    <w:rsid w:val="00505B0D"/>
    <w:rsid w:val="00505D21"/>
    <w:rsid w:val="00505FFD"/>
    <w:rsid w:val="0050613F"/>
    <w:rsid w:val="0050653F"/>
    <w:rsid w:val="0050774E"/>
    <w:rsid w:val="00507883"/>
    <w:rsid w:val="00507E03"/>
    <w:rsid w:val="00507E2B"/>
    <w:rsid w:val="00507E6B"/>
    <w:rsid w:val="00510224"/>
    <w:rsid w:val="0051058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A52"/>
    <w:rsid w:val="00514D61"/>
    <w:rsid w:val="00514ED5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E69"/>
    <w:rsid w:val="005169C6"/>
    <w:rsid w:val="0051787A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1F9A"/>
    <w:rsid w:val="0052243C"/>
    <w:rsid w:val="0052246F"/>
    <w:rsid w:val="005225A1"/>
    <w:rsid w:val="005225C8"/>
    <w:rsid w:val="00522AA0"/>
    <w:rsid w:val="00522FDC"/>
    <w:rsid w:val="00523170"/>
    <w:rsid w:val="0052325C"/>
    <w:rsid w:val="00523314"/>
    <w:rsid w:val="00523534"/>
    <w:rsid w:val="00523B29"/>
    <w:rsid w:val="00523D6A"/>
    <w:rsid w:val="00524424"/>
    <w:rsid w:val="005247CE"/>
    <w:rsid w:val="00524B8D"/>
    <w:rsid w:val="00524E47"/>
    <w:rsid w:val="00524F47"/>
    <w:rsid w:val="00524FF8"/>
    <w:rsid w:val="0052520D"/>
    <w:rsid w:val="00525318"/>
    <w:rsid w:val="00525520"/>
    <w:rsid w:val="00525B4F"/>
    <w:rsid w:val="00526E08"/>
    <w:rsid w:val="005278E5"/>
    <w:rsid w:val="00530258"/>
    <w:rsid w:val="0053029F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35"/>
    <w:rsid w:val="00532AAA"/>
    <w:rsid w:val="00532B95"/>
    <w:rsid w:val="00532EB1"/>
    <w:rsid w:val="00533098"/>
    <w:rsid w:val="0053352F"/>
    <w:rsid w:val="00533740"/>
    <w:rsid w:val="005337F9"/>
    <w:rsid w:val="00533953"/>
    <w:rsid w:val="00533D98"/>
    <w:rsid w:val="00534418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41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49D1"/>
    <w:rsid w:val="00545DB6"/>
    <w:rsid w:val="00545ECD"/>
    <w:rsid w:val="005460AC"/>
    <w:rsid w:val="00546866"/>
    <w:rsid w:val="00546ABB"/>
    <w:rsid w:val="00547174"/>
    <w:rsid w:val="0054720D"/>
    <w:rsid w:val="005472A1"/>
    <w:rsid w:val="00547A90"/>
    <w:rsid w:val="00547B19"/>
    <w:rsid w:val="00547D9A"/>
    <w:rsid w:val="00547ECD"/>
    <w:rsid w:val="00550008"/>
    <w:rsid w:val="00550044"/>
    <w:rsid w:val="005500CE"/>
    <w:rsid w:val="0055064A"/>
    <w:rsid w:val="00550A90"/>
    <w:rsid w:val="00550CFC"/>
    <w:rsid w:val="00550ED3"/>
    <w:rsid w:val="00550FC0"/>
    <w:rsid w:val="00551031"/>
    <w:rsid w:val="005512CD"/>
    <w:rsid w:val="00551315"/>
    <w:rsid w:val="0055163F"/>
    <w:rsid w:val="0055181A"/>
    <w:rsid w:val="00551C32"/>
    <w:rsid w:val="00552066"/>
    <w:rsid w:val="00552178"/>
    <w:rsid w:val="005523D1"/>
    <w:rsid w:val="00552653"/>
    <w:rsid w:val="00552AF0"/>
    <w:rsid w:val="00552C0C"/>
    <w:rsid w:val="00552DF6"/>
    <w:rsid w:val="00552E96"/>
    <w:rsid w:val="00552EF2"/>
    <w:rsid w:val="005531B8"/>
    <w:rsid w:val="00553357"/>
    <w:rsid w:val="005533F0"/>
    <w:rsid w:val="00553DC4"/>
    <w:rsid w:val="00554A25"/>
    <w:rsid w:val="00554AB9"/>
    <w:rsid w:val="00554EE5"/>
    <w:rsid w:val="00554F68"/>
    <w:rsid w:val="00554F9D"/>
    <w:rsid w:val="00555311"/>
    <w:rsid w:val="0055551F"/>
    <w:rsid w:val="005556EA"/>
    <w:rsid w:val="0055588A"/>
    <w:rsid w:val="00555E84"/>
    <w:rsid w:val="00556224"/>
    <w:rsid w:val="0055676E"/>
    <w:rsid w:val="00556791"/>
    <w:rsid w:val="00556ACB"/>
    <w:rsid w:val="00557437"/>
    <w:rsid w:val="0055746A"/>
    <w:rsid w:val="00557AA1"/>
    <w:rsid w:val="00557B2D"/>
    <w:rsid w:val="00557C32"/>
    <w:rsid w:val="0056069C"/>
    <w:rsid w:val="00560811"/>
    <w:rsid w:val="005613FD"/>
    <w:rsid w:val="0056141B"/>
    <w:rsid w:val="0056143F"/>
    <w:rsid w:val="00561552"/>
    <w:rsid w:val="00561CAD"/>
    <w:rsid w:val="00561F85"/>
    <w:rsid w:val="00562448"/>
    <w:rsid w:val="0056271C"/>
    <w:rsid w:val="00562927"/>
    <w:rsid w:val="00563091"/>
    <w:rsid w:val="00563432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A16"/>
    <w:rsid w:val="00565B88"/>
    <w:rsid w:val="00565C21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329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0F9E"/>
    <w:rsid w:val="00581DF4"/>
    <w:rsid w:val="005826EB"/>
    <w:rsid w:val="00582D12"/>
    <w:rsid w:val="005830BB"/>
    <w:rsid w:val="005833CC"/>
    <w:rsid w:val="00583480"/>
    <w:rsid w:val="00583537"/>
    <w:rsid w:val="005838D5"/>
    <w:rsid w:val="00583DE1"/>
    <w:rsid w:val="00584057"/>
    <w:rsid w:val="0058415D"/>
    <w:rsid w:val="0058427D"/>
    <w:rsid w:val="00584568"/>
    <w:rsid w:val="0058489D"/>
    <w:rsid w:val="00584AED"/>
    <w:rsid w:val="00584FF2"/>
    <w:rsid w:val="00585242"/>
    <w:rsid w:val="00585800"/>
    <w:rsid w:val="00585922"/>
    <w:rsid w:val="00585A77"/>
    <w:rsid w:val="00585B1B"/>
    <w:rsid w:val="00585DC8"/>
    <w:rsid w:val="00585FFA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07F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6F8F"/>
    <w:rsid w:val="00596FFB"/>
    <w:rsid w:val="00597174"/>
    <w:rsid w:val="005973A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5EA"/>
    <w:rsid w:val="005A19DC"/>
    <w:rsid w:val="005A1BB9"/>
    <w:rsid w:val="005A1D28"/>
    <w:rsid w:val="005A1ED0"/>
    <w:rsid w:val="005A2090"/>
    <w:rsid w:val="005A2276"/>
    <w:rsid w:val="005A258F"/>
    <w:rsid w:val="005A29C5"/>
    <w:rsid w:val="005A3669"/>
    <w:rsid w:val="005A37FD"/>
    <w:rsid w:val="005A38DE"/>
    <w:rsid w:val="005A415A"/>
    <w:rsid w:val="005A470C"/>
    <w:rsid w:val="005A49A0"/>
    <w:rsid w:val="005A4D67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0E35"/>
    <w:rsid w:val="005B1021"/>
    <w:rsid w:val="005B14E7"/>
    <w:rsid w:val="005B1661"/>
    <w:rsid w:val="005B1E6A"/>
    <w:rsid w:val="005B23B1"/>
    <w:rsid w:val="005B25F0"/>
    <w:rsid w:val="005B3176"/>
    <w:rsid w:val="005B3206"/>
    <w:rsid w:val="005B36B6"/>
    <w:rsid w:val="005B37D8"/>
    <w:rsid w:val="005B3C04"/>
    <w:rsid w:val="005B3C47"/>
    <w:rsid w:val="005B3F2B"/>
    <w:rsid w:val="005B3FD3"/>
    <w:rsid w:val="005B431D"/>
    <w:rsid w:val="005B4370"/>
    <w:rsid w:val="005B43CF"/>
    <w:rsid w:val="005B4592"/>
    <w:rsid w:val="005B4C66"/>
    <w:rsid w:val="005B4E9A"/>
    <w:rsid w:val="005B50BD"/>
    <w:rsid w:val="005B587C"/>
    <w:rsid w:val="005B5F06"/>
    <w:rsid w:val="005B5FC4"/>
    <w:rsid w:val="005B6871"/>
    <w:rsid w:val="005B6E7D"/>
    <w:rsid w:val="005B6EAE"/>
    <w:rsid w:val="005B7164"/>
    <w:rsid w:val="005B71AE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277"/>
    <w:rsid w:val="005C2D96"/>
    <w:rsid w:val="005C36C4"/>
    <w:rsid w:val="005C431A"/>
    <w:rsid w:val="005C4902"/>
    <w:rsid w:val="005C4A14"/>
    <w:rsid w:val="005C4D0E"/>
    <w:rsid w:val="005C50A7"/>
    <w:rsid w:val="005C5CB3"/>
    <w:rsid w:val="005C5D59"/>
    <w:rsid w:val="005C5F31"/>
    <w:rsid w:val="005C6141"/>
    <w:rsid w:val="005C6A76"/>
    <w:rsid w:val="005C6E6F"/>
    <w:rsid w:val="005C6EDC"/>
    <w:rsid w:val="005C71C4"/>
    <w:rsid w:val="005C7295"/>
    <w:rsid w:val="005C734C"/>
    <w:rsid w:val="005C7648"/>
    <w:rsid w:val="005C77A5"/>
    <w:rsid w:val="005C7AF7"/>
    <w:rsid w:val="005C7C97"/>
    <w:rsid w:val="005C7F6F"/>
    <w:rsid w:val="005D0580"/>
    <w:rsid w:val="005D0E8A"/>
    <w:rsid w:val="005D11CC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A4D"/>
    <w:rsid w:val="005D5B12"/>
    <w:rsid w:val="005D5B7E"/>
    <w:rsid w:val="005D5E54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7E3"/>
    <w:rsid w:val="005E1944"/>
    <w:rsid w:val="005E1C46"/>
    <w:rsid w:val="005E22FB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BF2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26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C58"/>
    <w:rsid w:val="005F008F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3D36"/>
    <w:rsid w:val="005F3D74"/>
    <w:rsid w:val="005F4848"/>
    <w:rsid w:val="005F4CB0"/>
    <w:rsid w:val="005F4D9B"/>
    <w:rsid w:val="005F4F93"/>
    <w:rsid w:val="005F4FF6"/>
    <w:rsid w:val="005F56D6"/>
    <w:rsid w:val="005F5762"/>
    <w:rsid w:val="005F5967"/>
    <w:rsid w:val="005F6D86"/>
    <w:rsid w:val="005F7914"/>
    <w:rsid w:val="005F79B4"/>
    <w:rsid w:val="005F7C1C"/>
    <w:rsid w:val="005F7D7A"/>
    <w:rsid w:val="005F7E99"/>
    <w:rsid w:val="005F7F6B"/>
    <w:rsid w:val="00600D90"/>
    <w:rsid w:val="00600D99"/>
    <w:rsid w:val="0060196F"/>
    <w:rsid w:val="00601D4E"/>
    <w:rsid w:val="006022EB"/>
    <w:rsid w:val="00602305"/>
    <w:rsid w:val="00602D2C"/>
    <w:rsid w:val="00602E13"/>
    <w:rsid w:val="00603660"/>
    <w:rsid w:val="00603BAB"/>
    <w:rsid w:val="00603EB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0A33"/>
    <w:rsid w:val="00610A49"/>
    <w:rsid w:val="006114DE"/>
    <w:rsid w:val="006115B1"/>
    <w:rsid w:val="00611ED2"/>
    <w:rsid w:val="00611F6F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4584"/>
    <w:rsid w:val="00614A35"/>
    <w:rsid w:val="00614C7D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22"/>
    <w:rsid w:val="0062037C"/>
    <w:rsid w:val="00621412"/>
    <w:rsid w:val="00621464"/>
    <w:rsid w:val="0062148B"/>
    <w:rsid w:val="0062160E"/>
    <w:rsid w:val="0062190D"/>
    <w:rsid w:val="00621C82"/>
    <w:rsid w:val="006220D5"/>
    <w:rsid w:val="00622D97"/>
    <w:rsid w:val="00622DC6"/>
    <w:rsid w:val="0062300B"/>
    <w:rsid w:val="00623A01"/>
    <w:rsid w:val="00623F5E"/>
    <w:rsid w:val="00624230"/>
    <w:rsid w:val="00624307"/>
    <w:rsid w:val="006252A4"/>
    <w:rsid w:val="00625494"/>
    <w:rsid w:val="006255FE"/>
    <w:rsid w:val="00625933"/>
    <w:rsid w:val="00625DF4"/>
    <w:rsid w:val="006268A2"/>
    <w:rsid w:val="0062691F"/>
    <w:rsid w:val="00626B13"/>
    <w:rsid w:val="00626C2E"/>
    <w:rsid w:val="00626E84"/>
    <w:rsid w:val="00626EFA"/>
    <w:rsid w:val="00627027"/>
    <w:rsid w:val="00627984"/>
    <w:rsid w:val="00627B63"/>
    <w:rsid w:val="00630225"/>
    <w:rsid w:val="00630F4E"/>
    <w:rsid w:val="0063115C"/>
    <w:rsid w:val="006316AB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3783E"/>
    <w:rsid w:val="006403F7"/>
    <w:rsid w:val="00640CFB"/>
    <w:rsid w:val="0064190C"/>
    <w:rsid w:val="00641B32"/>
    <w:rsid w:val="00641EEF"/>
    <w:rsid w:val="00642070"/>
    <w:rsid w:val="006425A4"/>
    <w:rsid w:val="00642DDD"/>
    <w:rsid w:val="00642F63"/>
    <w:rsid w:val="00643055"/>
    <w:rsid w:val="00643604"/>
    <w:rsid w:val="0064385C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687B"/>
    <w:rsid w:val="00647279"/>
    <w:rsid w:val="006473B0"/>
    <w:rsid w:val="0064748E"/>
    <w:rsid w:val="00647D74"/>
    <w:rsid w:val="006501F4"/>
    <w:rsid w:val="0065072A"/>
    <w:rsid w:val="00650C83"/>
    <w:rsid w:val="00651434"/>
    <w:rsid w:val="006515F9"/>
    <w:rsid w:val="00651943"/>
    <w:rsid w:val="0065251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3FAC"/>
    <w:rsid w:val="00654142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4B5"/>
    <w:rsid w:val="006575D6"/>
    <w:rsid w:val="00657651"/>
    <w:rsid w:val="00657BA5"/>
    <w:rsid w:val="00657FBE"/>
    <w:rsid w:val="006606BD"/>
    <w:rsid w:val="00660C82"/>
    <w:rsid w:val="00660DAB"/>
    <w:rsid w:val="00660ECE"/>
    <w:rsid w:val="006610C7"/>
    <w:rsid w:val="0066148D"/>
    <w:rsid w:val="006617ED"/>
    <w:rsid w:val="00661AF1"/>
    <w:rsid w:val="00662171"/>
    <w:rsid w:val="00662972"/>
    <w:rsid w:val="00662CEB"/>
    <w:rsid w:val="00663973"/>
    <w:rsid w:val="006639E4"/>
    <w:rsid w:val="00663C8F"/>
    <w:rsid w:val="00663EF2"/>
    <w:rsid w:val="00664082"/>
    <w:rsid w:val="006640F7"/>
    <w:rsid w:val="006642F6"/>
    <w:rsid w:val="006647A5"/>
    <w:rsid w:val="0066499B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C5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893"/>
    <w:rsid w:val="006739A0"/>
    <w:rsid w:val="00673D4C"/>
    <w:rsid w:val="00673DE3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3D4"/>
    <w:rsid w:val="006803D9"/>
    <w:rsid w:val="006803EE"/>
    <w:rsid w:val="006804C3"/>
    <w:rsid w:val="00680618"/>
    <w:rsid w:val="006807F0"/>
    <w:rsid w:val="00680C3F"/>
    <w:rsid w:val="006817E7"/>
    <w:rsid w:val="00681A4E"/>
    <w:rsid w:val="00682145"/>
    <w:rsid w:val="006824C8"/>
    <w:rsid w:val="006826AD"/>
    <w:rsid w:val="00682711"/>
    <w:rsid w:val="00682CAB"/>
    <w:rsid w:val="00682E76"/>
    <w:rsid w:val="00682F29"/>
    <w:rsid w:val="0068399F"/>
    <w:rsid w:val="00684270"/>
    <w:rsid w:val="0068450F"/>
    <w:rsid w:val="0068469F"/>
    <w:rsid w:val="006847EF"/>
    <w:rsid w:val="00684906"/>
    <w:rsid w:val="00684AAF"/>
    <w:rsid w:val="00684DC0"/>
    <w:rsid w:val="00685173"/>
    <w:rsid w:val="006851C8"/>
    <w:rsid w:val="006855B5"/>
    <w:rsid w:val="00685CE4"/>
    <w:rsid w:val="00685F71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0AB3"/>
    <w:rsid w:val="0069100B"/>
    <w:rsid w:val="006913AA"/>
    <w:rsid w:val="006919FE"/>
    <w:rsid w:val="00691AF5"/>
    <w:rsid w:val="00691D85"/>
    <w:rsid w:val="00692370"/>
    <w:rsid w:val="0069251C"/>
    <w:rsid w:val="006925B9"/>
    <w:rsid w:val="006928C2"/>
    <w:rsid w:val="00692921"/>
    <w:rsid w:val="00692ECC"/>
    <w:rsid w:val="0069373C"/>
    <w:rsid w:val="00693781"/>
    <w:rsid w:val="00693A9F"/>
    <w:rsid w:val="00693C79"/>
    <w:rsid w:val="00694242"/>
    <w:rsid w:val="0069439A"/>
    <w:rsid w:val="0069444D"/>
    <w:rsid w:val="00694481"/>
    <w:rsid w:val="00694612"/>
    <w:rsid w:val="006946ED"/>
    <w:rsid w:val="00694AFB"/>
    <w:rsid w:val="00694F52"/>
    <w:rsid w:val="00694FE8"/>
    <w:rsid w:val="00695200"/>
    <w:rsid w:val="006955DF"/>
    <w:rsid w:val="0069576A"/>
    <w:rsid w:val="00695A42"/>
    <w:rsid w:val="00695A60"/>
    <w:rsid w:val="0069613E"/>
    <w:rsid w:val="006961D3"/>
    <w:rsid w:val="006966AE"/>
    <w:rsid w:val="0069676C"/>
    <w:rsid w:val="00696E1A"/>
    <w:rsid w:val="0069730C"/>
    <w:rsid w:val="006973AF"/>
    <w:rsid w:val="006973C7"/>
    <w:rsid w:val="006975C9"/>
    <w:rsid w:val="006976BB"/>
    <w:rsid w:val="0069770A"/>
    <w:rsid w:val="00697723"/>
    <w:rsid w:val="0069788B"/>
    <w:rsid w:val="0069799A"/>
    <w:rsid w:val="00697A0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8D1"/>
    <w:rsid w:val="006A1CFA"/>
    <w:rsid w:val="006A1FE9"/>
    <w:rsid w:val="006A2340"/>
    <w:rsid w:val="006A2B23"/>
    <w:rsid w:val="006A342B"/>
    <w:rsid w:val="006A382E"/>
    <w:rsid w:val="006A39E0"/>
    <w:rsid w:val="006A3DCE"/>
    <w:rsid w:val="006A3FD0"/>
    <w:rsid w:val="006A41E6"/>
    <w:rsid w:val="006A5292"/>
    <w:rsid w:val="006A561D"/>
    <w:rsid w:val="006A5650"/>
    <w:rsid w:val="006A5659"/>
    <w:rsid w:val="006A5801"/>
    <w:rsid w:val="006A5ABE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0CDB"/>
    <w:rsid w:val="006B0F1A"/>
    <w:rsid w:val="006B13BA"/>
    <w:rsid w:val="006B1404"/>
    <w:rsid w:val="006B15E4"/>
    <w:rsid w:val="006B173E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4C94"/>
    <w:rsid w:val="006B50ED"/>
    <w:rsid w:val="006B52C2"/>
    <w:rsid w:val="006B588C"/>
    <w:rsid w:val="006B5A7B"/>
    <w:rsid w:val="006B6036"/>
    <w:rsid w:val="006B6240"/>
    <w:rsid w:val="006B6280"/>
    <w:rsid w:val="006B7649"/>
    <w:rsid w:val="006B79B5"/>
    <w:rsid w:val="006C08EF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B9"/>
    <w:rsid w:val="006C28E1"/>
    <w:rsid w:val="006C2B75"/>
    <w:rsid w:val="006C2DE1"/>
    <w:rsid w:val="006C2F73"/>
    <w:rsid w:val="006C3119"/>
    <w:rsid w:val="006C329C"/>
    <w:rsid w:val="006C3818"/>
    <w:rsid w:val="006C3B9C"/>
    <w:rsid w:val="006C3DDA"/>
    <w:rsid w:val="006C3E33"/>
    <w:rsid w:val="006C41DB"/>
    <w:rsid w:val="006C4258"/>
    <w:rsid w:val="006C4514"/>
    <w:rsid w:val="006C46B0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DE"/>
    <w:rsid w:val="006C75F8"/>
    <w:rsid w:val="006C7658"/>
    <w:rsid w:val="006C7A53"/>
    <w:rsid w:val="006C7BB8"/>
    <w:rsid w:val="006D0314"/>
    <w:rsid w:val="006D033B"/>
    <w:rsid w:val="006D06D5"/>
    <w:rsid w:val="006D09CC"/>
    <w:rsid w:val="006D129B"/>
    <w:rsid w:val="006D136C"/>
    <w:rsid w:val="006D1837"/>
    <w:rsid w:val="006D1E65"/>
    <w:rsid w:val="006D1EBC"/>
    <w:rsid w:val="006D254B"/>
    <w:rsid w:val="006D2756"/>
    <w:rsid w:val="006D29A9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898"/>
    <w:rsid w:val="006E19BF"/>
    <w:rsid w:val="006E1D73"/>
    <w:rsid w:val="006E1E80"/>
    <w:rsid w:val="006E2251"/>
    <w:rsid w:val="006E251D"/>
    <w:rsid w:val="006E2E7F"/>
    <w:rsid w:val="006E302C"/>
    <w:rsid w:val="006E401B"/>
    <w:rsid w:val="006E4B6D"/>
    <w:rsid w:val="006E4BB5"/>
    <w:rsid w:val="006E4EF9"/>
    <w:rsid w:val="006E5122"/>
    <w:rsid w:val="006E517B"/>
    <w:rsid w:val="006E54C6"/>
    <w:rsid w:val="006E5BF2"/>
    <w:rsid w:val="006E5CAE"/>
    <w:rsid w:val="006E6512"/>
    <w:rsid w:val="006E6DDB"/>
    <w:rsid w:val="006E6E6C"/>
    <w:rsid w:val="006E6E85"/>
    <w:rsid w:val="006E7342"/>
    <w:rsid w:val="006E7533"/>
    <w:rsid w:val="006E7F69"/>
    <w:rsid w:val="006E7FA5"/>
    <w:rsid w:val="006F0B08"/>
    <w:rsid w:val="006F0B42"/>
    <w:rsid w:val="006F0BEE"/>
    <w:rsid w:val="006F0D47"/>
    <w:rsid w:val="006F145C"/>
    <w:rsid w:val="006F1969"/>
    <w:rsid w:val="006F199F"/>
    <w:rsid w:val="006F1BCE"/>
    <w:rsid w:val="006F33D4"/>
    <w:rsid w:val="006F3574"/>
    <w:rsid w:val="006F35E0"/>
    <w:rsid w:val="006F3A07"/>
    <w:rsid w:val="006F3BDB"/>
    <w:rsid w:val="006F4555"/>
    <w:rsid w:val="006F45B2"/>
    <w:rsid w:val="006F46E7"/>
    <w:rsid w:val="006F4B74"/>
    <w:rsid w:val="006F4E9F"/>
    <w:rsid w:val="006F4EEB"/>
    <w:rsid w:val="006F5C78"/>
    <w:rsid w:val="006F6031"/>
    <w:rsid w:val="006F66B5"/>
    <w:rsid w:val="006F6796"/>
    <w:rsid w:val="006F6D08"/>
    <w:rsid w:val="006F6F80"/>
    <w:rsid w:val="006F7343"/>
    <w:rsid w:val="006F73F6"/>
    <w:rsid w:val="006F74E2"/>
    <w:rsid w:val="006F7B6E"/>
    <w:rsid w:val="006F7DAC"/>
    <w:rsid w:val="0070048F"/>
    <w:rsid w:val="00700FE2"/>
    <w:rsid w:val="00701009"/>
    <w:rsid w:val="00701536"/>
    <w:rsid w:val="0070189F"/>
    <w:rsid w:val="00701A37"/>
    <w:rsid w:val="00701BF7"/>
    <w:rsid w:val="00701E59"/>
    <w:rsid w:val="00702347"/>
    <w:rsid w:val="007026C8"/>
    <w:rsid w:val="007028E9"/>
    <w:rsid w:val="00702901"/>
    <w:rsid w:val="00702DD3"/>
    <w:rsid w:val="0070308C"/>
    <w:rsid w:val="007034C5"/>
    <w:rsid w:val="0070394C"/>
    <w:rsid w:val="007039EE"/>
    <w:rsid w:val="00703BA5"/>
    <w:rsid w:val="00704154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6F34"/>
    <w:rsid w:val="0070700B"/>
    <w:rsid w:val="007070F1"/>
    <w:rsid w:val="00707346"/>
    <w:rsid w:val="00707453"/>
    <w:rsid w:val="00707690"/>
    <w:rsid w:val="007077BC"/>
    <w:rsid w:val="007079DE"/>
    <w:rsid w:val="00707C72"/>
    <w:rsid w:val="00707CB4"/>
    <w:rsid w:val="00707F72"/>
    <w:rsid w:val="00710092"/>
    <w:rsid w:val="00710ACB"/>
    <w:rsid w:val="00710D01"/>
    <w:rsid w:val="00710E3C"/>
    <w:rsid w:val="0071156D"/>
    <w:rsid w:val="00711A16"/>
    <w:rsid w:val="00711AD8"/>
    <w:rsid w:val="00711C28"/>
    <w:rsid w:val="00712262"/>
    <w:rsid w:val="0071262B"/>
    <w:rsid w:val="00712A9F"/>
    <w:rsid w:val="00712B60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0E21"/>
    <w:rsid w:val="007210DD"/>
    <w:rsid w:val="0072186B"/>
    <w:rsid w:val="0072266F"/>
    <w:rsid w:val="007226A2"/>
    <w:rsid w:val="00722DA9"/>
    <w:rsid w:val="00722F07"/>
    <w:rsid w:val="00723887"/>
    <w:rsid w:val="00724B30"/>
    <w:rsid w:val="00724BB5"/>
    <w:rsid w:val="00725153"/>
    <w:rsid w:val="00725578"/>
    <w:rsid w:val="007255CF"/>
    <w:rsid w:val="00725D24"/>
    <w:rsid w:val="0072602A"/>
    <w:rsid w:val="00726166"/>
    <w:rsid w:val="00726459"/>
    <w:rsid w:val="00726799"/>
    <w:rsid w:val="00726870"/>
    <w:rsid w:val="00726DD7"/>
    <w:rsid w:val="00726ECD"/>
    <w:rsid w:val="00726F8A"/>
    <w:rsid w:val="00727155"/>
    <w:rsid w:val="007272F8"/>
    <w:rsid w:val="00727451"/>
    <w:rsid w:val="007279D3"/>
    <w:rsid w:val="00727B9C"/>
    <w:rsid w:val="00727F4E"/>
    <w:rsid w:val="00730510"/>
    <w:rsid w:val="00730521"/>
    <w:rsid w:val="0073089B"/>
    <w:rsid w:val="00731236"/>
    <w:rsid w:val="007313D4"/>
    <w:rsid w:val="007313E4"/>
    <w:rsid w:val="007314B7"/>
    <w:rsid w:val="00731EF5"/>
    <w:rsid w:val="00731FB2"/>
    <w:rsid w:val="00732043"/>
    <w:rsid w:val="0073245E"/>
    <w:rsid w:val="00732500"/>
    <w:rsid w:val="00732615"/>
    <w:rsid w:val="0073289D"/>
    <w:rsid w:val="00732A4B"/>
    <w:rsid w:val="00733336"/>
    <w:rsid w:val="007337BA"/>
    <w:rsid w:val="007337C7"/>
    <w:rsid w:val="00733A03"/>
    <w:rsid w:val="00734477"/>
    <w:rsid w:val="00734479"/>
    <w:rsid w:val="00734862"/>
    <w:rsid w:val="00735020"/>
    <w:rsid w:val="00735563"/>
    <w:rsid w:val="0073577D"/>
    <w:rsid w:val="00735D69"/>
    <w:rsid w:val="007360E5"/>
    <w:rsid w:val="0073633A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21"/>
    <w:rsid w:val="0074023D"/>
    <w:rsid w:val="0074027E"/>
    <w:rsid w:val="007402E6"/>
    <w:rsid w:val="00740459"/>
    <w:rsid w:val="0074061D"/>
    <w:rsid w:val="00740639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D35"/>
    <w:rsid w:val="00742E70"/>
    <w:rsid w:val="00742EF7"/>
    <w:rsid w:val="007435FA"/>
    <w:rsid w:val="00743715"/>
    <w:rsid w:val="007437D2"/>
    <w:rsid w:val="00743A38"/>
    <w:rsid w:val="00744481"/>
    <w:rsid w:val="00744833"/>
    <w:rsid w:val="00744C26"/>
    <w:rsid w:val="00744C3C"/>
    <w:rsid w:val="007451F3"/>
    <w:rsid w:val="00745279"/>
    <w:rsid w:val="007457FB"/>
    <w:rsid w:val="00745AB7"/>
    <w:rsid w:val="00745DF5"/>
    <w:rsid w:val="00746040"/>
    <w:rsid w:val="0074608D"/>
    <w:rsid w:val="007460A2"/>
    <w:rsid w:val="0074664F"/>
    <w:rsid w:val="0074683F"/>
    <w:rsid w:val="00746CCA"/>
    <w:rsid w:val="00747047"/>
    <w:rsid w:val="00747484"/>
    <w:rsid w:val="00747848"/>
    <w:rsid w:val="00747A7B"/>
    <w:rsid w:val="00747E2C"/>
    <w:rsid w:val="00750361"/>
    <w:rsid w:val="007504BD"/>
    <w:rsid w:val="007504FD"/>
    <w:rsid w:val="007507C3"/>
    <w:rsid w:val="00750809"/>
    <w:rsid w:val="0075081B"/>
    <w:rsid w:val="0075087A"/>
    <w:rsid w:val="00750A30"/>
    <w:rsid w:val="00750B62"/>
    <w:rsid w:val="00750B80"/>
    <w:rsid w:val="0075112F"/>
    <w:rsid w:val="007514E3"/>
    <w:rsid w:val="007517FB"/>
    <w:rsid w:val="00751806"/>
    <w:rsid w:val="00751A2D"/>
    <w:rsid w:val="00751B93"/>
    <w:rsid w:val="00752655"/>
    <w:rsid w:val="00752E99"/>
    <w:rsid w:val="00753214"/>
    <w:rsid w:val="007533A5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7007"/>
    <w:rsid w:val="00757178"/>
    <w:rsid w:val="007572D7"/>
    <w:rsid w:val="00757A11"/>
    <w:rsid w:val="00757A5D"/>
    <w:rsid w:val="00760CE6"/>
    <w:rsid w:val="00760F11"/>
    <w:rsid w:val="00760F6E"/>
    <w:rsid w:val="00761486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3E2"/>
    <w:rsid w:val="007645F6"/>
    <w:rsid w:val="00764693"/>
    <w:rsid w:val="00764F5E"/>
    <w:rsid w:val="007652D5"/>
    <w:rsid w:val="0076535D"/>
    <w:rsid w:val="00765866"/>
    <w:rsid w:val="007658E6"/>
    <w:rsid w:val="007661B8"/>
    <w:rsid w:val="00766614"/>
    <w:rsid w:val="007667C6"/>
    <w:rsid w:val="0076682B"/>
    <w:rsid w:val="00766B0B"/>
    <w:rsid w:val="00766B92"/>
    <w:rsid w:val="00767753"/>
    <w:rsid w:val="00770242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247A"/>
    <w:rsid w:val="00772736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5DDE"/>
    <w:rsid w:val="00776026"/>
    <w:rsid w:val="00776741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AD5"/>
    <w:rsid w:val="00780E06"/>
    <w:rsid w:val="00781123"/>
    <w:rsid w:val="00781E07"/>
    <w:rsid w:val="0078202A"/>
    <w:rsid w:val="00782191"/>
    <w:rsid w:val="007827AB"/>
    <w:rsid w:val="007828E5"/>
    <w:rsid w:val="00782C83"/>
    <w:rsid w:val="00782E31"/>
    <w:rsid w:val="00782E6D"/>
    <w:rsid w:val="00783343"/>
    <w:rsid w:val="00783867"/>
    <w:rsid w:val="007843A4"/>
    <w:rsid w:val="0078446B"/>
    <w:rsid w:val="00784D8F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CB"/>
    <w:rsid w:val="00792FF9"/>
    <w:rsid w:val="00793026"/>
    <w:rsid w:val="007931E5"/>
    <w:rsid w:val="00793413"/>
    <w:rsid w:val="007934CE"/>
    <w:rsid w:val="007939D0"/>
    <w:rsid w:val="007939EB"/>
    <w:rsid w:val="00793F0C"/>
    <w:rsid w:val="00794F19"/>
    <w:rsid w:val="007950EB"/>
    <w:rsid w:val="0079531C"/>
    <w:rsid w:val="00795A68"/>
    <w:rsid w:val="0079673D"/>
    <w:rsid w:val="00796A4F"/>
    <w:rsid w:val="00796ADC"/>
    <w:rsid w:val="00796B59"/>
    <w:rsid w:val="00797C1F"/>
    <w:rsid w:val="00797CB6"/>
    <w:rsid w:val="00797D98"/>
    <w:rsid w:val="007A0152"/>
    <w:rsid w:val="007A028D"/>
    <w:rsid w:val="007A1280"/>
    <w:rsid w:val="007A199E"/>
    <w:rsid w:val="007A1AE9"/>
    <w:rsid w:val="007A1CEA"/>
    <w:rsid w:val="007A203F"/>
    <w:rsid w:val="007A20EF"/>
    <w:rsid w:val="007A2790"/>
    <w:rsid w:val="007A29A3"/>
    <w:rsid w:val="007A2B3B"/>
    <w:rsid w:val="007A2B47"/>
    <w:rsid w:val="007A2C48"/>
    <w:rsid w:val="007A3226"/>
    <w:rsid w:val="007A3798"/>
    <w:rsid w:val="007A4194"/>
    <w:rsid w:val="007A43B5"/>
    <w:rsid w:val="007A4E1F"/>
    <w:rsid w:val="007A519F"/>
    <w:rsid w:val="007A5A2A"/>
    <w:rsid w:val="007A5CDF"/>
    <w:rsid w:val="007A60E7"/>
    <w:rsid w:val="007A61BB"/>
    <w:rsid w:val="007A62E5"/>
    <w:rsid w:val="007A72F7"/>
    <w:rsid w:val="007A7689"/>
    <w:rsid w:val="007A7969"/>
    <w:rsid w:val="007A79A2"/>
    <w:rsid w:val="007A79B2"/>
    <w:rsid w:val="007A7A90"/>
    <w:rsid w:val="007B0312"/>
    <w:rsid w:val="007B06E4"/>
    <w:rsid w:val="007B085E"/>
    <w:rsid w:val="007B0BEE"/>
    <w:rsid w:val="007B101F"/>
    <w:rsid w:val="007B10DD"/>
    <w:rsid w:val="007B1985"/>
    <w:rsid w:val="007B1BCC"/>
    <w:rsid w:val="007B1E2C"/>
    <w:rsid w:val="007B27BE"/>
    <w:rsid w:val="007B2931"/>
    <w:rsid w:val="007B2E54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67E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ED"/>
    <w:rsid w:val="007C3868"/>
    <w:rsid w:val="007C3E05"/>
    <w:rsid w:val="007C3E31"/>
    <w:rsid w:val="007C4061"/>
    <w:rsid w:val="007C4077"/>
    <w:rsid w:val="007C4134"/>
    <w:rsid w:val="007C4C56"/>
    <w:rsid w:val="007C51E9"/>
    <w:rsid w:val="007C5771"/>
    <w:rsid w:val="007C585B"/>
    <w:rsid w:val="007C5CD4"/>
    <w:rsid w:val="007C687D"/>
    <w:rsid w:val="007C6B0B"/>
    <w:rsid w:val="007C6C3D"/>
    <w:rsid w:val="007C70EA"/>
    <w:rsid w:val="007C72C8"/>
    <w:rsid w:val="007C74E7"/>
    <w:rsid w:val="007C76D6"/>
    <w:rsid w:val="007C7A7F"/>
    <w:rsid w:val="007C7BF9"/>
    <w:rsid w:val="007D00B0"/>
    <w:rsid w:val="007D02EE"/>
    <w:rsid w:val="007D0491"/>
    <w:rsid w:val="007D04C1"/>
    <w:rsid w:val="007D07C6"/>
    <w:rsid w:val="007D0946"/>
    <w:rsid w:val="007D0DA8"/>
    <w:rsid w:val="007D10D3"/>
    <w:rsid w:val="007D189A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4064"/>
    <w:rsid w:val="007D41C1"/>
    <w:rsid w:val="007D42E5"/>
    <w:rsid w:val="007D46EF"/>
    <w:rsid w:val="007D46FD"/>
    <w:rsid w:val="007D4BC8"/>
    <w:rsid w:val="007D4F98"/>
    <w:rsid w:val="007D5295"/>
    <w:rsid w:val="007D5B5B"/>
    <w:rsid w:val="007D67B3"/>
    <w:rsid w:val="007D6A52"/>
    <w:rsid w:val="007D6BF2"/>
    <w:rsid w:val="007D6C3E"/>
    <w:rsid w:val="007D6FAE"/>
    <w:rsid w:val="007D75C7"/>
    <w:rsid w:val="007D772C"/>
    <w:rsid w:val="007E0238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5A1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0923"/>
    <w:rsid w:val="007F092F"/>
    <w:rsid w:val="007F1251"/>
    <w:rsid w:val="007F161E"/>
    <w:rsid w:val="007F1C9F"/>
    <w:rsid w:val="007F2F52"/>
    <w:rsid w:val="007F2F8B"/>
    <w:rsid w:val="007F338C"/>
    <w:rsid w:val="007F3576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54E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CD"/>
    <w:rsid w:val="0080312F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8ED"/>
    <w:rsid w:val="00807391"/>
    <w:rsid w:val="0080772E"/>
    <w:rsid w:val="008102C9"/>
    <w:rsid w:val="00810517"/>
    <w:rsid w:val="00811026"/>
    <w:rsid w:val="00811438"/>
    <w:rsid w:val="008116E7"/>
    <w:rsid w:val="00811930"/>
    <w:rsid w:val="00811B82"/>
    <w:rsid w:val="00811D47"/>
    <w:rsid w:val="008122B9"/>
    <w:rsid w:val="0081267E"/>
    <w:rsid w:val="0081272B"/>
    <w:rsid w:val="008127C2"/>
    <w:rsid w:val="00812830"/>
    <w:rsid w:val="00812EFE"/>
    <w:rsid w:val="008131A6"/>
    <w:rsid w:val="008132E8"/>
    <w:rsid w:val="008135A4"/>
    <w:rsid w:val="008136ED"/>
    <w:rsid w:val="00813E4D"/>
    <w:rsid w:val="0081430C"/>
    <w:rsid w:val="00814AC2"/>
    <w:rsid w:val="00814EB5"/>
    <w:rsid w:val="00814EC8"/>
    <w:rsid w:val="00815073"/>
    <w:rsid w:val="008152AB"/>
    <w:rsid w:val="008156BA"/>
    <w:rsid w:val="00815787"/>
    <w:rsid w:val="00815836"/>
    <w:rsid w:val="008160CD"/>
    <w:rsid w:val="0081627E"/>
    <w:rsid w:val="0081654A"/>
    <w:rsid w:val="0081716C"/>
    <w:rsid w:val="008172D1"/>
    <w:rsid w:val="008172E9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36F"/>
    <w:rsid w:val="008234E9"/>
    <w:rsid w:val="008237A7"/>
    <w:rsid w:val="0082383A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0BFF"/>
    <w:rsid w:val="00831150"/>
    <w:rsid w:val="00831254"/>
    <w:rsid w:val="008312A0"/>
    <w:rsid w:val="0083164A"/>
    <w:rsid w:val="008319C8"/>
    <w:rsid w:val="00831FE8"/>
    <w:rsid w:val="008323B8"/>
    <w:rsid w:val="00832474"/>
    <w:rsid w:val="00832749"/>
    <w:rsid w:val="00833242"/>
    <w:rsid w:val="00833425"/>
    <w:rsid w:val="008334DD"/>
    <w:rsid w:val="00833678"/>
    <w:rsid w:val="0083370B"/>
    <w:rsid w:val="00833BC8"/>
    <w:rsid w:val="00833EE7"/>
    <w:rsid w:val="00833EEF"/>
    <w:rsid w:val="008340F5"/>
    <w:rsid w:val="00834244"/>
    <w:rsid w:val="0083466A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6B6"/>
    <w:rsid w:val="008359CD"/>
    <w:rsid w:val="00835CF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20"/>
    <w:rsid w:val="00841A96"/>
    <w:rsid w:val="00841E41"/>
    <w:rsid w:val="00842A8B"/>
    <w:rsid w:val="00842B99"/>
    <w:rsid w:val="00842D2D"/>
    <w:rsid w:val="00842D39"/>
    <w:rsid w:val="00843820"/>
    <w:rsid w:val="00843AA6"/>
    <w:rsid w:val="00843B11"/>
    <w:rsid w:val="00843EA0"/>
    <w:rsid w:val="00843FE8"/>
    <w:rsid w:val="00844194"/>
    <w:rsid w:val="0084419E"/>
    <w:rsid w:val="008446A3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6C87"/>
    <w:rsid w:val="008470D1"/>
    <w:rsid w:val="00847386"/>
    <w:rsid w:val="00847504"/>
    <w:rsid w:val="00847A12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65D"/>
    <w:rsid w:val="00853D4F"/>
    <w:rsid w:val="00853D69"/>
    <w:rsid w:val="00853F66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7"/>
    <w:rsid w:val="00857CA3"/>
    <w:rsid w:val="00857D0A"/>
    <w:rsid w:val="008603C6"/>
    <w:rsid w:val="00860456"/>
    <w:rsid w:val="00860524"/>
    <w:rsid w:val="0086053E"/>
    <w:rsid w:val="008607EA"/>
    <w:rsid w:val="00861732"/>
    <w:rsid w:val="00861935"/>
    <w:rsid w:val="00861C7C"/>
    <w:rsid w:val="00861D6D"/>
    <w:rsid w:val="00862316"/>
    <w:rsid w:val="00862B86"/>
    <w:rsid w:val="00863380"/>
    <w:rsid w:val="0086360A"/>
    <w:rsid w:val="00863D03"/>
    <w:rsid w:val="00864329"/>
    <w:rsid w:val="0086434C"/>
    <w:rsid w:val="00865A77"/>
    <w:rsid w:val="00865A9D"/>
    <w:rsid w:val="00865E51"/>
    <w:rsid w:val="008663E4"/>
    <w:rsid w:val="008665B8"/>
    <w:rsid w:val="00866A9F"/>
    <w:rsid w:val="00866E80"/>
    <w:rsid w:val="00867742"/>
    <w:rsid w:val="008678B2"/>
    <w:rsid w:val="0086799A"/>
    <w:rsid w:val="00867EA1"/>
    <w:rsid w:val="00867F72"/>
    <w:rsid w:val="008702D3"/>
    <w:rsid w:val="00870AB5"/>
    <w:rsid w:val="00870B40"/>
    <w:rsid w:val="00870D0F"/>
    <w:rsid w:val="008712CB"/>
    <w:rsid w:val="008714EE"/>
    <w:rsid w:val="00871BF4"/>
    <w:rsid w:val="008721B2"/>
    <w:rsid w:val="00872226"/>
    <w:rsid w:val="00872315"/>
    <w:rsid w:val="0087291C"/>
    <w:rsid w:val="00872B42"/>
    <w:rsid w:val="00872C6A"/>
    <w:rsid w:val="00872CA1"/>
    <w:rsid w:val="00872D79"/>
    <w:rsid w:val="00872F47"/>
    <w:rsid w:val="0087316D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41F"/>
    <w:rsid w:val="00875AF8"/>
    <w:rsid w:val="0087632F"/>
    <w:rsid w:val="008763EA"/>
    <w:rsid w:val="00876724"/>
    <w:rsid w:val="008768A5"/>
    <w:rsid w:val="00876CAB"/>
    <w:rsid w:val="00876E32"/>
    <w:rsid w:val="00876E35"/>
    <w:rsid w:val="00876EC8"/>
    <w:rsid w:val="00876F91"/>
    <w:rsid w:val="0087748E"/>
    <w:rsid w:val="0087797B"/>
    <w:rsid w:val="00877B42"/>
    <w:rsid w:val="00877B8D"/>
    <w:rsid w:val="008800C8"/>
    <w:rsid w:val="00880211"/>
    <w:rsid w:val="00880460"/>
    <w:rsid w:val="00880631"/>
    <w:rsid w:val="00880711"/>
    <w:rsid w:val="00880788"/>
    <w:rsid w:val="00880A76"/>
    <w:rsid w:val="00880B63"/>
    <w:rsid w:val="008811A4"/>
    <w:rsid w:val="008814C4"/>
    <w:rsid w:val="00881843"/>
    <w:rsid w:val="008819B6"/>
    <w:rsid w:val="00881F69"/>
    <w:rsid w:val="00882481"/>
    <w:rsid w:val="008828B7"/>
    <w:rsid w:val="00882FAF"/>
    <w:rsid w:val="00883792"/>
    <w:rsid w:val="00883FE2"/>
    <w:rsid w:val="008845A6"/>
    <w:rsid w:val="008848D4"/>
    <w:rsid w:val="00884F0B"/>
    <w:rsid w:val="0088537A"/>
    <w:rsid w:val="008855AE"/>
    <w:rsid w:val="008855C2"/>
    <w:rsid w:val="00885793"/>
    <w:rsid w:val="00885AD4"/>
    <w:rsid w:val="00885C92"/>
    <w:rsid w:val="00885FB5"/>
    <w:rsid w:val="00886E39"/>
    <w:rsid w:val="00886F9A"/>
    <w:rsid w:val="00887099"/>
    <w:rsid w:val="008871BD"/>
    <w:rsid w:val="008871E0"/>
    <w:rsid w:val="008874F2"/>
    <w:rsid w:val="00887570"/>
    <w:rsid w:val="00887C81"/>
    <w:rsid w:val="00887CFF"/>
    <w:rsid w:val="008904E1"/>
    <w:rsid w:val="00890B89"/>
    <w:rsid w:val="00891486"/>
    <w:rsid w:val="008914CE"/>
    <w:rsid w:val="00891A0B"/>
    <w:rsid w:val="00891AEB"/>
    <w:rsid w:val="00891D00"/>
    <w:rsid w:val="00891D8B"/>
    <w:rsid w:val="00892080"/>
    <w:rsid w:val="0089231B"/>
    <w:rsid w:val="00892D80"/>
    <w:rsid w:val="00892F2D"/>
    <w:rsid w:val="0089311F"/>
    <w:rsid w:val="00893160"/>
    <w:rsid w:val="008931B2"/>
    <w:rsid w:val="00893277"/>
    <w:rsid w:val="00894245"/>
    <w:rsid w:val="00894F66"/>
    <w:rsid w:val="00895179"/>
    <w:rsid w:val="0089536D"/>
    <w:rsid w:val="00895542"/>
    <w:rsid w:val="00895C08"/>
    <w:rsid w:val="00895CB3"/>
    <w:rsid w:val="00895EA7"/>
    <w:rsid w:val="00895FB9"/>
    <w:rsid w:val="008960E6"/>
    <w:rsid w:val="00896143"/>
    <w:rsid w:val="0089627F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63E"/>
    <w:rsid w:val="008A1744"/>
    <w:rsid w:val="008A1932"/>
    <w:rsid w:val="008A1D84"/>
    <w:rsid w:val="008A1DB2"/>
    <w:rsid w:val="008A1DBB"/>
    <w:rsid w:val="008A228D"/>
    <w:rsid w:val="008A2444"/>
    <w:rsid w:val="008A283E"/>
    <w:rsid w:val="008A29E4"/>
    <w:rsid w:val="008A2E28"/>
    <w:rsid w:val="008A3738"/>
    <w:rsid w:val="008A393B"/>
    <w:rsid w:val="008A3D29"/>
    <w:rsid w:val="008A4135"/>
    <w:rsid w:val="008A4B10"/>
    <w:rsid w:val="008A4D61"/>
    <w:rsid w:val="008A5030"/>
    <w:rsid w:val="008A5D68"/>
    <w:rsid w:val="008A603E"/>
    <w:rsid w:val="008A63D5"/>
    <w:rsid w:val="008A6480"/>
    <w:rsid w:val="008A69CA"/>
    <w:rsid w:val="008A6FF0"/>
    <w:rsid w:val="008A7075"/>
    <w:rsid w:val="008A7288"/>
    <w:rsid w:val="008A752E"/>
    <w:rsid w:val="008A7710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39D6"/>
    <w:rsid w:val="008B423B"/>
    <w:rsid w:val="008B4DF0"/>
    <w:rsid w:val="008B55E7"/>
    <w:rsid w:val="008B62D5"/>
    <w:rsid w:val="008B6CF9"/>
    <w:rsid w:val="008B6E33"/>
    <w:rsid w:val="008B6E5D"/>
    <w:rsid w:val="008B6E91"/>
    <w:rsid w:val="008B75FE"/>
    <w:rsid w:val="008B765D"/>
    <w:rsid w:val="008B7BD5"/>
    <w:rsid w:val="008C0A63"/>
    <w:rsid w:val="008C0BB5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C7E6C"/>
    <w:rsid w:val="008D005B"/>
    <w:rsid w:val="008D0771"/>
    <w:rsid w:val="008D0966"/>
    <w:rsid w:val="008D0CE8"/>
    <w:rsid w:val="008D17CA"/>
    <w:rsid w:val="008D1993"/>
    <w:rsid w:val="008D1E8E"/>
    <w:rsid w:val="008D21A1"/>
    <w:rsid w:val="008D22A6"/>
    <w:rsid w:val="008D267B"/>
    <w:rsid w:val="008D28D2"/>
    <w:rsid w:val="008D2A98"/>
    <w:rsid w:val="008D2B83"/>
    <w:rsid w:val="008D2DC3"/>
    <w:rsid w:val="008D2DD2"/>
    <w:rsid w:val="008D3585"/>
    <w:rsid w:val="008D362F"/>
    <w:rsid w:val="008D3862"/>
    <w:rsid w:val="008D394C"/>
    <w:rsid w:val="008D42FE"/>
    <w:rsid w:val="008D47F7"/>
    <w:rsid w:val="008D47FE"/>
    <w:rsid w:val="008D48AF"/>
    <w:rsid w:val="008D4CD4"/>
    <w:rsid w:val="008D4DD6"/>
    <w:rsid w:val="008D4DE7"/>
    <w:rsid w:val="008D4E4F"/>
    <w:rsid w:val="008D51D4"/>
    <w:rsid w:val="008D53C3"/>
    <w:rsid w:val="008D53D8"/>
    <w:rsid w:val="008D555E"/>
    <w:rsid w:val="008D56FC"/>
    <w:rsid w:val="008D579B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0F"/>
    <w:rsid w:val="008D7D95"/>
    <w:rsid w:val="008E02D6"/>
    <w:rsid w:val="008E0ECD"/>
    <w:rsid w:val="008E0F55"/>
    <w:rsid w:val="008E12E4"/>
    <w:rsid w:val="008E1398"/>
    <w:rsid w:val="008E16CA"/>
    <w:rsid w:val="008E1883"/>
    <w:rsid w:val="008E18A7"/>
    <w:rsid w:val="008E1A81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A1"/>
    <w:rsid w:val="008E3F6F"/>
    <w:rsid w:val="008E4007"/>
    <w:rsid w:val="008E4133"/>
    <w:rsid w:val="008E4473"/>
    <w:rsid w:val="008E49F6"/>
    <w:rsid w:val="008E4D86"/>
    <w:rsid w:val="008E4D8A"/>
    <w:rsid w:val="008E55CA"/>
    <w:rsid w:val="008E5A0C"/>
    <w:rsid w:val="008E5BEF"/>
    <w:rsid w:val="008E5CF2"/>
    <w:rsid w:val="008E621C"/>
    <w:rsid w:val="008E6472"/>
    <w:rsid w:val="008E6A52"/>
    <w:rsid w:val="008E7772"/>
    <w:rsid w:val="008E7AD4"/>
    <w:rsid w:val="008E7CCD"/>
    <w:rsid w:val="008E7E9F"/>
    <w:rsid w:val="008F00B1"/>
    <w:rsid w:val="008F0463"/>
    <w:rsid w:val="008F06B6"/>
    <w:rsid w:val="008F0732"/>
    <w:rsid w:val="008F0BCD"/>
    <w:rsid w:val="008F0DEE"/>
    <w:rsid w:val="008F12D0"/>
    <w:rsid w:val="008F1545"/>
    <w:rsid w:val="008F17B3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4D2"/>
    <w:rsid w:val="008F3C25"/>
    <w:rsid w:val="008F3D06"/>
    <w:rsid w:val="008F41D2"/>
    <w:rsid w:val="008F4E0B"/>
    <w:rsid w:val="008F5279"/>
    <w:rsid w:val="008F5A12"/>
    <w:rsid w:val="008F5A1F"/>
    <w:rsid w:val="008F5AFA"/>
    <w:rsid w:val="008F5DA6"/>
    <w:rsid w:val="008F6905"/>
    <w:rsid w:val="008F6A22"/>
    <w:rsid w:val="008F6BCA"/>
    <w:rsid w:val="008F6E15"/>
    <w:rsid w:val="008F7012"/>
    <w:rsid w:val="008F71A5"/>
    <w:rsid w:val="008F7767"/>
    <w:rsid w:val="008F7985"/>
    <w:rsid w:val="008F7ADF"/>
    <w:rsid w:val="0090006F"/>
    <w:rsid w:val="009000FF"/>
    <w:rsid w:val="00900977"/>
    <w:rsid w:val="009009E6"/>
    <w:rsid w:val="00900A14"/>
    <w:rsid w:val="00900AFE"/>
    <w:rsid w:val="00900D28"/>
    <w:rsid w:val="00901116"/>
    <w:rsid w:val="0090160F"/>
    <w:rsid w:val="00901770"/>
    <w:rsid w:val="00901944"/>
    <w:rsid w:val="00901995"/>
    <w:rsid w:val="00902168"/>
    <w:rsid w:val="00902A8E"/>
    <w:rsid w:val="009032FA"/>
    <w:rsid w:val="00903389"/>
    <w:rsid w:val="009033DE"/>
    <w:rsid w:val="00903C26"/>
    <w:rsid w:val="00903C96"/>
    <w:rsid w:val="00903FDF"/>
    <w:rsid w:val="00904113"/>
    <w:rsid w:val="009041AA"/>
    <w:rsid w:val="0090475F"/>
    <w:rsid w:val="009049A4"/>
    <w:rsid w:val="00904A7C"/>
    <w:rsid w:val="00904DF3"/>
    <w:rsid w:val="00904E5B"/>
    <w:rsid w:val="009051F8"/>
    <w:rsid w:val="0090587A"/>
    <w:rsid w:val="009063CF"/>
    <w:rsid w:val="00906894"/>
    <w:rsid w:val="009069DF"/>
    <w:rsid w:val="00906FC8"/>
    <w:rsid w:val="00906FE4"/>
    <w:rsid w:val="009078A5"/>
    <w:rsid w:val="00907AA4"/>
    <w:rsid w:val="00907F29"/>
    <w:rsid w:val="00910279"/>
    <w:rsid w:val="009107E1"/>
    <w:rsid w:val="00910819"/>
    <w:rsid w:val="009112E1"/>
    <w:rsid w:val="009113C8"/>
    <w:rsid w:val="0091143E"/>
    <w:rsid w:val="009115A2"/>
    <w:rsid w:val="009120BE"/>
    <w:rsid w:val="00912A93"/>
    <w:rsid w:val="009130D3"/>
    <w:rsid w:val="00913279"/>
    <w:rsid w:val="0091394C"/>
    <w:rsid w:val="009139B3"/>
    <w:rsid w:val="00913C24"/>
    <w:rsid w:val="0091400C"/>
    <w:rsid w:val="00914908"/>
    <w:rsid w:val="00914C98"/>
    <w:rsid w:val="009151E8"/>
    <w:rsid w:val="00915499"/>
    <w:rsid w:val="00915A93"/>
    <w:rsid w:val="00915AA9"/>
    <w:rsid w:val="00915B7C"/>
    <w:rsid w:val="00915E65"/>
    <w:rsid w:val="00916221"/>
    <w:rsid w:val="0091699E"/>
    <w:rsid w:val="009170F7"/>
    <w:rsid w:val="0091710A"/>
    <w:rsid w:val="009174AC"/>
    <w:rsid w:val="009177F0"/>
    <w:rsid w:val="00917B7B"/>
    <w:rsid w:val="0092029F"/>
    <w:rsid w:val="00920359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A58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22"/>
    <w:rsid w:val="00933971"/>
    <w:rsid w:val="00933D0F"/>
    <w:rsid w:val="00933EA2"/>
    <w:rsid w:val="00934355"/>
    <w:rsid w:val="0093487F"/>
    <w:rsid w:val="00934D24"/>
    <w:rsid w:val="00934F09"/>
    <w:rsid w:val="0093524D"/>
    <w:rsid w:val="009353CA"/>
    <w:rsid w:val="00935421"/>
    <w:rsid w:val="009356CE"/>
    <w:rsid w:val="00935C11"/>
    <w:rsid w:val="00935EE4"/>
    <w:rsid w:val="00936233"/>
    <w:rsid w:val="00936243"/>
    <w:rsid w:val="00936EAB"/>
    <w:rsid w:val="009370FC"/>
    <w:rsid w:val="009373DA"/>
    <w:rsid w:val="0093770B"/>
    <w:rsid w:val="00937D7C"/>
    <w:rsid w:val="00940588"/>
    <w:rsid w:val="00940684"/>
    <w:rsid w:val="00940F81"/>
    <w:rsid w:val="00941182"/>
    <w:rsid w:val="0094121F"/>
    <w:rsid w:val="009412FD"/>
    <w:rsid w:val="00941462"/>
    <w:rsid w:val="00941958"/>
    <w:rsid w:val="0094228D"/>
    <w:rsid w:val="0094279E"/>
    <w:rsid w:val="009427DE"/>
    <w:rsid w:val="00942E75"/>
    <w:rsid w:val="00943156"/>
    <w:rsid w:val="00943417"/>
    <w:rsid w:val="00943612"/>
    <w:rsid w:val="00943986"/>
    <w:rsid w:val="00943FDD"/>
    <w:rsid w:val="0094414B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6FAE"/>
    <w:rsid w:val="00947B61"/>
    <w:rsid w:val="00947CC3"/>
    <w:rsid w:val="00950692"/>
    <w:rsid w:val="00950EA0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2D59"/>
    <w:rsid w:val="00953410"/>
    <w:rsid w:val="00953499"/>
    <w:rsid w:val="00953983"/>
    <w:rsid w:val="00953A30"/>
    <w:rsid w:val="00953BA2"/>
    <w:rsid w:val="00954063"/>
    <w:rsid w:val="009541B1"/>
    <w:rsid w:val="009542E5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57FC2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280B"/>
    <w:rsid w:val="009631DF"/>
    <w:rsid w:val="009631E5"/>
    <w:rsid w:val="0096341D"/>
    <w:rsid w:val="00963436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185"/>
    <w:rsid w:val="00965E76"/>
    <w:rsid w:val="00966149"/>
    <w:rsid w:val="009662B0"/>
    <w:rsid w:val="00966B12"/>
    <w:rsid w:val="00966C20"/>
    <w:rsid w:val="00966C60"/>
    <w:rsid w:val="00966E6A"/>
    <w:rsid w:val="009670DF"/>
    <w:rsid w:val="0096798F"/>
    <w:rsid w:val="0097024E"/>
    <w:rsid w:val="009705C9"/>
    <w:rsid w:val="00970D4C"/>
    <w:rsid w:val="00970E03"/>
    <w:rsid w:val="00971044"/>
    <w:rsid w:val="0097107B"/>
    <w:rsid w:val="00971105"/>
    <w:rsid w:val="009717E6"/>
    <w:rsid w:val="00971A29"/>
    <w:rsid w:val="00971A32"/>
    <w:rsid w:val="00971A7A"/>
    <w:rsid w:val="00971BA5"/>
    <w:rsid w:val="00971C9A"/>
    <w:rsid w:val="00971D6B"/>
    <w:rsid w:val="00971E54"/>
    <w:rsid w:val="00971EFF"/>
    <w:rsid w:val="009725F6"/>
    <w:rsid w:val="00972690"/>
    <w:rsid w:val="00972887"/>
    <w:rsid w:val="00972DD4"/>
    <w:rsid w:val="00972DF3"/>
    <w:rsid w:val="00972FB0"/>
    <w:rsid w:val="00973962"/>
    <w:rsid w:val="00973B2B"/>
    <w:rsid w:val="00973D27"/>
    <w:rsid w:val="00973F9B"/>
    <w:rsid w:val="00973FD1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6A6E"/>
    <w:rsid w:val="00977137"/>
    <w:rsid w:val="00980554"/>
    <w:rsid w:val="0098060D"/>
    <w:rsid w:val="00980D17"/>
    <w:rsid w:val="0098118F"/>
    <w:rsid w:val="0098152A"/>
    <w:rsid w:val="0098188A"/>
    <w:rsid w:val="00981B76"/>
    <w:rsid w:val="00981C76"/>
    <w:rsid w:val="00981D74"/>
    <w:rsid w:val="00982626"/>
    <w:rsid w:val="00982B0E"/>
    <w:rsid w:val="00982B89"/>
    <w:rsid w:val="0098314A"/>
    <w:rsid w:val="009834F3"/>
    <w:rsid w:val="00983906"/>
    <w:rsid w:val="00983CA3"/>
    <w:rsid w:val="00983F14"/>
    <w:rsid w:val="00983FED"/>
    <w:rsid w:val="00984011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4FD"/>
    <w:rsid w:val="009856C7"/>
    <w:rsid w:val="0098572C"/>
    <w:rsid w:val="00985CDA"/>
    <w:rsid w:val="00985F0E"/>
    <w:rsid w:val="00985FD0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770"/>
    <w:rsid w:val="00987973"/>
    <w:rsid w:val="00987A7B"/>
    <w:rsid w:val="00987B4C"/>
    <w:rsid w:val="00987BA5"/>
    <w:rsid w:val="00987D50"/>
    <w:rsid w:val="009900E2"/>
    <w:rsid w:val="0099013E"/>
    <w:rsid w:val="00990498"/>
    <w:rsid w:val="009905F3"/>
    <w:rsid w:val="009906C0"/>
    <w:rsid w:val="00990881"/>
    <w:rsid w:val="00991321"/>
    <w:rsid w:val="00991425"/>
    <w:rsid w:val="009917FE"/>
    <w:rsid w:val="00991CE0"/>
    <w:rsid w:val="00991E17"/>
    <w:rsid w:val="00991F6C"/>
    <w:rsid w:val="00991FED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074"/>
    <w:rsid w:val="00996B50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F33"/>
    <w:rsid w:val="009A42B7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687"/>
    <w:rsid w:val="009A691D"/>
    <w:rsid w:val="009A69D6"/>
    <w:rsid w:val="009A6F97"/>
    <w:rsid w:val="009A6FC9"/>
    <w:rsid w:val="009A7427"/>
    <w:rsid w:val="009A76EF"/>
    <w:rsid w:val="009A7BE9"/>
    <w:rsid w:val="009A7E6C"/>
    <w:rsid w:val="009B0D00"/>
    <w:rsid w:val="009B0D85"/>
    <w:rsid w:val="009B1207"/>
    <w:rsid w:val="009B136B"/>
    <w:rsid w:val="009B1396"/>
    <w:rsid w:val="009B19B3"/>
    <w:rsid w:val="009B1C26"/>
    <w:rsid w:val="009B1FB8"/>
    <w:rsid w:val="009B20B8"/>
    <w:rsid w:val="009B24BD"/>
    <w:rsid w:val="009B2C80"/>
    <w:rsid w:val="009B3111"/>
    <w:rsid w:val="009B3E5A"/>
    <w:rsid w:val="009B3F37"/>
    <w:rsid w:val="009B4623"/>
    <w:rsid w:val="009B4A4A"/>
    <w:rsid w:val="009B525F"/>
    <w:rsid w:val="009B567E"/>
    <w:rsid w:val="009B59DA"/>
    <w:rsid w:val="009B59E8"/>
    <w:rsid w:val="009B5BB4"/>
    <w:rsid w:val="009B623F"/>
    <w:rsid w:val="009B680A"/>
    <w:rsid w:val="009B6E2E"/>
    <w:rsid w:val="009B70C7"/>
    <w:rsid w:val="009B70D6"/>
    <w:rsid w:val="009B7945"/>
    <w:rsid w:val="009B7AE7"/>
    <w:rsid w:val="009B7B0E"/>
    <w:rsid w:val="009C0402"/>
    <w:rsid w:val="009C0B9D"/>
    <w:rsid w:val="009C0BA5"/>
    <w:rsid w:val="009C0D1E"/>
    <w:rsid w:val="009C11BC"/>
    <w:rsid w:val="009C145B"/>
    <w:rsid w:val="009C155F"/>
    <w:rsid w:val="009C15A1"/>
    <w:rsid w:val="009C15E2"/>
    <w:rsid w:val="009C15E8"/>
    <w:rsid w:val="009C1B48"/>
    <w:rsid w:val="009C2180"/>
    <w:rsid w:val="009C2233"/>
    <w:rsid w:val="009C25CE"/>
    <w:rsid w:val="009C283D"/>
    <w:rsid w:val="009C2F33"/>
    <w:rsid w:val="009C3891"/>
    <w:rsid w:val="009C3DCE"/>
    <w:rsid w:val="009C3EF7"/>
    <w:rsid w:val="009C4B59"/>
    <w:rsid w:val="009C4F03"/>
    <w:rsid w:val="009C4FED"/>
    <w:rsid w:val="009C5011"/>
    <w:rsid w:val="009C552B"/>
    <w:rsid w:val="009C577E"/>
    <w:rsid w:val="009C578E"/>
    <w:rsid w:val="009C591B"/>
    <w:rsid w:val="009C5EF2"/>
    <w:rsid w:val="009C6282"/>
    <w:rsid w:val="009C675E"/>
    <w:rsid w:val="009C6A19"/>
    <w:rsid w:val="009C6B35"/>
    <w:rsid w:val="009C6ECC"/>
    <w:rsid w:val="009C70F6"/>
    <w:rsid w:val="009C73CF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A5C"/>
    <w:rsid w:val="009D1BDA"/>
    <w:rsid w:val="009D2BFE"/>
    <w:rsid w:val="009D34AF"/>
    <w:rsid w:val="009D3949"/>
    <w:rsid w:val="009D3B19"/>
    <w:rsid w:val="009D3C12"/>
    <w:rsid w:val="009D3E1F"/>
    <w:rsid w:val="009D4BC0"/>
    <w:rsid w:val="009D54A0"/>
    <w:rsid w:val="009D55F5"/>
    <w:rsid w:val="009D5733"/>
    <w:rsid w:val="009D57A3"/>
    <w:rsid w:val="009D58C2"/>
    <w:rsid w:val="009D597A"/>
    <w:rsid w:val="009D598C"/>
    <w:rsid w:val="009D59F5"/>
    <w:rsid w:val="009D6244"/>
    <w:rsid w:val="009D6276"/>
    <w:rsid w:val="009D6CC1"/>
    <w:rsid w:val="009D726E"/>
    <w:rsid w:val="009D738E"/>
    <w:rsid w:val="009D7650"/>
    <w:rsid w:val="009D7A7A"/>
    <w:rsid w:val="009D7AA2"/>
    <w:rsid w:val="009D7BEB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250C"/>
    <w:rsid w:val="009E26A9"/>
    <w:rsid w:val="009E2702"/>
    <w:rsid w:val="009E298C"/>
    <w:rsid w:val="009E2C87"/>
    <w:rsid w:val="009E2CE1"/>
    <w:rsid w:val="009E3011"/>
    <w:rsid w:val="009E3255"/>
    <w:rsid w:val="009E33BA"/>
    <w:rsid w:val="009E3792"/>
    <w:rsid w:val="009E39E5"/>
    <w:rsid w:val="009E3BB9"/>
    <w:rsid w:val="009E3DDF"/>
    <w:rsid w:val="009E498C"/>
    <w:rsid w:val="009E4FA2"/>
    <w:rsid w:val="009E4FD7"/>
    <w:rsid w:val="009E50FB"/>
    <w:rsid w:val="009E5653"/>
    <w:rsid w:val="009E59BE"/>
    <w:rsid w:val="009E61B5"/>
    <w:rsid w:val="009E6271"/>
    <w:rsid w:val="009E6324"/>
    <w:rsid w:val="009E63FB"/>
    <w:rsid w:val="009E6601"/>
    <w:rsid w:val="009E6A38"/>
    <w:rsid w:val="009E71AB"/>
    <w:rsid w:val="009E7329"/>
    <w:rsid w:val="009E7907"/>
    <w:rsid w:val="009E7CEB"/>
    <w:rsid w:val="009F0213"/>
    <w:rsid w:val="009F0382"/>
    <w:rsid w:val="009F0599"/>
    <w:rsid w:val="009F0F42"/>
    <w:rsid w:val="009F0FF5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91A"/>
    <w:rsid w:val="009F35A2"/>
    <w:rsid w:val="009F35CA"/>
    <w:rsid w:val="009F3AFA"/>
    <w:rsid w:val="009F3CA5"/>
    <w:rsid w:val="009F3D79"/>
    <w:rsid w:val="009F42D3"/>
    <w:rsid w:val="009F4300"/>
    <w:rsid w:val="009F4321"/>
    <w:rsid w:val="009F4569"/>
    <w:rsid w:val="009F5357"/>
    <w:rsid w:val="009F5E79"/>
    <w:rsid w:val="009F6038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9F7F8E"/>
    <w:rsid w:val="00A003BC"/>
    <w:rsid w:val="00A01128"/>
    <w:rsid w:val="00A01185"/>
    <w:rsid w:val="00A017EF"/>
    <w:rsid w:val="00A01826"/>
    <w:rsid w:val="00A0193C"/>
    <w:rsid w:val="00A01BEA"/>
    <w:rsid w:val="00A01C06"/>
    <w:rsid w:val="00A01F3C"/>
    <w:rsid w:val="00A020AD"/>
    <w:rsid w:val="00A0233E"/>
    <w:rsid w:val="00A023C7"/>
    <w:rsid w:val="00A027F1"/>
    <w:rsid w:val="00A02B53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831"/>
    <w:rsid w:val="00A10835"/>
    <w:rsid w:val="00A10B53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8"/>
    <w:rsid w:val="00A11BD8"/>
    <w:rsid w:val="00A11BEF"/>
    <w:rsid w:val="00A11CBC"/>
    <w:rsid w:val="00A11D35"/>
    <w:rsid w:val="00A11F61"/>
    <w:rsid w:val="00A11FE5"/>
    <w:rsid w:val="00A12D1C"/>
    <w:rsid w:val="00A1338A"/>
    <w:rsid w:val="00A13440"/>
    <w:rsid w:val="00A138CE"/>
    <w:rsid w:val="00A13D1D"/>
    <w:rsid w:val="00A1405D"/>
    <w:rsid w:val="00A14394"/>
    <w:rsid w:val="00A144A8"/>
    <w:rsid w:val="00A14BA0"/>
    <w:rsid w:val="00A14EF1"/>
    <w:rsid w:val="00A1532B"/>
    <w:rsid w:val="00A15452"/>
    <w:rsid w:val="00A15A74"/>
    <w:rsid w:val="00A15D04"/>
    <w:rsid w:val="00A15F8B"/>
    <w:rsid w:val="00A16576"/>
    <w:rsid w:val="00A165B1"/>
    <w:rsid w:val="00A16686"/>
    <w:rsid w:val="00A166CE"/>
    <w:rsid w:val="00A16719"/>
    <w:rsid w:val="00A169AE"/>
    <w:rsid w:val="00A16B42"/>
    <w:rsid w:val="00A16BE1"/>
    <w:rsid w:val="00A16EFA"/>
    <w:rsid w:val="00A17024"/>
    <w:rsid w:val="00A1705A"/>
    <w:rsid w:val="00A17383"/>
    <w:rsid w:val="00A179B1"/>
    <w:rsid w:val="00A17F08"/>
    <w:rsid w:val="00A17FD5"/>
    <w:rsid w:val="00A20180"/>
    <w:rsid w:val="00A20B9F"/>
    <w:rsid w:val="00A2105D"/>
    <w:rsid w:val="00A21293"/>
    <w:rsid w:val="00A213A7"/>
    <w:rsid w:val="00A21718"/>
    <w:rsid w:val="00A219A6"/>
    <w:rsid w:val="00A21E52"/>
    <w:rsid w:val="00A2216B"/>
    <w:rsid w:val="00A2237B"/>
    <w:rsid w:val="00A22C6D"/>
    <w:rsid w:val="00A23572"/>
    <w:rsid w:val="00A23BDA"/>
    <w:rsid w:val="00A2406A"/>
    <w:rsid w:val="00A241CF"/>
    <w:rsid w:val="00A241D7"/>
    <w:rsid w:val="00A242A5"/>
    <w:rsid w:val="00A24521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BA"/>
    <w:rsid w:val="00A27389"/>
    <w:rsid w:val="00A2746C"/>
    <w:rsid w:val="00A27669"/>
    <w:rsid w:val="00A2795F"/>
    <w:rsid w:val="00A27B40"/>
    <w:rsid w:val="00A30038"/>
    <w:rsid w:val="00A3077A"/>
    <w:rsid w:val="00A30B4B"/>
    <w:rsid w:val="00A30BE6"/>
    <w:rsid w:val="00A30D40"/>
    <w:rsid w:val="00A30D63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38B"/>
    <w:rsid w:val="00A345C2"/>
    <w:rsid w:val="00A34682"/>
    <w:rsid w:val="00A34CD1"/>
    <w:rsid w:val="00A34D95"/>
    <w:rsid w:val="00A34DED"/>
    <w:rsid w:val="00A350C9"/>
    <w:rsid w:val="00A35262"/>
    <w:rsid w:val="00A354BB"/>
    <w:rsid w:val="00A35C5A"/>
    <w:rsid w:val="00A35C84"/>
    <w:rsid w:val="00A3623E"/>
    <w:rsid w:val="00A36505"/>
    <w:rsid w:val="00A370E3"/>
    <w:rsid w:val="00A374C0"/>
    <w:rsid w:val="00A376C1"/>
    <w:rsid w:val="00A40330"/>
    <w:rsid w:val="00A40538"/>
    <w:rsid w:val="00A40ED7"/>
    <w:rsid w:val="00A411A6"/>
    <w:rsid w:val="00A412F7"/>
    <w:rsid w:val="00A41410"/>
    <w:rsid w:val="00A41771"/>
    <w:rsid w:val="00A41D7B"/>
    <w:rsid w:val="00A423C1"/>
    <w:rsid w:val="00A42E6F"/>
    <w:rsid w:val="00A43115"/>
    <w:rsid w:val="00A4342F"/>
    <w:rsid w:val="00A44048"/>
    <w:rsid w:val="00A4449D"/>
    <w:rsid w:val="00A4455E"/>
    <w:rsid w:val="00A44A6A"/>
    <w:rsid w:val="00A44A70"/>
    <w:rsid w:val="00A45C15"/>
    <w:rsid w:val="00A45ED4"/>
    <w:rsid w:val="00A45FC2"/>
    <w:rsid w:val="00A46440"/>
    <w:rsid w:val="00A46607"/>
    <w:rsid w:val="00A468F1"/>
    <w:rsid w:val="00A47356"/>
    <w:rsid w:val="00A47379"/>
    <w:rsid w:val="00A4739A"/>
    <w:rsid w:val="00A47596"/>
    <w:rsid w:val="00A47902"/>
    <w:rsid w:val="00A47BD5"/>
    <w:rsid w:val="00A47CBA"/>
    <w:rsid w:val="00A507B1"/>
    <w:rsid w:val="00A50A69"/>
    <w:rsid w:val="00A50F41"/>
    <w:rsid w:val="00A51399"/>
    <w:rsid w:val="00A51568"/>
    <w:rsid w:val="00A516E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6D6"/>
    <w:rsid w:val="00A56A06"/>
    <w:rsid w:val="00A56E4B"/>
    <w:rsid w:val="00A5722B"/>
    <w:rsid w:val="00A572A6"/>
    <w:rsid w:val="00A576A0"/>
    <w:rsid w:val="00A576D6"/>
    <w:rsid w:val="00A57811"/>
    <w:rsid w:val="00A57BE5"/>
    <w:rsid w:val="00A57D92"/>
    <w:rsid w:val="00A6018E"/>
    <w:rsid w:val="00A60417"/>
    <w:rsid w:val="00A6064C"/>
    <w:rsid w:val="00A6067D"/>
    <w:rsid w:val="00A60AAC"/>
    <w:rsid w:val="00A611A0"/>
    <w:rsid w:val="00A6136E"/>
    <w:rsid w:val="00A613BC"/>
    <w:rsid w:val="00A6140A"/>
    <w:rsid w:val="00A616FC"/>
    <w:rsid w:val="00A61886"/>
    <w:rsid w:val="00A61B8C"/>
    <w:rsid w:val="00A61D1F"/>
    <w:rsid w:val="00A620AC"/>
    <w:rsid w:val="00A62459"/>
    <w:rsid w:val="00A62465"/>
    <w:rsid w:val="00A629E1"/>
    <w:rsid w:val="00A62B4B"/>
    <w:rsid w:val="00A62C27"/>
    <w:rsid w:val="00A62C67"/>
    <w:rsid w:val="00A62F77"/>
    <w:rsid w:val="00A63C07"/>
    <w:rsid w:val="00A64688"/>
    <w:rsid w:val="00A64899"/>
    <w:rsid w:val="00A64D0E"/>
    <w:rsid w:val="00A64D99"/>
    <w:rsid w:val="00A64E41"/>
    <w:rsid w:val="00A650B0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E3C"/>
    <w:rsid w:val="00A67FD1"/>
    <w:rsid w:val="00A700D9"/>
    <w:rsid w:val="00A70654"/>
    <w:rsid w:val="00A706BE"/>
    <w:rsid w:val="00A707A7"/>
    <w:rsid w:val="00A70848"/>
    <w:rsid w:val="00A70B35"/>
    <w:rsid w:val="00A70BB2"/>
    <w:rsid w:val="00A70DA5"/>
    <w:rsid w:val="00A70E12"/>
    <w:rsid w:val="00A715D3"/>
    <w:rsid w:val="00A7164D"/>
    <w:rsid w:val="00A71674"/>
    <w:rsid w:val="00A71D76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835"/>
    <w:rsid w:val="00A76964"/>
    <w:rsid w:val="00A77076"/>
    <w:rsid w:val="00A7732E"/>
    <w:rsid w:val="00A776BC"/>
    <w:rsid w:val="00A77C2A"/>
    <w:rsid w:val="00A77ED3"/>
    <w:rsid w:val="00A77FCE"/>
    <w:rsid w:val="00A802D0"/>
    <w:rsid w:val="00A80516"/>
    <w:rsid w:val="00A8063D"/>
    <w:rsid w:val="00A80B9E"/>
    <w:rsid w:val="00A80BC0"/>
    <w:rsid w:val="00A80D1C"/>
    <w:rsid w:val="00A812E5"/>
    <w:rsid w:val="00A8130E"/>
    <w:rsid w:val="00A81BCD"/>
    <w:rsid w:val="00A81E32"/>
    <w:rsid w:val="00A81EF3"/>
    <w:rsid w:val="00A82551"/>
    <w:rsid w:val="00A82552"/>
    <w:rsid w:val="00A82721"/>
    <w:rsid w:val="00A82921"/>
    <w:rsid w:val="00A82970"/>
    <w:rsid w:val="00A830D0"/>
    <w:rsid w:val="00A834F5"/>
    <w:rsid w:val="00A83704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1C"/>
    <w:rsid w:val="00A868D9"/>
    <w:rsid w:val="00A8694F"/>
    <w:rsid w:val="00A86BBB"/>
    <w:rsid w:val="00A86EE2"/>
    <w:rsid w:val="00A8746C"/>
    <w:rsid w:val="00A874D4"/>
    <w:rsid w:val="00A87500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3FE8"/>
    <w:rsid w:val="00A94007"/>
    <w:rsid w:val="00A940CE"/>
    <w:rsid w:val="00A9414C"/>
    <w:rsid w:val="00A941BA"/>
    <w:rsid w:val="00A94D65"/>
    <w:rsid w:val="00A952A2"/>
    <w:rsid w:val="00A95724"/>
    <w:rsid w:val="00A9594E"/>
    <w:rsid w:val="00A95DCD"/>
    <w:rsid w:val="00A963C0"/>
    <w:rsid w:val="00A96605"/>
    <w:rsid w:val="00A96BB2"/>
    <w:rsid w:val="00A97325"/>
    <w:rsid w:val="00A9752E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1650"/>
    <w:rsid w:val="00AA19BF"/>
    <w:rsid w:val="00AA2043"/>
    <w:rsid w:val="00AA2715"/>
    <w:rsid w:val="00AA2C1D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5AC"/>
    <w:rsid w:val="00AA4C2A"/>
    <w:rsid w:val="00AA5631"/>
    <w:rsid w:val="00AA571F"/>
    <w:rsid w:val="00AA5D11"/>
    <w:rsid w:val="00AA653D"/>
    <w:rsid w:val="00AA68D9"/>
    <w:rsid w:val="00AA68EC"/>
    <w:rsid w:val="00AA74A6"/>
    <w:rsid w:val="00AA7B00"/>
    <w:rsid w:val="00AB021C"/>
    <w:rsid w:val="00AB0289"/>
    <w:rsid w:val="00AB09A6"/>
    <w:rsid w:val="00AB0CFE"/>
    <w:rsid w:val="00AB0F5B"/>
    <w:rsid w:val="00AB1098"/>
    <w:rsid w:val="00AB10B4"/>
    <w:rsid w:val="00AB1209"/>
    <w:rsid w:val="00AB18FF"/>
    <w:rsid w:val="00AB1BC7"/>
    <w:rsid w:val="00AB1BF8"/>
    <w:rsid w:val="00AB1D3A"/>
    <w:rsid w:val="00AB21EE"/>
    <w:rsid w:val="00AB2582"/>
    <w:rsid w:val="00AB2772"/>
    <w:rsid w:val="00AB2BBF"/>
    <w:rsid w:val="00AB2CF1"/>
    <w:rsid w:val="00AB38EF"/>
    <w:rsid w:val="00AB3E8E"/>
    <w:rsid w:val="00AB3FA3"/>
    <w:rsid w:val="00AB41A9"/>
    <w:rsid w:val="00AB41E4"/>
    <w:rsid w:val="00AB43D2"/>
    <w:rsid w:val="00AB489D"/>
    <w:rsid w:val="00AB4AE6"/>
    <w:rsid w:val="00AB4DDC"/>
    <w:rsid w:val="00AB522F"/>
    <w:rsid w:val="00AB6D87"/>
    <w:rsid w:val="00AB7250"/>
    <w:rsid w:val="00AB7535"/>
    <w:rsid w:val="00AB760C"/>
    <w:rsid w:val="00AB765A"/>
    <w:rsid w:val="00AB773B"/>
    <w:rsid w:val="00AB7742"/>
    <w:rsid w:val="00AB78C1"/>
    <w:rsid w:val="00AB7AFA"/>
    <w:rsid w:val="00AB7EAC"/>
    <w:rsid w:val="00AC016F"/>
    <w:rsid w:val="00AC023C"/>
    <w:rsid w:val="00AC1200"/>
    <w:rsid w:val="00AC15B2"/>
    <w:rsid w:val="00AC18A4"/>
    <w:rsid w:val="00AC1A8E"/>
    <w:rsid w:val="00AC1C0A"/>
    <w:rsid w:val="00AC2CA6"/>
    <w:rsid w:val="00AC36AA"/>
    <w:rsid w:val="00AC3885"/>
    <w:rsid w:val="00AC3FB1"/>
    <w:rsid w:val="00AC4170"/>
    <w:rsid w:val="00AC4388"/>
    <w:rsid w:val="00AC4D27"/>
    <w:rsid w:val="00AC4D41"/>
    <w:rsid w:val="00AC4F3C"/>
    <w:rsid w:val="00AC530A"/>
    <w:rsid w:val="00AC53BF"/>
    <w:rsid w:val="00AC53C0"/>
    <w:rsid w:val="00AC54E7"/>
    <w:rsid w:val="00AC570E"/>
    <w:rsid w:val="00AC58EA"/>
    <w:rsid w:val="00AC5B75"/>
    <w:rsid w:val="00AC62D9"/>
    <w:rsid w:val="00AC6781"/>
    <w:rsid w:val="00AC6CF7"/>
    <w:rsid w:val="00AC6D3A"/>
    <w:rsid w:val="00AC75D2"/>
    <w:rsid w:val="00AC760F"/>
    <w:rsid w:val="00AC79E7"/>
    <w:rsid w:val="00AC7AF9"/>
    <w:rsid w:val="00AC7CE2"/>
    <w:rsid w:val="00AC7D13"/>
    <w:rsid w:val="00AD04B9"/>
    <w:rsid w:val="00AD07E2"/>
    <w:rsid w:val="00AD08BB"/>
    <w:rsid w:val="00AD0BE1"/>
    <w:rsid w:val="00AD0C71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4EF5"/>
    <w:rsid w:val="00AD5D38"/>
    <w:rsid w:val="00AD65B8"/>
    <w:rsid w:val="00AD6961"/>
    <w:rsid w:val="00AD74E9"/>
    <w:rsid w:val="00AD780A"/>
    <w:rsid w:val="00AD7AEC"/>
    <w:rsid w:val="00AD7B33"/>
    <w:rsid w:val="00AD7C84"/>
    <w:rsid w:val="00AE0356"/>
    <w:rsid w:val="00AE05A5"/>
    <w:rsid w:val="00AE06C3"/>
    <w:rsid w:val="00AE1029"/>
    <w:rsid w:val="00AE11F6"/>
    <w:rsid w:val="00AE16BB"/>
    <w:rsid w:val="00AE186D"/>
    <w:rsid w:val="00AE20F4"/>
    <w:rsid w:val="00AE213C"/>
    <w:rsid w:val="00AE2351"/>
    <w:rsid w:val="00AE243F"/>
    <w:rsid w:val="00AE2484"/>
    <w:rsid w:val="00AE2965"/>
    <w:rsid w:val="00AE29F4"/>
    <w:rsid w:val="00AE2A56"/>
    <w:rsid w:val="00AE2DF1"/>
    <w:rsid w:val="00AE34E8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526"/>
    <w:rsid w:val="00AE576C"/>
    <w:rsid w:val="00AE58A5"/>
    <w:rsid w:val="00AE58B8"/>
    <w:rsid w:val="00AE63FA"/>
    <w:rsid w:val="00AE6708"/>
    <w:rsid w:val="00AE6930"/>
    <w:rsid w:val="00AE6934"/>
    <w:rsid w:val="00AE6A45"/>
    <w:rsid w:val="00AE6CAA"/>
    <w:rsid w:val="00AE72C7"/>
    <w:rsid w:val="00AE75E3"/>
    <w:rsid w:val="00AE77A9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673"/>
    <w:rsid w:val="00AF29CC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3E7"/>
    <w:rsid w:val="00AF5143"/>
    <w:rsid w:val="00AF56EA"/>
    <w:rsid w:val="00AF5834"/>
    <w:rsid w:val="00AF59F4"/>
    <w:rsid w:val="00AF6791"/>
    <w:rsid w:val="00AF67D9"/>
    <w:rsid w:val="00AF6EF6"/>
    <w:rsid w:val="00AF6FB7"/>
    <w:rsid w:val="00AF75C6"/>
    <w:rsid w:val="00AF7765"/>
    <w:rsid w:val="00AF7988"/>
    <w:rsid w:val="00B0002B"/>
    <w:rsid w:val="00B00304"/>
    <w:rsid w:val="00B00AA7"/>
    <w:rsid w:val="00B00B5D"/>
    <w:rsid w:val="00B015DC"/>
    <w:rsid w:val="00B01FE9"/>
    <w:rsid w:val="00B0202D"/>
    <w:rsid w:val="00B0241E"/>
    <w:rsid w:val="00B02529"/>
    <w:rsid w:val="00B02578"/>
    <w:rsid w:val="00B02817"/>
    <w:rsid w:val="00B02BC8"/>
    <w:rsid w:val="00B02FAB"/>
    <w:rsid w:val="00B030D7"/>
    <w:rsid w:val="00B03371"/>
    <w:rsid w:val="00B033D7"/>
    <w:rsid w:val="00B035A1"/>
    <w:rsid w:val="00B03669"/>
    <w:rsid w:val="00B03F29"/>
    <w:rsid w:val="00B04183"/>
    <w:rsid w:val="00B045F7"/>
    <w:rsid w:val="00B04B5F"/>
    <w:rsid w:val="00B04F7C"/>
    <w:rsid w:val="00B04FFE"/>
    <w:rsid w:val="00B0515E"/>
    <w:rsid w:val="00B053D6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E76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BCF"/>
    <w:rsid w:val="00B12CEC"/>
    <w:rsid w:val="00B133B7"/>
    <w:rsid w:val="00B137C2"/>
    <w:rsid w:val="00B13AF5"/>
    <w:rsid w:val="00B13CE8"/>
    <w:rsid w:val="00B13CFE"/>
    <w:rsid w:val="00B13D13"/>
    <w:rsid w:val="00B14244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5858"/>
    <w:rsid w:val="00B15ACF"/>
    <w:rsid w:val="00B1662E"/>
    <w:rsid w:val="00B16749"/>
    <w:rsid w:val="00B16A0D"/>
    <w:rsid w:val="00B16A80"/>
    <w:rsid w:val="00B16C0A"/>
    <w:rsid w:val="00B16FE5"/>
    <w:rsid w:val="00B170D8"/>
    <w:rsid w:val="00B177CA"/>
    <w:rsid w:val="00B177E1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20C8"/>
    <w:rsid w:val="00B2222D"/>
    <w:rsid w:val="00B22A27"/>
    <w:rsid w:val="00B22CAE"/>
    <w:rsid w:val="00B2353C"/>
    <w:rsid w:val="00B23EDF"/>
    <w:rsid w:val="00B24260"/>
    <w:rsid w:val="00B242F1"/>
    <w:rsid w:val="00B2483E"/>
    <w:rsid w:val="00B249A6"/>
    <w:rsid w:val="00B24C5E"/>
    <w:rsid w:val="00B24D02"/>
    <w:rsid w:val="00B25426"/>
    <w:rsid w:val="00B2616E"/>
    <w:rsid w:val="00B262B6"/>
    <w:rsid w:val="00B26309"/>
    <w:rsid w:val="00B26A4C"/>
    <w:rsid w:val="00B26D2D"/>
    <w:rsid w:val="00B26F74"/>
    <w:rsid w:val="00B26FB0"/>
    <w:rsid w:val="00B2706F"/>
    <w:rsid w:val="00B274FF"/>
    <w:rsid w:val="00B2787B"/>
    <w:rsid w:val="00B2794E"/>
    <w:rsid w:val="00B27A3F"/>
    <w:rsid w:val="00B27FDC"/>
    <w:rsid w:val="00B30B6B"/>
    <w:rsid w:val="00B30D3B"/>
    <w:rsid w:val="00B30DE2"/>
    <w:rsid w:val="00B31137"/>
    <w:rsid w:val="00B311D1"/>
    <w:rsid w:val="00B3143D"/>
    <w:rsid w:val="00B31D13"/>
    <w:rsid w:val="00B31E6D"/>
    <w:rsid w:val="00B32621"/>
    <w:rsid w:val="00B3272A"/>
    <w:rsid w:val="00B32855"/>
    <w:rsid w:val="00B32945"/>
    <w:rsid w:val="00B32972"/>
    <w:rsid w:val="00B333AE"/>
    <w:rsid w:val="00B3374F"/>
    <w:rsid w:val="00B338F6"/>
    <w:rsid w:val="00B33B67"/>
    <w:rsid w:val="00B33B83"/>
    <w:rsid w:val="00B3447E"/>
    <w:rsid w:val="00B34550"/>
    <w:rsid w:val="00B3472C"/>
    <w:rsid w:val="00B348B6"/>
    <w:rsid w:val="00B34DC9"/>
    <w:rsid w:val="00B3502D"/>
    <w:rsid w:val="00B3515C"/>
    <w:rsid w:val="00B351D0"/>
    <w:rsid w:val="00B3540E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7A8"/>
    <w:rsid w:val="00B40A59"/>
    <w:rsid w:val="00B411D0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681"/>
    <w:rsid w:val="00B43D75"/>
    <w:rsid w:val="00B448E0"/>
    <w:rsid w:val="00B44F23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5EC"/>
    <w:rsid w:val="00B50A20"/>
    <w:rsid w:val="00B514F2"/>
    <w:rsid w:val="00B51660"/>
    <w:rsid w:val="00B51683"/>
    <w:rsid w:val="00B52064"/>
    <w:rsid w:val="00B52538"/>
    <w:rsid w:val="00B5268C"/>
    <w:rsid w:val="00B526AC"/>
    <w:rsid w:val="00B527C3"/>
    <w:rsid w:val="00B5297B"/>
    <w:rsid w:val="00B532D0"/>
    <w:rsid w:val="00B5397C"/>
    <w:rsid w:val="00B53E81"/>
    <w:rsid w:val="00B54AEE"/>
    <w:rsid w:val="00B54D42"/>
    <w:rsid w:val="00B54F70"/>
    <w:rsid w:val="00B5520A"/>
    <w:rsid w:val="00B5552C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16A"/>
    <w:rsid w:val="00B66813"/>
    <w:rsid w:val="00B66FC1"/>
    <w:rsid w:val="00B66FF2"/>
    <w:rsid w:val="00B6708F"/>
    <w:rsid w:val="00B67191"/>
    <w:rsid w:val="00B67219"/>
    <w:rsid w:val="00B672D2"/>
    <w:rsid w:val="00B675E1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843"/>
    <w:rsid w:val="00B71C3D"/>
    <w:rsid w:val="00B72992"/>
    <w:rsid w:val="00B72A2E"/>
    <w:rsid w:val="00B72C52"/>
    <w:rsid w:val="00B72D76"/>
    <w:rsid w:val="00B72E75"/>
    <w:rsid w:val="00B72F0A"/>
    <w:rsid w:val="00B7324D"/>
    <w:rsid w:val="00B736A8"/>
    <w:rsid w:val="00B73917"/>
    <w:rsid w:val="00B73A45"/>
    <w:rsid w:val="00B73CE4"/>
    <w:rsid w:val="00B73DA4"/>
    <w:rsid w:val="00B74974"/>
    <w:rsid w:val="00B74CC9"/>
    <w:rsid w:val="00B7520D"/>
    <w:rsid w:val="00B754DE"/>
    <w:rsid w:val="00B75D7B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431"/>
    <w:rsid w:val="00B807A6"/>
    <w:rsid w:val="00B808E4"/>
    <w:rsid w:val="00B811CD"/>
    <w:rsid w:val="00B81839"/>
    <w:rsid w:val="00B81948"/>
    <w:rsid w:val="00B81F6E"/>
    <w:rsid w:val="00B8209A"/>
    <w:rsid w:val="00B821AF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40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704"/>
    <w:rsid w:val="00B878AC"/>
    <w:rsid w:val="00B90866"/>
    <w:rsid w:val="00B91981"/>
    <w:rsid w:val="00B91D86"/>
    <w:rsid w:val="00B91E2E"/>
    <w:rsid w:val="00B92034"/>
    <w:rsid w:val="00B923C0"/>
    <w:rsid w:val="00B928E3"/>
    <w:rsid w:val="00B92970"/>
    <w:rsid w:val="00B9299B"/>
    <w:rsid w:val="00B92F29"/>
    <w:rsid w:val="00B93150"/>
    <w:rsid w:val="00B93A29"/>
    <w:rsid w:val="00B93B54"/>
    <w:rsid w:val="00B93CD3"/>
    <w:rsid w:val="00B93D62"/>
    <w:rsid w:val="00B944A4"/>
    <w:rsid w:val="00B9459F"/>
    <w:rsid w:val="00B94AE1"/>
    <w:rsid w:val="00B94E2A"/>
    <w:rsid w:val="00B950C0"/>
    <w:rsid w:val="00B9560B"/>
    <w:rsid w:val="00B95722"/>
    <w:rsid w:val="00B95731"/>
    <w:rsid w:val="00B95919"/>
    <w:rsid w:val="00B965C5"/>
    <w:rsid w:val="00B9677D"/>
    <w:rsid w:val="00B967D4"/>
    <w:rsid w:val="00B97656"/>
    <w:rsid w:val="00B97D92"/>
    <w:rsid w:val="00B97DE4"/>
    <w:rsid w:val="00BA076E"/>
    <w:rsid w:val="00BA08B9"/>
    <w:rsid w:val="00BA0A23"/>
    <w:rsid w:val="00BA1605"/>
    <w:rsid w:val="00BA1CC2"/>
    <w:rsid w:val="00BA2146"/>
    <w:rsid w:val="00BA2230"/>
    <w:rsid w:val="00BA321E"/>
    <w:rsid w:val="00BA37F7"/>
    <w:rsid w:val="00BA41E2"/>
    <w:rsid w:val="00BA4202"/>
    <w:rsid w:val="00BA4287"/>
    <w:rsid w:val="00BA42B0"/>
    <w:rsid w:val="00BA45F1"/>
    <w:rsid w:val="00BA4895"/>
    <w:rsid w:val="00BA4E34"/>
    <w:rsid w:val="00BA4FC8"/>
    <w:rsid w:val="00BA500C"/>
    <w:rsid w:val="00BA5A47"/>
    <w:rsid w:val="00BA5CB7"/>
    <w:rsid w:val="00BA5DAD"/>
    <w:rsid w:val="00BA5E98"/>
    <w:rsid w:val="00BA633A"/>
    <w:rsid w:val="00BA6B19"/>
    <w:rsid w:val="00BA6B34"/>
    <w:rsid w:val="00BA792F"/>
    <w:rsid w:val="00BA7A8A"/>
    <w:rsid w:val="00BA7B39"/>
    <w:rsid w:val="00BB0066"/>
    <w:rsid w:val="00BB0590"/>
    <w:rsid w:val="00BB0640"/>
    <w:rsid w:val="00BB0921"/>
    <w:rsid w:val="00BB0CDD"/>
    <w:rsid w:val="00BB0E0B"/>
    <w:rsid w:val="00BB1398"/>
    <w:rsid w:val="00BB13DE"/>
    <w:rsid w:val="00BB161E"/>
    <w:rsid w:val="00BB192F"/>
    <w:rsid w:val="00BB22CB"/>
    <w:rsid w:val="00BB26DC"/>
    <w:rsid w:val="00BB2E60"/>
    <w:rsid w:val="00BB2EE1"/>
    <w:rsid w:val="00BB2F76"/>
    <w:rsid w:val="00BB3228"/>
    <w:rsid w:val="00BB3781"/>
    <w:rsid w:val="00BB37EE"/>
    <w:rsid w:val="00BB3881"/>
    <w:rsid w:val="00BB3C94"/>
    <w:rsid w:val="00BB3EB2"/>
    <w:rsid w:val="00BB4B51"/>
    <w:rsid w:val="00BB4D1D"/>
    <w:rsid w:val="00BB52E6"/>
    <w:rsid w:val="00BB53E5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70F2"/>
    <w:rsid w:val="00BB72F5"/>
    <w:rsid w:val="00BB7451"/>
    <w:rsid w:val="00BB74A6"/>
    <w:rsid w:val="00BB772A"/>
    <w:rsid w:val="00BC0360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F92"/>
    <w:rsid w:val="00BC2DCE"/>
    <w:rsid w:val="00BC2FA7"/>
    <w:rsid w:val="00BC30D2"/>
    <w:rsid w:val="00BC30DA"/>
    <w:rsid w:val="00BC3138"/>
    <w:rsid w:val="00BC31E3"/>
    <w:rsid w:val="00BC333F"/>
    <w:rsid w:val="00BC3543"/>
    <w:rsid w:val="00BC3B56"/>
    <w:rsid w:val="00BC3CE1"/>
    <w:rsid w:val="00BC4074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394"/>
    <w:rsid w:val="00BC671F"/>
    <w:rsid w:val="00BC6C21"/>
    <w:rsid w:val="00BC6CB6"/>
    <w:rsid w:val="00BC6E77"/>
    <w:rsid w:val="00BC6EA4"/>
    <w:rsid w:val="00BC7088"/>
    <w:rsid w:val="00BC736B"/>
    <w:rsid w:val="00BC7765"/>
    <w:rsid w:val="00BC7F51"/>
    <w:rsid w:val="00BD00D9"/>
    <w:rsid w:val="00BD01E9"/>
    <w:rsid w:val="00BD032E"/>
    <w:rsid w:val="00BD075C"/>
    <w:rsid w:val="00BD0F8C"/>
    <w:rsid w:val="00BD183E"/>
    <w:rsid w:val="00BD1DB0"/>
    <w:rsid w:val="00BD1E26"/>
    <w:rsid w:val="00BD2AD7"/>
    <w:rsid w:val="00BD2AEF"/>
    <w:rsid w:val="00BD2E96"/>
    <w:rsid w:val="00BD3249"/>
    <w:rsid w:val="00BD37D1"/>
    <w:rsid w:val="00BD3824"/>
    <w:rsid w:val="00BD3939"/>
    <w:rsid w:val="00BD41D1"/>
    <w:rsid w:val="00BD4547"/>
    <w:rsid w:val="00BD4589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93"/>
    <w:rsid w:val="00BE012D"/>
    <w:rsid w:val="00BE0924"/>
    <w:rsid w:val="00BE16A3"/>
    <w:rsid w:val="00BE2017"/>
    <w:rsid w:val="00BE2C54"/>
    <w:rsid w:val="00BE2FBE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E4F"/>
    <w:rsid w:val="00BF1FEB"/>
    <w:rsid w:val="00BF2015"/>
    <w:rsid w:val="00BF2332"/>
    <w:rsid w:val="00BF2646"/>
    <w:rsid w:val="00BF2ACE"/>
    <w:rsid w:val="00BF322D"/>
    <w:rsid w:val="00BF323A"/>
    <w:rsid w:val="00BF34DB"/>
    <w:rsid w:val="00BF3948"/>
    <w:rsid w:val="00BF410A"/>
    <w:rsid w:val="00BF42F0"/>
    <w:rsid w:val="00BF43B3"/>
    <w:rsid w:val="00BF489C"/>
    <w:rsid w:val="00BF4913"/>
    <w:rsid w:val="00BF4C1E"/>
    <w:rsid w:val="00BF5973"/>
    <w:rsid w:val="00BF5A06"/>
    <w:rsid w:val="00BF5E3F"/>
    <w:rsid w:val="00BF622D"/>
    <w:rsid w:val="00BF6C1E"/>
    <w:rsid w:val="00BF75C9"/>
    <w:rsid w:val="00BF7772"/>
    <w:rsid w:val="00BF79A7"/>
    <w:rsid w:val="00BF7F7A"/>
    <w:rsid w:val="00C0000F"/>
    <w:rsid w:val="00C0029B"/>
    <w:rsid w:val="00C010D0"/>
    <w:rsid w:val="00C012CF"/>
    <w:rsid w:val="00C01BE3"/>
    <w:rsid w:val="00C02059"/>
    <w:rsid w:val="00C02913"/>
    <w:rsid w:val="00C02BA1"/>
    <w:rsid w:val="00C03055"/>
    <w:rsid w:val="00C03A11"/>
    <w:rsid w:val="00C04062"/>
    <w:rsid w:val="00C047CA"/>
    <w:rsid w:val="00C04965"/>
    <w:rsid w:val="00C04BCA"/>
    <w:rsid w:val="00C053C0"/>
    <w:rsid w:val="00C05706"/>
    <w:rsid w:val="00C05EB2"/>
    <w:rsid w:val="00C0604F"/>
    <w:rsid w:val="00C065DC"/>
    <w:rsid w:val="00C068F3"/>
    <w:rsid w:val="00C06965"/>
    <w:rsid w:val="00C07189"/>
    <w:rsid w:val="00C07542"/>
    <w:rsid w:val="00C0789B"/>
    <w:rsid w:val="00C07B75"/>
    <w:rsid w:val="00C07DBA"/>
    <w:rsid w:val="00C07FB5"/>
    <w:rsid w:val="00C10300"/>
    <w:rsid w:val="00C1080F"/>
    <w:rsid w:val="00C10A13"/>
    <w:rsid w:val="00C114A7"/>
    <w:rsid w:val="00C11619"/>
    <w:rsid w:val="00C11FCC"/>
    <w:rsid w:val="00C1227B"/>
    <w:rsid w:val="00C12B18"/>
    <w:rsid w:val="00C12B20"/>
    <w:rsid w:val="00C12BDB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0B7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41"/>
    <w:rsid w:val="00C228B7"/>
    <w:rsid w:val="00C22C50"/>
    <w:rsid w:val="00C2307C"/>
    <w:rsid w:val="00C23184"/>
    <w:rsid w:val="00C2361C"/>
    <w:rsid w:val="00C23AB5"/>
    <w:rsid w:val="00C23F68"/>
    <w:rsid w:val="00C24E98"/>
    <w:rsid w:val="00C258A9"/>
    <w:rsid w:val="00C2596C"/>
    <w:rsid w:val="00C25C22"/>
    <w:rsid w:val="00C25D69"/>
    <w:rsid w:val="00C25E06"/>
    <w:rsid w:val="00C261CD"/>
    <w:rsid w:val="00C26607"/>
    <w:rsid w:val="00C26EE1"/>
    <w:rsid w:val="00C272C1"/>
    <w:rsid w:val="00C279FF"/>
    <w:rsid w:val="00C27C9F"/>
    <w:rsid w:val="00C27FCC"/>
    <w:rsid w:val="00C303F6"/>
    <w:rsid w:val="00C30B13"/>
    <w:rsid w:val="00C30B29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148"/>
    <w:rsid w:val="00C33836"/>
    <w:rsid w:val="00C339C2"/>
    <w:rsid w:val="00C33AC1"/>
    <w:rsid w:val="00C33EBB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81A"/>
    <w:rsid w:val="00C36A8B"/>
    <w:rsid w:val="00C36D85"/>
    <w:rsid w:val="00C37859"/>
    <w:rsid w:val="00C37C02"/>
    <w:rsid w:val="00C40324"/>
    <w:rsid w:val="00C403D4"/>
    <w:rsid w:val="00C40613"/>
    <w:rsid w:val="00C4066A"/>
    <w:rsid w:val="00C4085F"/>
    <w:rsid w:val="00C40860"/>
    <w:rsid w:val="00C40CD0"/>
    <w:rsid w:val="00C40FCC"/>
    <w:rsid w:val="00C412DE"/>
    <w:rsid w:val="00C4192B"/>
    <w:rsid w:val="00C41AF8"/>
    <w:rsid w:val="00C4217C"/>
    <w:rsid w:val="00C424ED"/>
    <w:rsid w:val="00C4259B"/>
    <w:rsid w:val="00C42827"/>
    <w:rsid w:val="00C42C4B"/>
    <w:rsid w:val="00C43A81"/>
    <w:rsid w:val="00C4447D"/>
    <w:rsid w:val="00C44617"/>
    <w:rsid w:val="00C45F75"/>
    <w:rsid w:val="00C46054"/>
    <w:rsid w:val="00C4695C"/>
    <w:rsid w:val="00C46B9A"/>
    <w:rsid w:val="00C46E67"/>
    <w:rsid w:val="00C471E0"/>
    <w:rsid w:val="00C4774B"/>
    <w:rsid w:val="00C477CE"/>
    <w:rsid w:val="00C47801"/>
    <w:rsid w:val="00C478E2"/>
    <w:rsid w:val="00C47D59"/>
    <w:rsid w:val="00C50280"/>
    <w:rsid w:val="00C502D1"/>
    <w:rsid w:val="00C50574"/>
    <w:rsid w:val="00C507DB"/>
    <w:rsid w:val="00C50BAE"/>
    <w:rsid w:val="00C518AF"/>
    <w:rsid w:val="00C51A7F"/>
    <w:rsid w:val="00C51ADE"/>
    <w:rsid w:val="00C520EF"/>
    <w:rsid w:val="00C524C9"/>
    <w:rsid w:val="00C53166"/>
    <w:rsid w:val="00C535A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7EE"/>
    <w:rsid w:val="00C6085C"/>
    <w:rsid w:val="00C609C6"/>
    <w:rsid w:val="00C60A3E"/>
    <w:rsid w:val="00C60AB0"/>
    <w:rsid w:val="00C60BAD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72C"/>
    <w:rsid w:val="00C639FE"/>
    <w:rsid w:val="00C63D6B"/>
    <w:rsid w:val="00C63E6F"/>
    <w:rsid w:val="00C63F74"/>
    <w:rsid w:val="00C643A7"/>
    <w:rsid w:val="00C644E2"/>
    <w:rsid w:val="00C64522"/>
    <w:rsid w:val="00C64530"/>
    <w:rsid w:val="00C649E2"/>
    <w:rsid w:val="00C64D1F"/>
    <w:rsid w:val="00C64E6F"/>
    <w:rsid w:val="00C64EA0"/>
    <w:rsid w:val="00C64F74"/>
    <w:rsid w:val="00C6541D"/>
    <w:rsid w:val="00C655DB"/>
    <w:rsid w:val="00C656FC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6E9"/>
    <w:rsid w:val="00C72DDE"/>
    <w:rsid w:val="00C7303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309"/>
    <w:rsid w:val="00C777E8"/>
    <w:rsid w:val="00C77997"/>
    <w:rsid w:val="00C77DA2"/>
    <w:rsid w:val="00C77E56"/>
    <w:rsid w:val="00C77F09"/>
    <w:rsid w:val="00C80439"/>
    <w:rsid w:val="00C80A04"/>
    <w:rsid w:val="00C80CF1"/>
    <w:rsid w:val="00C80EFE"/>
    <w:rsid w:val="00C81DE9"/>
    <w:rsid w:val="00C81E74"/>
    <w:rsid w:val="00C81FFB"/>
    <w:rsid w:val="00C82139"/>
    <w:rsid w:val="00C825D0"/>
    <w:rsid w:val="00C82745"/>
    <w:rsid w:val="00C82FBB"/>
    <w:rsid w:val="00C837A0"/>
    <w:rsid w:val="00C83F17"/>
    <w:rsid w:val="00C842D7"/>
    <w:rsid w:val="00C84516"/>
    <w:rsid w:val="00C84801"/>
    <w:rsid w:val="00C8493D"/>
    <w:rsid w:val="00C84EFA"/>
    <w:rsid w:val="00C8540D"/>
    <w:rsid w:val="00C8570B"/>
    <w:rsid w:val="00C859D3"/>
    <w:rsid w:val="00C85D07"/>
    <w:rsid w:val="00C85DFB"/>
    <w:rsid w:val="00C86001"/>
    <w:rsid w:val="00C863C6"/>
    <w:rsid w:val="00C8656C"/>
    <w:rsid w:val="00C86586"/>
    <w:rsid w:val="00C866C8"/>
    <w:rsid w:val="00C869DF"/>
    <w:rsid w:val="00C86EE8"/>
    <w:rsid w:val="00C870CB"/>
    <w:rsid w:val="00C87278"/>
    <w:rsid w:val="00C8749E"/>
    <w:rsid w:val="00C87642"/>
    <w:rsid w:val="00C87C66"/>
    <w:rsid w:val="00C87E01"/>
    <w:rsid w:val="00C903F4"/>
    <w:rsid w:val="00C90525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8E1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0EA"/>
    <w:rsid w:val="00CA1361"/>
    <w:rsid w:val="00CA1913"/>
    <w:rsid w:val="00CA1A92"/>
    <w:rsid w:val="00CA1BBF"/>
    <w:rsid w:val="00CA1DCA"/>
    <w:rsid w:val="00CA220D"/>
    <w:rsid w:val="00CA2B14"/>
    <w:rsid w:val="00CA3113"/>
    <w:rsid w:val="00CA313D"/>
    <w:rsid w:val="00CA33B5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1B"/>
    <w:rsid w:val="00CA6357"/>
    <w:rsid w:val="00CA6711"/>
    <w:rsid w:val="00CA671C"/>
    <w:rsid w:val="00CA6778"/>
    <w:rsid w:val="00CA69D4"/>
    <w:rsid w:val="00CA6B75"/>
    <w:rsid w:val="00CA6BFD"/>
    <w:rsid w:val="00CA6C65"/>
    <w:rsid w:val="00CA6D3C"/>
    <w:rsid w:val="00CA6FF1"/>
    <w:rsid w:val="00CA70E9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AD7"/>
    <w:rsid w:val="00CB29C9"/>
    <w:rsid w:val="00CB29DA"/>
    <w:rsid w:val="00CB2B5C"/>
    <w:rsid w:val="00CB3033"/>
    <w:rsid w:val="00CB379D"/>
    <w:rsid w:val="00CB3FC4"/>
    <w:rsid w:val="00CB43C0"/>
    <w:rsid w:val="00CB444A"/>
    <w:rsid w:val="00CB448D"/>
    <w:rsid w:val="00CB450F"/>
    <w:rsid w:val="00CB4BEE"/>
    <w:rsid w:val="00CB5689"/>
    <w:rsid w:val="00CB5A7C"/>
    <w:rsid w:val="00CB5BFC"/>
    <w:rsid w:val="00CB5EE4"/>
    <w:rsid w:val="00CB6454"/>
    <w:rsid w:val="00CB64BE"/>
    <w:rsid w:val="00CB65D5"/>
    <w:rsid w:val="00CB694D"/>
    <w:rsid w:val="00CB6D09"/>
    <w:rsid w:val="00CB6F04"/>
    <w:rsid w:val="00CB7B0D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1C4"/>
    <w:rsid w:val="00CE04B7"/>
    <w:rsid w:val="00CE0581"/>
    <w:rsid w:val="00CE06ED"/>
    <w:rsid w:val="00CE0FF9"/>
    <w:rsid w:val="00CE1018"/>
    <w:rsid w:val="00CE103D"/>
    <w:rsid w:val="00CE1658"/>
    <w:rsid w:val="00CE1AB1"/>
    <w:rsid w:val="00CE281C"/>
    <w:rsid w:val="00CE2AB1"/>
    <w:rsid w:val="00CE2FD0"/>
    <w:rsid w:val="00CE30E7"/>
    <w:rsid w:val="00CE32B6"/>
    <w:rsid w:val="00CE3B14"/>
    <w:rsid w:val="00CE3B86"/>
    <w:rsid w:val="00CE423B"/>
    <w:rsid w:val="00CE49E1"/>
    <w:rsid w:val="00CE4F60"/>
    <w:rsid w:val="00CE561C"/>
    <w:rsid w:val="00CE5B65"/>
    <w:rsid w:val="00CE5BA2"/>
    <w:rsid w:val="00CE5DC2"/>
    <w:rsid w:val="00CE6602"/>
    <w:rsid w:val="00CE6917"/>
    <w:rsid w:val="00CE6AC0"/>
    <w:rsid w:val="00CE6E4D"/>
    <w:rsid w:val="00CE6F42"/>
    <w:rsid w:val="00CE70A4"/>
    <w:rsid w:val="00CE7180"/>
    <w:rsid w:val="00CE73AB"/>
    <w:rsid w:val="00CE73BC"/>
    <w:rsid w:val="00CE7431"/>
    <w:rsid w:val="00CF09CF"/>
    <w:rsid w:val="00CF1856"/>
    <w:rsid w:val="00CF1A32"/>
    <w:rsid w:val="00CF1F2F"/>
    <w:rsid w:val="00CF21A7"/>
    <w:rsid w:val="00CF2274"/>
    <w:rsid w:val="00CF2615"/>
    <w:rsid w:val="00CF3107"/>
    <w:rsid w:val="00CF32E6"/>
    <w:rsid w:val="00CF32E8"/>
    <w:rsid w:val="00CF34E8"/>
    <w:rsid w:val="00CF357A"/>
    <w:rsid w:val="00CF3659"/>
    <w:rsid w:val="00CF370D"/>
    <w:rsid w:val="00CF39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2B1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4F9"/>
    <w:rsid w:val="00D006C5"/>
    <w:rsid w:val="00D00782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32"/>
    <w:rsid w:val="00D035FE"/>
    <w:rsid w:val="00D03B7D"/>
    <w:rsid w:val="00D03DC6"/>
    <w:rsid w:val="00D03F7F"/>
    <w:rsid w:val="00D0417B"/>
    <w:rsid w:val="00D047A7"/>
    <w:rsid w:val="00D047EE"/>
    <w:rsid w:val="00D04C2F"/>
    <w:rsid w:val="00D04E09"/>
    <w:rsid w:val="00D051D3"/>
    <w:rsid w:val="00D053A5"/>
    <w:rsid w:val="00D05696"/>
    <w:rsid w:val="00D05C56"/>
    <w:rsid w:val="00D05E65"/>
    <w:rsid w:val="00D06149"/>
    <w:rsid w:val="00D06781"/>
    <w:rsid w:val="00D07125"/>
    <w:rsid w:val="00D0781A"/>
    <w:rsid w:val="00D07C32"/>
    <w:rsid w:val="00D07DEC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EAB"/>
    <w:rsid w:val="00D12635"/>
    <w:rsid w:val="00D12963"/>
    <w:rsid w:val="00D12D91"/>
    <w:rsid w:val="00D12E19"/>
    <w:rsid w:val="00D13026"/>
    <w:rsid w:val="00D133BF"/>
    <w:rsid w:val="00D1365D"/>
    <w:rsid w:val="00D13979"/>
    <w:rsid w:val="00D1398B"/>
    <w:rsid w:val="00D1440E"/>
    <w:rsid w:val="00D14510"/>
    <w:rsid w:val="00D146F9"/>
    <w:rsid w:val="00D14D2F"/>
    <w:rsid w:val="00D14E0B"/>
    <w:rsid w:val="00D15A49"/>
    <w:rsid w:val="00D1648A"/>
    <w:rsid w:val="00D16D51"/>
    <w:rsid w:val="00D1713E"/>
    <w:rsid w:val="00D17282"/>
    <w:rsid w:val="00D17F3D"/>
    <w:rsid w:val="00D2002B"/>
    <w:rsid w:val="00D2081C"/>
    <w:rsid w:val="00D2090D"/>
    <w:rsid w:val="00D20BAB"/>
    <w:rsid w:val="00D20CD3"/>
    <w:rsid w:val="00D21725"/>
    <w:rsid w:val="00D21B40"/>
    <w:rsid w:val="00D22902"/>
    <w:rsid w:val="00D22A85"/>
    <w:rsid w:val="00D232D5"/>
    <w:rsid w:val="00D2350C"/>
    <w:rsid w:val="00D239D8"/>
    <w:rsid w:val="00D23B48"/>
    <w:rsid w:val="00D23F54"/>
    <w:rsid w:val="00D24476"/>
    <w:rsid w:val="00D245CF"/>
    <w:rsid w:val="00D2469B"/>
    <w:rsid w:val="00D248D0"/>
    <w:rsid w:val="00D25FD2"/>
    <w:rsid w:val="00D26C0A"/>
    <w:rsid w:val="00D26C96"/>
    <w:rsid w:val="00D26DFB"/>
    <w:rsid w:val="00D26F4C"/>
    <w:rsid w:val="00D270A7"/>
    <w:rsid w:val="00D3017F"/>
    <w:rsid w:val="00D30323"/>
    <w:rsid w:val="00D3057B"/>
    <w:rsid w:val="00D30634"/>
    <w:rsid w:val="00D30B9F"/>
    <w:rsid w:val="00D30BD0"/>
    <w:rsid w:val="00D310B6"/>
    <w:rsid w:val="00D31AF6"/>
    <w:rsid w:val="00D31B75"/>
    <w:rsid w:val="00D31E9A"/>
    <w:rsid w:val="00D323E8"/>
    <w:rsid w:val="00D327B3"/>
    <w:rsid w:val="00D32939"/>
    <w:rsid w:val="00D32EA2"/>
    <w:rsid w:val="00D334E5"/>
    <w:rsid w:val="00D338B8"/>
    <w:rsid w:val="00D33A61"/>
    <w:rsid w:val="00D340E5"/>
    <w:rsid w:val="00D344BC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1A4"/>
    <w:rsid w:val="00D372D6"/>
    <w:rsid w:val="00D372F0"/>
    <w:rsid w:val="00D3750E"/>
    <w:rsid w:val="00D37717"/>
    <w:rsid w:val="00D378A3"/>
    <w:rsid w:val="00D3795F"/>
    <w:rsid w:val="00D379D0"/>
    <w:rsid w:val="00D37BC4"/>
    <w:rsid w:val="00D40003"/>
    <w:rsid w:val="00D40865"/>
    <w:rsid w:val="00D412F2"/>
    <w:rsid w:val="00D4133F"/>
    <w:rsid w:val="00D415BE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32A"/>
    <w:rsid w:val="00D4442D"/>
    <w:rsid w:val="00D45154"/>
    <w:rsid w:val="00D455AD"/>
    <w:rsid w:val="00D455EB"/>
    <w:rsid w:val="00D4568A"/>
    <w:rsid w:val="00D45718"/>
    <w:rsid w:val="00D45F50"/>
    <w:rsid w:val="00D4649A"/>
    <w:rsid w:val="00D4662E"/>
    <w:rsid w:val="00D468EB"/>
    <w:rsid w:val="00D46F03"/>
    <w:rsid w:val="00D46FAE"/>
    <w:rsid w:val="00D4742F"/>
    <w:rsid w:val="00D4748E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E3A"/>
    <w:rsid w:val="00D54F69"/>
    <w:rsid w:val="00D55044"/>
    <w:rsid w:val="00D55661"/>
    <w:rsid w:val="00D55F30"/>
    <w:rsid w:val="00D55F3E"/>
    <w:rsid w:val="00D56618"/>
    <w:rsid w:val="00D56756"/>
    <w:rsid w:val="00D56AA5"/>
    <w:rsid w:val="00D56F7F"/>
    <w:rsid w:val="00D57179"/>
    <w:rsid w:val="00D572FB"/>
    <w:rsid w:val="00D575A0"/>
    <w:rsid w:val="00D579DF"/>
    <w:rsid w:val="00D57F8F"/>
    <w:rsid w:val="00D60750"/>
    <w:rsid w:val="00D60C87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3B1"/>
    <w:rsid w:val="00D6448D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7CD"/>
    <w:rsid w:val="00D67836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51B"/>
    <w:rsid w:val="00D728FF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029"/>
    <w:rsid w:val="00D76672"/>
    <w:rsid w:val="00D768B3"/>
    <w:rsid w:val="00D76A32"/>
    <w:rsid w:val="00D76B69"/>
    <w:rsid w:val="00D77CD5"/>
    <w:rsid w:val="00D77F92"/>
    <w:rsid w:val="00D80550"/>
    <w:rsid w:val="00D80B2E"/>
    <w:rsid w:val="00D80B7F"/>
    <w:rsid w:val="00D80C74"/>
    <w:rsid w:val="00D80DC0"/>
    <w:rsid w:val="00D80E9E"/>
    <w:rsid w:val="00D80FFE"/>
    <w:rsid w:val="00D8119B"/>
    <w:rsid w:val="00D818E1"/>
    <w:rsid w:val="00D8200F"/>
    <w:rsid w:val="00D82103"/>
    <w:rsid w:val="00D82285"/>
    <w:rsid w:val="00D827BB"/>
    <w:rsid w:val="00D83353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0DE"/>
    <w:rsid w:val="00D864E0"/>
    <w:rsid w:val="00D867DA"/>
    <w:rsid w:val="00D86BDD"/>
    <w:rsid w:val="00D86CB7"/>
    <w:rsid w:val="00D86CC2"/>
    <w:rsid w:val="00D86E04"/>
    <w:rsid w:val="00D86E87"/>
    <w:rsid w:val="00D87631"/>
    <w:rsid w:val="00D8788B"/>
    <w:rsid w:val="00D87B79"/>
    <w:rsid w:val="00D87EA6"/>
    <w:rsid w:val="00D87F49"/>
    <w:rsid w:val="00D900B7"/>
    <w:rsid w:val="00D90129"/>
    <w:rsid w:val="00D9020E"/>
    <w:rsid w:val="00D909E8"/>
    <w:rsid w:val="00D91060"/>
    <w:rsid w:val="00D91102"/>
    <w:rsid w:val="00D91453"/>
    <w:rsid w:val="00D9165B"/>
    <w:rsid w:val="00D91864"/>
    <w:rsid w:val="00D9187F"/>
    <w:rsid w:val="00D91B2D"/>
    <w:rsid w:val="00D91ED8"/>
    <w:rsid w:val="00D91F3D"/>
    <w:rsid w:val="00D921CC"/>
    <w:rsid w:val="00D921FA"/>
    <w:rsid w:val="00D927C7"/>
    <w:rsid w:val="00D92C4F"/>
    <w:rsid w:val="00D92F8B"/>
    <w:rsid w:val="00D93175"/>
    <w:rsid w:val="00D9322B"/>
    <w:rsid w:val="00D9325F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7A5"/>
    <w:rsid w:val="00D96C6A"/>
    <w:rsid w:val="00D97C1D"/>
    <w:rsid w:val="00D97CBD"/>
    <w:rsid w:val="00D97EC1"/>
    <w:rsid w:val="00DA05F6"/>
    <w:rsid w:val="00DA0609"/>
    <w:rsid w:val="00DA0A7B"/>
    <w:rsid w:val="00DA0E4F"/>
    <w:rsid w:val="00DA1777"/>
    <w:rsid w:val="00DA1AF8"/>
    <w:rsid w:val="00DA1B61"/>
    <w:rsid w:val="00DA1FAC"/>
    <w:rsid w:val="00DA260D"/>
    <w:rsid w:val="00DA2FEC"/>
    <w:rsid w:val="00DA3A43"/>
    <w:rsid w:val="00DA3BA9"/>
    <w:rsid w:val="00DA3F5A"/>
    <w:rsid w:val="00DA40B6"/>
    <w:rsid w:val="00DA4227"/>
    <w:rsid w:val="00DA43F7"/>
    <w:rsid w:val="00DA490A"/>
    <w:rsid w:val="00DA4C42"/>
    <w:rsid w:val="00DA51E3"/>
    <w:rsid w:val="00DA5AAF"/>
    <w:rsid w:val="00DA5BBD"/>
    <w:rsid w:val="00DA5DD4"/>
    <w:rsid w:val="00DA5EF2"/>
    <w:rsid w:val="00DA6408"/>
    <w:rsid w:val="00DA653E"/>
    <w:rsid w:val="00DA6BCE"/>
    <w:rsid w:val="00DA6C97"/>
    <w:rsid w:val="00DA6D39"/>
    <w:rsid w:val="00DA6DD9"/>
    <w:rsid w:val="00DA7224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462"/>
    <w:rsid w:val="00DB1488"/>
    <w:rsid w:val="00DB164E"/>
    <w:rsid w:val="00DB1805"/>
    <w:rsid w:val="00DB1896"/>
    <w:rsid w:val="00DB263D"/>
    <w:rsid w:val="00DB28D9"/>
    <w:rsid w:val="00DB3A78"/>
    <w:rsid w:val="00DB3E32"/>
    <w:rsid w:val="00DB45B6"/>
    <w:rsid w:val="00DB489B"/>
    <w:rsid w:val="00DB4C47"/>
    <w:rsid w:val="00DB4E2C"/>
    <w:rsid w:val="00DB4EC5"/>
    <w:rsid w:val="00DB5191"/>
    <w:rsid w:val="00DB5944"/>
    <w:rsid w:val="00DB596D"/>
    <w:rsid w:val="00DB5BE4"/>
    <w:rsid w:val="00DB5C60"/>
    <w:rsid w:val="00DB5D50"/>
    <w:rsid w:val="00DB5E5D"/>
    <w:rsid w:val="00DB606A"/>
    <w:rsid w:val="00DB60C3"/>
    <w:rsid w:val="00DB61E4"/>
    <w:rsid w:val="00DB6408"/>
    <w:rsid w:val="00DB66F1"/>
    <w:rsid w:val="00DB6AD8"/>
    <w:rsid w:val="00DB6B17"/>
    <w:rsid w:val="00DB6CC6"/>
    <w:rsid w:val="00DB6ED6"/>
    <w:rsid w:val="00DB6FE1"/>
    <w:rsid w:val="00DB7399"/>
    <w:rsid w:val="00DB74A2"/>
    <w:rsid w:val="00DB75CC"/>
    <w:rsid w:val="00DB78ED"/>
    <w:rsid w:val="00DB7952"/>
    <w:rsid w:val="00DB7D8B"/>
    <w:rsid w:val="00DB7ECA"/>
    <w:rsid w:val="00DB7FF6"/>
    <w:rsid w:val="00DC0053"/>
    <w:rsid w:val="00DC024F"/>
    <w:rsid w:val="00DC0263"/>
    <w:rsid w:val="00DC06CC"/>
    <w:rsid w:val="00DC0F59"/>
    <w:rsid w:val="00DC128D"/>
    <w:rsid w:val="00DC1552"/>
    <w:rsid w:val="00DC19DB"/>
    <w:rsid w:val="00DC1AC0"/>
    <w:rsid w:val="00DC1D63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6D9"/>
    <w:rsid w:val="00DC6789"/>
    <w:rsid w:val="00DC6951"/>
    <w:rsid w:val="00DC715D"/>
    <w:rsid w:val="00DC733F"/>
    <w:rsid w:val="00DC74BE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CB"/>
    <w:rsid w:val="00DD37C1"/>
    <w:rsid w:val="00DD39D7"/>
    <w:rsid w:val="00DD3C95"/>
    <w:rsid w:val="00DD49DA"/>
    <w:rsid w:val="00DD4AD5"/>
    <w:rsid w:val="00DD4AF4"/>
    <w:rsid w:val="00DD4D56"/>
    <w:rsid w:val="00DD509C"/>
    <w:rsid w:val="00DD523E"/>
    <w:rsid w:val="00DD533B"/>
    <w:rsid w:val="00DD5379"/>
    <w:rsid w:val="00DD5672"/>
    <w:rsid w:val="00DD5E83"/>
    <w:rsid w:val="00DD5F4F"/>
    <w:rsid w:val="00DD651C"/>
    <w:rsid w:val="00DD655A"/>
    <w:rsid w:val="00DD6EEC"/>
    <w:rsid w:val="00DD7235"/>
    <w:rsid w:val="00DD7276"/>
    <w:rsid w:val="00DD7707"/>
    <w:rsid w:val="00DD7709"/>
    <w:rsid w:val="00DD7AF6"/>
    <w:rsid w:val="00DE08C0"/>
    <w:rsid w:val="00DE0B64"/>
    <w:rsid w:val="00DE0C54"/>
    <w:rsid w:val="00DE0F32"/>
    <w:rsid w:val="00DE0F40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0C8"/>
    <w:rsid w:val="00DF04BF"/>
    <w:rsid w:val="00DF0890"/>
    <w:rsid w:val="00DF0A22"/>
    <w:rsid w:val="00DF0ABA"/>
    <w:rsid w:val="00DF0B3D"/>
    <w:rsid w:val="00DF0E47"/>
    <w:rsid w:val="00DF11EE"/>
    <w:rsid w:val="00DF1340"/>
    <w:rsid w:val="00DF164E"/>
    <w:rsid w:val="00DF18FE"/>
    <w:rsid w:val="00DF1FBA"/>
    <w:rsid w:val="00DF269B"/>
    <w:rsid w:val="00DF2B72"/>
    <w:rsid w:val="00DF32AC"/>
    <w:rsid w:val="00DF3758"/>
    <w:rsid w:val="00DF384E"/>
    <w:rsid w:val="00DF3CF0"/>
    <w:rsid w:val="00DF41C1"/>
    <w:rsid w:val="00DF4793"/>
    <w:rsid w:val="00DF4A83"/>
    <w:rsid w:val="00DF58E2"/>
    <w:rsid w:val="00DF5A0E"/>
    <w:rsid w:val="00DF680F"/>
    <w:rsid w:val="00DF6ABF"/>
    <w:rsid w:val="00DF6C91"/>
    <w:rsid w:val="00DF6DDB"/>
    <w:rsid w:val="00DF70B9"/>
    <w:rsid w:val="00DF728F"/>
    <w:rsid w:val="00DF72D2"/>
    <w:rsid w:val="00DF7AA6"/>
    <w:rsid w:val="00E0080D"/>
    <w:rsid w:val="00E00CA6"/>
    <w:rsid w:val="00E010DF"/>
    <w:rsid w:val="00E01182"/>
    <w:rsid w:val="00E016A6"/>
    <w:rsid w:val="00E01BA6"/>
    <w:rsid w:val="00E01CF4"/>
    <w:rsid w:val="00E01E34"/>
    <w:rsid w:val="00E01FF2"/>
    <w:rsid w:val="00E022E6"/>
    <w:rsid w:val="00E023A7"/>
    <w:rsid w:val="00E027AD"/>
    <w:rsid w:val="00E02CAA"/>
    <w:rsid w:val="00E032E1"/>
    <w:rsid w:val="00E0330D"/>
    <w:rsid w:val="00E034CA"/>
    <w:rsid w:val="00E03639"/>
    <w:rsid w:val="00E03E5E"/>
    <w:rsid w:val="00E04212"/>
    <w:rsid w:val="00E04AE1"/>
    <w:rsid w:val="00E04E91"/>
    <w:rsid w:val="00E0562F"/>
    <w:rsid w:val="00E070EC"/>
    <w:rsid w:val="00E0715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3098"/>
    <w:rsid w:val="00E133BF"/>
    <w:rsid w:val="00E1367A"/>
    <w:rsid w:val="00E13E16"/>
    <w:rsid w:val="00E13F8B"/>
    <w:rsid w:val="00E1414B"/>
    <w:rsid w:val="00E142A7"/>
    <w:rsid w:val="00E14485"/>
    <w:rsid w:val="00E14975"/>
    <w:rsid w:val="00E14A2A"/>
    <w:rsid w:val="00E159F0"/>
    <w:rsid w:val="00E15CCD"/>
    <w:rsid w:val="00E16423"/>
    <w:rsid w:val="00E16784"/>
    <w:rsid w:val="00E16873"/>
    <w:rsid w:val="00E168A1"/>
    <w:rsid w:val="00E175E5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722"/>
    <w:rsid w:val="00E22700"/>
    <w:rsid w:val="00E22BC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C3B"/>
    <w:rsid w:val="00E23CD6"/>
    <w:rsid w:val="00E23F75"/>
    <w:rsid w:val="00E24012"/>
    <w:rsid w:val="00E2413F"/>
    <w:rsid w:val="00E241A2"/>
    <w:rsid w:val="00E24A73"/>
    <w:rsid w:val="00E24CA7"/>
    <w:rsid w:val="00E24D00"/>
    <w:rsid w:val="00E24F91"/>
    <w:rsid w:val="00E25062"/>
    <w:rsid w:val="00E25149"/>
    <w:rsid w:val="00E259EC"/>
    <w:rsid w:val="00E25AA9"/>
    <w:rsid w:val="00E25C13"/>
    <w:rsid w:val="00E26550"/>
    <w:rsid w:val="00E26821"/>
    <w:rsid w:val="00E2701D"/>
    <w:rsid w:val="00E271F4"/>
    <w:rsid w:val="00E27BF9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40B5"/>
    <w:rsid w:val="00E3436C"/>
    <w:rsid w:val="00E343F8"/>
    <w:rsid w:val="00E34828"/>
    <w:rsid w:val="00E34866"/>
    <w:rsid w:val="00E34B16"/>
    <w:rsid w:val="00E34FA4"/>
    <w:rsid w:val="00E34FDB"/>
    <w:rsid w:val="00E34FFB"/>
    <w:rsid w:val="00E357B6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B63"/>
    <w:rsid w:val="00E41F27"/>
    <w:rsid w:val="00E42035"/>
    <w:rsid w:val="00E424BB"/>
    <w:rsid w:val="00E4274D"/>
    <w:rsid w:val="00E429CB"/>
    <w:rsid w:val="00E42EBD"/>
    <w:rsid w:val="00E42F8D"/>
    <w:rsid w:val="00E43772"/>
    <w:rsid w:val="00E43DF3"/>
    <w:rsid w:val="00E43E33"/>
    <w:rsid w:val="00E445CB"/>
    <w:rsid w:val="00E44815"/>
    <w:rsid w:val="00E44B26"/>
    <w:rsid w:val="00E44BEF"/>
    <w:rsid w:val="00E44D88"/>
    <w:rsid w:val="00E456B3"/>
    <w:rsid w:val="00E45BB2"/>
    <w:rsid w:val="00E45F78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4D2"/>
    <w:rsid w:val="00E4786F"/>
    <w:rsid w:val="00E47F7E"/>
    <w:rsid w:val="00E5066E"/>
    <w:rsid w:val="00E50CA1"/>
    <w:rsid w:val="00E511AD"/>
    <w:rsid w:val="00E513C6"/>
    <w:rsid w:val="00E513FB"/>
    <w:rsid w:val="00E516FA"/>
    <w:rsid w:val="00E51A42"/>
    <w:rsid w:val="00E520A4"/>
    <w:rsid w:val="00E524D9"/>
    <w:rsid w:val="00E5265D"/>
    <w:rsid w:val="00E52746"/>
    <w:rsid w:val="00E5300E"/>
    <w:rsid w:val="00E53171"/>
    <w:rsid w:val="00E531A0"/>
    <w:rsid w:val="00E5327F"/>
    <w:rsid w:val="00E5338A"/>
    <w:rsid w:val="00E53903"/>
    <w:rsid w:val="00E5396D"/>
    <w:rsid w:val="00E5398B"/>
    <w:rsid w:val="00E53D6F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858"/>
    <w:rsid w:val="00E54AF1"/>
    <w:rsid w:val="00E54D86"/>
    <w:rsid w:val="00E54D92"/>
    <w:rsid w:val="00E556D4"/>
    <w:rsid w:val="00E5574F"/>
    <w:rsid w:val="00E5598D"/>
    <w:rsid w:val="00E55BF3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C9"/>
    <w:rsid w:val="00E620DB"/>
    <w:rsid w:val="00E62253"/>
    <w:rsid w:val="00E628EC"/>
    <w:rsid w:val="00E629AF"/>
    <w:rsid w:val="00E62A08"/>
    <w:rsid w:val="00E62D06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541D"/>
    <w:rsid w:val="00E6569C"/>
    <w:rsid w:val="00E65728"/>
    <w:rsid w:val="00E65CAE"/>
    <w:rsid w:val="00E65DA6"/>
    <w:rsid w:val="00E65E9B"/>
    <w:rsid w:val="00E65EAE"/>
    <w:rsid w:val="00E6605C"/>
    <w:rsid w:val="00E6618C"/>
    <w:rsid w:val="00E665DB"/>
    <w:rsid w:val="00E667B1"/>
    <w:rsid w:val="00E66AE4"/>
    <w:rsid w:val="00E66C00"/>
    <w:rsid w:val="00E66C4B"/>
    <w:rsid w:val="00E66CB1"/>
    <w:rsid w:val="00E677FB"/>
    <w:rsid w:val="00E67AD7"/>
    <w:rsid w:val="00E70076"/>
    <w:rsid w:val="00E70731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3C8"/>
    <w:rsid w:val="00E746C1"/>
    <w:rsid w:val="00E746F8"/>
    <w:rsid w:val="00E74A01"/>
    <w:rsid w:val="00E751C6"/>
    <w:rsid w:val="00E753AB"/>
    <w:rsid w:val="00E75E30"/>
    <w:rsid w:val="00E75E5E"/>
    <w:rsid w:val="00E763BC"/>
    <w:rsid w:val="00E7654E"/>
    <w:rsid w:val="00E7672C"/>
    <w:rsid w:val="00E768D6"/>
    <w:rsid w:val="00E769CE"/>
    <w:rsid w:val="00E77E61"/>
    <w:rsid w:val="00E8000E"/>
    <w:rsid w:val="00E800DE"/>
    <w:rsid w:val="00E802F6"/>
    <w:rsid w:val="00E8051E"/>
    <w:rsid w:val="00E805F3"/>
    <w:rsid w:val="00E806AC"/>
    <w:rsid w:val="00E80880"/>
    <w:rsid w:val="00E80D22"/>
    <w:rsid w:val="00E80F7A"/>
    <w:rsid w:val="00E81058"/>
    <w:rsid w:val="00E817BB"/>
    <w:rsid w:val="00E81970"/>
    <w:rsid w:val="00E825BA"/>
    <w:rsid w:val="00E82FE3"/>
    <w:rsid w:val="00E83457"/>
    <w:rsid w:val="00E838F3"/>
    <w:rsid w:val="00E83C76"/>
    <w:rsid w:val="00E84669"/>
    <w:rsid w:val="00E84897"/>
    <w:rsid w:val="00E84AB6"/>
    <w:rsid w:val="00E84E74"/>
    <w:rsid w:val="00E85326"/>
    <w:rsid w:val="00E853DA"/>
    <w:rsid w:val="00E856BA"/>
    <w:rsid w:val="00E85D2E"/>
    <w:rsid w:val="00E86779"/>
    <w:rsid w:val="00E86834"/>
    <w:rsid w:val="00E868F1"/>
    <w:rsid w:val="00E869C8"/>
    <w:rsid w:val="00E86FAF"/>
    <w:rsid w:val="00E87199"/>
    <w:rsid w:val="00E8785E"/>
    <w:rsid w:val="00E87DF7"/>
    <w:rsid w:val="00E90010"/>
    <w:rsid w:val="00E900D5"/>
    <w:rsid w:val="00E902C2"/>
    <w:rsid w:val="00E90A88"/>
    <w:rsid w:val="00E90C3C"/>
    <w:rsid w:val="00E91100"/>
    <w:rsid w:val="00E912A6"/>
    <w:rsid w:val="00E9148A"/>
    <w:rsid w:val="00E9181E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E83"/>
    <w:rsid w:val="00E92F03"/>
    <w:rsid w:val="00E92FB0"/>
    <w:rsid w:val="00E938DD"/>
    <w:rsid w:val="00E93B74"/>
    <w:rsid w:val="00E93BBC"/>
    <w:rsid w:val="00E945FA"/>
    <w:rsid w:val="00E94A42"/>
    <w:rsid w:val="00E94B0F"/>
    <w:rsid w:val="00E94B29"/>
    <w:rsid w:val="00E94C18"/>
    <w:rsid w:val="00E951D9"/>
    <w:rsid w:val="00E9534E"/>
    <w:rsid w:val="00E9546D"/>
    <w:rsid w:val="00E95667"/>
    <w:rsid w:val="00E958BA"/>
    <w:rsid w:val="00E95BF7"/>
    <w:rsid w:val="00E95E1E"/>
    <w:rsid w:val="00E95F2D"/>
    <w:rsid w:val="00E95F7B"/>
    <w:rsid w:val="00E962D5"/>
    <w:rsid w:val="00E96957"/>
    <w:rsid w:val="00E96A02"/>
    <w:rsid w:val="00E96ADA"/>
    <w:rsid w:val="00E96BCA"/>
    <w:rsid w:val="00E972A9"/>
    <w:rsid w:val="00E974B7"/>
    <w:rsid w:val="00E97BB1"/>
    <w:rsid w:val="00E97C91"/>
    <w:rsid w:val="00EA0308"/>
    <w:rsid w:val="00EA0BBB"/>
    <w:rsid w:val="00EA0DB7"/>
    <w:rsid w:val="00EA1FD9"/>
    <w:rsid w:val="00EA2426"/>
    <w:rsid w:val="00EA2738"/>
    <w:rsid w:val="00EA27F0"/>
    <w:rsid w:val="00EA29A9"/>
    <w:rsid w:val="00EA29EC"/>
    <w:rsid w:val="00EA2C23"/>
    <w:rsid w:val="00EA2ED9"/>
    <w:rsid w:val="00EA35C1"/>
    <w:rsid w:val="00EA3E82"/>
    <w:rsid w:val="00EA41C6"/>
    <w:rsid w:val="00EA4343"/>
    <w:rsid w:val="00EA43E5"/>
    <w:rsid w:val="00EA443A"/>
    <w:rsid w:val="00EA44A2"/>
    <w:rsid w:val="00EA493D"/>
    <w:rsid w:val="00EA4E12"/>
    <w:rsid w:val="00EA4F8E"/>
    <w:rsid w:val="00EA568D"/>
    <w:rsid w:val="00EA57CF"/>
    <w:rsid w:val="00EA5FBD"/>
    <w:rsid w:val="00EA6321"/>
    <w:rsid w:val="00EA6CEB"/>
    <w:rsid w:val="00EA6D5F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128"/>
    <w:rsid w:val="00EB134E"/>
    <w:rsid w:val="00EB1705"/>
    <w:rsid w:val="00EB1ED6"/>
    <w:rsid w:val="00EB1F17"/>
    <w:rsid w:val="00EB1FA5"/>
    <w:rsid w:val="00EB2866"/>
    <w:rsid w:val="00EB2A3D"/>
    <w:rsid w:val="00EB3321"/>
    <w:rsid w:val="00EB3671"/>
    <w:rsid w:val="00EB3937"/>
    <w:rsid w:val="00EB3948"/>
    <w:rsid w:val="00EB39A2"/>
    <w:rsid w:val="00EB3D68"/>
    <w:rsid w:val="00EB3E32"/>
    <w:rsid w:val="00EB44B4"/>
    <w:rsid w:val="00EB491F"/>
    <w:rsid w:val="00EB4922"/>
    <w:rsid w:val="00EB4C38"/>
    <w:rsid w:val="00EB4CD8"/>
    <w:rsid w:val="00EB57C7"/>
    <w:rsid w:val="00EB5920"/>
    <w:rsid w:val="00EB6249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530"/>
    <w:rsid w:val="00EC0639"/>
    <w:rsid w:val="00EC0796"/>
    <w:rsid w:val="00EC0A24"/>
    <w:rsid w:val="00EC1344"/>
    <w:rsid w:val="00EC18D1"/>
    <w:rsid w:val="00EC1F55"/>
    <w:rsid w:val="00EC2183"/>
    <w:rsid w:val="00EC235E"/>
    <w:rsid w:val="00EC244A"/>
    <w:rsid w:val="00EC25E4"/>
    <w:rsid w:val="00EC2776"/>
    <w:rsid w:val="00EC2794"/>
    <w:rsid w:val="00EC282B"/>
    <w:rsid w:val="00EC3146"/>
    <w:rsid w:val="00EC34BC"/>
    <w:rsid w:val="00EC36B4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52A"/>
    <w:rsid w:val="00EC68E6"/>
    <w:rsid w:val="00EC6943"/>
    <w:rsid w:val="00EC6ADB"/>
    <w:rsid w:val="00EC6D15"/>
    <w:rsid w:val="00EC70EC"/>
    <w:rsid w:val="00EC7481"/>
    <w:rsid w:val="00EC798E"/>
    <w:rsid w:val="00EC7C28"/>
    <w:rsid w:val="00EC7C7C"/>
    <w:rsid w:val="00EC7DD6"/>
    <w:rsid w:val="00ED0305"/>
    <w:rsid w:val="00ED0360"/>
    <w:rsid w:val="00ED04A0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3FD"/>
    <w:rsid w:val="00ED6C35"/>
    <w:rsid w:val="00EE01CB"/>
    <w:rsid w:val="00EE0457"/>
    <w:rsid w:val="00EE0992"/>
    <w:rsid w:val="00EE1118"/>
    <w:rsid w:val="00EE1197"/>
    <w:rsid w:val="00EE202E"/>
    <w:rsid w:val="00EE2189"/>
    <w:rsid w:val="00EE225B"/>
    <w:rsid w:val="00EE29AD"/>
    <w:rsid w:val="00EE2FE4"/>
    <w:rsid w:val="00EE31AE"/>
    <w:rsid w:val="00EE3937"/>
    <w:rsid w:val="00EE3D84"/>
    <w:rsid w:val="00EE3E71"/>
    <w:rsid w:val="00EE4146"/>
    <w:rsid w:val="00EE445D"/>
    <w:rsid w:val="00EE476C"/>
    <w:rsid w:val="00EE4848"/>
    <w:rsid w:val="00EE4B5F"/>
    <w:rsid w:val="00EE4F7B"/>
    <w:rsid w:val="00EE5433"/>
    <w:rsid w:val="00EE5BCA"/>
    <w:rsid w:val="00EE5E87"/>
    <w:rsid w:val="00EE5EF6"/>
    <w:rsid w:val="00EE5F15"/>
    <w:rsid w:val="00EE62AD"/>
    <w:rsid w:val="00EE6470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892"/>
    <w:rsid w:val="00EF29B4"/>
    <w:rsid w:val="00EF2AB4"/>
    <w:rsid w:val="00EF2C68"/>
    <w:rsid w:val="00EF2F5A"/>
    <w:rsid w:val="00EF31E4"/>
    <w:rsid w:val="00EF3289"/>
    <w:rsid w:val="00EF36B0"/>
    <w:rsid w:val="00EF3A99"/>
    <w:rsid w:val="00EF3D46"/>
    <w:rsid w:val="00EF4448"/>
    <w:rsid w:val="00EF47CD"/>
    <w:rsid w:val="00EF5245"/>
    <w:rsid w:val="00EF58EB"/>
    <w:rsid w:val="00EF5F63"/>
    <w:rsid w:val="00EF6885"/>
    <w:rsid w:val="00EF68D3"/>
    <w:rsid w:val="00EF698B"/>
    <w:rsid w:val="00EF6EAC"/>
    <w:rsid w:val="00EF7146"/>
    <w:rsid w:val="00F00243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4D56"/>
    <w:rsid w:val="00F04E90"/>
    <w:rsid w:val="00F05368"/>
    <w:rsid w:val="00F0579E"/>
    <w:rsid w:val="00F05CE7"/>
    <w:rsid w:val="00F05F84"/>
    <w:rsid w:val="00F06164"/>
    <w:rsid w:val="00F06661"/>
    <w:rsid w:val="00F06BB9"/>
    <w:rsid w:val="00F0722A"/>
    <w:rsid w:val="00F07239"/>
    <w:rsid w:val="00F073DE"/>
    <w:rsid w:val="00F07421"/>
    <w:rsid w:val="00F079AE"/>
    <w:rsid w:val="00F07A1F"/>
    <w:rsid w:val="00F07CFC"/>
    <w:rsid w:val="00F07D82"/>
    <w:rsid w:val="00F10004"/>
    <w:rsid w:val="00F10085"/>
    <w:rsid w:val="00F1024C"/>
    <w:rsid w:val="00F106B2"/>
    <w:rsid w:val="00F107DF"/>
    <w:rsid w:val="00F1099E"/>
    <w:rsid w:val="00F11127"/>
    <w:rsid w:val="00F11172"/>
    <w:rsid w:val="00F11465"/>
    <w:rsid w:val="00F1176C"/>
    <w:rsid w:val="00F11773"/>
    <w:rsid w:val="00F11A34"/>
    <w:rsid w:val="00F11D08"/>
    <w:rsid w:val="00F12118"/>
    <w:rsid w:val="00F12DF7"/>
    <w:rsid w:val="00F1404B"/>
    <w:rsid w:val="00F14090"/>
    <w:rsid w:val="00F14751"/>
    <w:rsid w:val="00F14D4C"/>
    <w:rsid w:val="00F15445"/>
    <w:rsid w:val="00F15719"/>
    <w:rsid w:val="00F158C9"/>
    <w:rsid w:val="00F1595F"/>
    <w:rsid w:val="00F15A37"/>
    <w:rsid w:val="00F16560"/>
    <w:rsid w:val="00F16635"/>
    <w:rsid w:val="00F16CAF"/>
    <w:rsid w:val="00F16D6E"/>
    <w:rsid w:val="00F16FAB"/>
    <w:rsid w:val="00F1786F"/>
    <w:rsid w:val="00F17C50"/>
    <w:rsid w:val="00F17CA4"/>
    <w:rsid w:val="00F17D1A"/>
    <w:rsid w:val="00F203B1"/>
    <w:rsid w:val="00F205F4"/>
    <w:rsid w:val="00F21202"/>
    <w:rsid w:val="00F216DA"/>
    <w:rsid w:val="00F2178C"/>
    <w:rsid w:val="00F2179D"/>
    <w:rsid w:val="00F21960"/>
    <w:rsid w:val="00F219EC"/>
    <w:rsid w:val="00F22020"/>
    <w:rsid w:val="00F224D2"/>
    <w:rsid w:val="00F22A4F"/>
    <w:rsid w:val="00F230F4"/>
    <w:rsid w:val="00F2397F"/>
    <w:rsid w:val="00F23CD8"/>
    <w:rsid w:val="00F249EB"/>
    <w:rsid w:val="00F24E00"/>
    <w:rsid w:val="00F24FD7"/>
    <w:rsid w:val="00F25070"/>
    <w:rsid w:val="00F250CD"/>
    <w:rsid w:val="00F252D5"/>
    <w:rsid w:val="00F253D4"/>
    <w:rsid w:val="00F253E7"/>
    <w:rsid w:val="00F2557E"/>
    <w:rsid w:val="00F25633"/>
    <w:rsid w:val="00F25667"/>
    <w:rsid w:val="00F2577B"/>
    <w:rsid w:val="00F2618B"/>
    <w:rsid w:val="00F265F0"/>
    <w:rsid w:val="00F267F6"/>
    <w:rsid w:val="00F2725F"/>
    <w:rsid w:val="00F274DE"/>
    <w:rsid w:val="00F2772D"/>
    <w:rsid w:val="00F27781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346"/>
    <w:rsid w:val="00F336E3"/>
    <w:rsid w:val="00F35246"/>
    <w:rsid w:val="00F35458"/>
    <w:rsid w:val="00F35704"/>
    <w:rsid w:val="00F35BD1"/>
    <w:rsid w:val="00F35DB4"/>
    <w:rsid w:val="00F365A8"/>
    <w:rsid w:val="00F36799"/>
    <w:rsid w:val="00F36C50"/>
    <w:rsid w:val="00F36F1B"/>
    <w:rsid w:val="00F3725A"/>
    <w:rsid w:val="00F378F2"/>
    <w:rsid w:val="00F37A39"/>
    <w:rsid w:val="00F37D0F"/>
    <w:rsid w:val="00F37E5E"/>
    <w:rsid w:val="00F4003E"/>
    <w:rsid w:val="00F40829"/>
    <w:rsid w:val="00F40CC0"/>
    <w:rsid w:val="00F40EF8"/>
    <w:rsid w:val="00F41151"/>
    <w:rsid w:val="00F41208"/>
    <w:rsid w:val="00F41299"/>
    <w:rsid w:val="00F41326"/>
    <w:rsid w:val="00F41B84"/>
    <w:rsid w:val="00F41CFA"/>
    <w:rsid w:val="00F42180"/>
    <w:rsid w:val="00F4222D"/>
    <w:rsid w:val="00F422CC"/>
    <w:rsid w:val="00F4252F"/>
    <w:rsid w:val="00F42B28"/>
    <w:rsid w:val="00F42CAD"/>
    <w:rsid w:val="00F4339D"/>
    <w:rsid w:val="00F43EDE"/>
    <w:rsid w:val="00F4406D"/>
    <w:rsid w:val="00F44377"/>
    <w:rsid w:val="00F44874"/>
    <w:rsid w:val="00F44DD7"/>
    <w:rsid w:val="00F44EBB"/>
    <w:rsid w:val="00F45366"/>
    <w:rsid w:val="00F45493"/>
    <w:rsid w:val="00F45502"/>
    <w:rsid w:val="00F456D2"/>
    <w:rsid w:val="00F4586E"/>
    <w:rsid w:val="00F467D3"/>
    <w:rsid w:val="00F46BF8"/>
    <w:rsid w:val="00F46E17"/>
    <w:rsid w:val="00F46E79"/>
    <w:rsid w:val="00F47095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46E3"/>
    <w:rsid w:val="00F55051"/>
    <w:rsid w:val="00F55222"/>
    <w:rsid w:val="00F554B4"/>
    <w:rsid w:val="00F55BF0"/>
    <w:rsid w:val="00F5604E"/>
    <w:rsid w:val="00F5606C"/>
    <w:rsid w:val="00F5617D"/>
    <w:rsid w:val="00F56245"/>
    <w:rsid w:val="00F56AFE"/>
    <w:rsid w:val="00F56DCA"/>
    <w:rsid w:val="00F5796B"/>
    <w:rsid w:val="00F579F1"/>
    <w:rsid w:val="00F57E31"/>
    <w:rsid w:val="00F57EE2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AA3"/>
    <w:rsid w:val="00F62F01"/>
    <w:rsid w:val="00F63066"/>
    <w:rsid w:val="00F634CE"/>
    <w:rsid w:val="00F636F0"/>
    <w:rsid w:val="00F63ABE"/>
    <w:rsid w:val="00F64449"/>
    <w:rsid w:val="00F64587"/>
    <w:rsid w:val="00F6501E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246"/>
    <w:rsid w:val="00F703C0"/>
    <w:rsid w:val="00F7055A"/>
    <w:rsid w:val="00F70997"/>
    <w:rsid w:val="00F70AA1"/>
    <w:rsid w:val="00F70F77"/>
    <w:rsid w:val="00F71331"/>
    <w:rsid w:val="00F71564"/>
    <w:rsid w:val="00F7160B"/>
    <w:rsid w:val="00F71637"/>
    <w:rsid w:val="00F71B39"/>
    <w:rsid w:val="00F71FBB"/>
    <w:rsid w:val="00F72203"/>
    <w:rsid w:val="00F726A0"/>
    <w:rsid w:val="00F72B68"/>
    <w:rsid w:val="00F72E11"/>
    <w:rsid w:val="00F72F32"/>
    <w:rsid w:val="00F73277"/>
    <w:rsid w:val="00F734AB"/>
    <w:rsid w:val="00F73847"/>
    <w:rsid w:val="00F73BB2"/>
    <w:rsid w:val="00F73E8A"/>
    <w:rsid w:val="00F74C74"/>
    <w:rsid w:val="00F74CCC"/>
    <w:rsid w:val="00F7587E"/>
    <w:rsid w:val="00F75DA9"/>
    <w:rsid w:val="00F75EA2"/>
    <w:rsid w:val="00F75F35"/>
    <w:rsid w:val="00F76022"/>
    <w:rsid w:val="00F760A5"/>
    <w:rsid w:val="00F762F5"/>
    <w:rsid w:val="00F76F43"/>
    <w:rsid w:val="00F7738F"/>
    <w:rsid w:val="00F774BA"/>
    <w:rsid w:val="00F774C6"/>
    <w:rsid w:val="00F77A00"/>
    <w:rsid w:val="00F77CCD"/>
    <w:rsid w:val="00F77E93"/>
    <w:rsid w:val="00F800EB"/>
    <w:rsid w:val="00F80B80"/>
    <w:rsid w:val="00F81305"/>
    <w:rsid w:val="00F81922"/>
    <w:rsid w:val="00F81A5F"/>
    <w:rsid w:val="00F81D54"/>
    <w:rsid w:val="00F81ED9"/>
    <w:rsid w:val="00F81F65"/>
    <w:rsid w:val="00F8224B"/>
    <w:rsid w:val="00F826CD"/>
    <w:rsid w:val="00F83019"/>
    <w:rsid w:val="00F837FD"/>
    <w:rsid w:val="00F8486D"/>
    <w:rsid w:val="00F849BD"/>
    <w:rsid w:val="00F84D74"/>
    <w:rsid w:val="00F85063"/>
    <w:rsid w:val="00F851C7"/>
    <w:rsid w:val="00F857E6"/>
    <w:rsid w:val="00F8591E"/>
    <w:rsid w:val="00F859A7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C9E"/>
    <w:rsid w:val="00F90E42"/>
    <w:rsid w:val="00F90E6F"/>
    <w:rsid w:val="00F91461"/>
    <w:rsid w:val="00F919CF"/>
    <w:rsid w:val="00F91BBB"/>
    <w:rsid w:val="00F921DE"/>
    <w:rsid w:val="00F9259D"/>
    <w:rsid w:val="00F92969"/>
    <w:rsid w:val="00F92BCB"/>
    <w:rsid w:val="00F92DFD"/>
    <w:rsid w:val="00F93103"/>
    <w:rsid w:val="00F9342A"/>
    <w:rsid w:val="00F936ED"/>
    <w:rsid w:val="00F9399B"/>
    <w:rsid w:val="00F93FE3"/>
    <w:rsid w:val="00F940A6"/>
    <w:rsid w:val="00F9416F"/>
    <w:rsid w:val="00F94479"/>
    <w:rsid w:val="00F94841"/>
    <w:rsid w:val="00F9498E"/>
    <w:rsid w:val="00F94A4F"/>
    <w:rsid w:val="00F94F9D"/>
    <w:rsid w:val="00F95790"/>
    <w:rsid w:val="00F95B5B"/>
    <w:rsid w:val="00F961FA"/>
    <w:rsid w:val="00F96536"/>
    <w:rsid w:val="00F96764"/>
    <w:rsid w:val="00F96CD5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711"/>
    <w:rsid w:val="00FA27C7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564C"/>
    <w:rsid w:val="00FA595D"/>
    <w:rsid w:val="00FA5B04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2E0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310"/>
    <w:rsid w:val="00FB449A"/>
    <w:rsid w:val="00FB468D"/>
    <w:rsid w:val="00FB4939"/>
    <w:rsid w:val="00FB4C0C"/>
    <w:rsid w:val="00FB4C63"/>
    <w:rsid w:val="00FB4C67"/>
    <w:rsid w:val="00FB4D5B"/>
    <w:rsid w:val="00FB4D93"/>
    <w:rsid w:val="00FB5B41"/>
    <w:rsid w:val="00FB60B6"/>
    <w:rsid w:val="00FB6963"/>
    <w:rsid w:val="00FB6B45"/>
    <w:rsid w:val="00FB6FFC"/>
    <w:rsid w:val="00FB7332"/>
    <w:rsid w:val="00FB7394"/>
    <w:rsid w:val="00FB7443"/>
    <w:rsid w:val="00FC0215"/>
    <w:rsid w:val="00FC07E8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3EA5"/>
    <w:rsid w:val="00FC402C"/>
    <w:rsid w:val="00FC430B"/>
    <w:rsid w:val="00FC4757"/>
    <w:rsid w:val="00FC481C"/>
    <w:rsid w:val="00FC4A8C"/>
    <w:rsid w:val="00FC4D14"/>
    <w:rsid w:val="00FC4D52"/>
    <w:rsid w:val="00FC5363"/>
    <w:rsid w:val="00FC5520"/>
    <w:rsid w:val="00FC5575"/>
    <w:rsid w:val="00FC56BC"/>
    <w:rsid w:val="00FC5741"/>
    <w:rsid w:val="00FC5C56"/>
    <w:rsid w:val="00FC5E92"/>
    <w:rsid w:val="00FC6106"/>
    <w:rsid w:val="00FC623B"/>
    <w:rsid w:val="00FC6324"/>
    <w:rsid w:val="00FC66FF"/>
    <w:rsid w:val="00FC69B9"/>
    <w:rsid w:val="00FC6BCD"/>
    <w:rsid w:val="00FC7212"/>
    <w:rsid w:val="00FC7357"/>
    <w:rsid w:val="00FC775C"/>
    <w:rsid w:val="00FC78AC"/>
    <w:rsid w:val="00FD0010"/>
    <w:rsid w:val="00FD0087"/>
    <w:rsid w:val="00FD01D0"/>
    <w:rsid w:val="00FD02BF"/>
    <w:rsid w:val="00FD04AD"/>
    <w:rsid w:val="00FD04B8"/>
    <w:rsid w:val="00FD05E5"/>
    <w:rsid w:val="00FD0617"/>
    <w:rsid w:val="00FD0897"/>
    <w:rsid w:val="00FD0903"/>
    <w:rsid w:val="00FD0D9E"/>
    <w:rsid w:val="00FD0F6F"/>
    <w:rsid w:val="00FD11FC"/>
    <w:rsid w:val="00FD1592"/>
    <w:rsid w:val="00FD179E"/>
    <w:rsid w:val="00FD1A77"/>
    <w:rsid w:val="00FD224B"/>
    <w:rsid w:val="00FD24D0"/>
    <w:rsid w:val="00FD2C52"/>
    <w:rsid w:val="00FD2D5E"/>
    <w:rsid w:val="00FD2F36"/>
    <w:rsid w:val="00FD3853"/>
    <w:rsid w:val="00FD3C38"/>
    <w:rsid w:val="00FD3C63"/>
    <w:rsid w:val="00FD4098"/>
    <w:rsid w:val="00FD42B3"/>
    <w:rsid w:val="00FD448E"/>
    <w:rsid w:val="00FD44ED"/>
    <w:rsid w:val="00FD45AC"/>
    <w:rsid w:val="00FD4E0C"/>
    <w:rsid w:val="00FD4EDE"/>
    <w:rsid w:val="00FD4F4C"/>
    <w:rsid w:val="00FD512A"/>
    <w:rsid w:val="00FD5672"/>
    <w:rsid w:val="00FD5D39"/>
    <w:rsid w:val="00FD6145"/>
    <w:rsid w:val="00FD6A4E"/>
    <w:rsid w:val="00FD6FAF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310"/>
    <w:rsid w:val="00FE155C"/>
    <w:rsid w:val="00FE17C9"/>
    <w:rsid w:val="00FE1862"/>
    <w:rsid w:val="00FE1914"/>
    <w:rsid w:val="00FE1A43"/>
    <w:rsid w:val="00FE219D"/>
    <w:rsid w:val="00FE286C"/>
    <w:rsid w:val="00FE3128"/>
    <w:rsid w:val="00FE37E9"/>
    <w:rsid w:val="00FE3910"/>
    <w:rsid w:val="00FE394F"/>
    <w:rsid w:val="00FE39D5"/>
    <w:rsid w:val="00FE3AA0"/>
    <w:rsid w:val="00FE3AD2"/>
    <w:rsid w:val="00FE3B15"/>
    <w:rsid w:val="00FE3DE6"/>
    <w:rsid w:val="00FE4288"/>
    <w:rsid w:val="00FE4562"/>
    <w:rsid w:val="00FE499C"/>
    <w:rsid w:val="00FE57F9"/>
    <w:rsid w:val="00FE5E33"/>
    <w:rsid w:val="00FE6314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90A"/>
    <w:rsid w:val="00FF095B"/>
    <w:rsid w:val="00FF0C10"/>
    <w:rsid w:val="00FF0F69"/>
    <w:rsid w:val="00FF0FEF"/>
    <w:rsid w:val="00FF1078"/>
    <w:rsid w:val="00FF1617"/>
    <w:rsid w:val="00FF1F86"/>
    <w:rsid w:val="00FF209F"/>
    <w:rsid w:val="00FF2152"/>
    <w:rsid w:val="00FF22F1"/>
    <w:rsid w:val="00FF2DB8"/>
    <w:rsid w:val="00FF2EC0"/>
    <w:rsid w:val="00FF31BC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5DB9"/>
    <w:rsid w:val="00FF6A6C"/>
    <w:rsid w:val="00FF753F"/>
    <w:rsid w:val="00FF7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rFonts w:cs="Times New Roman"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rFonts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 w:cs="Times New Roman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 w:cs="Times New Roman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rFonts w:cs="Times New Roman"/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rFonts w:cs="Times New Roman"/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rFonts w:cs="Times New Roman"/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rFonts w:cs="Times New Roman"/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 w:cs="Times New Roman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9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477</TotalTime>
  <Pages>459</Pages>
  <Words>-32766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user</cp:lastModifiedBy>
  <cp:revision>48</cp:revision>
  <cp:lastPrinted>2014-10-29T11:39:00Z</cp:lastPrinted>
  <dcterms:created xsi:type="dcterms:W3CDTF">2014-10-16T11:12:00Z</dcterms:created>
  <dcterms:modified xsi:type="dcterms:W3CDTF">2014-11-11T06:21:00Z</dcterms:modified>
</cp:coreProperties>
</file>