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F2" w:rsidRDefault="00C966F2" w:rsidP="00D05C1B">
      <w:pPr>
        <w:suppressAutoHyphens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Закон Ульяновской области</w:t>
      </w:r>
    </w:p>
    <w:p w:rsidR="00C966F2" w:rsidRPr="00D05C1B" w:rsidRDefault="00C966F2" w:rsidP="00D05C1B">
      <w:pPr>
        <w:suppressAutoHyphens/>
        <w:rPr>
          <w:b/>
          <w:color w:val="000000"/>
          <w:sz w:val="28"/>
          <w:szCs w:val="28"/>
        </w:rPr>
      </w:pPr>
    </w:p>
    <w:p w:rsidR="00C966F2" w:rsidRDefault="00C966F2" w:rsidP="00D05C1B">
      <w:pPr>
        <w:suppressAutoHyphens/>
        <w:rPr>
          <w:b/>
          <w:color w:val="000000"/>
          <w:sz w:val="28"/>
          <w:szCs w:val="28"/>
        </w:rPr>
      </w:pPr>
    </w:p>
    <w:p w:rsidR="00C966F2" w:rsidRDefault="00C966F2" w:rsidP="00D05C1B">
      <w:pPr>
        <w:suppressAutoHyphens/>
        <w:rPr>
          <w:b/>
          <w:color w:val="000000"/>
          <w:sz w:val="28"/>
          <w:szCs w:val="28"/>
        </w:rPr>
      </w:pPr>
    </w:p>
    <w:p w:rsidR="00C966F2" w:rsidRPr="00D05C1B" w:rsidRDefault="00C966F2" w:rsidP="00D05C1B">
      <w:pPr>
        <w:suppressAutoHyphens/>
        <w:rPr>
          <w:b/>
          <w:color w:val="000000"/>
          <w:sz w:val="28"/>
          <w:szCs w:val="28"/>
        </w:rPr>
      </w:pPr>
    </w:p>
    <w:p w:rsidR="00C966F2" w:rsidRPr="006F40BE" w:rsidRDefault="00C966F2" w:rsidP="008561A8">
      <w:pPr>
        <w:suppressAutoHyphens/>
        <w:jc w:val="center"/>
        <w:rPr>
          <w:b/>
          <w:color w:val="000000"/>
          <w:sz w:val="18"/>
          <w:szCs w:val="28"/>
        </w:rPr>
      </w:pPr>
    </w:p>
    <w:p w:rsidR="00C966F2" w:rsidRDefault="00C966F2" w:rsidP="006F40BE">
      <w:pPr>
        <w:pStyle w:val="ConsPlusTitle"/>
        <w:widowControl/>
        <w:suppressAutoHyphens/>
        <w:spacing w:line="223" w:lineRule="auto"/>
        <w:jc w:val="center"/>
        <w:rPr>
          <w:color w:val="000000"/>
          <w:sz w:val="28"/>
          <w:szCs w:val="28"/>
        </w:rPr>
      </w:pPr>
      <w:r w:rsidRPr="00D05C1B">
        <w:rPr>
          <w:color w:val="000000"/>
          <w:sz w:val="28"/>
          <w:szCs w:val="28"/>
        </w:rPr>
        <w:t xml:space="preserve">О внесении изменений в </w:t>
      </w:r>
      <w:r>
        <w:rPr>
          <w:color w:val="000000"/>
          <w:sz w:val="28"/>
          <w:szCs w:val="28"/>
        </w:rPr>
        <w:t xml:space="preserve">отдельные законодательные акты </w:t>
      </w:r>
    </w:p>
    <w:p w:rsidR="00C966F2" w:rsidRPr="00D05C1B" w:rsidRDefault="00C966F2" w:rsidP="006F40BE">
      <w:pPr>
        <w:pStyle w:val="ConsPlusTitle"/>
        <w:widowControl/>
        <w:suppressAutoHyphens/>
        <w:spacing w:line="223" w:lineRule="auto"/>
        <w:jc w:val="center"/>
        <w:rPr>
          <w:color w:val="000000"/>
          <w:sz w:val="28"/>
          <w:szCs w:val="28"/>
        </w:rPr>
      </w:pPr>
      <w:r w:rsidRPr="00D05C1B">
        <w:rPr>
          <w:color w:val="000000"/>
          <w:sz w:val="28"/>
          <w:szCs w:val="28"/>
        </w:rPr>
        <w:t xml:space="preserve">Ульяновской области </w:t>
      </w:r>
    </w:p>
    <w:p w:rsidR="00C966F2" w:rsidRDefault="00C966F2" w:rsidP="006F40BE">
      <w:pPr>
        <w:pStyle w:val="ConsPlusTitle"/>
        <w:widowControl/>
        <w:suppressAutoHyphens/>
        <w:spacing w:line="223" w:lineRule="auto"/>
        <w:rPr>
          <w:color w:val="000000"/>
          <w:sz w:val="28"/>
          <w:szCs w:val="28"/>
        </w:rPr>
      </w:pPr>
    </w:p>
    <w:p w:rsidR="00C966F2" w:rsidRDefault="00C966F2" w:rsidP="00D05C1B">
      <w:pPr>
        <w:pStyle w:val="ConsPlusTitle"/>
        <w:widowControl/>
        <w:suppressAutoHyphens/>
        <w:rPr>
          <w:color w:val="000000"/>
          <w:sz w:val="28"/>
          <w:szCs w:val="28"/>
        </w:rPr>
      </w:pPr>
    </w:p>
    <w:p w:rsidR="00C966F2" w:rsidRDefault="00C966F2" w:rsidP="00D05C1B">
      <w:pPr>
        <w:pStyle w:val="ConsPlusTitle"/>
        <w:widowControl/>
        <w:suppressAutoHyphens/>
        <w:rPr>
          <w:color w:val="000000"/>
          <w:sz w:val="28"/>
          <w:szCs w:val="28"/>
        </w:rPr>
      </w:pPr>
    </w:p>
    <w:p w:rsidR="00C966F2" w:rsidRDefault="00C966F2" w:rsidP="00D05C1B">
      <w:pPr>
        <w:pStyle w:val="ConsPlusTitle"/>
        <w:widowControl/>
        <w:suppressAutoHyphens/>
        <w:rPr>
          <w:color w:val="000000"/>
          <w:sz w:val="28"/>
          <w:szCs w:val="28"/>
        </w:rPr>
      </w:pPr>
    </w:p>
    <w:p w:rsidR="00C966F2" w:rsidRDefault="00C966F2" w:rsidP="00D05C1B">
      <w:pPr>
        <w:pStyle w:val="ConsPlusTitle"/>
        <w:widowControl/>
        <w:suppressAutoHyphens/>
        <w:rPr>
          <w:color w:val="000000"/>
          <w:sz w:val="28"/>
          <w:szCs w:val="28"/>
        </w:rPr>
      </w:pPr>
    </w:p>
    <w:p w:rsidR="00C966F2" w:rsidRDefault="00C966F2" w:rsidP="00D05C1B">
      <w:pPr>
        <w:pStyle w:val="ConsPlusTitle"/>
        <w:widowControl/>
        <w:suppressAutoHyphens/>
        <w:rPr>
          <w:color w:val="000000"/>
          <w:sz w:val="28"/>
          <w:szCs w:val="28"/>
        </w:rPr>
      </w:pPr>
    </w:p>
    <w:p w:rsidR="00C966F2" w:rsidRDefault="00C966F2" w:rsidP="00D05C1B">
      <w:pPr>
        <w:pStyle w:val="ConsPlusTitle"/>
        <w:widowControl/>
        <w:suppressAutoHyphens/>
        <w:rPr>
          <w:color w:val="000000"/>
          <w:sz w:val="48"/>
          <w:szCs w:val="28"/>
        </w:rPr>
      </w:pPr>
    </w:p>
    <w:p w:rsidR="00C966F2" w:rsidRDefault="00C966F2" w:rsidP="00D05C1B">
      <w:pPr>
        <w:pStyle w:val="ConsPlusTitle"/>
        <w:widowControl/>
        <w:suppressAutoHyphens/>
        <w:rPr>
          <w:color w:val="000000"/>
          <w:sz w:val="28"/>
          <w:szCs w:val="28"/>
        </w:rPr>
      </w:pPr>
    </w:p>
    <w:p w:rsidR="00C966F2" w:rsidRPr="001A4D36" w:rsidRDefault="00C966F2" w:rsidP="00126280">
      <w:pPr>
        <w:pStyle w:val="ConsPlusTitle"/>
        <w:widowControl/>
        <w:suppressAutoHyphens/>
        <w:ind w:firstLine="708"/>
        <w:rPr>
          <w:color w:val="000000"/>
          <w:sz w:val="28"/>
          <w:szCs w:val="28"/>
        </w:rPr>
      </w:pPr>
      <w:bookmarkStart w:id="0" w:name="_GoBack"/>
      <w:bookmarkEnd w:id="0"/>
      <w:r w:rsidRPr="001A4D36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 xml:space="preserve"> </w:t>
      </w:r>
      <w:r w:rsidRPr="001A4D36">
        <w:rPr>
          <w:sz w:val="28"/>
          <w:szCs w:val="28"/>
        </w:rPr>
        <w:t>1</w:t>
      </w:r>
    </w:p>
    <w:p w:rsidR="00C966F2" w:rsidRDefault="00C966F2" w:rsidP="00D05C1B">
      <w:pPr>
        <w:pStyle w:val="ConsPlusTitle"/>
        <w:widowControl/>
        <w:suppressAutoHyphens/>
        <w:rPr>
          <w:color w:val="000000"/>
          <w:sz w:val="28"/>
          <w:szCs w:val="28"/>
        </w:rPr>
      </w:pPr>
    </w:p>
    <w:p w:rsidR="00C966F2" w:rsidRPr="00D05C1B" w:rsidRDefault="00C966F2" w:rsidP="00D05C1B">
      <w:pPr>
        <w:pStyle w:val="ConsPlusTitle"/>
        <w:widowControl/>
        <w:suppressAutoHyphens/>
        <w:rPr>
          <w:color w:val="000000"/>
          <w:sz w:val="28"/>
          <w:szCs w:val="28"/>
        </w:rPr>
      </w:pPr>
    </w:p>
    <w:p w:rsidR="00C966F2" w:rsidRPr="00D05C1B" w:rsidRDefault="00C966F2" w:rsidP="00D05C1B">
      <w:pPr>
        <w:pStyle w:val="ConsPlusTitle"/>
        <w:widowControl/>
        <w:suppressAutoHyphens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05C1B">
        <w:rPr>
          <w:b w:val="0"/>
          <w:color w:val="000000"/>
          <w:sz w:val="28"/>
          <w:szCs w:val="28"/>
        </w:rPr>
        <w:t xml:space="preserve">Внести в часть 2 статьи 3 Закона Ульяновской области от 4 марта 2014 года № 17-ЗО «О наделении органов местного самоуправления муниципального образования «Новомалыклинский район» государственными полномочиями </w:t>
      </w:r>
      <w:r>
        <w:rPr>
          <w:b w:val="0"/>
          <w:color w:val="000000"/>
          <w:sz w:val="28"/>
          <w:szCs w:val="28"/>
        </w:rPr>
        <w:t xml:space="preserve">      </w:t>
      </w:r>
      <w:r w:rsidRPr="00D05C1B">
        <w:rPr>
          <w:b w:val="0"/>
          <w:color w:val="000000"/>
          <w:sz w:val="28"/>
          <w:szCs w:val="28"/>
        </w:rPr>
        <w:t xml:space="preserve">по подбору и передаче федеральному органу исполнительной власти, осуществляющему правоприменительные функции, функции по контролю, надзору и оказанию государственных услуг в сфере миграции, в целях размещения специальных учреждений, предусмотренных Федеральным </w:t>
      </w:r>
      <w:hyperlink r:id="rId6" w:history="1">
        <w:r w:rsidRPr="00D05C1B">
          <w:rPr>
            <w:b w:val="0"/>
            <w:color w:val="000000"/>
            <w:sz w:val="28"/>
            <w:szCs w:val="28"/>
          </w:rPr>
          <w:t>законом</w:t>
        </w:r>
      </w:hyperlink>
      <w:r w:rsidRPr="00D05C1B">
        <w:rPr>
          <w:b w:val="0"/>
          <w:color w:val="000000"/>
          <w:sz w:val="28"/>
          <w:szCs w:val="28"/>
        </w:rPr>
        <w:t xml:space="preserve"> «О правовом положении иностранных граждан в Российской Федерации», зданий с прилегающими земельными участками, соответствующих требованиям, установленным Правительством Российской Федерации» («Ульяновская правда» от 06.03.2014 № 32; от 08.05.2014 № 65) следующие изменения:</w:t>
      </w:r>
    </w:p>
    <w:p w:rsidR="00C966F2" w:rsidRPr="00D05C1B" w:rsidRDefault="00C966F2" w:rsidP="00D05C1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5C1B">
        <w:rPr>
          <w:color w:val="000000"/>
          <w:sz w:val="28"/>
          <w:szCs w:val="28"/>
        </w:rPr>
        <w:t>1) абзац второй изложить в следующей редакции:</w:t>
      </w:r>
    </w:p>
    <w:p w:rsidR="00C966F2" w:rsidRPr="002A4E6D" w:rsidRDefault="00C966F2" w:rsidP="00D05C1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A4E6D">
        <w:rPr>
          <w:color w:val="000000"/>
          <w:sz w:val="28"/>
          <w:szCs w:val="28"/>
          <w:lang w:val="en-US"/>
        </w:rPr>
        <w:t>«</w:t>
      </w:r>
      <w:r w:rsidRPr="00D05C1B">
        <w:rPr>
          <w:color w:val="000000"/>
          <w:sz w:val="28"/>
          <w:szCs w:val="28"/>
          <w:lang w:val="en-US"/>
        </w:rPr>
        <w:t>S</w:t>
      </w:r>
      <w:r w:rsidRPr="002A4E6D">
        <w:rPr>
          <w:color w:val="000000"/>
          <w:sz w:val="28"/>
          <w:szCs w:val="28"/>
          <w:lang w:val="en-US"/>
        </w:rPr>
        <w:t xml:space="preserve"> = (</w:t>
      </w:r>
      <w:r w:rsidRPr="00D05C1B">
        <w:rPr>
          <w:color w:val="000000"/>
          <w:sz w:val="28"/>
          <w:szCs w:val="28"/>
          <w:lang w:val="en-US"/>
        </w:rPr>
        <w:t>C</w:t>
      </w:r>
      <w:r w:rsidRPr="002A4E6D">
        <w:rPr>
          <w:color w:val="000000"/>
          <w:sz w:val="28"/>
          <w:szCs w:val="28"/>
          <w:lang w:val="en-US"/>
        </w:rPr>
        <w:t>+</w:t>
      </w:r>
      <w:r w:rsidRPr="00D05C1B">
        <w:rPr>
          <w:color w:val="000000"/>
          <w:sz w:val="28"/>
          <w:szCs w:val="28"/>
          <w:lang w:val="en-US"/>
        </w:rPr>
        <w:t>Rk</w:t>
      </w:r>
      <w:r w:rsidRPr="002A4E6D">
        <w:rPr>
          <w:color w:val="000000"/>
          <w:sz w:val="28"/>
          <w:szCs w:val="28"/>
          <w:lang w:val="en-US"/>
        </w:rPr>
        <w:t xml:space="preserve">) </w:t>
      </w:r>
      <w:r w:rsidRPr="00D05C1B">
        <w:rPr>
          <w:color w:val="000000"/>
          <w:sz w:val="28"/>
          <w:szCs w:val="28"/>
          <w:lang w:val="en-US"/>
        </w:rPr>
        <w:t>x</w:t>
      </w:r>
      <w:r w:rsidRPr="002A4E6D">
        <w:rPr>
          <w:color w:val="000000"/>
          <w:sz w:val="28"/>
          <w:szCs w:val="28"/>
          <w:lang w:val="en-US"/>
        </w:rPr>
        <w:t xml:space="preserve"> </w:t>
      </w:r>
      <w:r w:rsidRPr="00D05C1B">
        <w:rPr>
          <w:color w:val="000000"/>
          <w:sz w:val="28"/>
          <w:szCs w:val="28"/>
          <w:lang w:val="en-US"/>
        </w:rPr>
        <w:t>n</w:t>
      </w:r>
      <w:r w:rsidRPr="002A4E6D">
        <w:rPr>
          <w:color w:val="000000"/>
          <w:sz w:val="28"/>
          <w:szCs w:val="28"/>
          <w:lang w:val="en-US"/>
        </w:rPr>
        <w:t xml:space="preserve"> + </w:t>
      </w:r>
      <w:r w:rsidRPr="00D05C1B">
        <w:rPr>
          <w:color w:val="000000"/>
          <w:sz w:val="28"/>
          <w:szCs w:val="28"/>
          <w:lang w:val="en-US"/>
        </w:rPr>
        <w:t>Ro</w:t>
      </w:r>
      <w:r w:rsidRPr="002A4E6D">
        <w:rPr>
          <w:color w:val="000000"/>
          <w:sz w:val="28"/>
          <w:szCs w:val="28"/>
          <w:lang w:val="en-US"/>
        </w:rPr>
        <w:t xml:space="preserve"> + </w:t>
      </w:r>
      <w:r w:rsidRPr="00D05C1B">
        <w:rPr>
          <w:color w:val="000000"/>
          <w:sz w:val="28"/>
          <w:szCs w:val="28"/>
          <w:lang w:val="en-US"/>
        </w:rPr>
        <w:t>Rrk</w:t>
      </w:r>
      <w:r w:rsidRPr="002A4E6D">
        <w:rPr>
          <w:color w:val="000000"/>
          <w:sz w:val="28"/>
          <w:szCs w:val="28"/>
          <w:lang w:val="en-US"/>
        </w:rPr>
        <w:t xml:space="preserve"> + </w:t>
      </w:r>
      <w:r w:rsidRPr="00D05C1B">
        <w:rPr>
          <w:color w:val="000000"/>
          <w:sz w:val="28"/>
          <w:szCs w:val="28"/>
          <w:lang w:val="en-US"/>
        </w:rPr>
        <w:t>Rk</w:t>
      </w:r>
      <w:r w:rsidRPr="002A4E6D">
        <w:rPr>
          <w:color w:val="000000"/>
          <w:sz w:val="28"/>
          <w:szCs w:val="28"/>
          <w:vertAlign w:val="subscript"/>
          <w:lang w:val="en-US"/>
        </w:rPr>
        <w:t>1</w:t>
      </w:r>
      <w:r w:rsidRPr="002A4E6D">
        <w:rPr>
          <w:color w:val="000000"/>
          <w:sz w:val="28"/>
          <w:szCs w:val="28"/>
          <w:lang w:val="en-US"/>
        </w:rPr>
        <w:t xml:space="preserve">, </w:t>
      </w:r>
      <w:r w:rsidRPr="00D05C1B">
        <w:rPr>
          <w:color w:val="000000"/>
          <w:sz w:val="28"/>
          <w:szCs w:val="28"/>
        </w:rPr>
        <w:t>где</w:t>
      </w:r>
      <w:r w:rsidRPr="002A4E6D">
        <w:rPr>
          <w:color w:val="000000"/>
          <w:sz w:val="28"/>
          <w:szCs w:val="28"/>
          <w:lang w:val="en-US"/>
        </w:rPr>
        <w:t>:»;</w:t>
      </w:r>
    </w:p>
    <w:p w:rsidR="00C966F2" w:rsidRPr="00D05C1B" w:rsidRDefault="00C966F2" w:rsidP="00D05C1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5C1B">
        <w:rPr>
          <w:color w:val="000000"/>
          <w:sz w:val="28"/>
          <w:szCs w:val="28"/>
        </w:rPr>
        <w:t>2) в абзаце восьмом слова «здания, равный 300000 рублей» заменить словами «здания и его инженерных систем, равный 399000 рублей»;</w:t>
      </w:r>
    </w:p>
    <w:p w:rsidR="00C966F2" w:rsidRPr="00D05C1B" w:rsidRDefault="00C966F2" w:rsidP="00D05C1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5C1B">
        <w:rPr>
          <w:color w:val="000000"/>
          <w:sz w:val="28"/>
          <w:szCs w:val="28"/>
        </w:rPr>
        <w:t xml:space="preserve">3) абзац девятый признать утратившим силу; </w:t>
      </w:r>
    </w:p>
    <w:p w:rsidR="00C966F2" w:rsidRPr="00D05C1B" w:rsidRDefault="00C966F2" w:rsidP="00D05C1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5C1B">
        <w:rPr>
          <w:color w:val="000000"/>
          <w:sz w:val="28"/>
          <w:szCs w:val="28"/>
        </w:rPr>
        <w:t>4) в абзаце десятом цифры «24915000» заменить цифрами «24901000».</w:t>
      </w:r>
    </w:p>
    <w:p w:rsidR="00C966F2" w:rsidRPr="001A4D36" w:rsidRDefault="00C966F2" w:rsidP="00DF3100">
      <w:pPr>
        <w:pStyle w:val="ConsPlusTitle"/>
        <w:widowControl/>
        <w:suppressAutoHyphens/>
        <w:ind w:firstLine="708"/>
        <w:rPr>
          <w:color w:val="000000"/>
          <w:sz w:val="28"/>
          <w:szCs w:val="28"/>
        </w:rPr>
      </w:pPr>
      <w:r w:rsidRPr="001A4D36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 xml:space="preserve"> </w:t>
      </w:r>
      <w:r w:rsidRPr="001A4D36">
        <w:rPr>
          <w:sz w:val="28"/>
          <w:szCs w:val="28"/>
        </w:rPr>
        <w:t>2</w:t>
      </w:r>
    </w:p>
    <w:p w:rsidR="00C966F2" w:rsidRDefault="00C966F2" w:rsidP="00D05C1B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C966F2" w:rsidRDefault="00C966F2" w:rsidP="00D05C1B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C966F2" w:rsidRDefault="00C966F2" w:rsidP="0084326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Подпункт «в» пункта 3 </w:t>
      </w:r>
      <w:r>
        <w:rPr>
          <w:sz w:val="28"/>
          <w:szCs w:val="28"/>
        </w:rPr>
        <w:t>Закона Ульяновской области от 5 мая 2014                № 63-ЗО «</w:t>
      </w:r>
      <w:r w:rsidRPr="009E4F5B">
        <w:rPr>
          <w:sz w:val="28"/>
          <w:szCs w:val="28"/>
        </w:rPr>
        <w:t>О внесении изменений в Закон Ульяновской области</w:t>
      </w:r>
      <w:r>
        <w:rPr>
          <w:sz w:val="28"/>
          <w:szCs w:val="28"/>
        </w:rPr>
        <w:t xml:space="preserve"> </w:t>
      </w:r>
      <w:r w:rsidRPr="009E4F5B">
        <w:rPr>
          <w:sz w:val="28"/>
          <w:szCs w:val="28"/>
        </w:rPr>
        <w:t>«О наделении органов местного самоуправления муниципального</w:t>
      </w:r>
      <w:r>
        <w:rPr>
          <w:sz w:val="28"/>
          <w:szCs w:val="28"/>
        </w:rPr>
        <w:t xml:space="preserve"> </w:t>
      </w:r>
      <w:r w:rsidRPr="009E4F5B">
        <w:rPr>
          <w:sz w:val="28"/>
          <w:szCs w:val="28"/>
        </w:rPr>
        <w:t>образования «Новомал</w:t>
      </w:r>
      <w:r>
        <w:rPr>
          <w:sz w:val="28"/>
          <w:szCs w:val="28"/>
        </w:rPr>
        <w:t>ык</w:t>
      </w:r>
      <w:r w:rsidRPr="009E4F5B">
        <w:rPr>
          <w:sz w:val="28"/>
          <w:szCs w:val="28"/>
        </w:rPr>
        <w:t>линский район» государственными полномочиями</w:t>
      </w:r>
      <w:r>
        <w:rPr>
          <w:sz w:val="28"/>
          <w:szCs w:val="28"/>
        </w:rPr>
        <w:t xml:space="preserve"> </w:t>
      </w:r>
      <w:r w:rsidRPr="009E4F5B">
        <w:rPr>
          <w:sz w:val="28"/>
          <w:szCs w:val="28"/>
        </w:rPr>
        <w:t xml:space="preserve">по подбору </w:t>
      </w:r>
      <w:r>
        <w:rPr>
          <w:sz w:val="28"/>
          <w:szCs w:val="28"/>
        </w:rPr>
        <w:t xml:space="preserve">                 </w:t>
      </w:r>
      <w:r w:rsidRPr="009E4F5B">
        <w:rPr>
          <w:sz w:val="28"/>
          <w:szCs w:val="28"/>
        </w:rPr>
        <w:t>и передаче федеральному органу государственной власти,</w:t>
      </w:r>
      <w:r>
        <w:rPr>
          <w:sz w:val="28"/>
          <w:szCs w:val="28"/>
        </w:rPr>
        <w:t xml:space="preserve"> </w:t>
      </w:r>
      <w:r w:rsidRPr="009E4F5B">
        <w:rPr>
          <w:sz w:val="28"/>
          <w:szCs w:val="28"/>
        </w:rPr>
        <w:t xml:space="preserve">уполномоченному </w:t>
      </w:r>
      <w:r>
        <w:rPr>
          <w:sz w:val="28"/>
          <w:szCs w:val="28"/>
        </w:rPr>
        <w:t xml:space="preserve">            </w:t>
      </w:r>
      <w:r w:rsidRPr="009E4F5B">
        <w:rPr>
          <w:sz w:val="28"/>
          <w:szCs w:val="28"/>
        </w:rPr>
        <w:t>на осуществление функций по контролю и надзору</w:t>
      </w:r>
      <w:r>
        <w:rPr>
          <w:sz w:val="28"/>
          <w:szCs w:val="28"/>
        </w:rPr>
        <w:t xml:space="preserve"> </w:t>
      </w:r>
      <w:r w:rsidRPr="009E4F5B">
        <w:rPr>
          <w:sz w:val="28"/>
          <w:szCs w:val="28"/>
        </w:rPr>
        <w:t xml:space="preserve">в сфере миграции, зданий </w:t>
      </w:r>
      <w:r>
        <w:rPr>
          <w:sz w:val="28"/>
          <w:szCs w:val="28"/>
        </w:rPr>
        <w:t xml:space="preserve">          </w:t>
      </w:r>
      <w:r w:rsidRPr="009E4F5B">
        <w:rPr>
          <w:sz w:val="28"/>
          <w:szCs w:val="28"/>
        </w:rPr>
        <w:t>и (или) помещений, соответствующих требованиям, установленным Правительством Российской Федерации, в целях размещения специального учреждения для содержания иностранных граждан и лиц без</w:t>
      </w:r>
      <w:r>
        <w:rPr>
          <w:sz w:val="28"/>
          <w:szCs w:val="28"/>
        </w:rPr>
        <w:t xml:space="preserve"> </w:t>
      </w:r>
      <w:r w:rsidRPr="009E4F5B">
        <w:rPr>
          <w:sz w:val="28"/>
          <w:szCs w:val="28"/>
        </w:rPr>
        <w:t xml:space="preserve">гражданства, </w:t>
      </w:r>
      <w:r>
        <w:rPr>
          <w:sz w:val="28"/>
          <w:szCs w:val="28"/>
        </w:rPr>
        <w:t>подлежащих административному выд</w:t>
      </w:r>
      <w:r w:rsidRPr="009E4F5B">
        <w:rPr>
          <w:sz w:val="28"/>
          <w:szCs w:val="28"/>
        </w:rPr>
        <w:t>ворению за пределы</w:t>
      </w:r>
      <w:r>
        <w:rPr>
          <w:sz w:val="28"/>
          <w:szCs w:val="28"/>
        </w:rPr>
        <w:t xml:space="preserve"> </w:t>
      </w:r>
      <w:r w:rsidRPr="009E4F5B">
        <w:rPr>
          <w:sz w:val="28"/>
          <w:szCs w:val="28"/>
        </w:rPr>
        <w:t>Российской Федерации, депортации или реадмиссии»</w:t>
      </w:r>
      <w:r>
        <w:rPr>
          <w:sz w:val="28"/>
          <w:szCs w:val="28"/>
        </w:rPr>
        <w:t xml:space="preserve"> </w:t>
      </w:r>
      <w:r w:rsidRPr="002A4E6D">
        <w:rPr>
          <w:color w:val="000000"/>
          <w:sz w:val="28"/>
          <w:szCs w:val="28"/>
        </w:rPr>
        <w:t>(«Ульяновская правда» от 08.05.2014 № 65)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 силу.</w:t>
      </w:r>
    </w:p>
    <w:p w:rsidR="00C966F2" w:rsidRDefault="00C966F2" w:rsidP="008561A8">
      <w:pPr>
        <w:suppressAutoHyphens/>
        <w:jc w:val="both"/>
        <w:rPr>
          <w:color w:val="000000"/>
          <w:sz w:val="28"/>
          <w:szCs w:val="28"/>
        </w:rPr>
      </w:pPr>
    </w:p>
    <w:p w:rsidR="00C966F2" w:rsidRDefault="00C966F2" w:rsidP="008561A8">
      <w:pPr>
        <w:suppressAutoHyphens/>
        <w:jc w:val="both"/>
        <w:rPr>
          <w:color w:val="000000"/>
          <w:sz w:val="28"/>
          <w:szCs w:val="28"/>
        </w:rPr>
      </w:pPr>
    </w:p>
    <w:p w:rsidR="00C966F2" w:rsidRPr="00D05C1B" w:rsidRDefault="00C966F2" w:rsidP="008561A8">
      <w:pPr>
        <w:suppressAutoHyphens/>
        <w:jc w:val="both"/>
        <w:rPr>
          <w:color w:val="000000"/>
          <w:sz w:val="28"/>
          <w:szCs w:val="28"/>
        </w:rPr>
      </w:pPr>
    </w:p>
    <w:tbl>
      <w:tblPr>
        <w:tblW w:w="10031" w:type="dxa"/>
        <w:tblLayout w:type="fixed"/>
        <w:tblLook w:val="0000"/>
      </w:tblPr>
      <w:tblGrid>
        <w:gridCol w:w="5210"/>
        <w:gridCol w:w="4821"/>
      </w:tblGrid>
      <w:tr w:rsidR="00C966F2" w:rsidRPr="00D05C1B" w:rsidTr="00D05C1B">
        <w:tc>
          <w:tcPr>
            <w:tcW w:w="5210" w:type="dxa"/>
          </w:tcPr>
          <w:p w:rsidR="00C966F2" w:rsidRPr="00D05C1B" w:rsidRDefault="00C966F2" w:rsidP="008561A8">
            <w:pPr>
              <w:pStyle w:val="BodyText2"/>
              <w:suppressAutoHyphens/>
              <w:rPr>
                <w:i w:val="0"/>
                <w:color w:val="000000"/>
                <w:sz w:val="28"/>
                <w:szCs w:val="28"/>
              </w:rPr>
            </w:pPr>
            <w:r w:rsidRPr="00D05C1B">
              <w:rPr>
                <w:i w:val="0"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821" w:type="dxa"/>
          </w:tcPr>
          <w:p w:rsidR="00C966F2" w:rsidRPr="00D05C1B" w:rsidRDefault="00C966F2" w:rsidP="008561A8">
            <w:pPr>
              <w:pStyle w:val="BodyText2"/>
              <w:suppressAutoHyphens/>
              <w:jc w:val="right"/>
              <w:rPr>
                <w:i w:val="0"/>
                <w:color w:val="000000"/>
                <w:sz w:val="28"/>
                <w:szCs w:val="28"/>
              </w:rPr>
            </w:pPr>
            <w:r>
              <w:rPr>
                <w:i w:val="0"/>
                <w:color w:val="000000"/>
                <w:sz w:val="28"/>
                <w:szCs w:val="28"/>
              </w:rPr>
              <w:t xml:space="preserve"> </w:t>
            </w:r>
            <w:r w:rsidRPr="00D05C1B">
              <w:rPr>
                <w:i w:val="0"/>
                <w:color w:val="000000"/>
                <w:sz w:val="28"/>
                <w:szCs w:val="28"/>
              </w:rPr>
              <w:t>С.И.Морозов</w:t>
            </w:r>
          </w:p>
        </w:tc>
      </w:tr>
    </w:tbl>
    <w:p w:rsidR="00C966F2" w:rsidRPr="00D05C1B" w:rsidRDefault="00C966F2" w:rsidP="008561A8">
      <w:pPr>
        <w:suppressAutoHyphens/>
        <w:jc w:val="both"/>
        <w:rPr>
          <w:b/>
          <w:color w:val="000000"/>
          <w:sz w:val="28"/>
          <w:szCs w:val="28"/>
        </w:rPr>
      </w:pPr>
    </w:p>
    <w:p w:rsidR="00C966F2" w:rsidRPr="00D05C1B" w:rsidRDefault="00C966F2" w:rsidP="008561A8">
      <w:pPr>
        <w:suppressAutoHyphens/>
        <w:jc w:val="center"/>
        <w:rPr>
          <w:b/>
          <w:color w:val="000000"/>
          <w:sz w:val="28"/>
          <w:szCs w:val="28"/>
        </w:rPr>
      </w:pPr>
    </w:p>
    <w:p w:rsidR="00C966F2" w:rsidRPr="00D05C1B" w:rsidRDefault="00C966F2" w:rsidP="008561A8">
      <w:pPr>
        <w:suppressAutoHyphens/>
        <w:jc w:val="center"/>
        <w:rPr>
          <w:color w:val="000000"/>
          <w:sz w:val="28"/>
          <w:szCs w:val="28"/>
        </w:rPr>
      </w:pPr>
    </w:p>
    <w:p w:rsidR="00C966F2" w:rsidRPr="00D05C1B" w:rsidRDefault="00C966F2" w:rsidP="008561A8">
      <w:pPr>
        <w:suppressAutoHyphens/>
        <w:jc w:val="center"/>
        <w:rPr>
          <w:color w:val="000000"/>
          <w:sz w:val="28"/>
          <w:szCs w:val="28"/>
        </w:rPr>
      </w:pPr>
      <w:r w:rsidRPr="00D05C1B">
        <w:rPr>
          <w:color w:val="000000"/>
          <w:sz w:val="28"/>
          <w:szCs w:val="28"/>
        </w:rPr>
        <w:t>г. Ульяновск</w:t>
      </w:r>
    </w:p>
    <w:p w:rsidR="00C966F2" w:rsidRPr="00D05C1B" w:rsidRDefault="00C966F2" w:rsidP="008561A8">
      <w:pPr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03</w:t>
      </w:r>
      <w:r w:rsidRPr="00D05C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октября</w:t>
      </w:r>
      <w:r w:rsidRPr="00D05C1B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D05C1B">
          <w:rPr>
            <w:color w:val="000000"/>
            <w:sz w:val="28"/>
            <w:szCs w:val="28"/>
          </w:rPr>
          <w:t>2014 г</w:t>
        </w:r>
      </w:smartTag>
      <w:r w:rsidRPr="00D05C1B">
        <w:rPr>
          <w:color w:val="000000"/>
          <w:sz w:val="28"/>
          <w:szCs w:val="28"/>
        </w:rPr>
        <w:t>.</w:t>
      </w:r>
    </w:p>
    <w:p w:rsidR="00C966F2" w:rsidRPr="00D05C1B" w:rsidRDefault="00C966F2" w:rsidP="008561A8">
      <w:pPr>
        <w:suppressAutoHyphens/>
        <w:jc w:val="center"/>
        <w:rPr>
          <w:color w:val="000000"/>
        </w:rPr>
      </w:pPr>
      <w:r>
        <w:rPr>
          <w:color w:val="000000"/>
          <w:sz w:val="28"/>
          <w:szCs w:val="28"/>
        </w:rPr>
        <w:t>№ 160-</w:t>
      </w:r>
      <w:r w:rsidRPr="00D05C1B">
        <w:rPr>
          <w:color w:val="000000"/>
          <w:sz w:val="28"/>
          <w:szCs w:val="28"/>
        </w:rPr>
        <w:t>ЗО</w:t>
      </w:r>
    </w:p>
    <w:sectPr w:rsidR="00C966F2" w:rsidRPr="00D05C1B" w:rsidSect="00D05C1B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6F2" w:rsidRDefault="00C966F2">
      <w:r>
        <w:separator/>
      </w:r>
    </w:p>
  </w:endnote>
  <w:endnote w:type="continuationSeparator" w:id="0">
    <w:p w:rsidR="00C966F2" w:rsidRDefault="00C96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6F2" w:rsidRDefault="00C966F2">
      <w:r>
        <w:separator/>
      </w:r>
    </w:p>
  </w:footnote>
  <w:footnote w:type="continuationSeparator" w:id="0">
    <w:p w:rsidR="00C966F2" w:rsidRDefault="00C96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F2" w:rsidRDefault="00C966F2" w:rsidP="008E55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66F2" w:rsidRDefault="00C966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F2" w:rsidRPr="00D05C1B" w:rsidRDefault="00C966F2" w:rsidP="00D05C1B">
    <w:pPr>
      <w:pStyle w:val="Header"/>
      <w:jc w:val="center"/>
      <w:rPr>
        <w:rStyle w:val="PageNumber"/>
        <w:sz w:val="28"/>
        <w:szCs w:val="28"/>
      </w:rPr>
    </w:pPr>
    <w:r w:rsidRPr="00D05C1B">
      <w:rPr>
        <w:rStyle w:val="PageNumber"/>
        <w:sz w:val="28"/>
        <w:szCs w:val="28"/>
      </w:rPr>
      <w:fldChar w:fldCharType="begin"/>
    </w:r>
    <w:r w:rsidRPr="00D05C1B">
      <w:rPr>
        <w:rStyle w:val="PageNumber"/>
        <w:sz w:val="28"/>
        <w:szCs w:val="28"/>
      </w:rPr>
      <w:instrText xml:space="preserve">PAGE  </w:instrText>
    </w:r>
    <w:r w:rsidRPr="00D05C1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D05C1B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25F"/>
    <w:rsid w:val="00005C65"/>
    <w:rsid w:val="000353D8"/>
    <w:rsid w:val="0005651C"/>
    <w:rsid w:val="00064FAA"/>
    <w:rsid w:val="000D0946"/>
    <w:rsid w:val="000E233A"/>
    <w:rsid w:val="000F683A"/>
    <w:rsid w:val="00103BAE"/>
    <w:rsid w:val="001050C1"/>
    <w:rsid w:val="00117C26"/>
    <w:rsid w:val="00121F70"/>
    <w:rsid w:val="00126280"/>
    <w:rsid w:val="00145D96"/>
    <w:rsid w:val="00156F0C"/>
    <w:rsid w:val="00173BDA"/>
    <w:rsid w:val="0018287C"/>
    <w:rsid w:val="00185B92"/>
    <w:rsid w:val="00185CB7"/>
    <w:rsid w:val="00193EF9"/>
    <w:rsid w:val="00194ABC"/>
    <w:rsid w:val="001A4D36"/>
    <w:rsid w:val="001F1AEC"/>
    <w:rsid w:val="00212147"/>
    <w:rsid w:val="002313FA"/>
    <w:rsid w:val="00267AAD"/>
    <w:rsid w:val="0029142C"/>
    <w:rsid w:val="0029152A"/>
    <w:rsid w:val="002A21D9"/>
    <w:rsid w:val="002A4E6D"/>
    <w:rsid w:val="002D6262"/>
    <w:rsid w:val="0031067B"/>
    <w:rsid w:val="003147C1"/>
    <w:rsid w:val="003239C5"/>
    <w:rsid w:val="00340CED"/>
    <w:rsid w:val="00357A09"/>
    <w:rsid w:val="0039645C"/>
    <w:rsid w:val="003A3523"/>
    <w:rsid w:val="003A76D5"/>
    <w:rsid w:val="003C3CD9"/>
    <w:rsid w:val="003C717A"/>
    <w:rsid w:val="003E760F"/>
    <w:rsid w:val="003F1D42"/>
    <w:rsid w:val="00423900"/>
    <w:rsid w:val="00433A3A"/>
    <w:rsid w:val="00475A7C"/>
    <w:rsid w:val="00476241"/>
    <w:rsid w:val="004908BF"/>
    <w:rsid w:val="004B507B"/>
    <w:rsid w:val="004E0E8F"/>
    <w:rsid w:val="004E4549"/>
    <w:rsid w:val="00527E2E"/>
    <w:rsid w:val="00531F30"/>
    <w:rsid w:val="00532D82"/>
    <w:rsid w:val="00551858"/>
    <w:rsid w:val="005559DA"/>
    <w:rsid w:val="005663FA"/>
    <w:rsid w:val="00573951"/>
    <w:rsid w:val="00586817"/>
    <w:rsid w:val="005C04BA"/>
    <w:rsid w:val="005F6FDE"/>
    <w:rsid w:val="006038B2"/>
    <w:rsid w:val="00604C24"/>
    <w:rsid w:val="00610C26"/>
    <w:rsid w:val="00644297"/>
    <w:rsid w:val="00672DBD"/>
    <w:rsid w:val="0067776C"/>
    <w:rsid w:val="00693E65"/>
    <w:rsid w:val="00696580"/>
    <w:rsid w:val="006A131E"/>
    <w:rsid w:val="006C18C5"/>
    <w:rsid w:val="006C4CEB"/>
    <w:rsid w:val="006F40BE"/>
    <w:rsid w:val="00703CCC"/>
    <w:rsid w:val="00707188"/>
    <w:rsid w:val="00707BD1"/>
    <w:rsid w:val="00714A92"/>
    <w:rsid w:val="00737224"/>
    <w:rsid w:val="00742382"/>
    <w:rsid w:val="007725EB"/>
    <w:rsid w:val="007729C0"/>
    <w:rsid w:val="00773387"/>
    <w:rsid w:val="00792D95"/>
    <w:rsid w:val="00793A76"/>
    <w:rsid w:val="007B651F"/>
    <w:rsid w:val="007C68AD"/>
    <w:rsid w:val="007E1C59"/>
    <w:rsid w:val="007E3275"/>
    <w:rsid w:val="007F36DB"/>
    <w:rsid w:val="007F736E"/>
    <w:rsid w:val="008035FD"/>
    <w:rsid w:val="00807B15"/>
    <w:rsid w:val="008323EF"/>
    <w:rsid w:val="00843268"/>
    <w:rsid w:val="008561A8"/>
    <w:rsid w:val="00860B45"/>
    <w:rsid w:val="008B2C91"/>
    <w:rsid w:val="008E55C2"/>
    <w:rsid w:val="00917FD8"/>
    <w:rsid w:val="00940187"/>
    <w:rsid w:val="009455CA"/>
    <w:rsid w:val="0095010C"/>
    <w:rsid w:val="00954E50"/>
    <w:rsid w:val="009616EF"/>
    <w:rsid w:val="00965E59"/>
    <w:rsid w:val="0099082D"/>
    <w:rsid w:val="009B47E9"/>
    <w:rsid w:val="009E4F5B"/>
    <w:rsid w:val="009F416A"/>
    <w:rsid w:val="00A011A4"/>
    <w:rsid w:val="00A405FE"/>
    <w:rsid w:val="00A52595"/>
    <w:rsid w:val="00A5718E"/>
    <w:rsid w:val="00A670CB"/>
    <w:rsid w:val="00A82504"/>
    <w:rsid w:val="00A948BB"/>
    <w:rsid w:val="00A94AB8"/>
    <w:rsid w:val="00AA2AB2"/>
    <w:rsid w:val="00AA5608"/>
    <w:rsid w:val="00AC7CDB"/>
    <w:rsid w:val="00AD0EB7"/>
    <w:rsid w:val="00AD18ED"/>
    <w:rsid w:val="00AE478F"/>
    <w:rsid w:val="00AE5BF7"/>
    <w:rsid w:val="00B07302"/>
    <w:rsid w:val="00B146CE"/>
    <w:rsid w:val="00B26207"/>
    <w:rsid w:val="00B279B4"/>
    <w:rsid w:val="00B27A38"/>
    <w:rsid w:val="00B3413F"/>
    <w:rsid w:val="00B346EC"/>
    <w:rsid w:val="00B40AD6"/>
    <w:rsid w:val="00B650EA"/>
    <w:rsid w:val="00B74818"/>
    <w:rsid w:val="00BA0291"/>
    <w:rsid w:val="00BA3584"/>
    <w:rsid w:val="00BB7C19"/>
    <w:rsid w:val="00BC6F39"/>
    <w:rsid w:val="00C04514"/>
    <w:rsid w:val="00C5126F"/>
    <w:rsid w:val="00C52703"/>
    <w:rsid w:val="00C706C5"/>
    <w:rsid w:val="00C86B19"/>
    <w:rsid w:val="00C906F8"/>
    <w:rsid w:val="00C966F2"/>
    <w:rsid w:val="00CD2AD4"/>
    <w:rsid w:val="00CD4760"/>
    <w:rsid w:val="00D033A6"/>
    <w:rsid w:val="00D05638"/>
    <w:rsid w:val="00D05C1B"/>
    <w:rsid w:val="00D116FC"/>
    <w:rsid w:val="00D129D9"/>
    <w:rsid w:val="00D41CE3"/>
    <w:rsid w:val="00D43232"/>
    <w:rsid w:val="00D43FE2"/>
    <w:rsid w:val="00D5769C"/>
    <w:rsid w:val="00D65CE3"/>
    <w:rsid w:val="00D71BD5"/>
    <w:rsid w:val="00DA034C"/>
    <w:rsid w:val="00DA2DF0"/>
    <w:rsid w:val="00DA3D0A"/>
    <w:rsid w:val="00DA4A34"/>
    <w:rsid w:val="00DA5433"/>
    <w:rsid w:val="00DB2964"/>
    <w:rsid w:val="00DC244D"/>
    <w:rsid w:val="00DC52C6"/>
    <w:rsid w:val="00DD7753"/>
    <w:rsid w:val="00DF3100"/>
    <w:rsid w:val="00E12EA2"/>
    <w:rsid w:val="00E13B2E"/>
    <w:rsid w:val="00E153F7"/>
    <w:rsid w:val="00E26AA2"/>
    <w:rsid w:val="00E62604"/>
    <w:rsid w:val="00E629F8"/>
    <w:rsid w:val="00E635B1"/>
    <w:rsid w:val="00E73DCE"/>
    <w:rsid w:val="00E760E8"/>
    <w:rsid w:val="00E824BD"/>
    <w:rsid w:val="00E85A10"/>
    <w:rsid w:val="00E86F2C"/>
    <w:rsid w:val="00EC4846"/>
    <w:rsid w:val="00ED1188"/>
    <w:rsid w:val="00ED1E9C"/>
    <w:rsid w:val="00F051B3"/>
    <w:rsid w:val="00F0725F"/>
    <w:rsid w:val="00F120F6"/>
    <w:rsid w:val="00F151AF"/>
    <w:rsid w:val="00F30505"/>
    <w:rsid w:val="00F32248"/>
    <w:rsid w:val="00F403E1"/>
    <w:rsid w:val="00F4726C"/>
    <w:rsid w:val="00F72882"/>
    <w:rsid w:val="00F82837"/>
    <w:rsid w:val="00F95D7A"/>
    <w:rsid w:val="00FC042A"/>
    <w:rsid w:val="00FC1160"/>
    <w:rsid w:val="00FC2EB3"/>
    <w:rsid w:val="00FD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5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72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0725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0725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A76D5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0725F"/>
    <w:rPr>
      <w:rFonts w:cs="Times New Roman"/>
    </w:rPr>
  </w:style>
  <w:style w:type="paragraph" w:customStyle="1" w:styleId="ConsPlusCell">
    <w:name w:val="ConsPlusCell"/>
    <w:uiPriority w:val="99"/>
    <w:rsid w:val="00F0725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F1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76D5"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rsid w:val="00B146CE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A76D5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64FA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D05C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5C1B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9E6E1F701884E9F79FD7891C4422A96DC4F2560381FAC197F1B63E1Ci3W2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340</Words>
  <Characters>1943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dmitrieva</dc:creator>
  <cp:keywords/>
  <dc:description/>
  <cp:lastModifiedBy>user</cp:lastModifiedBy>
  <cp:revision>11</cp:revision>
  <cp:lastPrinted>2014-09-24T13:35:00Z</cp:lastPrinted>
  <dcterms:created xsi:type="dcterms:W3CDTF">2014-07-23T12:34:00Z</dcterms:created>
  <dcterms:modified xsi:type="dcterms:W3CDTF">2014-10-09T11:05:00Z</dcterms:modified>
</cp:coreProperties>
</file>