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2AA" w:rsidRDefault="00F512AA" w:rsidP="00E46131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F512AA" w:rsidRDefault="00F512AA" w:rsidP="00E4613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Закон Ульяновской области</w:t>
      </w:r>
    </w:p>
    <w:p w:rsidR="00F512AA" w:rsidRDefault="00F512AA" w:rsidP="00E46131">
      <w:pPr>
        <w:jc w:val="center"/>
        <w:rPr>
          <w:b/>
          <w:bCs/>
          <w:sz w:val="28"/>
          <w:szCs w:val="28"/>
        </w:rPr>
      </w:pPr>
    </w:p>
    <w:p w:rsidR="00F512AA" w:rsidRPr="00B36D9B" w:rsidRDefault="00F512AA" w:rsidP="00E46131">
      <w:pPr>
        <w:jc w:val="center"/>
        <w:rPr>
          <w:b/>
          <w:bCs/>
          <w:sz w:val="36"/>
          <w:szCs w:val="36"/>
        </w:rPr>
      </w:pPr>
    </w:p>
    <w:p w:rsidR="00F512AA" w:rsidRPr="00B36D9B" w:rsidRDefault="00F512AA" w:rsidP="00E46131">
      <w:pPr>
        <w:jc w:val="center"/>
        <w:rPr>
          <w:b/>
          <w:bCs/>
          <w:sz w:val="28"/>
          <w:szCs w:val="28"/>
        </w:rPr>
      </w:pPr>
    </w:p>
    <w:p w:rsidR="00F512AA" w:rsidRPr="00B36D9B" w:rsidRDefault="00F512AA" w:rsidP="00B36D9B">
      <w:pPr>
        <w:jc w:val="center"/>
        <w:rPr>
          <w:b/>
          <w:bCs/>
          <w:sz w:val="28"/>
          <w:szCs w:val="28"/>
        </w:rPr>
      </w:pPr>
      <w:r w:rsidRPr="00B36D9B">
        <w:rPr>
          <w:b/>
          <w:bCs/>
          <w:sz w:val="28"/>
          <w:szCs w:val="28"/>
        </w:rPr>
        <w:t xml:space="preserve">О внесении изменения в Закон Ульяновской области </w:t>
      </w:r>
    </w:p>
    <w:p w:rsidR="00F512AA" w:rsidRPr="00B36D9B" w:rsidRDefault="00F512AA" w:rsidP="00B36D9B">
      <w:pPr>
        <w:jc w:val="center"/>
        <w:rPr>
          <w:b/>
          <w:bCs/>
          <w:sz w:val="28"/>
          <w:szCs w:val="28"/>
        </w:rPr>
      </w:pPr>
      <w:r w:rsidRPr="00B36D9B">
        <w:rPr>
          <w:b/>
          <w:bCs/>
          <w:sz w:val="28"/>
          <w:szCs w:val="28"/>
        </w:rPr>
        <w:t>«О Прогнозном плане (программе) приватизации государственного</w:t>
      </w:r>
    </w:p>
    <w:p w:rsidR="00F512AA" w:rsidRPr="00B36D9B" w:rsidRDefault="00F512AA" w:rsidP="00B36D9B">
      <w:pPr>
        <w:jc w:val="center"/>
        <w:rPr>
          <w:b/>
          <w:bCs/>
          <w:sz w:val="28"/>
          <w:szCs w:val="28"/>
        </w:rPr>
      </w:pPr>
      <w:r w:rsidRPr="00B36D9B">
        <w:rPr>
          <w:b/>
          <w:bCs/>
          <w:sz w:val="28"/>
          <w:szCs w:val="28"/>
        </w:rPr>
        <w:t>имущества Ульяновской области на 2014 год и основных</w:t>
      </w:r>
    </w:p>
    <w:p w:rsidR="00F512AA" w:rsidRPr="00B36D9B" w:rsidRDefault="00F512AA" w:rsidP="00B36D9B">
      <w:pPr>
        <w:jc w:val="center"/>
        <w:rPr>
          <w:b/>
          <w:bCs/>
          <w:sz w:val="28"/>
          <w:szCs w:val="28"/>
        </w:rPr>
      </w:pPr>
      <w:r w:rsidRPr="00B36D9B">
        <w:rPr>
          <w:b/>
          <w:bCs/>
          <w:sz w:val="28"/>
          <w:szCs w:val="28"/>
        </w:rPr>
        <w:t xml:space="preserve">направлениях политики Ульяновской области </w:t>
      </w:r>
    </w:p>
    <w:p w:rsidR="00F512AA" w:rsidRPr="00B36D9B" w:rsidRDefault="00F512AA" w:rsidP="00B36D9B">
      <w:pPr>
        <w:jc w:val="center"/>
        <w:rPr>
          <w:b/>
          <w:bCs/>
          <w:sz w:val="28"/>
          <w:szCs w:val="28"/>
        </w:rPr>
      </w:pPr>
      <w:r w:rsidRPr="00B36D9B">
        <w:rPr>
          <w:b/>
          <w:bCs/>
          <w:sz w:val="28"/>
          <w:szCs w:val="28"/>
        </w:rPr>
        <w:t>в сфере приватизации на 2014-2016 годы»</w:t>
      </w:r>
    </w:p>
    <w:p w:rsidR="00F512AA" w:rsidRPr="00B36D9B" w:rsidRDefault="00F512AA" w:rsidP="00B36D9B">
      <w:pPr>
        <w:ind w:firstLine="709"/>
        <w:jc w:val="center"/>
        <w:rPr>
          <w:b/>
          <w:bCs/>
          <w:sz w:val="28"/>
          <w:szCs w:val="28"/>
        </w:rPr>
      </w:pPr>
    </w:p>
    <w:p w:rsidR="00F512AA" w:rsidRPr="00B36D9B" w:rsidRDefault="00F512AA" w:rsidP="00B36D9B">
      <w:pPr>
        <w:ind w:firstLine="709"/>
        <w:jc w:val="center"/>
        <w:rPr>
          <w:b/>
          <w:bCs/>
          <w:sz w:val="28"/>
          <w:szCs w:val="28"/>
        </w:rPr>
      </w:pPr>
    </w:p>
    <w:p w:rsidR="00F512AA" w:rsidRPr="00B36D9B" w:rsidRDefault="00F512AA" w:rsidP="00B36D9B">
      <w:pPr>
        <w:ind w:firstLine="709"/>
        <w:jc w:val="center"/>
        <w:rPr>
          <w:b/>
          <w:bCs/>
          <w:sz w:val="28"/>
          <w:szCs w:val="28"/>
        </w:rPr>
      </w:pPr>
    </w:p>
    <w:p w:rsidR="00F512AA" w:rsidRPr="00B36D9B" w:rsidRDefault="00F512AA" w:rsidP="00B36D9B">
      <w:pPr>
        <w:ind w:firstLine="709"/>
        <w:jc w:val="center"/>
        <w:rPr>
          <w:b/>
          <w:bCs/>
          <w:sz w:val="36"/>
          <w:szCs w:val="36"/>
        </w:rPr>
      </w:pPr>
    </w:p>
    <w:p w:rsidR="00F512AA" w:rsidRDefault="00F512AA" w:rsidP="00B36D9B">
      <w:pPr>
        <w:ind w:firstLine="709"/>
        <w:jc w:val="center"/>
        <w:rPr>
          <w:b/>
          <w:bCs/>
          <w:sz w:val="28"/>
          <w:szCs w:val="28"/>
        </w:rPr>
      </w:pPr>
    </w:p>
    <w:p w:rsidR="00F512AA" w:rsidRPr="00721E9E" w:rsidRDefault="00F512AA" w:rsidP="00721E9E">
      <w:pPr>
        <w:spacing w:line="360" w:lineRule="auto"/>
        <w:ind w:firstLine="709"/>
        <w:jc w:val="both"/>
        <w:rPr>
          <w:sz w:val="28"/>
          <w:szCs w:val="28"/>
        </w:rPr>
      </w:pPr>
      <w:r w:rsidRPr="00721E9E">
        <w:rPr>
          <w:sz w:val="28"/>
          <w:szCs w:val="28"/>
        </w:rPr>
        <w:t xml:space="preserve">Внести в раздел </w:t>
      </w:r>
      <w:r w:rsidRPr="00721E9E">
        <w:rPr>
          <w:sz w:val="28"/>
          <w:szCs w:val="28"/>
          <w:lang w:val="en-US"/>
        </w:rPr>
        <w:t>I</w:t>
      </w:r>
      <w:r w:rsidRPr="00721E9E">
        <w:rPr>
          <w:sz w:val="28"/>
          <w:szCs w:val="28"/>
        </w:rPr>
        <w:t xml:space="preserve"> Прогнозного плана (программы) приватизации государственного имущества Ульяновской области на 2014 год и основных направлений политики Ульяновской области в сфере приватизации на 2014-2016 годы, утверждённых Законом Ульяновской области от 2 декабря 2013 года </w:t>
      </w:r>
      <w:r w:rsidRPr="00721E9E">
        <w:rPr>
          <w:sz w:val="28"/>
          <w:szCs w:val="28"/>
        </w:rPr>
        <w:br/>
        <w:t>№ 219-ЗО «О Прогнозном плане (программе) приватизации государственного имущества Ульяновской области на 2014 год и основных направлениях политики Ульяновской области в сфере приватизации на 2014-2016 годы» («Ульяновская правда» от 05.12.2013 № 158), изменение, дополнив Перечень акционерных обществ, акции которых планируются к приватиза</w:t>
      </w:r>
      <w:r>
        <w:rPr>
          <w:sz w:val="28"/>
          <w:szCs w:val="28"/>
        </w:rPr>
        <w:t xml:space="preserve">ции путём продажи на аукционе, </w:t>
      </w:r>
      <w:r w:rsidRPr="00721E9E">
        <w:rPr>
          <w:sz w:val="28"/>
          <w:szCs w:val="28"/>
        </w:rPr>
        <w:t>строкой 2 следующего содержания:</w:t>
      </w:r>
    </w:p>
    <w:p w:rsidR="00F512AA" w:rsidRPr="00B36D9B" w:rsidRDefault="00F512AA" w:rsidP="00B36D9B">
      <w:pPr>
        <w:ind w:firstLine="709"/>
        <w:jc w:val="both"/>
        <w:rPr>
          <w:spacing w:val="-4"/>
          <w:sz w:val="8"/>
          <w:szCs w:val="8"/>
        </w:rPr>
      </w:pPr>
    </w:p>
    <w:tbl>
      <w:tblPr>
        <w:tblW w:w="9911" w:type="dxa"/>
        <w:tblInd w:w="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2"/>
        <w:gridCol w:w="448"/>
        <w:gridCol w:w="4078"/>
        <w:gridCol w:w="1620"/>
        <w:gridCol w:w="1458"/>
        <w:gridCol w:w="1560"/>
        <w:gridCol w:w="425"/>
      </w:tblGrid>
      <w:tr w:rsidR="00F512AA" w:rsidRPr="00B36D9B" w:rsidTr="00721E9E">
        <w:trPr>
          <w:cantSplit/>
          <w:trHeight w:val="1220"/>
        </w:trPr>
        <w:tc>
          <w:tcPr>
            <w:tcW w:w="322" w:type="dxa"/>
            <w:tcBorders>
              <w:right w:val="single" w:sz="4" w:space="0" w:color="auto"/>
            </w:tcBorders>
          </w:tcPr>
          <w:p w:rsidR="00F512AA" w:rsidRPr="00B36D9B" w:rsidRDefault="00F512AA" w:rsidP="00B36D9B">
            <w:pPr>
              <w:widowControl/>
              <w:adjustRightInd w:val="0"/>
              <w:spacing w:line="235" w:lineRule="auto"/>
              <w:rPr>
                <w:sz w:val="28"/>
                <w:szCs w:val="28"/>
              </w:rPr>
            </w:pPr>
            <w:r w:rsidRPr="00B36D9B">
              <w:rPr>
                <w:sz w:val="28"/>
                <w:szCs w:val="28"/>
              </w:rPr>
              <w:t>«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12AA" w:rsidRPr="00B36D9B" w:rsidRDefault="00F512AA" w:rsidP="00B36D9B">
            <w:pPr>
              <w:widowControl/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 w:rsidRPr="00B36D9B">
              <w:rPr>
                <w:sz w:val="28"/>
                <w:szCs w:val="28"/>
              </w:rPr>
              <w:t>2.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AA" w:rsidRPr="00B36D9B" w:rsidRDefault="00F512AA" w:rsidP="00B36D9B">
            <w:pPr>
              <w:widowControl/>
              <w:adjustRightInd w:val="0"/>
              <w:spacing w:line="235" w:lineRule="auto"/>
              <w:rPr>
                <w:sz w:val="28"/>
                <w:szCs w:val="28"/>
              </w:rPr>
            </w:pPr>
            <w:r w:rsidRPr="00B36D9B">
              <w:rPr>
                <w:sz w:val="28"/>
                <w:szCs w:val="28"/>
              </w:rPr>
              <w:t>Открытое акционерное общество</w:t>
            </w:r>
            <w:r>
              <w:rPr>
                <w:sz w:val="28"/>
                <w:szCs w:val="28"/>
              </w:rPr>
              <w:t xml:space="preserve"> </w:t>
            </w:r>
            <w:r w:rsidRPr="00B36D9B">
              <w:rPr>
                <w:sz w:val="28"/>
                <w:szCs w:val="28"/>
              </w:rPr>
              <w:t>«Ульяновскавтодор»,</w:t>
            </w:r>
            <w:r>
              <w:rPr>
                <w:sz w:val="28"/>
                <w:szCs w:val="28"/>
              </w:rPr>
              <w:t xml:space="preserve"> Ульяновская область,                    г. </w:t>
            </w:r>
            <w:r w:rsidRPr="00B36D9B">
              <w:rPr>
                <w:sz w:val="28"/>
                <w:szCs w:val="28"/>
              </w:rPr>
              <w:t>Ульяновск,</w:t>
            </w:r>
            <w:r>
              <w:rPr>
                <w:sz w:val="28"/>
                <w:szCs w:val="28"/>
              </w:rPr>
              <w:t xml:space="preserve"> </w:t>
            </w:r>
            <w:r w:rsidRPr="00B36D9B">
              <w:rPr>
                <w:sz w:val="28"/>
                <w:szCs w:val="28"/>
              </w:rPr>
              <w:t>ул</w:t>
            </w:r>
            <w:r>
              <w:rPr>
                <w:sz w:val="28"/>
                <w:szCs w:val="28"/>
              </w:rPr>
              <w:t xml:space="preserve">. </w:t>
            </w:r>
            <w:r w:rsidRPr="00B36D9B">
              <w:rPr>
                <w:sz w:val="28"/>
                <w:szCs w:val="28"/>
              </w:rPr>
              <w:t>Хваткова,</w:t>
            </w:r>
            <w:r>
              <w:rPr>
                <w:sz w:val="28"/>
                <w:szCs w:val="28"/>
              </w:rPr>
              <w:t xml:space="preserve"> </w:t>
            </w:r>
            <w:r w:rsidRPr="00B36D9B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.</w:t>
            </w:r>
            <w:r w:rsidRPr="00B36D9B">
              <w:rPr>
                <w:sz w:val="28"/>
                <w:szCs w:val="28"/>
              </w:rPr>
              <w:t xml:space="preserve"> 9а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AA" w:rsidRPr="00B36D9B" w:rsidRDefault="00F512AA" w:rsidP="00B36D9B">
            <w:pPr>
              <w:widowControl/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 w:rsidRPr="00B36D9B">
              <w:rPr>
                <w:sz w:val="28"/>
                <w:szCs w:val="28"/>
              </w:rPr>
              <w:t>556475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AA" w:rsidRPr="00B36D9B" w:rsidRDefault="00F512AA" w:rsidP="00B36D9B">
            <w:pPr>
              <w:widowControl/>
              <w:adjustRightInd w:val="0"/>
              <w:spacing w:line="235" w:lineRule="auto"/>
              <w:jc w:val="center"/>
              <w:rPr>
                <w:sz w:val="28"/>
                <w:szCs w:val="28"/>
              </w:rPr>
            </w:pPr>
            <w:r w:rsidRPr="00B36D9B">
              <w:rPr>
                <w:sz w:val="28"/>
                <w:szCs w:val="28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2AA" w:rsidRPr="003054C7" w:rsidRDefault="00F512AA" w:rsidP="00B36D9B">
            <w:pPr>
              <w:widowControl/>
              <w:autoSpaceDE/>
              <w:autoSpaceDN/>
              <w:spacing w:line="235" w:lineRule="auto"/>
              <w:jc w:val="center"/>
              <w:rPr>
                <w:sz w:val="28"/>
                <w:szCs w:val="28"/>
              </w:rPr>
            </w:pPr>
            <w:r w:rsidRPr="00B36D9B">
              <w:rPr>
                <w:sz w:val="28"/>
                <w:szCs w:val="28"/>
                <w:lang w:val="en-US"/>
              </w:rPr>
              <w:t>I</w:t>
            </w:r>
            <w:r w:rsidRPr="00B36D9B">
              <w:rPr>
                <w:sz w:val="28"/>
                <w:szCs w:val="28"/>
              </w:rPr>
              <w:t>I</w:t>
            </w:r>
          </w:p>
          <w:p w:rsidR="00F512AA" w:rsidRPr="00B36D9B" w:rsidRDefault="00F512AA" w:rsidP="00B36D9B">
            <w:pPr>
              <w:widowControl/>
              <w:autoSpaceDE/>
              <w:autoSpaceDN/>
              <w:spacing w:line="235" w:lineRule="auto"/>
              <w:jc w:val="center"/>
              <w:rPr>
                <w:sz w:val="28"/>
                <w:szCs w:val="28"/>
              </w:rPr>
            </w:pPr>
            <w:r w:rsidRPr="00B36D9B">
              <w:rPr>
                <w:sz w:val="28"/>
                <w:szCs w:val="28"/>
              </w:rPr>
              <w:t>квартал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F512AA" w:rsidRPr="00B36D9B" w:rsidRDefault="00F512AA" w:rsidP="00B36D9B">
            <w:pPr>
              <w:widowControl/>
              <w:autoSpaceDE/>
              <w:autoSpaceDN/>
              <w:spacing w:line="235" w:lineRule="auto"/>
              <w:rPr>
                <w:sz w:val="28"/>
                <w:szCs w:val="28"/>
              </w:rPr>
            </w:pPr>
          </w:p>
          <w:p w:rsidR="00F512AA" w:rsidRPr="00B36D9B" w:rsidRDefault="00F512AA" w:rsidP="00B36D9B">
            <w:pPr>
              <w:widowControl/>
              <w:autoSpaceDE/>
              <w:autoSpaceDN/>
              <w:spacing w:line="235" w:lineRule="auto"/>
              <w:rPr>
                <w:sz w:val="28"/>
                <w:szCs w:val="28"/>
              </w:rPr>
            </w:pPr>
          </w:p>
          <w:p w:rsidR="00F512AA" w:rsidRPr="00B36D9B" w:rsidRDefault="00F512AA" w:rsidP="00B36D9B">
            <w:pPr>
              <w:widowControl/>
              <w:autoSpaceDE/>
              <w:autoSpaceDN/>
              <w:spacing w:line="235" w:lineRule="auto"/>
              <w:rPr>
                <w:sz w:val="28"/>
                <w:szCs w:val="28"/>
              </w:rPr>
            </w:pPr>
          </w:p>
          <w:p w:rsidR="00F512AA" w:rsidRPr="00B36D9B" w:rsidRDefault="00F512AA" w:rsidP="00B36D9B">
            <w:pPr>
              <w:widowControl/>
              <w:autoSpaceDE/>
              <w:autoSpaceDN/>
              <w:spacing w:line="235" w:lineRule="auto"/>
              <w:rPr>
                <w:sz w:val="28"/>
                <w:szCs w:val="28"/>
              </w:rPr>
            </w:pPr>
            <w:r w:rsidRPr="00B36D9B">
              <w:rPr>
                <w:sz w:val="28"/>
                <w:szCs w:val="28"/>
              </w:rPr>
              <w:t>».</w:t>
            </w:r>
          </w:p>
        </w:tc>
      </w:tr>
    </w:tbl>
    <w:p w:rsidR="00F512AA" w:rsidRPr="00B36D9B" w:rsidRDefault="00F512AA" w:rsidP="00951F4F">
      <w:pPr>
        <w:spacing w:line="360" w:lineRule="auto"/>
        <w:ind w:firstLine="709"/>
        <w:jc w:val="both"/>
        <w:rPr>
          <w:spacing w:val="-4"/>
          <w:sz w:val="28"/>
          <w:szCs w:val="28"/>
        </w:rPr>
      </w:pPr>
    </w:p>
    <w:p w:rsidR="00F512AA" w:rsidRPr="00B36D9B" w:rsidRDefault="00F512AA" w:rsidP="00951F4F">
      <w:pPr>
        <w:spacing w:line="360" w:lineRule="auto"/>
        <w:ind w:firstLine="709"/>
        <w:jc w:val="both"/>
        <w:rPr>
          <w:spacing w:val="-4"/>
          <w:sz w:val="28"/>
          <w:szCs w:val="28"/>
        </w:rPr>
      </w:pPr>
    </w:p>
    <w:p w:rsidR="00F512AA" w:rsidRPr="00B36D9B" w:rsidRDefault="00F512AA" w:rsidP="00B36D9B">
      <w:pPr>
        <w:jc w:val="both"/>
        <w:rPr>
          <w:spacing w:val="-4"/>
          <w:sz w:val="28"/>
          <w:szCs w:val="28"/>
        </w:rPr>
      </w:pPr>
      <w:r w:rsidRPr="00B36D9B">
        <w:rPr>
          <w:b/>
          <w:bCs/>
          <w:spacing w:val="-4"/>
          <w:sz w:val="28"/>
          <w:szCs w:val="28"/>
        </w:rPr>
        <w:t>Губернатор Ульяновской области</w:t>
      </w:r>
      <w:r w:rsidRPr="00B36D9B">
        <w:rPr>
          <w:b/>
          <w:bCs/>
          <w:spacing w:val="-4"/>
          <w:sz w:val="28"/>
          <w:szCs w:val="28"/>
        </w:rPr>
        <w:tab/>
      </w:r>
      <w:r w:rsidRPr="00B36D9B">
        <w:rPr>
          <w:b/>
          <w:bCs/>
          <w:spacing w:val="-4"/>
          <w:sz w:val="28"/>
          <w:szCs w:val="28"/>
        </w:rPr>
        <w:tab/>
      </w:r>
      <w:r w:rsidRPr="00B36D9B">
        <w:rPr>
          <w:b/>
          <w:bCs/>
          <w:spacing w:val="-4"/>
          <w:sz w:val="28"/>
          <w:szCs w:val="28"/>
        </w:rPr>
        <w:tab/>
      </w:r>
      <w:r w:rsidRPr="00B36D9B">
        <w:rPr>
          <w:b/>
          <w:bCs/>
          <w:spacing w:val="-4"/>
          <w:sz w:val="28"/>
          <w:szCs w:val="28"/>
        </w:rPr>
        <w:tab/>
      </w:r>
      <w:r w:rsidRPr="00B36D9B">
        <w:rPr>
          <w:b/>
          <w:bCs/>
          <w:spacing w:val="-4"/>
          <w:sz w:val="28"/>
          <w:szCs w:val="28"/>
        </w:rPr>
        <w:tab/>
      </w:r>
      <w:r w:rsidRPr="00B36D9B">
        <w:rPr>
          <w:b/>
          <w:bCs/>
          <w:spacing w:val="-4"/>
          <w:sz w:val="28"/>
          <w:szCs w:val="28"/>
        </w:rPr>
        <w:tab/>
      </w:r>
      <w:r>
        <w:rPr>
          <w:b/>
          <w:bCs/>
          <w:spacing w:val="-4"/>
          <w:sz w:val="28"/>
          <w:szCs w:val="28"/>
        </w:rPr>
        <w:t xml:space="preserve">     </w:t>
      </w:r>
      <w:r w:rsidRPr="00B36D9B">
        <w:rPr>
          <w:b/>
          <w:bCs/>
          <w:sz w:val="28"/>
          <w:szCs w:val="28"/>
        </w:rPr>
        <w:t>С.И.Морозов</w:t>
      </w:r>
    </w:p>
    <w:p w:rsidR="00F512AA" w:rsidRDefault="00F512AA" w:rsidP="00B36D9B">
      <w:pPr>
        <w:ind w:firstLine="709"/>
        <w:jc w:val="both"/>
        <w:rPr>
          <w:spacing w:val="-4"/>
          <w:sz w:val="28"/>
          <w:szCs w:val="28"/>
        </w:rPr>
      </w:pPr>
    </w:p>
    <w:p w:rsidR="00F512AA" w:rsidRDefault="00F512AA" w:rsidP="00B36D9B">
      <w:pPr>
        <w:ind w:firstLine="709"/>
        <w:jc w:val="both"/>
        <w:rPr>
          <w:spacing w:val="-4"/>
          <w:sz w:val="28"/>
          <w:szCs w:val="28"/>
        </w:rPr>
      </w:pPr>
    </w:p>
    <w:p w:rsidR="00F512AA" w:rsidRPr="00B36D9B" w:rsidRDefault="00F512AA" w:rsidP="00B36D9B">
      <w:pPr>
        <w:ind w:firstLine="709"/>
        <w:jc w:val="both"/>
        <w:rPr>
          <w:spacing w:val="-4"/>
          <w:sz w:val="28"/>
          <w:szCs w:val="28"/>
        </w:rPr>
      </w:pPr>
    </w:p>
    <w:p w:rsidR="00F512AA" w:rsidRPr="00B36D9B" w:rsidRDefault="00F512AA" w:rsidP="00B36D9B">
      <w:pPr>
        <w:spacing w:line="247" w:lineRule="auto"/>
        <w:jc w:val="center"/>
        <w:rPr>
          <w:sz w:val="28"/>
          <w:szCs w:val="28"/>
        </w:rPr>
      </w:pPr>
      <w:r w:rsidRPr="00B36D9B">
        <w:rPr>
          <w:sz w:val="28"/>
          <w:szCs w:val="28"/>
        </w:rPr>
        <w:t>г. Ульяновск</w:t>
      </w:r>
    </w:p>
    <w:p w:rsidR="00F512AA" w:rsidRPr="00B36D9B" w:rsidRDefault="00F512AA" w:rsidP="00B36D9B">
      <w:pPr>
        <w:spacing w:line="247" w:lineRule="auto"/>
        <w:jc w:val="center"/>
        <w:rPr>
          <w:sz w:val="28"/>
          <w:szCs w:val="28"/>
        </w:rPr>
      </w:pPr>
      <w:r>
        <w:rPr>
          <w:sz w:val="28"/>
          <w:szCs w:val="28"/>
        </w:rPr>
        <w:t>03</w:t>
      </w:r>
      <w:r w:rsidRPr="00B36D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марта </w:t>
      </w:r>
      <w:smartTag w:uri="urn:schemas-microsoft-com:office:smarttags" w:element="metricconverter">
        <w:smartTagPr>
          <w:attr w:name="ProductID" w:val="2014 г"/>
        </w:smartTagPr>
        <w:r w:rsidRPr="00B36D9B">
          <w:rPr>
            <w:sz w:val="28"/>
            <w:szCs w:val="28"/>
          </w:rPr>
          <w:t>2014 г</w:t>
        </w:r>
      </w:smartTag>
      <w:r w:rsidRPr="00B36D9B">
        <w:rPr>
          <w:sz w:val="28"/>
          <w:szCs w:val="28"/>
        </w:rPr>
        <w:t>.</w:t>
      </w:r>
    </w:p>
    <w:p w:rsidR="00F512AA" w:rsidRPr="00B36D9B" w:rsidRDefault="00F512AA" w:rsidP="00B36D9B">
      <w:pPr>
        <w:spacing w:line="247" w:lineRule="auto"/>
        <w:jc w:val="center"/>
        <w:rPr>
          <w:sz w:val="28"/>
          <w:szCs w:val="28"/>
        </w:rPr>
      </w:pPr>
      <w:r w:rsidRPr="00B36D9B">
        <w:rPr>
          <w:sz w:val="28"/>
          <w:szCs w:val="28"/>
        </w:rPr>
        <w:t xml:space="preserve">№ </w:t>
      </w:r>
      <w:r>
        <w:rPr>
          <w:sz w:val="28"/>
          <w:szCs w:val="28"/>
        </w:rPr>
        <w:t>16</w:t>
      </w:r>
      <w:r w:rsidRPr="00B36D9B">
        <w:rPr>
          <w:sz w:val="28"/>
          <w:szCs w:val="28"/>
        </w:rPr>
        <w:t>-ЗО</w:t>
      </w:r>
    </w:p>
    <w:sectPr w:rsidR="00F512AA" w:rsidRPr="00B36D9B" w:rsidSect="00721E9E">
      <w:headerReference w:type="default" r:id="rId7"/>
      <w:footerReference w:type="first" r:id="rId8"/>
      <w:pgSz w:w="11906" w:h="16838" w:code="9"/>
      <w:pgMar w:top="1134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12AA" w:rsidRDefault="00F512AA">
      <w:r>
        <w:separator/>
      </w:r>
    </w:p>
  </w:endnote>
  <w:endnote w:type="continuationSeparator" w:id="0">
    <w:p w:rsidR="00F512AA" w:rsidRDefault="00F512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2AA" w:rsidRPr="006C0F1D" w:rsidRDefault="00F512AA" w:rsidP="006C0F1D">
    <w:pPr>
      <w:pStyle w:val="Footer"/>
      <w:jc w:val="right"/>
      <w:rPr>
        <w:sz w:val="16"/>
        <w:szCs w:val="16"/>
      </w:rPr>
    </w:pPr>
    <w:r w:rsidRPr="006C0F1D">
      <w:rPr>
        <w:sz w:val="16"/>
        <w:szCs w:val="16"/>
      </w:rPr>
      <w:t>3101ре1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12AA" w:rsidRDefault="00F512AA">
      <w:r>
        <w:separator/>
      </w:r>
    </w:p>
  </w:footnote>
  <w:footnote w:type="continuationSeparator" w:id="0">
    <w:p w:rsidR="00F512AA" w:rsidRDefault="00F512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2AA" w:rsidRDefault="00F512AA" w:rsidP="000E4FC5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512AA" w:rsidRDefault="00F512A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6131"/>
    <w:rsid w:val="00012542"/>
    <w:rsid w:val="00017833"/>
    <w:rsid w:val="00020C7E"/>
    <w:rsid w:val="00022271"/>
    <w:rsid w:val="0002265B"/>
    <w:rsid w:val="00027249"/>
    <w:rsid w:val="00034EBD"/>
    <w:rsid w:val="00041CBA"/>
    <w:rsid w:val="00043510"/>
    <w:rsid w:val="0006427F"/>
    <w:rsid w:val="00071514"/>
    <w:rsid w:val="00086A20"/>
    <w:rsid w:val="000A638D"/>
    <w:rsid w:val="000D1899"/>
    <w:rsid w:val="000D5B9E"/>
    <w:rsid w:val="000D67FD"/>
    <w:rsid w:val="000E16C8"/>
    <w:rsid w:val="000E4FC5"/>
    <w:rsid w:val="000F546C"/>
    <w:rsid w:val="000F67F8"/>
    <w:rsid w:val="000F7C11"/>
    <w:rsid w:val="0011443E"/>
    <w:rsid w:val="00115468"/>
    <w:rsid w:val="001302BC"/>
    <w:rsid w:val="001319D7"/>
    <w:rsid w:val="00145AB1"/>
    <w:rsid w:val="0015079F"/>
    <w:rsid w:val="00152510"/>
    <w:rsid w:val="00162D37"/>
    <w:rsid w:val="00164580"/>
    <w:rsid w:val="001673DC"/>
    <w:rsid w:val="00173F43"/>
    <w:rsid w:val="00182608"/>
    <w:rsid w:val="001940F6"/>
    <w:rsid w:val="001946F1"/>
    <w:rsid w:val="00196A32"/>
    <w:rsid w:val="001A2189"/>
    <w:rsid w:val="001C2C0F"/>
    <w:rsid w:val="001C59C8"/>
    <w:rsid w:val="001E0677"/>
    <w:rsid w:val="001F389F"/>
    <w:rsid w:val="00203C29"/>
    <w:rsid w:val="00206770"/>
    <w:rsid w:val="00250F4A"/>
    <w:rsid w:val="002563D6"/>
    <w:rsid w:val="002576CD"/>
    <w:rsid w:val="00257758"/>
    <w:rsid w:val="0027546A"/>
    <w:rsid w:val="00287CC7"/>
    <w:rsid w:val="002965C9"/>
    <w:rsid w:val="002978EE"/>
    <w:rsid w:val="002978F0"/>
    <w:rsid w:val="002A12A7"/>
    <w:rsid w:val="002B1B0C"/>
    <w:rsid w:val="002B21C6"/>
    <w:rsid w:val="002B6C47"/>
    <w:rsid w:val="002C0927"/>
    <w:rsid w:val="002C4528"/>
    <w:rsid w:val="002C783C"/>
    <w:rsid w:val="002D52DD"/>
    <w:rsid w:val="002D5CDB"/>
    <w:rsid w:val="002D622E"/>
    <w:rsid w:val="002E7056"/>
    <w:rsid w:val="002F018A"/>
    <w:rsid w:val="002F707B"/>
    <w:rsid w:val="00302886"/>
    <w:rsid w:val="003054C7"/>
    <w:rsid w:val="003111C1"/>
    <w:rsid w:val="00316AE1"/>
    <w:rsid w:val="0032050E"/>
    <w:rsid w:val="003313AC"/>
    <w:rsid w:val="00340C35"/>
    <w:rsid w:val="0034134D"/>
    <w:rsid w:val="003414F4"/>
    <w:rsid w:val="00342B47"/>
    <w:rsid w:val="00367BAD"/>
    <w:rsid w:val="00373E57"/>
    <w:rsid w:val="00391B21"/>
    <w:rsid w:val="003A3642"/>
    <w:rsid w:val="003A39D0"/>
    <w:rsid w:val="003A55E5"/>
    <w:rsid w:val="003B3074"/>
    <w:rsid w:val="003B7A72"/>
    <w:rsid w:val="003B7D08"/>
    <w:rsid w:val="003C4466"/>
    <w:rsid w:val="003D12D8"/>
    <w:rsid w:val="003D60DC"/>
    <w:rsid w:val="003E0616"/>
    <w:rsid w:val="003E1028"/>
    <w:rsid w:val="003F7817"/>
    <w:rsid w:val="00406C1B"/>
    <w:rsid w:val="0041635F"/>
    <w:rsid w:val="0042423E"/>
    <w:rsid w:val="004249C7"/>
    <w:rsid w:val="004309C5"/>
    <w:rsid w:val="00443DE0"/>
    <w:rsid w:val="004443CE"/>
    <w:rsid w:val="004A0051"/>
    <w:rsid w:val="004A441B"/>
    <w:rsid w:val="004B1B66"/>
    <w:rsid w:val="004B2542"/>
    <w:rsid w:val="004C2DA8"/>
    <w:rsid w:val="004C4C92"/>
    <w:rsid w:val="004D0B24"/>
    <w:rsid w:val="004D1BD9"/>
    <w:rsid w:val="004D5132"/>
    <w:rsid w:val="004F4EEB"/>
    <w:rsid w:val="004F557A"/>
    <w:rsid w:val="00515CB4"/>
    <w:rsid w:val="00530446"/>
    <w:rsid w:val="00536DC8"/>
    <w:rsid w:val="005371D5"/>
    <w:rsid w:val="00540702"/>
    <w:rsid w:val="0054680B"/>
    <w:rsid w:val="00551C6D"/>
    <w:rsid w:val="00572AFA"/>
    <w:rsid w:val="00575843"/>
    <w:rsid w:val="0057591E"/>
    <w:rsid w:val="00575C61"/>
    <w:rsid w:val="00592FE8"/>
    <w:rsid w:val="0059507E"/>
    <w:rsid w:val="005A7981"/>
    <w:rsid w:val="005C2986"/>
    <w:rsid w:val="005C3833"/>
    <w:rsid w:val="005C7044"/>
    <w:rsid w:val="005D4185"/>
    <w:rsid w:val="005D4258"/>
    <w:rsid w:val="005D6B10"/>
    <w:rsid w:val="005E420A"/>
    <w:rsid w:val="005F46AA"/>
    <w:rsid w:val="00604158"/>
    <w:rsid w:val="006052AA"/>
    <w:rsid w:val="00606AFF"/>
    <w:rsid w:val="0061174D"/>
    <w:rsid w:val="006242B5"/>
    <w:rsid w:val="00624A30"/>
    <w:rsid w:val="00633D7C"/>
    <w:rsid w:val="006365F2"/>
    <w:rsid w:val="00636737"/>
    <w:rsid w:val="0065587C"/>
    <w:rsid w:val="006620A3"/>
    <w:rsid w:val="00667C2F"/>
    <w:rsid w:val="00673A75"/>
    <w:rsid w:val="00681006"/>
    <w:rsid w:val="00686C72"/>
    <w:rsid w:val="00687B98"/>
    <w:rsid w:val="00687BE8"/>
    <w:rsid w:val="00695976"/>
    <w:rsid w:val="006A6831"/>
    <w:rsid w:val="006A7B51"/>
    <w:rsid w:val="006C0F1D"/>
    <w:rsid w:val="006E113D"/>
    <w:rsid w:val="006E1677"/>
    <w:rsid w:val="006F0104"/>
    <w:rsid w:val="006F0379"/>
    <w:rsid w:val="007040AB"/>
    <w:rsid w:val="007100E4"/>
    <w:rsid w:val="0071272B"/>
    <w:rsid w:val="00721E02"/>
    <w:rsid w:val="00721E9E"/>
    <w:rsid w:val="007359A0"/>
    <w:rsid w:val="007412F7"/>
    <w:rsid w:val="0074530E"/>
    <w:rsid w:val="00753FEE"/>
    <w:rsid w:val="00756DE7"/>
    <w:rsid w:val="0076162C"/>
    <w:rsid w:val="0076188E"/>
    <w:rsid w:val="00763EE6"/>
    <w:rsid w:val="007777DB"/>
    <w:rsid w:val="0078244A"/>
    <w:rsid w:val="00792D91"/>
    <w:rsid w:val="007A21C9"/>
    <w:rsid w:val="007A4C1F"/>
    <w:rsid w:val="007A666F"/>
    <w:rsid w:val="007B3F4D"/>
    <w:rsid w:val="007C6B66"/>
    <w:rsid w:val="007D1272"/>
    <w:rsid w:val="007E32F6"/>
    <w:rsid w:val="007E6672"/>
    <w:rsid w:val="007F0033"/>
    <w:rsid w:val="007F218F"/>
    <w:rsid w:val="007F33B6"/>
    <w:rsid w:val="00801804"/>
    <w:rsid w:val="00804B73"/>
    <w:rsid w:val="00816AAA"/>
    <w:rsid w:val="0082669A"/>
    <w:rsid w:val="00837947"/>
    <w:rsid w:val="00843798"/>
    <w:rsid w:val="00853A73"/>
    <w:rsid w:val="00855D9E"/>
    <w:rsid w:val="00863ADC"/>
    <w:rsid w:val="00864B18"/>
    <w:rsid w:val="00873C19"/>
    <w:rsid w:val="00880B86"/>
    <w:rsid w:val="00887820"/>
    <w:rsid w:val="008A225E"/>
    <w:rsid w:val="008A5788"/>
    <w:rsid w:val="008B6561"/>
    <w:rsid w:val="008C51DB"/>
    <w:rsid w:val="008D2E3B"/>
    <w:rsid w:val="008D71B5"/>
    <w:rsid w:val="008F010F"/>
    <w:rsid w:val="008F4A0F"/>
    <w:rsid w:val="008F78B1"/>
    <w:rsid w:val="009013FA"/>
    <w:rsid w:val="009076E2"/>
    <w:rsid w:val="0091243A"/>
    <w:rsid w:val="00914058"/>
    <w:rsid w:val="0094060C"/>
    <w:rsid w:val="00951F4F"/>
    <w:rsid w:val="009559B6"/>
    <w:rsid w:val="009604E3"/>
    <w:rsid w:val="00961023"/>
    <w:rsid w:val="00975E5A"/>
    <w:rsid w:val="0098200D"/>
    <w:rsid w:val="00982672"/>
    <w:rsid w:val="00984B78"/>
    <w:rsid w:val="009A5B0B"/>
    <w:rsid w:val="009B0AF3"/>
    <w:rsid w:val="009B5B0E"/>
    <w:rsid w:val="009B6004"/>
    <w:rsid w:val="009C5656"/>
    <w:rsid w:val="009C58DA"/>
    <w:rsid w:val="009C6877"/>
    <w:rsid w:val="009D688D"/>
    <w:rsid w:val="009F699B"/>
    <w:rsid w:val="00A00782"/>
    <w:rsid w:val="00A013C5"/>
    <w:rsid w:val="00A03B0B"/>
    <w:rsid w:val="00A03C9E"/>
    <w:rsid w:val="00A14C11"/>
    <w:rsid w:val="00A23A63"/>
    <w:rsid w:val="00A25AD2"/>
    <w:rsid w:val="00A263D2"/>
    <w:rsid w:val="00A312EC"/>
    <w:rsid w:val="00A439FE"/>
    <w:rsid w:val="00A465F6"/>
    <w:rsid w:val="00A54F58"/>
    <w:rsid w:val="00A64550"/>
    <w:rsid w:val="00A65B51"/>
    <w:rsid w:val="00A76C40"/>
    <w:rsid w:val="00A7799D"/>
    <w:rsid w:val="00A85389"/>
    <w:rsid w:val="00AB2590"/>
    <w:rsid w:val="00AB46F9"/>
    <w:rsid w:val="00AB7F7F"/>
    <w:rsid w:val="00AC1EE1"/>
    <w:rsid w:val="00AC1FC7"/>
    <w:rsid w:val="00AC59EB"/>
    <w:rsid w:val="00AD4852"/>
    <w:rsid w:val="00AE7527"/>
    <w:rsid w:val="00AF23B1"/>
    <w:rsid w:val="00B06C18"/>
    <w:rsid w:val="00B32423"/>
    <w:rsid w:val="00B36D9B"/>
    <w:rsid w:val="00B42050"/>
    <w:rsid w:val="00B445D3"/>
    <w:rsid w:val="00B45577"/>
    <w:rsid w:val="00B464FE"/>
    <w:rsid w:val="00B47E13"/>
    <w:rsid w:val="00B601FF"/>
    <w:rsid w:val="00B653DC"/>
    <w:rsid w:val="00B708C6"/>
    <w:rsid w:val="00B75994"/>
    <w:rsid w:val="00B76E4E"/>
    <w:rsid w:val="00B8247B"/>
    <w:rsid w:val="00B82635"/>
    <w:rsid w:val="00B93676"/>
    <w:rsid w:val="00BA29E3"/>
    <w:rsid w:val="00BA4268"/>
    <w:rsid w:val="00BA6A82"/>
    <w:rsid w:val="00BB0384"/>
    <w:rsid w:val="00BB2307"/>
    <w:rsid w:val="00BB6C07"/>
    <w:rsid w:val="00BC20AE"/>
    <w:rsid w:val="00BC39C3"/>
    <w:rsid w:val="00BC5871"/>
    <w:rsid w:val="00BC771D"/>
    <w:rsid w:val="00BE7D91"/>
    <w:rsid w:val="00BF054E"/>
    <w:rsid w:val="00C01999"/>
    <w:rsid w:val="00C117DA"/>
    <w:rsid w:val="00C21E3B"/>
    <w:rsid w:val="00C223B2"/>
    <w:rsid w:val="00C24E67"/>
    <w:rsid w:val="00C3121A"/>
    <w:rsid w:val="00C34E59"/>
    <w:rsid w:val="00C4038B"/>
    <w:rsid w:val="00C41097"/>
    <w:rsid w:val="00C4358B"/>
    <w:rsid w:val="00C44E83"/>
    <w:rsid w:val="00C45404"/>
    <w:rsid w:val="00C52E64"/>
    <w:rsid w:val="00C67910"/>
    <w:rsid w:val="00C73846"/>
    <w:rsid w:val="00CA309A"/>
    <w:rsid w:val="00CC5B12"/>
    <w:rsid w:val="00CE1673"/>
    <w:rsid w:val="00CE3ED6"/>
    <w:rsid w:val="00CF7C85"/>
    <w:rsid w:val="00D01CC5"/>
    <w:rsid w:val="00D05449"/>
    <w:rsid w:val="00D209EF"/>
    <w:rsid w:val="00D2558C"/>
    <w:rsid w:val="00D27BFD"/>
    <w:rsid w:val="00D3414C"/>
    <w:rsid w:val="00D347AE"/>
    <w:rsid w:val="00D3587C"/>
    <w:rsid w:val="00D365CD"/>
    <w:rsid w:val="00D37293"/>
    <w:rsid w:val="00D622FC"/>
    <w:rsid w:val="00D65D91"/>
    <w:rsid w:val="00D66C5C"/>
    <w:rsid w:val="00D75F13"/>
    <w:rsid w:val="00D83573"/>
    <w:rsid w:val="00D96FEB"/>
    <w:rsid w:val="00DB57E2"/>
    <w:rsid w:val="00DC23A7"/>
    <w:rsid w:val="00DC3A11"/>
    <w:rsid w:val="00DC5F03"/>
    <w:rsid w:val="00DC6DF7"/>
    <w:rsid w:val="00DE19DA"/>
    <w:rsid w:val="00DF5A4B"/>
    <w:rsid w:val="00E02375"/>
    <w:rsid w:val="00E0789B"/>
    <w:rsid w:val="00E22B4C"/>
    <w:rsid w:val="00E40629"/>
    <w:rsid w:val="00E46131"/>
    <w:rsid w:val="00E56028"/>
    <w:rsid w:val="00E65BD3"/>
    <w:rsid w:val="00E74233"/>
    <w:rsid w:val="00E744D1"/>
    <w:rsid w:val="00E76087"/>
    <w:rsid w:val="00E8556E"/>
    <w:rsid w:val="00EB4A15"/>
    <w:rsid w:val="00EB5B49"/>
    <w:rsid w:val="00EB7430"/>
    <w:rsid w:val="00EC23B9"/>
    <w:rsid w:val="00EC48FE"/>
    <w:rsid w:val="00EC64EB"/>
    <w:rsid w:val="00ED3B4A"/>
    <w:rsid w:val="00ED405E"/>
    <w:rsid w:val="00EE1E50"/>
    <w:rsid w:val="00EE525C"/>
    <w:rsid w:val="00EE7C7A"/>
    <w:rsid w:val="00EF7FBC"/>
    <w:rsid w:val="00F110DD"/>
    <w:rsid w:val="00F11911"/>
    <w:rsid w:val="00F2318E"/>
    <w:rsid w:val="00F36A87"/>
    <w:rsid w:val="00F36D53"/>
    <w:rsid w:val="00F40867"/>
    <w:rsid w:val="00F41885"/>
    <w:rsid w:val="00F44446"/>
    <w:rsid w:val="00F45C9C"/>
    <w:rsid w:val="00F512AA"/>
    <w:rsid w:val="00F554BC"/>
    <w:rsid w:val="00F55952"/>
    <w:rsid w:val="00F563EF"/>
    <w:rsid w:val="00F7202D"/>
    <w:rsid w:val="00F74FEB"/>
    <w:rsid w:val="00F81FC2"/>
    <w:rsid w:val="00F86D4B"/>
    <w:rsid w:val="00F932C4"/>
    <w:rsid w:val="00FC04DE"/>
    <w:rsid w:val="00FC52D9"/>
    <w:rsid w:val="00FC71B5"/>
    <w:rsid w:val="00FE6835"/>
    <w:rsid w:val="00FF2537"/>
    <w:rsid w:val="00FF5741"/>
    <w:rsid w:val="00FF69FC"/>
    <w:rsid w:val="00FF7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46131"/>
    <w:pPr>
      <w:keepNext/>
      <w:ind w:left="567"/>
      <w:jc w:val="both"/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C5B12"/>
    <w:rPr>
      <w:rFonts w:ascii="Cambria" w:hAnsi="Cambria" w:cs="Cambria"/>
      <w:b/>
      <w:bCs/>
      <w:sz w:val="26"/>
      <w:szCs w:val="26"/>
    </w:rPr>
  </w:style>
  <w:style w:type="paragraph" w:customStyle="1" w:styleId="1">
    <w:name w:val="1"/>
    <w:basedOn w:val="Normal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E46131"/>
    <w:pPr>
      <w:widowControl w:val="0"/>
      <w:autoSpaceDE w:val="0"/>
      <w:autoSpaceDN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C5B12"/>
    <w:rPr>
      <w:rFonts w:cs="Times New Roman"/>
      <w:sz w:val="2"/>
      <w:szCs w:val="2"/>
    </w:rPr>
  </w:style>
  <w:style w:type="paragraph" w:styleId="Header">
    <w:name w:val="header"/>
    <w:basedOn w:val="Normal"/>
    <w:link w:val="HeaderChar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C5B12"/>
    <w:rPr>
      <w:rFonts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BE7D9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414F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414F4"/>
    <w:rPr>
      <w:rFonts w:cs="Times New Roman"/>
      <w:sz w:val="18"/>
      <w:szCs w:val="18"/>
    </w:rPr>
  </w:style>
  <w:style w:type="paragraph" w:customStyle="1" w:styleId="a">
    <w:name w:val="Знак"/>
    <w:basedOn w:val="Normal"/>
    <w:uiPriority w:val="99"/>
    <w:rsid w:val="00D622FC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04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181</Words>
  <Characters>1037</Characters>
  <Application>Microsoft Office Outlook</Application>
  <DocSecurity>0</DocSecurity>
  <Lines>0</Lines>
  <Paragraphs>0</Paragraphs>
  <ScaleCrop>false</ScaleCrop>
  <Company>Минимущество Ульяновской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subject/>
  <dc:creator>z21</dc:creator>
  <cp:keywords/>
  <dc:description/>
  <cp:lastModifiedBy>user</cp:lastModifiedBy>
  <cp:revision>5</cp:revision>
  <cp:lastPrinted>2014-01-31T13:48:00Z</cp:lastPrinted>
  <dcterms:created xsi:type="dcterms:W3CDTF">2014-02-10T05:24:00Z</dcterms:created>
  <dcterms:modified xsi:type="dcterms:W3CDTF">2014-03-06T05:46:00Z</dcterms:modified>
</cp:coreProperties>
</file>