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35" w:rsidRPr="00F45D0B" w:rsidRDefault="00785335" w:rsidP="00DF3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 Ульяновской области</w:t>
      </w:r>
    </w:p>
    <w:p w:rsidR="00785335" w:rsidRDefault="00785335" w:rsidP="00DF3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85335" w:rsidRDefault="00785335" w:rsidP="00DF3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85335" w:rsidRDefault="00785335" w:rsidP="00DF3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85335" w:rsidRPr="003856B6" w:rsidRDefault="00785335" w:rsidP="00DF3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85335" w:rsidRDefault="00785335" w:rsidP="00DF3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4FE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3324FE">
        <w:rPr>
          <w:rFonts w:ascii="Times New Roman" w:hAnsi="Times New Roman"/>
          <w:b/>
          <w:sz w:val="28"/>
          <w:szCs w:val="28"/>
        </w:rPr>
        <w:t xml:space="preserve"> в Закон Ульяновской области </w:t>
      </w:r>
    </w:p>
    <w:p w:rsidR="00785335" w:rsidRDefault="00785335" w:rsidP="00DF3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4FE">
        <w:rPr>
          <w:rFonts w:ascii="Times New Roman" w:hAnsi="Times New Roman"/>
          <w:b/>
          <w:sz w:val="28"/>
          <w:szCs w:val="28"/>
        </w:rPr>
        <w:t xml:space="preserve">«О добровольном участии граждан в охране общественного порядка </w:t>
      </w:r>
    </w:p>
    <w:p w:rsidR="00785335" w:rsidRDefault="00785335" w:rsidP="00DF31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4FE">
        <w:rPr>
          <w:rFonts w:ascii="Times New Roman" w:hAnsi="Times New Roman"/>
          <w:b/>
          <w:sz w:val="28"/>
          <w:szCs w:val="28"/>
        </w:rPr>
        <w:t>на территории Ульяновской области»</w:t>
      </w:r>
      <w:r>
        <w:rPr>
          <w:rFonts w:ascii="Times New Roman" w:hAnsi="Times New Roman"/>
          <w:b/>
          <w:sz w:val="28"/>
          <w:szCs w:val="28"/>
        </w:rPr>
        <w:t xml:space="preserve"> и признании утратившими силу</w:t>
      </w:r>
      <w:r>
        <w:rPr>
          <w:rFonts w:ascii="Times New Roman" w:hAnsi="Times New Roman"/>
          <w:b/>
          <w:sz w:val="28"/>
          <w:szCs w:val="28"/>
        </w:rPr>
        <w:br/>
        <w:t xml:space="preserve"> законодательного акта (отдельных положений законодательных актов) </w:t>
      </w:r>
      <w:r>
        <w:rPr>
          <w:rFonts w:ascii="Times New Roman" w:hAnsi="Times New Roman"/>
          <w:b/>
          <w:sz w:val="28"/>
          <w:szCs w:val="28"/>
        </w:rPr>
        <w:br/>
        <w:t>Ульяновской области</w:t>
      </w:r>
    </w:p>
    <w:p w:rsidR="00785335" w:rsidRPr="00D56E76" w:rsidRDefault="00785335" w:rsidP="00B61A2F">
      <w:pPr>
        <w:autoSpaceDE w:val="0"/>
        <w:autoSpaceDN w:val="0"/>
        <w:adjustRightInd w:val="0"/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85335" w:rsidRPr="00D56E76" w:rsidRDefault="00785335" w:rsidP="00B61A2F">
      <w:pPr>
        <w:autoSpaceDE w:val="0"/>
        <w:autoSpaceDN w:val="0"/>
        <w:adjustRightInd w:val="0"/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85335" w:rsidRPr="00D56E76" w:rsidRDefault="00785335" w:rsidP="00B61A2F">
      <w:pPr>
        <w:autoSpaceDE w:val="0"/>
        <w:autoSpaceDN w:val="0"/>
        <w:adjustRightInd w:val="0"/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85335" w:rsidRPr="00D56E76" w:rsidRDefault="00785335" w:rsidP="00B61A2F">
      <w:pPr>
        <w:autoSpaceDE w:val="0"/>
        <w:autoSpaceDN w:val="0"/>
        <w:adjustRightInd w:val="0"/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85335" w:rsidRPr="00D56E76" w:rsidRDefault="00785335" w:rsidP="00B61A2F">
      <w:pPr>
        <w:autoSpaceDE w:val="0"/>
        <w:autoSpaceDN w:val="0"/>
        <w:adjustRightInd w:val="0"/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85335" w:rsidRPr="00D56E76" w:rsidRDefault="00785335" w:rsidP="00B61A2F">
      <w:pPr>
        <w:autoSpaceDE w:val="0"/>
        <w:autoSpaceDN w:val="0"/>
        <w:adjustRightInd w:val="0"/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85335" w:rsidRPr="00D56E76" w:rsidRDefault="00785335" w:rsidP="008E6D3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785335" w:rsidRPr="008E6D3E" w:rsidRDefault="00785335" w:rsidP="008E6D3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785335" w:rsidRPr="002A73E6" w:rsidRDefault="00785335" w:rsidP="00F37D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28"/>
        </w:rPr>
      </w:pPr>
    </w:p>
    <w:p w:rsidR="00785335" w:rsidRDefault="00785335" w:rsidP="005606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4FE">
        <w:rPr>
          <w:rFonts w:ascii="Times New Roman" w:hAnsi="Times New Roman"/>
          <w:sz w:val="28"/>
          <w:szCs w:val="28"/>
        </w:rPr>
        <w:t>Внести в Зак</w:t>
      </w:r>
      <w:r>
        <w:rPr>
          <w:rFonts w:ascii="Times New Roman" w:hAnsi="Times New Roman"/>
          <w:sz w:val="28"/>
          <w:szCs w:val="28"/>
        </w:rPr>
        <w:t xml:space="preserve">он Ульяновской области от 1 марта </w:t>
      </w:r>
      <w:r w:rsidRPr="003324FE">
        <w:rPr>
          <w:rFonts w:ascii="Times New Roman" w:hAnsi="Times New Roman"/>
          <w:sz w:val="28"/>
          <w:szCs w:val="28"/>
        </w:rPr>
        <w:t>2007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3324FE">
        <w:rPr>
          <w:rFonts w:ascii="Times New Roman" w:hAnsi="Times New Roman"/>
          <w:sz w:val="28"/>
          <w:szCs w:val="28"/>
        </w:rPr>
        <w:t xml:space="preserve"> № 23-ЗО</w:t>
      </w:r>
      <w:r>
        <w:rPr>
          <w:rFonts w:ascii="Times New Roman" w:hAnsi="Times New Roman"/>
          <w:sz w:val="28"/>
          <w:szCs w:val="28"/>
        </w:rPr>
        <w:br/>
      </w:r>
      <w:r w:rsidRPr="003324FE">
        <w:rPr>
          <w:rFonts w:ascii="Times New Roman" w:hAnsi="Times New Roman"/>
          <w:sz w:val="28"/>
          <w:szCs w:val="28"/>
        </w:rPr>
        <w:t xml:space="preserve">«О добровольном участии граждан в охране общественного порядка </w:t>
      </w:r>
      <w:r w:rsidRPr="002A73E6">
        <w:rPr>
          <w:rFonts w:ascii="Times New Roman" w:hAnsi="Times New Roman"/>
          <w:sz w:val="28"/>
          <w:szCs w:val="28"/>
        </w:rPr>
        <w:br/>
      </w:r>
      <w:r w:rsidRPr="003324FE">
        <w:rPr>
          <w:rFonts w:ascii="Times New Roman" w:hAnsi="Times New Roman"/>
          <w:sz w:val="28"/>
          <w:szCs w:val="28"/>
        </w:rPr>
        <w:t xml:space="preserve">на территории Ульяновской области» («Ульяновская правда» </w:t>
      </w:r>
      <w:r w:rsidRPr="003324FE">
        <w:rPr>
          <w:rFonts w:ascii="Times New Roman" w:hAnsi="Times New Roman"/>
          <w:bCs/>
          <w:sz w:val="28"/>
          <w:szCs w:val="28"/>
        </w:rPr>
        <w:t>от 03.03.2007 № 19; от 06.04.2011 № 36; от 07.09.2012 № 97; от 11.11.2013 № 144</w:t>
      </w:r>
      <w:r>
        <w:rPr>
          <w:rFonts w:ascii="Times New Roman" w:hAnsi="Times New Roman"/>
          <w:sz w:val="28"/>
          <w:szCs w:val="28"/>
        </w:rPr>
        <w:t xml:space="preserve">) изменение, признав </w:t>
      </w:r>
      <w:r w:rsidRPr="003324FE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и</w:t>
      </w:r>
      <w:r w:rsidRPr="003324FE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-7 и 9 утратившими силу.</w:t>
      </w:r>
    </w:p>
    <w:p w:rsidR="00785335" w:rsidRPr="002A73E6" w:rsidRDefault="00785335" w:rsidP="00B61A2F">
      <w:pPr>
        <w:autoSpaceDE w:val="0"/>
        <w:autoSpaceDN w:val="0"/>
        <w:adjustRightInd w:val="0"/>
        <w:spacing w:after="0" w:line="216" w:lineRule="auto"/>
        <w:rPr>
          <w:rFonts w:ascii="Times New Roman" w:hAnsi="Times New Roman"/>
          <w:sz w:val="36"/>
          <w:szCs w:val="28"/>
        </w:rPr>
      </w:pPr>
    </w:p>
    <w:p w:rsidR="00785335" w:rsidRPr="008E6D3E" w:rsidRDefault="00785335" w:rsidP="008E6D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D3EE7">
        <w:rPr>
          <w:rFonts w:ascii="Times New Roman" w:hAnsi="Times New Roman"/>
          <w:b/>
          <w:sz w:val="28"/>
          <w:szCs w:val="28"/>
        </w:rPr>
        <w:t>Статья 2</w:t>
      </w:r>
    </w:p>
    <w:p w:rsidR="00785335" w:rsidRPr="002A73E6" w:rsidRDefault="00785335" w:rsidP="00F37D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28"/>
        </w:rPr>
      </w:pPr>
    </w:p>
    <w:p w:rsidR="00785335" w:rsidRPr="00D005DD" w:rsidRDefault="00785335" w:rsidP="005606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005DD"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785335" w:rsidRPr="00D005DD" w:rsidRDefault="00785335" w:rsidP="0056067E">
      <w:pPr>
        <w:pStyle w:val="Style3"/>
        <w:widowControl/>
        <w:tabs>
          <w:tab w:val="left" w:pos="970"/>
        </w:tabs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>
        <w:rPr>
          <w:rStyle w:val="FontStyle12"/>
          <w:spacing w:val="0"/>
          <w:sz w:val="28"/>
          <w:szCs w:val="28"/>
        </w:rPr>
        <w:t xml:space="preserve">1) </w:t>
      </w:r>
      <w:r w:rsidRPr="00D005DD">
        <w:rPr>
          <w:rStyle w:val="FontStyle12"/>
          <w:spacing w:val="0"/>
          <w:sz w:val="28"/>
          <w:szCs w:val="28"/>
        </w:rPr>
        <w:t>пункты 1 и 2 Закона Ульяновской обла</w:t>
      </w:r>
      <w:r>
        <w:rPr>
          <w:rStyle w:val="FontStyle12"/>
          <w:spacing w:val="0"/>
          <w:sz w:val="28"/>
          <w:szCs w:val="28"/>
        </w:rPr>
        <w:t xml:space="preserve">сти от 30 марта 2011 года </w:t>
      </w:r>
      <w:r w:rsidRPr="002A73E6">
        <w:rPr>
          <w:rStyle w:val="FontStyle12"/>
          <w:spacing w:val="0"/>
          <w:sz w:val="28"/>
          <w:szCs w:val="28"/>
        </w:rPr>
        <w:br/>
      </w:r>
      <w:r>
        <w:rPr>
          <w:rStyle w:val="FontStyle12"/>
          <w:spacing w:val="0"/>
          <w:sz w:val="28"/>
          <w:szCs w:val="28"/>
        </w:rPr>
        <w:t xml:space="preserve">№ 37-ЗО </w:t>
      </w:r>
      <w:r w:rsidRPr="00D005DD">
        <w:rPr>
          <w:rStyle w:val="FontStyle12"/>
          <w:spacing w:val="0"/>
          <w:sz w:val="28"/>
          <w:szCs w:val="28"/>
        </w:rPr>
        <w:t xml:space="preserve">«О внесении изменений в Закон Ульяновской области </w:t>
      </w:r>
      <w:r w:rsidRPr="002A73E6">
        <w:rPr>
          <w:rStyle w:val="FontStyle12"/>
          <w:spacing w:val="0"/>
          <w:sz w:val="28"/>
          <w:szCs w:val="28"/>
        </w:rPr>
        <w:br/>
      </w:r>
      <w:r w:rsidRPr="00D005DD">
        <w:rPr>
          <w:rStyle w:val="FontStyle12"/>
          <w:spacing w:val="0"/>
          <w:sz w:val="28"/>
          <w:szCs w:val="28"/>
        </w:rPr>
        <w:t xml:space="preserve">«О добровольном участии граждан в охране общественного порядка </w:t>
      </w:r>
      <w:r w:rsidRPr="002A73E6">
        <w:rPr>
          <w:rStyle w:val="FontStyle12"/>
          <w:spacing w:val="0"/>
          <w:sz w:val="28"/>
          <w:szCs w:val="28"/>
        </w:rPr>
        <w:br/>
      </w:r>
      <w:r w:rsidRPr="00D005DD">
        <w:rPr>
          <w:rStyle w:val="FontStyle12"/>
          <w:spacing w:val="0"/>
          <w:sz w:val="28"/>
          <w:szCs w:val="28"/>
        </w:rPr>
        <w:t>на территории Ульяновской области» («Ульяновская правда» от 06.04.2011 № 36);</w:t>
      </w:r>
    </w:p>
    <w:p w:rsidR="00785335" w:rsidRPr="00D005DD" w:rsidRDefault="00785335" w:rsidP="0056067E">
      <w:pPr>
        <w:pStyle w:val="Style3"/>
        <w:widowControl/>
        <w:tabs>
          <w:tab w:val="left" w:pos="1094"/>
        </w:tabs>
        <w:spacing w:line="360" w:lineRule="auto"/>
        <w:ind w:firstLine="709"/>
        <w:rPr>
          <w:rStyle w:val="FontStyle12"/>
          <w:spacing w:val="0"/>
          <w:sz w:val="28"/>
          <w:szCs w:val="28"/>
        </w:rPr>
      </w:pPr>
      <w:r>
        <w:rPr>
          <w:rStyle w:val="FontStyle12"/>
          <w:spacing w:val="0"/>
          <w:sz w:val="28"/>
          <w:szCs w:val="28"/>
        </w:rPr>
        <w:t xml:space="preserve">2) </w:t>
      </w:r>
      <w:r w:rsidRPr="00D005DD">
        <w:rPr>
          <w:rStyle w:val="FontStyle12"/>
          <w:spacing w:val="0"/>
          <w:sz w:val="28"/>
          <w:szCs w:val="28"/>
        </w:rPr>
        <w:t xml:space="preserve">Закон Ульяновской области </w:t>
      </w:r>
      <w:r>
        <w:rPr>
          <w:rStyle w:val="FontStyle12"/>
          <w:spacing w:val="0"/>
          <w:sz w:val="28"/>
          <w:szCs w:val="28"/>
        </w:rPr>
        <w:t xml:space="preserve">от </w:t>
      </w:r>
      <w:r w:rsidRPr="00D005DD">
        <w:rPr>
          <w:rStyle w:val="FontStyle12"/>
          <w:spacing w:val="0"/>
          <w:sz w:val="28"/>
          <w:szCs w:val="28"/>
        </w:rPr>
        <w:t>3 сентября 2012 года № 118-</w:t>
      </w:r>
      <w:r>
        <w:rPr>
          <w:rStyle w:val="FontStyle12"/>
          <w:spacing w:val="0"/>
          <w:sz w:val="28"/>
          <w:szCs w:val="28"/>
        </w:rPr>
        <w:t xml:space="preserve">ЗО </w:t>
      </w:r>
      <w:r w:rsidRPr="002A73E6">
        <w:rPr>
          <w:rStyle w:val="FontStyle12"/>
          <w:spacing w:val="0"/>
          <w:sz w:val="28"/>
          <w:szCs w:val="28"/>
        </w:rPr>
        <w:br/>
      </w:r>
      <w:r w:rsidRPr="00D005DD">
        <w:rPr>
          <w:rStyle w:val="FontStyle12"/>
          <w:spacing w:val="0"/>
          <w:sz w:val="28"/>
          <w:szCs w:val="28"/>
        </w:rPr>
        <w:t xml:space="preserve">«О внесении изменений в статьи 2 и 6 Закона Ульяновской области </w:t>
      </w:r>
      <w:r w:rsidRPr="002A73E6">
        <w:rPr>
          <w:rStyle w:val="FontStyle12"/>
          <w:spacing w:val="0"/>
          <w:sz w:val="28"/>
          <w:szCs w:val="28"/>
        </w:rPr>
        <w:br/>
      </w:r>
      <w:r w:rsidRPr="00D005DD">
        <w:rPr>
          <w:rStyle w:val="FontStyle12"/>
          <w:spacing w:val="0"/>
          <w:sz w:val="28"/>
          <w:szCs w:val="28"/>
        </w:rPr>
        <w:t xml:space="preserve">«О добровольном участии граждан в охране общественного порядка </w:t>
      </w:r>
      <w:r>
        <w:rPr>
          <w:rStyle w:val="FontStyle12"/>
          <w:spacing w:val="0"/>
          <w:sz w:val="28"/>
          <w:szCs w:val="28"/>
        </w:rPr>
        <w:br/>
      </w:r>
      <w:bookmarkStart w:id="0" w:name="_GoBack"/>
      <w:bookmarkEnd w:id="0"/>
      <w:r w:rsidRPr="00D005DD">
        <w:rPr>
          <w:rStyle w:val="FontStyle12"/>
          <w:spacing w:val="0"/>
          <w:sz w:val="28"/>
          <w:szCs w:val="28"/>
        </w:rPr>
        <w:t>на территории Ульяновской области» («Ульяновс</w:t>
      </w:r>
      <w:r>
        <w:rPr>
          <w:rStyle w:val="FontStyle12"/>
          <w:spacing w:val="0"/>
          <w:sz w:val="28"/>
          <w:szCs w:val="28"/>
        </w:rPr>
        <w:t>кая правда» от 07.09.2012 № 97);</w:t>
      </w:r>
    </w:p>
    <w:p w:rsidR="00785335" w:rsidRDefault="00785335" w:rsidP="005606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FontStyle12"/>
          <w:spacing w:val="0"/>
          <w:sz w:val="28"/>
          <w:szCs w:val="28"/>
        </w:rPr>
      </w:pPr>
    </w:p>
    <w:p w:rsidR="00785335" w:rsidRPr="00D005DD" w:rsidRDefault="00785335" w:rsidP="005606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2"/>
          <w:spacing w:val="0"/>
          <w:sz w:val="28"/>
          <w:szCs w:val="28"/>
        </w:rPr>
        <w:t xml:space="preserve">3) </w:t>
      </w:r>
      <w:r w:rsidRPr="00D005DD">
        <w:rPr>
          <w:rStyle w:val="FontStyle12"/>
          <w:spacing w:val="0"/>
          <w:sz w:val="28"/>
          <w:szCs w:val="28"/>
        </w:rPr>
        <w:t>статью 15 Закона Ульяновской области от 6 ноября 201</w:t>
      </w:r>
      <w:r>
        <w:rPr>
          <w:rStyle w:val="FontStyle12"/>
          <w:spacing w:val="0"/>
          <w:sz w:val="28"/>
          <w:szCs w:val="28"/>
        </w:rPr>
        <w:t xml:space="preserve">3 года </w:t>
      </w:r>
      <w:r w:rsidRPr="002A73E6">
        <w:rPr>
          <w:rStyle w:val="FontStyle12"/>
          <w:spacing w:val="0"/>
          <w:sz w:val="28"/>
          <w:szCs w:val="28"/>
        </w:rPr>
        <w:br/>
      </w:r>
      <w:r>
        <w:rPr>
          <w:rStyle w:val="FontStyle12"/>
          <w:spacing w:val="0"/>
          <w:sz w:val="28"/>
          <w:szCs w:val="28"/>
        </w:rPr>
        <w:t>№ 210-ЗО</w:t>
      </w:r>
      <w:r w:rsidRPr="00D005DD">
        <w:rPr>
          <w:rStyle w:val="FontStyle12"/>
          <w:spacing w:val="0"/>
          <w:sz w:val="28"/>
          <w:szCs w:val="28"/>
        </w:rPr>
        <w:t xml:space="preserve"> «О внесении изменений в отдельные законодательные акты Ульяновской области» («Ульяновская правда» от</w:t>
      </w:r>
      <w:r>
        <w:rPr>
          <w:rStyle w:val="FontStyle12"/>
          <w:spacing w:val="0"/>
          <w:sz w:val="28"/>
          <w:szCs w:val="28"/>
        </w:rPr>
        <w:t xml:space="preserve"> 1</w:t>
      </w:r>
      <w:r w:rsidRPr="00D005DD">
        <w:rPr>
          <w:rStyle w:val="FontStyle12"/>
          <w:spacing w:val="0"/>
          <w:sz w:val="28"/>
          <w:szCs w:val="28"/>
        </w:rPr>
        <w:t xml:space="preserve">1.11.2013 № 144; </w:t>
      </w:r>
      <w:r w:rsidRPr="002A73E6">
        <w:rPr>
          <w:rStyle w:val="FontStyle12"/>
          <w:spacing w:val="0"/>
          <w:sz w:val="28"/>
          <w:szCs w:val="28"/>
        </w:rPr>
        <w:br/>
      </w:r>
      <w:r w:rsidRPr="00D005DD">
        <w:rPr>
          <w:rStyle w:val="FontStyle12"/>
          <w:spacing w:val="0"/>
          <w:sz w:val="28"/>
          <w:szCs w:val="28"/>
        </w:rPr>
        <w:t>от 24.04.2014 № 59).</w:t>
      </w:r>
    </w:p>
    <w:p w:rsidR="00785335" w:rsidRDefault="00785335" w:rsidP="008A1396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85335" w:rsidRDefault="00785335" w:rsidP="008A1396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85335" w:rsidRDefault="00785335" w:rsidP="008A1396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85335" w:rsidRPr="00F959DD" w:rsidRDefault="00785335" w:rsidP="008A1396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F959DD">
        <w:rPr>
          <w:rFonts w:ascii="Times New Roman" w:hAnsi="Times New Roman"/>
          <w:b/>
          <w:sz w:val="28"/>
        </w:rPr>
        <w:t>Гу</w:t>
      </w:r>
      <w:r>
        <w:rPr>
          <w:rFonts w:ascii="Times New Roman" w:hAnsi="Times New Roman"/>
          <w:b/>
          <w:sz w:val="28"/>
        </w:rPr>
        <w:t>бернатор Ульяновской области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 w:rsidRPr="00F959DD">
        <w:rPr>
          <w:rFonts w:ascii="Times New Roman" w:hAnsi="Times New Roman"/>
          <w:b/>
          <w:sz w:val="28"/>
        </w:rPr>
        <w:t xml:space="preserve">          </w:t>
      </w:r>
      <w:r w:rsidRPr="002A73E6">
        <w:rPr>
          <w:rFonts w:ascii="Times New Roman" w:hAnsi="Times New Roman"/>
          <w:b/>
          <w:sz w:val="28"/>
        </w:rPr>
        <w:t xml:space="preserve">          </w:t>
      </w:r>
      <w:r w:rsidRPr="00F959DD">
        <w:rPr>
          <w:rFonts w:ascii="Times New Roman" w:hAnsi="Times New Roman"/>
          <w:b/>
          <w:sz w:val="28"/>
        </w:rPr>
        <w:t xml:space="preserve">      С.И.Морозов</w:t>
      </w:r>
    </w:p>
    <w:p w:rsidR="00785335" w:rsidRDefault="00785335" w:rsidP="008A139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85335" w:rsidRDefault="00785335" w:rsidP="008A139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85335" w:rsidRDefault="00785335" w:rsidP="008A139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85335" w:rsidRPr="00F959DD" w:rsidRDefault="00785335" w:rsidP="008A1396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959DD">
        <w:rPr>
          <w:rFonts w:ascii="Times New Roman" w:hAnsi="Times New Roman"/>
          <w:sz w:val="28"/>
        </w:rPr>
        <w:t>г. Ульяновск</w:t>
      </w:r>
    </w:p>
    <w:p w:rsidR="00785335" w:rsidRPr="00F959DD" w:rsidRDefault="00785335" w:rsidP="008A1396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03</w:t>
      </w:r>
      <w:r w:rsidRPr="00F959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октября</w:t>
      </w:r>
      <w:r w:rsidRPr="00F959DD">
        <w:rPr>
          <w:rFonts w:ascii="Times New Roman" w:hAnsi="Times New Roman"/>
          <w:sz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959DD">
          <w:rPr>
            <w:rFonts w:ascii="Times New Roman" w:hAnsi="Times New Roman"/>
            <w:sz w:val="28"/>
          </w:rPr>
          <w:t>2014 г</w:t>
        </w:r>
      </w:smartTag>
      <w:r w:rsidRPr="00F959DD">
        <w:rPr>
          <w:rFonts w:ascii="Times New Roman" w:hAnsi="Times New Roman"/>
          <w:sz w:val="28"/>
        </w:rPr>
        <w:t>.</w:t>
      </w:r>
    </w:p>
    <w:p w:rsidR="00785335" w:rsidRDefault="00785335" w:rsidP="008A13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59DD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148</w:t>
      </w:r>
      <w:r w:rsidRPr="00F959DD">
        <w:rPr>
          <w:rFonts w:ascii="Times New Roman" w:hAnsi="Times New Roman"/>
          <w:sz w:val="28"/>
        </w:rPr>
        <w:t>-ЗО</w:t>
      </w:r>
    </w:p>
    <w:sectPr w:rsidR="00785335" w:rsidSect="002A73E6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335" w:rsidRDefault="00785335" w:rsidP="00065371">
      <w:pPr>
        <w:spacing w:after="0" w:line="240" w:lineRule="auto"/>
      </w:pPr>
      <w:r>
        <w:separator/>
      </w:r>
    </w:p>
  </w:endnote>
  <w:endnote w:type="continuationSeparator" w:id="0">
    <w:p w:rsidR="00785335" w:rsidRDefault="00785335" w:rsidP="00065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335" w:rsidRDefault="00785335" w:rsidP="00065371">
      <w:pPr>
        <w:spacing w:after="0" w:line="240" w:lineRule="auto"/>
      </w:pPr>
      <w:r>
        <w:separator/>
      </w:r>
    </w:p>
  </w:footnote>
  <w:footnote w:type="continuationSeparator" w:id="0">
    <w:p w:rsidR="00785335" w:rsidRDefault="00785335" w:rsidP="00065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335" w:rsidRPr="002A73E6" w:rsidRDefault="00785335">
    <w:pPr>
      <w:pStyle w:val="Header"/>
      <w:jc w:val="center"/>
      <w:rPr>
        <w:sz w:val="28"/>
        <w:szCs w:val="28"/>
      </w:rPr>
    </w:pPr>
    <w:r w:rsidRPr="002A73E6">
      <w:rPr>
        <w:rFonts w:ascii="Times New Roman" w:hAnsi="Times New Roman"/>
        <w:sz w:val="28"/>
        <w:szCs w:val="28"/>
      </w:rPr>
      <w:fldChar w:fldCharType="begin"/>
    </w:r>
    <w:r w:rsidRPr="002A73E6">
      <w:rPr>
        <w:rFonts w:ascii="Times New Roman" w:hAnsi="Times New Roman"/>
        <w:sz w:val="28"/>
        <w:szCs w:val="28"/>
      </w:rPr>
      <w:instrText>PAGE   \* MERGEFORMAT</w:instrText>
    </w:r>
    <w:r w:rsidRPr="002A73E6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2A73E6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A59"/>
    <w:multiLevelType w:val="hybridMultilevel"/>
    <w:tmpl w:val="3B3490E2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49A2E14"/>
    <w:multiLevelType w:val="hybridMultilevel"/>
    <w:tmpl w:val="1BE0D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02C30"/>
    <w:multiLevelType w:val="hybridMultilevel"/>
    <w:tmpl w:val="8CEA5C02"/>
    <w:lvl w:ilvl="0" w:tplc="EA44B8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1D5160"/>
    <w:multiLevelType w:val="hybridMultilevel"/>
    <w:tmpl w:val="726057B6"/>
    <w:lvl w:ilvl="0" w:tplc="487888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A6F7222"/>
    <w:multiLevelType w:val="hybridMultilevel"/>
    <w:tmpl w:val="0186B7C0"/>
    <w:lvl w:ilvl="0" w:tplc="E16A24B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0C6B0A29"/>
    <w:multiLevelType w:val="hybridMultilevel"/>
    <w:tmpl w:val="089C9A4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17F5F1A"/>
    <w:multiLevelType w:val="hybridMultilevel"/>
    <w:tmpl w:val="52CCD11E"/>
    <w:lvl w:ilvl="0" w:tplc="DFFAF5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1A10407"/>
    <w:multiLevelType w:val="hybridMultilevel"/>
    <w:tmpl w:val="EEBEAC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8D0734"/>
    <w:multiLevelType w:val="hybridMultilevel"/>
    <w:tmpl w:val="BB4C08DE"/>
    <w:lvl w:ilvl="0" w:tplc="C3D2E18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9CD080F"/>
    <w:multiLevelType w:val="hybridMultilevel"/>
    <w:tmpl w:val="3440CC4C"/>
    <w:lvl w:ilvl="0" w:tplc="9640B8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02D0F2F"/>
    <w:multiLevelType w:val="hybridMultilevel"/>
    <w:tmpl w:val="AFEEE8AA"/>
    <w:lvl w:ilvl="0" w:tplc="DABABD6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E52289"/>
    <w:multiLevelType w:val="hybridMultilevel"/>
    <w:tmpl w:val="BA2CA120"/>
    <w:lvl w:ilvl="0" w:tplc="C3A8B39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910035C"/>
    <w:multiLevelType w:val="hybridMultilevel"/>
    <w:tmpl w:val="3D0A127C"/>
    <w:lvl w:ilvl="0" w:tplc="8A3486D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F9535BB"/>
    <w:multiLevelType w:val="hybridMultilevel"/>
    <w:tmpl w:val="290C30D8"/>
    <w:lvl w:ilvl="0" w:tplc="59B6181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34044D7B"/>
    <w:multiLevelType w:val="hybridMultilevel"/>
    <w:tmpl w:val="C33C6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023257"/>
    <w:multiLevelType w:val="hybridMultilevel"/>
    <w:tmpl w:val="1EA86D84"/>
    <w:lvl w:ilvl="0" w:tplc="C3A8B3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8F309C2"/>
    <w:multiLevelType w:val="hybridMultilevel"/>
    <w:tmpl w:val="458C93F6"/>
    <w:lvl w:ilvl="0" w:tplc="6C08F442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E8C462C"/>
    <w:multiLevelType w:val="hybridMultilevel"/>
    <w:tmpl w:val="4EB4E86E"/>
    <w:lvl w:ilvl="0" w:tplc="4080E98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1CE4373"/>
    <w:multiLevelType w:val="hybridMultilevel"/>
    <w:tmpl w:val="2640B40A"/>
    <w:lvl w:ilvl="0" w:tplc="4D34506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2225797"/>
    <w:multiLevelType w:val="hybridMultilevel"/>
    <w:tmpl w:val="BB30C97A"/>
    <w:lvl w:ilvl="0" w:tplc="C50AA9F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B511939"/>
    <w:multiLevelType w:val="hybridMultilevel"/>
    <w:tmpl w:val="B0DEC578"/>
    <w:lvl w:ilvl="0" w:tplc="E5F469BC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F8C7A8E"/>
    <w:multiLevelType w:val="hybridMultilevel"/>
    <w:tmpl w:val="1FA2CC8A"/>
    <w:lvl w:ilvl="0" w:tplc="5AA2961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1D520B9"/>
    <w:multiLevelType w:val="hybridMultilevel"/>
    <w:tmpl w:val="CE74E53A"/>
    <w:lvl w:ilvl="0" w:tplc="0419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41A3754"/>
    <w:multiLevelType w:val="hybridMultilevel"/>
    <w:tmpl w:val="77B24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B8B1DFD"/>
    <w:multiLevelType w:val="singleLevel"/>
    <w:tmpl w:val="399EB7D6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5">
    <w:nsid w:val="5C921410"/>
    <w:multiLevelType w:val="hybridMultilevel"/>
    <w:tmpl w:val="F1943E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DA73D0"/>
    <w:multiLevelType w:val="hybridMultilevel"/>
    <w:tmpl w:val="D75C91F2"/>
    <w:lvl w:ilvl="0" w:tplc="5F8621EC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0956E99"/>
    <w:multiLevelType w:val="hybridMultilevel"/>
    <w:tmpl w:val="159E99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641099A"/>
    <w:multiLevelType w:val="hybridMultilevel"/>
    <w:tmpl w:val="0B122990"/>
    <w:lvl w:ilvl="0" w:tplc="7F4AB1A2">
      <w:start w:val="1"/>
      <w:numFmt w:val="decimal"/>
      <w:lvlText w:val="%1)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7684C87"/>
    <w:multiLevelType w:val="hybridMultilevel"/>
    <w:tmpl w:val="65D049A2"/>
    <w:lvl w:ilvl="0" w:tplc="C344AB7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7C25D41"/>
    <w:multiLevelType w:val="hybridMultilevel"/>
    <w:tmpl w:val="8E90CEA2"/>
    <w:lvl w:ilvl="0" w:tplc="5FDA96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95D6B09"/>
    <w:multiLevelType w:val="hybridMultilevel"/>
    <w:tmpl w:val="4EB4E86E"/>
    <w:lvl w:ilvl="0" w:tplc="4080E98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69C85C00"/>
    <w:multiLevelType w:val="hybridMultilevel"/>
    <w:tmpl w:val="68248894"/>
    <w:lvl w:ilvl="0" w:tplc="2438E89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6B0F7E50"/>
    <w:multiLevelType w:val="hybridMultilevel"/>
    <w:tmpl w:val="A362905E"/>
    <w:lvl w:ilvl="0" w:tplc="63705F5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78716337"/>
    <w:multiLevelType w:val="hybridMultilevel"/>
    <w:tmpl w:val="722C8DD6"/>
    <w:lvl w:ilvl="0" w:tplc="F0C8E19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7E851B1A"/>
    <w:multiLevelType w:val="hybridMultilevel"/>
    <w:tmpl w:val="8BC69D10"/>
    <w:lvl w:ilvl="0" w:tplc="2FD2D7D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3"/>
  </w:num>
  <w:num w:numId="2">
    <w:abstractNumId w:val="13"/>
  </w:num>
  <w:num w:numId="3">
    <w:abstractNumId w:val="7"/>
  </w:num>
  <w:num w:numId="4">
    <w:abstractNumId w:val="2"/>
  </w:num>
  <w:num w:numId="5">
    <w:abstractNumId w:val="21"/>
  </w:num>
  <w:num w:numId="6">
    <w:abstractNumId w:val="34"/>
  </w:num>
  <w:num w:numId="7">
    <w:abstractNumId w:val="33"/>
  </w:num>
  <w:num w:numId="8">
    <w:abstractNumId w:val="17"/>
  </w:num>
  <w:num w:numId="9">
    <w:abstractNumId w:val="4"/>
  </w:num>
  <w:num w:numId="10">
    <w:abstractNumId w:val="3"/>
  </w:num>
  <w:num w:numId="11">
    <w:abstractNumId w:val="30"/>
  </w:num>
  <w:num w:numId="12">
    <w:abstractNumId w:val="6"/>
  </w:num>
  <w:num w:numId="13">
    <w:abstractNumId w:val="9"/>
  </w:num>
  <w:num w:numId="14">
    <w:abstractNumId w:val="12"/>
  </w:num>
  <w:num w:numId="15">
    <w:abstractNumId w:val="31"/>
  </w:num>
  <w:num w:numId="16">
    <w:abstractNumId w:val="8"/>
  </w:num>
  <w:num w:numId="17">
    <w:abstractNumId w:val="14"/>
  </w:num>
  <w:num w:numId="18">
    <w:abstractNumId w:val="1"/>
  </w:num>
  <w:num w:numId="19">
    <w:abstractNumId w:val="10"/>
  </w:num>
  <w:num w:numId="20">
    <w:abstractNumId w:val="27"/>
  </w:num>
  <w:num w:numId="21">
    <w:abstractNumId w:val="19"/>
  </w:num>
  <w:num w:numId="22">
    <w:abstractNumId w:val="18"/>
  </w:num>
  <w:num w:numId="23">
    <w:abstractNumId w:val="16"/>
  </w:num>
  <w:num w:numId="24">
    <w:abstractNumId w:val="26"/>
  </w:num>
  <w:num w:numId="25">
    <w:abstractNumId w:val="24"/>
  </w:num>
  <w:num w:numId="26">
    <w:abstractNumId w:val="15"/>
  </w:num>
  <w:num w:numId="27">
    <w:abstractNumId w:val="11"/>
  </w:num>
  <w:num w:numId="28">
    <w:abstractNumId w:val="20"/>
  </w:num>
  <w:num w:numId="29">
    <w:abstractNumId w:val="32"/>
  </w:num>
  <w:num w:numId="30">
    <w:abstractNumId w:val="29"/>
  </w:num>
  <w:num w:numId="31">
    <w:abstractNumId w:val="0"/>
  </w:num>
  <w:num w:numId="32">
    <w:abstractNumId w:val="22"/>
  </w:num>
  <w:num w:numId="33">
    <w:abstractNumId w:val="35"/>
  </w:num>
  <w:num w:numId="34">
    <w:abstractNumId w:val="25"/>
  </w:num>
  <w:num w:numId="35">
    <w:abstractNumId w:val="5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371"/>
    <w:rsid w:val="00002707"/>
    <w:rsid w:val="000148DD"/>
    <w:rsid w:val="00017506"/>
    <w:rsid w:val="00017AD6"/>
    <w:rsid w:val="000402EF"/>
    <w:rsid w:val="00056E7B"/>
    <w:rsid w:val="00065371"/>
    <w:rsid w:val="00070B2C"/>
    <w:rsid w:val="0008074F"/>
    <w:rsid w:val="0009624A"/>
    <w:rsid w:val="000A1316"/>
    <w:rsid w:val="000B2F89"/>
    <w:rsid w:val="000B5B68"/>
    <w:rsid w:val="000D0D54"/>
    <w:rsid w:val="000E0820"/>
    <w:rsid w:val="000E406B"/>
    <w:rsid w:val="000E5667"/>
    <w:rsid w:val="000E6A5E"/>
    <w:rsid w:val="000F1077"/>
    <w:rsid w:val="000F15AB"/>
    <w:rsid w:val="000F2A96"/>
    <w:rsid w:val="001015C5"/>
    <w:rsid w:val="0010488E"/>
    <w:rsid w:val="001160B8"/>
    <w:rsid w:val="00124225"/>
    <w:rsid w:val="00127892"/>
    <w:rsid w:val="001324F6"/>
    <w:rsid w:val="00140AD1"/>
    <w:rsid w:val="00162666"/>
    <w:rsid w:val="001703B0"/>
    <w:rsid w:val="00172811"/>
    <w:rsid w:val="001758CD"/>
    <w:rsid w:val="0017643E"/>
    <w:rsid w:val="0018287B"/>
    <w:rsid w:val="001A4DE6"/>
    <w:rsid w:val="001A787E"/>
    <w:rsid w:val="001C0839"/>
    <w:rsid w:val="001E0183"/>
    <w:rsid w:val="001E3ECC"/>
    <w:rsid w:val="00202905"/>
    <w:rsid w:val="00231E6D"/>
    <w:rsid w:val="00234CA9"/>
    <w:rsid w:val="00235B62"/>
    <w:rsid w:val="00240AFB"/>
    <w:rsid w:val="00241AA9"/>
    <w:rsid w:val="00253B91"/>
    <w:rsid w:val="00284D63"/>
    <w:rsid w:val="0028618A"/>
    <w:rsid w:val="00290480"/>
    <w:rsid w:val="00292C4E"/>
    <w:rsid w:val="00292CAE"/>
    <w:rsid w:val="002A4E1E"/>
    <w:rsid w:val="002A73E6"/>
    <w:rsid w:val="002B70FF"/>
    <w:rsid w:val="002C1D2C"/>
    <w:rsid w:val="002C3FCB"/>
    <w:rsid w:val="002C7D04"/>
    <w:rsid w:val="002D670F"/>
    <w:rsid w:val="002E1EFA"/>
    <w:rsid w:val="002E36AD"/>
    <w:rsid w:val="002F5D28"/>
    <w:rsid w:val="002F7B6D"/>
    <w:rsid w:val="002F7D1F"/>
    <w:rsid w:val="00323B85"/>
    <w:rsid w:val="00332355"/>
    <w:rsid w:val="003324FE"/>
    <w:rsid w:val="00341007"/>
    <w:rsid w:val="00341F02"/>
    <w:rsid w:val="00342C6C"/>
    <w:rsid w:val="00380EAF"/>
    <w:rsid w:val="00383B31"/>
    <w:rsid w:val="003856B6"/>
    <w:rsid w:val="00386854"/>
    <w:rsid w:val="00392AF0"/>
    <w:rsid w:val="003A6E51"/>
    <w:rsid w:val="003B63DE"/>
    <w:rsid w:val="003C12E3"/>
    <w:rsid w:val="003C3021"/>
    <w:rsid w:val="003C396F"/>
    <w:rsid w:val="003C7854"/>
    <w:rsid w:val="003E3064"/>
    <w:rsid w:val="003E4FA3"/>
    <w:rsid w:val="003F02BF"/>
    <w:rsid w:val="003F04FF"/>
    <w:rsid w:val="003F7F00"/>
    <w:rsid w:val="00406BCB"/>
    <w:rsid w:val="00411594"/>
    <w:rsid w:val="0041180A"/>
    <w:rsid w:val="00422EA0"/>
    <w:rsid w:val="00424FB0"/>
    <w:rsid w:val="0042663B"/>
    <w:rsid w:val="00432943"/>
    <w:rsid w:val="00441DC6"/>
    <w:rsid w:val="00450718"/>
    <w:rsid w:val="004637F5"/>
    <w:rsid w:val="00464532"/>
    <w:rsid w:val="0046545F"/>
    <w:rsid w:val="00466D69"/>
    <w:rsid w:val="00472D09"/>
    <w:rsid w:val="004734AF"/>
    <w:rsid w:val="004814D2"/>
    <w:rsid w:val="00481E30"/>
    <w:rsid w:val="00485BD4"/>
    <w:rsid w:val="00493244"/>
    <w:rsid w:val="00497DA7"/>
    <w:rsid w:val="004C27EE"/>
    <w:rsid w:val="004D06D8"/>
    <w:rsid w:val="004D1F51"/>
    <w:rsid w:val="004D56AA"/>
    <w:rsid w:val="004D75CC"/>
    <w:rsid w:val="004E2AFB"/>
    <w:rsid w:val="004E74C1"/>
    <w:rsid w:val="004F56CF"/>
    <w:rsid w:val="004F7522"/>
    <w:rsid w:val="00505278"/>
    <w:rsid w:val="005179E6"/>
    <w:rsid w:val="00520130"/>
    <w:rsid w:val="00527E0F"/>
    <w:rsid w:val="0053044A"/>
    <w:rsid w:val="00533F0D"/>
    <w:rsid w:val="00542024"/>
    <w:rsid w:val="005466FA"/>
    <w:rsid w:val="00554B49"/>
    <w:rsid w:val="00556D5F"/>
    <w:rsid w:val="0055782D"/>
    <w:rsid w:val="0056067E"/>
    <w:rsid w:val="00560F9C"/>
    <w:rsid w:val="005658AE"/>
    <w:rsid w:val="00567432"/>
    <w:rsid w:val="005A2694"/>
    <w:rsid w:val="005A46FF"/>
    <w:rsid w:val="005A4DC9"/>
    <w:rsid w:val="005B3E24"/>
    <w:rsid w:val="005C0D5F"/>
    <w:rsid w:val="005C2231"/>
    <w:rsid w:val="005C521D"/>
    <w:rsid w:val="005C5AFC"/>
    <w:rsid w:val="005C69B1"/>
    <w:rsid w:val="005D5B20"/>
    <w:rsid w:val="005D7835"/>
    <w:rsid w:val="005E35E9"/>
    <w:rsid w:val="005E43F4"/>
    <w:rsid w:val="005F0C74"/>
    <w:rsid w:val="00601AA0"/>
    <w:rsid w:val="00607312"/>
    <w:rsid w:val="00614763"/>
    <w:rsid w:val="0061483C"/>
    <w:rsid w:val="00625D17"/>
    <w:rsid w:val="00643BEC"/>
    <w:rsid w:val="00646AF5"/>
    <w:rsid w:val="00663834"/>
    <w:rsid w:val="0068005F"/>
    <w:rsid w:val="006849A1"/>
    <w:rsid w:val="00687B06"/>
    <w:rsid w:val="00690CE5"/>
    <w:rsid w:val="00691984"/>
    <w:rsid w:val="006925C2"/>
    <w:rsid w:val="006B1317"/>
    <w:rsid w:val="006C6722"/>
    <w:rsid w:val="006D0FF2"/>
    <w:rsid w:val="006D26F6"/>
    <w:rsid w:val="006D5C3A"/>
    <w:rsid w:val="006E1DA2"/>
    <w:rsid w:val="006E5385"/>
    <w:rsid w:val="006F5F6D"/>
    <w:rsid w:val="006F7BC9"/>
    <w:rsid w:val="00706C22"/>
    <w:rsid w:val="00707A80"/>
    <w:rsid w:val="00712FD8"/>
    <w:rsid w:val="00716330"/>
    <w:rsid w:val="00720EEA"/>
    <w:rsid w:val="00730707"/>
    <w:rsid w:val="00730F56"/>
    <w:rsid w:val="00731160"/>
    <w:rsid w:val="0074196D"/>
    <w:rsid w:val="007445DB"/>
    <w:rsid w:val="007453BE"/>
    <w:rsid w:val="00754235"/>
    <w:rsid w:val="00756614"/>
    <w:rsid w:val="00757B51"/>
    <w:rsid w:val="00767048"/>
    <w:rsid w:val="007714A9"/>
    <w:rsid w:val="00774F75"/>
    <w:rsid w:val="00785335"/>
    <w:rsid w:val="00785B73"/>
    <w:rsid w:val="00786D04"/>
    <w:rsid w:val="00793306"/>
    <w:rsid w:val="007A16EE"/>
    <w:rsid w:val="007B3297"/>
    <w:rsid w:val="007C079D"/>
    <w:rsid w:val="007C678D"/>
    <w:rsid w:val="007E01D4"/>
    <w:rsid w:val="007E5302"/>
    <w:rsid w:val="007E7985"/>
    <w:rsid w:val="007F74A8"/>
    <w:rsid w:val="00803146"/>
    <w:rsid w:val="00805B9D"/>
    <w:rsid w:val="0080678D"/>
    <w:rsid w:val="00806CFA"/>
    <w:rsid w:val="0081480F"/>
    <w:rsid w:val="00831E01"/>
    <w:rsid w:val="008400D2"/>
    <w:rsid w:val="008440FE"/>
    <w:rsid w:val="00844150"/>
    <w:rsid w:val="008465F8"/>
    <w:rsid w:val="0085210A"/>
    <w:rsid w:val="0085434B"/>
    <w:rsid w:val="00857494"/>
    <w:rsid w:val="008610E6"/>
    <w:rsid w:val="00866EF9"/>
    <w:rsid w:val="00870A4A"/>
    <w:rsid w:val="0087155C"/>
    <w:rsid w:val="008877D0"/>
    <w:rsid w:val="008A1396"/>
    <w:rsid w:val="008A1908"/>
    <w:rsid w:val="008A23EE"/>
    <w:rsid w:val="008A7AF1"/>
    <w:rsid w:val="008B051D"/>
    <w:rsid w:val="008D257B"/>
    <w:rsid w:val="008D7D6D"/>
    <w:rsid w:val="008E66B4"/>
    <w:rsid w:val="008E6D3E"/>
    <w:rsid w:val="00904393"/>
    <w:rsid w:val="00921599"/>
    <w:rsid w:val="00921702"/>
    <w:rsid w:val="009318A8"/>
    <w:rsid w:val="00932D2F"/>
    <w:rsid w:val="00937A8D"/>
    <w:rsid w:val="009433A7"/>
    <w:rsid w:val="00945593"/>
    <w:rsid w:val="00950EE5"/>
    <w:rsid w:val="0095240A"/>
    <w:rsid w:val="00971065"/>
    <w:rsid w:val="00975839"/>
    <w:rsid w:val="009771E8"/>
    <w:rsid w:val="00986AE4"/>
    <w:rsid w:val="00990870"/>
    <w:rsid w:val="009A11B9"/>
    <w:rsid w:val="009B05B5"/>
    <w:rsid w:val="009B25A6"/>
    <w:rsid w:val="009B4BF8"/>
    <w:rsid w:val="009B5E58"/>
    <w:rsid w:val="009B7A4D"/>
    <w:rsid w:val="009C3008"/>
    <w:rsid w:val="009E0987"/>
    <w:rsid w:val="009F7ACB"/>
    <w:rsid w:val="00A076F7"/>
    <w:rsid w:val="00A13590"/>
    <w:rsid w:val="00A20C09"/>
    <w:rsid w:val="00A253D9"/>
    <w:rsid w:val="00A41BDB"/>
    <w:rsid w:val="00A45EFB"/>
    <w:rsid w:val="00A50C83"/>
    <w:rsid w:val="00A553B5"/>
    <w:rsid w:val="00A64717"/>
    <w:rsid w:val="00A703A8"/>
    <w:rsid w:val="00A90348"/>
    <w:rsid w:val="00A91D3E"/>
    <w:rsid w:val="00A9250E"/>
    <w:rsid w:val="00AB27BF"/>
    <w:rsid w:val="00AB502D"/>
    <w:rsid w:val="00AC6E22"/>
    <w:rsid w:val="00AC7506"/>
    <w:rsid w:val="00AD0524"/>
    <w:rsid w:val="00AD57F0"/>
    <w:rsid w:val="00AE2419"/>
    <w:rsid w:val="00B153B9"/>
    <w:rsid w:val="00B16A2F"/>
    <w:rsid w:val="00B200CD"/>
    <w:rsid w:val="00B2537B"/>
    <w:rsid w:val="00B32E6C"/>
    <w:rsid w:val="00B37A2C"/>
    <w:rsid w:val="00B46648"/>
    <w:rsid w:val="00B5381A"/>
    <w:rsid w:val="00B54893"/>
    <w:rsid w:val="00B61849"/>
    <w:rsid w:val="00B61A2F"/>
    <w:rsid w:val="00B6514A"/>
    <w:rsid w:val="00B72C69"/>
    <w:rsid w:val="00B749B1"/>
    <w:rsid w:val="00B7686B"/>
    <w:rsid w:val="00B814A1"/>
    <w:rsid w:val="00B81A5E"/>
    <w:rsid w:val="00B917CB"/>
    <w:rsid w:val="00B97618"/>
    <w:rsid w:val="00BA4DCA"/>
    <w:rsid w:val="00BA6117"/>
    <w:rsid w:val="00BA7D93"/>
    <w:rsid w:val="00BB4302"/>
    <w:rsid w:val="00BD342A"/>
    <w:rsid w:val="00BD51ED"/>
    <w:rsid w:val="00BE02D4"/>
    <w:rsid w:val="00BE36F0"/>
    <w:rsid w:val="00C30682"/>
    <w:rsid w:val="00C3519D"/>
    <w:rsid w:val="00C4316E"/>
    <w:rsid w:val="00C558AA"/>
    <w:rsid w:val="00C84317"/>
    <w:rsid w:val="00C85026"/>
    <w:rsid w:val="00C9612B"/>
    <w:rsid w:val="00CA5F17"/>
    <w:rsid w:val="00CB26E3"/>
    <w:rsid w:val="00CB4E76"/>
    <w:rsid w:val="00CB595A"/>
    <w:rsid w:val="00CB7430"/>
    <w:rsid w:val="00CC5E24"/>
    <w:rsid w:val="00CD0010"/>
    <w:rsid w:val="00CD3EE7"/>
    <w:rsid w:val="00CE317A"/>
    <w:rsid w:val="00CE3F6F"/>
    <w:rsid w:val="00D005DD"/>
    <w:rsid w:val="00D0339B"/>
    <w:rsid w:val="00D10197"/>
    <w:rsid w:val="00D15AB3"/>
    <w:rsid w:val="00D15B27"/>
    <w:rsid w:val="00D313FC"/>
    <w:rsid w:val="00D424AD"/>
    <w:rsid w:val="00D452F8"/>
    <w:rsid w:val="00D531EC"/>
    <w:rsid w:val="00D553DB"/>
    <w:rsid w:val="00D56E76"/>
    <w:rsid w:val="00D615CE"/>
    <w:rsid w:val="00D675E9"/>
    <w:rsid w:val="00D74143"/>
    <w:rsid w:val="00DA5911"/>
    <w:rsid w:val="00DB40F3"/>
    <w:rsid w:val="00DE6997"/>
    <w:rsid w:val="00DE69FB"/>
    <w:rsid w:val="00DF3184"/>
    <w:rsid w:val="00DF6588"/>
    <w:rsid w:val="00E060DA"/>
    <w:rsid w:val="00E078E5"/>
    <w:rsid w:val="00E24046"/>
    <w:rsid w:val="00E377B1"/>
    <w:rsid w:val="00E43A64"/>
    <w:rsid w:val="00E47472"/>
    <w:rsid w:val="00E47863"/>
    <w:rsid w:val="00E57989"/>
    <w:rsid w:val="00E72257"/>
    <w:rsid w:val="00E72E9B"/>
    <w:rsid w:val="00E76D14"/>
    <w:rsid w:val="00E779E7"/>
    <w:rsid w:val="00E77F6A"/>
    <w:rsid w:val="00E8219F"/>
    <w:rsid w:val="00E910D5"/>
    <w:rsid w:val="00EA2A7E"/>
    <w:rsid w:val="00ED295E"/>
    <w:rsid w:val="00ED2F09"/>
    <w:rsid w:val="00ED5F0D"/>
    <w:rsid w:val="00ED71BA"/>
    <w:rsid w:val="00EE07E4"/>
    <w:rsid w:val="00F03C03"/>
    <w:rsid w:val="00F211A6"/>
    <w:rsid w:val="00F26454"/>
    <w:rsid w:val="00F37D06"/>
    <w:rsid w:val="00F45D0B"/>
    <w:rsid w:val="00F61194"/>
    <w:rsid w:val="00F659A2"/>
    <w:rsid w:val="00F84540"/>
    <w:rsid w:val="00F905DF"/>
    <w:rsid w:val="00F959DD"/>
    <w:rsid w:val="00F96963"/>
    <w:rsid w:val="00F96F61"/>
    <w:rsid w:val="00FB2276"/>
    <w:rsid w:val="00FB32B3"/>
    <w:rsid w:val="00FB3536"/>
    <w:rsid w:val="00FB6443"/>
    <w:rsid w:val="00FD030E"/>
    <w:rsid w:val="00FE22E6"/>
    <w:rsid w:val="00FE5AA1"/>
    <w:rsid w:val="00FF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61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9E6"/>
    <w:pPr>
      <w:keepNext/>
      <w:keepLines/>
      <w:spacing w:after="0"/>
      <w:ind w:left="708"/>
      <w:outlineLvl w:val="0"/>
    </w:pPr>
    <w:rPr>
      <w:rFonts w:ascii="Times New Roman" w:eastAsia="Times New Roman" w:hAnsi="Times New Roman"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159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9E6"/>
    <w:rPr>
      <w:rFonts w:ascii="Times New Roman" w:hAnsi="Times New Roman" w:cs="Times New Roman"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11594"/>
    <w:rPr>
      <w:rFonts w:ascii="Cambria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rsid w:val="00065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6537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65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65371"/>
    <w:rPr>
      <w:rFonts w:cs="Times New Roman"/>
    </w:rPr>
  </w:style>
  <w:style w:type="paragraph" w:styleId="ListParagraph">
    <w:name w:val="List Paragraph"/>
    <w:basedOn w:val="Normal"/>
    <w:uiPriority w:val="99"/>
    <w:qFormat/>
    <w:rsid w:val="0085210A"/>
    <w:pPr>
      <w:ind w:left="720"/>
      <w:contextualSpacing/>
    </w:pPr>
  </w:style>
  <w:style w:type="paragraph" w:customStyle="1" w:styleId="ConsPlusNonformat">
    <w:name w:val="ConsPlusNonformat"/>
    <w:uiPriority w:val="99"/>
    <w:rsid w:val="00C3519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3519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table" w:styleId="TableGrid">
    <w:name w:val="Table Grid"/>
    <w:basedOn w:val="TableNormal"/>
    <w:uiPriority w:val="99"/>
    <w:rsid w:val="005C22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D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9B05B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9B05B5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B63DE"/>
    <w:rPr>
      <w:rFonts w:cs="Times New Roman"/>
    </w:rPr>
  </w:style>
  <w:style w:type="paragraph" w:customStyle="1" w:styleId="Style1">
    <w:name w:val="Style1"/>
    <w:basedOn w:val="Normal"/>
    <w:uiPriority w:val="99"/>
    <w:rsid w:val="00D005DD"/>
    <w:pPr>
      <w:widowControl w:val="0"/>
      <w:autoSpaceDE w:val="0"/>
      <w:autoSpaceDN w:val="0"/>
      <w:adjustRightInd w:val="0"/>
      <w:spacing w:after="0" w:line="62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D005DD"/>
    <w:pPr>
      <w:widowControl w:val="0"/>
      <w:autoSpaceDE w:val="0"/>
      <w:autoSpaceDN w:val="0"/>
      <w:adjustRightInd w:val="0"/>
      <w:spacing w:after="0" w:line="480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DefaultParagraphFont"/>
    <w:uiPriority w:val="99"/>
    <w:rsid w:val="00D005DD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229</Words>
  <Characters>1309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Курин Алексей Алексеевич</dc:creator>
  <cp:keywords/>
  <dc:description/>
  <cp:lastModifiedBy>user</cp:lastModifiedBy>
  <cp:revision>7</cp:revision>
  <cp:lastPrinted>2014-09-24T13:07:00Z</cp:lastPrinted>
  <dcterms:created xsi:type="dcterms:W3CDTF">2014-08-05T12:21:00Z</dcterms:created>
  <dcterms:modified xsi:type="dcterms:W3CDTF">2014-10-09T06:55:00Z</dcterms:modified>
</cp:coreProperties>
</file>