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503" w:rsidRDefault="009F5503" w:rsidP="005A5F8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F5503" w:rsidRDefault="009F5503" w:rsidP="005A5F88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F5503" w:rsidRPr="00345DAF" w:rsidRDefault="009F5503" w:rsidP="00345DAF">
      <w:pPr>
        <w:pStyle w:val="ConsPlusTitle"/>
        <w:widowControl/>
        <w:tabs>
          <w:tab w:val="left" w:pos="42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</w:t>
      </w:r>
      <w:r w:rsidRPr="00345DAF">
        <w:rPr>
          <w:rFonts w:ascii="Times New Roman" w:hAnsi="Times New Roman" w:cs="Times New Roman"/>
          <w:sz w:val="28"/>
          <w:szCs w:val="28"/>
        </w:rPr>
        <w:t>Закон  Ульяновской  области</w:t>
      </w:r>
    </w:p>
    <w:p w:rsidR="009F5503" w:rsidRDefault="009F5503" w:rsidP="005E1F9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F5503" w:rsidRPr="00BF6BAF" w:rsidRDefault="009F5503" w:rsidP="005E1F9B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F5503" w:rsidRDefault="009F5503" w:rsidP="00856B9D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статью 20 Закона У</w:t>
      </w:r>
      <w:r w:rsidRPr="000E4090">
        <w:rPr>
          <w:rFonts w:ascii="Times New Roman" w:hAnsi="Times New Roman"/>
          <w:sz w:val="28"/>
          <w:szCs w:val="28"/>
        </w:rPr>
        <w:t>льяновской области</w:t>
      </w:r>
    </w:p>
    <w:p w:rsidR="009F5503" w:rsidRDefault="009F5503" w:rsidP="00856B9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</w:t>
      </w:r>
      <w:r w:rsidRPr="000E40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государственных должностях</w:t>
      </w:r>
      <w:r w:rsidRPr="000E40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0E4090">
        <w:rPr>
          <w:rFonts w:ascii="Times New Roman" w:hAnsi="Times New Roman"/>
          <w:sz w:val="28"/>
          <w:szCs w:val="28"/>
        </w:rPr>
        <w:t>льяновской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9F5503" w:rsidRDefault="009F5503" w:rsidP="00CA0E75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9F5503" w:rsidRDefault="009F5503" w:rsidP="00CA0E75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9F5503" w:rsidRDefault="009F5503" w:rsidP="00CA0E75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9F5503" w:rsidRDefault="009F5503" w:rsidP="00CA0E75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9F5503" w:rsidRDefault="009F5503" w:rsidP="00CA0E75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9F5503" w:rsidRDefault="009F5503" w:rsidP="006E272E">
      <w:pPr>
        <w:autoSpaceDE w:val="0"/>
        <w:autoSpaceDN w:val="0"/>
        <w:adjustRightInd w:val="0"/>
        <w:spacing w:after="0" w:line="240" w:lineRule="auto"/>
        <w:ind w:firstLine="67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C30B8">
        <w:rPr>
          <w:rFonts w:ascii="Times New Roman" w:hAnsi="Times New Roman"/>
          <w:b/>
          <w:sz w:val="28"/>
          <w:szCs w:val="28"/>
          <w:lang w:eastAsia="ru-RU"/>
        </w:rPr>
        <w:t>Статья 1</w:t>
      </w:r>
    </w:p>
    <w:p w:rsidR="009F5503" w:rsidRPr="00AC30B8" w:rsidRDefault="009F5503" w:rsidP="00AC30B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36"/>
          <w:szCs w:val="36"/>
          <w:lang w:eastAsia="ru-RU"/>
        </w:rPr>
      </w:pPr>
    </w:p>
    <w:p w:rsidR="009F5503" w:rsidRDefault="009F5503" w:rsidP="00410388">
      <w:pPr>
        <w:autoSpaceDE w:val="0"/>
        <w:autoSpaceDN w:val="0"/>
        <w:adjustRightInd w:val="0"/>
        <w:spacing w:after="0" w:line="360" w:lineRule="auto"/>
        <w:ind w:firstLine="6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часть 1 статьи 20 </w:t>
      </w:r>
      <w:hyperlink r:id="rId6" w:history="1">
        <w:r w:rsidRPr="00CA0E75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Pr="00CA0E75"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 xml:space="preserve">льяновской области от 30 января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2006 года № 06-ЗО «О государственных должностях Ульяновской области» («Ульяновская правда» от 01.02.2006 № 7; от 10.06.2006 № 43; от 07.07.2006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№ 51; от 08.11.2006 № 86; от 22.12.2007 № 110; от 26.12.2007 № 111;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от 28.03.2008 № 28; от 07.11.2008 № 91; от 19.12.2008 № 103; от 06.03.2009 № 17; от 30.04.2009 № 33; от 04.12.2009 № 97; от 10.03.2010 № 17; от 12.05.2010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№ 35-36; от 13.10.2010 № 84; от 04.02.2011 № 12-13; от 04.03.2011 № 23;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от 06.05.2011 № 48; от 12.10.2011 № 115; от 28.12.2011 № 147; от 04.05.2012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№ 45; от 29.06.2012 № 67; от 01.03.2013 № 23; от 08.05.2013 № 48; от 07.09.2013 № 109; от 07.10.2013 № 125; от 11.11.2013 № 144; от 05.12.2013 № 158;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от 28.12.2013 № 173; от 31.03.2014 № 45; от 08.05.2014 № 65; от 09.06.2014 </w:t>
      </w:r>
      <w:r>
        <w:rPr>
          <w:rFonts w:ascii="Times New Roman" w:hAnsi="Times New Roman"/>
          <w:sz w:val="28"/>
          <w:szCs w:val="28"/>
          <w:lang w:eastAsia="ru-RU"/>
        </w:rPr>
        <w:br/>
        <w:t>№ 82-83) следующие изменения:</w:t>
      </w:r>
    </w:p>
    <w:p w:rsidR="009F5503" w:rsidRDefault="009F5503" w:rsidP="00410388">
      <w:pPr>
        <w:autoSpaceDE w:val="0"/>
        <w:autoSpaceDN w:val="0"/>
        <w:adjustRightInd w:val="0"/>
        <w:spacing w:after="0" w:line="360" w:lineRule="auto"/>
        <w:ind w:firstLine="6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слова «не менее одного года» заменить словами «не менее трёх лет»;</w:t>
      </w:r>
    </w:p>
    <w:p w:rsidR="009F5503" w:rsidRDefault="009F5503" w:rsidP="00410388">
      <w:pPr>
        <w:autoSpaceDE w:val="0"/>
        <w:autoSpaceDN w:val="0"/>
        <w:adjustRightInd w:val="0"/>
        <w:spacing w:after="0" w:line="360" w:lineRule="auto"/>
        <w:ind w:firstLine="6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слова «от одного года до трёх лет – 55 процентов, свыше трёх лет – </w:t>
      </w:r>
      <w:r>
        <w:rPr>
          <w:rFonts w:ascii="Times New Roman" w:hAnsi="Times New Roman"/>
          <w:sz w:val="28"/>
          <w:szCs w:val="28"/>
          <w:lang w:eastAsia="ru-RU"/>
        </w:rPr>
        <w:br/>
        <w:t>75 процентов» заменить словами «от трёх до пяти лет – 55 процентов, свыше пяти лет – 75 процентов».</w:t>
      </w:r>
    </w:p>
    <w:p w:rsidR="009F5503" w:rsidRDefault="009F5503" w:rsidP="00410388">
      <w:pPr>
        <w:autoSpaceDE w:val="0"/>
        <w:autoSpaceDN w:val="0"/>
        <w:adjustRightInd w:val="0"/>
        <w:spacing w:after="0" w:line="360" w:lineRule="auto"/>
        <w:ind w:firstLine="67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5503" w:rsidRDefault="009F5503" w:rsidP="00410388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410388">
        <w:rPr>
          <w:rFonts w:ascii="Times New Roman" w:hAnsi="Times New Roman"/>
          <w:b/>
          <w:sz w:val="28"/>
          <w:szCs w:val="28"/>
          <w:lang w:eastAsia="ru-RU"/>
        </w:rPr>
        <w:t>Статья 2</w:t>
      </w:r>
    </w:p>
    <w:p w:rsidR="009F5503" w:rsidRPr="00126157" w:rsidRDefault="009F5503" w:rsidP="0036106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5503" w:rsidRDefault="009F5503" w:rsidP="00204A20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1. Настоящий Закон вступает в силу с 1 января 2015 года.</w:t>
      </w:r>
    </w:p>
    <w:p w:rsidR="009F5503" w:rsidRDefault="009F5503" w:rsidP="00F15185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Действие части 1 статьи 20 Закона Ульяновской области от 30 января 2006 года № 06-ЗО «О государственных должностях Ульяновской области»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(в редакции настоящего Закона) распространяется на отношения, связанные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с установлением ежемесячной доплаты к трудовой пенсии лицам, избранным (назначенным) на государственные должности Ульяновской области после дня вступления настоящего Закона в силу. Лицам, избранным (назначенным)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на государственные должности Ульяновской области до дня вступления настоящего Закона в силу, ежемесячная доплата к трудовой пенсии устанавливается в соответствии с частью 1 статьи 20 Закона Ульяновской области от 30 января 2006 года № 06-ЗО «О государственных должностях Ульяновской области» в редакции, действовавшей до дня вступления настоящего Закона </w:t>
      </w:r>
      <w:r>
        <w:rPr>
          <w:rFonts w:ascii="Times New Roman" w:hAnsi="Times New Roman"/>
          <w:sz w:val="28"/>
          <w:szCs w:val="28"/>
          <w:lang w:eastAsia="ru-RU"/>
        </w:rPr>
        <w:br/>
        <w:t>в силу.</w:t>
      </w:r>
      <w:bookmarkStart w:id="0" w:name="_GoBack"/>
      <w:bookmarkEnd w:id="0"/>
    </w:p>
    <w:p w:rsidR="009F5503" w:rsidRDefault="009F5503" w:rsidP="006E272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5503" w:rsidRDefault="009F5503" w:rsidP="006E272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5503" w:rsidRDefault="009F5503" w:rsidP="006E272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091" w:type="dxa"/>
        <w:tblLayout w:type="fixed"/>
        <w:tblLook w:val="00A0"/>
      </w:tblPr>
      <w:tblGrid>
        <w:gridCol w:w="4985"/>
        <w:gridCol w:w="5106"/>
      </w:tblGrid>
      <w:tr w:rsidR="009F5503" w:rsidRPr="002933DC" w:rsidTr="00361061">
        <w:tc>
          <w:tcPr>
            <w:tcW w:w="4985" w:type="dxa"/>
          </w:tcPr>
          <w:p w:rsidR="009F5503" w:rsidRPr="002933DC" w:rsidRDefault="009F5503" w:rsidP="00745E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>убернатор Ульяновской области</w:t>
            </w:r>
          </w:p>
        </w:tc>
        <w:tc>
          <w:tcPr>
            <w:tcW w:w="5106" w:type="dxa"/>
          </w:tcPr>
          <w:p w:rsidR="009F5503" w:rsidRPr="002933DC" w:rsidRDefault="009F5503" w:rsidP="00745E1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933D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С.И.Морозов</w:t>
            </w:r>
          </w:p>
        </w:tc>
      </w:tr>
    </w:tbl>
    <w:p w:rsidR="009F5503" w:rsidRDefault="009F5503" w:rsidP="009E1C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5503" w:rsidRDefault="009F5503" w:rsidP="009E1C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5503" w:rsidRPr="00361061" w:rsidRDefault="009F5503" w:rsidP="009E1C1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61061">
        <w:rPr>
          <w:rFonts w:ascii="Times New Roman" w:hAnsi="Times New Roman"/>
          <w:sz w:val="28"/>
          <w:szCs w:val="28"/>
        </w:rPr>
        <w:t>г. Ульяновск</w:t>
      </w:r>
    </w:p>
    <w:p w:rsidR="009F5503" w:rsidRPr="00361061" w:rsidRDefault="009F5503" w:rsidP="009E1C1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</w:t>
      </w:r>
      <w:r w:rsidRPr="0036106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октября</w:t>
      </w:r>
      <w:r w:rsidRPr="00361061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361061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4</w:t>
        </w:r>
        <w:r w:rsidRPr="00361061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361061">
        <w:rPr>
          <w:rFonts w:ascii="Times New Roman" w:hAnsi="Times New Roman"/>
          <w:sz w:val="28"/>
          <w:szCs w:val="28"/>
        </w:rPr>
        <w:t>.</w:t>
      </w:r>
    </w:p>
    <w:p w:rsidR="009F5503" w:rsidRPr="00361061" w:rsidRDefault="009F5503" w:rsidP="009E1C10">
      <w:pPr>
        <w:spacing w:after="0" w:line="360" w:lineRule="auto"/>
        <w:jc w:val="center"/>
        <w:rPr>
          <w:sz w:val="28"/>
          <w:szCs w:val="28"/>
        </w:rPr>
      </w:pPr>
      <w:r w:rsidRPr="0036106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140</w:t>
      </w:r>
      <w:r w:rsidRPr="00361061">
        <w:rPr>
          <w:rFonts w:ascii="Times New Roman" w:hAnsi="Times New Roman"/>
          <w:sz w:val="28"/>
          <w:szCs w:val="28"/>
          <w:lang w:val="en-US"/>
        </w:rPr>
        <w:t>-</w:t>
      </w:r>
      <w:r w:rsidRPr="00361061">
        <w:rPr>
          <w:rFonts w:ascii="Times New Roman" w:hAnsi="Times New Roman"/>
          <w:sz w:val="28"/>
          <w:szCs w:val="28"/>
        </w:rPr>
        <w:t>ЗО</w:t>
      </w:r>
    </w:p>
    <w:sectPr w:rsidR="009F5503" w:rsidRPr="00361061" w:rsidSect="00CF778B">
      <w:headerReference w:type="even" r:id="rId7"/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503" w:rsidRDefault="009F5503">
      <w:r>
        <w:separator/>
      </w:r>
    </w:p>
  </w:endnote>
  <w:endnote w:type="continuationSeparator" w:id="0">
    <w:p w:rsidR="009F5503" w:rsidRDefault="009F5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503" w:rsidRDefault="009F5503">
      <w:r>
        <w:separator/>
      </w:r>
    </w:p>
  </w:footnote>
  <w:footnote w:type="continuationSeparator" w:id="0">
    <w:p w:rsidR="009F5503" w:rsidRDefault="009F5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503" w:rsidRDefault="009F5503" w:rsidP="00AF31E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F5503" w:rsidRDefault="009F550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503" w:rsidRPr="00361061" w:rsidRDefault="009F5503" w:rsidP="00CF778B">
    <w:pPr>
      <w:pStyle w:val="Header"/>
      <w:spacing w:after="0"/>
      <w:jc w:val="center"/>
      <w:rPr>
        <w:rStyle w:val="PageNumber"/>
        <w:rFonts w:ascii="Times New Roman" w:hAnsi="Times New Roman"/>
        <w:sz w:val="28"/>
        <w:szCs w:val="28"/>
      </w:rPr>
    </w:pPr>
    <w:r w:rsidRPr="00361061">
      <w:rPr>
        <w:rStyle w:val="PageNumber"/>
        <w:rFonts w:ascii="Times New Roman" w:hAnsi="Times New Roman"/>
        <w:sz w:val="28"/>
        <w:szCs w:val="28"/>
      </w:rPr>
      <w:fldChar w:fldCharType="begin"/>
    </w:r>
    <w:r w:rsidRPr="00361061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361061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361061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F88"/>
    <w:rsid w:val="000019A8"/>
    <w:rsid w:val="00002CDE"/>
    <w:rsid w:val="00004FB3"/>
    <w:rsid w:val="0000590C"/>
    <w:rsid w:val="0000672C"/>
    <w:rsid w:val="00010AAC"/>
    <w:rsid w:val="000127AA"/>
    <w:rsid w:val="000175D7"/>
    <w:rsid w:val="00020CE8"/>
    <w:rsid w:val="000214A7"/>
    <w:rsid w:val="0002176B"/>
    <w:rsid w:val="00024D17"/>
    <w:rsid w:val="000307BB"/>
    <w:rsid w:val="00030ECA"/>
    <w:rsid w:val="000342EF"/>
    <w:rsid w:val="00040B69"/>
    <w:rsid w:val="000432F9"/>
    <w:rsid w:val="000436C7"/>
    <w:rsid w:val="00047E5E"/>
    <w:rsid w:val="00047F15"/>
    <w:rsid w:val="00050CC9"/>
    <w:rsid w:val="00053562"/>
    <w:rsid w:val="0005379A"/>
    <w:rsid w:val="0005599B"/>
    <w:rsid w:val="000560DA"/>
    <w:rsid w:val="00060399"/>
    <w:rsid w:val="0006170C"/>
    <w:rsid w:val="00064309"/>
    <w:rsid w:val="0007275F"/>
    <w:rsid w:val="000748AF"/>
    <w:rsid w:val="000759CD"/>
    <w:rsid w:val="00082D5A"/>
    <w:rsid w:val="00085549"/>
    <w:rsid w:val="000855B8"/>
    <w:rsid w:val="00086696"/>
    <w:rsid w:val="00086D00"/>
    <w:rsid w:val="00091A1D"/>
    <w:rsid w:val="000948C2"/>
    <w:rsid w:val="00097F22"/>
    <w:rsid w:val="000A072E"/>
    <w:rsid w:val="000A2EE7"/>
    <w:rsid w:val="000A3127"/>
    <w:rsid w:val="000A621A"/>
    <w:rsid w:val="000A6244"/>
    <w:rsid w:val="000B2D3F"/>
    <w:rsid w:val="000B3588"/>
    <w:rsid w:val="000B4B03"/>
    <w:rsid w:val="000B6B88"/>
    <w:rsid w:val="000C59A2"/>
    <w:rsid w:val="000C7DA3"/>
    <w:rsid w:val="000D02F5"/>
    <w:rsid w:val="000D3447"/>
    <w:rsid w:val="000D4190"/>
    <w:rsid w:val="000D4C31"/>
    <w:rsid w:val="000D6296"/>
    <w:rsid w:val="000D7563"/>
    <w:rsid w:val="000E050B"/>
    <w:rsid w:val="000E11A8"/>
    <w:rsid w:val="000E3530"/>
    <w:rsid w:val="000E4090"/>
    <w:rsid w:val="00100206"/>
    <w:rsid w:val="00101ABD"/>
    <w:rsid w:val="0010434E"/>
    <w:rsid w:val="0011135F"/>
    <w:rsid w:val="00113C52"/>
    <w:rsid w:val="00116417"/>
    <w:rsid w:val="00117F3C"/>
    <w:rsid w:val="00120BC3"/>
    <w:rsid w:val="0012108F"/>
    <w:rsid w:val="00123D38"/>
    <w:rsid w:val="00126157"/>
    <w:rsid w:val="001311FA"/>
    <w:rsid w:val="00133C57"/>
    <w:rsid w:val="00133EAA"/>
    <w:rsid w:val="00133F16"/>
    <w:rsid w:val="00134A2B"/>
    <w:rsid w:val="00134CBD"/>
    <w:rsid w:val="0013580E"/>
    <w:rsid w:val="0013618F"/>
    <w:rsid w:val="001369F7"/>
    <w:rsid w:val="00137681"/>
    <w:rsid w:val="00142772"/>
    <w:rsid w:val="001462A5"/>
    <w:rsid w:val="0014770E"/>
    <w:rsid w:val="001558DF"/>
    <w:rsid w:val="001638B9"/>
    <w:rsid w:val="00163C3D"/>
    <w:rsid w:val="00164AAB"/>
    <w:rsid w:val="00164D80"/>
    <w:rsid w:val="001660BE"/>
    <w:rsid w:val="00167374"/>
    <w:rsid w:val="00173AF8"/>
    <w:rsid w:val="00173E69"/>
    <w:rsid w:val="00177CD6"/>
    <w:rsid w:val="00181A9A"/>
    <w:rsid w:val="00181C90"/>
    <w:rsid w:val="00182B76"/>
    <w:rsid w:val="001845FB"/>
    <w:rsid w:val="00185A0D"/>
    <w:rsid w:val="00186E03"/>
    <w:rsid w:val="0019300B"/>
    <w:rsid w:val="001A6053"/>
    <w:rsid w:val="001B04C5"/>
    <w:rsid w:val="001B35FB"/>
    <w:rsid w:val="001B78AA"/>
    <w:rsid w:val="001D0ADC"/>
    <w:rsid w:val="001D0F07"/>
    <w:rsid w:val="001D1D23"/>
    <w:rsid w:val="001D43F7"/>
    <w:rsid w:val="001D6B5F"/>
    <w:rsid w:val="001D6CA1"/>
    <w:rsid w:val="001E24C4"/>
    <w:rsid w:val="001E2D7E"/>
    <w:rsid w:val="001F0408"/>
    <w:rsid w:val="001F7657"/>
    <w:rsid w:val="001F7DB1"/>
    <w:rsid w:val="00204A20"/>
    <w:rsid w:val="00205273"/>
    <w:rsid w:val="00213ECD"/>
    <w:rsid w:val="00221C3A"/>
    <w:rsid w:val="00226051"/>
    <w:rsid w:val="00231A23"/>
    <w:rsid w:val="0023419C"/>
    <w:rsid w:val="00246714"/>
    <w:rsid w:val="00250DA9"/>
    <w:rsid w:val="00250FE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986"/>
    <w:rsid w:val="00275749"/>
    <w:rsid w:val="00284770"/>
    <w:rsid w:val="002933DC"/>
    <w:rsid w:val="0029428C"/>
    <w:rsid w:val="002946FB"/>
    <w:rsid w:val="00296EAC"/>
    <w:rsid w:val="002A5F3A"/>
    <w:rsid w:val="002B1B27"/>
    <w:rsid w:val="002C1EC6"/>
    <w:rsid w:val="002C37E2"/>
    <w:rsid w:val="002C42A5"/>
    <w:rsid w:val="002C5C01"/>
    <w:rsid w:val="002D29A5"/>
    <w:rsid w:val="002D3D03"/>
    <w:rsid w:val="002D57B7"/>
    <w:rsid w:val="002D5FC9"/>
    <w:rsid w:val="002E121C"/>
    <w:rsid w:val="002E260D"/>
    <w:rsid w:val="002E2C23"/>
    <w:rsid w:val="002E3FAF"/>
    <w:rsid w:val="002E466E"/>
    <w:rsid w:val="002E539E"/>
    <w:rsid w:val="002F0098"/>
    <w:rsid w:val="002F0665"/>
    <w:rsid w:val="002F0867"/>
    <w:rsid w:val="002F2ADA"/>
    <w:rsid w:val="002F2B2E"/>
    <w:rsid w:val="002F3B20"/>
    <w:rsid w:val="002F4B9A"/>
    <w:rsid w:val="002F626E"/>
    <w:rsid w:val="002F7A2A"/>
    <w:rsid w:val="00300C7B"/>
    <w:rsid w:val="00304584"/>
    <w:rsid w:val="00306082"/>
    <w:rsid w:val="00307638"/>
    <w:rsid w:val="003204AA"/>
    <w:rsid w:val="0032774E"/>
    <w:rsid w:val="0034357F"/>
    <w:rsid w:val="00344050"/>
    <w:rsid w:val="00345B23"/>
    <w:rsid w:val="00345DAF"/>
    <w:rsid w:val="003468E7"/>
    <w:rsid w:val="00352276"/>
    <w:rsid w:val="00352466"/>
    <w:rsid w:val="003527B9"/>
    <w:rsid w:val="00352B7F"/>
    <w:rsid w:val="00352EBD"/>
    <w:rsid w:val="003567C2"/>
    <w:rsid w:val="00361061"/>
    <w:rsid w:val="003718A6"/>
    <w:rsid w:val="003720D7"/>
    <w:rsid w:val="003727CF"/>
    <w:rsid w:val="00372A3B"/>
    <w:rsid w:val="003747EA"/>
    <w:rsid w:val="003757E8"/>
    <w:rsid w:val="00375C4E"/>
    <w:rsid w:val="00376816"/>
    <w:rsid w:val="003821CE"/>
    <w:rsid w:val="003840AA"/>
    <w:rsid w:val="0038789B"/>
    <w:rsid w:val="00387C50"/>
    <w:rsid w:val="003951FB"/>
    <w:rsid w:val="003A0D38"/>
    <w:rsid w:val="003A62F7"/>
    <w:rsid w:val="003A7339"/>
    <w:rsid w:val="003B4E53"/>
    <w:rsid w:val="003B5152"/>
    <w:rsid w:val="003B672A"/>
    <w:rsid w:val="003B78F8"/>
    <w:rsid w:val="003C3102"/>
    <w:rsid w:val="003C4A85"/>
    <w:rsid w:val="003C7832"/>
    <w:rsid w:val="003D1627"/>
    <w:rsid w:val="003D3BE5"/>
    <w:rsid w:val="003D641A"/>
    <w:rsid w:val="003D7B11"/>
    <w:rsid w:val="003E25D6"/>
    <w:rsid w:val="003E3AB3"/>
    <w:rsid w:val="003E3C82"/>
    <w:rsid w:val="003E5279"/>
    <w:rsid w:val="003E57A7"/>
    <w:rsid w:val="003E5DC3"/>
    <w:rsid w:val="003F2625"/>
    <w:rsid w:val="003F5C5E"/>
    <w:rsid w:val="004102C3"/>
    <w:rsid w:val="00410388"/>
    <w:rsid w:val="0041070D"/>
    <w:rsid w:val="004131DB"/>
    <w:rsid w:val="0041549B"/>
    <w:rsid w:val="00415FC2"/>
    <w:rsid w:val="004201B7"/>
    <w:rsid w:val="00422C01"/>
    <w:rsid w:val="004311F2"/>
    <w:rsid w:val="0043425E"/>
    <w:rsid w:val="004425F5"/>
    <w:rsid w:val="004439D2"/>
    <w:rsid w:val="00443C12"/>
    <w:rsid w:val="00447405"/>
    <w:rsid w:val="00450CB0"/>
    <w:rsid w:val="004530E4"/>
    <w:rsid w:val="00455AE3"/>
    <w:rsid w:val="00466D5E"/>
    <w:rsid w:val="00485EBC"/>
    <w:rsid w:val="0048711B"/>
    <w:rsid w:val="00490FBC"/>
    <w:rsid w:val="00491534"/>
    <w:rsid w:val="00494DED"/>
    <w:rsid w:val="00495DEB"/>
    <w:rsid w:val="00496E10"/>
    <w:rsid w:val="004A1532"/>
    <w:rsid w:val="004A6BEC"/>
    <w:rsid w:val="004B0CBB"/>
    <w:rsid w:val="004B212A"/>
    <w:rsid w:val="004B2EAF"/>
    <w:rsid w:val="004C040B"/>
    <w:rsid w:val="004C11D9"/>
    <w:rsid w:val="004C2089"/>
    <w:rsid w:val="004C69A9"/>
    <w:rsid w:val="004D2801"/>
    <w:rsid w:val="004D426B"/>
    <w:rsid w:val="004D5240"/>
    <w:rsid w:val="004D52F5"/>
    <w:rsid w:val="004D7BF0"/>
    <w:rsid w:val="004E079C"/>
    <w:rsid w:val="004E2397"/>
    <w:rsid w:val="004E3DCE"/>
    <w:rsid w:val="004E6A4F"/>
    <w:rsid w:val="004F3EB1"/>
    <w:rsid w:val="004F6C5A"/>
    <w:rsid w:val="0050040E"/>
    <w:rsid w:val="005004A5"/>
    <w:rsid w:val="00503A83"/>
    <w:rsid w:val="005061B5"/>
    <w:rsid w:val="005078FA"/>
    <w:rsid w:val="00514C2E"/>
    <w:rsid w:val="00516354"/>
    <w:rsid w:val="00520561"/>
    <w:rsid w:val="005236C8"/>
    <w:rsid w:val="005344BB"/>
    <w:rsid w:val="00535250"/>
    <w:rsid w:val="005419E4"/>
    <w:rsid w:val="0055182A"/>
    <w:rsid w:val="00564661"/>
    <w:rsid w:val="00564EDF"/>
    <w:rsid w:val="00565F29"/>
    <w:rsid w:val="005671AD"/>
    <w:rsid w:val="00570890"/>
    <w:rsid w:val="00572C42"/>
    <w:rsid w:val="00575137"/>
    <w:rsid w:val="00586A9B"/>
    <w:rsid w:val="005904BB"/>
    <w:rsid w:val="005938B5"/>
    <w:rsid w:val="00594068"/>
    <w:rsid w:val="00596417"/>
    <w:rsid w:val="005A3322"/>
    <w:rsid w:val="005A47C4"/>
    <w:rsid w:val="005A5F88"/>
    <w:rsid w:val="005B094A"/>
    <w:rsid w:val="005B396D"/>
    <w:rsid w:val="005B3E73"/>
    <w:rsid w:val="005B5BB1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1F9B"/>
    <w:rsid w:val="005E74D7"/>
    <w:rsid w:val="005F0B4F"/>
    <w:rsid w:val="005F18FC"/>
    <w:rsid w:val="005F6BD6"/>
    <w:rsid w:val="005F7E0F"/>
    <w:rsid w:val="0060199F"/>
    <w:rsid w:val="00602B20"/>
    <w:rsid w:val="006037EE"/>
    <w:rsid w:val="006067C6"/>
    <w:rsid w:val="006122F8"/>
    <w:rsid w:val="00621A5A"/>
    <w:rsid w:val="006235E0"/>
    <w:rsid w:val="00626B87"/>
    <w:rsid w:val="00630FC2"/>
    <w:rsid w:val="0063308A"/>
    <w:rsid w:val="006444A4"/>
    <w:rsid w:val="0064473A"/>
    <w:rsid w:val="00646347"/>
    <w:rsid w:val="006505A2"/>
    <w:rsid w:val="006538FE"/>
    <w:rsid w:val="00654790"/>
    <w:rsid w:val="00657A50"/>
    <w:rsid w:val="00663F76"/>
    <w:rsid w:val="0066511A"/>
    <w:rsid w:val="00672242"/>
    <w:rsid w:val="00672DA7"/>
    <w:rsid w:val="00673E09"/>
    <w:rsid w:val="00675053"/>
    <w:rsid w:val="00680BCA"/>
    <w:rsid w:val="00681920"/>
    <w:rsid w:val="00681DF6"/>
    <w:rsid w:val="0068231E"/>
    <w:rsid w:val="006836E8"/>
    <w:rsid w:val="00683A5E"/>
    <w:rsid w:val="006904E0"/>
    <w:rsid w:val="00692452"/>
    <w:rsid w:val="00695666"/>
    <w:rsid w:val="00695A37"/>
    <w:rsid w:val="006965ED"/>
    <w:rsid w:val="006A3DAF"/>
    <w:rsid w:val="006A3F70"/>
    <w:rsid w:val="006A7A9F"/>
    <w:rsid w:val="006B56DD"/>
    <w:rsid w:val="006C0D77"/>
    <w:rsid w:val="006C1C5F"/>
    <w:rsid w:val="006C34EA"/>
    <w:rsid w:val="006E272E"/>
    <w:rsid w:val="006E5CD8"/>
    <w:rsid w:val="006E6907"/>
    <w:rsid w:val="006E6AEF"/>
    <w:rsid w:val="006E7162"/>
    <w:rsid w:val="006E7CB7"/>
    <w:rsid w:val="006E7DA8"/>
    <w:rsid w:val="006F3568"/>
    <w:rsid w:val="00701C2E"/>
    <w:rsid w:val="00702E25"/>
    <w:rsid w:val="007047FE"/>
    <w:rsid w:val="00707323"/>
    <w:rsid w:val="00707E04"/>
    <w:rsid w:val="00710F61"/>
    <w:rsid w:val="00715224"/>
    <w:rsid w:val="00717935"/>
    <w:rsid w:val="00720998"/>
    <w:rsid w:val="0072178D"/>
    <w:rsid w:val="00722F55"/>
    <w:rsid w:val="00724CBE"/>
    <w:rsid w:val="007268EF"/>
    <w:rsid w:val="00741646"/>
    <w:rsid w:val="00742767"/>
    <w:rsid w:val="00745E1C"/>
    <w:rsid w:val="00750B71"/>
    <w:rsid w:val="00754E1E"/>
    <w:rsid w:val="007564C9"/>
    <w:rsid w:val="00756D39"/>
    <w:rsid w:val="007624EA"/>
    <w:rsid w:val="0076325E"/>
    <w:rsid w:val="007636DB"/>
    <w:rsid w:val="00764A6E"/>
    <w:rsid w:val="0076776D"/>
    <w:rsid w:val="00770718"/>
    <w:rsid w:val="00771D23"/>
    <w:rsid w:val="007725B4"/>
    <w:rsid w:val="00772E30"/>
    <w:rsid w:val="00775204"/>
    <w:rsid w:val="00782DDB"/>
    <w:rsid w:val="0078354A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2733"/>
    <w:rsid w:val="007C3BE9"/>
    <w:rsid w:val="007D077F"/>
    <w:rsid w:val="007D7BD5"/>
    <w:rsid w:val="007E384B"/>
    <w:rsid w:val="007E7223"/>
    <w:rsid w:val="007F132F"/>
    <w:rsid w:val="007F4A92"/>
    <w:rsid w:val="00802C23"/>
    <w:rsid w:val="008031F4"/>
    <w:rsid w:val="0080441E"/>
    <w:rsid w:val="00807CA8"/>
    <w:rsid w:val="0081051F"/>
    <w:rsid w:val="008175C3"/>
    <w:rsid w:val="00821CB6"/>
    <w:rsid w:val="00822AA6"/>
    <w:rsid w:val="00822ABA"/>
    <w:rsid w:val="008239B5"/>
    <w:rsid w:val="00824EDB"/>
    <w:rsid w:val="0083019E"/>
    <w:rsid w:val="00836227"/>
    <w:rsid w:val="00836ECF"/>
    <w:rsid w:val="00841966"/>
    <w:rsid w:val="00846662"/>
    <w:rsid w:val="00847AE3"/>
    <w:rsid w:val="00851397"/>
    <w:rsid w:val="00854600"/>
    <w:rsid w:val="0085616F"/>
    <w:rsid w:val="00856B9D"/>
    <w:rsid w:val="00857E68"/>
    <w:rsid w:val="00862F1F"/>
    <w:rsid w:val="0086789F"/>
    <w:rsid w:val="008728C1"/>
    <w:rsid w:val="00877609"/>
    <w:rsid w:val="00891233"/>
    <w:rsid w:val="00891925"/>
    <w:rsid w:val="0089257F"/>
    <w:rsid w:val="00893350"/>
    <w:rsid w:val="008944E2"/>
    <w:rsid w:val="008A2C1F"/>
    <w:rsid w:val="008B2890"/>
    <w:rsid w:val="008C1D41"/>
    <w:rsid w:val="008C3E43"/>
    <w:rsid w:val="008C4DB8"/>
    <w:rsid w:val="008D2421"/>
    <w:rsid w:val="008D460B"/>
    <w:rsid w:val="008E28BE"/>
    <w:rsid w:val="008E2A76"/>
    <w:rsid w:val="008E38BB"/>
    <w:rsid w:val="008E6CF2"/>
    <w:rsid w:val="008F05CC"/>
    <w:rsid w:val="009013CF"/>
    <w:rsid w:val="009129FE"/>
    <w:rsid w:val="009140BC"/>
    <w:rsid w:val="00915DC6"/>
    <w:rsid w:val="00917AF2"/>
    <w:rsid w:val="00920450"/>
    <w:rsid w:val="0092252A"/>
    <w:rsid w:val="0092381B"/>
    <w:rsid w:val="009313CD"/>
    <w:rsid w:val="009319FD"/>
    <w:rsid w:val="00936C6E"/>
    <w:rsid w:val="009456B1"/>
    <w:rsid w:val="0094577D"/>
    <w:rsid w:val="00945A5B"/>
    <w:rsid w:val="00946380"/>
    <w:rsid w:val="009472B8"/>
    <w:rsid w:val="00951FDA"/>
    <w:rsid w:val="009533C8"/>
    <w:rsid w:val="009538B1"/>
    <w:rsid w:val="00953AAE"/>
    <w:rsid w:val="00957ED9"/>
    <w:rsid w:val="00960409"/>
    <w:rsid w:val="00960913"/>
    <w:rsid w:val="00960A83"/>
    <w:rsid w:val="00963AA1"/>
    <w:rsid w:val="009647B6"/>
    <w:rsid w:val="00965750"/>
    <w:rsid w:val="00972C94"/>
    <w:rsid w:val="00977196"/>
    <w:rsid w:val="00981AD0"/>
    <w:rsid w:val="009827F7"/>
    <w:rsid w:val="00985B54"/>
    <w:rsid w:val="00987322"/>
    <w:rsid w:val="009945D0"/>
    <w:rsid w:val="00996209"/>
    <w:rsid w:val="009971CB"/>
    <w:rsid w:val="009A040C"/>
    <w:rsid w:val="009A1252"/>
    <w:rsid w:val="009A5A4C"/>
    <w:rsid w:val="009B1A1E"/>
    <w:rsid w:val="009B2D6A"/>
    <w:rsid w:val="009B4426"/>
    <w:rsid w:val="009C066C"/>
    <w:rsid w:val="009C0B8A"/>
    <w:rsid w:val="009C745D"/>
    <w:rsid w:val="009D186B"/>
    <w:rsid w:val="009D1F27"/>
    <w:rsid w:val="009D5A9A"/>
    <w:rsid w:val="009E1C10"/>
    <w:rsid w:val="009E78C4"/>
    <w:rsid w:val="009F0413"/>
    <w:rsid w:val="009F04A4"/>
    <w:rsid w:val="009F0FDD"/>
    <w:rsid w:val="009F363E"/>
    <w:rsid w:val="009F52B7"/>
    <w:rsid w:val="009F5503"/>
    <w:rsid w:val="009F5B51"/>
    <w:rsid w:val="00A01073"/>
    <w:rsid w:val="00A02C77"/>
    <w:rsid w:val="00A05D65"/>
    <w:rsid w:val="00A10772"/>
    <w:rsid w:val="00A10C12"/>
    <w:rsid w:val="00A12B11"/>
    <w:rsid w:val="00A13B12"/>
    <w:rsid w:val="00A13B95"/>
    <w:rsid w:val="00A14432"/>
    <w:rsid w:val="00A2263E"/>
    <w:rsid w:val="00A26AB1"/>
    <w:rsid w:val="00A27992"/>
    <w:rsid w:val="00A31873"/>
    <w:rsid w:val="00A41E4D"/>
    <w:rsid w:val="00A42963"/>
    <w:rsid w:val="00A46C70"/>
    <w:rsid w:val="00A470E3"/>
    <w:rsid w:val="00A54464"/>
    <w:rsid w:val="00A54C4A"/>
    <w:rsid w:val="00A553CE"/>
    <w:rsid w:val="00A5746C"/>
    <w:rsid w:val="00A60AE9"/>
    <w:rsid w:val="00A62359"/>
    <w:rsid w:val="00A6442C"/>
    <w:rsid w:val="00A705D7"/>
    <w:rsid w:val="00A746FA"/>
    <w:rsid w:val="00A82B3B"/>
    <w:rsid w:val="00A8307C"/>
    <w:rsid w:val="00A85FBD"/>
    <w:rsid w:val="00A860A3"/>
    <w:rsid w:val="00A87DE0"/>
    <w:rsid w:val="00A900D2"/>
    <w:rsid w:val="00A90244"/>
    <w:rsid w:val="00A90EA8"/>
    <w:rsid w:val="00A90F0F"/>
    <w:rsid w:val="00A91AB0"/>
    <w:rsid w:val="00A93B00"/>
    <w:rsid w:val="00A9400A"/>
    <w:rsid w:val="00A95693"/>
    <w:rsid w:val="00A96BED"/>
    <w:rsid w:val="00AA20FD"/>
    <w:rsid w:val="00AA2AE7"/>
    <w:rsid w:val="00AA4232"/>
    <w:rsid w:val="00AB109E"/>
    <w:rsid w:val="00AB1C2A"/>
    <w:rsid w:val="00AB3A38"/>
    <w:rsid w:val="00AC19FF"/>
    <w:rsid w:val="00AC30B8"/>
    <w:rsid w:val="00AC4EBF"/>
    <w:rsid w:val="00AC6B86"/>
    <w:rsid w:val="00AD15FC"/>
    <w:rsid w:val="00AD2E37"/>
    <w:rsid w:val="00AD48FA"/>
    <w:rsid w:val="00AD6EB7"/>
    <w:rsid w:val="00AE26A5"/>
    <w:rsid w:val="00AE56A7"/>
    <w:rsid w:val="00AE56C2"/>
    <w:rsid w:val="00AF31E9"/>
    <w:rsid w:val="00B00509"/>
    <w:rsid w:val="00B00A51"/>
    <w:rsid w:val="00B00A82"/>
    <w:rsid w:val="00B00C8E"/>
    <w:rsid w:val="00B02C33"/>
    <w:rsid w:val="00B05E78"/>
    <w:rsid w:val="00B11ACC"/>
    <w:rsid w:val="00B12F9D"/>
    <w:rsid w:val="00B21422"/>
    <w:rsid w:val="00B21A2E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1C5"/>
    <w:rsid w:val="00B415BA"/>
    <w:rsid w:val="00B50CA9"/>
    <w:rsid w:val="00B5229C"/>
    <w:rsid w:val="00B522A5"/>
    <w:rsid w:val="00B533FE"/>
    <w:rsid w:val="00B53B74"/>
    <w:rsid w:val="00B602ED"/>
    <w:rsid w:val="00B60995"/>
    <w:rsid w:val="00B656C0"/>
    <w:rsid w:val="00B66228"/>
    <w:rsid w:val="00B73EB7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A7F"/>
    <w:rsid w:val="00BB5B70"/>
    <w:rsid w:val="00BC03B6"/>
    <w:rsid w:val="00BC2C3D"/>
    <w:rsid w:val="00BC4F05"/>
    <w:rsid w:val="00BD13B2"/>
    <w:rsid w:val="00BD2D44"/>
    <w:rsid w:val="00BE29A2"/>
    <w:rsid w:val="00BE5193"/>
    <w:rsid w:val="00BF021A"/>
    <w:rsid w:val="00BF3E21"/>
    <w:rsid w:val="00BF636E"/>
    <w:rsid w:val="00BF6BAF"/>
    <w:rsid w:val="00C00303"/>
    <w:rsid w:val="00C0053B"/>
    <w:rsid w:val="00C01CB0"/>
    <w:rsid w:val="00C036D2"/>
    <w:rsid w:val="00C05CF2"/>
    <w:rsid w:val="00C0702A"/>
    <w:rsid w:val="00C10CE1"/>
    <w:rsid w:val="00C11717"/>
    <w:rsid w:val="00C31B01"/>
    <w:rsid w:val="00C32CE7"/>
    <w:rsid w:val="00C34DFC"/>
    <w:rsid w:val="00C352E0"/>
    <w:rsid w:val="00C42436"/>
    <w:rsid w:val="00C47E3C"/>
    <w:rsid w:val="00C51ADC"/>
    <w:rsid w:val="00C60AC8"/>
    <w:rsid w:val="00C60F32"/>
    <w:rsid w:val="00C708D3"/>
    <w:rsid w:val="00C70926"/>
    <w:rsid w:val="00C70E4F"/>
    <w:rsid w:val="00C7490E"/>
    <w:rsid w:val="00C74E1A"/>
    <w:rsid w:val="00C82ED7"/>
    <w:rsid w:val="00C85698"/>
    <w:rsid w:val="00C942CA"/>
    <w:rsid w:val="00C95019"/>
    <w:rsid w:val="00C97DD5"/>
    <w:rsid w:val="00CA0E75"/>
    <w:rsid w:val="00CA2623"/>
    <w:rsid w:val="00CC1006"/>
    <w:rsid w:val="00CC1FBE"/>
    <w:rsid w:val="00CC5DCA"/>
    <w:rsid w:val="00CD2D49"/>
    <w:rsid w:val="00CD30FC"/>
    <w:rsid w:val="00CD4C09"/>
    <w:rsid w:val="00CE53C3"/>
    <w:rsid w:val="00CE67A5"/>
    <w:rsid w:val="00CF07DF"/>
    <w:rsid w:val="00CF0943"/>
    <w:rsid w:val="00CF45B9"/>
    <w:rsid w:val="00CF778B"/>
    <w:rsid w:val="00D03870"/>
    <w:rsid w:val="00D10079"/>
    <w:rsid w:val="00D2169A"/>
    <w:rsid w:val="00D23E2C"/>
    <w:rsid w:val="00D2599B"/>
    <w:rsid w:val="00D34A60"/>
    <w:rsid w:val="00D37291"/>
    <w:rsid w:val="00D374CA"/>
    <w:rsid w:val="00D44E65"/>
    <w:rsid w:val="00D472C7"/>
    <w:rsid w:val="00D47F23"/>
    <w:rsid w:val="00D47FA3"/>
    <w:rsid w:val="00D5127C"/>
    <w:rsid w:val="00D51B69"/>
    <w:rsid w:val="00D60A2B"/>
    <w:rsid w:val="00D66933"/>
    <w:rsid w:val="00D706FE"/>
    <w:rsid w:val="00D77B77"/>
    <w:rsid w:val="00D804B4"/>
    <w:rsid w:val="00D857F1"/>
    <w:rsid w:val="00D9541A"/>
    <w:rsid w:val="00D955C4"/>
    <w:rsid w:val="00D964B3"/>
    <w:rsid w:val="00DA044C"/>
    <w:rsid w:val="00DA21EE"/>
    <w:rsid w:val="00DB27CF"/>
    <w:rsid w:val="00DB4323"/>
    <w:rsid w:val="00DB668C"/>
    <w:rsid w:val="00DC6F29"/>
    <w:rsid w:val="00DD19B2"/>
    <w:rsid w:val="00DD4ADC"/>
    <w:rsid w:val="00DD65E0"/>
    <w:rsid w:val="00DE0980"/>
    <w:rsid w:val="00DE4FD9"/>
    <w:rsid w:val="00DE7124"/>
    <w:rsid w:val="00DF464F"/>
    <w:rsid w:val="00DF59AF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30624"/>
    <w:rsid w:val="00E30892"/>
    <w:rsid w:val="00E442AB"/>
    <w:rsid w:val="00E4523B"/>
    <w:rsid w:val="00E456F1"/>
    <w:rsid w:val="00E457A8"/>
    <w:rsid w:val="00E47B3C"/>
    <w:rsid w:val="00E50D65"/>
    <w:rsid w:val="00E52609"/>
    <w:rsid w:val="00E56CCB"/>
    <w:rsid w:val="00E616D9"/>
    <w:rsid w:val="00E725ED"/>
    <w:rsid w:val="00E81AC0"/>
    <w:rsid w:val="00E83DFC"/>
    <w:rsid w:val="00E84B6B"/>
    <w:rsid w:val="00E85D34"/>
    <w:rsid w:val="00E85FF3"/>
    <w:rsid w:val="00E90D2F"/>
    <w:rsid w:val="00E938A0"/>
    <w:rsid w:val="00E958FF"/>
    <w:rsid w:val="00E96F47"/>
    <w:rsid w:val="00E97955"/>
    <w:rsid w:val="00EA2A71"/>
    <w:rsid w:val="00EA35D5"/>
    <w:rsid w:val="00EA5D98"/>
    <w:rsid w:val="00EA5EAA"/>
    <w:rsid w:val="00EB5020"/>
    <w:rsid w:val="00EC43D2"/>
    <w:rsid w:val="00EC4940"/>
    <w:rsid w:val="00ED0869"/>
    <w:rsid w:val="00ED09F7"/>
    <w:rsid w:val="00ED0B8A"/>
    <w:rsid w:val="00ED3BD7"/>
    <w:rsid w:val="00ED415C"/>
    <w:rsid w:val="00EE25B2"/>
    <w:rsid w:val="00EE5180"/>
    <w:rsid w:val="00EF2609"/>
    <w:rsid w:val="00EF26F8"/>
    <w:rsid w:val="00EF2A2A"/>
    <w:rsid w:val="00EF3855"/>
    <w:rsid w:val="00EF4C97"/>
    <w:rsid w:val="00EF56AB"/>
    <w:rsid w:val="00F00C33"/>
    <w:rsid w:val="00F0170E"/>
    <w:rsid w:val="00F0439F"/>
    <w:rsid w:val="00F05640"/>
    <w:rsid w:val="00F0649E"/>
    <w:rsid w:val="00F115DC"/>
    <w:rsid w:val="00F12F81"/>
    <w:rsid w:val="00F13B61"/>
    <w:rsid w:val="00F13CCB"/>
    <w:rsid w:val="00F1487A"/>
    <w:rsid w:val="00F15185"/>
    <w:rsid w:val="00F17F23"/>
    <w:rsid w:val="00F202E7"/>
    <w:rsid w:val="00F26A60"/>
    <w:rsid w:val="00F27C16"/>
    <w:rsid w:val="00F310A6"/>
    <w:rsid w:val="00F34134"/>
    <w:rsid w:val="00F40A4A"/>
    <w:rsid w:val="00F410C5"/>
    <w:rsid w:val="00F41607"/>
    <w:rsid w:val="00F41C8F"/>
    <w:rsid w:val="00F46129"/>
    <w:rsid w:val="00F47574"/>
    <w:rsid w:val="00F47FEC"/>
    <w:rsid w:val="00F500B2"/>
    <w:rsid w:val="00F53E65"/>
    <w:rsid w:val="00F558D3"/>
    <w:rsid w:val="00F64B8A"/>
    <w:rsid w:val="00F65707"/>
    <w:rsid w:val="00F8153A"/>
    <w:rsid w:val="00F839B4"/>
    <w:rsid w:val="00F849F6"/>
    <w:rsid w:val="00F85926"/>
    <w:rsid w:val="00F86949"/>
    <w:rsid w:val="00F91462"/>
    <w:rsid w:val="00FA15F6"/>
    <w:rsid w:val="00FA7D84"/>
    <w:rsid w:val="00FB15DF"/>
    <w:rsid w:val="00FB6B86"/>
    <w:rsid w:val="00FB71FF"/>
    <w:rsid w:val="00FC14F0"/>
    <w:rsid w:val="00FC52F5"/>
    <w:rsid w:val="00FD0FCF"/>
    <w:rsid w:val="00FD4713"/>
    <w:rsid w:val="00FD5D8A"/>
    <w:rsid w:val="00FD6D28"/>
    <w:rsid w:val="00FE060C"/>
    <w:rsid w:val="00FE2265"/>
    <w:rsid w:val="00FE4472"/>
    <w:rsid w:val="00FE6364"/>
    <w:rsid w:val="00FF0E2B"/>
    <w:rsid w:val="00FF1929"/>
    <w:rsid w:val="00FF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F88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5A5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Times New Roman"/>
      <w:lang w:eastAsia="en-US"/>
    </w:rPr>
  </w:style>
  <w:style w:type="character" w:styleId="PageNumber">
    <w:name w:val="page number"/>
    <w:basedOn w:val="DefaultParagraphFont"/>
    <w:uiPriority w:val="99"/>
    <w:rsid w:val="005A5F88"/>
    <w:rPr>
      <w:rFonts w:cs="Times New Roman"/>
    </w:rPr>
  </w:style>
  <w:style w:type="table" w:styleId="TableGrid">
    <w:name w:val="Table Grid"/>
    <w:basedOn w:val="TableNormal"/>
    <w:uiPriority w:val="99"/>
    <w:rsid w:val="005A5F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 Знак Знак Знак"/>
    <w:basedOn w:val="Normal"/>
    <w:uiPriority w:val="99"/>
    <w:rsid w:val="009E1C1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3610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F778B"/>
    <w:rPr>
      <w:rFonts w:ascii="Calibri" w:hAnsi="Calibri"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CF7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F778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46268DAD95797C2E5BDCBC09E59F6E77392E0CB7FC596AE1661419BD54B153FHBSA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356</Words>
  <Characters>2034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user</cp:lastModifiedBy>
  <cp:revision>10</cp:revision>
  <cp:lastPrinted>2014-09-25T03:49:00Z</cp:lastPrinted>
  <dcterms:created xsi:type="dcterms:W3CDTF">2014-09-02T06:26:00Z</dcterms:created>
  <dcterms:modified xsi:type="dcterms:W3CDTF">2014-10-09T06:15:00Z</dcterms:modified>
</cp:coreProperties>
</file>