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FB5" w:rsidRPr="00FF57C5" w:rsidRDefault="00BE3FB5">
      <w:pPr>
        <w:pStyle w:val="Style4"/>
        <w:widowControl/>
        <w:spacing w:line="240" w:lineRule="exact"/>
        <w:ind w:left="509"/>
        <w:jc w:val="left"/>
        <w:rPr>
          <w:b/>
          <w:sz w:val="28"/>
          <w:szCs w:val="28"/>
        </w:rPr>
      </w:pPr>
      <w:r w:rsidRPr="00FF57C5">
        <w:rPr>
          <w:b/>
          <w:sz w:val="28"/>
          <w:szCs w:val="28"/>
        </w:rPr>
        <w:t xml:space="preserve">                                Закон  Ульяновской  области</w:t>
      </w:r>
    </w:p>
    <w:p w:rsidR="00BE3FB5" w:rsidRDefault="00BE3FB5">
      <w:pPr>
        <w:pStyle w:val="Style4"/>
        <w:widowControl/>
        <w:spacing w:line="240" w:lineRule="exact"/>
        <w:ind w:left="509"/>
        <w:jc w:val="left"/>
        <w:rPr>
          <w:sz w:val="20"/>
          <w:szCs w:val="20"/>
        </w:rPr>
      </w:pPr>
    </w:p>
    <w:p w:rsidR="00BE3FB5" w:rsidRDefault="00BE3FB5">
      <w:pPr>
        <w:pStyle w:val="Style4"/>
        <w:widowControl/>
        <w:spacing w:line="240" w:lineRule="exact"/>
        <w:ind w:left="509"/>
        <w:jc w:val="left"/>
        <w:rPr>
          <w:sz w:val="20"/>
          <w:szCs w:val="20"/>
        </w:rPr>
      </w:pPr>
    </w:p>
    <w:p w:rsidR="00BE3FB5" w:rsidRDefault="00BE3FB5" w:rsidP="00671FDD">
      <w:pPr>
        <w:pStyle w:val="Style4"/>
        <w:widowControl/>
        <w:spacing w:line="240" w:lineRule="auto"/>
        <w:rPr>
          <w:rStyle w:val="FontStyle13"/>
          <w:bCs/>
          <w:sz w:val="28"/>
          <w:szCs w:val="28"/>
        </w:rPr>
      </w:pPr>
    </w:p>
    <w:p w:rsidR="00BE3FB5" w:rsidRDefault="00BE3FB5" w:rsidP="00671FDD">
      <w:pPr>
        <w:pStyle w:val="Style4"/>
        <w:widowControl/>
        <w:spacing w:line="240" w:lineRule="auto"/>
        <w:rPr>
          <w:rStyle w:val="FontStyle13"/>
          <w:bCs/>
          <w:sz w:val="28"/>
          <w:szCs w:val="28"/>
        </w:rPr>
      </w:pPr>
    </w:p>
    <w:p w:rsidR="00BE3FB5" w:rsidRDefault="00BE3FB5" w:rsidP="00671FDD">
      <w:pPr>
        <w:pStyle w:val="Style4"/>
        <w:widowControl/>
        <w:spacing w:line="240" w:lineRule="auto"/>
        <w:rPr>
          <w:rStyle w:val="FontStyle13"/>
          <w:bCs/>
          <w:sz w:val="28"/>
          <w:szCs w:val="28"/>
        </w:rPr>
      </w:pPr>
    </w:p>
    <w:p w:rsidR="00BE3FB5" w:rsidRPr="00927A75" w:rsidRDefault="00BE3FB5" w:rsidP="00671FDD">
      <w:pPr>
        <w:pStyle w:val="Style4"/>
        <w:widowControl/>
        <w:spacing w:line="240" w:lineRule="auto"/>
        <w:rPr>
          <w:rStyle w:val="FontStyle13"/>
          <w:bCs/>
          <w:sz w:val="28"/>
          <w:szCs w:val="28"/>
        </w:rPr>
      </w:pPr>
      <w:r w:rsidRPr="00927A75">
        <w:rPr>
          <w:rStyle w:val="FontStyle13"/>
          <w:bCs/>
          <w:sz w:val="28"/>
          <w:szCs w:val="28"/>
        </w:rPr>
        <w:t xml:space="preserve">О </w:t>
      </w:r>
      <w:r>
        <w:rPr>
          <w:rStyle w:val="FontStyle13"/>
          <w:bCs/>
          <w:sz w:val="28"/>
          <w:szCs w:val="28"/>
        </w:rPr>
        <w:t>внесении изменения в статью 10 Закона Ульяновской области</w:t>
      </w:r>
      <w:r>
        <w:rPr>
          <w:rStyle w:val="FontStyle13"/>
          <w:bCs/>
          <w:sz w:val="28"/>
          <w:szCs w:val="28"/>
        </w:rPr>
        <w:br/>
        <w:t>«О Губернаторе Ульяновской области»</w:t>
      </w:r>
    </w:p>
    <w:p w:rsidR="00BE3FB5" w:rsidRDefault="00BE3FB5">
      <w:pPr>
        <w:pStyle w:val="Style4"/>
        <w:widowControl/>
        <w:spacing w:line="240" w:lineRule="exact"/>
        <w:ind w:left="547"/>
        <w:jc w:val="left"/>
        <w:rPr>
          <w:sz w:val="20"/>
          <w:szCs w:val="20"/>
        </w:rPr>
      </w:pPr>
    </w:p>
    <w:p w:rsidR="00BE3FB5" w:rsidRDefault="00BE3FB5" w:rsidP="00584BA9">
      <w:pPr>
        <w:pStyle w:val="Style4"/>
        <w:widowControl/>
        <w:spacing w:line="240" w:lineRule="auto"/>
        <w:ind w:firstLine="709"/>
        <w:jc w:val="both"/>
        <w:rPr>
          <w:rStyle w:val="FontStyle13"/>
          <w:bCs/>
          <w:sz w:val="28"/>
          <w:szCs w:val="28"/>
        </w:rPr>
      </w:pPr>
    </w:p>
    <w:p w:rsidR="00BE3FB5" w:rsidRDefault="00BE3FB5" w:rsidP="00AC755F">
      <w:pPr>
        <w:widowControl/>
        <w:spacing w:line="360" w:lineRule="auto"/>
        <w:ind w:firstLine="709"/>
        <w:jc w:val="both"/>
        <w:rPr>
          <w:bCs/>
          <w:sz w:val="28"/>
          <w:szCs w:val="28"/>
        </w:rPr>
      </w:pPr>
    </w:p>
    <w:p w:rsidR="00BE3FB5" w:rsidRDefault="00BE3FB5" w:rsidP="00AC755F">
      <w:pPr>
        <w:widowControl/>
        <w:spacing w:line="360" w:lineRule="auto"/>
        <w:ind w:firstLine="709"/>
        <w:jc w:val="both"/>
        <w:rPr>
          <w:bCs/>
          <w:sz w:val="28"/>
          <w:szCs w:val="28"/>
        </w:rPr>
      </w:pPr>
    </w:p>
    <w:p w:rsidR="00BE3FB5" w:rsidRDefault="00BE3FB5" w:rsidP="00AC755F">
      <w:pPr>
        <w:widowControl/>
        <w:spacing w:line="360" w:lineRule="auto"/>
        <w:ind w:firstLine="709"/>
        <w:jc w:val="both"/>
        <w:rPr>
          <w:bCs/>
          <w:sz w:val="28"/>
          <w:szCs w:val="28"/>
        </w:rPr>
      </w:pPr>
    </w:p>
    <w:p w:rsidR="00BE3FB5" w:rsidRDefault="00BE3FB5" w:rsidP="00AC755F">
      <w:pPr>
        <w:widowControl/>
        <w:spacing w:line="360" w:lineRule="auto"/>
        <w:ind w:firstLine="709"/>
        <w:jc w:val="both"/>
        <w:rPr>
          <w:bCs/>
          <w:sz w:val="28"/>
          <w:szCs w:val="28"/>
        </w:rPr>
      </w:pPr>
    </w:p>
    <w:p w:rsidR="00BE3FB5" w:rsidRDefault="00BE3FB5" w:rsidP="007E7A2D">
      <w:pPr>
        <w:widowControl/>
        <w:ind w:firstLine="709"/>
        <w:jc w:val="both"/>
        <w:rPr>
          <w:bCs/>
          <w:sz w:val="28"/>
          <w:szCs w:val="28"/>
        </w:rPr>
      </w:pPr>
    </w:p>
    <w:p w:rsidR="00BE3FB5" w:rsidRDefault="00BE3FB5" w:rsidP="00AC755F">
      <w:pPr>
        <w:widowControl/>
        <w:spacing w:line="360" w:lineRule="auto"/>
        <w:ind w:firstLine="709"/>
        <w:jc w:val="both"/>
        <w:rPr>
          <w:bCs/>
          <w:sz w:val="28"/>
          <w:szCs w:val="28"/>
        </w:rPr>
      </w:pPr>
      <w:r w:rsidRPr="00E72710">
        <w:rPr>
          <w:bCs/>
          <w:sz w:val="28"/>
          <w:szCs w:val="28"/>
        </w:rPr>
        <w:t>Внести в</w:t>
      </w:r>
      <w:r>
        <w:rPr>
          <w:bCs/>
          <w:sz w:val="28"/>
          <w:szCs w:val="28"/>
        </w:rPr>
        <w:t xml:space="preserve"> пункт 2 статьи 10</w:t>
      </w:r>
      <w:r w:rsidRPr="00E72710">
        <w:rPr>
          <w:bCs/>
          <w:sz w:val="28"/>
          <w:szCs w:val="28"/>
        </w:rPr>
        <w:t xml:space="preserve"> Закона Ульяновской</w:t>
      </w:r>
      <w:r>
        <w:rPr>
          <w:bCs/>
          <w:sz w:val="28"/>
          <w:szCs w:val="28"/>
        </w:rPr>
        <w:t xml:space="preserve"> области от 4 апреля</w:t>
      </w:r>
      <w:r>
        <w:rPr>
          <w:bCs/>
          <w:sz w:val="28"/>
          <w:szCs w:val="28"/>
        </w:rPr>
        <w:br/>
        <w:t>2006 года № 31-ЗО «</w:t>
      </w:r>
      <w:r w:rsidRPr="00E72710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Губернаторе Ульяновской области» («Ульяновская правда» от 05.04.2006 № 23; от 10.06.2006 № 43; от 06.10.2006 № 77; от 05.05.2007 № 37; от 09.06.2007 № 47; от 22.12.2007 № 110; от 06.03.2009 № 17; от 04.12.2009 № 97; от 12.05.2010 №</w:t>
      </w:r>
      <w:r w:rsidRPr="00E72710">
        <w:rPr>
          <w:bCs/>
          <w:sz w:val="28"/>
          <w:szCs w:val="28"/>
        </w:rPr>
        <w:t xml:space="preserve"> 35-36; от 09.10.2010 </w:t>
      </w:r>
      <w:r>
        <w:rPr>
          <w:bCs/>
          <w:sz w:val="28"/>
          <w:szCs w:val="28"/>
        </w:rPr>
        <w:t>№ 83; от 11.05.2011 № 50; от 12.10.2011</w:t>
      </w:r>
      <w:r>
        <w:rPr>
          <w:bCs/>
          <w:sz w:val="28"/>
          <w:szCs w:val="28"/>
        </w:rPr>
        <w:br/>
        <w:t>№ 115; от 04.05.2012 № 45; от 29.06.20</w:t>
      </w:r>
      <w:bookmarkStart w:id="0" w:name="_GoBack"/>
      <w:bookmarkEnd w:id="0"/>
      <w:r>
        <w:rPr>
          <w:bCs/>
          <w:sz w:val="28"/>
          <w:szCs w:val="28"/>
        </w:rPr>
        <w:t>12 № 67; от 28.12.2012 № 146; от 01.03.2013 № 23; от 08.05.2013 № 48; от 07.09.2013 №</w:t>
      </w:r>
      <w:r w:rsidRPr="00E72710">
        <w:rPr>
          <w:bCs/>
          <w:sz w:val="28"/>
          <w:szCs w:val="28"/>
        </w:rPr>
        <w:t xml:space="preserve"> 109</w:t>
      </w:r>
      <w:r>
        <w:rPr>
          <w:bCs/>
          <w:sz w:val="28"/>
          <w:szCs w:val="28"/>
        </w:rPr>
        <w:t>;</w:t>
      </w:r>
      <w:r w:rsidRPr="00E72710">
        <w:t xml:space="preserve"> </w:t>
      </w:r>
      <w:r>
        <w:rPr>
          <w:bCs/>
          <w:sz w:val="28"/>
          <w:szCs w:val="28"/>
        </w:rPr>
        <w:t>от 08.11.2013 № 143; от 11.11.2013 № 144; от 28.12.2013 №</w:t>
      </w:r>
      <w:r w:rsidRPr="00E72710">
        <w:rPr>
          <w:bCs/>
          <w:sz w:val="28"/>
          <w:szCs w:val="28"/>
        </w:rPr>
        <w:t xml:space="preserve"> 173</w:t>
      </w:r>
      <w:r>
        <w:rPr>
          <w:bCs/>
          <w:sz w:val="28"/>
          <w:szCs w:val="28"/>
        </w:rPr>
        <w:t>; от 09.06.2014 № 82-83; от 10.07.2014 № 98</w:t>
      </w:r>
      <w:r w:rsidRPr="00E72710">
        <w:rPr>
          <w:bCs/>
          <w:sz w:val="28"/>
          <w:szCs w:val="28"/>
        </w:rPr>
        <w:t>) изменение</w:t>
      </w:r>
      <w:r>
        <w:rPr>
          <w:bCs/>
          <w:sz w:val="28"/>
          <w:szCs w:val="28"/>
        </w:rPr>
        <w:t xml:space="preserve">, изложив его в следующей редакции: </w:t>
      </w:r>
    </w:p>
    <w:p w:rsidR="00BE3FB5" w:rsidRDefault="00BE3FB5" w:rsidP="00AC755F">
      <w:pPr>
        <w:widowControl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«2) назначает половину членов конкурсной комиссии, формируемой в целях проведения </w:t>
      </w:r>
      <w:r w:rsidRPr="00AC755F">
        <w:rPr>
          <w:bCs/>
          <w:sz w:val="28"/>
          <w:szCs w:val="28"/>
        </w:rPr>
        <w:t>конкурса на замещение должности главы местной администрации муниципального района (городского округа</w:t>
      </w:r>
      <w:r>
        <w:rPr>
          <w:bCs/>
          <w:sz w:val="28"/>
          <w:szCs w:val="28"/>
        </w:rPr>
        <w:t>, городского округа с внутригородским делением</w:t>
      </w:r>
      <w:r w:rsidRPr="00AC755F">
        <w:rPr>
          <w:bCs/>
          <w:sz w:val="28"/>
          <w:szCs w:val="28"/>
        </w:rPr>
        <w:t>) Ульяновской области;</w:t>
      </w:r>
      <w:r>
        <w:rPr>
          <w:bCs/>
          <w:sz w:val="28"/>
          <w:szCs w:val="28"/>
        </w:rPr>
        <w:t>».</w:t>
      </w:r>
    </w:p>
    <w:p w:rsidR="00BE3FB5" w:rsidRDefault="00BE3FB5" w:rsidP="007E7A2D">
      <w:pPr>
        <w:widowControl/>
        <w:ind w:firstLine="709"/>
        <w:jc w:val="both"/>
        <w:rPr>
          <w:bCs/>
          <w:sz w:val="28"/>
          <w:szCs w:val="28"/>
        </w:rPr>
      </w:pPr>
    </w:p>
    <w:p w:rsidR="00BE3FB5" w:rsidRDefault="00BE3FB5" w:rsidP="007E7A2D">
      <w:pPr>
        <w:widowControl/>
        <w:ind w:firstLine="709"/>
        <w:jc w:val="both"/>
        <w:rPr>
          <w:bCs/>
          <w:sz w:val="28"/>
          <w:szCs w:val="28"/>
        </w:rPr>
      </w:pPr>
    </w:p>
    <w:p w:rsidR="00BE3FB5" w:rsidRPr="00AC755F" w:rsidRDefault="00BE3FB5" w:rsidP="007E7A2D">
      <w:pPr>
        <w:widowControl/>
        <w:ind w:firstLine="709"/>
        <w:jc w:val="both"/>
        <w:rPr>
          <w:bCs/>
          <w:sz w:val="28"/>
          <w:szCs w:val="28"/>
        </w:rPr>
      </w:pPr>
    </w:p>
    <w:p w:rsidR="00BE3FB5" w:rsidRDefault="00BE3FB5" w:rsidP="004860A3">
      <w:pPr>
        <w:pStyle w:val="ConsNormal"/>
        <w:widowControl/>
        <w:tabs>
          <w:tab w:val="left" w:pos="8222"/>
        </w:tabs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                                                        С.И.Морозов</w:t>
      </w:r>
    </w:p>
    <w:p w:rsidR="00BE3FB5" w:rsidRPr="00D03766" w:rsidRDefault="00BE3FB5" w:rsidP="004E297F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E3FB5" w:rsidRDefault="00BE3FB5" w:rsidP="004E297F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FB5" w:rsidRPr="007612F8" w:rsidRDefault="00BE3FB5" w:rsidP="004E297F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BE3FB5" w:rsidRPr="007612F8" w:rsidRDefault="00BE3FB5" w:rsidP="004E297F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Pr="007612F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7612F8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612F8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7612F8">
        <w:rPr>
          <w:rFonts w:ascii="Times New Roman" w:hAnsi="Times New Roman" w:cs="Times New Roman"/>
          <w:sz w:val="28"/>
          <w:szCs w:val="28"/>
        </w:rPr>
        <w:t>.</w:t>
      </w:r>
    </w:p>
    <w:p w:rsidR="00BE3FB5" w:rsidRPr="007612F8" w:rsidRDefault="00BE3FB5" w:rsidP="007612F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139-</w:t>
      </w:r>
      <w:r w:rsidRPr="007612F8">
        <w:rPr>
          <w:rFonts w:ascii="Times New Roman" w:hAnsi="Times New Roman" w:cs="Times New Roman"/>
          <w:sz w:val="28"/>
          <w:szCs w:val="28"/>
        </w:rPr>
        <w:t>ЗО</w:t>
      </w:r>
    </w:p>
    <w:sectPr w:rsidR="00BE3FB5" w:rsidRPr="007612F8" w:rsidSect="007E7A2D">
      <w:footerReference w:type="default" r:id="rId7"/>
      <w:pgSz w:w="11907" w:h="16840" w:code="9"/>
      <w:pgMar w:top="1134" w:right="567" w:bottom="1134" w:left="1418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FB5" w:rsidRDefault="00BE3FB5">
      <w:r>
        <w:separator/>
      </w:r>
    </w:p>
  </w:endnote>
  <w:endnote w:type="continuationSeparator" w:id="0">
    <w:p w:rsidR="00BE3FB5" w:rsidRDefault="00BE3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FB5" w:rsidRDefault="00BE3FB5">
    <w:pPr>
      <w:pStyle w:val="Footer"/>
    </w:pPr>
    <w:r>
      <w:t>[Введите текст]</w:t>
    </w:r>
  </w:p>
  <w:p w:rsidR="00BE3FB5" w:rsidRPr="00364E63" w:rsidRDefault="00BE3FB5" w:rsidP="00364E63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FB5" w:rsidRDefault="00BE3FB5">
      <w:r>
        <w:separator/>
      </w:r>
    </w:p>
  </w:footnote>
  <w:footnote w:type="continuationSeparator" w:id="0">
    <w:p w:rsidR="00BE3FB5" w:rsidRDefault="00BE3F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52A3B"/>
    <w:multiLevelType w:val="singleLevel"/>
    <w:tmpl w:val="AB12450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23C32F35"/>
    <w:multiLevelType w:val="singleLevel"/>
    <w:tmpl w:val="9282F68C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2EB647AC"/>
    <w:multiLevelType w:val="singleLevel"/>
    <w:tmpl w:val="C01C7B26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30D05105"/>
    <w:multiLevelType w:val="hybridMultilevel"/>
    <w:tmpl w:val="3EDCC8EC"/>
    <w:lvl w:ilvl="0" w:tplc="999698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79CA10B0"/>
    <w:multiLevelType w:val="singleLevel"/>
    <w:tmpl w:val="CAF222D8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7D282886"/>
    <w:multiLevelType w:val="singleLevel"/>
    <w:tmpl w:val="ACC698CC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2E5"/>
    <w:rsid w:val="00013317"/>
    <w:rsid w:val="00027B6A"/>
    <w:rsid w:val="00063FDF"/>
    <w:rsid w:val="00093F2A"/>
    <w:rsid w:val="000A6313"/>
    <w:rsid w:val="000E15C2"/>
    <w:rsid w:val="001002E5"/>
    <w:rsid w:val="00102E5D"/>
    <w:rsid w:val="0012362B"/>
    <w:rsid w:val="00175D89"/>
    <w:rsid w:val="001868A9"/>
    <w:rsid w:val="00197FE2"/>
    <w:rsid w:val="001D73B6"/>
    <w:rsid w:val="00234552"/>
    <w:rsid w:val="002918C5"/>
    <w:rsid w:val="002B790E"/>
    <w:rsid w:val="003235F3"/>
    <w:rsid w:val="003501E1"/>
    <w:rsid w:val="00354D6C"/>
    <w:rsid w:val="0035697B"/>
    <w:rsid w:val="00364E63"/>
    <w:rsid w:val="003B2EFD"/>
    <w:rsid w:val="003C12EC"/>
    <w:rsid w:val="003E3D82"/>
    <w:rsid w:val="00407A22"/>
    <w:rsid w:val="00426D64"/>
    <w:rsid w:val="00457D1B"/>
    <w:rsid w:val="0047271D"/>
    <w:rsid w:val="004860A3"/>
    <w:rsid w:val="004A4BCA"/>
    <w:rsid w:val="004B7F8F"/>
    <w:rsid w:val="004D53DD"/>
    <w:rsid w:val="004E297F"/>
    <w:rsid w:val="00536EFA"/>
    <w:rsid w:val="005648C4"/>
    <w:rsid w:val="00584BA9"/>
    <w:rsid w:val="005A2163"/>
    <w:rsid w:val="00631B2B"/>
    <w:rsid w:val="0064712A"/>
    <w:rsid w:val="00671FDD"/>
    <w:rsid w:val="006A0591"/>
    <w:rsid w:val="006A6B16"/>
    <w:rsid w:val="006B4B20"/>
    <w:rsid w:val="006C3E67"/>
    <w:rsid w:val="006D71A8"/>
    <w:rsid w:val="006F66C9"/>
    <w:rsid w:val="007612F8"/>
    <w:rsid w:val="00785142"/>
    <w:rsid w:val="007A0316"/>
    <w:rsid w:val="007A12A6"/>
    <w:rsid w:val="007E2534"/>
    <w:rsid w:val="007E7A2D"/>
    <w:rsid w:val="00833143"/>
    <w:rsid w:val="008A2D99"/>
    <w:rsid w:val="008E49B8"/>
    <w:rsid w:val="008F2B0F"/>
    <w:rsid w:val="0091278E"/>
    <w:rsid w:val="00927A75"/>
    <w:rsid w:val="00945C67"/>
    <w:rsid w:val="00967258"/>
    <w:rsid w:val="009E6FF2"/>
    <w:rsid w:val="00A507D3"/>
    <w:rsid w:val="00A65966"/>
    <w:rsid w:val="00A6790F"/>
    <w:rsid w:val="00A9174E"/>
    <w:rsid w:val="00AC755F"/>
    <w:rsid w:val="00B42E4F"/>
    <w:rsid w:val="00B920D0"/>
    <w:rsid w:val="00B93678"/>
    <w:rsid w:val="00BB304F"/>
    <w:rsid w:val="00BC319D"/>
    <w:rsid w:val="00BD5B88"/>
    <w:rsid w:val="00BE3FB5"/>
    <w:rsid w:val="00C23AB8"/>
    <w:rsid w:val="00C675A3"/>
    <w:rsid w:val="00C9006E"/>
    <w:rsid w:val="00CD5DC5"/>
    <w:rsid w:val="00CD6E2F"/>
    <w:rsid w:val="00D03766"/>
    <w:rsid w:val="00D31A83"/>
    <w:rsid w:val="00DB2825"/>
    <w:rsid w:val="00DB2AF9"/>
    <w:rsid w:val="00DC580B"/>
    <w:rsid w:val="00E2599F"/>
    <w:rsid w:val="00E27305"/>
    <w:rsid w:val="00E57A2E"/>
    <w:rsid w:val="00E72710"/>
    <w:rsid w:val="00E74BC9"/>
    <w:rsid w:val="00F05854"/>
    <w:rsid w:val="00F3507C"/>
    <w:rsid w:val="00F37852"/>
    <w:rsid w:val="00F47B42"/>
    <w:rsid w:val="00F8029D"/>
    <w:rsid w:val="00F83665"/>
    <w:rsid w:val="00F9625A"/>
    <w:rsid w:val="00FA1B37"/>
    <w:rsid w:val="00FC4704"/>
    <w:rsid w:val="00FF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8C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2918C5"/>
  </w:style>
  <w:style w:type="paragraph" w:customStyle="1" w:styleId="Style2">
    <w:name w:val="Style2"/>
    <w:basedOn w:val="Normal"/>
    <w:uiPriority w:val="99"/>
    <w:rsid w:val="002918C5"/>
    <w:pPr>
      <w:spacing w:line="322" w:lineRule="exact"/>
      <w:ind w:firstLine="950"/>
    </w:pPr>
  </w:style>
  <w:style w:type="paragraph" w:customStyle="1" w:styleId="Style3">
    <w:name w:val="Style3"/>
    <w:basedOn w:val="Normal"/>
    <w:uiPriority w:val="99"/>
    <w:rsid w:val="002918C5"/>
    <w:pPr>
      <w:spacing w:line="413" w:lineRule="exact"/>
      <w:ind w:firstLine="576"/>
      <w:jc w:val="both"/>
    </w:pPr>
  </w:style>
  <w:style w:type="paragraph" w:customStyle="1" w:styleId="Style4">
    <w:name w:val="Style4"/>
    <w:basedOn w:val="Normal"/>
    <w:uiPriority w:val="99"/>
    <w:rsid w:val="002918C5"/>
    <w:pPr>
      <w:spacing w:line="322" w:lineRule="exact"/>
      <w:jc w:val="center"/>
    </w:pPr>
  </w:style>
  <w:style w:type="paragraph" w:customStyle="1" w:styleId="Style5">
    <w:name w:val="Style5"/>
    <w:basedOn w:val="Normal"/>
    <w:uiPriority w:val="99"/>
    <w:rsid w:val="002918C5"/>
    <w:pPr>
      <w:spacing w:line="845" w:lineRule="exact"/>
    </w:pPr>
  </w:style>
  <w:style w:type="paragraph" w:customStyle="1" w:styleId="Style6">
    <w:name w:val="Style6"/>
    <w:basedOn w:val="Normal"/>
    <w:uiPriority w:val="99"/>
    <w:rsid w:val="002918C5"/>
    <w:pPr>
      <w:spacing w:line="324" w:lineRule="exact"/>
      <w:ind w:firstLine="720"/>
      <w:jc w:val="both"/>
    </w:pPr>
  </w:style>
  <w:style w:type="paragraph" w:customStyle="1" w:styleId="Style7">
    <w:name w:val="Style7"/>
    <w:basedOn w:val="Normal"/>
    <w:uiPriority w:val="99"/>
    <w:rsid w:val="002918C5"/>
    <w:pPr>
      <w:spacing w:line="420" w:lineRule="exact"/>
      <w:ind w:firstLine="547"/>
      <w:jc w:val="both"/>
    </w:pPr>
  </w:style>
  <w:style w:type="paragraph" w:customStyle="1" w:styleId="Style8">
    <w:name w:val="Style8"/>
    <w:basedOn w:val="Normal"/>
    <w:uiPriority w:val="99"/>
    <w:rsid w:val="002918C5"/>
    <w:pPr>
      <w:spacing w:line="419" w:lineRule="exact"/>
    </w:pPr>
  </w:style>
  <w:style w:type="paragraph" w:customStyle="1" w:styleId="Style9">
    <w:name w:val="Style9"/>
    <w:basedOn w:val="Normal"/>
    <w:uiPriority w:val="99"/>
    <w:rsid w:val="002918C5"/>
    <w:pPr>
      <w:spacing w:line="415" w:lineRule="exact"/>
      <w:jc w:val="both"/>
    </w:pPr>
  </w:style>
  <w:style w:type="paragraph" w:customStyle="1" w:styleId="Style10">
    <w:name w:val="Style10"/>
    <w:basedOn w:val="Normal"/>
    <w:uiPriority w:val="99"/>
    <w:rsid w:val="002918C5"/>
    <w:pPr>
      <w:spacing w:line="420" w:lineRule="exact"/>
    </w:pPr>
  </w:style>
  <w:style w:type="character" w:customStyle="1" w:styleId="FontStyle12">
    <w:name w:val="Font Style12"/>
    <w:uiPriority w:val="99"/>
    <w:rsid w:val="002918C5"/>
    <w:rPr>
      <w:rFonts w:ascii="Times New Roman" w:hAnsi="Times New Roman"/>
      <w:sz w:val="22"/>
    </w:rPr>
  </w:style>
  <w:style w:type="character" w:customStyle="1" w:styleId="FontStyle13">
    <w:name w:val="Font Style13"/>
    <w:uiPriority w:val="99"/>
    <w:rsid w:val="002918C5"/>
    <w:rPr>
      <w:rFonts w:ascii="Times New Roman" w:hAnsi="Times New Roman"/>
      <w:b/>
      <w:sz w:val="26"/>
    </w:rPr>
  </w:style>
  <w:style w:type="character" w:customStyle="1" w:styleId="FontStyle14">
    <w:name w:val="Font Style14"/>
    <w:uiPriority w:val="99"/>
    <w:rsid w:val="002918C5"/>
    <w:rPr>
      <w:rFonts w:ascii="Times New Roman" w:hAnsi="Times New Roman"/>
      <w:sz w:val="26"/>
    </w:rPr>
  </w:style>
  <w:style w:type="paragraph" w:styleId="Header">
    <w:name w:val="header"/>
    <w:basedOn w:val="Normal"/>
    <w:link w:val="HeaderChar"/>
    <w:uiPriority w:val="99"/>
    <w:rsid w:val="0012362B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362B"/>
    <w:rPr>
      <w:rFonts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12362B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2362B"/>
    <w:rPr>
      <w:rFonts w:hAnsi="Times New Roman" w:cs="Times New Roman"/>
      <w:sz w:val="24"/>
    </w:rPr>
  </w:style>
  <w:style w:type="paragraph" w:customStyle="1" w:styleId="ConsNormal">
    <w:name w:val="ConsNormal"/>
    <w:uiPriority w:val="99"/>
    <w:rsid w:val="004E29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64E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4E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183</Words>
  <Characters>1044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Воронец М.В.</dc:creator>
  <cp:keywords/>
  <dc:description/>
  <cp:lastModifiedBy>user</cp:lastModifiedBy>
  <cp:revision>6</cp:revision>
  <cp:lastPrinted>2014-09-03T06:43:00Z</cp:lastPrinted>
  <dcterms:created xsi:type="dcterms:W3CDTF">2014-09-03T06:33:00Z</dcterms:created>
  <dcterms:modified xsi:type="dcterms:W3CDTF">2014-10-09T06:11:00Z</dcterms:modified>
</cp:coreProperties>
</file>