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15" w:rsidRDefault="00766415" w:rsidP="00106D80">
      <w:pPr>
        <w:widowControl w:val="0"/>
        <w:spacing w:line="235" w:lineRule="auto"/>
        <w:ind w:right="6067"/>
        <w:jc w:val="both"/>
        <w:rPr>
          <w:sz w:val="36"/>
        </w:rPr>
      </w:pPr>
      <w:r>
        <w:rPr>
          <w:sz w:val="36"/>
        </w:rPr>
        <w:t xml:space="preserve"> </w:t>
      </w:r>
    </w:p>
    <w:p w:rsidR="00766415" w:rsidRDefault="0076641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66415" w:rsidRDefault="0076641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66415" w:rsidRPr="00CE103D" w:rsidRDefault="00766415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766415" w:rsidRPr="00B148E1" w:rsidRDefault="00766415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766415" w:rsidRPr="00B148E1" w:rsidRDefault="00766415" w:rsidP="003D79B8">
      <w:pPr>
        <w:pStyle w:val="Subtitle"/>
        <w:spacing w:line="240" w:lineRule="auto"/>
        <w:outlineLvl w:val="0"/>
      </w:pPr>
      <w:r w:rsidRPr="00B148E1">
        <w:t>«Об областном бюджете Ульяновской области</w:t>
      </w:r>
    </w:p>
    <w:p w:rsidR="00766415" w:rsidRPr="00B148E1" w:rsidRDefault="00766415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годов»</w:t>
      </w:r>
    </w:p>
    <w:p w:rsidR="00766415" w:rsidRPr="00B148E1" w:rsidRDefault="00766415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Pr="00B148E1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Pr="00B148E1" w:rsidRDefault="00766415" w:rsidP="00106D80">
      <w:pPr>
        <w:spacing w:line="235" w:lineRule="auto"/>
        <w:rPr>
          <w:sz w:val="24"/>
          <w:szCs w:val="24"/>
          <w:highlight w:val="yellow"/>
        </w:rPr>
      </w:pPr>
    </w:p>
    <w:p w:rsidR="00766415" w:rsidRPr="0049031B" w:rsidRDefault="00766415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C073F">
        <w:rPr>
          <w:sz w:val="28"/>
        </w:rPr>
        <w:t xml:space="preserve">Внести в Закон Ульяновской области от 2 декабря 2013 года № 217-ЗО </w:t>
      </w:r>
      <w:r w:rsidRPr="002C073F">
        <w:rPr>
          <w:sz w:val="28"/>
        </w:rPr>
        <w:br/>
        <w:t xml:space="preserve">«Об областном бюджете Ульяновской области на 2014 год и на плановый </w:t>
      </w:r>
      <w:r>
        <w:rPr>
          <w:sz w:val="28"/>
        </w:rPr>
        <w:br/>
      </w:r>
      <w:r w:rsidRPr="00124F8B">
        <w:rPr>
          <w:sz w:val="28"/>
        </w:rPr>
        <w:t xml:space="preserve">период 2015 и 2016 годов» («Ульяновская правда» от 09.12.2013 № 160-161; </w:t>
      </w:r>
      <w:r w:rsidRPr="00124F8B">
        <w:rPr>
          <w:sz w:val="28"/>
        </w:rPr>
        <w:br/>
        <w:t xml:space="preserve">от 11.02.2014 № 19; от 11.03.2014 № 34; от 06.05.2014 № 63-64; от 09.06.2014 </w:t>
      </w:r>
      <w:r w:rsidRPr="00124F8B">
        <w:rPr>
          <w:sz w:val="28"/>
        </w:rPr>
        <w:br/>
        <w:t>№ 82-83</w:t>
      </w:r>
      <w:r>
        <w:rPr>
          <w:sz w:val="28"/>
        </w:rPr>
        <w:t>; от 03.07.2014 № 94</w:t>
      </w:r>
      <w:r w:rsidRPr="00124F8B">
        <w:rPr>
          <w:sz w:val="28"/>
        </w:rPr>
        <w:t>)</w:t>
      </w:r>
      <w:r w:rsidRPr="0049031B">
        <w:rPr>
          <w:sz w:val="28"/>
        </w:rPr>
        <w:t xml:space="preserve"> следующие изменения:</w:t>
      </w:r>
    </w:p>
    <w:p w:rsidR="00766415" w:rsidRPr="00FB60B6" w:rsidRDefault="00766415" w:rsidP="00453612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FB60B6">
        <w:rPr>
          <w:sz w:val="28"/>
          <w:szCs w:val="28"/>
        </w:rPr>
        <w:t>1) часть 1 статьи 1 изложить в следующей редакции:</w:t>
      </w:r>
    </w:p>
    <w:p w:rsidR="00766415" w:rsidRPr="00626C2E" w:rsidRDefault="00766415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626C2E">
        <w:rPr>
          <w:bCs/>
          <w:sz w:val="28"/>
          <w:szCs w:val="28"/>
        </w:rPr>
        <w:t>«</w:t>
      </w:r>
      <w:r w:rsidRPr="00626C2E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766415" w:rsidRPr="00626C2E" w:rsidRDefault="00766415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626C2E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>34743697,18529</w:t>
      </w:r>
      <w:r w:rsidRPr="00626C2E">
        <w:rPr>
          <w:sz w:val="28"/>
          <w:szCs w:val="28"/>
        </w:rPr>
        <w:t xml:space="preserve"> тыс. рублей, в том числе</w:t>
      </w:r>
      <w:r w:rsidRPr="00626C2E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</w:t>
      </w:r>
      <w:r>
        <w:rPr>
          <w:iCs/>
          <w:sz w:val="28"/>
          <w:szCs w:val="28"/>
        </w:rPr>
        <w:t>10865621,795</w:t>
      </w:r>
      <w:r w:rsidRPr="00626C2E">
        <w:rPr>
          <w:iCs/>
          <w:sz w:val="28"/>
          <w:szCs w:val="28"/>
        </w:rPr>
        <w:t xml:space="preserve"> тыс. рублей;</w:t>
      </w:r>
    </w:p>
    <w:p w:rsidR="00766415" w:rsidRPr="00626C2E" w:rsidRDefault="00766415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626C2E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</w:t>
      </w:r>
      <w:r>
        <w:rPr>
          <w:sz w:val="28"/>
          <w:szCs w:val="28"/>
        </w:rPr>
        <w:t>38868227,43804</w:t>
      </w:r>
      <w:r w:rsidRPr="00626C2E">
        <w:rPr>
          <w:sz w:val="28"/>
          <w:szCs w:val="28"/>
        </w:rPr>
        <w:t xml:space="preserve"> тыс. рублей; </w:t>
      </w:r>
    </w:p>
    <w:p w:rsidR="00766415" w:rsidRPr="00626C2E" w:rsidRDefault="00766415" w:rsidP="00453612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626C2E">
        <w:rPr>
          <w:sz w:val="28"/>
          <w:szCs w:val="28"/>
        </w:rPr>
        <w:t>3) дефицит областного бюджета Ульяновской области в сумме                              4124530,25275 тыс. рублей.»;</w:t>
      </w:r>
    </w:p>
    <w:p w:rsidR="00766415" w:rsidRPr="00B348B6" w:rsidRDefault="00766415" w:rsidP="0081654A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81654A">
        <w:rPr>
          <w:bCs/>
          <w:szCs w:val="28"/>
        </w:rPr>
        <w:t>2) в пункте 1 части 3 статьи 2 цифры «524781,2» заменить цифрами «677781,2»;</w:t>
      </w:r>
    </w:p>
    <w:p w:rsidR="00766415" w:rsidRPr="00F96764" w:rsidRDefault="00766415" w:rsidP="00991FE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F96764">
        <w:t xml:space="preserve">3) </w:t>
      </w:r>
      <w:r w:rsidRPr="00F96764">
        <w:rPr>
          <w:bCs/>
          <w:szCs w:val="28"/>
        </w:rPr>
        <w:t>в части 2 статьи 7 цифры «6324645,763» заменить цифрами «2645491,563»</w:t>
      </w:r>
      <w:r>
        <w:rPr>
          <w:bCs/>
          <w:szCs w:val="28"/>
        </w:rPr>
        <w:t>, цифры «6169987,1» заменить цифрами «2437823,0», цифры «6196438,4» заменить цифрами «2464274,3»;</w:t>
      </w:r>
    </w:p>
    <w:p w:rsidR="00766415" w:rsidRPr="007643E2" w:rsidRDefault="00766415" w:rsidP="00555E84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4) </w:t>
      </w:r>
      <w:r w:rsidRPr="007643E2">
        <w:rPr>
          <w:bCs/>
          <w:szCs w:val="28"/>
        </w:rPr>
        <w:t>в статье 11:</w:t>
      </w:r>
    </w:p>
    <w:p w:rsidR="00766415" w:rsidRPr="00A144A8" w:rsidRDefault="00766415" w:rsidP="00554F9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DF728F">
        <w:rPr>
          <w:bCs/>
          <w:szCs w:val="28"/>
        </w:rPr>
        <w:t>а) в части 1 цифры «14230731,0133» заменить цифрами «</w:t>
      </w:r>
      <w:r>
        <w:rPr>
          <w:bCs/>
          <w:szCs w:val="28"/>
        </w:rPr>
        <w:t>14896567,84986</w:t>
      </w:r>
      <w:r w:rsidRPr="00DF728F">
        <w:rPr>
          <w:bCs/>
          <w:szCs w:val="28"/>
        </w:rPr>
        <w:t>», цифры «13056941,9» заменить цифрами «13019013,5», цифры «13994018,7» зам</w:t>
      </w:r>
      <w:r w:rsidRPr="00DF728F">
        <w:rPr>
          <w:bCs/>
          <w:szCs w:val="28"/>
        </w:rPr>
        <w:t>е</w:t>
      </w:r>
      <w:r w:rsidRPr="00DF728F">
        <w:rPr>
          <w:bCs/>
          <w:szCs w:val="28"/>
        </w:rPr>
        <w:t>нить цифрами «13939151,1»;</w:t>
      </w:r>
    </w:p>
    <w:p w:rsidR="00766415" w:rsidRPr="00DF728F" w:rsidRDefault="00766415" w:rsidP="00A8694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DF728F">
        <w:rPr>
          <w:bCs/>
          <w:szCs w:val="28"/>
        </w:rPr>
        <w:t>б)</w:t>
      </w:r>
      <w:r>
        <w:rPr>
          <w:bCs/>
          <w:szCs w:val="28"/>
        </w:rPr>
        <w:t xml:space="preserve"> в</w:t>
      </w:r>
      <w:r w:rsidRPr="00DF728F">
        <w:rPr>
          <w:bCs/>
          <w:szCs w:val="28"/>
        </w:rPr>
        <w:t xml:space="preserve"> части 2:</w:t>
      </w:r>
    </w:p>
    <w:p w:rsidR="00766415" w:rsidRPr="00DF728F" w:rsidRDefault="00766415" w:rsidP="00A8694F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DF728F">
        <w:rPr>
          <w:bCs/>
          <w:szCs w:val="28"/>
        </w:rPr>
        <w:t>в пункте 1 цифры «8832716,72088» заменить цифрами «</w:t>
      </w:r>
      <w:r>
        <w:rPr>
          <w:bCs/>
          <w:szCs w:val="28"/>
        </w:rPr>
        <w:t>9502435,72088</w:t>
      </w:r>
      <w:r w:rsidRPr="00DF728F">
        <w:rPr>
          <w:bCs/>
          <w:szCs w:val="28"/>
        </w:rPr>
        <w:t>»;</w:t>
      </w:r>
    </w:p>
    <w:p w:rsidR="00766415" w:rsidRPr="00DF728F" w:rsidRDefault="00766415" w:rsidP="00554F9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DF728F">
        <w:rPr>
          <w:bCs/>
          <w:szCs w:val="28"/>
        </w:rPr>
        <w:t>в пункте 2 цифры «8027127,2» заменить цифрами «7989198,8», цифры «8951875,6» заменить цифрами «8897008,0»;</w:t>
      </w:r>
    </w:p>
    <w:p w:rsidR="00766415" w:rsidRDefault="00766415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643E2">
        <w:rPr>
          <w:sz w:val="28"/>
        </w:rPr>
        <w:t xml:space="preserve">в) </w:t>
      </w:r>
      <w:r>
        <w:rPr>
          <w:sz w:val="28"/>
        </w:rPr>
        <w:t>в части 4 цифры «12000,0» заменить цифрами «8000,0»;</w:t>
      </w:r>
    </w:p>
    <w:p w:rsidR="00766415" w:rsidRDefault="00766415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дополнить частью 8</w:t>
      </w:r>
      <w:r w:rsidRPr="005A08AE">
        <w:rPr>
          <w:sz w:val="28"/>
          <w:vertAlign w:val="superscript"/>
        </w:rPr>
        <w:t>1</w:t>
      </w:r>
      <w:r>
        <w:rPr>
          <w:sz w:val="28"/>
        </w:rPr>
        <w:t xml:space="preserve"> следующего содержания:</w:t>
      </w:r>
    </w:p>
    <w:p w:rsidR="00766415" w:rsidRDefault="00766415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«8</w:t>
      </w:r>
      <w:r w:rsidRPr="005A08AE">
        <w:rPr>
          <w:sz w:val="28"/>
          <w:vertAlign w:val="superscript"/>
        </w:rPr>
        <w:t>1</w:t>
      </w:r>
      <w:r>
        <w:rPr>
          <w:sz w:val="28"/>
        </w:rPr>
        <w:t xml:space="preserve">. Утвердить объём дотаций бюджетам муниципальных районов и </w:t>
      </w:r>
      <w:r>
        <w:rPr>
          <w:sz w:val="28"/>
        </w:rPr>
        <w:br/>
        <w:t xml:space="preserve">городских округов Ульяновской области в целях достижения наилучшего </w:t>
      </w:r>
      <w:r>
        <w:rPr>
          <w:sz w:val="28"/>
        </w:rPr>
        <w:br/>
        <w:t>показателя увеличения налоговых и неналоговых доходов на 2014 год в сумме 4000,0 тыс. рублей.»;</w:t>
      </w:r>
    </w:p>
    <w:p w:rsidR="00766415" w:rsidRPr="007643E2" w:rsidRDefault="00766415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д) </w:t>
      </w:r>
      <w:r w:rsidRPr="007643E2">
        <w:rPr>
          <w:sz w:val="28"/>
        </w:rPr>
        <w:t>дополнить частью 15 следующего содержания:</w:t>
      </w:r>
    </w:p>
    <w:p w:rsidR="00766415" w:rsidRDefault="00766415" w:rsidP="007643E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643E2">
        <w:rPr>
          <w:sz w:val="28"/>
        </w:rPr>
        <w:t>«15.</w:t>
      </w:r>
      <w:r>
        <w:rPr>
          <w:sz w:val="28"/>
        </w:rPr>
        <w:t xml:space="preserve"> Установить, что в целях компенсации расходов по проведению </w:t>
      </w:r>
      <w:r>
        <w:rPr>
          <w:sz w:val="28"/>
        </w:rPr>
        <w:br/>
        <w:t xml:space="preserve">областного форума «Экипаж-2020» бюджету муниципального образования </w:t>
      </w:r>
      <w:r>
        <w:rPr>
          <w:sz w:val="28"/>
        </w:rPr>
        <w:br/>
        <w:t>«Мелекесский район» предоставляются иные межбюджетные трансферты.»;</w:t>
      </w:r>
    </w:p>
    <w:p w:rsidR="00766415" w:rsidRPr="005F7D7A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F7D7A">
        <w:rPr>
          <w:sz w:val="28"/>
          <w:szCs w:val="28"/>
        </w:rPr>
        <w:t>) в приложении 3:</w:t>
      </w:r>
    </w:p>
    <w:p w:rsidR="00766415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977"/>
        <w:gridCol w:w="6379"/>
      </w:tblGrid>
      <w:tr w:rsidR="00766415" w:rsidRPr="000F7F13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0F7F13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F7F13">
              <w:rPr>
                <w:bCs/>
                <w:snapToGrid w:val="0"/>
                <w:sz w:val="28"/>
                <w:szCs w:val="28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0F7F13" w:rsidRDefault="00766415" w:rsidP="003D2E10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F7F13">
              <w:rPr>
                <w:snapToGrid w:val="0"/>
                <w:sz w:val="28"/>
                <w:szCs w:val="28"/>
              </w:rPr>
              <w:t>1 08 07300 01 0000 110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0F7F13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F7F13">
              <w:rPr>
                <w:bCs/>
                <w:snapToGrid w:val="0"/>
                <w:sz w:val="28"/>
                <w:szCs w:val="28"/>
              </w:rPr>
              <w:t>Прочие государственные пошлины за совершение прочих юридически значимых действий, подл</w:t>
            </w:r>
            <w:r w:rsidRPr="000F7F13">
              <w:rPr>
                <w:bCs/>
                <w:snapToGrid w:val="0"/>
                <w:sz w:val="28"/>
                <w:szCs w:val="28"/>
              </w:rPr>
              <w:t>е</w:t>
            </w:r>
            <w:r w:rsidRPr="000F7F13">
              <w:rPr>
                <w:bCs/>
                <w:snapToGrid w:val="0"/>
                <w:sz w:val="28"/>
                <w:szCs w:val="28"/>
              </w:rPr>
              <w:t>жащие зачислению в бюджет субъекта Российской Федерации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766415" w:rsidRDefault="00766415" w:rsidP="003D2E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2977"/>
        <w:gridCol w:w="6379"/>
      </w:tblGrid>
      <w:tr w:rsidR="00766415" w:rsidRPr="003D2E10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D2E10">
              <w:rPr>
                <w:snapToGrid w:val="0"/>
                <w:sz w:val="28"/>
                <w:szCs w:val="28"/>
              </w:rPr>
              <w:t>1 08 07380 01 0000 110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3D2E10">
              <w:rPr>
                <w:snapToGrid w:val="0"/>
                <w:sz w:val="28"/>
                <w:szCs w:val="28"/>
              </w:rPr>
              <w:t>Государственная пошлина за действия органов и</w:t>
            </w:r>
            <w:r w:rsidRPr="003D2E10">
              <w:rPr>
                <w:snapToGrid w:val="0"/>
                <w:sz w:val="28"/>
                <w:szCs w:val="28"/>
              </w:rPr>
              <w:t>с</w:t>
            </w:r>
            <w:r w:rsidRPr="003D2E10">
              <w:rPr>
                <w:snapToGrid w:val="0"/>
                <w:sz w:val="28"/>
                <w:szCs w:val="28"/>
              </w:rPr>
              <w:t>полнительной власти субъектов Российской Фед</w:t>
            </w:r>
            <w:r w:rsidRPr="003D2E10">
              <w:rPr>
                <w:snapToGrid w:val="0"/>
                <w:sz w:val="28"/>
                <w:szCs w:val="28"/>
              </w:rPr>
              <w:t>е</w:t>
            </w:r>
            <w:r w:rsidRPr="003D2E10">
              <w:rPr>
                <w:snapToGrid w:val="0"/>
                <w:sz w:val="28"/>
                <w:szCs w:val="28"/>
              </w:rPr>
              <w:t>рации, связанные с государственной аккредитац</w:t>
            </w:r>
            <w:r w:rsidRPr="003D2E10">
              <w:rPr>
                <w:snapToGrid w:val="0"/>
                <w:sz w:val="28"/>
                <w:szCs w:val="28"/>
              </w:rPr>
              <w:t>и</w:t>
            </w:r>
            <w:r w:rsidRPr="003D2E10">
              <w:rPr>
                <w:snapToGrid w:val="0"/>
                <w:sz w:val="28"/>
                <w:szCs w:val="28"/>
              </w:rPr>
              <w:t>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766415" w:rsidRPr="003D2E10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D2E10">
              <w:rPr>
                <w:snapToGrid w:val="0"/>
                <w:sz w:val="28"/>
                <w:szCs w:val="28"/>
              </w:rPr>
              <w:t>1 08 07390 01 0000 110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3D2E10">
              <w:rPr>
                <w:snapToGrid w:val="0"/>
                <w:sz w:val="28"/>
                <w:szCs w:val="28"/>
              </w:rPr>
              <w:t>Государственная пошлина за действия органов и</w:t>
            </w:r>
            <w:r w:rsidRPr="003D2E10">
              <w:rPr>
                <w:snapToGrid w:val="0"/>
                <w:sz w:val="28"/>
                <w:szCs w:val="28"/>
              </w:rPr>
              <w:t>с</w:t>
            </w:r>
            <w:r w:rsidRPr="003D2E10">
              <w:rPr>
                <w:snapToGrid w:val="0"/>
                <w:sz w:val="28"/>
                <w:szCs w:val="28"/>
              </w:rPr>
              <w:t>полнительной власти субъектов Российской Фед</w:t>
            </w:r>
            <w:r w:rsidRPr="003D2E10">
              <w:rPr>
                <w:snapToGrid w:val="0"/>
                <w:sz w:val="28"/>
                <w:szCs w:val="28"/>
              </w:rPr>
              <w:t>е</w:t>
            </w:r>
            <w:r w:rsidRPr="003D2E10">
              <w:rPr>
                <w:snapToGrid w:val="0"/>
                <w:sz w:val="28"/>
                <w:szCs w:val="28"/>
              </w:rPr>
              <w:t>рации по проставлению апостиля на документах государственного образца об образовании, об уч</w:t>
            </w:r>
            <w:r w:rsidRPr="003D2E10">
              <w:rPr>
                <w:snapToGrid w:val="0"/>
                <w:sz w:val="28"/>
                <w:szCs w:val="28"/>
              </w:rPr>
              <w:t>ё</w:t>
            </w:r>
            <w:r w:rsidRPr="003D2E10">
              <w:rPr>
                <w:snapToGrid w:val="0"/>
                <w:sz w:val="28"/>
                <w:szCs w:val="28"/>
              </w:rPr>
              <w:t>ных степенях и учёных званиях в пределах пер</w:t>
            </w:r>
            <w:r w:rsidRPr="003D2E10">
              <w:rPr>
                <w:snapToGrid w:val="0"/>
                <w:sz w:val="28"/>
                <w:szCs w:val="28"/>
              </w:rPr>
              <w:t>е</w:t>
            </w:r>
            <w:r w:rsidRPr="003D2E10">
              <w:rPr>
                <w:snapToGrid w:val="0"/>
                <w:sz w:val="28"/>
                <w:szCs w:val="28"/>
              </w:rPr>
              <w:t>данных полномочий Российской Федерации в о</w:t>
            </w:r>
            <w:r w:rsidRPr="003D2E10">
              <w:rPr>
                <w:snapToGrid w:val="0"/>
                <w:sz w:val="28"/>
                <w:szCs w:val="28"/>
              </w:rPr>
              <w:t>б</w:t>
            </w:r>
            <w:r w:rsidRPr="003D2E10">
              <w:rPr>
                <w:snapToGrid w:val="0"/>
                <w:sz w:val="28"/>
                <w:szCs w:val="28"/>
              </w:rPr>
              <w:t>ласти образования</w:t>
            </w:r>
            <w:r>
              <w:rPr>
                <w:snapToGrid w:val="0"/>
                <w:sz w:val="28"/>
                <w:szCs w:val="28"/>
              </w:rPr>
              <w:t>»;</w:t>
            </w:r>
          </w:p>
        </w:tc>
      </w:tr>
    </w:tbl>
    <w:p w:rsidR="00766415" w:rsidRDefault="00766415" w:rsidP="003D2E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977"/>
        <w:gridCol w:w="6237"/>
      </w:tblGrid>
      <w:tr w:rsidR="00766415" w:rsidRPr="00EB3E32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EB3E32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EB3E32">
              <w:rPr>
                <w:bCs/>
                <w:snapToGrid w:val="0"/>
                <w:sz w:val="28"/>
                <w:szCs w:val="28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EB3E32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EB3E32">
              <w:rPr>
                <w:bCs/>
                <w:snapToGrid w:val="0"/>
                <w:sz w:val="28"/>
                <w:szCs w:val="28"/>
              </w:rPr>
              <w:t>2 02 02204 02 0000 151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EB3E32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EB3E32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</w:t>
            </w:r>
            <w:r w:rsidRPr="00EB3E32">
              <w:rPr>
                <w:bCs/>
                <w:snapToGrid w:val="0"/>
                <w:sz w:val="28"/>
                <w:szCs w:val="28"/>
              </w:rPr>
              <w:t>е</w:t>
            </w:r>
            <w:r w:rsidRPr="00EB3E32">
              <w:rPr>
                <w:bCs/>
                <w:snapToGrid w:val="0"/>
                <w:sz w:val="28"/>
                <w:szCs w:val="28"/>
              </w:rPr>
              <w:t>дерации на модернизацию региональных систем дошкольного образования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766415" w:rsidRDefault="00766415" w:rsidP="003D2E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977"/>
        <w:gridCol w:w="6237"/>
      </w:tblGrid>
      <w:tr w:rsidR="00766415" w:rsidRPr="003D2E10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2 02 02215 02 0000 151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</w:t>
            </w:r>
            <w:r w:rsidRPr="003D2E10">
              <w:rPr>
                <w:bCs/>
                <w:snapToGrid w:val="0"/>
                <w:sz w:val="28"/>
                <w:szCs w:val="28"/>
              </w:rPr>
              <w:t>е</w:t>
            </w:r>
            <w:r w:rsidRPr="003D2E10">
              <w:rPr>
                <w:bCs/>
                <w:snapToGrid w:val="0"/>
                <w:sz w:val="28"/>
                <w:szCs w:val="28"/>
              </w:rPr>
              <w:t>дерации на создание в общеобразовательных о</w:t>
            </w:r>
            <w:r w:rsidRPr="003D2E10">
              <w:rPr>
                <w:bCs/>
                <w:snapToGrid w:val="0"/>
                <w:sz w:val="28"/>
                <w:szCs w:val="28"/>
              </w:rPr>
              <w:t>р</w:t>
            </w:r>
            <w:r w:rsidRPr="003D2E10">
              <w:rPr>
                <w:bCs/>
                <w:snapToGrid w:val="0"/>
                <w:sz w:val="28"/>
                <w:szCs w:val="28"/>
              </w:rPr>
              <w:t>ганизациях, расположенных в сельской местн</w:t>
            </w:r>
            <w:r w:rsidRPr="003D2E10">
              <w:rPr>
                <w:bCs/>
                <w:snapToGrid w:val="0"/>
                <w:sz w:val="28"/>
                <w:szCs w:val="28"/>
              </w:rPr>
              <w:t>о</w:t>
            </w:r>
            <w:r w:rsidRPr="003D2E10">
              <w:rPr>
                <w:bCs/>
                <w:snapToGrid w:val="0"/>
                <w:sz w:val="28"/>
                <w:szCs w:val="28"/>
              </w:rPr>
              <w:t>сти, условий для занятий физической культурой и спортом</w:t>
            </w:r>
            <w:r>
              <w:rPr>
                <w:bCs/>
                <w:snapToGrid w:val="0"/>
                <w:sz w:val="28"/>
                <w:szCs w:val="28"/>
              </w:rPr>
              <w:t>»;</w:t>
            </w:r>
          </w:p>
        </w:tc>
      </w:tr>
    </w:tbl>
    <w:p w:rsidR="00766415" w:rsidRDefault="00766415" w:rsidP="003D2E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977"/>
        <w:gridCol w:w="6237"/>
      </w:tblGrid>
      <w:tr w:rsidR="00766415" w:rsidRPr="006B0CDB" w:rsidTr="003D2E1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6B0CDB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6B0CDB">
              <w:rPr>
                <w:bCs/>
                <w:snapToGrid w:val="0"/>
                <w:sz w:val="28"/>
                <w:szCs w:val="28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6B0CDB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6B0CDB">
              <w:rPr>
                <w:bCs/>
                <w:snapToGrid w:val="0"/>
                <w:sz w:val="28"/>
                <w:szCs w:val="28"/>
              </w:rPr>
              <w:t>2 02 04042 02 0000 151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6B0CDB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6B0CDB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</w:t>
            </w:r>
            <w:r w:rsidRPr="006B0CDB">
              <w:rPr>
                <w:sz w:val="28"/>
                <w:szCs w:val="28"/>
              </w:rPr>
              <w:t>е</w:t>
            </w:r>
            <w:r w:rsidRPr="006B0CDB">
              <w:rPr>
                <w:sz w:val="28"/>
                <w:szCs w:val="28"/>
              </w:rPr>
              <w:t>дерации и Правительства Российской Федерации для обучающихся по направлениям подготовки (специальностям), соответствующим приорите</w:t>
            </w:r>
            <w:r w:rsidRPr="006B0CDB">
              <w:rPr>
                <w:sz w:val="28"/>
                <w:szCs w:val="28"/>
              </w:rPr>
              <w:t>т</w:t>
            </w:r>
            <w:r w:rsidRPr="006B0CDB">
              <w:rPr>
                <w:sz w:val="28"/>
                <w:szCs w:val="28"/>
              </w:rPr>
              <w:t>ным направлениям модернизации и технологич</w:t>
            </w:r>
            <w:r w:rsidRPr="006B0CDB">
              <w:rPr>
                <w:sz w:val="28"/>
                <w:szCs w:val="28"/>
              </w:rPr>
              <w:t>е</w:t>
            </w:r>
            <w:r w:rsidRPr="006B0CDB">
              <w:rPr>
                <w:sz w:val="28"/>
                <w:szCs w:val="28"/>
              </w:rPr>
              <w:t>ского развития экономики Российской Федер</w:t>
            </w:r>
            <w:r w:rsidRPr="006B0CDB">
              <w:rPr>
                <w:sz w:val="28"/>
                <w:szCs w:val="28"/>
              </w:rPr>
              <w:t>а</w:t>
            </w:r>
            <w:r w:rsidRPr="006B0CDB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3D2E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52"/>
        <w:gridCol w:w="6237"/>
      </w:tblGrid>
      <w:tr w:rsidR="00766415" w:rsidRPr="003D2E10" w:rsidTr="003D2E10">
        <w:trPr>
          <w:trHeight w:val="96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2 02 04076 02 0000 151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 в организациях отдыха детей и их оздоровления, расположенных в Республике Крым и г.</w:t>
            </w:r>
            <w:r>
              <w:rPr>
                <w:bCs/>
                <w:snapToGrid w:val="0"/>
                <w:sz w:val="28"/>
                <w:szCs w:val="28"/>
              </w:rPr>
              <w:t xml:space="preserve"> </w:t>
            </w:r>
            <w:r w:rsidRPr="003D2E10">
              <w:rPr>
                <w:bCs/>
                <w:snapToGrid w:val="0"/>
                <w:sz w:val="28"/>
                <w:szCs w:val="28"/>
              </w:rPr>
              <w:t>Севастополе»;</w:t>
            </w:r>
          </w:p>
        </w:tc>
      </w:tr>
    </w:tbl>
    <w:p w:rsidR="00766415" w:rsidRDefault="00766415" w:rsidP="003D2E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строку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52"/>
        <w:gridCol w:w="6237"/>
      </w:tblGrid>
      <w:tr w:rsidR="00766415" w:rsidRPr="003D2E10" w:rsidTr="003D2E10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2 02 02186 02 0000 151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3D2E10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sz w:val="28"/>
                <w:szCs w:val="28"/>
              </w:rPr>
              <w:t>Субсидии бюджетам субъектов Российской Ф</w:t>
            </w:r>
            <w:r w:rsidRPr="003D2E10">
              <w:rPr>
                <w:sz w:val="28"/>
                <w:szCs w:val="28"/>
              </w:rPr>
              <w:t>е</w:t>
            </w:r>
            <w:r w:rsidRPr="003D2E10">
              <w:rPr>
                <w:sz w:val="28"/>
                <w:szCs w:val="28"/>
              </w:rPr>
              <w:t xml:space="preserve">дерации на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3D2E10">
                <w:rPr>
                  <w:sz w:val="28"/>
                  <w:szCs w:val="28"/>
                </w:rPr>
                <w:t>1 литр</w:t>
              </w:r>
            </w:smartTag>
            <w:r w:rsidRPr="003D2E10">
              <w:rPr>
                <w:sz w:val="28"/>
                <w:szCs w:val="28"/>
              </w:rPr>
              <w:t xml:space="preserve"> реализованного товарного м</w:t>
            </w:r>
            <w:r w:rsidRPr="003D2E10">
              <w:rPr>
                <w:sz w:val="28"/>
                <w:szCs w:val="28"/>
              </w:rPr>
              <w:t>о</w:t>
            </w:r>
            <w:r w:rsidRPr="003D2E10">
              <w:rPr>
                <w:sz w:val="28"/>
                <w:szCs w:val="28"/>
              </w:rPr>
              <w:t>лока»</w:t>
            </w:r>
          </w:p>
        </w:tc>
      </w:tr>
    </w:tbl>
    <w:p w:rsidR="00766415" w:rsidRDefault="00766415" w:rsidP="003D2E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52"/>
        <w:gridCol w:w="6237"/>
      </w:tblGrid>
      <w:tr w:rsidR="00766415" w:rsidRPr="003D2E10" w:rsidTr="00FB60B6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FB60B6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FB60B6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bCs/>
                <w:snapToGrid w:val="0"/>
                <w:sz w:val="28"/>
                <w:szCs w:val="28"/>
              </w:rPr>
              <w:t>2 02 02186 02 0000 151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66415" w:rsidRPr="003D2E10" w:rsidRDefault="00766415" w:rsidP="00FB60B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D2E10">
              <w:rPr>
                <w:sz w:val="28"/>
                <w:szCs w:val="28"/>
              </w:rPr>
              <w:t>Субсидии бюджетам субъектов Российской Ф</w:t>
            </w:r>
            <w:r w:rsidRPr="003D2E10">
              <w:rPr>
                <w:sz w:val="28"/>
                <w:szCs w:val="28"/>
              </w:rPr>
              <w:t>е</w:t>
            </w:r>
            <w:r w:rsidRPr="003D2E10">
              <w:rPr>
                <w:sz w:val="28"/>
                <w:szCs w:val="28"/>
              </w:rPr>
              <w:t xml:space="preserve">дерации на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3D2E10">
                <w:rPr>
                  <w:sz w:val="28"/>
                  <w:szCs w:val="28"/>
                </w:rPr>
                <w:t>1 килограмм</w:t>
              </w:r>
            </w:smartTag>
            <w:r w:rsidRPr="003D2E10">
              <w:rPr>
                <w:sz w:val="28"/>
                <w:szCs w:val="28"/>
              </w:rPr>
              <w:t xml:space="preserve"> реализованного и (или) отгруженного на собственную переработку мол</w:t>
            </w:r>
            <w:r w:rsidRPr="003D2E10">
              <w:rPr>
                <w:sz w:val="28"/>
                <w:szCs w:val="28"/>
              </w:rPr>
              <w:t>о</w:t>
            </w:r>
            <w:r w:rsidRPr="003D2E10">
              <w:rPr>
                <w:sz w:val="28"/>
                <w:szCs w:val="28"/>
              </w:rPr>
              <w:t>ка»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приложении 6: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«Налоговые и неналоговые доходы» (код 1 00 00000 00 0000 000) цифры «23911546,15185» заменить цифрами «24241546,15185»;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FB60B6">
        <w:rPr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sz w:val="28"/>
          <w:szCs w:val="28"/>
        </w:rPr>
        <w:t>» (код 1 03 00000 00 0000 000) цифры «3254315,1»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«3564315,1»;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FB60B6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>» (код 1 03 02000 01 0000 110) цифры «3254315,1» заменить цифрами «3564315,1»;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</w:t>
      </w:r>
      <w:r w:rsidRPr="00FB60B6">
        <w:rPr>
          <w:sz w:val="28"/>
          <w:szCs w:val="28"/>
        </w:rPr>
        <w:t>Акцизы на алкогольную продукцию с объёмной долей этилов</w:t>
      </w:r>
      <w:r w:rsidRPr="00FB60B6">
        <w:rPr>
          <w:sz w:val="28"/>
          <w:szCs w:val="28"/>
        </w:rPr>
        <w:t>о</w:t>
      </w:r>
      <w:r w:rsidRPr="00FB60B6">
        <w:rPr>
          <w:sz w:val="28"/>
          <w:szCs w:val="28"/>
        </w:rPr>
        <w:t>го спирта свыше 9 процентов (за исключением пива, вин, фруктовых вин, игр</w:t>
      </w:r>
      <w:r w:rsidRPr="00FB60B6">
        <w:rPr>
          <w:sz w:val="28"/>
          <w:szCs w:val="28"/>
        </w:rPr>
        <w:t>и</w:t>
      </w:r>
      <w:r w:rsidRPr="00FB60B6">
        <w:rPr>
          <w:sz w:val="28"/>
          <w:szCs w:val="28"/>
        </w:rPr>
        <w:t>стых вин (шампанских), винных напитков, изготавливаемых без добавления ре</w:t>
      </w:r>
      <w:r w:rsidRPr="00FB60B6">
        <w:rPr>
          <w:sz w:val="28"/>
          <w:szCs w:val="28"/>
        </w:rPr>
        <w:t>к</w:t>
      </w:r>
      <w:r w:rsidRPr="00FB60B6">
        <w:rPr>
          <w:sz w:val="28"/>
          <w:szCs w:val="28"/>
        </w:rPr>
        <w:t>тификованного этилового спирта, произведённого из пищевого сырья, и (или) спиртованных виноградного или иного фруктового сусла, и (или) винного ди</w:t>
      </w:r>
      <w:r w:rsidRPr="00FB60B6">
        <w:rPr>
          <w:sz w:val="28"/>
          <w:szCs w:val="28"/>
        </w:rPr>
        <w:t>с</w:t>
      </w:r>
      <w:r w:rsidRPr="00FB60B6">
        <w:rPr>
          <w:sz w:val="28"/>
          <w:szCs w:val="28"/>
        </w:rPr>
        <w:t>тиллята, и (или) фруктового дистиллята), производимую на территории  Росси</w:t>
      </w:r>
      <w:r w:rsidRPr="00FB60B6">
        <w:rPr>
          <w:sz w:val="28"/>
          <w:szCs w:val="28"/>
        </w:rPr>
        <w:t>й</w:t>
      </w:r>
      <w:r w:rsidRPr="00FB60B6">
        <w:rPr>
          <w:sz w:val="28"/>
          <w:szCs w:val="28"/>
        </w:rPr>
        <w:t>ской Федерации</w:t>
      </w:r>
      <w:r>
        <w:rPr>
          <w:sz w:val="28"/>
          <w:szCs w:val="28"/>
        </w:rPr>
        <w:t>» (код 1 03 02110 01 0000 110) цифры «332000,0»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«642000,0»;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FB60B6">
        <w:rPr>
          <w:sz w:val="28"/>
          <w:szCs w:val="28"/>
        </w:rPr>
        <w:t>Налоги на совокупный доход</w:t>
      </w:r>
      <w:r>
        <w:rPr>
          <w:sz w:val="28"/>
          <w:szCs w:val="28"/>
        </w:rPr>
        <w:t>» (код 1 05 00000 00 0000 000) цифры «1184355,0» заменить цифрами «1192355,0»;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FB60B6">
        <w:rPr>
          <w:sz w:val="28"/>
          <w:szCs w:val="28"/>
        </w:rPr>
        <w:t>Налог, взимаемый в связи с применением упрощённой системы налогообложения</w:t>
      </w:r>
      <w:r>
        <w:rPr>
          <w:sz w:val="28"/>
          <w:szCs w:val="28"/>
        </w:rPr>
        <w:t>» (код 1 05 01000 00 0000 110) цифры «1184355,0» заменить цифрами «1192355,0»;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FB60B6">
        <w:rPr>
          <w:sz w:val="28"/>
          <w:szCs w:val="28"/>
        </w:rPr>
        <w:t>Налог, взимаемый с налогоплательщиков, выбравших в качес</w:t>
      </w:r>
      <w:r w:rsidRPr="00FB60B6">
        <w:rPr>
          <w:sz w:val="28"/>
          <w:szCs w:val="28"/>
        </w:rPr>
        <w:t>т</w:t>
      </w:r>
      <w:r w:rsidRPr="00FB60B6">
        <w:rPr>
          <w:sz w:val="28"/>
          <w:szCs w:val="28"/>
        </w:rPr>
        <w:t>ве объекта налогообложения  доходы</w:t>
      </w:r>
      <w:r>
        <w:rPr>
          <w:sz w:val="28"/>
          <w:szCs w:val="28"/>
        </w:rPr>
        <w:t>» (код 1 05 01010 01 0000 110) цифры «730265,4» заменить цифрами «738265,4»;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FB60B6">
        <w:rPr>
          <w:sz w:val="28"/>
          <w:szCs w:val="28"/>
        </w:rPr>
        <w:t>Налог, взимаемый с налогоплательщиков, выбравших в качес</w:t>
      </w:r>
      <w:r w:rsidRPr="00FB60B6">
        <w:rPr>
          <w:sz w:val="28"/>
          <w:szCs w:val="28"/>
        </w:rPr>
        <w:t>т</w:t>
      </w:r>
      <w:r w:rsidRPr="00FB60B6">
        <w:rPr>
          <w:sz w:val="28"/>
          <w:szCs w:val="28"/>
        </w:rPr>
        <w:t>ве объекта налогообложения доходы</w:t>
      </w:r>
      <w:r>
        <w:rPr>
          <w:sz w:val="28"/>
          <w:szCs w:val="28"/>
        </w:rPr>
        <w:t>» (код 1 05 01011 01 0000 110) цифры «730265,4» заменить цифрами «737465,4»;</w:t>
      </w:r>
    </w:p>
    <w:p w:rsidR="00766415" w:rsidRDefault="00766415" w:rsidP="00FB60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после строки</w:t>
      </w:r>
    </w:p>
    <w:tbl>
      <w:tblPr>
        <w:tblW w:w="10207" w:type="dxa"/>
        <w:tblInd w:w="-34" w:type="dxa"/>
        <w:tblLook w:val="00A0"/>
      </w:tblPr>
      <w:tblGrid>
        <w:gridCol w:w="3205"/>
        <w:gridCol w:w="5584"/>
        <w:gridCol w:w="1418"/>
      </w:tblGrid>
      <w:tr w:rsidR="00766415" w:rsidRPr="00FB60B6" w:rsidTr="00526E08">
        <w:trPr>
          <w:trHeight w:val="1125"/>
        </w:trPr>
        <w:tc>
          <w:tcPr>
            <w:tcW w:w="3205" w:type="dxa"/>
          </w:tcPr>
          <w:p w:rsidR="00766415" w:rsidRPr="00FB60B6" w:rsidRDefault="00766415" w:rsidP="00526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B60B6">
              <w:rPr>
                <w:sz w:val="28"/>
                <w:szCs w:val="28"/>
              </w:rPr>
              <w:t>1 05 01011 01 0000 110</w:t>
            </w:r>
          </w:p>
        </w:tc>
        <w:tc>
          <w:tcPr>
            <w:tcW w:w="5584" w:type="dxa"/>
          </w:tcPr>
          <w:p w:rsidR="00766415" w:rsidRPr="00FB60B6" w:rsidRDefault="00766415" w:rsidP="00526E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60B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</w:t>
            </w:r>
            <w:r w:rsidRPr="00FB60B6">
              <w:rPr>
                <w:sz w:val="28"/>
                <w:szCs w:val="28"/>
              </w:rPr>
              <w:t>о</w:t>
            </w:r>
            <w:r w:rsidRPr="00FB60B6">
              <w:rPr>
                <w:sz w:val="28"/>
                <w:szCs w:val="28"/>
              </w:rPr>
              <w:t>жения доходы</w:t>
            </w:r>
          </w:p>
        </w:tc>
        <w:tc>
          <w:tcPr>
            <w:tcW w:w="1418" w:type="dxa"/>
            <w:noWrap/>
            <w:vAlign w:val="bottom"/>
          </w:tcPr>
          <w:p w:rsidR="00766415" w:rsidRPr="00FB60B6" w:rsidRDefault="00766415" w:rsidP="00526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737465,4»</w:t>
            </w:r>
          </w:p>
        </w:tc>
      </w:tr>
    </w:tbl>
    <w:p w:rsidR="00766415" w:rsidRDefault="00766415" w:rsidP="00456B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205"/>
        <w:gridCol w:w="5584"/>
        <w:gridCol w:w="1276"/>
      </w:tblGrid>
      <w:tr w:rsidR="00766415" w:rsidRPr="00456BAE" w:rsidTr="00456BAE">
        <w:trPr>
          <w:trHeight w:val="1500"/>
        </w:trPr>
        <w:tc>
          <w:tcPr>
            <w:tcW w:w="3205" w:type="dxa"/>
          </w:tcPr>
          <w:p w:rsidR="00766415" w:rsidRPr="00456BAE" w:rsidRDefault="00766415" w:rsidP="00456B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6BAE">
              <w:rPr>
                <w:sz w:val="28"/>
                <w:szCs w:val="28"/>
              </w:rPr>
              <w:t>«1 05 01012 01 0000 110</w:t>
            </w:r>
          </w:p>
        </w:tc>
        <w:tc>
          <w:tcPr>
            <w:tcW w:w="5584" w:type="dxa"/>
          </w:tcPr>
          <w:p w:rsidR="00766415" w:rsidRPr="00456BAE" w:rsidRDefault="00766415" w:rsidP="00456BAE">
            <w:pPr>
              <w:spacing w:line="360" w:lineRule="auto"/>
              <w:rPr>
                <w:sz w:val="28"/>
                <w:szCs w:val="28"/>
              </w:rPr>
            </w:pPr>
            <w:r w:rsidRPr="00456BAE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</w:t>
            </w:r>
            <w:r w:rsidRPr="00456BAE">
              <w:rPr>
                <w:sz w:val="28"/>
                <w:szCs w:val="28"/>
              </w:rPr>
              <w:t>о</w:t>
            </w:r>
            <w:r w:rsidRPr="00456BAE">
              <w:rPr>
                <w:sz w:val="28"/>
                <w:szCs w:val="28"/>
              </w:rPr>
              <w:t>жения доходы (за налоговые периоды, и</w:t>
            </w:r>
            <w:r w:rsidRPr="00456BAE">
              <w:rPr>
                <w:sz w:val="28"/>
                <w:szCs w:val="28"/>
              </w:rPr>
              <w:t>с</w:t>
            </w:r>
            <w:r w:rsidRPr="00456BAE">
              <w:rPr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276" w:type="dxa"/>
            <w:noWrap/>
            <w:vAlign w:val="bottom"/>
          </w:tcPr>
          <w:p w:rsidR="00766415" w:rsidRPr="00456BAE" w:rsidRDefault="00766415" w:rsidP="00456B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56BAE">
              <w:rPr>
                <w:sz w:val="28"/>
                <w:szCs w:val="28"/>
              </w:rPr>
              <w:t>800,0</w:t>
            </w:r>
            <w:r>
              <w:rPr>
                <w:sz w:val="28"/>
                <w:szCs w:val="28"/>
              </w:rPr>
              <w:t>»;</w:t>
            </w:r>
            <w:r w:rsidRPr="00456BAE">
              <w:rPr>
                <w:sz w:val="28"/>
                <w:szCs w:val="28"/>
              </w:rPr>
              <w:t> </w:t>
            </w:r>
          </w:p>
        </w:tc>
      </w:tr>
    </w:tbl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 w:rsidRPr="00BB22CB">
        <w:rPr>
          <w:sz w:val="28"/>
          <w:szCs w:val="28"/>
        </w:rPr>
        <w:t>Доходы от использования имущества, находящегося в госуда</w:t>
      </w:r>
      <w:r w:rsidRPr="00BB22CB">
        <w:rPr>
          <w:sz w:val="28"/>
          <w:szCs w:val="28"/>
        </w:rPr>
        <w:t>р</w:t>
      </w:r>
      <w:r w:rsidRPr="00BB22CB">
        <w:rPr>
          <w:sz w:val="28"/>
          <w:szCs w:val="28"/>
        </w:rPr>
        <w:t>ственной и муниципальной собственности</w:t>
      </w:r>
      <w:r>
        <w:rPr>
          <w:sz w:val="28"/>
          <w:szCs w:val="28"/>
        </w:rPr>
        <w:t>» (код 1 11 00000 00 0000 000) цифры «26257,6» заменить цифрами «30858,8»;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в строке «</w:t>
      </w:r>
      <w:r w:rsidRPr="00BB22CB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</w:t>
      </w:r>
      <w:r w:rsidRPr="00BB22CB">
        <w:rPr>
          <w:sz w:val="28"/>
          <w:szCs w:val="28"/>
        </w:rPr>
        <w:t>е</w:t>
      </w:r>
      <w:r w:rsidRPr="00BB22CB">
        <w:rPr>
          <w:sz w:val="28"/>
          <w:szCs w:val="28"/>
        </w:rPr>
        <w:t>рации или муниципальным образованиям</w:t>
      </w:r>
      <w:r>
        <w:rPr>
          <w:sz w:val="28"/>
          <w:szCs w:val="28"/>
        </w:rPr>
        <w:t>» (код 1 11 01000 00 0000 120) цифры «2260,0» заменить цифрами «5361,2»;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в строке «</w:t>
      </w:r>
      <w:r w:rsidRPr="00BB22CB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</w:r>
      <w:r>
        <w:rPr>
          <w:sz w:val="28"/>
          <w:szCs w:val="28"/>
        </w:rPr>
        <w:t>» (код 1 11 01020 02 0000 120) цифры «2260,0» заменить цифрами «5361,2»;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в строке «</w:t>
      </w:r>
      <w:r w:rsidRPr="00BB22CB">
        <w:rPr>
          <w:sz w:val="28"/>
          <w:szCs w:val="28"/>
        </w:rPr>
        <w:t>Доходы, получаемые в виде арендной либо иной платы за пер</w:t>
      </w:r>
      <w:r w:rsidRPr="00BB22CB">
        <w:rPr>
          <w:sz w:val="28"/>
          <w:szCs w:val="28"/>
        </w:rPr>
        <w:t>е</w:t>
      </w:r>
      <w:r w:rsidRPr="00BB22CB">
        <w:rPr>
          <w:sz w:val="28"/>
          <w:szCs w:val="28"/>
        </w:rPr>
        <w:t>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</w:r>
      <w:r>
        <w:rPr>
          <w:sz w:val="28"/>
          <w:szCs w:val="28"/>
        </w:rPr>
        <w:t>» (код 1 11 05000 00 0000 120) цифры «23300,0»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«24800,0»;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в строке «</w:t>
      </w:r>
      <w:r w:rsidRPr="00BB22CB">
        <w:rPr>
          <w:sz w:val="28"/>
          <w:szCs w:val="28"/>
        </w:rPr>
        <w:t>Доходы от сдачи в аренду имущества, находящегося в опер</w:t>
      </w:r>
      <w:r w:rsidRPr="00BB22CB">
        <w:rPr>
          <w:sz w:val="28"/>
          <w:szCs w:val="28"/>
        </w:rPr>
        <w:t>а</w:t>
      </w:r>
      <w:r w:rsidRPr="00BB22CB">
        <w:rPr>
          <w:sz w:val="28"/>
          <w:szCs w:val="28"/>
        </w:rPr>
        <w:t>тивном управлении органов государственной власти, органов местного сам</w:t>
      </w:r>
      <w:r w:rsidRPr="00BB22CB">
        <w:rPr>
          <w:sz w:val="28"/>
          <w:szCs w:val="28"/>
        </w:rPr>
        <w:t>о</w:t>
      </w:r>
      <w:r w:rsidRPr="00BB22CB">
        <w:rPr>
          <w:sz w:val="28"/>
          <w:szCs w:val="28"/>
        </w:rPr>
        <w:t>управления, государственных внебюджетных фондов и созданных ими учрежд</w:t>
      </w:r>
      <w:r w:rsidRPr="00BB22CB">
        <w:rPr>
          <w:sz w:val="28"/>
          <w:szCs w:val="28"/>
        </w:rPr>
        <w:t>е</w:t>
      </w:r>
      <w:r w:rsidRPr="00BB22CB">
        <w:rPr>
          <w:sz w:val="28"/>
          <w:szCs w:val="28"/>
        </w:rPr>
        <w:t>ний (за исключением имущества бюджетных и автономных учреждений)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1 11 05030 00 0000 120) цифры «3500,0» заменить цифрами «5000,0»;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п) в строке «</w:t>
      </w:r>
      <w:r w:rsidRPr="00BB22CB">
        <w:rPr>
          <w:sz w:val="28"/>
          <w:szCs w:val="28"/>
        </w:rPr>
        <w:t>Доходы от сдачи в аренду имущества, находящегося в опер</w:t>
      </w:r>
      <w:r w:rsidRPr="00BB22CB">
        <w:rPr>
          <w:sz w:val="28"/>
          <w:szCs w:val="28"/>
        </w:rPr>
        <w:t>а</w:t>
      </w:r>
      <w:r w:rsidRPr="00BB22CB">
        <w:rPr>
          <w:sz w:val="28"/>
          <w:szCs w:val="28"/>
        </w:rPr>
        <w:t>тивном управлении органов государственной власти субъектов Российской Фед</w:t>
      </w:r>
      <w:r w:rsidRPr="00BB22CB">
        <w:rPr>
          <w:sz w:val="28"/>
          <w:szCs w:val="28"/>
        </w:rPr>
        <w:t>е</w:t>
      </w:r>
      <w:r w:rsidRPr="00BB22CB">
        <w:rPr>
          <w:sz w:val="28"/>
          <w:szCs w:val="28"/>
        </w:rPr>
        <w:t>рации и созданных ими учреждений (за исключением имущества бюджетных и автономных учреждений субъектов Российской Федерации)</w:t>
      </w:r>
      <w:r>
        <w:rPr>
          <w:sz w:val="28"/>
          <w:szCs w:val="28"/>
        </w:rPr>
        <w:t>» (код 1 11 05032 02 0000 120) цифры «3500,0» заменить цифрами «5000,0»;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в строке «</w:t>
      </w:r>
      <w:r w:rsidRPr="00BB22CB">
        <w:rPr>
          <w:sz w:val="28"/>
          <w:szCs w:val="28"/>
        </w:rPr>
        <w:t>Доходы от оказания платных услуг (работ) и компенсации з</w:t>
      </w:r>
      <w:r w:rsidRPr="00BB22CB">
        <w:rPr>
          <w:sz w:val="28"/>
          <w:szCs w:val="28"/>
        </w:rPr>
        <w:t>а</w:t>
      </w:r>
      <w:r w:rsidRPr="00BB22CB">
        <w:rPr>
          <w:sz w:val="28"/>
          <w:szCs w:val="28"/>
        </w:rPr>
        <w:t>трат государства</w:t>
      </w:r>
      <w:r>
        <w:rPr>
          <w:sz w:val="28"/>
          <w:szCs w:val="28"/>
        </w:rPr>
        <w:t>» (код 1 13 00000 00 0000 000) цифры «45600,60252» заменить цифрами «47499,40252»;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с) в строке «</w:t>
      </w:r>
      <w:r w:rsidRPr="00BB22CB">
        <w:rPr>
          <w:sz w:val="28"/>
          <w:szCs w:val="28"/>
        </w:rPr>
        <w:t>Доходы от компенсации затрат государства</w:t>
      </w:r>
      <w:r>
        <w:rPr>
          <w:sz w:val="28"/>
          <w:szCs w:val="28"/>
        </w:rPr>
        <w:t>» (код 1 13 02000 00 0000 130) цифры «1525,00252» заменить цифрами «3423,80252»;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«Прочие д</w:t>
      </w:r>
      <w:r w:rsidRPr="00BB22CB">
        <w:rPr>
          <w:sz w:val="28"/>
          <w:szCs w:val="28"/>
        </w:rPr>
        <w:t>оходы от компенсации затрат государства</w:t>
      </w:r>
      <w:r>
        <w:rPr>
          <w:sz w:val="28"/>
          <w:szCs w:val="28"/>
        </w:rPr>
        <w:t>» (код 1 13 02990 00 0000 130) цифры «1525,00252» заменить цифрами «3423,80252»;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у) в строке «Прочие доходы от компенсации затрат бюджетов субъектов Российской Федерации» (код 1 13 02990 02 0000 130) цифры «1525,00252» зам</w:t>
      </w:r>
      <w:r w:rsidRPr="00A07F49">
        <w:rPr>
          <w:sz w:val="28"/>
          <w:szCs w:val="28"/>
        </w:rPr>
        <w:t>е</w:t>
      </w:r>
      <w:r w:rsidRPr="00A07F49">
        <w:rPr>
          <w:sz w:val="28"/>
          <w:szCs w:val="28"/>
        </w:rPr>
        <w:t>нить цифрами «3423,80252»;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ф) в строке «Доходы от продажи материальных и нематериальных активов» (код 1 14 00000 00 0000 000) цифры «20063,4» заменить цифрами «25563,4»;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 xml:space="preserve">х) в строке «Доходы от продажи земельных участков, находящихся </w:t>
      </w:r>
      <w:r w:rsidRPr="00A07F49">
        <w:rPr>
          <w:sz w:val="28"/>
          <w:szCs w:val="28"/>
        </w:rPr>
        <w:br/>
        <w:t>в государственной и муниципальной собственности» (код 1 14 06000 00 0000 430) цифры «6300,0» заменить цифрами «11800,0»;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ц) в строке «Доходы от продажи земельных участков, государственная со</w:t>
      </w:r>
      <w:r w:rsidRPr="00A07F49">
        <w:rPr>
          <w:sz w:val="28"/>
          <w:szCs w:val="28"/>
        </w:rPr>
        <w:t>б</w:t>
      </w:r>
      <w:r w:rsidRPr="00A07F49">
        <w:rPr>
          <w:sz w:val="28"/>
          <w:szCs w:val="28"/>
        </w:rPr>
        <w:t>ственность на которые разграничена (за исключением земельных участков бю</w:t>
      </w:r>
      <w:r w:rsidRPr="00A07F49">
        <w:rPr>
          <w:sz w:val="28"/>
          <w:szCs w:val="28"/>
        </w:rPr>
        <w:t>д</w:t>
      </w:r>
      <w:r w:rsidRPr="00A07F49">
        <w:rPr>
          <w:sz w:val="28"/>
          <w:szCs w:val="28"/>
        </w:rPr>
        <w:t>жетных и автономных учреждений)» (код 1 14 06020 00 0000 430) цифры «6300,0» заменить цифрами «11800,0»;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ч) в строке «Доходы от продажи земельных участков, находящихся в собс</w:t>
      </w:r>
      <w:r w:rsidRPr="00A07F49">
        <w:rPr>
          <w:sz w:val="28"/>
          <w:szCs w:val="28"/>
        </w:rPr>
        <w:t>т</w:t>
      </w:r>
      <w:r w:rsidRPr="00A07F49">
        <w:rPr>
          <w:sz w:val="28"/>
          <w:szCs w:val="28"/>
        </w:rPr>
        <w:t xml:space="preserve">венности субъектов Российской Федерации (за исключением земельных участков бюджетных и автономных учреждений субъектов Российской Федерации)» </w:t>
      </w:r>
      <w:r w:rsidRPr="00A07F49">
        <w:rPr>
          <w:sz w:val="28"/>
          <w:szCs w:val="28"/>
        </w:rPr>
        <w:br/>
        <w:t>(код 1 14 06022 02 0000 430) цифры «6300,0» заменить цифрами «11800,0»;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ш) в строке «Безвозмездные поступления» (код 2 00 00000 00 0000 000) цифры «9736263,79688» заменить цифрами «10502151,03344»;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щ) в строке «Безвозмездные поступления от других бюджетов бюджетной системы Российской Федерации» (код 2 02 00000 00 0000 000) цифры «10101443,295» заменить цифрами «10865621,795»;</w:t>
      </w:r>
    </w:p>
    <w:p w:rsidR="00766415" w:rsidRPr="00A07F49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ы) в строке «Дотации бюджетам субъектов Российской Федерации и мун</w:t>
      </w:r>
      <w:r w:rsidRPr="00A07F49">
        <w:rPr>
          <w:sz w:val="28"/>
          <w:szCs w:val="28"/>
        </w:rPr>
        <w:t>и</w:t>
      </w:r>
      <w:r w:rsidRPr="00A07F49">
        <w:rPr>
          <w:sz w:val="28"/>
          <w:szCs w:val="28"/>
        </w:rPr>
        <w:t>ципальных образований» (код 2 02 01000 00 0000 151) цифры «3332618,2» зам</w:t>
      </w:r>
      <w:r w:rsidRPr="00A07F49">
        <w:rPr>
          <w:sz w:val="28"/>
          <w:szCs w:val="28"/>
        </w:rPr>
        <w:t>е</w:t>
      </w:r>
      <w:r w:rsidRPr="00A07F49">
        <w:rPr>
          <w:sz w:val="28"/>
          <w:szCs w:val="28"/>
        </w:rPr>
        <w:t>нить цифрами «3653828,6»;</w:t>
      </w:r>
    </w:p>
    <w:p w:rsidR="00766415" w:rsidRDefault="00766415" w:rsidP="00A07F49">
      <w:pPr>
        <w:spacing w:line="370" w:lineRule="auto"/>
        <w:ind w:firstLine="709"/>
        <w:jc w:val="both"/>
        <w:rPr>
          <w:sz w:val="28"/>
          <w:szCs w:val="28"/>
        </w:rPr>
      </w:pPr>
      <w:r w:rsidRPr="00A07F49">
        <w:rPr>
          <w:sz w:val="28"/>
          <w:szCs w:val="28"/>
        </w:rPr>
        <w:t>э) в строке «Дотации бюджетам на поддержку мер по обеспечению сбала</w:t>
      </w:r>
      <w:r w:rsidRPr="00A07F49">
        <w:rPr>
          <w:sz w:val="28"/>
          <w:szCs w:val="28"/>
        </w:rPr>
        <w:t>н</w:t>
      </w:r>
      <w:r w:rsidRPr="00A07F49">
        <w:rPr>
          <w:sz w:val="28"/>
          <w:szCs w:val="28"/>
        </w:rPr>
        <w:t>сированности бюджетов» (код 2 02 01003 00 0000 151) цифры «879018,2» зам</w:t>
      </w:r>
      <w:r w:rsidRPr="00A07F49">
        <w:rPr>
          <w:sz w:val="28"/>
          <w:szCs w:val="28"/>
        </w:rPr>
        <w:t>е</w:t>
      </w:r>
      <w:r w:rsidRPr="00A07F49">
        <w:rPr>
          <w:sz w:val="28"/>
          <w:szCs w:val="28"/>
        </w:rPr>
        <w:t>нить цифрами «1200228,6»;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ю) в строке «</w:t>
      </w:r>
      <w:r w:rsidRPr="006975C9">
        <w:rPr>
          <w:sz w:val="28"/>
          <w:szCs w:val="28"/>
        </w:rPr>
        <w:t>Дотации бюджетам субъектов Российской Федерации на по</w:t>
      </w:r>
      <w:r w:rsidRPr="006975C9">
        <w:rPr>
          <w:sz w:val="28"/>
          <w:szCs w:val="28"/>
        </w:rPr>
        <w:t>д</w:t>
      </w:r>
      <w:r w:rsidRPr="006975C9">
        <w:rPr>
          <w:sz w:val="28"/>
          <w:szCs w:val="28"/>
        </w:rPr>
        <w:t>держку мер по обеспечению сбалансированности бюджетов</w:t>
      </w:r>
      <w:r>
        <w:rPr>
          <w:sz w:val="28"/>
          <w:szCs w:val="28"/>
        </w:rPr>
        <w:t>» (код 2 02 01003 02 0000 151) цифры «879018,2» заменить цифрами «1200228,6»;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я) в строке «</w:t>
      </w:r>
      <w:r w:rsidRPr="006975C9">
        <w:rPr>
          <w:sz w:val="28"/>
          <w:szCs w:val="28"/>
        </w:rPr>
        <w:t>Субсидии бюджетам бюджетной системы Российской Федер</w:t>
      </w:r>
      <w:r w:rsidRPr="006975C9">
        <w:rPr>
          <w:sz w:val="28"/>
          <w:szCs w:val="28"/>
        </w:rPr>
        <w:t>а</w:t>
      </w:r>
      <w:r w:rsidRPr="006975C9">
        <w:rPr>
          <w:sz w:val="28"/>
          <w:szCs w:val="28"/>
        </w:rPr>
        <w:t>ции (межбюджетные субсидии)</w:t>
      </w:r>
      <w:r>
        <w:rPr>
          <w:sz w:val="28"/>
          <w:szCs w:val="28"/>
        </w:rPr>
        <w:t>» (код 2 02 02000 00 0000 151) цифры «1425715,095» заменить цифрами «1853558,195»;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975C9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</w:t>
      </w:r>
      <w:r w:rsidRPr="006975C9">
        <w:rPr>
          <w:sz w:val="28"/>
          <w:szCs w:val="28"/>
        </w:rPr>
        <w:t>Субсидии бюджетам на реализацию федеральных целевых программ</w:t>
      </w:r>
      <w:r>
        <w:rPr>
          <w:sz w:val="28"/>
          <w:szCs w:val="28"/>
        </w:rPr>
        <w:t>» (код 2 02 02051 00 0000 151) цифры «77867,4» заменить цифрами «82126,4»;</w:t>
      </w:r>
    </w:p>
    <w:p w:rsidR="00766415" w:rsidRDefault="00766415" w:rsidP="006975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6975C9">
        <w:rPr>
          <w:sz w:val="28"/>
          <w:szCs w:val="28"/>
        </w:rPr>
        <w:t>Субсидии бюджетам субъектов Российской Федерации на ре</w:t>
      </w:r>
      <w:r w:rsidRPr="006975C9">
        <w:rPr>
          <w:sz w:val="28"/>
          <w:szCs w:val="28"/>
        </w:rPr>
        <w:t>а</w:t>
      </w:r>
      <w:r w:rsidRPr="006975C9">
        <w:rPr>
          <w:sz w:val="28"/>
          <w:szCs w:val="28"/>
        </w:rPr>
        <w:t>лизацию федеральных целевых программ</w:t>
      </w:r>
      <w:r>
        <w:rPr>
          <w:sz w:val="28"/>
          <w:szCs w:val="28"/>
        </w:rPr>
        <w:t>» (код 2 02 02051 02 0000 151) цифры «77867,4» заменить цифрами «82126,4»;</w:t>
      </w:r>
    </w:p>
    <w:p w:rsidR="00766415" w:rsidRDefault="00766415" w:rsidP="00BB22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975C9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6975C9">
        <w:trPr>
          <w:trHeight w:val="1125"/>
        </w:trPr>
        <w:tc>
          <w:tcPr>
            <w:tcW w:w="3119" w:type="dxa"/>
          </w:tcPr>
          <w:p w:rsidR="00766415" w:rsidRPr="006975C9" w:rsidRDefault="00766415" w:rsidP="006975C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75C9">
              <w:rPr>
                <w:sz w:val="28"/>
                <w:szCs w:val="28"/>
              </w:rPr>
              <w:t>2 02 02101 02 0000 151</w:t>
            </w:r>
          </w:p>
        </w:tc>
        <w:tc>
          <w:tcPr>
            <w:tcW w:w="5528" w:type="dxa"/>
          </w:tcPr>
          <w:p w:rsidR="00766415" w:rsidRPr="006975C9" w:rsidRDefault="00766415" w:rsidP="009839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75C9">
              <w:rPr>
                <w:sz w:val="28"/>
                <w:szCs w:val="28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418" w:type="dxa"/>
            <w:noWrap/>
            <w:vAlign w:val="bottom"/>
          </w:tcPr>
          <w:p w:rsidR="00766415" w:rsidRPr="006975C9" w:rsidRDefault="00766415" w:rsidP="006975C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75C9">
              <w:rPr>
                <w:sz w:val="28"/>
                <w:szCs w:val="28"/>
              </w:rPr>
              <w:t>11192,0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6975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6975C9" w:rsidRDefault="00766415" w:rsidP="006975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75C9">
              <w:rPr>
                <w:sz w:val="28"/>
                <w:szCs w:val="28"/>
              </w:rPr>
              <w:t>«2 02 02118 02 0000 151</w:t>
            </w:r>
          </w:p>
        </w:tc>
        <w:tc>
          <w:tcPr>
            <w:tcW w:w="5528" w:type="dxa"/>
          </w:tcPr>
          <w:p w:rsidR="00766415" w:rsidRPr="006975C9" w:rsidRDefault="00766415" w:rsidP="009839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75C9">
              <w:rPr>
                <w:sz w:val="28"/>
                <w:szCs w:val="28"/>
              </w:rPr>
              <w:t>Субсидии бюджетам субъектов Российской Федерации на софинансирование социал</w:t>
            </w:r>
            <w:r w:rsidRPr="006975C9">
              <w:rPr>
                <w:sz w:val="28"/>
                <w:szCs w:val="28"/>
              </w:rPr>
              <w:t>ь</w:t>
            </w:r>
            <w:r w:rsidRPr="006975C9">
              <w:rPr>
                <w:sz w:val="28"/>
                <w:szCs w:val="28"/>
              </w:rPr>
              <w:t>ных программ субъектов Российской Фед</w:t>
            </w:r>
            <w:r w:rsidRPr="006975C9">
              <w:rPr>
                <w:sz w:val="28"/>
                <w:szCs w:val="28"/>
              </w:rPr>
              <w:t>е</w:t>
            </w:r>
            <w:r w:rsidRPr="006975C9">
              <w:rPr>
                <w:sz w:val="28"/>
                <w:szCs w:val="28"/>
              </w:rPr>
              <w:t>рации, связанных с укреплением матер</w:t>
            </w:r>
            <w:r w:rsidRPr="006975C9">
              <w:rPr>
                <w:sz w:val="28"/>
                <w:szCs w:val="28"/>
              </w:rPr>
              <w:t>и</w:t>
            </w:r>
            <w:r w:rsidRPr="006975C9">
              <w:rPr>
                <w:sz w:val="28"/>
                <w:szCs w:val="28"/>
              </w:rPr>
              <w:t>ально-технической базы учреждений соц</w:t>
            </w:r>
            <w:r w:rsidRPr="006975C9">
              <w:rPr>
                <w:sz w:val="28"/>
                <w:szCs w:val="28"/>
              </w:rPr>
              <w:t>и</w:t>
            </w:r>
            <w:r w:rsidRPr="006975C9">
              <w:rPr>
                <w:sz w:val="28"/>
                <w:szCs w:val="28"/>
              </w:rPr>
              <w:t>ального обслуживания населения и оказ</w:t>
            </w:r>
            <w:r w:rsidRPr="006975C9">
              <w:rPr>
                <w:sz w:val="28"/>
                <w:szCs w:val="28"/>
              </w:rPr>
              <w:t>а</w:t>
            </w:r>
            <w:r w:rsidRPr="006975C9">
              <w:rPr>
                <w:sz w:val="28"/>
                <w:szCs w:val="28"/>
              </w:rPr>
              <w:t>нием адресной социальной помощи нераб</w:t>
            </w:r>
            <w:r w:rsidRPr="006975C9">
              <w:rPr>
                <w:sz w:val="28"/>
                <w:szCs w:val="28"/>
              </w:rPr>
              <w:t>о</w:t>
            </w:r>
            <w:r w:rsidRPr="006975C9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1418" w:type="dxa"/>
            <w:noWrap/>
            <w:vAlign w:val="bottom"/>
          </w:tcPr>
          <w:p w:rsidR="00766415" w:rsidRPr="006975C9" w:rsidRDefault="00766415" w:rsidP="0098390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75C9">
              <w:rPr>
                <w:sz w:val="28"/>
                <w:szCs w:val="28"/>
              </w:rPr>
              <w:t>3198,4»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766415" w:rsidRDefault="00766415" w:rsidP="009839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Default="00766415" w:rsidP="009839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02177 02 0000 151</w:t>
            </w:r>
          </w:p>
        </w:tc>
        <w:tc>
          <w:tcPr>
            <w:tcW w:w="5528" w:type="dxa"/>
          </w:tcPr>
          <w:p w:rsidR="00766415" w:rsidRDefault="00766415" w:rsidP="0098390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на возмещение части затрат на закладку и уход за многолетними плодов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и ягодными насаждениями</w:t>
            </w:r>
          </w:p>
        </w:tc>
        <w:tc>
          <w:tcPr>
            <w:tcW w:w="1418" w:type="dxa"/>
            <w:noWrap/>
            <w:vAlign w:val="bottom"/>
          </w:tcPr>
          <w:p w:rsidR="00766415" w:rsidRDefault="00766415" w:rsidP="0098390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1444,9»</w:t>
            </w:r>
          </w:p>
        </w:tc>
      </w:tr>
    </w:tbl>
    <w:p w:rsidR="00766415" w:rsidRDefault="00766415" w:rsidP="00983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983906" w:rsidRDefault="00766415" w:rsidP="009839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3906">
              <w:rPr>
                <w:sz w:val="28"/>
                <w:szCs w:val="28"/>
              </w:rPr>
              <w:t>2 02 02178 02 0000 151</w:t>
            </w:r>
          </w:p>
        </w:tc>
        <w:tc>
          <w:tcPr>
            <w:tcW w:w="5528" w:type="dxa"/>
          </w:tcPr>
          <w:p w:rsidR="00766415" w:rsidRPr="00983906" w:rsidRDefault="00766415" w:rsidP="009839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3906">
              <w:rPr>
                <w:sz w:val="28"/>
                <w:szCs w:val="28"/>
              </w:rPr>
              <w:t>Субсидии бюджетам субъектов Российской Федерации на поддержку экономически значимых региональных программ в обла</w:t>
            </w:r>
            <w:r w:rsidRPr="00983906">
              <w:rPr>
                <w:sz w:val="28"/>
                <w:szCs w:val="28"/>
              </w:rPr>
              <w:t>с</w:t>
            </w:r>
            <w:r w:rsidRPr="00983906">
              <w:rPr>
                <w:sz w:val="28"/>
                <w:szCs w:val="28"/>
              </w:rPr>
              <w:t>ти растениеводства</w:t>
            </w:r>
          </w:p>
        </w:tc>
        <w:tc>
          <w:tcPr>
            <w:tcW w:w="1418" w:type="dxa"/>
            <w:noWrap/>
            <w:vAlign w:val="bottom"/>
          </w:tcPr>
          <w:p w:rsidR="00766415" w:rsidRPr="006975C9" w:rsidRDefault="00766415" w:rsidP="0098390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3906">
              <w:rPr>
                <w:sz w:val="28"/>
                <w:szCs w:val="28"/>
              </w:rPr>
              <w:t>10344,0»;</w:t>
            </w:r>
          </w:p>
        </w:tc>
      </w:tr>
    </w:tbl>
    <w:p w:rsidR="00766415" w:rsidRDefault="00766415" w:rsidP="009839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Default="00766415" w:rsidP="009839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02185 02 0000 151</w:t>
            </w:r>
          </w:p>
        </w:tc>
        <w:tc>
          <w:tcPr>
            <w:tcW w:w="5528" w:type="dxa"/>
          </w:tcPr>
          <w:p w:rsidR="00766415" w:rsidRDefault="00766415" w:rsidP="008848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3906">
              <w:rPr>
                <w:sz w:val="28"/>
                <w:szCs w:val="28"/>
              </w:rPr>
              <w:t>Субсидии бюджетам субъектов Российской Федерации на поддержку племенного ж</w:t>
            </w:r>
            <w:r w:rsidRPr="00983906">
              <w:rPr>
                <w:sz w:val="28"/>
                <w:szCs w:val="28"/>
              </w:rPr>
              <w:t>и</w:t>
            </w:r>
            <w:r w:rsidRPr="00983906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1418" w:type="dxa"/>
            <w:noWrap/>
            <w:vAlign w:val="bottom"/>
          </w:tcPr>
          <w:p w:rsidR="00766415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21373,6»</w:t>
            </w:r>
          </w:p>
        </w:tc>
      </w:tr>
    </w:tbl>
    <w:p w:rsidR="00766415" w:rsidRDefault="00766415" w:rsidP="009839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983906" w:rsidRDefault="00766415" w:rsidP="009839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3906">
              <w:rPr>
                <w:sz w:val="28"/>
                <w:szCs w:val="28"/>
              </w:rPr>
              <w:t>2 02 021</w:t>
            </w:r>
            <w:r>
              <w:rPr>
                <w:sz w:val="28"/>
                <w:szCs w:val="28"/>
              </w:rPr>
              <w:t>86</w:t>
            </w:r>
            <w:r w:rsidRPr="00983906">
              <w:rPr>
                <w:sz w:val="28"/>
                <w:szCs w:val="28"/>
              </w:rPr>
              <w:t xml:space="preserve"> 02 0000 151</w:t>
            </w:r>
          </w:p>
        </w:tc>
        <w:tc>
          <w:tcPr>
            <w:tcW w:w="5528" w:type="dxa"/>
          </w:tcPr>
          <w:p w:rsidR="00766415" w:rsidRPr="00983906" w:rsidRDefault="00766415" w:rsidP="008848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83906">
              <w:rPr>
                <w:sz w:val="28"/>
                <w:szCs w:val="28"/>
              </w:rPr>
              <w:t>Субсидии бюджетам субъектов Российской Федерации на 1 килограмм реализованного и (или) отгруженного на собственную пер</w:t>
            </w:r>
            <w:r w:rsidRPr="00983906">
              <w:rPr>
                <w:sz w:val="28"/>
                <w:szCs w:val="28"/>
              </w:rPr>
              <w:t>е</w:t>
            </w:r>
            <w:r w:rsidRPr="00983906">
              <w:rPr>
                <w:sz w:val="28"/>
                <w:szCs w:val="28"/>
              </w:rPr>
              <w:t>работ</w:t>
            </w:r>
            <w:r>
              <w:rPr>
                <w:sz w:val="28"/>
                <w:szCs w:val="28"/>
              </w:rPr>
              <w:t>к</w:t>
            </w:r>
            <w:r w:rsidRPr="00983906">
              <w:rPr>
                <w:sz w:val="28"/>
                <w:szCs w:val="28"/>
              </w:rPr>
              <w:t xml:space="preserve">у молока  </w:t>
            </w:r>
          </w:p>
        </w:tc>
        <w:tc>
          <w:tcPr>
            <w:tcW w:w="1418" w:type="dxa"/>
            <w:noWrap/>
            <w:vAlign w:val="bottom"/>
          </w:tcPr>
          <w:p w:rsidR="00766415" w:rsidRPr="006975C9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34959,4</w:t>
            </w:r>
            <w:r w:rsidRPr="00983906"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AC53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Default="00766415" w:rsidP="00AC53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02193 02 0000 151</w:t>
            </w:r>
          </w:p>
        </w:tc>
        <w:tc>
          <w:tcPr>
            <w:tcW w:w="5528" w:type="dxa"/>
          </w:tcPr>
          <w:p w:rsidR="00766415" w:rsidRPr="00D133BF" w:rsidRDefault="00766415" w:rsidP="008848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133BF">
              <w:rPr>
                <w:spacing w:val="-4"/>
                <w:sz w:val="28"/>
                <w:szCs w:val="28"/>
              </w:rPr>
              <w:t>Субсидии бюджетам субъектов Российской Федерации на поддержку племенного кру</w:t>
            </w:r>
            <w:r w:rsidRPr="00D133BF">
              <w:rPr>
                <w:spacing w:val="-4"/>
                <w:sz w:val="28"/>
                <w:szCs w:val="28"/>
              </w:rPr>
              <w:t>п</w:t>
            </w:r>
            <w:r w:rsidRPr="00D133BF">
              <w:rPr>
                <w:spacing w:val="-4"/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1418" w:type="dxa"/>
            <w:noWrap/>
            <w:vAlign w:val="bottom"/>
          </w:tcPr>
          <w:p w:rsidR="00766415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415,9»</w:t>
            </w:r>
          </w:p>
        </w:tc>
      </w:tr>
    </w:tbl>
    <w:p w:rsidR="00766415" w:rsidRDefault="00766415" w:rsidP="00AC53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983906" w:rsidRDefault="00766415" w:rsidP="00AC53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3906">
              <w:rPr>
                <w:sz w:val="28"/>
                <w:szCs w:val="28"/>
              </w:rPr>
              <w:t>2 02 021</w:t>
            </w:r>
            <w:r>
              <w:rPr>
                <w:sz w:val="28"/>
                <w:szCs w:val="28"/>
              </w:rPr>
              <w:t>95</w:t>
            </w:r>
            <w:r w:rsidRPr="00983906">
              <w:rPr>
                <w:sz w:val="28"/>
                <w:szCs w:val="28"/>
              </w:rPr>
              <w:t xml:space="preserve"> 02 0000 151</w:t>
            </w:r>
          </w:p>
        </w:tc>
        <w:tc>
          <w:tcPr>
            <w:tcW w:w="5528" w:type="dxa"/>
          </w:tcPr>
          <w:p w:rsidR="00766415" w:rsidRPr="00983906" w:rsidRDefault="00766415" w:rsidP="008848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C530A">
              <w:rPr>
                <w:sz w:val="28"/>
                <w:szCs w:val="28"/>
              </w:rPr>
              <w:t>Субсидии бюджетам субъектов Российской Федерации на возмещение части процен</w:t>
            </w:r>
            <w:r w:rsidRPr="00AC530A">
              <w:rPr>
                <w:sz w:val="28"/>
                <w:szCs w:val="28"/>
              </w:rPr>
              <w:t>т</w:t>
            </w:r>
            <w:r w:rsidRPr="00AC530A">
              <w:rPr>
                <w:sz w:val="28"/>
                <w:szCs w:val="28"/>
              </w:rPr>
              <w:t>ной ставки по инвестиционным кредитам на строительство и реконструкцию объе</w:t>
            </w:r>
            <w:r w:rsidRPr="00AC530A">
              <w:rPr>
                <w:sz w:val="28"/>
                <w:szCs w:val="28"/>
              </w:rPr>
              <w:t>к</w:t>
            </w:r>
            <w:r w:rsidRPr="00AC530A">
              <w:rPr>
                <w:sz w:val="28"/>
                <w:szCs w:val="28"/>
              </w:rPr>
              <w:t>тов мясного скотоводства</w:t>
            </w:r>
          </w:p>
        </w:tc>
        <w:tc>
          <w:tcPr>
            <w:tcW w:w="1418" w:type="dxa"/>
            <w:noWrap/>
            <w:vAlign w:val="bottom"/>
          </w:tcPr>
          <w:p w:rsidR="00766415" w:rsidRPr="006975C9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3161,6</w:t>
            </w:r>
            <w:r w:rsidRPr="00983906"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AC53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AC530A">
        <w:rPr>
          <w:sz w:val="28"/>
          <w:szCs w:val="28"/>
        </w:rPr>
        <w:t>Субсидии бюджетам на модернизацию региональных систем дошкольного образования</w:t>
      </w:r>
      <w:r>
        <w:rPr>
          <w:sz w:val="28"/>
          <w:szCs w:val="28"/>
        </w:rPr>
        <w:t>» (код 2 02 02204 00 0000 151) цифры «203399,5»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«559525,7»;</w:t>
      </w:r>
    </w:p>
    <w:p w:rsidR="00766415" w:rsidRDefault="00766415" w:rsidP="00AC53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AC530A">
        <w:rPr>
          <w:sz w:val="28"/>
          <w:szCs w:val="28"/>
        </w:rPr>
        <w:t>Субсидии бюджетам субъектов Росс</w:t>
      </w:r>
      <w:r>
        <w:rPr>
          <w:sz w:val="28"/>
          <w:szCs w:val="28"/>
        </w:rPr>
        <w:t>и</w:t>
      </w:r>
      <w:r w:rsidRPr="00AC530A">
        <w:rPr>
          <w:sz w:val="28"/>
          <w:szCs w:val="28"/>
        </w:rPr>
        <w:t>йской Федерации на м</w:t>
      </w:r>
      <w:r w:rsidRPr="00AC530A">
        <w:rPr>
          <w:sz w:val="28"/>
          <w:szCs w:val="28"/>
        </w:rPr>
        <w:t>о</w:t>
      </w:r>
      <w:r w:rsidRPr="00AC530A">
        <w:rPr>
          <w:sz w:val="28"/>
          <w:szCs w:val="28"/>
        </w:rPr>
        <w:t>дернизацию региональных систем дошкольного образования</w:t>
      </w:r>
      <w:r>
        <w:rPr>
          <w:sz w:val="28"/>
          <w:szCs w:val="28"/>
        </w:rPr>
        <w:t>» (код 2 02 02204 02 0000 151) цифры «203399,5» заменить цифрами «559525,7»;</w:t>
      </w:r>
    </w:p>
    <w:p w:rsidR="00766415" w:rsidRDefault="00766415" w:rsidP="00AC53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528"/>
        <w:gridCol w:w="1560"/>
      </w:tblGrid>
      <w:tr w:rsidR="00766415" w:rsidRPr="006975C9" w:rsidTr="00A1338A">
        <w:trPr>
          <w:trHeight w:val="1125"/>
        </w:trPr>
        <w:tc>
          <w:tcPr>
            <w:tcW w:w="3119" w:type="dxa"/>
          </w:tcPr>
          <w:p w:rsidR="00766415" w:rsidRPr="00983906" w:rsidRDefault="00766415" w:rsidP="00AC53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3906">
              <w:rPr>
                <w:sz w:val="28"/>
                <w:szCs w:val="28"/>
              </w:rPr>
              <w:t>2 02 02</w:t>
            </w:r>
            <w:r>
              <w:rPr>
                <w:sz w:val="28"/>
                <w:szCs w:val="28"/>
              </w:rPr>
              <w:t>208</w:t>
            </w:r>
            <w:r w:rsidRPr="00983906">
              <w:rPr>
                <w:sz w:val="28"/>
                <w:szCs w:val="28"/>
              </w:rPr>
              <w:t xml:space="preserve"> 02 0000 151</w:t>
            </w:r>
          </w:p>
        </w:tc>
        <w:tc>
          <w:tcPr>
            <w:tcW w:w="5528" w:type="dxa"/>
          </w:tcPr>
          <w:p w:rsidR="00766415" w:rsidRPr="00AC530A" w:rsidRDefault="00766415" w:rsidP="00AC530A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C530A">
              <w:rPr>
                <w:spacing w:val="-6"/>
                <w:sz w:val="28"/>
                <w:szCs w:val="28"/>
              </w:rPr>
              <w:t>Субсидии бюджетам субъектов Российской Федерации на реализацию отдельных мер</w:t>
            </w:r>
            <w:r w:rsidRPr="00AC530A">
              <w:rPr>
                <w:spacing w:val="-6"/>
                <w:sz w:val="28"/>
                <w:szCs w:val="28"/>
              </w:rPr>
              <w:t>о</w:t>
            </w:r>
            <w:r w:rsidRPr="00AC530A">
              <w:rPr>
                <w:spacing w:val="-6"/>
                <w:sz w:val="28"/>
                <w:szCs w:val="28"/>
              </w:rPr>
              <w:t>приятий государственной программы Росси</w:t>
            </w:r>
            <w:r w:rsidRPr="00AC530A">
              <w:rPr>
                <w:spacing w:val="-6"/>
                <w:sz w:val="28"/>
                <w:szCs w:val="28"/>
              </w:rPr>
              <w:t>й</w:t>
            </w:r>
            <w:r w:rsidRPr="00AC530A">
              <w:rPr>
                <w:spacing w:val="-6"/>
                <w:sz w:val="28"/>
                <w:szCs w:val="28"/>
              </w:rPr>
              <w:t>ской Федерации «Развитие здравоохранения»</w:t>
            </w:r>
          </w:p>
        </w:tc>
        <w:tc>
          <w:tcPr>
            <w:tcW w:w="1560" w:type="dxa"/>
            <w:noWrap/>
            <w:vAlign w:val="bottom"/>
          </w:tcPr>
          <w:p w:rsidR="00766415" w:rsidRPr="006975C9" w:rsidRDefault="00766415" w:rsidP="00A133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22529,8</w:t>
            </w:r>
            <w:r w:rsidRPr="00983906"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AC53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528"/>
        <w:gridCol w:w="1560"/>
      </w:tblGrid>
      <w:tr w:rsidR="00766415" w:rsidRPr="006975C9" w:rsidTr="00A1338A">
        <w:trPr>
          <w:trHeight w:val="1125"/>
        </w:trPr>
        <w:tc>
          <w:tcPr>
            <w:tcW w:w="3119" w:type="dxa"/>
          </w:tcPr>
          <w:p w:rsidR="00766415" w:rsidRPr="00A1338A" w:rsidRDefault="00766415" w:rsidP="00A133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«2 02 02215 00 0000 151</w:t>
            </w:r>
          </w:p>
        </w:tc>
        <w:tc>
          <w:tcPr>
            <w:tcW w:w="5528" w:type="dxa"/>
          </w:tcPr>
          <w:p w:rsidR="00766415" w:rsidRPr="00A1338A" w:rsidRDefault="00766415" w:rsidP="00A133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Субсидии бюджетам на создание в общео</w:t>
            </w:r>
            <w:r w:rsidRPr="00A1338A">
              <w:rPr>
                <w:sz w:val="28"/>
                <w:szCs w:val="28"/>
              </w:rPr>
              <w:t>б</w:t>
            </w:r>
            <w:r w:rsidRPr="00A1338A">
              <w:rPr>
                <w:sz w:val="28"/>
                <w:szCs w:val="28"/>
              </w:rPr>
              <w:t>разовательных организациях, расположе</w:t>
            </w:r>
            <w:r w:rsidRPr="00A1338A">
              <w:rPr>
                <w:sz w:val="28"/>
                <w:szCs w:val="28"/>
              </w:rPr>
              <w:t>н</w:t>
            </w:r>
            <w:r w:rsidRPr="00A1338A">
              <w:rPr>
                <w:sz w:val="28"/>
                <w:szCs w:val="28"/>
              </w:rPr>
              <w:t>ных в сельской местности, условий для з</w:t>
            </w:r>
            <w:r w:rsidRPr="00A1338A">
              <w:rPr>
                <w:sz w:val="28"/>
                <w:szCs w:val="28"/>
              </w:rPr>
              <w:t>а</w:t>
            </w:r>
            <w:r w:rsidRPr="00A1338A">
              <w:rPr>
                <w:sz w:val="28"/>
                <w:szCs w:val="28"/>
              </w:rPr>
              <w:t>нятий физической культурой и спортом</w:t>
            </w:r>
          </w:p>
        </w:tc>
        <w:tc>
          <w:tcPr>
            <w:tcW w:w="1560" w:type="dxa"/>
            <w:noWrap/>
            <w:vAlign w:val="bottom"/>
          </w:tcPr>
          <w:p w:rsidR="00766415" w:rsidRPr="006975C9" w:rsidRDefault="00766415" w:rsidP="00A1338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15794,5</w:t>
            </w:r>
          </w:p>
        </w:tc>
      </w:tr>
      <w:tr w:rsidR="00766415" w:rsidRPr="00A1338A" w:rsidTr="00A1338A">
        <w:trPr>
          <w:trHeight w:val="1125"/>
        </w:trPr>
        <w:tc>
          <w:tcPr>
            <w:tcW w:w="3119" w:type="dxa"/>
          </w:tcPr>
          <w:p w:rsidR="00766415" w:rsidRPr="00A1338A" w:rsidRDefault="00766415" w:rsidP="00A133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2 02 02215 02 0000 151</w:t>
            </w:r>
          </w:p>
        </w:tc>
        <w:tc>
          <w:tcPr>
            <w:tcW w:w="5528" w:type="dxa"/>
          </w:tcPr>
          <w:p w:rsidR="00766415" w:rsidRPr="00A1338A" w:rsidRDefault="00766415" w:rsidP="00A133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Субсидии бюджетам субъектов Российской Федерации  на создание в общеобразов</w:t>
            </w:r>
            <w:r w:rsidRPr="00A1338A">
              <w:rPr>
                <w:sz w:val="28"/>
                <w:szCs w:val="28"/>
              </w:rPr>
              <w:t>а</w:t>
            </w:r>
            <w:r w:rsidRPr="00A1338A">
              <w:rPr>
                <w:sz w:val="28"/>
                <w:szCs w:val="28"/>
              </w:rPr>
              <w:t>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60" w:type="dxa"/>
            <w:noWrap/>
            <w:vAlign w:val="bottom"/>
          </w:tcPr>
          <w:p w:rsidR="00766415" w:rsidRPr="00A1338A" w:rsidRDefault="00766415" w:rsidP="00A1338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1338A">
              <w:rPr>
                <w:sz w:val="28"/>
                <w:szCs w:val="28"/>
              </w:rPr>
              <w:t>15794,5»;</w:t>
            </w:r>
          </w:p>
        </w:tc>
      </w:tr>
    </w:tbl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A1338A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>» (код 2 02 04000 00 0000 151) цифры «2481713,6» заменить цифрами «2496838,6»;</w:t>
      </w:r>
    </w:p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528"/>
        <w:gridCol w:w="1560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983906" w:rsidRDefault="00766415" w:rsidP="00A133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04066 02 0000 151</w:t>
            </w:r>
          </w:p>
        </w:tc>
        <w:tc>
          <w:tcPr>
            <w:tcW w:w="5528" w:type="dxa"/>
          </w:tcPr>
          <w:p w:rsidR="00766415" w:rsidRPr="00AC530A" w:rsidRDefault="00766415" w:rsidP="008848D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405E54">
              <w:rPr>
                <w:spacing w:val="-6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1560" w:type="dxa"/>
            <w:noWrap/>
            <w:vAlign w:val="bottom"/>
          </w:tcPr>
          <w:p w:rsidR="00766415" w:rsidRPr="006975C9" w:rsidRDefault="00766415" w:rsidP="00A133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1390,4</w:t>
            </w:r>
            <w:r w:rsidRPr="00983906"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A133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528"/>
        <w:gridCol w:w="1560"/>
      </w:tblGrid>
      <w:tr w:rsidR="00766415" w:rsidRPr="006975C9" w:rsidTr="008848D4">
        <w:trPr>
          <w:trHeight w:val="1125"/>
        </w:trPr>
        <w:tc>
          <w:tcPr>
            <w:tcW w:w="3119" w:type="dxa"/>
          </w:tcPr>
          <w:p w:rsidR="00766415" w:rsidRPr="00983906" w:rsidRDefault="00766415" w:rsidP="00A133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02 04076 02 0000 151</w:t>
            </w:r>
          </w:p>
        </w:tc>
        <w:tc>
          <w:tcPr>
            <w:tcW w:w="5528" w:type="dxa"/>
          </w:tcPr>
          <w:p w:rsidR="00766415" w:rsidRPr="00AC530A" w:rsidRDefault="00766415" w:rsidP="008848D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1338A">
              <w:rPr>
                <w:spacing w:val="-6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 в организациях отдыха детей и их оздоровл</w:t>
            </w:r>
            <w:r w:rsidRPr="00A1338A">
              <w:rPr>
                <w:spacing w:val="-6"/>
                <w:sz w:val="28"/>
                <w:szCs w:val="28"/>
              </w:rPr>
              <w:t>е</w:t>
            </w:r>
            <w:r w:rsidRPr="00A1338A">
              <w:rPr>
                <w:spacing w:val="-6"/>
                <w:sz w:val="28"/>
                <w:szCs w:val="28"/>
              </w:rPr>
              <w:t xml:space="preserve">ния, расположенных в Республике Крым и </w:t>
            </w:r>
            <w:r>
              <w:rPr>
                <w:spacing w:val="-6"/>
                <w:sz w:val="28"/>
                <w:szCs w:val="28"/>
              </w:rPr>
              <w:br/>
            </w:r>
            <w:r w:rsidRPr="00A1338A">
              <w:rPr>
                <w:spacing w:val="-6"/>
                <w:sz w:val="28"/>
                <w:szCs w:val="28"/>
              </w:rPr>
              <w:t>г.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A1338A">
              <w:rPr>
                <w:spacing w:val="-6"/>
                <w:sz w:val="28"/>
                <w:szCs w:val="28"/>
              </w:rPr>
              <w:t>Севастополе</w:t>
            </w:r>
          </w:p>
        </w:tc>
        <w:tc>
          <w:tcPr>
            <w:tcW w:w="1560" w:type="dxa"/>
            <w:noWrap/>
            <w:vAlign w:val="bottom"/>
          </w:tcPr>
          <w:p w:rsidR="00766415" w:rsidRPr="006975C9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15125,0»;</w:t>
            </w:r>
          </w:p>
        </w:tc>
      </w:tr>
    </w:tbl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 в строке «</w:t>
      </w:r>
      <w:r w:rsidRPr="00A1338A">
        <w:rPr>
          <w:sz w:val="28"/>
          <w:szCs w:val="28"/>
        </w:rPr>
        <w:t>Доходы бюджетной системы Российской Федерации от во</w:t>
      </w:r>
      <w:r w:rsidRPr="00A1338A">
        <w:rPr>
          <w:sz w:val="28"/>
          <w:szCs w:val="28"/>
        </w:rPr>
        <w:t>з</w:t>
      </w:r>
      <w:r w:rsidRPr="00A1338A">
        <w:rPr>
          <w:sz w:val="28"/>
          <w:szCs w:val="28"/>
        </w:rPr>
        <w:t>врата бюджетами бюджетной системы Российской Федерации и организациями остатков субсидий, субвенций и иных межбюджетных трансфертов, имеющих ц</w:t>
      </w:r>
      <w:r w:rsidRPr="00A1338A">
        <w:rPr>
          <w:sz w:val="28"/>
          <w:szCs w:val="28"/>
        </w:rPr>
        <w:t>е</w:t>
      </w:r>
      <w:r w:rsidRPr="00A1338A">
        <w:rPr>
          <w:sz w:val="28"/>
          <w:szCs w:val="28"/>
        </w:rPr>
        <w:t>левое назначение, прошлых лет</w:t>
      </w:r>
      <w:r>
        <w:rPr>
          <w:sz w:val="28"/>
          <w:szCs w:val="28"/>
        </w:rPr>
        <w:t>» (код 2 18 00000 00 0000 000) цифры «36025,5215» заменить цифрами «37734,25806»;</w:t>
      </w:r>
    </w:p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A1338A">
        <w:rPr>
          <w:sz w:val="28"/>
          <w:szCs w:val="28"/>
        </w:rPr>
        <w:t>Доходы бюджетов бюджетной системы Российской Федер</w:t>
      </w:r>
      <w:r w:rsidRPr="00A1338A">
        <w:rPr>
          <w:sz w:val="28"/>
          <w:szCs w:val="28"/>
        </w:rPr>
        <w:t>а</w:t>
      </w:r>
      <w:r w:rsidRPr="00A1338A">
        <w:rPr>
          <w:sz w:val="28"/>
          <w:szCs w:val="28"/>
        </w:rPr>
        <w:t>ции от возврата  бюджетами бюджетной системы Российской Федерации остатков субсидий, субвенций и иных межбюджетных трансфертов, имеющих целевое н</w:t>
      </w:r>
      <w:r w:rsidRPr="00A1338A">
        <w:rPr>
          <w:sz w:val="28"/>
          <w:szCs w:val="28"/>
        </w:rPr>
        <w:t>а</w:t>
      </w:r>
      <w:r w:rsidRPr="00A1338A">
        <w:rPr>
          <w:sz w:val="28"/>
          <w:szCs w:val="28"/>
        </w:rPr>
        <w:t>значение, прошлых лет</w:t>
      </w:r>
      <w:r>
        <w:rPr>
          <w:sz w:val="28"/>
          <w:szCs w:val="28"/>
        </w:rPr>
        <w:t>» (код 2 18 00000 00 0000 151) цифры «35413,18088»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«36531,01744»;</w:t>
      </w:r>
    </w:p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 в строке «</w:t>
      </w:r>
      <w:r w:rsidRPr="00A1338A">
        <w:rPr>
          <w:sz w:val="28"/>
          <w:szCs w:val="28"/>
        </w:rPr>
        <w:t>Доходы бюджетов субъектов Российской Федерации от во</w:t>
      </w:r>
      <w:r w:rsidRPr="00A1338A">
        <w:rPr>
          <w:sz w:val="28"/>
          <w:szCs w:val="28"/>
        </w:rPr>
        <w:t>з</w:t>
      </w:r>
      <w:r>
        <w:rPr>
          <w:sz w:val="28"/>
          <w:szCs w:val="28"/>
        </w:rPr>
        <w:t>врата б</w:t>
      </w:r>
      <w:r w:rsidRPr="00A1338A">
        <w:rPr>
          <w:sz w:val="28"/>
          <w:szCs w:val="28"/>
        </w:rPr>
        <w:t>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>» (код 2 18 02000 02 0000 151) цифры «35413,18088»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«36531,01744»;</w:t>
      </w:r>
    </w:p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8848D4">
        <w:rPr>
          <w:sz w:val="28"/>
          <w:szCs w:val="28"/>
        </w:rPr>
        <w:t>Доходы бюджетов субъектов Российской Федерации от во</w:t>
      </w:r>
      <w:r w:rsidRPr="008848D4">
        <w:rPr>
          <w:sz w:val="28"/>
          <w:szCs w:val="28"/>
        </w:rPr>
        <w:t>з</w:t>
      </w:r>
      <w:r w:rsidRPr="008848D4">
        <w:rPr>
          <w:sz w:val="28"/>
          <w:szCs w:val="28"/>
        </w:rPr>
        <w:t>врата остатков субсидий, субвенций и иных межбюджетных трансфертов, име</w:t>
      </w:r>
      <w:r w:rsidRPr="008848D4">
        <w:rPr>
          <w:sz w:val="28"/>
          <w:szCs w:val="28"/>
        </w:rPr>
        <w:t>ю</w:t>
      </w:r>
      <w:r w:rsidRPr="008848D4">
        <w:rPr>
          <w:sz w:val="28"/>
          <w:szCs w:val="28"/>
        </w:rPr>
        <w:t>щих целевое назначение, прошлых лет из бюджетов муниципальных районов</w:t>
      </w:r>
      <w:r>
        <w:rPr>
          <w:sz w:val="28"/>
          <w:szCs w:val="28"/>
        </w:rPr>
        <w:t>» (код 2 18 02040 02 0000 151) цифры «33068,06189» заменить цифрами «34185,89845»;</w:t>
      </w:r>
    </w:p>
    <w:p w:rsidR="00766415" w:rsidRDefault="00766415" w:rsidP="008848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8848D4">
        <w:rPr>
          <w:sz w:val="28"/>
          <w:szCs w:val="28"/>
        </w:rPr>
        <w:t>Доходы бюджетов бюджетной системы Российской Федер</w:t>
      </w:r>
      <w:r w:rsidRPr="008848D4">
        <w:rPr>
          <w:sz w:val="28"/>
          <w:szCs w:val="28"/>
        </w:rPr>
        <w:t>а</w:t>
      </w:r>
      <w:r w:rsidRPr="008848D4">
        <w:rPr>
          <w:sz w:val="28"/>
          <w:szCs w:val="28"/>
        </w:rPr>
        <w:t>ции от возврата организациями остатков субсидий прошлых лет</w:t>
      </w:r>
      <w:r>
        <w:rPr>
          <w:sz w:val="28"/>
          <w:szCs w:val="28"/>
        </w:rPr>
        <w:t>» (код 2 18 00000 00 0000 180) цифры «612,34062» заменить цифрами «1203,24062»;</w:t>
      </w:r>
    </w:p>
    <w:p w:rsidR="00766415" w:rsidRDefault="00766415" w:rsidP="008848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 в строке «</w:t>
      </w:r>
      <w:r w:rsidRPr="008848D4">
        <w:rPr>
          <w:sz w:val="28"/>
          <w:szCs w:val="28"/>
        </w:rPr>
        <w:t>Доходы бюджетов субъектов Российской Федерации от во</w:t>
      </w:r>
      <w:r w:rsidRPr="008848D4">
        <w:rPr>
          <w:sz w:val="28"/>
          <w:szCs w:val="28"/>
        </w:rPr>
        <w:t>з</w:t>
      </w:r>
      <w:r w:rsidRPr="008848D4">
        <w:rPr>
          <w:sz w:val="28"/>
          <w:szCs w:val="28"/>
        </w:rPr>
        <w:t>врата  организациями остатков субсидий прошлых лет</w:t>
      </w:r>
      <w:r>
        <w:rPr>
          <w:sz w:val="28"/>
          <w:szCs w:val="28"/>
        </w:rPr>
        <w:t>» (код 2 18 02000 02 0000 180) цифры «612,34062» заменить цифрами «1203,24062»;</w:t>
      </w:r>
    </w:p>
    <w:p w:rsidR="00766415" w:rsidRDefault="00766415" w:rsidP="00A13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после строки</w:t>
      </w:r>
    </w:p>
    <w:tbl>
      <w:tblPr>
        <w:tblW w:w="10349" w:type="dxa"/>
        <w:tblInd w:w="-176" w:type="dxa"/>
        <w:tblLook w:val="00A0"/>
      </w:tblPr>
      <w:tblGrid>
        <w:gridCol w:w="3212"/>
        <w:gridCol w:w="5451"/>
        <w:gridCol w:w="1686"/>
      </w:tblGrid>
      <w:tr w:rsidR="00766415" w:rsidRPr="006975C9" w:rsidTr="008848D4">
        <w:trPr>
          <w:trHeight w:val="1125"/>
        </w:trPr>
        <w:tc>
          <w:tcPr>
            <w:tcW w:w="3212" w:type="dxa"/>
          </w:tcPr>
          <w:p w:rsidR="00766415" w:rsidRPr="00983906" w:rsidRDefault="00766415" w:rsidP="008848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18 02000 02 0000 180</w:t>
            </w:r>
          </w:p>
        </w:tc>
        <w:tc>
          <w:tcPr>
            <w:tcW w:w="5451" w:type="dxa"/>
          </w:tcPr>
          <w:p w:rsidR="00766415" w:rsidRPr="00AC530A" w:rsidRDefault="00766415" w:rsidP="008848D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8848D4">
              <w:rPr>
                <w:sz w:val="28"/>
                <w:szCs w:val="28"/>
              </w:rPr>
              <w:t>Доходы бюджетов субъектов Российской Федерации от возврата  организациями о</w:t>
            </w:r>
            <w:r w:rsidRPr="008848D4">
              <w:rPr>
                <w:sz w:val="28"/>
                <w:szCs w:val="28"/>
              </w:rPr>
              <w:t>с</w:t>
            </w:r>
            <w:r w:rsidRPr="008848D4">
              <w:rPr>
                <w:sz w:val="28"/>
                <w:szCs w:val="28"/>
              </w:rPr>
              <w:t>татков субсидий прошлых лет</w:t>
            </w:r>
          </w:p>
        </w:tc>
        <w:tc>
          <w:tcPr>
            <w:tcW w:w="1686" w:type="dxa"/>
            <w:noWrap/>
            <w:vAlign w:val="bottom"/>
          </w:tcPr>
          <w:p w:rsidR="00766415" w:rsidRPr="006975C9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1203,24062»</w:t>
            </w:r>
          </w:p>
        </w:tc>
      </w:tr>
    </w:tbl>
    <w:p w:rsidR="00766415" w:rsidRDefault="00766415" w:rsidP="00884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Look w:val="00A0"/>
      </w:tblPr>
      <w:tblGrid>
        <w:gridCol w:w="3212"/>
        <w:gridCol w:w="5451"/>
        <w:gridCol w:w="1686"/>
      </w:tblGrid>
      <w:tr w:rsidR="00766415" w:rsidRPr="006975C9" w:rsidTr="008848D4">
        <w:trPr>
          <w:trHeight w:val="1125"/>
        </w:trPr>
        <w:tc>
          <w:tcPr>
            <w:tcW w:w="3212" w:type="dxa"/>
          </w:tcPr>
          <w:p w:rsidR="00766415" w:rsidRPr="00983906" w:rsidRDefault="00766415" w:rsidP="008848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 18 02010 02 0000 180</w:t>
            </w:r>
          </w:p>
        </w:tc>
        <w:tc>
          <w:tcPr>
            <w:tcW w:w="5451" w:type="dxa"/>
          </w:tcPr>
          <w:p w:rsidR="00766415" w:rsidRPr="00AC530A" w:rsidRDefault="00766415" w:rsidP="008848D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8848D4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8848D4">
              <w:rPr>
                <w:sz w:val="28"/>
                <w:szCs w:val="28"/>
              </w:rPr>
              <w:t>е</w:t>
            </w:r>
            <w:r w:rsidRPr="008848D4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1686" w:type="dxa"/>
            <w:noWrap/>
            <w:vAlign w:val="bottom"/>
          </w:tcPr>
          <w:p w:rsidR="00766415" w:rsidRPr="006975C9" w:rsidRDefault="00766415" w:rsidP="008848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590,9»;</w:t>
            </w:r>
          </w:p>
        </w:tc>
      </w:tr>
    </w:tbl>
    <w:p w:rsidR="00766415" w:rsidRDefault="00766415" w:rsidP="008848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 в строке «ИТОГО» цифры «33647809,94873» заменить цифрами «34743697,18529»;</w:t>
      </w:r>
    </w:p>
    <w:p w:rsidR="00766415" w:rsidRPr="00E04AE1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D133BF">
        <w:rPr>
          <w:sz w:val="28"/>
          <w:szCs w:val="28"/>
        </w:rPr>
        <w:t>7) в приложении 8:</w:t>
      </w:r>
      <w:r w:rsidRPr="00E04AE1">
        <w:rPr>
          <w:sz w:val="28"/>
          <w:szCs w:val="28"/>
        </w:rPr>
        <w:t xml:space="preserve"> 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133BF">
        <w:rPr>
          <w:sz w:val="28"/>
          <w:szCs w:val="28"/>
        </w:rPr>
        <w:t xml:space="preserve">) в строке «Увеличение остатков средств бюджетов» (код 01 05 00 00 00 </w:t>
      </w:r>
      <w:r w:rsidRPr="00EE1197">
        <w:rPr>
          <w:sz w:val="28"/>
          <w:szCs w:val="28"/>
        </w:rPr>
        <w:t>0000 500) цифры «-42806927,14873» заменить цифрами «-43765152,78529»;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E1197">
        <w:rPr>
          <w:sz w:val="28"/>
          <w:szCs w:val="28"/>
        </w:rPr>
        <w:t>) в строке «Увеличение прочих остатков средств бюджетов» (код 01 05 02 00 00 0000 500) цифры «-42806927,14873» заменить цифрами «-43765152,78529»;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E1197">
        <w:rPr>
          <w:sz w:val="28"/>
          <w:szCs w:val="28"/>
        </w:rPr>
        <w:t xml:space="preserve">) в строке «Увеличение прочих остатков денежных средств бюджетов» (код 01 05 02 01 00 0000 510) цифры «-42806927,14873» заменить цифрами </w:t>
      </w:r>
      <w:r>
        <w:rPr>
          <w:sz w:val="28"/>
          <w:szCs w:val="28"/>
        </w:rPr>
        <w:br/>
      </w:r>
      <w:r w:rsidRPr="00EE1197">
        <w:rPr>
          <w:sz w:val="28"/>
          <w:szCs w:val="28"/>
        </w:rPr>
        <w:t>«-43765152,78529»;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E1197">
        <w:rPr>
          <w:sz w:val="28"/>
          <w:szCs w:val="28"/>
        </w:rPr>
        <w:t xml:space="preserve">) в строке «Увеличение прочих остатков денежных средств бюджетов субъектов Российской Федерации» (код 01 05 02 01 02 0000 510) цифры </w:t>
      </w:r>
      <w:r w:rsidRPr="00EE1197">
        <w:rPr>
          <w:sz w:val="28"/>
          <w:szCs w:val="28"/>
        </w:rPr>
        <w:br/>
        <w:t>«-42806927,14873» заменить цифрами «-43765152,78529»;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E1197">
        <w:rPr>
          <w:sz w:val="28"/>
          <w:szCs w:val="28"/>
        </w:rPr>
        <w:t>) в строке «Уменьшение остатков средств бюджетов» (код 01 05 00 00 00 0000 600) цифры «43364174,60148» заменить цифрами «44322400,23804»;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E1197">
        <w:rPr>
          <w:sz w:val="28"/>
          <w:szCs w:val="28"/>
        </w:rPr>
        <w:t>е) в строке «Уменьшение прочих остатков средств бюджетов» (код 01 05 02 00 00 0000 600) цифры «43364174,60148» заменить цифрами «44322400,23804»;</w:t>
      </w:r>
    </w:p>
    <w:p w:rsidR="00766415" w:rsidRPr="00EE1197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E1197">
        <w:rPr>
          <w:sz w:val="28"/>
          <w:szCs w:val="28"/>
        </w:rPr>
        <w:t>ж) в строке «Уменьшение прочих остатков денежных средств бюджетов» (код 01 05 02 01 00 0000 610) цифры «43364174,60148» заменить цифрами «44322400,23804»;</w:t>
      </w:r>
    </w:p>
    <w:p w:rsidR="00766415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 w:rsidRPr="00EE1197">
        <w:rPr>
          <w:sz w:val="28"/>
          <w:szCs w:val="28"/>
        </w:rPr>
        <w:t>з) в строке «Уменьшение прочих остатков денежных средств бюджетов субъектов Российской Федерации» (код 01 05 02 01 02 0000 610) цифры «43364174,60148» заменить цифрами «44322400,23804»;</w:t>
      </w:r>
    </w:p>
    <w:p w:rsidR="00766415" w:rsidRDefault="00766415" w:rsidP="00E04A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приложение 10 изложить в следующей редакции:</w:t>
      </w:r>
    </w:p>
    <w:p w:rsidR="00766415" w:rsidRDefault="00766415">
      <w:r>
        <w:br w:type="page"/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766415" w:rsidRPr="00A13440" w:rsidTr="00A43115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13440" w:rsidRDefault="00766415" w:rsidP="00A43115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</w:tc>
      </w:tr>
      <w:tr w:rsidR="00766415" w:rsidRPr="00A13440" w:rsidTr="00A43115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766415" w:rsidRPr="00A13440" w:rsidRDefault="00766415" w:rsidP="00A4311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ind w:left="601"/>
              <w:jc w:val="center"/>
              <w:rPr>
                <w:sz w:val="28"/>
                <w:szCs w:val="28"/>
              </w:rPr>
            </w:pPr>
            <w:r w:rsidRPr="00A13440">
              <w:rPr>
                <w:sz w:val="28"/>
                <w:szCs w:val="28"/>
              </w:rPr>
              <w:t>к Закону Ульяновской области</w:t>
            </w:r>
            <w:r w:rsidRPr="00A134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>Об областном бюдж</w:t>
            </w:r>
            <w:r>
              <w:rPr>
                <w:sz w:val="28"/>
                <w:szCs w:val="28"/>
              </w:rPr>
              <w:t xml:space="preserve">ете </w:t>
            </w:r>
            <w:r>
              <w:rPr>
                <w:sz w:val="28"/>
                <w:szCs w:val="28"/>
              </w:rPr>
              <w:br/>
              <w:t>Ульяновской области на 2014</w:t>
            </w:r>
            <w:r w:rsidRPr="00A13440">
              <w:rPr>
                <w:sz w:val="28"/>
                <w:szCs w:val="28"/>
              </w:rPr>
              <w:t xml:space="preserve"> год </w:t>
            </w:r>
            <w:r w:rsidRPr="00A13440">
              <w:rPr>
                <w:sz w:val="28"/>
                <w:szCs w:val="28"/>
              </w:rPr>
              <w:br/>
              <w:t>и на плановый период 201</w:t>
            </w:r>
            <w:r>
              <w:rPr>
                <w:sz w:val="28"/>
                <w:szCs w:val="28"/>
              </w:rPr>
              <w:t>5</w:t>
            </w:r>
            <w:r w:rsidRPr="00A13440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13440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766415" w:rsidRPr="00A13440" w:rsidTr="00A43115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</w:tr>
      <w:tr w:rsidR="00766415" w:rsidRPr="00A13440" w:rsidTr="00A43115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13440" w:rsidRDefault="00766415" w:rsidP="00A43115">
            <w:pPr>
              <w:rPr>
                <w:sz w:val="28"/>
                <w:szCs w:val="28"/>
              </w:rPr>
            </w:pPr>
          </w:p>
        </w:tc>
      </w:tr>
      <w:tr w:rsidR="00766415" w:rsidRPr="00A13440" w:rsidTr="00A43115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A5B04" w:rsidRDefault="00766415" w:rsidP="00A43115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766415" w:rsidRPr="00FA5B04" w:rsidRDefault="00766415" w:rsidP="00A43115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Ульяновской области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FA5B04">
              <w:rPr>
                <w:b/>
                <w:bCs/>
                <w:sz w:val="28"/>
                <w:szCs w:val="28"/>
              </w:rPr>
              <w:t xml:space="preserve"> год по разделам, подразделам,</w:t>
            </w:r>
          </w:p>
          <w:p w:rsidR="00766415" w:rsidRPr="00FA5B04" w:rsidRDefault="00766415" w:rsidP="00A43115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целевым статьям и видам расходов классификации расходов</w:t>
            </w:r>
          </w:p>
          <w:p w:rsidR="00766415" w:rsidRPr="009B623F" w:rsidRDefault="00766415" w:rsidP="00A43115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бюджетов Российской Федерации </w:t>
            </w:r>
          </w:p>
        </w:tc>
      </w:tr>
      <w:tr w:rsidR="00766415" w:rsidRPr="00A13440" w:rsidTr="00A43115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9B623F" w:rsidRDefault="00766415" w:rsidP="00A43115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9B623F" w:rsidRDefault="00766415" w:rsidP="00A43115">
            <w:pPr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66415" w:rsidRPr="009B623F" w:rsidTr="00A43115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9B623F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9B623F" w:rsidRDefault="00766415" w:rsidP="00A43115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9B623F" w:rsidRDefault="00766415" w:rsidP="00A43115">
            <w:pPr>
              <w:jc w:val="right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9B623F" w:rsidRDefault="00766415" w:rsidP="008F3D06">
      <w:pPr>
        <w:rPr>
          <w:sz w:val="2"/>
          <w:szCs w:val="2"/>
        </w:rPr>
      </w:pPr>
    </w:p>
    <w:p w:rsidR="00766415" w:rsidRPr="00782C83" w:rsidRDefault="00766415" w:rsidP="008F3D06">
      <w:pPr>
        <w:spacing w:line="360" w:lineRule="auto"/>
        <w:ind w:firstLine="709"/>
        <w:jc w:val="both"/>
        <w:rPr>
          <w:sz w:val="2"/>
          <w:szCs w:val="2"/>
        </w:rPr>
      </w:pPr>
      <w:bookmarkStart w:id="0" w:name="RANGE!A1:D80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567"/>
        <w:gridCol w:w="567"/>
        <w:gridCol w:w="1276"/>
        <w:gridCol w:w="709"/>
        <w:gridCol w:w="2126"/>
      </w:tblGrid>
      <w:tr w:rsidR="00766415" w:rsidRPr="00AF29CC" w:rsidTr="00A43115">
        <w:trPr>
          <w:trHeight w:val="20"/>
          <w:tblHeader/>
        </w:trPr>
        <w:tc>
          <w:tcPr>
            <w:tcW w:w="4678" w:type="dxa"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</w:tcPr>
          <w:p w:rsidR="00766415" w:rsidRPr="009B623F" w:rsidRDefault="00766415" w:rsidP="00A4311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ПР</w:t>
            </w:r>
          </w:p>
        </w:tc>
        <w:tc>
          <w:tcPr>
            <w:tcW w:w="1276" w:type="dxa"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ВР</w:t>
            </w:r>
          </w:p>
        </w:tc>
        <w:tc>
          <w:tcPr>
            <w:tcW w:w="2126" w:type="dxa"/>
            <w:noWrap/>
            <w:vAlign w:val="center"/>
          </w:tcPr>
          <w:p w:rsidR="00766415" w:rsidRPr="009B623F" w:rsidRDefault="00766415" w:rsidP="00A43115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Сумма</w:t>
            </w:r>
          </w:p>
        </w:tc>
      </w:tr>
    </w:tbl>
    <w:p w:rsidR="00766415" w:rsidRPr="008D51D4" w:rsidRDefault="00766415" w:rsidP="00E04AE1">
      <w:pPr>
        <w:spacing w:line="360" w:lineRule="auto"/>
        <w:ind w:firstLine="709"/>
        <w:jc w:val="both"/>
        <w:rPr>
          <w:sz w:val="2"/>
          <w:szCs w:val="2"/>
        </w:rPr>
      </w:pPr>
    </w:p>
    <w:tbl>
      <w:tblPr>
        <w:tblW w:w="9923" w:type="dxa"/>
        <w:tblInd w:w="-34" w:type="dxa"/>
        <w:tblLook w:val="00A0"/>
      </w:tblPr>
      <w:tblGrid>
        <w:gridCol w:w="4678"/>
        <w:gridCol w:w="567"/>
        <w:gridCol w:w="567"/>
        <w:gridCol w:w="1276"/>
        <w:gridCol w:w="709"/>
        <w:gridCol w:w="2126"/>
      </w:tblGrid>
      <w:tr w:rsidR="00766415" w:rsidTr="008D51D4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15" w:rsidRDefault="0076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Default="0076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Default="0076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Default="0076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Default="0076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Default="00766415" w:rsidP="008D51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1824890,35272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ностного лица субъекта Российской Федерации 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(представительных)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и представ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109630,715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89187,0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20320,715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Законодательного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Законодательного Собр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23030,1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16872,1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выплаты, за исключением фонда оплаты труда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органов,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цам, привлекаемым согласно зак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нодательству для выполнения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полнительных органов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186477,6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186477,6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175141,6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166894,1145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4872,1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3215,0855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мировых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шений по возмещению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(государс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высшего исполн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11336,0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11016,7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аппар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63123,6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вых, налоговых и таможенных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и органов финансового (фина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130697,6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130697,6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127268,5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101223,6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 и его заместитель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3406,6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54140,1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53440,1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18941,5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18185,0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6358,3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выборов и референд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автоматизирова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ная информационная система «В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боры»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50176,08905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50176,08905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1194998,36367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99993,4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99993,4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86337,6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13440,9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4276,8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предст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вителя Правительства Ульяновской области, направляемого для работы при Торговом представительстве Российской Федерации в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тивной Республике Германия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государственной пол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тики в области приватизации и управления государственной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венностью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7465,7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7415,7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некоммерческих организаций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ному отделению Общероссийской общественной организации «Асс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циация юристов России» на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сирование затрат, связанных с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тельностью Ассоциации по содейс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вию развитию правового просвещ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и оказанию бесплатной юрид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помощи на территории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Совету муниципальных образований Ульяновской области на финансирование затрат по осущ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ствлению социально ориентирова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видов деятельности в целях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действия развитию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Ульяновской регионал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организации Всероссийской общественной организации ветер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(пенсионеров) войны, труда, Вооружённых Сил и правоохран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ций, связанных с общегосударстве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управлением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092 0300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долга субъекта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мировых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шений по возмещению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(государс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по обеспечению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672537,89367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470901,33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12917,4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184218,26367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по патриотическому воспитанию граждан 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3067,9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в сфере распростран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и использования информацио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и коммуникационных технол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гий, научных исследований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истории и культуры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77448,4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39374,94798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2476,45202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34876,97722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720,02278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по сопровождению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ществляемых при исполнении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органами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6684,24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Фонд оплаты труда казённых учр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2150,0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1815,0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Уплата налога на имущество орган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Российской Федерации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77716,1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депут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тов Государственной Думы и 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мощников в избирательных округах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7839,7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членов Совета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пунктом 1 статьи 4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закона «Об актах гражданского состояния» полномочий Российской Федерации на государственную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гистрацию актов гражданского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67736,8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10337,6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7206,77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1629,23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48557,8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поддержке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проектов в сфере 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проведению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кадастровой оценки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торгов по продаже земельных участков, изъ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тых по решению суда, выкуп в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дарственную собственность земел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участков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культуры и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в сфере культуры и кинемат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30040,2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27070,3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40980,93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тов, относящихся к государственной собственности Ульяновской области и находящихся на территориях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и городских округов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перечня должностных лиц органов местного самоуправл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уполномоченных составлять протоколы об отдельных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ративных правонарушениях,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Кодексом Ульяновской области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публичных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разованием «Новомалыклинский район» государственных полном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чий по подбору и передаче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ральному органу государственной власти, осуществляющему прав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применительные функции, функции по контролю, надзору и оказанию государственных услуг в сфере 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грации, в целях размещения спец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альных учреждений, предусмотре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Федеральным законом от 25 июля 2002 года № 115-ФЗ «О прав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вом положении иностранных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в Российской Федерации»,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с прилегающими земельными участками, соответствующих треб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ваниям, установленным Правител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ством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12891,9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03.10.2012 № 131-ЗО «О бесплатной юридич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помощи на территории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05.05.2011 № 73-ЗО «О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градах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06.10.2011 № 170-ЗО «О мерах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поддержки общественных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динений пожарной охраны и добр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вольных пожарных в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внедрению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татов космической деятельности и созданию инфраструктуры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странственных данных в интересах социально-экономического развития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развитию эле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тронного документооборота Прав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Ульяновской области и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полнительных органов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власти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снижению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барьеров, оптимизации и повышению качества предоставл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государственных услуг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нительными органами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власти Ульяновской области и муниципальных услуг органами местного самоуправления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613 0000 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15505,8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уровня доступности информационных и коммуникационных технологий для физических и юридических лиц в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3604,0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Средства на реализацию постано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ления Губернатора Ульяновской о</w:t>
            </w:r>
            <w:r w:rsidRPr="008D51D4">
              <w:rPr>
                <w:sz w:val="28"/>
                <w:szCs w:val="28"/>
              </w:rPr>
              <w:t>б</w:t>
            </w:r>
            <w:r w:rsidRPr="008D51D4">
              <w:rPr>
                <w:sz w:val="28"/>
                <w:szCs w:val="28"/>
              </w:rPr>
              <w:t>ласти от 03.06.2014 № 59 «Об учр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ждении ежегодной премии Губерн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тора Ульяновской области «За вклад в развитие межнациональных отн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шений в Ульяновской области»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670 0000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670 0000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мер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отдельных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«Содействие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тию институтов гражданского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ства, поддержка социально ориент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рованных некоммерческих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добровольческой (волонтё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ской) деятельности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субсидий социально ориентированным некоммерческим организациям на возмещение затрат, связанных с осуществлением уста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деятельности и реализацией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циальных проектов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организации и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ведению Гражданского форума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и профилактике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программы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Вовлечение общественности в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 по предупреждению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Предупреждение и пресечение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ступлений с участием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объектов на территории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роту на территории Ульяновской области» на 2014-2018 годы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«Обеспечение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«Культура в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зданий для областных государственных учреждений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 и областных государственных архивов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на приобр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тение объектов недвижимого им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щества в государственную (муниц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по первичному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инскому учёту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в области перви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воинского учёта на территор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ях, где отсутствуют военные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сариаты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безопасность и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398179,8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ская оборона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137437,4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77037,8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68174,4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60399,6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ных ситуаций природного и техн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генного характера на территории Ульяновской области» на 2014-2016 годы государственной программы Ульяновской области «Обеспечение правопорядка и безопасности жи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недеятельности на территории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области» на 2014-2018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60399,6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системы обеспечения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зова экстренных оперативных служб по единому номеру «112»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комплексной системы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тренного оповещения населения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Освежение запасов средств индив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дуальной защиты для гражданской обороны 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территориального страх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фонда документации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пожарной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260742,4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260214,8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238884,0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12110,9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ных ситуаций природного и техн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генного характера на территории Ульяновской области» на 2014-2016 годы государственной программы Ульяновской области «Обеспечение правопорядка и безопасности жи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недеятельности на территории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области» на 2014-2018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пожарных частей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тивопожарной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4986517,717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272744,73926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76314,24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76314,24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60723,7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13434,1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судебных актов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мировых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шений по возмещению вреда,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власти (государс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тате деятельности казённых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дополнительных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в сфере занятости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в сфере занятости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139199,59927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7544,18737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18943,6059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324,251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46018,89999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«Содействие занят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45705,79999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36153,01999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20491,95299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8461,267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дополнительных мероприятий в сфере занятости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589,053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589,053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нению рабочих мест в организациях производственной сферы,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ляющих реструктуризацию и моде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низацию производства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затрат юридических лиц, индивидуальных предприним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телей на оборудование (оснащение) рабочих мест для инвалидов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ленных на снижение напряжённости на рынке труда среди незанятых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валидов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277,947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277,947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Профессиональное обучение и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полнительное профессиональное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2858,18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2858,18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«Оказание содейс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ников, проживающих за рубежом» государственной программы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«Социальная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держка и защита населения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оказанию содейс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и профилактике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программы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помощи лицам, освобо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дённым от отбывания наказания в виде лишения свободы, и содействие их социальной реабилитации в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1244445,28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64250,4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64250,4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56224,0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1356,6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осуществляющие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 в сфере сельского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обеспечивающие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услуг в области живо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128251,1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3466A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3466A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83466A">
              <w:rPr>
                <w:color w:val="000000"/>
                <w:spacing w:val="-4"/>
                <w:sz w:val="28"/>
                <w:szCs w:val="28"/>
              </w:rPr>
              <w:t>р</w:t>
            </w:r>
            <w:r w:rsidRPr="0083466A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83466A">
              <w:rPr>
                <w:color w:val="000000"/>
                <w:spacing w:val="-4"/>
                <w:sz w:val="28"/>
                <w:szCs w:val="28"/>
              </w:rPr>
              <w:t>и</w:t>
            </w:r>
            <w:r w:rsidRPr="0083466A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128251,1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3466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сфере организации отлова безнадзорных домашних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745333,78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3466A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Реализация мероприятий федерал</w:t>
            </w:r>
            <w:r w:rsidRPr="0083466A">
              <w:rPr>
                <w:sz w:val="28"/>
                <w:szCs w:val="28"/>
              </w:rPr>
              <w:t>ь</w:t>
            </w:r>
            <w:r w:rsidRPr="0083466A">
              <w:rPr>
                <w:sz w:val="28"/>
                <w:szCs w:val="28"/>
              </w:rPr>
              <w:t>ной целевой программы «Устойч</w:t>
            </w:r>
            <w:r w:rsidRPr="0083466A">
              <w:rPr>
                <w:sz w:val="28"/>
                <w:szCs w:val="28"/>
              </w:rPr>
              <w:t>и</w:t>
            </w:r>
            <w:r w:rsidRPr="0083466A">
              <w:rPr>
                <w:sz w:val="28"/>
                <w:szCs w:val="28"/>
              </w:rPr>
              <w:t>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Pr="0083466A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3466A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3466A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66A">
              <w:rPr>
                <w:sz w:val="28"/>
                <w:szCs w:val="28"/>
              </w:rPr>
              <w:t>4259,0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4259,0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затрат на прио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затрат на раско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чёвку выбывших из эксплуатации старых садов и рекультивацию 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затрат на закла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ку и уход за многолетними плод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выми и ягодными насаждениями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1444,9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584 5035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10344,0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584 5035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10344,0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процентной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по краткосрочным кредитам (займам) на развитие растениеводс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переработки и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37672,4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37672,4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процентной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по инвестиционным кредитам (займам) на развитие растениеводс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переработки и развития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и логистического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рынков продукции растени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48280,8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48280,8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затрат сельскох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ленной по договору сельскохозяйс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венного страхования в области 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тениеводства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61145,4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несвязанной поддержки сельскохозяйственным товаропрои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водителям в области растениеводс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177073,1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177073,1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племенного животново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21373,6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21373,6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 на 1 килограмм реализ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584 5043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34959,4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584 5043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34959,4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процентной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по краткосрочным кредитам (займам) на развитие животноводс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переработки и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 животноводства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процентной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по инвестиционным кредитам (займам) на развитие животноводс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переработки и развития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и логистического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рынков продукции животн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125490,1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125490,1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Возмещение части процентной ста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584 5052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3161,6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584 5052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3161,6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семейных животноводч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11276,0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процентной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158400,6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158400,6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части затрат крестья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ских (фермерских) хозяйств, вкл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чая индивидуальных предприним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телей, при оформлении в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ность используемых ими земельных участков из земель сельскохозяйс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венного назначения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хозяйства и регулирование ры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ков сельскохозяйственной проду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ции, сырья и продовольствия в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 2014-2020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279594,4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сельских территорий»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 и регулирование рынков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30399,5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местных инициатив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ждан, проживающих в сельской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8D51D4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8D51D4">
              <w:rPr>
                <w:spacing w:val="-4"/>
                <w:sz w:val="28"/>
                <w:szCs w:val="28"/>
              </w:rPr>
              <w:t>а</w:t>
            </w:r>
            <w:r w:rsidRPr="008D51D4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8D51D4">
              <w:rPr>
                <w:spacing w:val="-4"/>
                <w:sz w:val="28"/>
                <w:szCs w:val="28"/>
              </w:rPr>
              <w:t>н</w:t>
            </w:r>
            <w:r w:rsidRPr="008D51D4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и популяризация дост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25399,5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мелиор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земель сельскохозяйственного назначения» государственной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сельского хозяйства и регул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рование рынков сельскохозяйстве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продукции, сырья и продовол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перевооружение мелиор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тивных систем общего и индивид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ального пользования и отдельно расположенных гидротехнических сооружений, принадлежащих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скохозяйственным товаропроизв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дителям на праве собственности или переданных в пользование в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сельского хозяйства» государственной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сельского хозяйства и регул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рование рынков сельскохозяйстве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продукции, сырья и продовол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240694,9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9B4A4A" w:rsidRDefault="00766415" w:rsidP="009B4A4A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9B4A4A">
              <w:rPr>
                <w:spacing w:val="-8"/>
                <w:sz w:val="28"/>
                <w:szCs w:val="28"/>
              </w:rPr>
              <w:t>Субсидии на поддержку сельскохозя</w:t>
            </w:r>
            <w:r w:rsidRPr="009B4A4A">
              <w:rPr>
                <w:spacing w:val="-8"/>
                <w:sz w:val="28"/>
                <w:szCs w:val="28"/>
              </w:rPr>
              <w:t>й</w:t>
            </w:r>
            <w:r w:rsidRPr="009B4A4A">
              <w:rPr>
                <w:spacing w:val="-8"/>
                <w:sz w:val="28"/>
                <w:szCs w:val="28"/>
              </w:rPr>
              <w:t>ственных товаропроизводителей, гос</w:t>
            </w:r>
            <w:r w:rsidRPr="009B4A4A">
              <w:rPr>
                <w:spacing w:val="-8"/>
                <w:sz w:val="28"/>
                <w:szCs w:val="28"/>
              </w:rPr>
              <w:t>у</w:t>
            </w:r>
            <w:r w:rsidRPr="009B4A4A">
              <w:rPr>
                <w:spacing w:val="-8"/>
                <w:sz w:val="28"/>
                <w:szCs w:val="28"/>
              </w:rPr>
              <w:t>дарственную поддержку кредитования малых форм хозяйствования на селе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237719,7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237719,7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9B4A4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закупками 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варов, работ и услуг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9B4A4A" w:rsidRDefault="00766415" w:rsidP="009B4A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B4A4A">
              <w:rPr>
                <w:color w:val="000000"/>
                <w:sz w:val="28"/>
                <w:szCs w:val="28"/>
              </w:rPr>
              <w:t>Расходы, связанные с закупками т</w:t>
            </w:r>
            <w:r w:rsidRPr="009B4A4A">
              <w:rPr>
                <w:color w:val="000000"/>
                <w:sz w:val="28"/>
                <w:szCs w:val="28"/>
              </w:rPr>
              <w:t>о</w:t>
            </w:r>
            <w:r w:rsidRPr="009B4A4A">
              <w:rPr>
                <w:color w:val="000000"/>
                <w:sz w:val="28"/>
                <w:szCs w:val="28"/>
              </w:rPr>
              <w:t>варов, работ и услуг для обеспеч</w:t>
            </w:r>
            <w:r w:rsidRPr="009B4A4A">
              <w:rPr>
                <w:color w:val="000000"/>
                <w:sz w:val="28"/>
                <w:szCs w:val="28"/>
              </w:rPr>
              <w:t>е</w:t>
            </w:r>
            <w:r w:rsidRPr="009B4A4A">
              <w:rPr>
                <w:color w:val="000000"/>
                <w:sz w:val="28"/>
                <w:szCs w:val="28"/>
              </w:rPr>
              <w:t>ния государственных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146421,299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федеральной целевой программы «Развитие водохозяйс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венного комплекса Российской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дерации в 2012-2020 годах»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(муниципальной)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мероприятия, осуществля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мые за счёт межбюджетных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фертов прошлых лет из федеральн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(муниципальной)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20052,9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20052,9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водохозяйственного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плекса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целевой программы «Развитие водохозяйственного комплекса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в 2012-2020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дах»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3466A" w:rsidRDefault="00766415">
            <w:pPr>
              <w:spacing w:line="360" w:lineRule="auto"/>
              <w:jc w:val="both"/>
              <w:rPr>
                <w:spacing w:val="4"/>
                <w:sz w:val="28"/>
                <w:szCs w:val="28"/>
              </w:rPr>
            </w:pPr>
            <w:r w:rsidRPr="0083466A">
              <w:rPr>
                <w:spacing w:val="4"/>
                <w:sz w:val="28"/>
                <w:szCs w:val="28"/>
              </w:rPr>
              <w:t>Субсидии, за исключением субс</w:t>
            </w:r>
            <w:r w:rsidRPr="0083466A">
              <w:rPr>
                <w:spacing w:val="4"/>
                <w:sz w:val="28"/>
                <w:szCs w:val="28"/>
              </w:rPr>
              <w:t>и</w:t>
            </w:r>
            <w:r w:rsidRPr="0083466A">
              <w:rPr>
                <w:spacing w:val="4"/>
                <w:sz w:val="28"/>
                <w:szCs w:val="28"/>
              </w:rPr>
              <w:t>дий на софинансирование кап</w:t>
            </w:r>
            <w:r w:rsidRPr="0083466A">
              <w:rPr>
                <w:spacing w:val="4"/>
                <w:sz w:val="28"/>
                <w:szCs w:val="28"/>
              </w:rPr>
              <w:t>и</w:t>
            </w:r>
            <w:r w:rsidRPr="0083466A">
              <w:rPr>
                <w:spacing w:val="4"/>
                <w:sz w:val="28"/>
                <w:szCs w:val="28"/>
              </w:rPr>
              <w:t>тальных вложений в объекты гос</w:t>
            </w:r>
            <w:r w:rsidRPr="0083466A">
              <w:rPr>
                <w:spacing w:val="4"/>
                <w:sz w:val="28"/>
                <w:szCs w:val="28"/>
              </w:rPr>
              <w:t>у</w:t>
            </w:r>
            <w:r w:rsidRPr="0083466A">
              <w:rPr>
                <w:spacing w:val="4"/>
                <w:sz w:val="28"/>
                <w:szCs w:val="28"/>
              </w:rPr>
              <w:t>дарственной (муниципальной) со</w:t>
            </w:r>
            <w:r w:rsidRPr="0083466A">
              <w:rPr>
                <w:spacing w:val="4"/>
                <w:sz w:val="28"/>
                <w:szCs w:val="28"/>
              </w:rPr>
              <w:t>б</w:t>
            </w:r>
            <w:r w:rsidRPr="0083466A">
              <w:rPr>
                <w:spacing w:val="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«Охрана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среды и восстановление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2014-2020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33279,999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3466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водох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зяйственного комплекса»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программы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33279,999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23899,999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23899,999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развитию водох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зяйственного комплекса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184420,6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11270,1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2548,12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431,85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567,43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37289,8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мочий в области лесных отношений 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37289,8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31993,5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Учреждения, обеспечивающие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полнение функций в области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128664,05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128664,05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казённых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87103,8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ципальных) услуг (выполнение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18582,45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охране и защите лесов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воспроизводству лесов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3975,15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3975,15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3975,15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«Охрана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среды и восстановление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2014-2020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FB49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лесного хозяйства» государственной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Ульяновской области «О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рана окружающей среды и восст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160966,726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12284,026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организациям воздушного транспорта в целях обеспечения 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тупности внутренних региональных воздушных перевозок пассажиров воздушным транспортом в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12284,026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12284,026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компенсацию недоп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лученных доходов, связанных с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ревозкой пассажиров пригородным железнодорожным транспортом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компенсацию недоп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лученных доходов от перевозки 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сажиров юридическим лицам, инд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видуальным предпринимателям, осуществляющим данную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2674555,2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275412,47718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управление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ным хозяйством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86525,8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44763,3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36008,3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областным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 казённым предприятиям на возмещение части затрат, связанных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188886,67718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188886,67718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по капитальному ремонту и ремонту дворовых территорий мн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гоквартирных домов, проездов к дворовым территориям многоква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тирных домов населённых пунктов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3064,13887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«Формирование и развитие инфраструктуры зон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 Ульяновской области» на 2014-2018 годы государственной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«Фо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мирование благоприятного инвест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3064,13887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бюджету муниципального образования «город Ульяновск» на погашение кредиторской задолже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по оплате услуг, связанных с подготовкой проектной документ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для строительства автомобил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дорог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3064,13887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портной системы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2356078,58395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2240011,93595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2109112,06101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капитального ремонта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(муниципального) имущ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77106,11354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1291275,94312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65290,04322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583848,79355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91591,16758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автомобильных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рог на территории муниципального образования «Инзенское городское поселение» Инзенского района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34998,76024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34998,76024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мостового перехода через реку Малая Сарка на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бильной дороге «Сурское – Шуме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ля» – автомобильная дорога «Мос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ва – Казань» в Сурском районе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«Повышение без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пасности дорожного движения в Ульяновской области в 2014-2018 годах» государственной программы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116066,648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Центра автоматизирова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фиксации административных правонарушений в области безопа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10249,551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16600,449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вышение безопасности дорожного движения на автомобильных дор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гах регионального и межмуниц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расходов, св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занных с обеспечением безопасн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дорожного движения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302963,87274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по сопровождению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ществляемых при исполнении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органами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46823,86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35750,285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10287,425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Средства на реализацию постано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ления Правительства Ульяновской области от 10.09.2012 № 421-П «О некоторых мерах государственной поддержки юридических лиц, реал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зующих инвестиционные проекты в социальной сфере»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308 0000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308 0000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на реализацию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5900,17394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предусмотренные программами развития пилотных инновационнных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5900,17394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5900,17394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Средства на реализацию постано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ления Правительства Ульяновской области от 01.12.2010 № 418-П «О некоторых мерах по реализации 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кона Ульяновской области от 15.03.2005 № 019-ЗО «О развитии инвестиционной деятельности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312 0000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6344,2086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312 0000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6344,2086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Стратегии социально-экономического развития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 области до 2020 года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4916,2388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«Создание комфор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ной среды в Ульяновской области на 2014-2018 годы» государственной программы Ульяновской области «Развитие строительства и архите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1316,2388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 значимых мероприятий в области архитектуры и градостроительства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1266,2388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736,2388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по премированию победит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лей областных конкурсов по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«Увековечение пам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 лиц, внёсших особый вклад в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торию Ульяновской области, в 2014-2018 годах» государственной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бюджету муниципального образования «город Ульяновск» на изготовление и установку памятн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219079,4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«Формирование и развитие инфраструктуры зон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тия Ульяновской области» на 2014-2018 годы государственной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Ульяновской области «Фо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мирование благоприятного инвест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92654,1914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уставного капитала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крытого акционерного общества «Корпорация развития Ульяновской области» в целях оплаты основного долга по кредиту на строительство объектов инфраструктуры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ленных зон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иным юр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дическим лицам в объекты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организациям, которым в соответствии с Законом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ской области от 15.03.2005 </w:t>
            </w:r>
            <w:r>
              <w:rPr>
                <w:color w:val="000000"/>
                <w:sz w:val="28"/>
                <w:szCs w:val="28"/>
              </w:rPr>
              <w:br/>
              <w:t>№ 019-ЗО «О развитии инвестиц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в сфере формирования и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тия инфраструктуры промышленных зон, в целях возмещения затрат ук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занных организаций по уплате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центов по кредитам, полученным на формирование и развитие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32980,0914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32980,0914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уставного капитала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крытого акционерного общества «Корпорация развития Ульяновской области» в целях строительства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инфраструктуры промышле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зон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иным юр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дическим лицам в объекты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инновац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онной деятельности в Ульяновской области» на 2014-2018 годы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программы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 «Формирование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членского взноса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Ассоциацию эк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номического взаимодействия суб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Российской Федерации «А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социация инновационных регионов России»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зациям (за исключением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«Ульяновск – ави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ционная столица» на 2014-2018 годы государственной программы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105325,2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уставного капитала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крытого акционерного общества «Аэропорт Ульяновск» в целях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латы основного долга по кредиту на реконструкцию здания аэровокзала открытого акционерного общества «Аэропорт Ульяновск»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иным юр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дическим лицам в объекты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затрат, связанных с уплатой процентов по привлечённым кредитам, в целях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конструкции объектов аэропортовой инфраструктуры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программы Ульяновской области «Формиров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благоприятного инвестиционн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C8043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автоно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ной некоммерческой организации «Региональный центр поддержки и сопровождения предпринимательс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ва» на обеспечение деятельности центра поддержки предприним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C8043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автоно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ной некоммерческой организации «Центр кластерного развития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области» на обеспечение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E763B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E763BC">
              <w:rPr>
                <w:spacing w:val="-4"/>
                <w:sz w:val="28"/>
                <w:szCs w:val="28"/>
              </w:rPr>
              <w:t>а</w:t>
            </w:r>
            <w:r w:rsidRPr="00E763B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E763BC">
              <w:rPr>
                <w:spacing w:val="-4"/>
                <w:sz w:val="28"/>
                <w:szCs w:val="28"/>
              </w:rPr>
              <w:t>н</w:t>
            </w:r>
            <w:r w:rsidRPr="00E763B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2167EF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 xml:space="preserve">Обеспечение деятельности </w:t>
            </w:r>
            <w:r>
              <w:rPr>
                <w:sz w:val="28"/>
                <w:szCs w:val="28"/>
              </w:rPr>
              <w:t>ц</w:t>
            </w:r>
            <w:r w:rsidRPr="008D51D4">
              <w:rPr>
                <w:sz w:val="28"/>
                <w:szCs w:val="28"/>
              </w:rPr>
              <w:t>ентра кластерного развития для субъектов малого и среднего предприним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тельства посредством предоставл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ния субсидий автономной неко</w:t>
            </w:r>
            <w:r w:rsidRPr="008D51D4">
              <w:rPr>
                <w:sz w:val="28"/>
                <w:szCs w:val="28"/>
              </w:rPr>
              <w:t>м</w:t>
            </w:r>
            <w:r w:rsidRPr="008D51D4">
              <w:rPr>
                <w:sz w:val="28"/>
                <w:szCs w:val="28"/>
              </w:rPr>
              <w:t>мерческой организации «Центр ра</w:t>
            </w:r>
            <w:r w:rsidRPr="008D51D4">
              <w:rPr>
                <w:sz w:val="28"/>
                <w:szCs w:val="28"/>
              </w:rPr>
              <w:t>з</w:t>
            </w:r>
            <w:r w:rsidRPr="008D51D4">
              <w:rPr>
                <w:sz w:val="28"/>
                <w:szCs w:val="28"/>
              </w:rPr>
              <w:t>вития ядерного инновационного кластера города Димитровграда Ульяновской области»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904 2812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1D4">
              <w:rPr>
                <w:sz w:val="28"/>
                <w:szCs w:val="28"/>
              </w:rPr>
              <w:t>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E763B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E763BC">
              <w:rPr>
                <w:spacing w:val="-4"/>
                <w:sz w:val="28"/>
                <w:szCs w:val="28"/>
              </w:rPr>
              <w:t>а</w:t>
            </w:r>
            <w:r w:rsidRPr="00E763B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E763BC">
              <w:rPr>
                <w:spacing w:val="-4"/>
                <w:sz w:val="28"/>
                <w:szCs w:val="28"/>
              </w:rPr>
              <w:t>н</w:t>
            </w:r>
            <w:r w:rsidRPr="00E763B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904 2812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1D4">
              <w:rPr>
                <w:sz w:val="28"/>
                <w:szCs w:val="28"/>
              </w:rPr>
              <w:t>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субъектам малого и сре</w:t>
            </w:r>
            <w:r w:rsidRPr="008D51D4">
              <w:rPr>
                <w:sz w:val="28"/>
                <w:szCs w:val="28"/>
              </w:rPr>
              <w:t>д</w:t>
            </w:r>
            <w:r w:rsidRPr="008D51D4">
              <w:rPr>
                <w:sz w:val="28"/>
                <w:szCs w:val="28"/>
              </w:rPr>
              <w:t>него предпринимательства на ко</w:t>
            </w:r>
            <w:r w:rsidRPr="008D51D4">
              <w:rPr>
                <w:sz w:val="28"/>
                <w:szCs w:val="28"/>
              </w:rPr>
              <w:t>м</w:t>
            </w:r>
            <w:r w:rsidRPr="008D51D4">
              <w:rPr>
                <w:sz w:val="28"/>
                <w:szCs w:val="28"/>
              </w:rPr>
              <w:t>пенсацию части затрат, связанных с обучением и (или) повышением кв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лификации работников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904 2813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250,0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904 2813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250,0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A30D63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Поддержка деятельности Ульяно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ского регионального представител</w:t>
            </w:r>
            <w:r w:rsidRPr="008D51D4">
              <w:rPr>
                <w:sz w:val="28"/>
                <w:szCs w:val="28"/>
              </w:rPr>
              <w:t>ь</w:t>
            </w:r>
            <w:r w:rsidRPr="008D51D4">
              <w:rPr>
                <w:sz w:val="28"/>
                <w:szCs w:val="28"/>
              </w:rPr>
              <w:t>ства Европейского Информационн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 xml:space="preserve">го Корреспондентского Центра </w:t>
            </w:r>
            <w:r>
              <w:rPr>
                <w:sz w:val="28"/>
                <w:szCs w:val="28"/>
              </w:rPr>
              <w:t xml:space="preserve">в России </w:t>
            </w:r>
            <w:r w:rsidRPr="008D51D4">
              <w:rPr>
                <w:sz w:val="28"/>
                <w:szCs w:val="28"/>
              </w:rPr>
              <w:t>посредством предоставления субсидии Фонду «Корпорация по развити</w:t>
            </w:r>
            <w:r>
              <w:rPr>
                <w:sz w:val="28"/>
                <w:szCs w:val="28"/>
              </w:rPr>
              <w:t>ю</w:t>
            </w:r>
            <w:r w:rsidRPr="008D51D4">
              <w:rPr>
                <w:sz w:val="28"/>
                <w:szCs w:val="28"/>
              </w:rPr>
              <w:t xml:space="preserve"> предпринимательства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904 2814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E763B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E763BC">
              <w:rPr>
                <w:spacing w:val="-4"/>
                <w:sz w:val="28"/>
                <w:szCs w:val="28"/>
              </w:rPr>
              <w:t>а</w:t>
            </w:r>
            <w:r w:rsidRPr="00E763B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E763BC">
              <w:rPr>
                <w:spacing w:val="-4"/>
                <w:sz w:val="28"/>
                <w:szCs w:val="28"/>
              </w:rPr>
              <w:t>н</w:t>
            </w:r>
            <w:r w:rsidRPr="00E763B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904 2814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0369AD" w:rsidRDefault="00766415" w:rsidP="00E763BC">
            <w:pPr>
              <w:spacing w:line="353" w:lineRule="auto"/>
              <w:jc w:val="both"/>
              <w:rPr>
                <w:spacing w:val="-6"/>
                <w:sz w:val="28"/>
                <w:szCs w:val="28"/>
              </w:rPr>
            </w:pPr>
            <w:r w:rsidRPr="000369AD">
              <w:rPr>
                <w:spacing w:val="-6"/>
                <w:sz w:val="28"/>
                <w:szCs w:val="28"/>
              </w:rPr>
              <w:t>Субсидирование части затрат, связа</w:t>
            </w:r>
            <w:r w:rsidRPr="000369AD">
              <w:rPr>
                <w:spacing w:val="-6"/>
                <w:sz w:val="28"/>
                <w:szCs w:val="28"/>
              </w:rPr>
              <w:t>н</w:t>
            </w:r>
            <w:r w:rsidRPr="000369AD">
              <w:rPr>
                <w:spacing w:val="-6"/>
                <w:sz w:val="28"/>
                <w:szCs w:val="28"/>
              </w:rPr>
              <w:t>ных с уплатой процентов по кредитам, привлечённым субъектами малого и среднего предпринимательства в ро</w:t>
            </w:r>
            <w:r w:rsidRPr="000369AD">
              <w:rPr>
                <w:spacing w:val="-6"/>
                <w:sz w:val="28"/>
                <w:szCs w:val="28"/>
              </w:rPr>
              <w:t>с</w:t>
            </w:r>
            <w:r w:rsidRPr="000369AD">
              <w:rPr>
                <w:spacing w:val="-6"/>
                <w:sz w:val="28"/>
                <w:szCs w:val="28"/>
              </w:rPr>
              <w:t>сийских кредитных организациях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904 2815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1700,0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904 2815</w:t>
            </w:r>
          </w:p>
        </w:tc>
        <w:tc>
          <w:tcPr>
            <w:tcW w:w="709" w:type="dxa"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1700,0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2167EF" w:rsidRDefault="00766415" w:rsidP="00E763BC">
            <w:pPr>
              <w:spacing w:line="353" w:lineRule="auto"/>
              <w:jc w:val="both"/>
              <w:rPr>
                <w:spacing w:val="-6"/>
                <w:sz w:val="28"/>
                <w:szCs w:val="28"/>
              </w:rPr>
            </w:pPr>
            <w:r w:rsidRPr="002167EF">
              <w:rPr>
                <w:spacing w:val="-6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2167EF">
              <w:rPr>
                <w:spacing w:val="-6"/>
                <w:sz w:val="28"/>
                <w:szCs w:val="28"/>
              </w:rPr>
              <w:t>ь</w:t>
            </w:r>
            <w:r w:rsidRPr="002167EF">
              <w:rPr>
                <w:spacing w:val="-6"/>
                <w:sz w:val="28"/>
                <w:szCs w:val="28"/>
              </w:rPr>
              <w:t>ства на возмещение затрат на орган</w:t>
            </w:r>
            <w:r w:rsidRPr="002167EF">
              <w:rPr>
                <w:spacing w:val="-6"/>
                <w:sz w:val="28"/>
                <w:szCs w:val="28"/>
              </w:rPr>
              <w:t>и</w:t>
            </w:r>
            <w:r w:rsidRPr="002167EF">
              <w:rPr>
                <w:spacing w:val="-6"/>
                <w:sz w:val="28"/>
                <w:szCs w:val="28"/>
              </w:rPr>
              <w:t>зацию групп дневного времяпрепр</w:t>
            </w:r>
            <w:r w:rsidRPr="002167EF">
              <w:rPr>
                <w:spacing w:val="-6"/>
                <w:sz w:val="28"/>
                <w:szCs w:val="28"/>
              </w:rPr>
              <w:t>о</w:t>
            </w:r>
            <w:r w:rsidRPr="002167EF">
              <w:rPr>
                <w:spacing w:val="-6"/>
                <w:sz w:val="28"/>
                <w:szCs w:val="28"/>
              </w:rPr>
              <w:t>вождения детей дошкольного возраста и иных подобных им видов деятельн</w:t>
            </w:r>
            <w:r w:rsidRPr="002167EF">
              <w:rPr>
                <w:spacing w:val="-6"/>
                <w:sz w:val="28"/>
                <w:szCs w:val="28"/>
              </w:rPr>
              <w:t>о</w:t>
            </w:r>
            <w:r w:rsidRPr="002167EF">
              <w:rPr>
                <w:spacing w:val="-6"/>
                <w:sz w:val="28"/>
                <w:szCs w:val="28"/>
              </w:rPr>
              <w:t>сти по уходу и присмотру за детьми</w:t>
            </w:r>
          </w:p>
        </w:tc>
        <w:tc>
          <w:tcPr>
            <w:tcW w:w="567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904 2816</w:t>
            </w:r>
          </w:p>
        </w:tc>
        <w:tc>
          <w:tcPr>
            <w:tcW w:w="709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1000,0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ций), индивидуальным предприн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904 2816</w:t>
            </w:r>
          </w:p>
        </w:tc>
        <w:tc>
          <w:tcPr>
            <w:tcW w:w="709" w:type="dxa"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Pr="00E763BC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E763BC">
              <w:rPr>
                <w:sz w:val="28"/>
                <w:szCs w:val="28"/>
              </w:rPr>
              <w:t>1000,0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2167EF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2167EF">
              <w:rPr>
                <w:color w:val="000000"/>
                <w:sz w:val="28"/>
                <w:szCs w:val="28"/>
              </w:rPr>
              <w:t>я</w:t>
            </w:r>
            <w:r w:rsidRPr="002167EF">
              <w:rPr>
                <w:color w:val="000000"/>
                <w:sz w:val="28"/>
                <w:szCs w:val="28"/>
              </w:rPr>
              <w:t>новской области «Развитие туризма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2167EF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2167E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Рекламно-информационное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 развития туризма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Фонду «Ульяновск – культурная столица» в целях финансирования затрат, св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занных с реализацией проекта «М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зей СССР в городе Ульяновске» как основы формирования культурно-туристского кластера 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E763B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E763BC">
              <w:rPr>
                <w:spacing w:val="-4"/>
                <w:sz w:val="28"/>
                <w:szCs w:val="28"/>
              </w:rPr>
              <w:t>а</w:t>
            </w:r>
            <w:r w:rsidRPr="00E763B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E763BC">
              <w:rPr>
                <w:spacing w:val="-4"/>
                <w:sz w:val="28"/>
                <w:szCs w:val="28"/>
              </w:rPr>
              <w:t>н</w:t>
            </w:r>
            <w:r w:rsidRPr="00E763B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345095,32898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spacing w:val="-6"/>
                <w:sz w:val="28"/>
                <w:szCs w:val="28"/>
              </w:rPr>
            </w:pPr>
            <w:r w:rsidRPr="00E763BC">
              <w:rPr>
                <w:spacing w:val="-6"/>
                <w:sz w:val="28"/>
                <w:szCs w:val="28"/>
              </w:rPr>
              <w:t>Реализация мероприятий федеральной целевой программы «Устойчивое ра</w:t>
            </w:r>
            <w:r w:rsidRPr="00E763BC">
              <w:rPr>
                <w:spacing w:val="-6"/>
                <w:sz w:val="28"/>
                <w:szCs w:val="28"/>
              </w:rPr>
              <w:t>з</w:t>
            </w:r>
            <w:r w:rsidRPr="00E763BC">
              <w:rPr>
                <w:spacing w:val="-6"/>
                <w:sz w:val="28"/>
                <w:szCs w:val="28"/>
              </w:rPr>
              <w:t>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300715,32898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763BC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E763BC">
              <w:rPr>
                <w:color w:val="000000"/>
                <w:spacing w:val="-4"/>
                <w:sz w:val="28"/>
                <w:szCs w:val="28"/>
              </w:rPr>
              <w:t>с</w:t>
            </w:r>
            <w:r w:rsidRPr="00E763BC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E763BC">
              <w:rPr>
                <w:color w:val="000000"/>
                <w:spacing w:val="-4"/>
                <w:sz w:val="28"/>
                <w:szCs w:val="28"/>
              </w:rPr>
              <w:t>н</w:t>
            </w:r>
            <w:r w:rsidRPr="00E763BC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56077,0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3893,3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E763BC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E763BC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E763BC">
              <w:rPr>
                <w:color w:val="000000"/>
                <w:sz w:val="28"/>
                <w:szCs w:val="28"/>
              </w:rPr>
              <w:t>с</w:t>
            </w:r>
            <w:r w:rsidRPr="00E763BC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E763BC">
              <w:rPr>
                <w:color w:val="000000"/>
                <w:sz w:val="28"/>
                <w:szCs w:val="28"/>
              </w:rPr>
              <w:t>у</w:t>
            </w:r>
            <w:r w:rsidRPr="00E763BC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E763BC">
              <w:rPr>
                <w:color w:val="000000"/>
                <w:sz w:val="28"/>
                <w:szCs w:val="28"/>
              </w:rPr>
              <w:t>у</w:t>
            </w:r>
            <w:r w:rsidRPr="00E763BC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E763BC">
              <w:rPr>
                <w:color w:val="000000"/>
                <w:sz w:val="28"/>
                <w:szCs w:val="28"/>
              </w:rPr>
              <w:t>т</w:t>
            </w:r>
            <w:r w:rsidRPr="00E763BC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E763BC">
              <w:rPr>
                <w:color w:val="000000"/>
                <w:sz w:val="28"/>
                <w:szCs w:val="28"/>
              </w:rPr>
              <w:t>б</w:t>
            </w:r>
            <w:r w:rsidRPr="00E763BC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26202,3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установл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нормативов потребления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лением твёрдого топлива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Премирование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«Большенагаткинское сельское поселение» Цильнинского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585 0000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мероприятия, осуществля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мые за счёт межбюджетных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фертов прошлых лет из федеральн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E763BC">
            <w:pPr>
              <w:spacing w:line="35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E763BC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ций, связанных с обеспечением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мероприятий в сфере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88001,5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связанные с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чением функционирования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связанные с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чением функционирования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нального оператора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зациям (за исключением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жили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но-коммунального хозяйства в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 2014-2018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49186,97237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«Чистая вода»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«Развитие жилищно-коммунального хозяйства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12188,13581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за ранее выполненные работы по ремонту объектов водоснабж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ния, восстановлению дебита водоз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борных скважин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6332,13581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6332,13581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проектной документ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1615,0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на софинансирование к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питальных вложений в объекты г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1615,0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«Газификация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лённых пунктов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ти» государственной программы Ульяновской области «Развитие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лищно-коммунального хозяйства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объектов газосна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6998,83656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«Содействие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 образованиям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в подготовке и прох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ждении отопительных сезонов»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«Развитие жилищно-коммунального хозяйства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содействия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образованиям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в подготовке и прохождении отопительного сезона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сельск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хозяйства и регулирование ры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 сельскохозяйственной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ции, сырья и продовольствия в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области» на 2014-2020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68201,75661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сельских территорий»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 и регулирование рынков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68201,75661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в сельской местности в рамках реализации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23976,0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мероприятий по строительству и реконструкции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водоснабжения в сельской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стности в рамках реализации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ральной целевой программы «У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сельских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торий на 2014-2017 годы и на пер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од до 2020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44225,75661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44225,75661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Российской Федерации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в области  охраны окружающей среды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частью первой статьи 6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закона «О животном мире» полномочий Российской Федерации в области организации, регулиров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частью первой статьи 6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закона «О животном мире» полномочий Российской Федерации в области охраны и использования объектов животного мира (за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частью 1 статьи 33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закона «Об охоте и о сохран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охотничьих ресурсов и о внес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изменений в отдельные закон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дательные акты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ции» полномочий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в области охраны и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охотничьих ресурсов (за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ключением полномочий Российской Федерации по федеральному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дарственному охотничьему надзору, выдаче разрешений на добычу охо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ничьих ресурсов и заключению охотхозяйственных соглашений)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частью 1 статьи 33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закона «Об охоте и о сохран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охотничьих ресурсов и о внес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изменений в отдельные закон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дательные акты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ции» полномочий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в области охраны и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охотничьих ресурсов, по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тролю, надзору, выдаче разрешений на добычу охотничьих ресурсов и заключению охотхозяйственных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глашений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6753,264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361,836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налога на имущество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8421913,6351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2171465,6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2052643,1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Финансовое обеспечение меропри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тий федеральной целевой програ</w:t>
            </w:r>
            <w:r w:rsidRPr="008D51D4">
              <w:rPr>
                <w:sz w:val="28"/>
                <w:szCs w:val="28"/>
              </w:rPr>
              <w:t>м</w:t>
            </w:r>
            <w:r w:rsidRPr="008D51D4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626,5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626,5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559525,7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439097,2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120428,5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общедоступного и бесплатного дошкольного образования 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дошкольных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1483350,2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1483350,2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и моде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118822,5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материально-технической базы системы дошкольного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118822,5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10322,5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4919534,4251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26872,3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19901,4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6528,1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290282,915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85385,75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13127,4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162061,5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24085,1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ляющих подготовку спортивного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зерва для сборных команд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1702,215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521,0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1181,215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166075,25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67254,3501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Специальные (коррекционные)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403360,7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333278,1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53285,3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федеральной целевой 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12570,5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12570,5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8D51D4">
              <w:rPr>
                <w:spacing w:val="-4"/>
                <w:sz w:val="28"/>
                <w:szCs w:val="28"/>
              </w:rPr>
              <w:t>Создание в общеобразовательных о</w:t>
            </w:r>
            <w:r w:rsidRPr="008D51D4">
              <w:rPr>
                <w:spacing w:val="-4"/>
                <w:sz w:val="28"/>
                <w:szCs w:val="28"/>
              </w:rPr>
              <w:t>р</w:t>
            </w:r>
            <w:r w:rsidRPr="008D51D4">
              <w:rPr>
                <w:spacing w:val="-4"/>
                <w:sz w:val="28"/>
                <w:szCs w:val="28"/>
              </w:rPr>
              <w:t>ганизациях, расположенных в сел</w:t>
            </w:r>
            <w:r w:rsidRPr="008D51D4">
              <w:rPr>
                <w:spacing w:val="-4"/>
                <w:sz w:val="28"/>
                <w:szCs w:val="28"/>
              </w:rPr>
              <w:t>ь</w:t>
            </w:r>
            <w:r w:rsidRPr="008D51D4">
              <w:rPr>
                <w:spacing w:val="-4"/>
                <w:sz w:val="28"/>
                <w:szCs w:val="28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433 5097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1215,0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433 5097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1215,0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3882086,96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7284,46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Пособия, компенсации и иные соц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федеральной целевой 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ель</w:t>
            </w:r>
            <w:r w:rsidRPr="008D51D4">
              <w:rPr>
                <w:sz w:val="28"/>
                <w:szCs w:val="28"/>
              </w:rPr>
              <w:t>ных организациях, расположенных в сельской местности, условий для з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нятий физической культурой и спо</w:t>
            </w:r>
            <w:r w:rsidRPr="008D51D4">
              <w:rPr>
                <w:sz w:val="28"/>
                <w:szCs w:val="28"/>
              </w:rPr>
              <w:t>р</w:t>
            </w:r>
            <w:r w:rsidRPr="008D51D4">
              <w:rPr>
                <w:sz w:val="28"/>
                <w:szCs w:val="28"/>
              </w:rPr>
              <w:t>том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436 5097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14579,5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436 5097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14579,5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организациях,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ляющих образовательную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ность по имеющим государственную аккредитацию основным общеобр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41046,7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бесплатно спец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альных учебников и учебных пос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чении обучающимися с ограниче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возможностями здоровья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в муниципальных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ежемесячной допл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за наличие учёной степени ка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дидата наук или доктора наук пед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общеобразовательных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ганизаций, имеющим учёную ст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справочниками или профе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сиональными стандартами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обучающимся 10-х и 11-х классов муниципальных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образовательных организаций еж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денежных выплат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получ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педагогическими работниками муниципальных образовательных организаций не реже чем один раз в три года дополнительного профе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сионального образования по 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лю педагогической деятельности за счёт бюджетных ассигнований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стного бюджета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обучающимся 10-х (11-х) и 11-х (12-х) классов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3819,854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3819,854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и моде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37489,0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37489,0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9899,7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(муниципальной)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20589,3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Среднее профессиональное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950857,8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950133,8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104331,71383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753900,2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74509,48617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052587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Финансовое обеспечение меропри</w:t>
            </w:r>
            <w:r w:rsidRPr="00052587">
              <w:rPr>
                <w:sz w:val="28"/>
                <w:szCs w:val="28"/>
              </w:rPr>
              <w:t>я</w:t>
            </w:r>
            <w:r w:rsidRPr="00052587">
              <w:rPr>
                <w:sz w:val="28"/>
                <w:szCs w:val="28"/>
              </w:rPr>
              <w:t>тий федеральной целевой програ</w:t>
            </w:r>
            <w:r w:rsidRPr="00052587">
              <w:rPr>
                <w:sz w:val="28"/>
                <w:szCs w:val="28"/>
              </w:rPr>
              <w:t>м</w:t>
            </w:r>
            <w:r w:rsidRPr="00052587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766415" w:rsidRPr="00052587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052587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2587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2587">
              <w:rPr>
                <w:sz w:val="28"/>
                <w:szCs w:val="28"/>
              </w:rPr>
              <w:t>17392,4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Стипендии Президента Российской Федерации и Правительства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низации и технологического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 экономики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реподготовка и повышение квал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31344,5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Институты повышения квалифик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Учебные заведения и курсы по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Переподготовка и повышение кв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Молодёжная политика и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211919,37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A30D6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обеспечивающие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услуг в сфере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и обеспечения отдыха и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проведению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203104,77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12040,57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20617,1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ходящихся в общеобразовательных организациях для детей-сирот и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тей, оставшихся без попечения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дителей, и детей, находящихся в трудной жизненной ситуации, в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ходящихся в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 для детей-сирот и детей, оставшихся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и детей, находящихся в трудной жизненной ситуации, в детских 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доровительных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проведению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ровительной кампании детей, нах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дящихся в трудной жизненной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40543,2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Финансовое обеспечение меропри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тий, связанных с отдыхом и озд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ровлением детей в организациях о</w:t>
            </w:r>
            <w:r w:rsidRPr="008D51D4">
              <w:rPr>
                <w:sz w:val="28"/>
                <w:szCs w:val="28"/>
              </w:rPr>
              <w:t>т</w:t>
            </w:r>
            <w:r w:rsidRPr="008D51D4">
              <w:rPr>
                <w:sz w:val="28"/>
                <w:szCs w:val="28"/>
              </w:rPr>
              <w:t>дыха детей и их оздоровления, ра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 xml:space="preserve">положенных в Республике Крым и </w:t>
            </w:r>
            <w:r>
              <w:rPr>
                <w:sz w:val="28"/>
                <w:szCs w:val="28"/>
              </w:rPr>
              <w:t xml:space="preserve"> </w:t>
            </w:r>
            <w:r w:rsidRPr="008D51D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8D51D4">
              <w:rPr>
                <w:sz w:val="28"/>
                <w:szCs w:val="28"/>
              </w:rPr>
              <w:t>Севастополе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432 5139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15125,0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432 5139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15125,0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Государственная программа Уль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новской области «Развитие мол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дёжной политики в Ульяновской о</w:t>
            </w:r>
            <w:r w:rsidRPr="008D51D4">
              <w:rPr>
                <w:sz w:val="28"/>
                <w:szCs w:val="28"/>
              </w:rPr>
              <w:t>б</w:t>
            </w:r>
            <w:r w:rsidRPr="008D51D4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Подпрограмма «Молодёжь»  гос</w:t>
            </w:r>
            <w:r w:rsidRPr="008D51D4">
              <w:rPr>
                <w:sz w:val="28"/>
                <w:szCs w:val="28"/>
              </w:rPr>
              <w:t>у</w:t>
            </w:r>
            <w:r w:rsidRPr="008D51D4">
              <w:rPr>
                <w:sz w:val="28"/>
                <w:szCs w:val="28"/>
              </w:rPr>
              <w:t>дарственной программы Ульяно</w:t>
            </w:r>
            <w:r w:rsidRPr="008D51D4">
              <w:rPr>
                <w:sz w:val="28"/>
                <w:szCs w:val="28"/>
              </w:rPr>
              <w:t>в</w:t>
            </w:r>
            <w:r w:rsidRPr="008D51D4">
              <w:rPr>
                <w:sz w:val="28"/>
                <w:szCs w:val="28"/>
              </w:rPr>
              <w:t>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821 0000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Мероприятия в рамках реализации подпрограммы «Молодёжь» на 2014-2018 годы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4593,0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407,0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Другие вопросы в области образов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136791,94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1226,985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243,415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Российской Федерации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частью 1 статьи 7 Федеральн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закона «Об образовании в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Федерации» полномочий Российской Федерации в сфере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обеспечивающие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услуг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14177,7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10679,0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55522,04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30356,1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30356,1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15217,04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Лицензирование и аккредитация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и профилактике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программы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Предупреждение и пресечение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ступлений с участием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роту на территории Ульяновской области» на 2014-2018 годы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«Обеспечение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517162,8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437462,5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культуры и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в сфере культуры и кинемат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66323,1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64032,2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590,9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лучших работников муниципальных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 культуры, находящихся на территориях сельских поселений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43607,6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47144,9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53991,2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52240,2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Театры, цирки, концертные и другие организации исполнительских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141399,7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D51D4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8D51D4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141044,7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роту на территории Ульяновской области» на 2014-2018 годы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«Обеспечение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«Культура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83972,9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00004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Ремонтно-реставрационные работы зданий государственных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культуры, в том числе подг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товка проектной и экспертной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62436,7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62436,7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Присуждение международных еж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годных литературных премий имени И.А.Гончарова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и проведение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монтно-реставрационных работ 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библиотечных фондов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587,8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A30D6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Приобретение служебных жилых помещений (квартир) с целью вкл</w:t>
            </w:r>
            <w:r w:rsidRPr="008D51D4">
              <w:rPr>
                <w:sz w:val="28"/>
                <w:szCs w:val="28"/>
              </w:rPr>
              <w:t>ю</w:t>
            </w:r>
            <w:r w:rsidRPr="008D51D4">
              <w:rPr>
                <w:sz w:val="28"/>
                <w:szCs w:val="28"/>
              </w:rPr>
              <w:t>чения в специализированны</w:t>
            </w:r>
            <w:r>
              <w:rPr>
                <w:sz w:val="28"/>
                <w:szCs w:val="28"/>
              </w:rPr>
              <w:t>й</w:t>
            </w:r>
            <w:r w:rsidRPr="008D51D4">
              <w:rPr>
                <w:sz w:val="28"/>
                <w:szCs w:val="28"/>
              </w:rPr>
              <w:t xml:space="preserve"> гос</w:t>
            </w:r>
            <w:r w:rsidRPr="008D51D4">
              <w:rPr>
                <w:sz w:val="28"/>
                <w:szCs w:val="28"/>
              </w:rPr>
              <w:t>у</w:t>
            </w:r>
            <w:r w:rsidRPr="008D51D4">
              <w:rPr>
                <w:sz w:val="28"/>
                <w:szCs w:val="28"/>
              </w:rPr>
              <w:t>дарственный жилищный фонд Уль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870 4008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8D51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на приобретение объектов недвижимого имущества в госуда</w:t>
            </w:r>
            <w:r w:rsidRPr="008D51D4">
              <w:rPr>
                <w:sz w:val="28"/>
                <w:szCs w:val="28"/>
              </w:rPr>
              <w:t>р</w:t>
            </w:r>
            <w:r w:rsidRPr="008D51D4">
              <w:rPr>
                <w:sz w:val="28"/>
                <w:szCs w:val="28"/>
              </w:rPr>
              <w:t>ственную (муниципальную) собс</w:t>
            </w:r>
            <w:r w:rsidRPr="008D51D4">
              <w:rPr>
                <w:sz w:val="28"/>
                <w:szCs w:val="28"/>
              </w:rPr>
              <w:t>т</w:t>
            </w:r>
            <w:r w:rsidRPr="008D51D4">
              <w:rPr>
                <w:sz w:val="28"/>
                <w:szCs w:val="28"/>
              </w:rPr>
              <w:t>венность ав</w:t>
            </w:r>
            <w:r>
              <w:rPr>
                <w:sz w:val="28"/>
                <w:szCs w:val="28"/>
              </w:rPr>
              <w:t>то</w:t>
            </w:r>
            <w:r w:rsidRPr="008D51D4">
              <w:rPr>
                <w:sz w:val="28"/>
                <w:szCs w:val="28"/>
              </w:rPr>
              <w:t>номным учреждениям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870 4008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462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культуры и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в сфере культуры и кинемат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13254,9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66220,4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21295,5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по обеспечению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казённых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1D1E8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пунктом 1 статьи 9</w:t>
            </w:r>
            <w:r w:rsidRPr="001D1E8F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закона «Об объектах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ного наследия (памятниках истории и культуры) народов Российской Федерации» полномочий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в отношении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тов культурного наследия 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A30D6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 «Культура в 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 2014-2018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Фонду «Ульяновск – культурная столица» в целях финансирования затрат, св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занных с проведением Междунаро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ного культурного форума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Фонду «Ульяновск – культурная столица» в целях финансирования затрат, св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занных с его деятельностью по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движению культурной политики и творческого потенциала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на российском и ме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дународном уровнях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 «Сохранение и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сударственная охрана объектов культурного наследия, расположе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территории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определению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тановлению границ территорий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культурного наследия реги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работ по проведению государственных историко-культурных экспертиз в отношении выявленных объектов культурного наследия для обоснования принятия Правительством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 решений о включении (либо об отказе во включении) данных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в Единый государственный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сохранению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 культурного наследия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зациям (за исключением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9382302,81873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3342647,50575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2379406,9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оказанию высок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ципальных) услуг (выполнение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593 5070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филактики и лечения лиц, инфиц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вирусами иммунодефиц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 человека и гепатитов В и С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268595,3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оборудования и расходных материалов для неонатального и а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диологического скрининга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тий, направленных на проведение пренатальной (дородовой) диагн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25334,8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закупок антибактериальных и противотубе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кулёзных лекарственных препаратов (второго ряда), применяемых при лечении больных туберкулёзом с множественной лекарственной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тойчивостью возбудителя, и диагн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стических средств для выявления, определения чувствительности 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кобактерии туберкулёза и монит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ринга лечения больных туберкул</w:t>
            </w:r>
            <w:r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зом с множественной лекарственной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модернизации здравоохранения субъектов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в части укрепления материально-технической базы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отдельных мероприятий государственной программы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«Развитие здр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воохранения»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24429,8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22529,8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Больницы, клиники, госпитали,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834169,60575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295233,7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228847,35575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4367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243229,15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32336,9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Высокотехнологичные виды мед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направленные на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ведение пренатальной (дородовой) диагностики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129071,0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Мероприятия, направленные на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дернизацию здравоохранения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области, в части проектир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вания, строительства и ввода в эк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129071,0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129071,0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738373,33298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112188,43298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110798,03298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проф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здрав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217774,4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помощи по обеспечению лека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ственными препаратами, медици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скими изделиями, а также специал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217774,4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Больницы, клиники, госпитали,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189894,3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48805,7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BB3228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B3228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р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135006,7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2608,9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Поликлиники, амбулатории, диагн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стические центры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15615,6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BB3228" w:rsidRDefault="0076641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B3228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р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B3228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14190,6</w:t>
            </w:r>
          </w:p>
        </w:tc>
      </w:tr>
      <w:tr w:rsidR="00766415" w:rsidRPr="00BB3228" w:rsidTr="008D51D4">
        <w:trPr>
          <w:trHeight w:val="20"/>
        </w:trPr>
        <w:tc>
          <w:tcPr>
            <w:tcW w:w="4678" w:type="dxa"/>
            <w:vAlign w:val="center"/>
          </w:tcPr>
          <w:p w:rsidR="00766415" w:rsidRPr="00BB3228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Pr="00BB3228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Pr="00BB3228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BB3228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766415" w:rsidRPr="00BB3228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Pr="00BB3228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228">
              <w:rPr>
                <w:sz w:val="28"/>
                <w:szCs w:val="28"/>
              </w:rPr>
              <w:t>1425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BB3228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3228">
              <w:rPr>
                <w:color w:val="000000"/>
                <w:sz w:val="28"/>
                <w:szCs w:val="28"/>
              </w:rPr>
              <w:t>Средства на реализацию постано</w:t>
            </w:r>
            <w:r w:rsidRPr="00BB3228">
              <w:rPr>
                <w:color w:val="000000"/>
                <w:sz w:val="28"/>
                <w:szCs w:val="28"/>
              </w:rPr>
              <w:t>в</w:t>
            </w:r>
            <w:r w:rsidRPr="00BB3228">
              <w:rPr>
                <w:color w:val="000000"/>
                <w:sz w:val="28"/>
                <w:szCs w:val="28"/>
              </w:rPr>
              <w:t>ления Правительства Ульяновской области от 15.11.2010 № 387-П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BB3228">
              <w:rPr>
                <w:color w:val="000000"/>
                <w:sz w:val="28"/>
                <w:szCs w:val="28"/>
              </w:rPr>
              <w:t xml:space="preserve"> «О некоторых мерах по реализации постановления Правительства Ро</w:t>
            </w:r>
            <w:r w:rsidRPr="00BB3228">
              <w:rPr>
                <w:color w:val="000000"/>
                <w:sz w:val="28"/>
                <w:szCs w:val="28"/>
              </w:rPr>
              <w:t>с</w:t>
            </w:r>
            <w:r w:rsidRPr="00BB3228">
              <w:rPr>
                <w:color w:val="000000"/>
                <w:sz w:val="28"/>
                <w:szCs w:val="28"/>
              </w:rPr>
              <w:t xml:space="preserve">сийской Федерации от 30.07.1994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BB3228">
              <w:rPr>
                <w:color w:val="000000"/>
                <w:sz w:val="28"/>
                <w:szCs w:val="28"/>
              </w:rPr>
              <w:t>№ 890 «О государственной по</w:t>
            </w:r>
            <w:r w:rsidRPr="00BB3228">
              <w:rPr>
                <w:color w:val="000000"/>
                <w:sz w:val="28"/>
                <w:szCs w:val="28"/>
              </w:rPr>
              <w:t>д</w:t>
            </w:r>
            <w:r w:rsidRPr="00BB3228">
              <w:rPr>
                <w:color w:val="000000"/>
                <w:sz w:val="28"/>
                <w:szCs w:val="28"/>
              </w:rPr>
              <w:t>держке развития медицинской пр</w:t>
            </w:r>
            <w:r w:rsidRPr="00BB3228">
              <w:rPr>
                <w:color w:val="000000"/>
                <w:sz w:val="28"/>
                <w:szCs w:val="28"/>
              </w:rPr>
              <w:t>о</w:t>
            </w:r>
            <w:r w:rsidRPr="00BB3228">
              <w:rPr>
                <w:color w:val="000000"/>
                <w:sz w:val="28"/>
                <w:szCs w:val="28"/>
              </w:rPr>
              <w:t>мышленности и улучшении обесп</w:t>
            </w:r>
            <w:r w:rsidRPr="00BB3228">
              <w:rPr>
                <w:color w:val="000000"/>
                <w:sz w:val="28"/>
                <w:szCs w:val="28"/>
              </w:rPr>
              <w:t>е</w:t>
            </w:r>
            <w:r w:rsidRPr="00BB3228">
              <w:rPr>
                <w:color w:val="000000"/>
                <w:sz w:val="28"/>
                <w:szCs w:val="28"/>
              </w:rPr>
              <w:t>чения населения и учреждений здр</w:t>
            </w:r>
            <w:r w:rsidRPr="00BB3228">
              <w:rPr>
                <w:color w:val="000000"/>
                <w:sz w:val="28"/>
                <w:szCs w:val="28"/>
              </w:rPr>
              <w:t>а</w:t>
            </w:r>
            <w:r w:rsidRPr="00BB3228">
              <w:rPr>
                <w:color w:val="000000"/>
                <w:sz w:val="28"/>
                <w:szCs w:val="28"/>
              </w:rPr>
              <w:t>воохранения лекарственными сре</w:t>
            </w:r>
            <w:r w:rsidRPr="00BB3228">
              <w:rPr>
                <w:color w:val="000000"/>
                <w:sz w:val="28"/>
                <w:szCs w:val="28"/>
              </w:rPr>
              <w:t>д</w:t>
            </w:r>
            <w:r w:rsidRPr="00BB3228">
              <w:rPr>
                <w:color w:val="000000"/>
                <w:sz w:val="28"/>
                <w:szCs w:val="28"/>
              </w:rPr>
              <w:t>ствами и изделиями медицинского назначения» на территории Уль</w:t>
            </w:r>
            <w:r w:rsidRPr="00BB3228">
              <w:rPr>
                <w:color w:val="000000"/>
                <w:sz w:val="28"/>
                <w:szCs w:val="28"/>
              </w:rPr>
              <w:t>я</w:t>
            </w:r>
            <w:r w:rsidRPr="00BB3228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BB3228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322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65641,75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Больницы, клиники, госпитали,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65641,75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15337,7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43066,95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1358,9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Больницы, клиники, госпитали,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129770,7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Санатории для больных туберкул</w:t>
            </w:r>
            <w:r>
              <w:rPr>
                <w:color w:val="000000"/>
                <w:sz w:val="28"/>
                <w:szCs w:val="28"/>
              </w:rPr>
              <w:t>ё</w:t>
            </w:r>
            <w:r>
              <w:rPr>
                <w:color w:val="000000"/>
                <w:sz w:val="28"/>
                <w:szCs w:val="28"/>
              </w:rPr>
              <w:t>зом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103852,6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Центры, станции и отделения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ливания крови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131466,7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17533,7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6160,1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4937117,23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22924,2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назначенными для лечения больных злокачественными новообразов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ниями лимфоидной, кроветворной и родственных им тканей, гемофил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ей, муковисцидозом, гипофизарным нанизмом, болезнью Гоше, рассея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 склерозом, а также после трансплантации органов и (или) тк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22924,2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 государственной власти субъе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 Российской Федерации в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ветствии с частью 2 статьи 15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закона «Об основах охраны здоровья граждан в Российской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дерации» полномочий Российской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C96168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7514E3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7514E3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7514E3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обеспечивающие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услуг в сфере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238559,9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116231,2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27804,9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92701,7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1016,6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 в области здравоохранения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циализированной медицинской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Ежегодная областная премия «Пр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звание»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жителям города Дими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ровграда специализированной мед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стационарной паллиати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ной медицинской помощи жителям города Димитровграда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41822,6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28851,3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12529,1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постано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Губернатора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03.03.2011 № 22 «Об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диспансеризации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гражданских служащих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02.11.2011 № 181-ЗО «Об обеспечении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ценным питанием беременных 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щин, кормящих матерей, а также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 в возрасте до трёх лет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Страховые взносы на обязательное медицинское страхование нераб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ту Федерального фонда обязател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на финансовое обеспечение скорой медицинской помощи в 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ках территориальной программы обязательного медицинского 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на финансовое обеспечение проведения заместительной поче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ной терапии методами диализа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на финансовое обеспечение вспомогательных репродуктивных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50772,23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Прочая закупка товаров, работ и у</w:t>
            </w:r>
            <w:r w:rsidRPr="008D51D4">
              <w:rPr>
                <w:sz w:val="28"/>
                <w:szCs w:val="28"/>
              </w:rPr>
              <w:t>с</w:t>
            </w:r>
            <w:r w:rsidRPr="008D51D4">
              <w:rPr>
                <w:sz w:val="28"/>
                <w:szCs w:val="28"/>
              </w:rPr>
              <w:t>луг для обеспечения государстве</w:t>
            </w:r>
            <w:r w:rsidRPr="008D51D4">
              <w:rPr>
                <w:sz w:val="28"/>
                <w:szCs w:val="28"/>
              </w:rPr>
              <w:t>н</w:t>
            </w:r>
            <w:r w:rsidRPr="008D51D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2072,23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«Обеспечение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и профилактике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программы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Снижение уровня алкоголизации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роту на территории Ульяновской области» на 2014-2018 годы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«Обеспечение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порядка и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9110815,59506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мер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отдельных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гражданских служащих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105219,6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обслуживание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810380,03551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Осуществление отдельных полн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мочий Российской Федерации орг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нами государственной власти Уль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новской области в области социал</w:t>
            </w:r>
            <w:r w:rsidRPr="008D51D4">
              <w:rPr>
                <w:sz w:val="28"/>
                <w:szCs w:val="28"/>
              </w:rPr>
              <w:t>ь</w:t>
            </w:r>
            <w:r w:rsidRPr="008D51D4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2456,9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7514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Софинансирование социальных пр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грамм субъектов Российской Фед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рации, связанных с укреплением м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териально-технической базы учре</w:t>
            </w:r>
            <w:r w:rsidRPr="008D51D4">
              <w:rPr>
                <w:sz w:val="28"/>
                <w:szCs w:val="28"/>
              </w:rPr>
              <w:t>ж</w:t>
            </w:r>
            <w:r w:rsidRPr="008D51D4">
              <w:rPr>
                <w:sz w:val="28"/>
                <w:szCs w:val="28"/>
              </w:rPr>
              <w:t>дений социального обслуживания населения и оказан</w:t>
            </w:r>
            <w:r>
              <w:rPr>
                <w:sz w:val="28"/>
                <w:szCs w:val="28"/>
              </w:rPr>
              <w:t>ием</w:t>
            </w:r>
            <w:r w:rsidRPr="008D51D4">
              <w:rPr>
                <w:sz w:val="28"/>
                <w:szCs w:val="28"/>
              </w:rPr>
              <w:t xml:space="preserve"> адресной с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циальной помощи неработающим пенсионерам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2456,9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Закупка товаров, работ, услуг в ц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лях капитального ремонта госуда</w:t>
            </w:r>
            <w:r w:rsidRPr="008D51D4">
              <w:rPr>
                <w:sz w:val="28"/>
                <w:szCs w:val="28"/>
              </w:rPr>
              <w:t>р</w:t>
            </w:r>
            <w:r w:rsidRPr="008D51D4">
              <w:rPr>
                <w:sz w:val="28"/>
                <w:szCs w:val="28"/>
              </w:rPr>
              <w:t>ственного (муниципального) имущ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2456,9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268440,30552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57615,8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капитального ремонта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22995,6649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178571,86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1569,28062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 социального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539482,82999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174775,3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1083,1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67282,42999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188593,224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2500,376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97707,231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4365,169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6906833,64991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мочий Российской Федерации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нами государственной власти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в области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2336113,0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Пособие по уходу за ребёнком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данам, подвергшимся воздействию радиации вследствие радиационных аварий, в соответствии с Законом Российской Федерации от 15 мая 1991 года № 1244-I «О социальной защите граждан, подвергшихся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действию радиации вследствие кат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строфы на Чернобыльской АЭС»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инвалидов 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скими средствами реабилитации, включая изготовление и ремонт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163569,5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казённых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11672,821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120158,94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судебных актов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мировых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шений по возмещению вреда,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власти (государс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тате деятельности казённых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119,739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венной войны 1941-1945 годов»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150882,6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8D51D4">
              <w:rPr>
                <w:spacing w:val="-6"/>
                <w:sz w:val="28"/>
                <w:szCs w:val="28"/>
              </w:rPr>
              <w:t>Пособия, компенсации и иные соц</w:t>
            </w:r>
            <w:r w:rsidRPr="008D51D4">
              <w:rPr>
                <w:spacing w:val="-6"/>
                <w:sz w:val="28"/>
                <w:szCs w:val="28"/>
              </w:rPr>
              <w:t>и</w:t>
            </w:r>
            <w:r w:rsidRPr="008D51D4">
              <w:rPr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150882,6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тегорий граждан, установленных федеральными законами от 12 янв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31677,5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31677,5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на оказание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39348,1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FB493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судебных актов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мировых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шений по возмещению вреда,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власти (государс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тате деятельности казённых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7514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Софинансирование социальных пр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грамм субъектов Российской Фед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рации, связанных с укреплением м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териально-технической базы учре</w:t>
            </w:r>
            <w:r w:rsidRPr="008D51D4">
              <w:rPr>
                <w:sz w:val="28"/>
                <w:szCs w:val="28"/>
              </w:rPr>
              <w:t>ж</w:t>
            </w:r>
            <w:r w:rsidRPr="008D51D4">
              <w:rPr>
                <w:sz w:val="28"/>
                <w:szCs w:val="28"/>
              </w:rPr>
              <w:t>дений социального обслуживания населения и оказани</w:t>
            </w:r>
            <w:r>
              <w:rPr>
                <w:sz w:val="28"/>
                <w:szCs w:val="28"/>
              </w:rPr>
              <w:t>ем</w:t>
            </w:r>
            <w:r w:rsidRPr="008D51D4">
              <w:rPr>
                <w:sz w:val="28"/>
                <w:szCs w:val="28"/>
              </w:rPr>
              <w:t xml:space="preserve"> адресной с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циальной помощи неработающим пенсионерам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741,5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741,5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Средства на осуществление пер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данного полномочия Российской Федерации по осуществлению еж</w:t>
            </w:r>
            <w:r w:rsidRPr="008D51D4">
              <w:rPr>
                <w:sz w:val="28"/>
                <w:szCs w:val="28"/>
              </w:rPr>
              <w:t>е</w:t>
            </w:r>
            <w:r w:rsidRPr="008D51D4">
              <w:rPr>
                <w:sz w:val="28"/>
                <w:szCs w:val="28"/>
              </w:rPr>
              <w:t>годной денежной выплаты лицам, награждённым нагрудным знаком «Почётный донор России»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108076,4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106270,0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государственного един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осложнений в соответствии с Федеральным законом от 17 сентя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ря 1998 года № 157-ФЗ «Об имм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нопрофилактике инфекционных 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лезней»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оплату жилищно-коммунальных услуг отдельным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1200700,9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1184988,9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собия на ребёнка военнослужащего, проходящего военную службу по призыву, в соответствии с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ральным законом от 19 мая 1995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 № 81-ФЗ «О государственных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собиях гражданам, имеющим детей»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23347,5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23251,5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ответственности владельцев транспортных средств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Федеральным законом от 25 апреля 2002 года № 40-ФЗ «Об об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зательном страховании гражданской ответственности владельцев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портных средств»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 в Российской Федерации»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203659,3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167623,6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11684,5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ту Пенсионного фонда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23263,0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государственных пособий лицам, не подлежащим обязател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ному социальному страхованию на случай временной нетрудоспособн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и в связи с материнством, и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цам, уволенным в связи с ликвид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цией организаций (прекращением деятельности, полномочий 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скими лицами), в соответствии с Федеральным законом от 19 мая 1995 года № 81-ФЗ «О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пособиях гражданам, име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детей»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411228,5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пособий по уходу за ребё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ком до достижения им возраста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лутора лет гражданам, не подлеж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368625,4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367377,0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пособий по беременности и родам женщинам, уволенным в св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зи с ликвидацией организаций, 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кращением деятельности (полном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чий) физическими лицами в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пособий женщинам, вста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шим на учёт в медицинских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дениях в ранние сроки беременн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сти, уволенным в связи с ликвидац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ей организаций, прекращением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(полномочий) физическ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пособий при рождении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бёнка гражданам, не подлежащим обязательному социальному страх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на случай временной нетр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доспособности и в связи с матери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ством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42600,2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42380,2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136408,8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02.11.2011 № 180-ЗО        «О некоторых мерах по улучшению демографической ситуации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49765,6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16045,8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D006C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05.04.2006 № 43-ЗО «О мерах государственной социальной поддержки отдельных категорий специалистов, работа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и проживающих в сельских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селённых пунктах, рабочих посёлках и посёлках городского типа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15340,5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D006C5" w:rsidRDefault="00766415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D006C5">
              <w:rPr>
                <w:color w:val="000000"/>
                <w:spacing w:val="-6"/>
                <w:sz w:val="28"/>
                <w:szCs w:val="28"/>
              </w:rPr>
              <w:t>Пособия, компенсации и иные соц</w:t>
            </w:r>
            <w:r w:rsidRPr="00D006C5">
              <w:rPr>
                <w:color w:val="000000"/>
                <w:spacing w:val="-6"/>
                <w:sz w:val="28"/>
                <w:szCs w:val="28"/>
              </w:rPr>
              <w:t>и</w:t>
            </w:r>
            <w:r w:rsidRPr="00D006C5">
              <w:rPr>
                <w:color w:val="000000"/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1670,69677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13581,50323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06C5"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02.11.2011 № 181-ЗО «Об обеспечении полн</w:t>
            </w:r>
            <w:r w:rsidRPr="00D006C5">
              <w:rPr>
                <w:color w:val="000000"/>
                <w:sz w:val="28"/>
                <w:szCs w:val="28"/>
              </w:rPr>
              <w:t>о</w:t>
            </w:r>
            <w:r w:rsidRPr="00D006C5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D006C5">
              <w:rPr>
                <w:color w:val="000000"/>
                <w:sz w:val="28"/>
                <w:szCs w:val="28"/>
              </w:rPr>
              <w:t>н</w:t>
            </w:r>
            <w:r w:rsidRPr="00D006C5">
              <w:rPr>
                <w:color w:val="000000"/>
                <w:sz w:val="28"/>
                <w:szCs w:val="28"/>
              </w:rPr>
              <w:t>щин, кормящих матерей, а также д</w:t>
            </w:r>
            <w:r w:rsidRPr="00D006C5">
              <w:rPr>
                <w:color w:val="000000"/>
                <w:sz w:val="28"/>
                <w:szCs w:val="28"/>
              </w:rPr>
              <w:t>е</w:t>
            </w:r>
            <w:r w:rsidRPr="00D006C5">
              <w:rPr>
                <w:color w:val="000000"/>
                <w:sz w:val="28"/>
                <w:szCs w:val="28"/>
              </w:rPr>
              <w:t>тей</w:t>
            </w:r>
            <w:r>
              <w:rPr>
                <w:color w:val="000000"/>
                <w:sz w:val="28"/>
                <w:szCs w:val="28"/>
              </w:rPr>
              <w:t xml:space="preserve"> в возрасте до трёх лет в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29.05.2012 № 65-ЗО «Об организации оздоро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работников бюджетной сферы на территории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27212,2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16321,0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02.05.2012 № 49-ЗО «О мерах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отдельных категорий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дых специалистов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40844,4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9505,663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749,537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13780,9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16536,4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зований, возникающих при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Единовременные денежные выплаты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заций, реализующих 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ную программу дошкольного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зования, имеющим статус молодых специалистов (за исключением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гогических работников, работающих и проживающих в сельских населё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пунктах, рабочих посёлках (п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сёлках городского типа)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7514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06.10.2011 № 170-ЗО «О мерах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поддержки общественных объ-единений пожарной охраны и 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ровольных пожарных в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реализацию Закона Ульяновской области от 30.01.2006 № 05-ЗО «О пожарной безопасности в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41574,20214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целевой программы «Устойч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вое развитие сельских территорий на 2014-2017 годы и на период до   2020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41574,20214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41574,20214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жил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ём молодых семей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2629,54302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подпрограммы «Обе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жильём молодых семей» федеральной целевой программы «Жилище» на 2011-2015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2629,54302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2629,54302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судебных актов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мировых согл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шений по возмещению вреда,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власти (государс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тате деятельности казённых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4324821,2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мер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отдельных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3658148,2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гражданам субс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294871,1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290376,7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по оплате жилых помещений и коммунальных услуг отдельным категориям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97563,9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Закона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от 31.08.2013 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55418,0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протезно-ортопе-дических изделий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1172296,0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23160,6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550601,2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598534,2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20875,6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09.01.2008 № 10-ЗО «О зв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«Ветеран труда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1545799,0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32261,3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572168,7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939105,0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05.05.2011 № 73-ЗО «О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градах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18312,6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17191,3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05.07.2013 № 112-ЗО        «О дополнительных мерах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ной поддержки, предоставляемых 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супругам, детям и родителям лиц, з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а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мещавших государственные должн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о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сти Ульяновской области, должности государственной</w:t>
            </w:r>
            <w:r>
              <w:rPr>
                <w:color w:val="000000"/>
                <w:sz w:val="28"/>
                <w:szCs w:val="28"/>
              </w:rPr>
              <w:t xml:space="preserve"> гражданской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 Ульяновской области или дол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ности в государственных органах Ульяновской области, не являющи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ся должностями государственной гражданской службы Ульяновской области, и погибших при 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 должностных (трудовых) об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занностей или умерших вследствие ранения, контузии, заболевания или увечья, полученных при исполнении должностных (трудовых) обязанн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рабо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никам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работающим и проживающим в сельских населённых пунктах, раб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чих посёлках (посёлках городского типа)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245383,4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240917,2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Компенсационные выплаты за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5491,3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единовременной матер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помощи по постановлению Правительства Ульяновской области от 03.02.2006 № 30 «О дополнител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мерах социальной поддержки военнослужащих, сотрудников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воохранительных органов и членов их семей»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ласти от 04.11.2003 № 056-ЗО        </w:t>
            </w:r>
            <w:r w:rsidRPr="00B72D76">
              <w:rPr>
                <w:color w:val="000000"/>
                <w:spacing w:val="-4"/>
                <w:sz w:val="28"/>
                <w:szCs w:val="28"/>
              </w:rPr>
              <w:t>«О социальной поддержке инвалидов боевых действий</w:t>
            </w:r>
            <w:r>
              <w:rPr>
                <w:color w:val="000000"/>
                <w:sz w:val="28"/>
                <w:szCs w:val="28"/>
              </w:rPr>
              <w:t>, проживающих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19.12.2007 № 225-ЗО        «О социальной поддержке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 и супругов военнослужащих,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безопасности Российской Федерации, прокурат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Российской Федерации, органов уголовно-исполнительной системы Министерства юстиции Российской Федерации, погибших при 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 обязанностей военной службы, служебных обязанностей или уме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ших вследствие ранения, контузии, заболеваний, увечья, полученных при исполнении обязанностей вое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службы, служебных обязанн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01.03.2007 № 23-ЗО «О добровольном участии граждан в охране общественного порядка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лицам, страдающим психич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расстройствами, находящи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11036,3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10977,3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08.10.2008 № 150-ЗО        «О материальном обеспечении вд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вы Сычёва В.А. и вдовы </w:t>
            </w:r>
            <w:r>
              <w:rPr>
                <w:color w:val="000000"/>
                <w:sz w:val="28"/>
                <w:szCs w:val="28"/>
              </w:rPr>
              <w:br/>
              <w:t>Доронина Н.П.»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постановления Прав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Ульяновской области от 15.06.2009 № 239-П «О единовр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менной выплате за вред, причинё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ный при оказании противотуберк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лёзной помощи»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поддержки которым относится к ведению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мер социальной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ки творческим работникам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8226,6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09.11.2010 № 177-ЗО «О мерах социальной поддержки инв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лидов и участников Великой Отеч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ственной войны, ветеранов боевых действий, бывших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узников концлагерей, гетто и других мест принудительного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держания, созданных фашистами и их союзниками в период второй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ровой войны, 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19539,1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19069,8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20.12.2010 № 226-ЗО «О мерах государственной поддержки граждан в связи с введением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Ульяновской области эк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номически обоснованных тарифов и нормативов потребления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04.04.2011 № 47-ЗО «О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поддержке жён граждан, уволенных с военной службы»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8D51D4">
              <w:rPr>
                <w:color w:val="000000"/>
                <w:spacing w:val="-6"/>
                <w:sz w:val="28"/>
                <w:szCs w:val="28"/>
              </w:rPr>
              <w:t>Пособия, компенсации и иные соц</w:t>
            </w:r>
            <w:r w:rsidRPr="008D51D4">
              <w:rPr>
                <w:color w:val="000000"/>
                <w:spacing w:val="-6"/>
                <w:sz w:val="28"/>
                <w:szCs w:val="28"/>
              </w:rPr>
              <w:t>и</w:t>
            </w:r>
            <w:r w:rsidRPr="008D51D4">
              <w:rPr>
                <w:color w:val="000000"/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1888,8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исполнения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предоставлению ежемеся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ной денежной компенсации на опл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постановления Губерн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тора Ульяновской области от 06.12.2010 № 98 «О порядке и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виях предоставления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гражданским служащим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единовременной социальной выплаты на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жилого помещения»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30.11.2011 № 203-ЗО «О мерах социальной поддержки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дан, родившихся в период с 1 января 1932 года по 31 декабря 1945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57277,7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56467,7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инвалидам премий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тора Ульяновской области от 23.05.2007 № 31 «Об утверждении Положения о присуждении премий Губернатора Ульяновской области инвалидам, проживающим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27.01.2012 № 3-ЗО «О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полнительных мерах социальной поддержки работников противоп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жарной службы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ти, профессиональных аварийно-спасательных служб и професси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нальных аварийно-спасательных формирований Ульяновской области и лиц из их числа»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06.10.2011 № 168-ЗО «О сельских старостах»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Закона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от 31.08.2013 № 160-ЗО «О правовом регулировании отдельных вопросов, связанных с оказанием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социальной помощи»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«Семья и дети»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«Социальная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645904,0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167634,7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44686,1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119523,2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198619,1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197133,2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06.05.2006 № 51-ЗО «О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поддержке детей военн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служащих, сотрудников органов внутренних дел, Федеральной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 безопасности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рации, прокуратуры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дерации, органов уголовно-исполнительной системы Министе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ства юстиции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1027,8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998,4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05.02.2008 № 24-ЗО «О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полнительных мерах социальной поддержки семей, имеющих детей»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197368,0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195310,0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ежегодной премии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тора Ульяновской области от 19.03.2009 № 15 «Об учреждении ежегодной премии Губернатора Ульяновской области «Семья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31.08.2012 № 113-ЗО «О ежемесячной денежной выплате на ребёнка до достижения им возраста трёх лет»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73300,0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06.05.2013 № 68-ЗО «О предоставлении на территории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 отдельным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гориям инвалидов, имеющих детей, дополнительной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потерь в доходах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железнодорожного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порта, связанных с предоставлением обучающимся льгот в соответствии с Законом Ульяновской области от 13.08.2013 № 134-ЗО «Об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в Ульяновской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3674,3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тупности и качества реабилитацио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услуг для инвалидов,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для детей-инвалидов, содействие в их социальной интеграции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информационных, просв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тительских и общественных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«Содействие занят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улучшению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и охраны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дёжной политики в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жил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ём молодых семей» государственной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предоставление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гражданам на 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жилья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1787,11992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4606,88483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предоставление допо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нительной социальной выплаты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лодым семьям на приобретение (строительство) жилья при рожд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«Развитие сельск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хозяйства и регулирование ры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 сельскохозяйственной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ции, сырья и продовольствия в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области» на 2014-2020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сельских территорий»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 и регулирование рынков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48490,2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мероприятий по улучшению жилищных условий граждан, проживающих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11246,4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мероприятий по улучшению жилищных условий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лодых семей и молодых специал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стов, проживающих в сельской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37243,8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936784,25444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Российской Федерации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в области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165365,9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денежная выплата,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значаемая в случае рождения треть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152096,3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пунктом 3 статьи 25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закона «Об основах 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 профилактики безнадзорности и правонарушений несовершенноле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них» полномочий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по осуществлению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сти, связанной с перевозкой между субъектами Российской Федерации, а также в пределах территорий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 – участников Содружества Независимых Государств несове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шеннолетних, самовольно ушедших из семей, детских домов, школ-интернатов, специальных учебно-воспитательных и иных детских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реализации Федерального закона от 21.12.1996 № 159-ФЗ «О дополнительных 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на обеспечение 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жилых помещений детям-сиротам и детям, оставшимся без попечения родителей, лицам из их числа по договорам найма специал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bottom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на приобр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тение объектов недвижимого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31865,9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02.11.2011 № 180-ЗО «О некоторых мерах по улучшению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мографической ситуации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0824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Денежное пособие на оплату обуч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студентам, обучающимся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организациях средн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профессионального и высшего образования, находящихся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31.08.2013 № 157-ЗО «О мерах социальной поддержки, предоставляемых </w:t>
            </w:r>
            <w:r w:rsidRPr="00082454">
              <w:rPr>
                <w:color w:val="000000"/>
                <w:sz w:val="28"/>
                <w:szCs w:val="28"/>
              </w:rPr>
              <w:t>т</w:t>
            </w:r>
            <w:r w:rsidRPr="00082454">
              <w:rPr>
                <w:color w:val="000000"/>
                <w:sz w:val="28"/>
                <w:szCs w:val="28"/>
              </w:rPr>
              <w:t>а</w:t>
            </w:r>
            <w:r w:rsidRPr="00082454">
              <w:rPr>
                <w:color w:val="000000"/>
                <w:sz w:val="28"/>
                <w:szCs w:val="28"/>
              </w:rPr>
              <w:t>лантливым и одарённым обуча</w:t>
            </w:r>
            <w:r w:rsidRPr="00082454"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щимся, педагогическим и научным работникам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139204,8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B72D7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родителям (законным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ставителям) детей, посещающих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ниципальные и частные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тельные организации, реализующие образовательную программу до-школьного образования, компенс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части внесённой в соответс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вующие образовательные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родительской платы за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смотр и уход за детьми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139204,8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139204,8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«Социальная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и защита населения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435923,9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«Семья и дети»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программы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«Социальная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435923,9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от 31.08.2012 № 112-ЗО «О единовременном денежном пособии гражданам, усыновившим (удоч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рившим) детей-сирот и детей,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тавшихся без попечения родителей, на территории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компенсации, меры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 из числа детей-сирот и детей, оставшихся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обучающимся в муниципальных образовательных организациях,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ходящихся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жилых помещений, прина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лежащих детям-сиротам и детям,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ребёнка в семье опек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 и приёмной семье, а также возн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граждение, причитающееся приё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ному родителю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Опека и попечительство в отнош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14493,5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в сфере гарантий права на медицинское обслуживание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 социальной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в сфере гарантий права на образование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жили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но-коммунального хозяйства в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 2014-2018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жил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помещениями детей-сирот и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тей, оставшихся без попечения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дителей, лиц из числа детей-сирот и детей, оставшихся без попечения родителей, на территории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государственной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Ульяновской области «Ра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инвестиции на приобр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тение объектов недвижимого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134016,8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Исполнение судебных актов Росси</w:t>
            </w:r>
            <w:r w:rsidRPr="008D51D4">
              <w:rPr>
                <w:sz w:val="28"/>
                <w:szCs w:val="28"/>
              </w:rPr>
              <w:t>й</w:t>
            </w:r>
            <w:r w:rsidRPr="008D51D4">
              <w:rPr>
                <w:sz w:val="28"/>
                <w:szCs w:val="28"/>
              </w:rPr>
              <w:t>ской Федерации и мировых согл</w:t>
            </w:r>
            <w:r w:rsidRPr="008D51D4">
              <w:rPr>
                <w:sz w:val="28"/>
                <w:szCs w:val="28"/>
              </w:rPr>
              <w:t>а</w:t>
            </w:r>
            <w:r w:rsidRPr="008D51D4">
              <w:rPr>
                <w:sz w:val="28"/>
                <w:szCs w:val="28"/>
              </w:rPr>
              <w:t>шений по возмещению вреда, пр</w:t>
            </w:r>
            <w:r w:rsidRPr="008D51D4">
              <w:rPr>
                <w:sz w:val="28"/>
                <w:szCs w:val="28"/>
              </w:rPr>
              <w:t>и</w:t>
            </w:r>
            <w:r w:rsidRPr="008D51D4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8D51D4">
              <w:rPr>
                <w:sz w:val="28"/>
                <w:szCs w:val="28"/>
              </w:rPr>
              <w:t>о</w:t>
            </w:r>
            <w:r w:rsidRPr="008D51D4">
              <w:rPr>
                <w:sz w:val="28"/>
                <w:szCs w:val="28"/>
              </w:rPr>
              <w:t>сударственной власти (государс</w:t>
            </w:r>
            <w:r w:rsidRPr="008D51D4">
              <w:rPr>
                <w:sz w:val="28"/>
                <w:szCs w:val="28"/>
              </w:rPr>
              <w:t>т</w:t>
            </w:r>
            <w:r w:rsidRPr="008D51D4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8D51D4">
              <w:rPr>
                <w:sz w:val="28"/>
                <w:szCs w:val="28"/>
              </w:rPr>
              <w:t>ь</w:t>
            </w:r>
            <w:r w:rsidRPr="008D51D4">
              <w:rPr>
                <w:sz w:val="28"/>
                <w:szCs w:val="28"/>
              </w:rPr>
              <w:t>тате деятельности казённых учре</w:t>
            </w:r>
            <w:r w:rsidRPr="008D51D4">
              <w:rPr>
                <w:sz w:val="28"/>
                <w:szCs w:val="28"/>
              </w:rPr>
              <w:t>ж</w:t>
            </w:r>
            <w:r w:rsidRPr="008D51D4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284,2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348494,1552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293364,819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116575,59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109867,39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665,1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5163,06851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мировых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шений по возмещению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(государс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111,43149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B72D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B72D7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176789,229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174933,7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298,3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1359,129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мировых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шений по возмещению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(государс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 и иные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единовременных компенсационных выплат медици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адресная инвестиционная программа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129,3362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 на приобр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тение объектов недвижимого им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щества в государственную (муниц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строительства в Ульяновской области в 2014-2018 годах» государственной программы Ульяновской области «Развитие строительства и архитектуры в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 2014-2018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Социальные выплаты на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жилья отдельным категориям граждан, постоянно проживающих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Пособия, компенсации и иные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12075,0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820948,39045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363537,7935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338337,6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77558,6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260779,0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культуры и спорта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25200,1935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6700,1935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6700,1935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311713,38695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177213,38695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38177,5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 для б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стровозводимых физкультурно-оздоровительных комплексов, вкл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чая металлоконструкции и металл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44558,137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44558,137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расходов общепрограммного характера по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деральной целевой программе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витие физической культуры и спорта в Российской Федерации на 2006-2015 годы» 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69472,74995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софинансирование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питальных вложений в объекты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69472,74995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культуры и спорта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софинансирование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питальных вложений в объекты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140234,6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34734,6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27179,0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ляющих подготовку спортивного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зерва для сборных команд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5979,0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8D51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Уль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культуры и спорта в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спорта высших достиж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некоммерческим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26970,0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5462,61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органов Ульяновской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5462,61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5462,61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4638,61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(муниципальных) органов и взносы по обязательному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налога на имущество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125776,5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37331,9667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12098,9667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12098,9667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12098,9667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Телерадиокомпании и телерадиоо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25233,0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22246,0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22163,0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организациям,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ляющим производство, распростр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нение и тиражирование социально значимых программ в области эле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тронных средств массовой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мации, на создание и поддержание в информационно-телекоммуникаци-онной сети «Интернет» сайтов, имеющих социальное или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тельное значение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ций), индивидуальным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Периодическая печать и издательс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55963,4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55963,4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услуг (выполнение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52255,4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2478,0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32481,1333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32481,1333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сфере средств масс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Учреждения, осуществляющие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роприятия по проведению монит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ринга в сфере средств массовой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формации, динамики общественного мнения и социальному прогнозир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30364,1333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Фонд оплаты труда казённых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12780,2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 информационно-коммуникацион-ных технологий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16944,9333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677781,2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677781,2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065 0000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677781,2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Процентные платежи по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677781,2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долга субъекта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677781,2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и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2235095,0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ной обеспеченности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и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516 0100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городских округов из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фонда финансовой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достижению и (или)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ощрение достижения наилучших значений показателей для оценки эффективности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 w:rsidP="00E763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8D51D4">
              <w:rPr>
                <w:sz w:val="28"/>
                <w:szCs w:val="28"/>
              </w:rPr>
              <w:t>я</w:t>
            </w:r>
            <w:r w:rsidRPr="008D51D4">
              <w:rPr>
                <w:sz w:val="28"/>
                <w:szCs w:val="28"/>
              </w:rPr>
              <w:t>новской области в целях достижения наилучшего показателя увеличения налоговы</w:t>
            </w:r>
            <w:r>
              <w:rPr>
                <w:sz w:val="28"/>
                <w:szCs w:val="28"/>
              </w:rPr>
              <w:t>х</w:t>
            </w:r>
            <w:r w:rsidRPr="008D51D4">
              <w:rPr>
                <w:sz w:val="28"/>
                <w:szCs w:val="28"/>
              </w:rPr>
              <w:t xml:space="preserve"> и неналоговых доходов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517 0300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4000,0</w:t>
            </w:r>
          </w:p>
        </w:tc>
      </w:tr>
      <w:tr w:rsidR="00766415" w:rsidRPr="008D51D4" w:rsidTr="008D51D4">
        <w:trPr>
          <w:trHeight w:val="20"/>
        </w:trPr>
        <w:tc>
          <w:tcPr>
            <w:tcW w:w="4678" w:type="dxa"/>
            <w:vAlign w:val="center"/>
          </w:tcPr>
          <w:p w:rsidR="00766415" w:rsidRPr="008D51D4" w:rsidRDefault="007664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517 0300</w:t>
            </w:r>
          </w:p>
        </w:tc>
        <w:tc>
          <w:tcPr>
            <w:tcW w:w="709" w:type="dxa"/>
            <w:vAlign w:val="bottom"/>
          </w:tcPr>
          <w:p w:rsidR="00766415" w:rsidRPr="008D51D4" w:rsidRDefault="007664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Pr="008D51D4" w:rsidRDefault="00766415" w:rsidP="008D51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D51D4">
              <w:rPr>
                <w:sz w:val="28"/>
                <w:szCs w:val="28"/>
              </w:rPr>
              <w:t>4000,0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и городских округов, 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тигших наилучших результатов по увеличению налогового потенциала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788181,8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расходных об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зательств,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полномочий органов местного самоуправления по вопросам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579383,6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заработной платы с начи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лениями работникам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(за исключением органов местного самоуправления) муниципальных образований, оплата коммунальных услуг и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моуправления) (включая погашение кредиторской задолженности)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 Ульяно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579383,6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579383,6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зований, возникающих при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766415" w:rsidRDefault="0076641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8D51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Расчёт и предоставление дотаций на 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бюджетам поселений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Pr="00C84EFA" w:rsidRDefault="00766415" w:rsidP="00296415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84EFA">
              <w:rPr>
                <w:color w:val="000000"/>
                <w:spacing w:val="-6"/>
                <w:sz w:val="28"/>
                <w:szCs w:val="28"/>
              </w:rPr>
              <w:t>Реализация мероприятий по развитию инфраструктуры муниципального о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б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разования «город Димитровград»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86250,0</w:t>
            </w:r>
          </w:p>
        </w:tc>
      </w:tr>
      <w:tr w:rsidR="00766415" w:rsidTr="008D51D4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86250,0</w:t>
            </w:r>
          </w:p>
        </w:tc>
      </w:tr>
      <w:tr w:rsidR="00766415" w:rsidTr="00C4066A">
        <w:trPr>
          <w:trHeight w:val="20"/>
        </w:trPr>
        <w:tc>
          <w:tcPr>
            <w:tcW w:w="4678" w:type="dxa"/>
            <w:vAlign w:val="center"/>
          </w:tcPr>
          <w:p w:rsidR="00766415" w:rsidRDefault="00766415" w:rsidP="00296415">
            <w:pPr>
              <w:spacing w:line="331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2"/>
            <w:vAlign w:val="bottom"/>
          </w:tcPr>
          <w:p w:rsidR="00766415" w:rsidRPr="008D51D4" w:rsidRDefault="00766415" w:rsidP="00296415">
            <w:pPr>
              <w:spacing w:line="331" w:lineRule="auto"/>
              <w:ind w:right="-108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38868227,43804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9) в приложении 11: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а) в строке «</w:t>
      </w:r>
      <w:r w:rsidRPr="008F3D06">
        <w:rPr>
          <w:sz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</w:rPr>
        <w:t>» (Рз 01 ПР 13 ЦС 296 5930 ВР 121) цифры «6793,1» заменить цифрами «43539,0», цифры «6900,6» заменить цифрами «68438,0»;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б) в графах 6 и 7 строки «</w:t>
      </w:r>
      <w:r w:rsidRPr="0043057E">
        <w:rPr>
          <w:sz w:val="28"/>
        </w:rPr>
        <w:t>Иные выплаты персоналу государственных (мун</w:t>
      </w:r>
      <w:r w:rsidRPr="0043057E">
        <w:rPr>
          <w:sz w:val="28"/>
        </w:rPr>
        <w:t>и</w:t>
      </w:r>
      <w:r w:rsidRPr="0043057E">
        <w:rPr>
          <w:sz w:val="28"/>
        </w:rPr>
        <w:t>ципальных) органов, за исключением фонда оплаты труда</w:t>
      </w:r>
      <w:r>
        <w:rPr>
          <w:sz w:val="28"/>
        </w:rPr>
        <w:t>» (Рз 01 ПР 13 ЦС 296 5930 ВР 122) цифры «1,4» заменить цифрами «3,0»;</w:t>
      </w:r>
    </w:p>
    <w:p w:rsidR="00766415" w:rsidRPr="00A431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в) в строке «</w:t>
      </w:r>
      <w:r w:rsidRPr="00A43115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(Рз 01 ПР 13 ЦС 296 5930 ВР 242) цифры «4501,0» заменить цифрами «474,2»;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г) в строке «</w:t>
      </w:r>
      <w:r w:rsidRPr="0043057E">
        <w:rPr>
          <w:sz w:val="28"/>
        </w:rPr>
        <w:t>Прочая закупка товаров, работ и услуг для обеспечения гос</w:t>
      </w:r>
      <w:r w:rsidRPr="0043057E">
        <w:rPr>
          <w:sz w:val="28"/>
        </w:rPr>
        <w:t>у</w:t>
      </w:r>
      <w:r w:rsidRPr="0043057E">
        <w:rPr>
          <w:sz w:val="28"/>
        </w:rPr>
        <w:t>дарственных (муниципальных) нужд</w:t>
      </w:r>
      <w:r>
        <w:rPr>
          <w:sz w:val="28"/>
        </w:rPr>
        <w:t>» (Рз 01 ПР 13 ЦС 296 5930 ВР 244) цифры «2600,5» заменить цифрами «3781,4», цифры «3593,0» заменить цифрами «948,4»;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д) в строке «</w:t>
      </w:r>
      <w:r w:rsidRPr="0043057E">
        <w:rPr>
          <w:sz w:val="28"/>
        </w:rPr>
        <w:t>Субвенции</w:t>
      </w:r>
      <w:r>
        <w:rPr>
          <w:sz w:val="28"/>
        </w:rPr>
        <w:t>» (Рз 01 ПР 13 ЦС 296 5930 ВР 530):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графе 6 цифры «54867,6» заменить цифрами «16939,2»;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графе 7 цифры «54867,6» заменить цифрами «0,0»;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е) наименование строки «</w:t>
      </w:r>
      <w:r w:rsidRPr="00505AB4">
        <w:rPr>
          <w:sz w:val="28"/>
        </w:rPr>
        <w:t>Освежение запасов средств индивидуальной защ</w:t>
      </w:r>
      <w:r w:rsidRPr="00505AB4">
        <w:rPr>
          <w:sz w:val="28"/>
        </w:rPr>
        <w:t>и</w:t>
      </w:r>
      <w:r w:rsidRPr="00505AB4">
        <w:rPr>
          <w:sz w:val="28"/>
        </w:rPr>
        <w:t>ты для гражданской обороны Ульяновской области</w:t>
      </w:r>
      <w:r>
        <w:rPr>
          <w:sz w:val="28"/>
        </w:rPr>
        <w:t>» (Рз 03 ПР 09 ЦС 861 1005) 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505AB4">
        <w:rPr>
          <w:sz w:val="28"/>
        </w:rPr>
        <w:t>Освежение запасов средств индивидуальной защиты для гражданской об</w:t>
      </w:r>
      <w:r w:rsidRPr="00505AB4">
        <w:rPr>
          <w:sz w:val="28"/>
        </w:rPr>
        <w:t>о</w:t>
      </w:r>
      <w:r w:rsidRPr="00505AB4">
        <w:rPr>
          <w:sz w:val="28"/>
        </w:rPr>
        <w:t>роны в Ульяновской области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ж) наименование строки «</w:t>
      </w:r>
      <w:r w:rsidRPr="00505AB4">
        <w:rPr>
          <w:sz w:val="28"/>
        </w:rPr>
        <w:t>Субсидии на поддержку сель</w:t>
      </w:r>
      <w:r>
        <w:rPr>
          <w:sz w:val="28"/>
        </w:rPr>
        <w:t>хоз</w:t>
      </w:r>
      <w:r w:rsidRPr="00505AB4">
        <w:rPr>
          <w:sz w:val="28"/>
        </w:rPr>
        <w:t>товаропроизвод</w:t>
      </w:r>
      <w:r w:rsidRPr="00505AB4">
        <w:rPr>
          <w:sz w:val="28"/>
        </w:rPr>
        <w:t>и</w:t>
      </w:r>
      <w:r w:rsidRPr="00505AB4">
        <w:rPr>
          <w:sz w:val="28"/>
        </w:rPr>
        <w:t>телей, государственную поддержку кредитования малых форм хозяйствования на селе</w:t>
      </w:r>
      <w:r>
        <w:rPr>
          <w:sz w:val="28"/>
        </w:rPr>
        <w:t>» (Рз 04 ПР 05 ЦС 933 2510) 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505AB4">
        <w:rPr>
          <w:sz w:val="28"/>
        </w:rPr>
        <w:t>Субсидии на поддержку сельскохозяйственных товаропроизводителей, г</w:t>
      </w:r>
      <w:r w:rsidRPr="00505AB4">
        <w:rPr>
          <w:sz w:val="28"/>
        </w:rPr>
        <w:t>о</w:t>
      </w:r>
      <w:r w:rsidRPr="00505AB4">
        <w:rPr>
          <w:sz w:val="28"/>
        </w:rPr>
        <w:t>сударственную поддержку кредитования малых форм хозяйствования на селе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з) наименование строки «</w:t>
      </w:r>
      <w:r w:rsidRPr="00505AB4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505AB4">
        <w:rPr>
          <w:sz w:val="28"/>
        </w:rPr>
        <w:t xml:space="preserve"> товаров, работ и услуг</w:t>
      </w:r>
      <w:r>
        <w:rPr>
          <w:sz w:val="28"/>
        </w:rPr>
        <w:t>» (Рз 04 ПР 05 ЦС 933 2511) 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505AB4">
        <w:rPr>
          <w:sz w:val="28"/>
        </w:rPr>
        <w:t>Расходы, связанные с закупками товаров, работ и услуг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и) наименование строки «</w:t>
      </w:r>
      <w:r w:rsidRPr="00505AB4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505AB4">
        <w:rPr>
          <w:sz w:val="28"/>
        </w:rPr>
        <w:t xml:space="preserve"> товаров, работ и услуг для обеспечения государственных нужд</w:t>
      </w:r>
      <w:r>
        <w:rPr>
          <w:sz w:val="28"/>
        </w:rPr>
        <w:t xml:space="preserve">» (Рз 04 ПР 05 ЦС 940 2011) </w:t>
      </w:r>
      <w:r>
        <w:rPr>
          <w:sz w:val="28"/>
        </w:rPr>
        <w:br/>
        <w:t>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505AB4">
        <w:rPr>
          <w:sz w:val="28"/>
        </w:rPr>
        <w:t>Расходы, связанные с закупками товаров, работ и услуг для обеспечения государственных нужд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к) в графах 6 и 7 строки «</w:t>
      </w:r>
      <w:r w:rsidRPr="00213E96">
        <w:rPr>
          <w:sz w:val="28"/>
        </w:rPr>
        <w:t>Учреждения по сопровождению исполнения о</w:t>
      </w:r>
      <w:r w:rsidRPr="00213E96">
        <w:rPr>
          <w:sz w:val="28"/>
        </w:rPr>
        <w:t>т</w:t>
      </w:r>
      <w:r w:rsidRPr="00213E96">
        <w:rPr>
          <w:sz w:val="28"/>
        </w:rPr>
        <w:t>дельных процедур, осуществляемых при исполнении государственных функций государственными органами Ульяновской области</w:t>
      </w:r>
      <w:r>
        <w:rPr>
          <w:sz w:val="28"/>
        </w:rPr>
        <w:t>» (Рз 05 ПР 05 ЦС 097 0000) цифры «38377,4» заменить цифрами «27276,8»;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л) в графах 6 и 7 строки «</w:t>
      </w:r>
      <w:r w:rsidRPr="0043057E">
        <w:rPr>
          <w:sz w:val="28"/>
        </w:rPr>
        <w:t>Фонд оплаты труда каз</w:t>
      </w:r>
      <w:r>
        <w:rPr>
          <w:sz w:val="28"/>
        </w:rPr>
        <w:t>ё</w:t>
      </w:r>
      <w:r w:rsidRPr="0043057E">
        <w:rPr>
          <w:sz w:val="28"/>
        </w:rPr>
        <w:t>нных учреждений и взн</w:t>
      </w:r>
      <w:r w:rsidRPr="0043057E">
        <w:rPr>
          <w:sz w:val="28"/>
        </w:rPr>
        <w:t>о</w:t>
      </w:r>
      <w:r w:rsidRPr="0043057E">
        <w:rPr>
          <w:sz w:val="28"/>
        </w:rPr>
        <w:t>сы по обязательному социальному страхованию</w:t>
      </w:r>
      <w:r>
        <w:rPr>
          <w:sz w:val="28"/>
        </w:rPr>
        <w:t xml:space="preserve">» (Рз 05 ПР 05 ЦС 097 0000 </w:t>
      </w:r>
      <w:r>
        <w:rPr>
          <w:sz w:val="28"/>
        </w:rPr>
        <w:br/>
        <w:t>ВР 111) цифры «32980,5» заменить цифрами «23394,9»;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м) в графах 6 и 7 строки «</w:t>
      </w:r>
      <w:r w:rsidRPr="0043057E">
        <w:rPr>
          <w:sz w:val="28"/>
        </w:rPr>
        <w:t>Иные выплаты персоналу каз</w:t>
      </w:r>
      <w:r>
        <w:rPr>
          <w:sz w:val="28"/>
        </w:rPr>
        <w:t>ё</w:t>
      </w:r>
      <w:r w:rsidRPr="0043057E">
        <w:rPr>
          <w:sz w:val="28"/>
        </w:rPr>
        <w:t>нных учреждений, за исключением фонда оплаты труда</w:t>
      </w:r>
      <w:r>
        <w:rPr>
          <w:sz w:val="28"/>
        </w:rPr>
        <w:t>» (Рз 05 ПР 05 ЦС 097 0000 ВР 112) цифры «107,0» заменить цифрами «98,0»;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н) в графах 6 и 7 строки «</w:t>
      </w:r>
      <w:r w:rsidRPr="0043057E">
        <w:rPr>
          <w:sz w:val="28"/>
        </w:rPr>
        <w:t>Прочая закупка товаров, работ и услуг для обесп</w:t>
      </w:r>
      <w:r w:rsidRPr="0043057E">
        <w:rPr>
          <w:sz w:val="28"/>
        </w:rPr>
        <w:t>е</w:t>
      </w:r>
      <w:r w:rsidRPr="0043057E">
        <w:rPr>
          <w:sz w:val="28"/>
        </w:rPr>
        <w:t>чения государственных (муниципальных) нужд</w:t>
      </w:r>
      <w:r>
        <w:rPr>
          <w:sz w:val="28"/>
        </w:rPr>
        <w:t xml:space="preserve">» (Рз 05 ПР 05 ЦС 097 0000 </w:t>
      </w:r>
      <w:r>
        <w:rPr>
          <w:sz w:val="28"/>
        </w:rPr>
        <w:br/>
        <w:t>ВР 244) цифры «5049,8» заменить цифрами «3591,8»;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о) в графах 6 и 7 строки «</w:t>
      </w:r>
      <w:r w:rsidRPr="0005460D">
        <w:rPr>
          <w:sz w:val="28"/>
        </w:rPr>
        <w:t>Уплата прочих налогов, сборов и иных платежей</w:t>
      </w:r>
      <w:r>
        <w:rPr>
          <w:sz w:val="28"/>
        </w:rPr>
        <w:t>» (Рз 05 ПР 05 ЦС 097 0000 ВР 852) цифры «240,1» заменить цифрами «192,1»;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п) в графах 6 и 7 строки «</w:t>
      </w:r>
      <w:r w:rsidRPr="0005460D">
        <w:rPr>
          <w:sz w:val="28"/>
        </w:rPr>
        <w:t>Реализация государственных функций, связанных с обеспечением отдельных мероприятий в сфере жилищно-коммунального хозя</w:t>
      </w:r>
      <w:r w:rsidRPr="0005460D">
        <w:rPr>
          <w:sz w:val="28"/>
        </w:rPr>
        <w:t>й</w:t>
      </w:r>
      <w:r w:rsidRPr="0005460D">
        <w:rPr>
          <w:sz w:val="28"/>
        </w:rPr>
        <w:t>ства</w:t>
      </w:r>
      <w:r>
        <w:rPr>
          <w:sz w:val="28"/>
        </w:rPr>
        <w:t>» (Рз 05 ПР 05 ЦС 660 0000) цифры «79630,3» заменить цифрами «90730,9»;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р) в графах 6 и 7 строки «</w:t>
      </w:r>
      <w:r w:rsidRPr="0005460D">
        <w:rPr>
          <w:sz w:val="28"/>
        </w:rPr>
        <w:t>Мероприятия, связанные с обеспечением фун</w:t>
      </w:r>
      <w:r w:rsidRPr="0005460D">
        <w:rPr>
          <w:sz w:val="28"/>
        </w:rPr>
        <w:t>к</w:t>
      </w:r>
      <w:r w:rsidRPr="0005460D">
        <w:rPr>
          <w:sz w:val="28"/>
        </w:rPr>
        <w:t>ционирования организаций жилищно-коммунального хозя</w:t>
      </w:r>
      <w:r>
        <w:rPr>
          <w:sz w:val="28"/>
        </w:rPr>
        <w:t>й</w:t>
      </w:r>
      <w:r w:rsidRPr="0005460D">
        <w:rPr>
          <w:sz w:val="28"/>
        </w:rPr>
        <w:t>ства</w:t>
      </w:r>
      <w:r>
        <w:rPr>
          <w:sz w:val="28"/>
        </w:rPr>
        <w:t xml:space="preserve">» (Рз 05 ПР 05 </w:t>
      </w:r>
      <w:r>
        <w:rPr>
          <w:sz w:val="28"/>
        </w:rPr>
        <w:br/>
        <w:t>ЦС 660 0100) цифры «79630,3» заменить цифрами «81266,3»;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с) в графах 6 и 7 строки «</w:t>
      </w:r>
      <w:r w:rsidRPr="0005460D">
        <w:rPr>
          <w:sz w:val="28"/>
        </w:rPr>
        <w:t>Субсидии юридическим лицам (кроме некомме</w:t>
      </w:r>
      <w:r w:rsidRPr="0005460D">
        <w:rPr>
          <w:sz w:val="28"/>
        </w:rPr>
        <w:t>р</w:t>
      </w:r>
      <w:r w:rsidRPr="0005460D">
        <w:rPr>
          <w:sz w:val="28"/>
        </w:rPr>
        <w:t>ческих организаций), индивидуальным предпринимателям, физическим лицам</w:t>
      </w:r>
      <w:r>
        <w:rPr>
          <w:sz w:val="28"/>
        </w:rPr>
        <w:t>» (Рз 05 ПР 05 ЦС 660 0100 ВР 810) цифры «79630,3» заменить цифрами «81266,3»;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т) 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274"/>
        <w:gridCol w:w="496"/>
        <w:gridCol w:w="523"/>
        <w:gridCol w:w="1370"/>
        <w:gridCol w:w="709"/>
        <w:gridCol w:w="1349"/>
        <w:gridCol w:w="1486"/>
      </w:tblGrid>
      <w:tr w:rsidR="00766415" w:rsidRPr="0005460D" w:rsidTr="0055746A">
        <w:trPr>
          <w:trHeight w:val="1228"/>
        </w:trPr>
        <w:tc>
          <w:tcPr>
            <w:tcW w:w="4274" w:type="dxa"/>
            <w:vAlign w:val="center"/>
          </w:tcPr>
          <w:p w:rsidR="00766415" w:rsidRPr="00C84EFA" w:rsidRDefault="00766415" w:rsidP="0055746A">
            <w:pPr>
              <w:spacing w:line="324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84EFA">
              <w:rPr>
                <w:color w:val="000000"/>
                <w:spacing w:val="-6"/>
                <w:sz w:val="28"/>
                <w:szCs w:val="28"/>
              </w:rPr>
              <w:t>«Субсидии юридическим лицам (кроме некоммерческих организ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а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ций), индивидуальным предпр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и</w:t>
            </w:r>
            <w:r w:rsidRPr="00C84EFA">
              <w:rPr>
                <w:color w:val="000000"/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496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3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0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349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81266,3</w:t>
            </w:r>
          </w:p>
        </w:tc>
        <w:tc>
          <w:tcPr>
            <w:tcW w:w="1486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81266,3»</w:t>
            </w:r>
          </w:p>
        </w:tc>
      </w:tr>
    </w:tbl>
    <w:p w:rsidR="00766415" w:rsidRDefault="00766415" w:rsidP="0055746A">
      <w:pPr>
        <w:pStyle w:val="BodyTextIndent"/>
        <w:widowControl w:val="0"/>
        <w:spacing w:after="0" w:line="324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274"/>
        <w:gridCol w:w="496"/>
        <w:gridCol w:w="523"/>
        <w:gridCol w:w="1370"/>
        <w:gridCol w:w="709"/>
        <w:gridCol w:w="1349"/>
        <w:gridCol w:w="1344"/>
      </w:tblGrid>
      <w:tr w:rsidR="00766415" w:rsidRPr="0005460D" w:rsidTr="0005460D">
        <w:tc>
          <w:tcPr>
            <w:tcW w:w="4274" w:type="dxa"/>
            <w:vAlign w:val="center"/>
          </w:tcPr>
          <w:p w:rsidR="00766415" w:rsidRPr="0005460D" w:rsidRDefault="00766415" w:rsidP="0055746A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«Мероприятия, связанные с обеспечением функционирования регионального оператора</w:t>
            </w:r>
          </w:p>
        </w:tc>
        <w:tc>
          <w:tcPr>
            <w:tcW w:w="496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523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1370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  <w:tc>
          <w:tcPr>
            <w:tcW w:w="1344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</w:tr>
      <w:tr w:rsidR="00766415" w:rsidRPr="0005460D" w:rsidTr="0005460D">
        <w:tc>
          <w:tcPr>
            <w:tcW w:w="4274" w:type="dxa"/>
            <w:vAlign w:val="center"/>
          </w:tcPr>
          <w:p w:rsidR="00766415" w:rsidRPr="0005460D" w:rsidRDefault="00766415" w:rsidP="0055746A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Субсидии некоммерческим орг</w:t>
            </w:r>
            <w:r w:rsidRPr="0005460D">
              <w:rPr>
                <w:sz w:val="28"/>
                <w:szCs w:val="28"/>
              </w:rPr>
              <w:t>а</w:t>
            </w:r>
            <w:r w:rsidRPr="0005460D">
              <w:rPr>
                <w:sz w:val="28"/>
                <w:szCs w:val="28"/>
              </w:rPr>
              <w:t>низациям (за исключением гос</w:t>
            </w:r>
            <w:r w:rsidRPr="0005460D">
              <w:rPr>
                <w:sz w:val="28"/>
                <w:szCs w:val="28"/>
              </w:rPr>
              <w:t>у</w:t>
            </w:r>
            <w:r w:rsidRPr="0005460D">
              <w:rPr>
                <w:sz w:val="28"/>
                <w:szCs w:val="28"/>
              </w:rPr>
              <w:t>дарственных (муниципальных) учреждений)</w:t>
            </w:r>
          </w:p>
        </w:tc>
        <w:tc>
          <w:tcPr>
            <w:tcW w:w="496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523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1370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630</w:t>
            </w:r>
          </w:p>
        </w:tc>
        <w:tc>
          <w:tcPr>
            <w:tcW w:w="1349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  <w:tc>
          <w:tcPr>
            <w:tcW w:w="1344" w:type="dxa"/>
            <w:noWrap/>
            <w:vAlign w:val="bottom"/>
          </w:tcPr>
          <w:p w:rsidR="00766415" w:rsidRPr="0005460D" w:rsidRDefault="00766415" w:rsidP="0055746A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9464,6»;</w:t>
            </w:r>
          </w:p>
        </w:tc>
      </w:tr>
    </w:tbl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у) наименование строки «Средние специальные учебные заведения» (Рз 07 ПР 04 ЦС 427 0000) изложить в следующей редакции: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«Профессиональные образовательные организации»;</w:t>
      </w:r>
    </w:p>
    <w:p w:rsidR="00766415" w:rsidRPr="00C84EFA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pacing w:val="-6"/>
          <w:sz w:val="28"/>
        </w:rPr>
      </w:pPr>
      <w:r w:rsidRPr="00C84EFA">
        <w:rPr>
          <w:spacing w:val="-6"/>
          <w:sz w:val="28"/>
        </w:rPr>
        <w:t>ф) наименование строки «Ремонтно-реставрационные работы зданий госуда</w:t>
      </w:r>
      <w:r w:rsidRPr="00C84EFA">
        <w:rPr>
          <w:spacing w:val="-6"/>
          <w:sz w:val="28"/>
        </w:rPr>
        <w:t>р</w:t>
      </w:r>
      <w:r w:rsidRPr="00C84EFA">
        <w:rPr>
          <w:spacing w:val="-6"/>
          <w:sz w:val="28"/>
        </w:rPr>
        <w:t>ственных учреждений культуры, в том числе изготовление проектной и экспертной документации» (Рз 08 ПР 01 ЦС 870 4001) изложить в следующей редакции: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505AB4">
        <w:rPr>
          <w:sz w:val="28"/>
        </w:rPr>
        <w:t>Ремонтно-реставрационные работы зданий государственных учреждений культуры, в том числе подготовка проектной и экспертной документации</w:t>
      </w:r>
      <w:r>
        <w:rPr>
          <w:sz w:val="28"/>
        </w:rPr>
        <w:t>»;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х) в строке «</w:t>
      </w:r>
      <w:r w:rsidRPr="0005460D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(Рз 08 </w:t>
      </w:r>
      <w:r>
        <w:rPr>
          <w:sz w:val="28"/>
        </w:rPr>
        <w:br/>
        <w:t>ПР 01 ЦС 870 4001 ВР 612) цифры «20050,0» заменить цифрами «28050,0»;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ц) в строке «</w:t>
      </w:r>
      <w:r w:rsidRPr="0005460D">
        <w:rPr>
          <w:sz w:val="28"/>
        </w:rPr>
        <w:t>Субсидии автономным учреждениям на иные цели</w:t>
      </w:r>
      <w:r>
        <w:rPr>
          <w:sz w:val="28"/>
        </w:rPr>
        <w:t xml:space="preserve">» (Рз 08 </w:t>
      </w:r>
      <w:r>
        <w:rPr>
          <w:sz w:val="28"/>
        </w:rPr>
        <w:br/>
        <w:t>ПР 01 ЦС 870 4001 ВР 622) цифры «13750,0» заменить цифрами «5750,0»;</w:t>
      </w:r>
    </w:p>
    <w:p w:rsidR="00766415" w:rsidRDefault="00766415" w:rsidP="0055746A">
      <w:pPr>
        <w:pStyle w:val="BodyTextIndent"/>
        <w:widowControl w:val="0"/>
        <w:spacing w:after="0" w:line="324" w:lineRule="auto"/>
        <w:ind w:left="0" w:firstLine="709"/>
        <w:jc w:val="both"/>
        <w:rPr>
          <w:sz w:val="28"/>
        </w:rPr>
      </w:pPr>
      <w:r>
        <w:rPr>
          <w:sz w:val="28"/>
        </w:rPr>
        <w:t>ч) наименование строки «</w:t>
      </w:r>
      <w:r w:rsidRPr="00505AB4">
        <w:rPr>
          <w:sz w:val="28"/>
        </w:rPr>
        <w:t>Средства на реализацию Закона Ульяновской о</w:t>
      </w:r>
      <w:r w:rsidRPr="00505AB4">
        <w:rPr>
          <w:sz w:val="28"/>
        </w:rPr>
        <w:t>б</w:t>
      </w:r>
      <w:r w:rsidRPr="00505AB4">
        <w:rPr>
          <w:sz w:val="28"/>
        </w:rPr>
        <w:t xml:space="preserve">ласти от 05.04.2006 № 43-ЗО «О мерах государственной социальной поддержки отдельных категорий специалистов, работающих и проживающих в </w:t>
      </w:r>
      <w:r>
        <w:rPr>
          <w:sz w:val="28"/>
        </w:rPr>
        <w:t xml:space="preserve">сельской </w:t>
      </w:r>
      <w:r>
        <w:rPr>
          <w:sz w:val="28"/>
        </w:rPr>
        <w:br/>
        <w:t>местности</w:t>
      </w:r>
      <w:r w:rsidRPr="00505AB4">
        <w:rPr>
          <w:sz w:val="28"/>
        </w:rPr>
        <w:t xml:space="preserve"> на территории Ульяновской области»</w:t>
      </w:r>
      <w:r>
        <w:rPr>
          <w:sz w:val="28"/>
        </w:rPr>
        <w:t xml:space="preserve"> (Рз 10 ПР 03 ЦС 505 8500) </w:t>
      </w:r>
      <w:r>
        <w:rPr>
          <w:sz w:val="28"/>
        </w:rPr>
        <w:br/>
        <w:t>изложить в следующей редакции:</w:t>
      </w:r>
    </w:p>
    <w:p w:rsidR="00766415" w:rsidRPr="0029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pacing w:val="-6"/>
          <w:sz w:val="28"/>
        </w:rPr>
      </w:pPr>
      <w:r>
        <w:rPr>
          <w:sz w:val="28"/>
        </w:rPr>
        <w:t>«</w:t>
      </w:r>
      <w:r w:rsidRPr="00DF7AA6">
        <w:rPr>
          <w:sz w:val="28"/>
        </w:rPr>
        <w:t xml:space="preserve">Средства на реализацию Закона Ульяновской области от 05.04.2006 </w:t>
      </w:r>
      <w:r>
        <w:rPr>
          <w:sz w:val="28"/>
        </w:rPr>
        <w:br/>
      </w:r>
      <w:r w:rsidRPr="00296415">
        <w:rPr>
          <w:spacing w:val="-6"/>
          <w:sz w:val="28"/>
        </w:rPr>
        <w:t>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ш) наименование строки «</w:t>
      </w:r>
      <w:r w:rsidRPr="00DF7AA6">
        <w:rPr>
          <w:sz w:val="28"/>
        </w:rPr>
        <w:t>Денежное пособие на оплату обучения студентам, обучающимся в образовательных организациях среднего и высшего професси</w:t>
      </w:r>
      <w:r w:rsidRPr="00DF7AA6">
        <w:rPr>
          <w:sz w:val="28"/>
        </w:rPr>
        <w:t>о</w:t>
      </w:r>
      <w:r w:rsidRPr="00DF7AA6">
        <w:rPr>
          <w:sz w:val="28"/>
        </w:rPr>
        <w:t>нального образования, находящихся на территории Ульяновской области</w:t>
      </w:r>
      <w:r>
        <w:rPr>
          <w:sz w:val="28"/>
        </w:rPr>
        <w:t>» (Рз 10 ПР 04 ЦС 505 8600) 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DF7AA6">
        <w:rPr>
          <w:sz w:val="28"/>
        </w:rPr>
        <w:t>Денежное пособие на оплату обучения студентам, обучающимся в образ</w:t>
      </w:r>
      <w:r w:rsidRPr="00DF7AA6">
        <w:rPr>
          <w:sz w:val="28"/>
        </w:rPr>
        <w:t>о</w:t>
      </w:r>
      <w:r w:rsidRPr="00DF7AA6">
        <w:rPr>
          <w:sz w:val="28"/>
        </w:rPr>
        <w:t>вательных организациях среднего профессионального и высшего образования, находящихся на территории Ульяновской области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10) в приложении 12: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а) в главе «Правительство Ульяновской области» (Мин 203):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цифры «1327493,1» заменить цифрами «1334493,1»;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203 Рз 01) цифры «741758,2» заменить цифрами «748258,2»;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Функционирование Правительства Российской Федерации, вы</w:t>
      </w:r>
      <w:r w:rsidRPr="000B2D20">
        <w:rPr>
          <w:sz w:val="28"/>
        </w:rPr>
        <w:t>с</w:t>
      </w:r>
      <w:r w:rsidRPr="000B2D20">
        <w:rPr>
          <w:sz w:val="28"/>
        </w:rPr>
        <w:t xml:space="preserve">ших исполнительных органов государственной власти субъектов Российской </w:t>
      </w:r>
      <w:r>
        <w:rPr>
          <w:sz w:val="28"/>
        </w:rPr>
        <w:br/>
      </w:r>
      <w:r w:rsidRPr="000B2D20">
        <w:rPr>
          <w:sz w:val="28"/>
        </w:rPr>
        <w:t>Федерации, местных администраций</w:t>
      </w:r>
      <w:r>
        <w:rPr>
          <w:sz w:val="28"/>
        </w:rPr>
        <w:t>» (Мин 203 Рз 01 ПР 04) цифры «186517,6» заменить цифрами «186477,6»;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Руководство и управление в сфере установленных функций гос</w:t>
      </w:r>
      <w:r w:rsidRPr="000B2D20">
        <w:rPr>
          <w:sz w:val="28"/>
        </w:rPr>
        <w:t>у</w:t>
      </w:r>
      <w:r w:rsidRPr="000B2D20">
        <w:rPr>
          <w:sz w:val="28"/>
        </w:rPr>
        <w:t>дарственных органов Ульяновской области</w:t>
      </w:r>
      <w:r>
        <w:rPr>
          <w:sz w:val="28"/>
        </w:rPr>
        <w:t>» (Мин 203 Рз 01 ПР 04 ЦС 002 0000) цифры «186517,6» заменить цифрами «186477,6»;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Центральный аппарат</w:t>
      </w:r>
      <w:r>
        <w:rPr>
          <w:sz w:val="28"/>
        </w:rPr>
        <w:t>» (Мин 203 Рз 01 ПР 04 ЦС 002 0400) цифры «175181,6» заменить цифрами «175141,6»;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Прочая закупка товаров, работ и услуг для обеспечения госуда</w:t>
      </w:r>
      <w:r w:rsidRPr="000B2D20">
        <w:rPr>
          <w:sz w:val="28"/>
        </w:rPr>
        <w:t>р</w:t>
      </w:r>
      <w:r w:rsidRPr="000B2D20">
        <w:rPr>
          <w:sz w:val="28"/>
        </w:rPr>
        <w:t>ственных (муниципальных) нужд</w:t>
      </w:r>
      <w:r>
        <w:rPr>
          <w:sz w:val="28"/>
        </w:rPr>
        <w:t>» (Мин 203 Рз 01 ПР 04 ЦС 002 0400 ВР 244) цифры «3255,0855» заменить цифрами «3215,0855»;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Другие общегосударственные вопросы</w:t>
      </w:r>
      <w:r>
        <w:rPr>
          <w:sz w:val="28"/>
        </w:rPr>
        <w:t>» (Мин 203 Рз 01 ПР 13) цифры «552105,9» заменить цифрами «558645,9»;</w:t>
      </w:r>
    </w:p>
    <w:p w:rsidR="00766415" w:rsidRPr="00C84EFA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pacing w:val="-6"/>
          <w:sz w:val="28"/>
        </w:rPr>
      </w:pPr>
      <w:r w:rsidRPr="00C84EFA">
        <w:rPr>
          <w:spacing w:val="-8"/>
          <w:sz w:val="28"/>
        </w:rPr>
        <w:t xml:space="preserve">в строке «Учреждения по обеспечению хозяйственного обслуживания» (Мин 203 </w:t>
      </w:r>
      <w:r w:rsidRPr="00C84EFA">
        <w:rPr>
          <w:spacing w:val="-6"/>
          <w:sz w:val="28"/>
        </w:rPr>
        <w:t>Рз 01 ПР 13 ЦС 093 0000) цифры «340285,97» заменить цифрами «346785,97»;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Фонд оплаты труда казённых учреждений и взносы по обязател</w:t>
      </w:r>
      <w:r w:rsidRPr="000B2D20">
        <w:rPr>
          <w:sz w:val="28"/>
        </w:rPr>
        <w:t>ь</w:t>
      </w:r>
      <w:r w:rsidRPr="000B2D20">
        <w:rPr>
          <w:sz w:val="28"/>
        </w:rPr>
        <w:t>ному социальному страхованию</w:t>
      </w:r>
      <w:r>
        <w:rPr>
          <w:sz w:val="28"/>
        </w:rPr>
        <w:t>» (Мин 203 Рз 01 ПР 13 ЦС 093 0000 ВР 111) цифры «202718,07» заменить цифрами «209218,07»;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Учреждения в сфере распространения и использования информ</w:t>
      </w:r>
      <w:r w:rsidRPr="000B2D20">
        <w:rPr>
          <w:sz w:val="28"/>
        </w:rPr>
        <w:t>а</w:t>
      </w:r>
      <w:r w:rsidRPr="000B2D20">
        <w:rPr>
          <w:sz w:val="28"/>
        </w:rPr>
        <w:t>ционных и коммуникационных технологий, научных исследований в области и</w:t>
      </w:r>
      <w:r w:rsidRPr="000B2D20">
        <w:rPr>
          <w:sz w:val="28"/>
        </w:rPr>
        <w:t>с</w:t>
      </w:r>
      <w:r w:rsidRPr="000B2D20">
        <w:rPr>
          <w:sz w:val="28"/>
        </w:rPr>
        <w:t>тории и культуры</w:t>
      </w:r>
      <w:r>
        <w:rPr>
          <w:sz w:val="28"/>
        </w:rPr>
        <w:t>» (Мин 203 Рз 01 ПР 13 ЦС 095 0000) цифры «77408,4» заменить цифрами «77448,4»;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0B2D20">
        <w:rPr>
          <w:sz w:val="28"/>
        </w:rPr>
        <w:t>и</w:t>
      </w:r>
      <w:r w:rsidRPr="000B2D20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203 Рз 01 ПР 13 ЦС 095 0000 </w:t>
      </w:r>
      <w:r>
        <w:rPr>
          <w:sz w:val="28"/>
        </w:rPr>
        <w:br/>
        <w:t>ВР 611) цифры «39334,94798» заменить цифрами «39374,94798»;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2D20">
        <w:rPr>
          <w:sz w:val="28"/>
        </w:rPr>
        <w:t>Мероприятия по повышению уровня доступности информацио</w:t>
      </w:r>
      <w:r w:rsidRPr="000B2D20">
        <w:rPr>
          <w:sz w:val="28"/>
        </w:rPr>
        <w:t>н</w:t>
      </w:r>
      <w:r w:rsidRPr="000B2D20">
        <w:rPr>
          <w:sz w:val="28"/>
        </w:rPr>
        <w:t>ных и коммуникационных технологий для физических и юридических лиц в Ул</w:t>
      </w:r>
      <w:r w:rsidRPr="000B2D20">
        <w:rPr>
          <w:sz w:val="28"/>
        </w:rPr>
        <w:t>ь</w:t>
      </w:r>
      <w:r w:rsidRPr="000B2D20">
        <w:rPr>
          <w:sz w:val="28"/>
        </w:rPr>
        <w:t>яновской области на 2013-2015 годы</w:t>
      </w:r>
      <w:r>
        <w:rPr>
          <w:sz w:val="28"/>
        </w:rPr>
        <w:t>» (Мин 203 Рз 01 ПР 13 ЦС 614 0000) цифры «3644,0» заменить цифрами «3604,0»;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Субсидии бюджетным учреждениям на иные цели</w:t>
      </w:r>
      <w:r>
        <w:rPr>
          <w:sz w:val="28"/>
        </w:rPr>
        <w:t xml:space="preserve">» (Мин 203 </w:t>
      </w:r>
      <w:r>
        <w:rPr>
          <w:sz w:val="28"/>
        </w:rPr>
        <w:br/>
        <w:t>Рз 01 ПР 13 ЦС 614 0000 ВР 612) цифры «3644,0» заменить цифрами «3604,0»;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766415" w:rsidRPr="0027153C" w:rsidTr="0027153C">
        <w:trPr>
          <w:trHeight w:val="750"/>
        </w:trPr>
        <w:tc>
          <w:tcPr>
            <w:tcW w:w="4665" w:type="dxa"/>
          </w:tcPr>
          <w:p w:rsidR="00766415" w:rsidRPr="0027153C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7153C">
              <w:rPr>
                <w:color w:val="000000"/>
                <w:sz w:val="28"/>
                <w:szCs w:val="28"/>
              </w:rPr>
              <w:t>Субсидии бюджетным учрежден</w:t>
            </w:r>
            <w:r w:rsidRPr="0027153C">
              <w:rPr>
                <w:color w:val="000000"/>
                <w:sz w:val="28"/>
                <w:szCs w:val="28"/>
              </w:rPr>
              <w:t>и</w:t>
            </w:r>
            <w:r w:rsidRPr="0027153C">
              <w:rPr>
                <w:color w:val="000000"/>
                <w:sz w:val="28"/>
                <w:szCs w:val="28"/>
              </w:rPr>
              <w:t>ям на иные цели</w:t>
            </w:r>
          </w:p>
        </w:tc>
        <w:tc>
          <w:tcPr>
            <w:tcW w:w="66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27153C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27153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27153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27153C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66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27153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382" w:type="dxa"/>
            <w:noWrap/>
            <w:vAlign w:val="bottom"/>
          </w:tcPr>
          <w:p w:rsidR="00766415" w:rsidRPr="002715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0</w:t>
            </w:r>
            <w:r w:rsidRPr="0027153C">
              <w:rPr>
                <w:sz w:val="28"/>
                <w:szCs w:val="28"/>
              </w:rPr>
              <w:t>4,0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766415" w:rsidRPr="0027153C" w:rsidTr="00AE213C">
        <w:trPr>
          <w:trHeight w:val="750"/>
        </w:trPr>
        <w:tc>
          <w:tcPr>
            <w:tcW w:w="4665" w:type="dxa"/>
          </w:tcPr>
          <w:p w:rsidR="00766415" w:rsidRPr="0027153C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«Средства на реализацию постано</w:t>
            </w:r>
            <w:r w:rsidRPr="0027153C">
              <w:rPr>
                <w:sz w:val="28"/>
                <w:szCs w:val="28"/>
              </w:rPr>
              <w:t>в</w:t>
            </w:r>
            <w:r w:rsidRPr="0027153C">
              <w:rPr>
                <w:sz w:val="28"/>
                <w:szCs w:val="28"/>
              </w:rPr>
              <w:t>ления Губернатора Ульяновской о</w:t>
            </w:r>
            <w:r w:rsidRPr="0027153C">
              <w:rPr>
                <w:sz w:val="28"/>
                <w:szCs w:val="28"/>
              </w:rPr>
              <w:t>б</w:t>
            </w:r>
            <w:r w:rsidRPr="0027153C">
              <w:rPr>
                <w:sz w:val="28"/>
                <w:szCs w:val="28"/>
              </w:rPr>
              <w:t xml:space="preserve">ласти от 03.06.2014 № 59 </w:t>
            </w:r>
            <w:r>
              <w:rPr>
                <w:sz w:val="28"/>
                <w:szCs w:val="28"/>
              </w:rPr>
              <w:t>«</w:t>
            </w:r>
            <w:r w:rsidRPr="0027153C">
              <w:rPr>
                <w:sz w:val="28"/>
                <w:szCs w:val="28"/>
              </w:rPr>
              <w:t>Об учр</w:t>
            </w:r>
            <w:r w:rsidRPr="0027153C">
              <w:rPr>
                <w:sz w:val="28"/>
                <w:szCs w:val="28"/>
              </w:rPr>
              <w:t>е</w:t>
            </w:r>
            <w:r w:rsidRPr="0027153C">
              <w:rPr>
                <w:sz w:val="28"/>
                <w:szCs w:val="28"/>
              </w:rPr>
              <w:t>ждении ежегодной премии Губерн</w:t>
            </w:r>
            <w:r w:rsidRPr="0027153C">
              <w:rPr>
                <w:sz w:val="28"/>
                <w:szCs w:val="28"/>
              </w:rPr>
              <w:t>а</w:t>
            </w:r>
            <w:r w:rsidRPr="0027153C">
              <w:rPr>
                <w:sz w:val="28"/>
                <w:szCs w:val="28"/>
              </w:rPr>
              <w:t xml:space="preserve">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27153C">
              <w:rPr>
                <w:sz w:val="28"/>
                <w:szCs w:val="28"/>
              </w:rPr>
              <w:t>За вклад в развитие межнациональных отн</w:t>
            </w:r>
            <w:r w:rsidRPr="0027153C">
              <w:rPr>
                <w:sz w:val="28"/>
                <w:szCs w:val="28"/>
              </w:rPr>
              <w:t>о</w:t>
            </w:r>
            <w:r w:rsidRPr="0027153C">
              <w:rPr>
                <w:sz w:val="28"/>
                <w:szCs w:val="28"/>
              </w:rPr>
              <w:t>шений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670 0000</w:t>
            </w:r>
          </w:p>
        </w:tc>
        <w:tc>
          <w:tcPr>
            <w:tcW w:w="66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2715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40,0</w:t>
            </w:r>
          </w:p>
        </w:tc>
      </w:tr>
      <w:tr w:rsidR="00766415" w:rsidRPr="0027153C" w:rsidTr="0027153C">
        <w:trPr>
          <w:trHeight w:val="87"/>
        </w:trPr>
        <w:tc>
          <w:tcPr>
            <w:tcW w:w="4665" w:type="dxa"/>
          </w:tcPr>
          <w:p w:rsidR="00766415" w:rsidRPr="0027153C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670 0000</w:t>
            </w:r>
          </w:p>
        </w:tc>
        <w:tc>
          <w:tcPr>
            <w:tcW w:w="660" w:type="dxa"/>
            <w:vAlign w:val="bottom"/>
          </w:tcPr>
          <w:p w:rsidR="00766415" w:rsidRPr="002715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350</w:t>
            </w:r>
          </w:p>
        </w:tc>
        <w:tc>
          <w:tcPr>
            <w:tcW w:w="1382" w:type="dxa"/>
            <w:noWrap/>
            <w:vAlign w:val="bottom"/>
          </w:tcPr>
          <w:p w:rsidR="00766415" w:rsidRPr="002715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7153C">
              <w:rPr>
                <w:sz w:val="28"/>
                <w:szCs w:val="28"/>
              </w:rPr>
              <w:t>40,0»;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B30DE2">
        <w:rPr>
          <w:sz w:val="28"/>
        </w:rPr>
        <w:t>Освежение запасов средств индивидуальной защиты для гражданской обороны Ульяновской области</w:t>
      </w:r>
      <w:r>
        <w:rPr>
          <w:sz w:val="28"/>
        </w:rPr>
        <w:t xml:space="preserve">» (Мин 203 Рз 03 ПР 09 </w:t>
      </w:r>
      <w:r>
        <w:rPr>
          <w:sz w:val="28"/>
        </w:rPr>
        <w:br/>
        <w:t>ЦС 861 1005) изложить в следующей редакции: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296415">
        <w:rPr>
          <w:sz w:val="28"/>
        </w:rPr>
        <w:t>Освежение запасов средств индивидуальной защиты для гражданской об</w:t>
      </w:r>
      <w:r w:rsidRPr="00296415">
        <w:rPr>
          <w:sz w:val="28"/>
        </w:rPr>
        <w:t>о</w:t>
      </w:r>
      <w:r w:rsidRPr="00296415">
        <w:rPr>
          <w:sz w:val="28"/>
        </w:rPr>
        <w:t>роны в Ульяновской области</w:t>
      </w:r>
      <w:r>
        <w:rPr>
          <w:sz w:val="28"/>
        </w:rPr>
        <w:t>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Средства массовой информации</w:t>
      </w:r>
      <w:r>
        <w:rPr>
          <w:sz w:val="28"/>
        </w:rPr>
        <w:t>» (Мин 203 Рз 12) цифры «125276,5» заменить цифрами «125776,5»;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Периодическая печать и издательства</w:t>
      </w:r>
      <w:r>
        <w:rPr>
          <w:sz w:val="28"/>
        </w:rPr>
        <w:t>» (Мин 203 Рз 12 ПР 02) цифры «55463,4» заменить цифрами «55963,4»;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Средства массовой информации</w:t>
      </w:r>
      <w:r>
        <w:rPr>
          <w:sz w:val="28"/>
        </w:rPr>
        <w:t xml:space="preserve">» (Мин 203 Рз 12 ПР 02 </w:t>
      </w:r>
      <w:r>
        <w:rPr>
          <w:sz w:val="28"/>
        </w:rPr>
        <w:br/>
        <w:t>ЦС 444 0000) цифры «55463,4» заменить цифрами «55963,4»;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27153C">
        <w:rPr>
          <w:sz w:val="28"/>
        </w:rPr>
        <w:t>и</w:t>
      </w:r>
      <w:r w:rsidRPr="0027153C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203 Рз 12 ПР 02 ЦС 444 0000 </w:t>
      </w:r>
      <w:r>
        <w:rPr>
          <w:sz w:val="28"/>
        </w:rPr>
        <w:br/>
        <w:t>ВР 621) цифры «51755,4» заменить цифрами «52255,4»;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>» (Мин 203 Рз 12 ПР 04 ЦС 444 0300 ВР 112) цифры «15,3» заменить цифрами «40,8»;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(Мин 203 Рз 12 ПР 04 ЦС 444 0300 ВР 242) ци</w:t>
      </w:r>
      <w:r>
        <w:rPr>
          <w:sz w:val="28"/>
        </w:rPr>
        <w:t>ф</w:t>
      </w:r>
      <w:r>
        <w:rPr>
          <w:sz w:val="28"/>
        </w:rPr>
        <w:t>ры «578,2» заменить цифрами «585,8»;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Прочая закупка товаров, работ и услуг для обеспечения госуда</w:t>
      </w:r>
      <w:r w:rsidRPr="0027153C">
        <w:rPr>
          <w:sz w:val="28"/>
        </w:rPr>
        <w:t>р</w:t>
      </w:r>
      <w:r w:rsidRPr="0027153C">
        <w:rPr>
          <w:sz w:val="28"/>
        </w:rPr>
        <w:t>ственных (муниципальных) нужд</w:t>
      </w:r>
      <w:r>
        <w:rPr>
          <w:sz w:val="28"/>
        </w:rPr>
        <w:t>» (Мин 203 Рз 12 ПР 04 ЦС 444 0300 ВР 244) цифры «16978,0333» заменить цифрами «16944,9333»;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б) в главе «Министерство строительства, жилищно-коммунального ко</w:t>
      </w:r>
      <w:r>
        <w:rPr>
          <w:sz w:val="28"/>
        </w:rPr>
        <w:t>м</w:t>
      </w:r>
      <w:r>
        <w:rPr>
          <w:sz w:val="28"/>
        </w:rPr>
        <w:t>плекса и транспорта Ульяновской области» (Мин 233):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цифры «5589702,94686» заменить цифрами «5597820,78342»;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7153C">
        <w:rPr>
          <w:sz w:val="28"/>
        </w:rPr>
        <w:t>Закупка товаров, работ, услуг в целях капитального ремонта гос</w:t>
      </w:r>
      <w:r w:rsidRPr="0027153C">
        <w:rPr>
          <w:sz w:val="28"/>
        </w:rPr>
        <w:t>у</w:t>
      </w:r>
      <w:r w:rsidRPr="0027153C">
        <w:rPr>
          <w:sz w:val="28"/>
        </w:rPr>
        <w:t>дарственного (муниципального) имущества</w:t>
      </w:r>
      <w:r>
        <w:rPr>
          <w:sz w:val="28"/>
        </w:rPr>
        <w:t>» (Мин 233 Рз 04 ПР 09 ЦС 921 2610 ВР 243) цифры «85196,67132» заменить цифрами «77106,11354»;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Прочая закупка товаров, работ и услуг для обеспечения госуда</w:t>
      </w:r>
      <w:r w:rsidRPr="00AE213C">
        <w:rPr>
          <w:sz w:val="28"/>
        </w:rPr>
        <w:t>р</w:t>
      </w:r>
      <w:r w:rsidRPr="00AE213C">
        <w:rPr>
          <w:sz w:val="28"/>
        </w:rPr>
        <w:t>ственных (муниципальных) нужд</w:t>
      </w:r>
      <w:r>
        <w:rPr>
          <w:sz w:val="28"/>
        </w:rPr>
        <w:t>» (Мин 233 Рз 04 ПР 09 ЦС 921 2610 ВР 244) цифры «1285385,38534» заменить цифрами «1291275,94312»;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Бюджетные инвестиции в объекты  капитального строительства государственной (муниципальной) собственности</w:t>
      </w:r>
      <w:r>
        <w:rPr>
          <w:sz w:val="28"/>
        </w:rPr>
        <w:t xml:space="preserve">» (Мин 233 Рз 04 ПР 09 </w:t>
      </w:r>
      <w:r>
        <w:rPr>
          <w:sz w:val="28"/>
        </w:rPr>
        <w:br/>
        <w:t>ЦС 921 2610 ВР 414) цифры «63090,04322» заменить цифрами «65290,04322»;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 xml:space="preserve">» (Мин 233 Рз 04 ПР 12 ЦС 097 0000 ВР 112) цифры «5,0» </w:t>
      </w:r>
      <w:r>
        <w:rPr>
          <w:sz w:val="28"/>
        </w:rPr>
        <w:br/>
        <w:t>заменить цифрами «8,0»;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Прочая закупка товаров, работ и услуг для обеспечения госуда</w:t>
      </w:r>
      <w:r w:rsidRPr="00AE213C">
        <w:rPr>
          <w:sz w:val="28"/>
        </w:rPr>
        <w:t>р</w:t>
      </w:r>
      <w:r w:rsidRPr="00AE213C">
        <w:rPr>
          <w:sz w:val="28"/>
        </w:rPr>
        <w:t>ственных (муниципальных) нужд</w:t>
      </w:r>
      <w:r>
        <w:rPr>
          <w:sz w:val="28"/>
        </w:rPr>
        <w:t>» (Мин 233 Рз 04 ПР 12 ЦС 097 0000 ВР 244) цифры «476,9» заменить цифрами «472,9»;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Уплата прочих налогов, сборов и иных платежей</w:t>
      </w:r>
      <w:r>
        <w:rPr>
          <w:sz w:val="28"/>
        </w:rPr>
        <w:t>» (Мин 233 Рз 04 ПР 12 ЦС 097 0000 ВР 852) цифры «2,0» заменить цифрами «3,0»;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Прочая закупка товаров, работ и услуг для обеспечения госуда</w:t>
      </w:r>
      <w:r w:rsidRPr="00AE213C">
        <w:rPr>
          <w:sz w:val="28"/>
        </w:rPr>
        <w:t>р</w:t>
      </w:r>
      <w:r w:rsidRPr="00AE213C">
        <w:rPr>
          <w:sz w:val="28"/>
        </w:rPr>
        <w:t>ственных (муниципальных) нужд</w:t>
      </w:r>
      <w:r>
        <w:rPr>
          <w:sz w:val="28"/>
        </w:rPr>
        <w:t>» (Мин 233 Рз 04 ПР 12 ЦС 852 2110 ВР 244) цифры «836,2388» заменить цифрами «736,2388»;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Премии и гранты</w:t>
      </w:r>
      <w:r>
        <w:rPr>
          <w:sz w:val="28"/>
        </w:rPr>
        <w:t>» (Мин 233 Рз 04 ПР 12 ЦС 852 2110 ВР 350) цифры «430,0» заменить цифрами «530,0»;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Жилищно-коммунальное хозяйство</w:t>
      </w:r>
      <w:r>
        <w:rPr>
          <w:sz w:val="28"/>
        </w:rPr>
        <w:t>» (Мин 233 Рз 05) цифры «299597,49242» заменить цифрами «300715,32898»;</w:t>
      </w:r>
    </w:p>
    <w:p w:rsidR="00766415" w:rsidRPr="00C84EFA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pacing w:val="-6"/>
          <w:sz w:val="28"/>
        </w:rPr>
      </w:pPr>
      <w:r w:rsidRPr="00C84EFA">
        <w:rPr>
          <w:spacing w:val="-6"/>
          <w:sz w:val="28"/>
        </w:rPr>
        <w:t xml:space="preserve">в строке «Другие вопросы в области жилищно-коммунального хозяйства» </w:t>
      </w:r>
      <w:r>
        <w:rPr>
          <w:spacing w:val="-6"/>
          <w:sz w:val="28"/>
        </w:rPr>
        <w:br/>
      </w:r>
      <w:r w:rsidRPr="00C84EFA">
        <w:rPr>
          <w:spacing w:val="-6"/>
          <w:sz w:val="28"/>
        </w:rPr>
        <w:t>(Мин 233 Рз 05 ПР 05) цифры «299597,49242» заменить цифрами «300715,32898»;</w:t>
      </w:r>
    </w:p>
    <w:p w:rsidR="00766415" w:rsidRPr="00C84EFA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pacing w:val="-6"/>
          <w:sz w:val="28"/>
        </w:rPr>
      </w:pPr>
      <w:r w:rsidRPr="00C84EFA">
        <w:rPr>
          <w:spacing w:val="-6"/>
          <w:sz w:val="28"/>
        </w:rPr>
        <w:t>в строке «Государственная программа Ульяновской области «Развитие жили</w:t>
      </w:r>
      <w:r w:rsidRPr="00C84EFA">
        <w:rPr>
          <w:spacing w:val="-6"/>
          <w:sz w:val="28"/>
        </w:rPr>
        <w:t>щ</w:t>
      </w:r>
      <w:r w:rsidRPr="00C84EFA">
        <w:rPr>
          <w:spacing w:val="-6"/>
          <w:sz w:val="28"/>
        </w:rPr>
        <w:t>но-коммунального хозяйства в Ульяновской области» на 2014-2018 годы» (Мин 233 Рз 05 ПР 05 ЦС 830 0000) цифры «48069,13581» заменить цифрами «49186,97237»;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AE213C" w:rsidTr="00C84EFA">
        <w:trPr>
          <w:trHeight w:val="87"/>
        </w:trPr>
        <w:tc>
          <w:tcPr>
            <w:tcW w:w="4665" w:type="dxa"/>
            <w:vAlign w:val="bottom"/>
          </w:tcPr>
          <w:p w:rsidR="00766415" w:rsidRPr="00C84EFA" w:rsidRDefault="00766415" w:rsidP="00296415">
            <w:pPr>
              <w:spacing w:line="331" w:lineRule="auto"/>
              <w:jc w:val="both"/>
              <w:rPr>
                <w:spacing w:val="-6"/>
                <w:sz w:val="28"/>
                <w:szCs w:val="28"/>
              </w:rPr>
            </w:pPr>
            <w:r w:rsidRPr="00C84EFA">
              <w:rPr>
                <w:spacing w:val="-6"/>
                <w:sz w:val="28"/>
                <w:szCs w:val="28"/>
              </w:rPr>
              <w:t>«Субсидии,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831 2425</w:t>
            </w:r>
          </w:p>
        </w:tc>
        <w:tc>
          <w:tcPr>
            <w:tcW w:w="66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521</w:t>
            </w:r>
          </w:p>
        </w:tc>
        <w:tc>
          <w:tcPr>
            <w:tcW w:w="1240" w:type="dxa"/>
            <w:noWrap/>
            <w:vAlign w:val="bottom"/>
          </w:tcPr>
          <w:p w:rsidR="00766415" w:rsidRPr="00AE21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1615,0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AE213C" w:rsidTr="00AE213C">
        <w:trPr>
          <w:trHeight w:val="87"/>
        </w:trPr>
        <w:tc>
          <w:tcPr>
            <w:tcW w:w="4665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«Субсидии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60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05</w:t>
            </w:r>
          </w:p>
        </w:tc>
        <w:tc>
          <w:tcPr>
            <w:tcW w:w="620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831 2425</w:t>
            </w:r>
          </w:p>
        </w:tc>
        <w:tc>
          <w:tcPr>
            <w:tcW w:w="660" w:type="dxa"/>
            <w:vAlign w:val="bottom"/>
          </w:tcPr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522</w:t>
            </w:r>
          </w:p>
        </w:tc>
        <w:tc>
          <w:tcPr>
            <w:tcW w:w="1240" w:type="dxa"/>
            <w:noWrap/>
            <w:vAlign w:val="bottom"/>
          </w:tcPr>
          <w:p w:rsidR="00766415" w:rsidRPr="008F71A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8F71A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8F71A5">
              <w:rPr>
                <w:sz w:val="28"/>
                <w:szCs w:val="28"/>
              </w:rPr>
              <w:t>1615,0»;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E213C">
        <w:rPr>
          <w:sz w:val="28"/>
        </w:rPr>
        <w:t>Подпрограмма «Газификация населённых пунктов Ульяновской области» государственной программы Ульяновской области «Развитие жилищно-коммунального хозяйства в Ульяновской области» на 2014-2018 годы</w:t>
      </w:r>
      <w:r>
        <w:rPr>
          <w:sz w:val="28"/>
        </w:rPr>
        <w:t>» (Мин 233 Рз 05 ПР 05 ЦС 832 0000) цифры «5881,0» заменить цифрами «6998,83656»;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Строительство объектов газоснабжения</w:t>
      </w:r>
      <w:r>
        <w:rPr>
          <w:sz w:val="28"/>
        </w:rPr>
        <w:t>» (Мин 233 Рз 05 ПР 05 ЦС 832 2414) цифры «5881,0» заменить цифрами «6998,83656»;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Субсидии на софинансирование капитальных вложений в объекты государственной (муниципальной) собственности</w:t>
      </w:r>
      <w:r>
        <w:rPr>
          <w:sz w:val="28"/>
        </w:rPr>
        <w:t xml:space="preserve">» (Мин 233 Рз 05 ПР 05 </w:t>
      </w:r>
      <w:r>
        <w:rPr>
          <w:sz w:val="28"/>
        </w:rPr>
        <w:br/>
        <w:t>ЦС 832 2414 ВР 522) цифры «5881,0» заменить цифрами «6998,83656»;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Социальная политика</w:t>
      </w:r>
      <w:r>
        <w:rPr>
          <w:sz w:val="28"/>
        </w:rPr>
        <w:t>» (Мин 233 Рз 10) цифры «172553,09064» заменить цифрами «179553,09064»;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Охрана семьи и детства</w:t>
      </w:r>
      <w:r>
        <w:rPr>
          <w:sz w:val="28"/>
        </w:rPr>
        <w:t>» (Мин 233 Рз 10 ПР 04) цифры «157423,75444» заменить цифрами «164423,75444»;</w:t>
      </w:r>
    </w:p>
    <w:p w:rsidR="00766415" w:rsidRPr="00C84EFA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pacing w:val="-6"/>
          <w:sz w:val="28"/>
        </w:rPr>
      </w:pPr>
      <w:r w:rsidRPr="00C84EFA">
        <w:rPr>
          <w:spacing w:val="-6"/>
          <w:sz w:val="28"/>
        </w:rPr>
        <w:t>в строке «Государственная программа Ульяновской области «Развитие жили</w:t>
      </w:r>
      <w:r w:rsidRPr="00C84EFA">
        <w:rPr>
          <w:spacing w:val="-6"/>
          <w:sz w:val="28"/>
        </w:rPr>
        <w:t>щ</w:t>
      </w:r>
      <w:r w:rsidRPr="00C84EFA">
        <w:rPr>
          <w:spacing w:val="-6"/>
          <w:sz w:val="28"/>
        </w:rPr>
        <w:t>но-коммунального хозяйства в Ульяновской области» на 2014-2018 годы» (Мин 233 Рз 10 ПР 04 ЦС 830 0000) цифры «127301,0» заменить цифрами «134301,0»;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Ульяновской области» гос</w:t>
      </w:r>
      <w:r w:rsidRPr="00F81305">
        <w:rPr>
          <w:sz w:val="28"/>
        </w:rPr>
        <w:t>у</w:t>
      </w:r>
      <w:r w:rsidRPr="00F81305">
        <w:rPr>
          <w:sz w:val="28"/>
        </w:rPr>
        <w:t>дарственной программы Ульяновской области «Развитие жилищно-коммунального хозяйства в Ульяновской области» на 2014-2018 годы</w:t>
      </w:r>
      <w:r>
        <w:rPr>
          <w:sz w:val="28"/>
        </w:rPr>
        <w:t>» (Мин 233 Рз 10 ПР 04 ЦС 834 0000) цифры «127301,0» заменить цифрами «134301,0»;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Обеспечение предоставления жилых помещений детям-сиротам и детям, оставшим</w:t>
      </w:r>
      <w:r>
        <w:rPr>
          <w:sz w:val="28"/>
        </w:rPr>
        <w:t>с</w:t>
      </w:r>
      <w:r w:rsidRPr="00F81305">
        <w:rPr>
          <w:sz w:val="28"/>
        </w:rPr>
        <w:t>я без попечения родителей, лицам из их числа по договорам найма специализированных жилых помещений</w:t>
      </w:r>
      <w:r>
        <w:rPr>
          <w:sz w:val="28"/>
        </w:rPr>
        <w:t xml:space="preserve">» (Мин 233 Рз 10 ПР 04 </w:t>
      </w:r>
      <w:r>
        <w:rPr>
          <w:sz w:val="28"/>
        </w:rPr>
        <w:br/>
        <w:t>ЦС 834 2417) цифры «127301,0» заменить цифрами «134301,0»;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81305">
        <w:rPr>
          <w:sz w:val="28"/>
        </w:rPr>
        <w:t>Бюджетные инвестиции на приобретение объектов недвижимого имущества в государственную (муниципальную) собственность</w:t>
      </w:r>
      <w:r>
        <w:rPr>
          <w:sz w:val="28"/>
        </w:rPr>
        <w:t>» (Мин 233 Рз 10 ПР 04 ЦС 834 2417 ВР 412) цифры «127301,0» заменить цифрами «134016,8»;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553"/>
        <w:gridCol w:w="659"/>
        <w:gridCol w:w="671"/>
        <w:gridCol w:w="614"/>
        <w:gridCol w:w="1503"/>
        <w:gridCol w:w="659"/>
        <w:gridCol w:w="1406"/>
      </w:tblGrid>
      <w:tr w:rsidR="00766415" w:rsidRPr="00AE213C" w:rsidTr="0063783E">
        <w:trPr>
          <w:trHeight w:val="87"/>
        </w:trPr>
        <w:tc>
          <w:tcPr>
            <w:tcW w:w="4665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81305">
              <w:rPr>
                <w:sz w:val="28"/>
                <w:szCs w:val="28"/>
              </w:rPr>
              <w:t>Бюджетные инвестиции на прио</w:t>
            </w:r>
            <w:r w:rsidRPr="00F81305">
              <w:rPr>
                <w:sz w:val="28"/>
                <w:szCs w:val="28"/>
              </w:rPr>
              <w:t>б</w:t>
            </w:r>
            <w:r w:rsidRPr="00F81305">
              <w:rPr>
                <w:sz w:val="28"/>
                <w:szCs w:val="28"/>
              </w:rPr>
              <w:t>ретение объектов недвижимого имущества в государственную (м</w:t>
            </w:r>
            <w:r w:rsidRPr="00F81305">
              <w:rPr>
                <w:sz w:val="28"/>
                <w:szCs w:val="28"/>
              </w:rPr>
              <w:t>у</w:t>
            </w:r>
            <w:r w:rsidRPr="00F81305">
              <w:rPr>
                <w:sz w:val="28"/>
                <w:szCs w:val="28"/>
              </w:rPr>
              <w:t>ниципальную) собственность</w:t>
            </w:r>
          </w:p>
        </w:tc>
        <w:tc>
          <w:tcPr>
            <w:tcW w:w="66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834 2417</w:t>
            </w:r>
          </w:p>
        </w:tc>
        <w:tc>
          <w:tcPr>
            <w:tcW w:w="660" w:type="dxa"/>
            <w:vAlign w:val="bottom"/>
          </w:tcPr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</w:t>
            </w:r>
          </w:p>
        </w:tc>
        <w:tc>
          <w:tcPr>
            <w:tcW w:w="1240" w:type="dxa"/>
            <w:noWrap/>
            <w:vAlign w:val="bottom"/>
          </w:tcPr>
          <w:p w:rsidR="00766415" w:rsidRPr="00AE21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134016,8»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AE213C" w:rsidTr="0063783E">
        <w:trPr>
          <w:trHeight w:val="87"/>
        </w:trPr>
        <w:tc>
          <w:tcPr>
            <w:tcW w:w="4665" w:type="dxa"/>
            <w:vAlign w:val="bottom"/>
          </w:tcPr>
          <w:p w:rsidR="00766415" w:rsidRPr="00C84EFA" w:rsidRDefault="00766415" w:rsidP="00296415">
            <w:pPr>
              <w:spacing w:line="331" w:lineRule="auto"/>
              <w:jc w:val="both"/>
              <w:rPr>
                <w:spacing w:val="-6"/>
                <w:sz w:val="28"/>
                <w:szCs w:val="28"/>
              </w:rPr>
            </w:pPr>
            <w:r w:rsidRPr="00C84EFA">
              <w:rPr>
                <w:spacing w:val="-6"/>
                <w:sz w:val="28"/>
                <w:szCs w:val="28"/>
              </w:rPr>
              <w:t>«Исполнение судебных актов Росси</w:t>
            </w:r>
            <w:r w:rsidRPr="00C84EFA">
              <w:rPr>
                <w:spacing w:val="-6"/>
                <w:sz w:val="28"/>
                <w:szCs w:val="28"/>
              </w:rPr>
              <w:t>й</w:t>
            </w:r>
            <w:r w:rsidRPr="00C84EFA">
              <w:rPr>
                <w:spacing w:val="-6"/>
                <w:sz w:val="28"/>
                <w:szCs w:val="28"/>
              </w:rPr>
              <w:t>ской Федерации и мировых соглаш</w:t>
            </w:r>
            <w:r w:rsidRPr="00C84EFA">
              <w:rPr>
                <w:spacing w:val="-6"/>
                <w:sz w:val="28"/>
                <w:szCs w:val="28"/>
              </w:rPr>
              <w:t>е</w:t>
            </w:r>
            <w:r w:rsidRPr="00C84EFA">
              <w:rPr>
                <w:spacing w:val="-6"/>
                <w:sz w:val="28"/>
                <w:szCs w:val="28"/>
              </w:rPr>
              <w:t>ний по возмещению вреда, причинё</w:t>
            </w:r>
            <w:r w:rsidRPr="00C84EFA">
              <w:rPr>
                <w:spacing w:val="-6"/>
                <w:sz w:val="28"/>
                <w:szCs w:val="28"/>
              </w:rPr>
              <w:t>н</w:t>
            </w:r>
            <w:r w:rsidRPr="00C84EFA">
              <w:rPr>
                <w:spacing w:val="-6"/>
                <w:sz w:val="28"/>
                <w:szCs w:val="28"/>
              </w:rPr>
              <w:t>ного в результате незаконных дейс</w:t>
            </w:r>
            <w:r w:rsidRPr="00C84EFA">
              <w:rPr>
                <w:spacing w:val="-6"/>
                <w:sz w:val="28"/>
                <w:szCs w:val="28"/>
              </w:rPr>
              <w:t>т</w:t>
            </w:r>
            <w:r w:rsidRPr="00C84EFA">
              <w:rPr>
                <w:spacing w:val="-6"/>
                <w:sz w:val="28"/>
                <w:szCs w:val="28"/>
              </w:rPr>
              <w:t>вий (бездействия) органов государс</w:t>
            </w:r>
            <w:r w:rsidRPr="00C84EFA">
              <w:rPr>
                <w:spacing w:val="-6"/>
                <w:sz w:val="28"/>
                <w:szCs w:val="28"/>
              </w:rPr>
              <w:t>т</w:t>
            </w:r>
            <w:r w:rsidRPr="00C84EFA">
              <w:rPr>
                <w:spacing w:val="-6"/>
                <w:sz w:val="28"/>
                <w:szCs w:val="28"/>
              </w:rPr>
              <w:t>венной власти (государственных о</w:t>
            </w:r>
            <w:r w:rsidRPr="00C84EFA">
              <w:rPr>
                <w:spacing w:val="-6"/>
                <w:sz w:val="28"/>
                <w:szCs w:val="28"/>
              </w:rPr>
              <w:t>р</w:t>
            </w:r>
            <w:r w:rsidRPr="00C84EFA">
              <w:rPr>
                <w:spacing w:val="-6"/>
                <w:sz w:val="28"/>
                <w:szCs w:val="28"/>
              </w:rPr>
              <w:t>ганов), органов местного самоупра</w:t>
            </w:r>
            <w:r w:rsidRPr="00C84EFA">
              <w:rPr>
                <w:spacing w:val="-6"/>
                <w:sz w:val="28"/>
                <w:szCs w:val="28"/>
              </w:rPr>
              <w:t>в</w:t>
            </w:r>
            <w:r w:rsidRPr="00C84EFA">
              <w:rPr>
                <w:spacing w:val="-6"/>
                <w:sz w:val="28"/>
                <w:szCs w:val="28"/>
              </w:rPr>
              <w:t>ления либо должностных лиц этих о</w:t>
            </w:r>
            <w:r w:rsidRPr="00C84EFA">
              <w:rPr>
                <w:spacing w:val="-6"/>
                <w:sz w:val="28"/>
                <w:szCs w:val="28"/>
              </w:rPr>
              <w:t>р</w:t>
            </w:r>
            <w:r w:rsidRPr="00C84EFA">
              <w:rPr>
                <w:spacing w:val="-6"/>
                <w:sz w:val="28"/>
                <w:szCs w:val="28"/>
              </w:rPr>
              <w:t>ганов, а также в результате деятельн</w:t>
            </w:r>
            <w:r w:rsidRPr="00C84EFA">
              <w:rPr>
                <w:spacing w:val="-6"/>
                <w:sz w:val="28"/>
                <w:szCs w:val="28"/>
              </w:rPr>
              <w:t>о</w:t>
            </w:r>
            <w:r w:rsidRPr="00C84EFA">
              <w:rPr>
                <w:spacing w:val="-6"/>
                <w:sz w:val="28"/>
                <w:szCs w:val="28"/>
              </w:rPr>
              <w:t>сти казённых учреждений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E213C">
              <w:rPr>
                <w:sz w:val="28"/>
                <w:szCs w:val="28"/>
              </w:rPr>
              <w:t>233</w:t>
            </w:r>
          </w:p>
        </w:tc>
        <w:tc>
          <w:tcPr>
            <w:tcW w:w="68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834 2417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240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AE213C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284,2»;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в) в главе «Департамент государственного имущества и земельных отнош</w:t>
      </w:r>
      <w:r>
        <w:rPr>
          <w:sz w:val="28"/>
        </w:rPr>
        <w:t>е</w:t>
      </w:r>
      <w:r>
        <w:rPr>
          <w:sz w:val="28"/>
        </w:rPr>
        <w:t>ний Ульяновской области» (Мин 240):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цифры «257749,3» заменить цифрами «261249,3»;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240 Рз 01) цифры «108075,2» заменить цифрами «111575,2»;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общегосударственные вопросы» (Мин 240 Рз 01 ПР 13) цифры «108075,2» заменить цифрами «111575,2»;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Реализация государственной политики в области приватизации и управления государственной собственностью</w:t>
      </w:r>
      <w:r>
        <w:rPr>
          <w:sz w:val="28"/>
        </w:rPr>
        <w:t xml:space="preserve">» (Мин 240 Рз 01 ПР 13 </w:t>
      </w:r>
      <w:r>
        <w:rPr>
          <w:sz w:val="28"/>
        </w:rPr>
        <w:br/>
        <w:t>ЦС 090 0000) цифры «7965,7» заменить цифрами «7465,7»;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Оценка недвижимости, признание прав и регулирование отнош</w:t>
      </w:r>
      <w:r w:rsidRPr="0063783E">
        <w:rPr>
          <w:sz w:val="28"/>
        </w:rPr>
        <w:t>е</w:t>
      </w:r>
      <w:r w:rsidRPr="0063783E">
        <w:rPr>
          <w:sz w:val="28"/>
        </w:rPr>
        <w:t>ний по государственной собственности Ульяновской области</w:t>
      </w:r>
      <w:r>
        <w:rPr>
          <w:sz w:val="28"/>
        </w:rPr>
        <w:t xml:space="preserve">» (Мин 240 Рз 01 </w:t>
      </w:r>
      <w:r>
        <w:rPr>
          <w:sz w:val="28"/>
        </w:rPr>
        <w:br/>
        <w:t>ПР 13 ЦС 090 0200) цифры «7965,7» заменить цифрами «7465,7»;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Прочая закупка товаров, работ и услуг для обеспечения госуда</w:t>
      </w:r>
      <w:r w:rsidRPr="0063783E">
        <w:rPr>
          <w:sz w:val="28"/>
        </w:rPr>
        <w:t>р</w:t>
      </w:r>
      <w:r w:rsidRPr="0063783E">
        <w:rPr>
          <w:sz w:val="28"/>
        </w:rPr>
        <w:t>ственных (муниципальных) нужд</w:t>
      </w:r>
      <w:r>
        <w:rPr>
          <w:sz w:val="28"/>
        </w:rPr>
        <w:t>» (Мин 240 Рз 01 ПР 13 ЦС 090 0200 ВР 244) цифры «79145,7» заменить цифрами «7415,7»;</w:t>
      </w:r>
    </w:p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3783E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3783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3783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3783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3783E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3783E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40" w:type="dxa"/>
            <w:noWrap/>
            <w:vAlign w:val="bottom"/>
          </w:tcPr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50,0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C84EFA" w:rsidRDefault="00766415" w:rsidP="00296415">
            <w:pPr>
              <w:spacing w:line="331" w:lineRule="auto"/>
              <w:jc w:val="both"/>
              <w:rPr>
                <w:spacing w:val="-6"/>
                <w:sz w:val="28"/>
                <w:szCs w:val="28"/>
              </w:rPr>
            </w:pPr>
            <w:r w:rsidRPr="00C84EFA">
              <w:rPr>
                <w:spacing w:val="-6"/>
                <w:sz w:val="28"/>
                <w:szCs w:val="28"/>
              </w:rPr>
              <w:t>«Учреждения по сопровождению и</w:t>
            </w:r>
            <w:r w:rsidRPr="00C84EFA">
              <w:rPr>
                <w:spacing w:val="-6"/>
                <w:sz w:val="28"/>
                <w:szCs w:val="28"/>
              </w:rPr>
              <w:t>с</w:t>
            </w:r>
            <w:r w:rsidRPr="00C84EFA">
              <w:rPr>
                <w:spacing w:val="-6"/>
                <w:sz w:val="28"/>
                <w:szCs w:val="28"/>
              </w:rPr>
              <w:t>полнения отдельных процедур, ос</w:t>
            </w:r>
            <w:r w:rsidRPr="00C84EFA">
              <w:rPr>
                <w:spacing w:val="-6"/>
                <w:sz w:val="28"/>
                <w:szCs w:val="28"/>
              </w:rPr>
              <w:t>у</w:t>
            </w:r>
            <w:r w:rsidRPr="00C84EFA">
              <w:rPr>
                <w:spacing w:val="-6"/>
                <w:sz w:val="28"/>
                <w:szCs w:val="28"/>
              </w:rPr>
              <w:t>ществляемых при исполнении гос</w:t>
            </w:r>
            <w:r w:rsidRPr="00C84EFA">
              <w:rPr>
                <w:spacing w:val="-6"/>
                <w:sz w:val="28"/>
                <w:szCs w:val="28"/>
              </w:rPr>
              <w:t>у</w:t>
            </w:r>
            <w:r w:rsidRPr="00C84EFA">
              <w:rPr>
                <w:spacing w:val="-6"/>
                <w:sz w:val="28"/>
                <w:szCs w:val="28"/>
              </w:rPr>
              <w:t>дарственных функций государстве</w:t>
            </w:r>
            <w:r w:rsidRPr="00C84EFA">
              <w:rPr>
                <w:spacing w:val="-6"/>
                <w:sz w:val="28"/>
                <w:szCs w:val="28"/>
              </w:rPr>
              <w:t>н</w:t>
            </w:r>
            <w:r w:rsidRPr="00C84EFA">
              <w:rPr>
                <w:spacing w:val="-6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4000,0</w:t>
            </w:r>
          </w:p>
        </w:tc>
      </w:tr>
      <w:tr w:rsidR="00766415" w:rsidRPr="0063783E" w:rsidTr="00B054E0">
        <w:trPr>
          <w:trHeight w:val="87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Фонд оплаты труда казённых учр</w:t>
            </w:r>
            <w:r w:rsidRPr="0063783E">
              <w:rPr>
                <w:sz w:val="28"/>
                <w:szCs w:val="28"/>
              </w:rPr>
              <w:t>е</w:t>
            </w:r>
            <w:r w:rsidRPr="0063783E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111</w:t>
            </w:r>
          </w:p>
        </w:tc>
        <w:tc>
          <w:tcPr>
            <w:tcW w:w="1240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2150,0</w:t>
            </w:r>
          </w:p>
        </w:tc>
      </w:tr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112</w:t>
            </w:r>
          </w:p>
        </w:tc>
        <w:tc>
          <w:tcPr>
            <w:tcW w:w="1240" w:type="dxa"/>
            <w:noWrap/>
            <w:vAlign w:val="bottom"/>
          </w:tcPr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10,0</w:t>
            </w:r>
          </w:p>
        </w:tc>
      </w:tr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Прочая закупка товаров, работ и у</w:t>
            </w:r>
            <w:r w:rsidRPr="0063783E">
              <w:rPr>
                <w:sz w:val="28"/>
                <w:szCs w:val="28"/>
              </w:rPr>
              <w:t>с</w:t>
            </w:r>
            <w:r w:rsidRPr="0063783E">
              <w:rPr>
                <w:sz w:val="28"/>
                <w:szCs w:val="28"/>
              </w:rPr>
              <w:t>луг для обеспечения государстве</w:t>
            </w:r>
            <w:r w:rsidRPr="0063783E">
              <w:rPr>
                <w:sz w:val="28"/>
                <w:szCs w:val="28"/>
              </w:rPr>
              <w:t>н</w:t>
            </w:r>
            <w:r w:rsidRPr="0063783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244</w:t>
            </w:r>
          </w:p>
        </w:tc>
        <w:tc>
          <w:tcPr>
            <w:tcW w:w="1240" w:type="dxa"/>
            <w:noWrap/>
            <w:vAlign w:val="bottom"/>
          </w:tcPr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1815,0</w:t>
            </w:r>
          </w:p>
        </w:tc>
      </w:tr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Уплата налога на имущество орг</w:t>
            </w:r>
            <w:r w:rsidRPr="0063783E">
              <w:rPr>
                <w:sz w:val="28"/>
                <w:szCs w:val="28"/>
              </w:rPr>
              <w:t>а</w:t>
            </w:r>
            <w:r w:rsidRPr="0063783E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851</w:t>
            </w:r>
          </w:p>
        </w:tc>
        <w:tc>
          <w:tcPr>
            <w:tcW w:w="1240" w:type="dxa"/>
            <w:noWrap/>
            <w:vAlign w:val="bottom"/>
          </w:tcPr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5,0</w:t>
            </w:r>
          </w:p>
        </w:tc>
      </w:tr>
      <w:tr w:rsidR="00766415" w:rsidRPr="0063783E" w:rsidTr="0063783E">
        <w:trPr>
          <w:trHeight w:val="750"/>
        </w:trPr>
        <w:tc>
          <w:tcPr>
            <w:tcW w:w="4665" w:type="dxa"/>
          </w:tcPr>
          <w:p w:rsidR="00766415" w:rsidRPr="0063783E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240</w:t>
            </w:r>
          </w:p>
        </w:tc>
        <w:tc>
          <w:tcPr>
            <w:tcW w:w="68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097 0000</w:t>
            </w:r>
          </w:p>
        </w:tc>
        <w:tc>
          <w:tcPr>
            <w:tcW w:w="660" w:type="dxa"/>
            <w:vAlign w:val="bottom"/>
          </w:tcPr>
          <w:p w:rsidR="00766415" w:rsidRPr="0063783E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852</w:t>
            </w:r>
          </w:p>
        </w:tc>
        <w:tc>
          <w:tcPr>
            <w:tcW w:w="1240" w:type="dxa"/>
            <w:noWrap/>
            <w:vAlign w:val="bottom"/>
          </w:tcPr>
          <w:p w:rsidR="00766415" w:rsidRPr="0063783E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3783E">
              <w:rPr>
                <w:sz w:val="28"/>
                <w:szCs w:val="28"/>
              </w:rPr>
              <w:t>20,0»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766415" w:rsidRDefault="00766415" w:rsidP="00296415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г) главы «Министерство экономического развития Ульяновской области» (Мин 241), «Министерство физической культуры и спорта Ульяновской области» (Мин 242) и «Министерство искусства и культурной политики Ульяновской о</w:t>
      </w:r>
      <w:r>
        <w:rPr>
          <w:sz w:val="28"/>
        </w:rPr>
        <w:t>б</w:t>
      </w:r>
      <w:r>
        <w:rPr>
          <w:sz w:val="28"/>
        </w:rPr>
        <w:t>ласти» (Мин 255) изложить в следующей редакции:</w:t>
      </w:r>
    </w:p>
    <w:tbl>
      <w:tblPr>
        <w:tblW w:w="9942" w:type="dxa"/>
        <w:tblInd w:w="89" w:type="dxa"/>
        <w:tblLook w:val="00A0"/>
      </w:tblPr>
      <w:tblGrid>
        <w:gridCol w:w="4199"/>
        <w:gridCol w:w="655"/>
        <w:gridCol w:w="640"/>
        <w:gridCol w:w="593"/>
        <w:gridCol w:w="1374"/>
        <w:gridCol w:w="655"/>
        <w:gridCol w:w="1826"/>
      </w:tblGrid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D5E54">
              <w:rPr>
                <w:b/>
                <w:bCs/>
                <w:sz w:val="28"/>
                <w:szCs w:val="28"/>
              </w:rPr>
              <w:t>Министерство экономическ</w:t>
            </w:r>
            <w:r w:rsidRPr="005D5E54">
              <w:rPr>
                <w:b/>
                <w:bCs/>
                <w:sz w:val="28"/>
                <w:szCs w:val="28"/>
              </w:rPr>
              <w:t>о</w:t>
            </w:r>
            <w:r w:rsidRPr="005D5E54">
              <w:rPr>
                <w:b/>
                <w:bCs/>
                <w:sz w:val="28"/>
                <w:szCs w:val="28"/>
              </w:rPr>
              <w:t>го развития Ульяновской о</w:t>
            </w:r>
            <w:r w:rsidRPr="005D5E54">
              <w:rPr>
                <w:b/>
                <w:bCs/>
                <w:sz w:val="28"/>
                <w:szCs w:val="28"/>
              </w:rPr>
              <w:t>б</w:t>
            </w:r>
            <w:r w:rsidRPr="005D5E54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b/>
                <w:bCs/>
                <w:sz w:val="28"/>
                <w:szCs w:val="28"/>
              </w:rPr>
            </w:pPr>
            <w:r w:rsidRPr="005D5E54">
              <w:rPr>
                <w:b/>
                <w:bCs/>
                <w:sz w:val="28"/>
                <w:szCs w:val="28"/>
              </w:rPr>
              <w:t>291432,87394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205182,87394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76314,24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76314,24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76314,24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60723,7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1865,2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B054E0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т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13434,1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31" w:lineRule="auto"/>
              <w:jc w:val="both"/>
              <w:rPr>
                <w:spacing w:val="-6"/>
                <w:sz w:val="28"/>
                <w:szCs w:val="28"/>
              </w:rPr>
            </w:pPr>
            <w:r w:rsidRPr="00B054E0">
              <w:rPr>
                <w:spacing w:val="-6"/>
                <w:sz w:val="28"/>
                <w:szCs w:val="28"/>
              </w:rPr>
              <w:t>Исполнение судебных актов Ро</w:t>
            </w:r>
            <w:r w:rsidRPr="00B054E0">
              <w:rPr>
                <w:spacing w:val="-6"/>
                <w:sz w:val="28"/>
                <w:szCs w:val="28"/>
              </w:rPr>
              <w:t>с</w:t>
            </w:r>
            <w:r w:rsidRPr="00B054E0">
              <w:rPr>
                <w:spacing w:val="-6"/>
                <w:sz w:val="28"/>
                <w:szCs w:val="28"/>
              </w:rPr>
              <w:t>сийской Федерации и мировых соглашений по возмещению вр</w:t>
            </w:r>
            <w:r w:rsidRPr="00B054E0">
              <w:rPr>
                <w:spacing w:val="-6"/>
                <w:sz w:val="28"/>
                <w:szCs w:val="28"/>
              </w:rPr>
              <w:t>е</w:t>
            </w:r>
            <w:r w:rsidRPr="00B054E0">
              <w:rPr>
                <w:spacing w:val="-6"/>
                <w:sz w:val="28"/>
                <w:szCs w:val="28"/>
              </w:rPr>
              <w:t>да, причинённого в результате н</w:t>
            </w:r>
            <w:r w:rsidRPr="00B054E0">
              <w:rPr>
                <w:spacing w:val="-6"/>
                <w:sz w:val="28"/>
                <w:szCs w:val="28"/>
              </w:rPr>
              <w:t>е</w:t>
            </w:r>
            <w:r w:rsidRPr="00B054E0">
              <w:rPr>
                <w:spacing w:val="-6"/>
                <w:sz w:val="28"/>
                <w:szCs w:val="28"/>
              </w:rPr>
              <w:t>законных действий (бездействия) органов государственной власти (государственных органов), орг</w:t>
            </w:r>
            <w:r w:rsidRPr="00B054E0">
              <w:rPr>
                <w:spacing w:val="-6"/>
                <w:sz w:val="28"/>
                <w:szCs w:val="28"/>
              </w:rPr>
              <w:t>а</w:t>
            </w:r>
            <w:r w:rsidRPr="00B054E0">
              <w:rPr>
                <w:spacing w:val="-6"/>
                <w:sz w:val="28"/>
                <w:szCs w:val="28"/>
              </w:rPr>
              <w:t>нов местного самоуправления л</w:t>
            </w:r>
            <w:r w:rsidRPr="00B054E0">
              <w:rPr>
                <w:spacing w:val="-6"/>
                <w:sz w:val="28"/>
                <w:szCs w:val="28"/>
              </w:rPr>
              <w:t>и</w:t>
            </w:r>
            <w:r w:rsidRPr="00B054E0">
              <w:rPr>
                <w:spacing w:val="-6"/>
                <w:sz w:val="28"/>
                <w:szCs w:val="28"/>
              </w:rPr>
              <w:t>бо должностных лиц этих орг</w:t>
            </w:r>
            <w:r w:rsidRPr="00B054E0">
              <w:rPr>
                <w:spacing w:val="-6"/>
                <w:sz w:val="28"/>
                <w:szCs w:val="28"/>
              </w:rPr>
              <w:t>а</w:t>
            </w:r>
            <w:r w:rsidRPr="00B054E0">
              <w:rPr>
                <w:spacing w:val="-6"/>
                <w:sz w:val="28"/>
                <w:szCs w:val="28"/>
              </w:rPr>
              <w:t>нов, а также в результате деятел</w:t>
            </w:r>
            <w:r w:rsidRPr="00B054E0">
              <w:rPr>
                <w:spacing w:val="-6"/>
                <w:sz w:val="28"/>
                <w:szCs w:val="28"/>
              </w:rPr>
              <w:t>ь</w:t>
            </w:r>
            <w:r w:rsidRPr="00B054E0">
              <w:rPr>
                <w:spacing w:val="-6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831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245,74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128868,63394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B054E0">
              <w:rPr>
                <w:color w:val="000000"/>
                <w:spacing w:val="-6"/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у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дарственными органами Ульяно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в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42644,16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B054E0">
              <w:rPr>
                <w:color w:val="000000"/>
                <w:spacing w:val="-6"/>
                <w:sz w:val="28"/>
                <w:szCs w:val="28"/>
              </w:rPr>
              <w:t>Фонд оплаты труда казённых у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ч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реждений и взносы по обязател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ь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32272,09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350,85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B054E0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т</w:t>
            </w:r>
            <w:r w:rsidRPr="00B054E0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9814,525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Уплата налога на имущество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851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96415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94,0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B054E0" w:rsidRDefault="00766415" w:rsidP="00296415">
            <w:pPr>
              <w:spacing w:line="331" w:lineRule="auto"/>
              <w:jc w:val="both"/>
              <w:rPr>
                <w:spacing w:val="-6"/>
                <w:sz w:val="28"/>
                <w:szCs w:val="28"/>
              </w:rPr>
            </w:pPr>
            <w:r w:rsidRPr="00296415">
              <w:rPr>
                <w:spacing w:val="-8"/>
                <w:sz w:val="28"/>
                <w:szCs w:val="28"/>
              </w:rPr>
              <w:t>Средства на реализацию постано</w:t>
            </w:r>
            <w:r w:rsidRPr="00296415">
              <w:rPr>
                <w:spacing w:val="-8"/>
                <w:sz w:val="28"/>
                <w:szCs w:val="28"/>
              </w:rPr>
              <w:t>в</w:t>
            </w:r>
            <w:r w:rsidRPr="00296415">
              <w:rPr>
                <w:spacing w:val="-8"/>
                <w:sz w:val="28"/>
                <w:szCs w:val="28"/>
              </w:rPr>
              <w:t>ления Правительства Ульяновской области от 10.09.2012 № 421-П</w:t>
            </w:r>
            <w:r w:rsidRPr="00B054E0"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br/>
            </w:r>
            <w:r w:rsidRPr="00B054E0">
              <w:rPr>
                <w:spacing w:val="-6"/>
                <w:sz w:val="28"/>
                <w:szCs w:val="28"/>
              </w:rPr>
              <w:t>«О некоторых мерах государс</w:t>
            </w:r>
            <w:r w:rsidRPr="00B054E0">
              <w:rPr>
                <w:spacing w:val="-6"/>
                <w:sz w:val="28"/>
                <w:szCs w:val="28"/>
              </w:rPr>
              <w:t>т</w:t>
            </w:r>
            <w:r w:rsidRPr="00B054E0">
              <w:rPr>
                <w:spacing w:val="-6"/>
                <w:sz w:val="28"/>
                <w:szCs w:val="28"/>
              </w:rPr>
              <w:t>венной поддержки юридических лиц, реализующих инвестицио</w:t>
            </w:r>
            <w:r w:rsidRPr="00B054E0">
              <w:rPr>
                <w:spacing w:val="-6"/>
                <w:sz w:val="28"/>
                <w:szCs w:val="28"/>
              </w:rPr>
              <w:t>н</w:t>
            </w:r>
            <w:r w:rsidRPr="00B054E0">
              <w:rPr>
                <w:spacing w:val="-6"/>
                <w:sz w:val="28"/>
                <w:szCs w:val="28"/>
              </w:rPr>
              <w:t>ные проекты в социальной сфере»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308 0000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8000,0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B054E0" w:rsidRDefault="00766415" w:rsidP="00296415">
            <w:pPr>
              <w:spacing w:line="326" w:lineRule="auto"/>
              <w:jc w:val="both"/>
              <w:rPr>
                <w:spacing w:val="-6"/>
                <w:sz w:val="28"/>
                <w:szCs w:val="28"/>
              </w:rPr>
            </w:pPr>
            <w:r w:rsidRPr="00B054E0">
              <w:rPr>
                <w:spacing w:val="-6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B054E0">
              <w:rPr>
                <w:spacing w:val="-6"/>
                <w:sz w:val="28"/>
                <w:szCs w:val="28"/>
              </w:rPr>
              <w:t>а</w:t>
            </w:r>
            <w:r w:rsidRPr="00B054E0">
              <w:rPr>
                <w:spacing w:val="-6"/>
                <w:sz w:val="28"/>
                <w:szCs w:val="28"/>
              </w:rPr>
              <w:t>ций), индивидуальным предпр</w:t>
            </w:r>
            <w:r w:rsidRPr="00B054E0">
              <w:rPr>
                <w:spacing w:val="-6"/>
                <w:sz w:val="28"/>
                <w:szCs w:val="28"/>
              </w:rPr>
              <w:t>и</w:t>
            </w:r>
            <w:r w:rsidRPr="00B054E0">
              <w:rPr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308 0000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96415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Средства на реализацию пило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ных инновационных территор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альных кластеров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309 0000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5900,17394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96415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Мероприятия, предусмотренные программами развития пило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ных инновационнных террит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риальных кластеров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309 5063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5900,17394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96415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309 5063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5900,17394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96415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Средства на реализацию пост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новления Правительства Ул</w:t>
            </w:r>
            <w:r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я</w:t>
            </w:r>
            <w:r w:rsidRPr="005D5E54">
              <w:rPr>
                <w:sz w:val="28"/>
                <w:szCs w:val="28"/>
              </w:rPr>
              <w:t xml:space="preserve">новской области от 01.12.2010 № 418-П </w:t>
            </w:r>
            <w:r w:rsidRPr="0063783E"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 xml:space="preserve">О некоторых мерах по реализации Закона Ульяновской области от 15.03.2005 № 019-ЗО </w:t>
            </w:r>
            <w:r w:rsidRPr="0063783E"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Pr="0063783E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6344,2086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B054E0" w:rsidRDefault="00766415" w:rsidP="00296415">
            <w:pPr>
              <w:spacing w:line="326" w:lineRule="auto"/>
              <w:jc w:val="both"/>
              <w:rPr>
                <w:spacing w:val="-6"/>
                <w:sz w:val="28"/>
                <w:szCs w:val="28"/>
              </w:rPr>
            </w:pPr>
            <w:r w:rsidRPr="00B054E0">
              <w:rPr>
                <w:spacing w:val="-6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B054E0">
              <w:rPr>
                <w:spacing w:val="-6"/>
                <w:sz w:val="28"/>
                <w:szCs w:val="28"/>
              </w:rPr>
              <w:t>а</w:t>
            </w:r>
            <w:r w:rsidRPr="00B054E0">
              <w:rPr>
                <w:spacing w:val="-6"/>
                <w:sz w:val="28"/>
                <w:szCs w:val="28"/>
              </w:rPr>
              <w:t>ций), индивидуальным предпр</w:t>
            </w:r>
            <w:r w:rsidRPr="00B054E0">
              <w:rPr>
                <w:spacing w:val="-6"/>
                <w:sz w:val="28"/>
                <w:szCs w:val="28"/>
              </w:rPr>
              <w:t>и</w:t>
            </w:r>
            <w:r w:rsidRPr="00B054E0">
              <w:rPr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6344,2086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054E0">
              <w:rPr>
                <w:color w:val="000000"/>
                <w:spacing w:val="-4"/>
                <w:sz w:val="28"/>
                <w:szCs w:val="28"/>
              </w:rPr>
              <w:t>Разработка Стратегии социально-экономического развития Уль</w:t>
            </w:r>
            <w:r w:rsidRPr="00B054E0">
              <w:rPr>
                <w:color w:val="000000"/>
                <w:spacing w:val="-4"/>
                <w:sz w:val="28"/>
                <w:szCs w:val="28"/>
              </w:rPr>
              <w:t>я</w:t>
            </w:r>
            <w:r w:rsidRPr="00B054E0">
              <w:rPr>
                <w:color w:val="000000"/>
                <w:spacing w:val="-4"/>
                <w:sz w:val="28"/>
                <w:szCs w:val="28"/>
              </w:rPr>
              <w:t>новской  области до 2020 года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054E0">
              <w:rPr>
                <w:color w:val="000000"/>
                <w:spacing w:val="-4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B054E0">
              <w:rPr>
                <w:color w:val="000000"/>
                <w:spacing w:val="-4"/>
                <w:sz w:val="28"/>
                <w:szCs w:val="28"/>
              </w:rPr>
              <w:t>т</w:t>
            </w:r>
            <w:r w:rsidRPr="00B054E0">
              <w:rPr>
                <w:color w:val="000000"/>
                <w:spacing w:val="-4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9900,0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B054E0" w:rsidRDefault="00766415" w:rsidP="00296415">
            <w:pPr>
              <w:spacing w:line="326" w:lineRule="auto"/>
              <w:jc w:val="both"/>
              <w:rPr>
                <w:spacing w:val="-4"/>
                <w:sz w:val="28"/>
                <w:szCs w:val="28"/>
              </w:rPr>
            </w:pPr>
            <w:r w:rsidRPr="00B054E0">
              <w:rPr>
                <w:spacing w:val="-4"/>
                <w:sz w:val="28"/>
                <w:szCs w:val="28"/>
              </w:rPr>
              <w:t>Государственная программа Ул</w:t>
            </w:r>
            <w:r w:rsidRPr="00B054E0">
              <w:rPr>
                <w:spacing w:val="-4"/>
                <w:sz w:val="28"/>
                <w:szCs w:val="28"/>
              </w:rPr>
              <w:t>ь</w:t>
            </w:r>
            <w:r w:rsidRPr="00B054E0">
              <w:rPr>
                <w:spacing w:val="-4"/>
                <w:sz w:val="28"/>
                <w:szCs w:val="28"/>
              </w:rPr>
              <w:t>яновской области «Формиров</w:t>
            </w:r>
            <w:r w:rsidRPr="00B054E0">
              <w:rPr>
                <w:spacing w:val="-4"/>
                <w:sz w:val="28"/>
                <w:szCs w:val="28"/>
              </w:rPr>
              <w:t>а</w:t>
            </w:r>
            <w:r w:rsidRPr="00B054E0">
              <w:rPr>
                <w:spacing w:val="-4"/>
                <w:sz w:val="28"/>
                <w:szCs w:val="28"/>
              </w:rPr>
              <w:t>ние благоприятного инвестиц</w:t>
            </w:r>
            <w:r w:rsidRPr="00B054E0">
              <w:rPr>
                <w:spacing w:val="-4"/>
                <w:sz w:val="28"/>
                <w:szCs w:val="28"/>
              </w:rPr>
              <w:t>и</w:t>
            </w:r>
            <w:r w:rsidRPr="00B054E0">
              <w:rPr>
                <w:spacing w:val="-4"/>
                <w:sz w:val="28"/>
                <w:szCs w:val="28"/>
              </w:rPr>
              <w:t>онного климата в Ульяновской области»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96415">
            <w:pPr>
              <w:spacing w:line="326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96415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54080,0914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296415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Подпрограмма «Формирование и развитие инфраструктуры зон развития Ульяновской области» на 2014-2018 годы государс</w:t>
            </w:r>
            <w:r w:rsidRPr="00296415">
              <w:rPr>
                <w:sz w:val="28"/>
                <w:szCs w:val="28"/>
              </w:rPr>
              <w:t>т</w:t>
            </w:r>
            <w:r w:rsidRPr="00296415">
              <w:rPr>
                <w:sz w:val="28"/>
                <w:szCs w:val="28"/>
              </w:rPr>
              <w:t>венной программы Ульяновской области «Формирование благ</w:t>
            </w:r>
            <w:r w:rsidRPr="00296415">
              <w:rPr>
                <w:sz w:val="28"/>
                <w:szCs w:val="28"/>
              </w:rPr>
              <w:t>о</w:t>
            </w:r>
            <w:r w:rsidRPr="00296415">
              <w:rPr>
                <w:sz w:val="28"/>
                <w:szCs w:val="28"/>
              </w:rPr>
              <w:t>приятного инвестиционного климата в Ульяновской области» на 2014-2018 годы</w:t>
            </w:r>
          </w:p>
        </w:tc>
        <w:tc>
          <w:tcPr>
            <w:tcW w:w="655" w:type="dxa"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901 0000</w:t>
            </w:r>
          </w:p>
        </w:tc>
        <w:tc>
          <w:tcPr>
            <w:tcW w:w="655" w:type="dxa"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29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96415">
              <w:rPr>
                <w:sz w:val="28"/>
                <w:szCs w:val="28"/>
              </w:rPr>
              <w:t>32980,0914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организациям, кот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разв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тии инвестиционной деятельн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присвоен статус орг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низации, уполномоченной в сфере формирования и развития инфраструктуры промышленных зон, в целях возмещения затрат указанных организаций по упл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те процентов по кредитам, пол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ченным на формирование и ра</w:t>
            </w:r>
            <w:r w:rsidRPr="005D5E54">
              <w:rPr>
                <w:sz w:val="28"/>
                <w:szCs w:val="28"/>
              </w:rPr>
              <w:t>з</w:t>
            </w:r>
            <w:r w:rsidRPr="005D5E54">
              <w:rPr>
                <w:sz w:val="28"/>
                <w:szCs w:val="28"/>
              </w:rPr>
              <w:t>витие инфраструктуры промы</w:t>
            </w:r>
            <w:r w:rsidRPr="005D5E54">
              <w:rPr>
                <w:sz w:val="28"/>
                <w:szCs w:val="28"/>
              </w:rPr>
              <w:t>ш</w:t>
            </w:r>
            <w:r w:rsidRPr="005D5E54">
              <w:rPr>
                <w:sz w:val="28"/>
                <w:szCs w:val="28"/>
              </w:rPr>
              <w:t>ленных зон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901 2411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32980,0914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заций), индивидуальным пре</w:t>
            </w:r>
            <w:r w:rsidRPr="005D5E54">
              <w:rPr>
                <w:sz w:val="28"/>
                <w:szCs w:val="28"/>
              </w:rPr>
              <w:t>д</w:t>
            </w:r>
            <w:r w:rsidRPr="005D5E54">
              <w:rPr>
                <w:sz w:val="28"/>
                <w:szCs w:val="28"/>
              </w:rPr>
              <w:t>принимателям, физическим л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901 2411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450F6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32980,0914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5D5E54">
              <w:rPr>
                <w:spacing w:val="-6"/>
                <w:sz w:val="28"/>
                <w:szCs w:val="28"/>
              </w:rPr>
              <w:t xml:space="preserve">Подпрограмма </w:t>
            </w:r>
            <w:r w:rsidRPr="0063783E">
              <w:rPr>
                <w:spacing w:val="-6"/>
                <w:sz w:val="28"/>
                <w:szCs w:val="28"/>
              </w:rPr>
              <w:t>«</w:t>
            </w:r>
            <w:r w:rsidRPr="005D5E54">
              <w:rPr>
                <w:spacing w:val="-6"/>
                <w:sz w:val="28"/>
                <w:szCs w:val="28"/>
              </w:rPr>
              <w:t>Развитие иннов</w:t>
            </w:r>
            <w:r w:rsidRPr="005D5E54">
              <w:rPr>
                <w:spacing w:val="-6"/>
                <w:sz w:val="28"/>
                <w:szCs w:val="28"/>
              </w:rPr>
              <w:t>а</w:t>
            </w:r>
            <w:r w:rsidRPr="005D5E54">
              <w:rPr>
                <w:spacing w:val="-6"/>
                <w:sz w:val="28"/>
                <w:szCs w:val="28"/>
              </w:rPr>
              <w:t>ционной деятельности в Ульяно</w:t>
            </w:r>
            <w:r w:rsidRPr="005D5E54">
              <w:rPr>
                <w:spacing w:val="-6"/>
                <w:sz w:val="28"/>
                <w:szCs w:val="28"/>
              </w:rPr>
              <w:t>в</w:t>
            </w:r>
            <w:r w:rsidRPr="005D5E54">
              <w:rPr>
                <w:spacing w:val="-6"/>
                <w:sz w:val="28"/>
                <w:szCs w:val="28"/>
              </w:rPr>
              <w:t>ской области</w:t>
            </w:r>
            <w:r w:rsidRPr="0063783E">
              <w:rPr>
                <w:spacing w:val="-6"/>
                <w:sz w:val="28"/>
                <w:szCs w:val="28"/>
              </w:rPr>
              <w:t>»</w:t>
            </w:r>
            <w:r w:rsidRPr="005D5E54">
              <w:rPr>
                <w:spacing w:val="-6"/>
                <w:sz w:val="28"/>
                <w:szCs w:val="28"/>
              </w:rPr>
              <w:t xml:space="preserve"> на 2014-2018 годы государственной программы Ул</w:t>
            </w:r>
            <w:r w:rsidRPr="005D5E54">
              <w:rPr>
                <w:spacing w:val="-6"/>
                <w:sz w:val="28"/>
                <w:szCs w:val="28"/>
              </w:rPr>
              <w:t>ь</w:t>
            </w:r>
            <w:r w:rsidRPr="005D5E54">
              <w:rPr>
                <w:spacing w:val="-6"/>
                <w:sz w:val="28"/>
                <w:szCs w:val="28"/>
              </w:rPr>
              <w:t xml:space="preserve">яновской области </w:t>
            </w:r>
            <w:r w:rsidRPr="0063783E">
              <w:rPr>
                <w:spacing w:val="-6"/>
                <w:sz w:val="28"/>
                <w:szCs w:val="28"/>
              </w:rPr>
              <w:t>«</w:t>
            </w:r>
            <w:r w:rsidRPr="005D5E54">
              <w:rPr>
                <w:spacing w:val="-6"/>
                <w:sz w:val="28"/>
                <w:szCs w:val="28"/>
              </w:rPr>
              <w:t xml:space="preserve">Формирование благоприятного инвестиционного климата в </w:t>
            </w:r>
            <w:r w:rsidRPr="0063783E">
              <w:rPr>
                <w:spacing w:val="-6"/>
                <w:sz w:val="28"/>
                <w:szCs w:val="28"/>
              </w:rPr>
              <w:t>Ульяновской</w:t>
            </w:r>
            <w:r w:rsidRPr="005D5E54">
              <w:rPr>
                <w:spacing w:val="-6"/>
                <w:sz w:val="28"/>
                <w:szCs w:val="28"/>
              </w:rPr>
              <w:t xml:space="preserve"> области</w:t>
            </w:r>
            <w:r w:rsidRPr="0063783E">
              <w:rPr>
                <w:spacing w:val="-6"/>
                <w:sz w:val="28"/>
                <w:szCs w:val="28"/>
              </w:rPr>
              <w:t>»</w:t>
            </w:r>
            <w:r w:rsidRPr="005D5E54">
              <w:rPr>
                <w:spacing w:val="-6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Внесение членского взноса Ул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Ассоциация инновацио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ных регионов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902 2910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902 2910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2014-2018 годы государственной программы Ульяновской обла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Формирование благоприя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19600,0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Предоставление субсидий авт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номной некоммерческой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обе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печение деятельности центра поддержки предпринимательс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ва Ульяновской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904 2810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Предоставление субсидий авт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номной некоммерческой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Центр кластерного ра</w:t>
            </w:r>
            <w:r w:rsidRPr="005D5E54">
              <w:rPr>
                <w:sz w:val="28"/>
                <w:szCs w:val="28"/>
              </w:rPr>
              <w:t>з</w:t>
            </w:r>
            <w:r w:rsidRPr="005D5E54">
              <w:rPr>
                <w:sz w:val="28"/>
                <w:szCs w:val="28"/>
              </w:rPr>
              <w:t>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обеспечение деятельности це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тра кластерного развития для субъектов малого и среднего предпринимательства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450F6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Обеспечение деятельности </w:t>
            </w:r>
            <w:r>
              <w:rPr>
                <w:sz w:val="28"/>
                <w:szCs w:val="28"/>
              </w:rPr>
              <w:t>ц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тра кластерного развития для субъектов малого и среднего предпринимательства посредс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вом предоставления субсиди</w:t>
            </w:r>
            <w:r>
              <w:rPr>
                <w:sz w:val="28"/>
                <w:szCs w:val="28"/>
              </w:rPr>
              <w:t>й</w:t>
            </w:r>
            <w:r w:rsidRPr="005D5E54">
              <w:rPr>
                <w:sz w:val="28"/>
                <w:szCs w:val="28"/>
              </w:rPr>
              <w:t xml:space="preserve"> автономной некоммерческой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 xml:space="preserve">ганизации </w:t>
            </w:r>
            <w:r w:rsidRPr="0063783E"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Центр развития ядерного инновационного кл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стера города Димитровграда Ульяновской области</w:t>
            </w:r>
            <w:r w:rsidRPr="0063783E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D5E54">
              <w:rPr>
                <w:sz w:val="28"/>
                <w:szCs w:val="28"/>
              </w:rPr>
              <w:t>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D5E54">
              <w:rPr>
                <w:sz w:val="28"/>
                <w:szCs w:val="28"/>
              </w:rPr>
              <w:t>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связанных с обучением и (или) повышением квалификации 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ботников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заций), индивидуальным пре</w:t>
            </w:r>
            <w:r w:rsidRPr="005D5E54">
              <w:rPr>
                <w:sz w:val="28"/>
                <w:szCs w:val="28"/>
              </w:rPr>
              <w:t>д</w:t>
            </w:r>
            <w:r w:rsidRPr="005D5E54">
              <w:rPr>
                <w:sz w:val="28"/>
                <w:szCs w:val="28"/>
              </w:rPr>
              <w:t>принимателям, физическим л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C31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Поддержка деятельности Уль</w:t>
            </w:r>
            <w:r w:rsidRPr="005D5E54">
              <w:rPr>
                <w:sz w:val="28"/>
                <w:szCs w:val="28"/>
              </w:rPr>
              <w:t>я</w:t>
            </w:r>
            <w:r w:rsidRPr="005D5E54">
              <w:rPr>
                <w:sz w:val="28"/>
                <w:szCs w:val="28"/>
              </w:rPr>
              <w:t>новского регионального пре</w:t>
            </w:r>
            <w:r w:rsidRPr="005D5E54">
              <w:rPr>
                <w:sz w:val="28"/>
                <w:szCs w:val="28"/>
              </w:rPr>
              <w:t>д</w:t>
            </w:r>
            <w:r w:rsidRPr="005D5E54">
              <w:rPr>
                <w:sz w:val="28"/>
                <w:szCs w:val="28"/>
              </w:rPr>
              <w:t>ставительства Европейского Информационного Корреспо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дентского Центра в России п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средством предоставления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 xml:space="preserve">сидии Фонду </w:t>
            </w:r>
            <w:r w:rsidRPr="0063783E"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Корпорация по развити</w:t>
            </w:r>
            <w:r>
              <w:rPr>
                <w:sz w:val="28"/>
                <w:szCs w:val="28"/>
              </w:rPr>
              <w:t>ю</w:t>
            </w:r>
            <w:r w:rsidRPr="005D5E54">
              <w:rPr>
                <w:sz w:val="28"/>
                <w:szCs w:val="28"/>
              </w:rPr>
              <w:t xml:space="preserve"> предпринимательства Ульяновской области</w:t>
            </w:r>
            <w:r w:rsidRPr="0063783E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5D5E54">
              <w:rPr>
                <w:sz w:val="28"/>
                <w:szCs w:val="28"/>
              </w:rPr>
              <w:t>й</w:t>
            </w:r>
            <w:r w:rsidRPr="005D5E54">
              <w:rPr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0369AD" w:rsidRDefault="00766415" w:rsidP="0063783E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0369AD">
              <w:rPr>
                <w:spacing w:val="-6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0369AD">
              <w:rPr>
                <w:spacing w:val="-6"/>
                <w:sz w:val="28"/>
                <w:szCs w:val="28"/>
              </w:rPr>
              <w:t>а</w:t>
            </w:r>
            <w:r w:rsidRPr="000369AD">
              <w:rPr>
                <w:spacing w:val="-6"/>
                <w:sz w:val="28"/>
                <w:szCs w:val="28"/>
              </w:rPr>
              <w:t>ций), индивидуальным предпр</w:t>
            </w:r>
            <w:r w:rsidRPr="000369AD">
              <w:rPr>
                <w:spacing w:val="-6"/>
                <w:sz w:val="28"/>
                <w:szCs w:val="28"/>
              </w:rPr>
              <w:t>и</w:t>
            </w:r>
            <w:r w:rsidRPr="000369AD">
              <w:rPr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904 2815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1700,0</w:t>
            </w:r>
          </w:p>
        </w:tc>
      </w:tr>
      <w:tr w:rsidR="00766415" w:rsidRPr="005D5E54" w:rsidTr="007517FB">
        <w:trPr>
          <w:trHeight w:val="20"/>
        </w:trPr>
        <w:tc>
          <w:tcPr>
            <w:tcW w:w="4199" w:type="dxa"/>
            <w:vAlign w:val="center"/>
          </w:tcPr>
          <w:p w:rsidR="00766415" w:rsidRPr="00A27389" w:rsidRDefault="00766415" w:rsidP="00A27389">
            <w:pPr>
              <w:spacing w:line="317" w:lineRule="auto"/>
              <w:jc w:val="both"/>
              <w:rPr>
                <w:spacing w:val="-6"/>
                <w:sz w:val="28"/>
                <w:szCs w:val="28"/>
              </w:rPr>
            </w:pPr>
            <w:r w:rsidRPr="00A27389">
              <w:rPr>
                <w:spacing w:val="-6"/>
                <w:sz w:val="28"/>
                <w:szCs w:val="28"/>
              </w:rPr>
              <w:t>Предоставление субсидий субъе</w:t>
            </w:r>
            <w:r w:rsidRPr="00A27389">
              <w:rPr>
                <w:spacing w:val="-6"/>
                <w:sz w:val="28"/>
                <w:szCs w:val="28"/>
              </w:rPr>
              <w:t>к</w:t>
            </w:r>
            <w:r w:rsidRPr="00A27389">
              <w:rPr>
                <w:spacing w:val="-6"/>
                <w:sz w:val="28"/>
                <w:szCs w:val="28"/>
              </w:rPr>
              <w:t>там малого и среднего предпр</w:t>
            </w:r>
            <w:r w:rsidRPr="00A27389">
              <w:rPr>
                <w:spacing w:val="-6"/>
                <w:sz w:val="28"/>
                <w:szCs w:val="28"/>
              </w:rPr>
              <w:t>и</w:t>
            </w:r>
            <w:r w:rsidRPr="00A27389">
              <w:rPr>
                <w:spacing w:val="-6"/>
                <w:sz w:val="28"/>
                <w:szCs w:val="28"/>
              </w:rPr>
              <w:t>нимательства на возмещение з</w:t>
            </w:r>
            <w:r w:rsidRPr="00A27389">
              <w:rPr>
                <w:spacing w:val="-6"/>
                <w:sz w:val="28"/>
                <w:szCs w:val="28"/>
              </w:rPr>
              <w:t>а</w:t>
            </w:r>
            <w:r w:rsidRPr="00A27389">
              <w:rPr>
                <w:spacing w:val="-6"/>
                <w:sz w:val="28"/>
                <w:szCs w:val="28"/>
              </w:rPr>
              <w:t>трат на организацию групп дне</w:t>
            </w:r>
            <w:r w:rsidRPr="00A27389">
              <w:rPr>
                <w:spacing w:val="-6"/>
                <w:sz w:val="28"/>
                <w:szCs w:val="28"/>
              </w:rPr>
              <w:t>в</w:t>
            </w:r>
            <w:r w:rsidRPr="00A27389">
              <w:rPr>
                <w:spacing w:val="-6"/>
                <w:sz w:val="28"/>
                <w:szCs w:val="28"/>
              </w:rPr>
              <w:t>ного времяпрепровождения детей дошкольного возраста и иных п</w:t>
            </w:r>
            <w:r w:rsidRPr="00A27389">
              <w:rPr>
                <w:spacing w:val="-6"/>
                <w:sz w:val="28"/>
                <w:szCs w:val="28"/>
              </w:rPr>
              <w:t>о</w:t>
            </w:r>
            <w:r w:rsidRPr="00A27389">
              <w:rPr>
                <w:spacing w:val="-6"/>
                <w:sz w:val="28"/>
                <w:szCs w:val="28"/>
              </w:rPr>
              <w:t>добных им видов деятельности по уходу и присмотру за детьми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RPr="005D5E54" w:rsidTr="007517FB">
        <w:trPr>
          <w:trHeight w:val="20"/>
        </w:trPr>
        <w:tc>
          <w:tcPr>
            <w:tcW w:w="4199" w:type="dxa"/>
            <w:vAlign w:val="center"/>
          </w:tcPr>
          <w:p w:rsidR="00766415" w:rsidRPr="00E763BC" w:rsidRDefault="00766415" w:rsidP="00A27389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0369AD">
              <w:rPr>
                <w:spacing w:val="-6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0369AD">
              <w:rPr>
                <w:spacing w:val="-6"/>
                <w:sz w:val="28"/>
                <w:szCs w:val="28"/>
              </w:rPr>
              <w:t>а</w:t>
            </w:r>
            <w:r w:rsidRPr="000369AD">
              <w:rPr>
                <w:spacing w:val="-6"/>
                <w:sz w:val="28"/>
                <w:szCs w:val="28"/>
              </w:rPr>
              <w:t>ций), индивидуальным предпр</w:t>
            </w:r>
            <w:r w:rsidRPr="000369AD">
              <w:rPr>
                <w:spacing w:val="-6"/>
                <w:sz w:val="28"/>
                <w:szCs w:val="28"/>
              </w:rPr>
              <w:t>и</w:t>
            </w:r>
            <w:r w:rsidRPr="000369AD">
              <w:rPr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Рекламно-информационное обеспечение  развития туризма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A27389" w:rsidRDefault="00766415" w:rsidP="00A27389">
            <w:pPr>
              <w:spacing w:line="317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27389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т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A27389" w:rsidRDefault="00766415" w:rsidP="00A27389">
            <w:pPr>
              <w:spacing w:line="317" w:lineRule="auto"/>
              <w:jc w:val="both"/>
              <w:rPr>
                <w:spacing w:val="-6"/>
                <w:sz w:val="28"/>
                <w:szCs w:val="28"/>
              </w:rPr>
            </w:pPr>
            <w:r w:rsidRPr="00A27389">
              <w:rPr>
                <w:spacing w:val="-6"/>
                <w:sz w:val="28"/>
                <w:szCs w:val="28"/>
              </w:rPr>
              <w:t>Предоставление субсидий Фонду «Ульяновск – культурная стол</w:t>
            </w:r>
            <w:r w:rsidRPr="00A27389">
              <w:rPr>
                <w:spacing w:val="-6"/>
                <w:sz w:val="28"/>
                <w:szCs w:val="28"/>
              </w:rPr>
              <w:t>и</w:t>
            </w:r>
            <w:r w:rsidRPr="00A27389">
              <w:rPr>
                <w:spacing w:val="-6"/>
                <w:sz w:val="28"/>
                <w:szCs w:val="28"/>
              </w:rPr>
              <w:t>ца» в целях финансирования з</w:t>
            </w:r>
            <w:r w:rsidRPr="00A27389">
              <w:rPr>
                <w:spacing w:val="-6"/>
                <w:sz w:val="28"/>
                <w:szCs w:val="28"/>
              </w:rPr>
              <w:t>а</w:t>
            </w:r>
            <w:r w:rsidRPr="00A27389">
              <w:rPr>
                <w:spacing w:val="-6"/>
                <w:sz w:val="28"/>
                <w:szCs w:val="28"/>
              </w:rPr>
              <w:t>трат, связанных с реализацией проекта «Музей СССР в городе Ульяновске» как основы форм</w:t>
            </w:r>
            <w:r w:rsidRPr="00A27389">
              <w:rPr>
                <w:spacing w:val="-6"/>
                <w:sz w:val="28"/>
                <w:szCs w:val="28"/>
              </w:rPr>
              <w:t>и</w:t>
            </w:r>
            <w:r w:rsidRPr="00A27389">
              <w:rPr>
                <w:spacing w:val="-6"/>
                <w:sz w:val="28"/>
                <w:szCs w:val="28"/>
              </w:rPr>
              <w:t>рования культурно-туристского кластера в Ульяновской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910 2620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2167EF" w:rsidRDefault="00766415" w:rsidP="00A27389">
            <w:pPr>
              <w:spacing w:line="317" w:lineRule="auto"/>
              <w:jc w:val="both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Субсидии некоммерческим о</w:t>
            </w:r>
            <w:r w:rsidRPr="002167EF">
              <w:rPr>
                <w:sz w:val="28"/>
                <w:szCs w:val="28"/>
              </w:rPr>
              <w:t>р</w:t>
            </w:r>
            <w:r w:rsidRPr="002167EF">
              <w:rPr>
                <w:sz w:val="28"/>
                <w:szCs w:val="28"/>
              </w:rPr>
              <w:t>ганизациям (за исключением г</w:t>
            </w:r>
            <w:r w:rsidRPr="002167EF">
              <w:rPr>
                <w:sz w:val="28"/>
                <w:szCs w:val="28"/>
              </w:rPr>
              <w:t>о</w:t>
            </w:r>
            <w:r w:rsidRPr="002167EF">
              <w:rPr>
                <w:sz w:val="28"/>
                <w:szCs w:val="28"/>
              </w:rPr>
              <w:t>сударственных (муниципал</w:t>
            </w:r>
            <w:r w:rsidRPr="002167EF">
              <w:rPr>
                <w:sz w:val="28"/>
                <w:szCs w:val="28"/>
              </w:rPr>
              <w:t>ь</w:t>
            </w:r>
            <w:r w:rsidRPr="002167E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2167EF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2167EF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04</w:t>
            </w:r>
          </w:p>
        </w:tc>
        <w:tc>
          <w:tcPr>
            <w:tcW w:w="593" w:type="dxa"/>
            <w:vAlign w:val="bottom"/>
          </w:tcPr>
          <w:p w:rsidR="00766415" w:rsidRPr="002167EF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bottom"/>
          </w:tcPr>
          <w:p w:rsidR="00766415" w:rsidRPr="002167EF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910 2620</w:t>
            </w:r>
          </w:p>
        </w:tc>
        <w:tc>
          <w:tcPr>
            <w:tcW w:w="655" w:type="dxa"/>
            <w:vAlign w:val="bottom"/>
          </w:tcPr>
          <w:p w:rsidR="00766415" w:rsidRPr="002167EF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2167EF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5D5E54">
              <w:rPr>
                <w:spacing w:val="-4"/>
                <w:sz w:val="28"/>
                <w:szCs w:val="28"/>
              </w:rPr>
              <w:t>Межбюджетные трансферты о</w:t>
            </w:r>
            <w:r w:rsidRPr="005D5E54">
              <w:rPr>
                <w:spacing w:val="-4"/>
                <w:sz w:val="28"/>
                <w:szCs w:val="28"/>
              </w:rPr>
              <w:t>б</w:t>
            </w:r>
            <w:r w:rsidRPr="005D5E54">
              <w:rPr>
                <w:spacing w:val="-4"/>
                <w:sz w:val="28"/>
                <w:szCs w:val="28"/>
              </w:rPr>
              <w:t>щего характера бюджетам суб</w:t>
            </w:r>
            <w:r w:rsidRPr="005D5E54">
              <w:rPr>
                <w:spacing w:val="-4"/>
                <w:sz w:val="28"/>
                <w:szCs w:val="28"/>
              </w:rPr>
              <w:t>ъ</w:t>
            </w:r>
            <w:r w:rsidRPr="005D5E54">
              <w:rPr>
                <w:spacing w:val="-4"/>
                <w:sz w:val="28"/>
                <w:szCs w:val="28"/>
              </w:rPr>
              <w:t>ектов Российской Федерации и муниципальных образований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Прочие межбюджетные тран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Реализация мероприятий по ра</w:t>
            </w:r>
            <w:r w:rsidRPr="005D5E54">
              <w:rPr>
                <w:sz w:val="28"/>
                <w:szCs w:val="28"/>
              </w:rPr>
              <w:t>з</w:t>
            </w:r>
            <w:r w:rsidRPr="005D5E54">
              <w:rPr>
                <w:sz w:val="28"/>
                <w:szCs w:val="28"/>
              </w:rPr>
              <w:t>витию инфраструктуры муниц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город Димитровград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650 0000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A27389" w:rsidRDefault="00766415" w:rsidP="00A27389">
            <w:pPr>
              <w:spacing w:line="317" w:lineRule="auto"/>
              <w:jc w:val="both"/>
              <w:rPr>
                <w:spacing w:val="-6"/>
                <w:sz w:val="28"/>
                <w:szCs w:val="28"/>
              </w:rPr>
            </w:pPr>
            <w:r w:rsidRPr="00A27389">
              <w:rPr>
                <w:spacing w:val="-6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241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650 0000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540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86250,0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Ульяно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960662,60545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139582,715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133033,015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133015,515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A27389" w:rsidRDefault="00766415" w:rsidP="00A27389">
            <w:pPr>
              <w:spacing w:line="317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27389">
              <w:rPr>
                <w:color w:val="000000"/>
                <w:spacing w:val="-6"/>
                <w:sz w:val="28"/>
                <w:szCs w:val="28"/>
              </w:rPr>
              <w:t>Фонд оплаты труда казённых у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ч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реждений и взносы по обязател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ь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85385,75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казё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ных учреждений, за исключен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0,15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A27389">
            <w:pPr>
              <w:spacing w:line="317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кационных технологий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260,5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A27389" w:rsidRDefault="00766415" w:rsidP="00A27389">
            <w:pPr>
              <w:spacing w:line="317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27389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т</w:t>
            </w:r>
            <w:r w:rsidRPr="00A27389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A27389">
            <w:pPr>
              <w:spacing w:line="317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A27389">
            <w:pPr>
              <w:spacing w:line="317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13127,4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A27389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A27389">
              <w:rPr>
                <w:color w:val="000000"/>
                <w:sz w:val="28"/>
                <w:szCs w:val="28"/>
              </w:rPr>
              <w:t>е</w:t>
            </w:r>
            <w:r w:rsidRPr="00A27389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A27389">
              <w:rPr>
                <w:color w:val="000000"/>
                <w:sz w:val="28"/>
                <w:szCs w:val="28"/>
              </w:rPr>
              <w:t>е</w:t>
            </w:r>
            <w:r w:rsidRPr="00A27389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A27389">
              <w:rPr>
                <w:color w:val="000000"/>
                <w:sz w:val="28"/>
                <w:szCs w:val="28"/>
              </w:rPr>
              <w:t>и</w:t>
            </w:r>
            <w:r w:rsidRPr="00A27389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A27389">
              <w:rPr>
                <w:color w:val="000000"/>
                <w:sz w:val="28"/>
                <w:szCs w:val="28"/>
              </w:rPr>
              <w:t>ь</w:t>
            </w:r>
            <w:r w:rsidRPr="00A27389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2738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A27389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27389">
              <w:rPr>
                <w:sz w:val="28"/>
                <w:szCs w:val="28"/>
              </w:rPr>
              <w:t>32185,0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Адресная финансовая поддержка спортивных организаций, 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ществляющих подготовку спо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тивного резерва для сборных команд Российской Федерации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1702,215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1181,215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17,5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6549,7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5D5E54">
              <w:rPr>
                <w:color w:val="000000"/>
                <w:sz w:val="28"/>
                <w:szCs w:val="28"/>
              </w:rPr>
              <w:t>з</w:t>
            </w:r>
            <w:r w:rsidRPr="005D5E5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6549,7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686,8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5862,9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131,5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131,5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131,5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молодых специ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листов на территории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131,5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119,5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820948,39045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363537,7935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338337,6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77558,6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260779,0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25200,1935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6700,1935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6700,1935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317E0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311713,38695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177213,38695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38177,5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Приобретение оборудования для быстровозводимых физкульту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но-оздоровительных компле</w:t>
            </w:r>
            <w:r w:rsidRPr="005D5E54">
              <w:rPr>
                <w:sz w:val="28"/>
                <w:szCs w:val="28"/>
              </w:rPr>
              <w:t>к</w:t>
            </w:r>
            <w:r w:rsidRPr="005D5E54">
              <w:rPr>
                <w:sz w:val="28"/>
                <w:szCs w:val="28"/>
              </w:rPr>
              <w:t>сов, включая металлоконстру</w:t>
            </w:r>
            <w:r w:rsidRPr="005D5E54">
              <w:rPr>
                <w:sz w:val="28"/>
                <w:szCs w:val="28"/>
              </w:rPr>
              <w:t>к</w:t>
            </w:r>
            <w:r w:rsidRPr="005D5E54">
              <w:rPr>
                <w:sz w:val="28"/>
                <w:szCs w:val="28"/>
              </w:rPr>
              <w:t>ции и металлоизделия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512 5080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44558,137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512 5080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44558,137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Финансовое обеспечение расх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дов общепрограммного характ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ра по федеральной целевой пр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Развитие физической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512 5095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69472,74995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5D5E54">
              <w:rPr>
                <w:sz w:val="28"/>
                <w:szCs w:val="28"/>
              </w:rPr>
              <w:t>к</w:t>
            </w:r>
            <w:r w:rsidRPr="005D5E54">
              <w:rPr>
                <w:sz w:val="28"/>
                <w:szCs w:val="28"/>
              </w:rPr>
              <w:t>ты государственной (муниц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512 5095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69472,74995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134500,0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134000,0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5D5E54">
              <w:rPr>
                <w:color w:val="000000"/>
                <w:sz w:val="28"/>
                <w:szCs w:val="28"/>
              </w:rPr>
              <w:t>к</w:t>
            </w:r>
            <w:r w:rsidRPr="005D5E54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134000,0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890 4025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890 4025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140234,6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34734,6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27179,0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1504,6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Адресная финансовая поддержка спортивных организаций, 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ществляющих подготовку спо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тивного резерва для сборных команд Российской Федерации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482 5081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5979,0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482 5081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5979,0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105500,0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Развитие спорта высших дост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жений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78500,0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ганизациям (за исключением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78500,0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26970,0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физ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5462,61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5462,61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5462,61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4638,61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798,0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590255,1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34493,4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34493,4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30040,2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27070,3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2969,9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5D5E54">
              <w:rPr>
                <w:color w:val="000000"/>
                <w:sz w:val="28"/>
                <w:szCs w:val="28"/>
              </w:rPr>
              <w:t>ъ</w:t>
            </w:r>
            <w:r w:rsidRPr="005D5E5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кументов, относящихся к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собственности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яновской области и находящи</w:t>
            </w:r>
            <w:r w:rsidRPr="005D5E54">
              <w:rPr>
                <w:color w:val="000000"/>
                <w:sz w:val="28"/>
                <w:szCs w:val="28"/>
              </w:rPr>
              <w:t>х</w:t>
            </w:r>
            <w:r w:rsidRPr="005D5E54">
              <w:rPr>
                <w:color w:val="000000"/>
                <w:sz w:val="28"/>
                <w:szCs w:val="28"/>
              </w:rPr>
              <w:t>ся на территориях 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районов и городских окр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гов Ульяновской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4453,2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67577,0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24085,1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24085,1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24085,1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25123,1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Профессиональные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25123,1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23441,7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1578,2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5D5E54">
              <w:rPr>
                <w:color w:val="000000"/>
                <w:sz w:val="28"/>
                <w:szCs w:val="28"/>
              </w:rPr>
              <w:t>з</w:t>
            </w:r>
            <w:r w:rsidRPr="005D5E5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132,9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18235,9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18235,9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18235,9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D5E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D5E5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5D5E5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18235,9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487162,8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437462,5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66323,1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64032,2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590,9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Государственная поддержка м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ниципальных учреждений кул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туры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440 5147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межбюджетные трансфе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ты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440 5147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540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440 5148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межбюджетные трансфе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ты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440 5148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540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91327,6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43607,6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575,1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47144,9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53991,2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52240,2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1751,0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Театры, цирки, концертные и другие организации исполн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тельских искусств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141399,7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141044,7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355,0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34,0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414,0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5D5E54">
              <w:rPr>
                <w:color w:val="000000"/>
                <w:sz w:val="28"/>
                <w:szCs w:val="28"/>
              </w:rPr>
              <w:t>Культура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83972,9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514A5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Ремонтно-реставрационные 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 xml:space="preserve">боты зданий государственных учреждений культуры, в том числе </w:t>
            </w:r>
            <w:r>
              <w:rPr>
                <w:color w:val="000000"/>
                <w:sz w:val="28"/>
                <w:szCs w:val="28"/>
              </w:rPr>
              <w:t>подготовка</w:t>
            </w:r>
            <w:r w:rsidRPr="005D5E54">
              <w:rPr>
                <w:color w:val="000000"/>
                <w:sz w:val="28"/>
                <w:szCs w:val="28"/>
              </w:rPr>
              <w:t xml:space="preserve"> проектной и экспертной документации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62436,7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62436,7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Присуждение международных ежегодных литературных пр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мий имени И.А.Гончарова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Реконструкция и проведение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монтно-реставрационных работ зданий муниципальных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дений культуры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10345,8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Комплектование библиотечных фондов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870 4004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3690,4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3102,6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587,8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Приобретение служебных ж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 xml:space="preserve">лых помещений (квартир) </w:t>
            </w:r>
          </w:p>
          <w:p w:rsidR="00766415" w:rsidRPr="005D5E54" w:rsidRDefault="00766415" w:rsidP="00450F6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 целью включения в специал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зированны</w:t>
            </w:r>
            <w:r>
              <w:rPr>
                <w:sz w:val="28"/>
                <w:szCs w:val="28"/>
              </w:rPr>
              <w:t>й</w:t>
            </w:r>
            <w:r w:rsidRPr="005D5E54">
              <w:rPr>
                <w:sz w:val="28"/>
                <w:szCs w:val="28"/>
              </w:rPr>
              <w:t xml:space="preserve"> государственный жилищный фонд Ульяновской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870 4008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5000,0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на приобретение об</w:t>
            </w:r>
            <w:r w:rsidRPr="005D5E54">
              <w:rPr>
                <w:sz w:val="28"/>
                <w:szCs w:val="28"/>
              </w:rPr>
              <w:t>ъ</w:t>
            </w:r>
            <w:r w:rsidRPr="005D5E54">
              <w:rPr>
                <w:sz w:val="28"/>
                <w:szCs w:val="28"/>
              </w:rPr>
              <w:t>ектов недвижимого имущества в государственную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ную) собственность ав</w:t>
            </w:r>
            <w:r>
              <w:rPr>
                <w:sz w:val="28"/>
                <w:szCs w:val="28"/>
              </w:rPr>
              <w:t>то</w:t>
            </w:r>
            <w:r w:rsidRPr="005D5E54">
              <w:rPr>
                <w:sz w:val="28"/>
                <w:szCs w:val="28"/>
              </w:rPr>
              <w:t>номным учреждениям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870 4008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462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13479,9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финансовое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государственного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13254,9</w:t>
            </w:r>
          </w:p>
        </w:tc>
      </w:tr>
      <w:tr w:rsidR="00766415" w:rsidRPr="0063783E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225,0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кул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36220,4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21295,5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454,6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2368,8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6,7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5532,3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переданных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ции в соответствии с пунктом 1 статьи 9</w:t>
            </w:r>
            <w:r w:rsidRPr="005D5E54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D5E54">
              <w:rPr>
                <w:sz w:val="28"/>
                <w:szCs w:val="28"/>
              </w:rPr>
              <w:t xml:space="preserve">Федерального закона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объектах культурного н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следия (памятниках истории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полномочий Ро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сийской Федерации в отнош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нии объектов культурного н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следия 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1362,5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Фонд оплаты труда государс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венных (муниципальных) орг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1058,0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Сохр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нение и государственная охрана объектов культурного наследия, расположенных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определению и установлению границ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рий объектов культурного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следия регионального значения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2952,2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Проведение работ по провед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государственных историко-культурных экспертиз в отн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шении выявленных объектов культурного наследия для обо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нования принятия Правительс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вом Ульяновской области реш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ний о включении (либо об отказе во включении) данных объектов в Единый государственный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естр объектов культурного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следия (памятников истории и культуры) народов Российской Федерации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D5E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5D5E5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5D5E5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47,8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C39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 по сохранению объектов культурного наследия регионального значения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950 1027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  <w:vAlign w:val="center"/>
          </w:tcPr>
          <w:p w:rsidR="00766415" w:rsidRPr="005D5E54" w:rsidRDefault="00766415" w:rsidP="002C39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некоммерческим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ганизациям (за исключением 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сударственных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08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950 1027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2000,0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C39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1021,9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C39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1021,9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C39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1021,9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2C399F" w:rsidRDefault="00766415" w:rsidP="002C399F">
            <w:pPr>
              <w:spacing w:line="348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2C399F">
              <w:rPr>
                <w:color w:val="000000"/>
                <w:spacing w:val="-6"/>
                <w:sz w:val="28"/>
                <w:szCs w:val="28"/>
              </w:rPr>
              <w:t>Средства на реализацию Закона Ульяновской области от 05.04.2006 № 43-ЗО «О мерах г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о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сударственной социальной по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д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держки отдельных категорий сп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е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циалистов, работающих и прож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и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вающих в сельских населённых пунктах, рабочих посёлках и п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о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сёлках городского типа на терр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и</w:t>
            </w:r>
            <w:r w:rsidRPr="002C399F">
              <w:rPr>
                <w:color w:val="000000"/>
                <w:spacing w:val="-6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C39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2C39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2C399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2C39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2C399F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Средства на реализацию Закона Ульяновской области от 02.05.2012 № 49-ЗО «О мерах социальной поддержки отдел</w:t>
            </w:r>
            <w:r w:rsidRPr="002C399F">
              <w:rPr>
                <w:color w:val="000000"/>
                <w:sz w:val="28"/>
                <w:szCs w:val="28"/>
              </w:rPr>
              <w:t>ь</w:t>
            </w:r>
            <w:r w:rsidRPr="002C399F">
              <w:rPr>
                <w:color w:val="000000"/>
                <w:sz w:val="28"/>
                <w:szCs w:val="28"/>
              </w:rPr>
              <w:t>ных категорий молодых специ</w:t>
            </w:r>
            <w:r w:rsidRPr="002C399F">
              <w:rPr>
                <w:color w:val="000000"/>
                <w:sz w:val="28"/>
                <w:szCs w:val="28"/>
              </w:rPr>
              <w:t>а</w:t>
            </w:r>
            <w:r w:rsidRPr="002C399F">
              <w:rPr>
                <w:color w:val="000000"/>
                <w:sz w:val="28"/>
                <w:szCs w:val="28"/>
              </w:rPr>
              <w:t>листов на территории Ульяно</w:t>
            </w:r>
            <w:r w:rsidRPr="002C399F">
              <w:rPr>
                <w:color w:val="000000"/>
                <w:sz w:val="28"/>
                <w:szCs w:val="28"/>
              </w:rPr>
              <w:t>в</w:t>
            </w:r>
            <w:r w:rsidRPr="002C399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655" w:type="dxa"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noWrap/>
            <w:vAlign w:val="bottom"/>
          </w:tcPr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2C399F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6378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C399F">
              <w:rPr>
                <w:color w:val="000000"/>
                <w:sz w:val="28"/>
                <w:szCs w:val="28"/>
              </w:rPr>
              <w:t>1002,4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42,5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675,1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151,0</w:t>
            </w:r>
          </w:p>
        </w:tc>
      </w:tr>
      <w:tr w:rsidR="00766415" w:rsidRPr="005D5E54" w:rsidTr="0063783E">
        <w:trPr>
          <w:trHeight w:val="20"/>
        </w:trPr>
        <w:tc>
          <w:tcPr>
            <w:tcW w:w="4199" w:type="dxa"/>
          </w:tcPr>
          <w:p w:rsidR="00766415" w:rsidRPr="005D5E54" w:rsidRDefault="00766415" w:rsidP="006378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</w:t>
            </w:r>
          </w:p>
        </w:tc>
        <w:tc>
          <w:tcPr>
            <w:tcW w:w="640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93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374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766415" w:rsidRPr="005D5E54" w:rsidRDefault="00766415" w:rsidP="006378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26" w:type="dxa"/>
            <w:noWrap/>
            <w:vAlign w:val="bottom"/>
          </w:tcPr>
          <w:p w:rsidR="00766415" w:rsidRPr="005D5E54" w:rsidRDefault="00766415" w:rsidP="006378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133,8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63783E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д) в главе «Управление записи актов гражданского состояния Ульяновской области» (Мин 256):</w:t>
      </w:r>
    </w:p>
    <w:p w:rsidR="00766415" w:rsidRDefault="00766415" w:rsidP="0063783E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</w:rPr>
        <w:t xml:space="preserve">» (Мин 256 Рз 01 ПР 13 </w:t>
      </w:r>
      <w:r>
        <w:rPr>
          <w:sz w:val="28"/>
        </w:rPr>
        <w:br/>
        <w:t>ЦС 296 5930 ВР 121) цифры «6793,1» заменить цифрами «10337,6»;</w:t>
      </w:r>
    </w:p>
    <w:p w:rsidR="00766415" w:rsidRDefault="00766415" w:rsidP="0063783E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Прочая закупка товаров, работ и услуг для обеспечения госуда</w:t>
      </w:r>
      <w:r w:rsidRPr="0063783E">
        <w:rPr>
          <w:sz w:val="28"/>
        </w:rPr>
        <w:t>р</w:t>
      </w:r>
      <w:r w:rsidRPr="0063783E">
        <w:rPr>
          <w:sz w:val="28"/>
        </w:rPr>
        <w:t>ственных (муниципальных) нужд</w:t>
      </w:r>
      <w:r>
        <w:rPr>
          <w:sz w:val="28"/>
        </w:rPr>
        <w:t>» (Мин 256 Рз 01 ПР 13 ЦС 296 5930 ВР 244) цифры «994,73» заменить цифрами «1629,23»;</w:t>
      </w:r>
    </w:p>
    <w:p w:rsidR="00766415" w:rsidRDefault="00766415" w:rsidP="0063783E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3783E">
        <w:rPr>
          <w:sz w:val="28"/>
        </w:rPr>
        <w:t>Субвенции</w:t>
      </w:r>
      <w:r>
        <w:rPr>
          <w:sz w:val="28"/>
        </w:rPr>
        <w:t>» (Мин 256 Рз 01 ПР 13 ЦС 296 5930 ВР 530) цифры «52736,8» заменить цифрами «48557,8»;</w:t>
      </w:r>
    </w:p>
    <w:p w:rsidR="00766415" w:rsidRDefault="00766415" w:rsidP="0063783E">
      <w:pPr>
        <w:pStyle w:val="BodyTextIndent"/>
        <w:widowControl w:val="0"/>
        <w:spacing w:after="0" w:line="343" w:lineRule="auto"/>
        <w:ind w:left="0" w:firstLine="709"/>
        <w:jc w:val="both"/>
        <w:rPr>
          <w:sz w:val="28"/>
        </w:rPr>
      </w:pPr>
      <w:r>
        <w:rPr>
          <w:sz w:val="28"/>
        </w:rPr>
        <w:t>е) главы «Министерство здравоохранения и социального развития Ульяно</w:t>
      </w:r>
      <w:r>
        <w:rPr>
          <w:sz w:val="28"/>
        </w:rPr>
        <w:t>в</w:t>
      </w:r>
      <w:r>
        <w:rPr>
          <w:sz w:val="28"/>
        </w:rPr>
        <w:t>ской области» (Мин 261) и «Министерство образования и науки Ульяновской о</w:t>
      </w:r>
      <w:r>
        <w:rPr>
          <w:sz w:val="28"/>
        </w:rPr>
        <w:t>б</w:t>
      </w:r>
      <w:r>
        <w:rPr>
          <w:sz w:val="28"/>
        </w:rPr>
        <w:t>ласти» (Мин 273) изложить в следующей редакции:</w:t>
      </w:r>
    </w:p>
    <w:tbl>
      <w:tblPr>
        <w:tblW w:w="9923" w:type="dxa"/>
        <w:tblInd w:w="-34" w:type="dxa"/>
        <w:tblLayout w:type="fixed"/>
        <w:tblLook w:val="00A0"/>
      </w:tblPr>
      <w:tblGrid>
        <w:gridCol w:w="4099"/>
        <w:gridCol w:w="660"/>
        <w:gridCol w:w="628"/>
        <w:gridCol w:w="545"/>
        <w:gridCol w:w="1440"/>
        <w:gridCol w:w="708"/>
        <w:gridCol w:w="1843"/>
      </w:tblGrid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Министерство здравоохр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нения и социального разв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5D5E54">
              <w:rPr>
                <w:b/>
                <w:bCs/>
                <w:color w:val="000000"/>
                <w:sz w:val="28"/>
                <w:szCs w:val="28"/>
              </w:rPr>
              <w:t>тия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16529157,35627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247556,46367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247556,46367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233617,46367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198567,3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34540,26367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395,3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0121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5D5E54">
              <w:rPr>
                <w:color w:val="000000"/>
                <w:sz w:val="28"/>
                <w:szCs w:val="28"/>
              </w:rPr>
              <w:t>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Внедрение современных техн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логий в деятельность учрежд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ний системы социальной защ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ты и обслуживания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13939,0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196430,49926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дополнительных мер в сфере занятости насел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11192,0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11192,0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в сфере занятости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139199,59927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112300,0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зённых учреждений, за искл</w:t>
            </w:r>
            <w:r w:rsidRPr="005D5E54">
              <w:rPr>
                <w:sz w:val="28"/>
                <w:szCs w:val="28"/>
              </w:rPr>
              <w:t>ю</w:t>
            </w:r>
            <w:r w:rsidRPr="005D5E5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1,68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7544,18737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18943,6059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85,875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324,251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5D5E5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46018,89999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Содействие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45705,79999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36153,01999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20491,95299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6332,6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8461,267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Софинансирование дополн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тельных мероприятий в сфере занятости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589,053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заций), индивидуальным пре</w:t>
            </w:r>
            <w:r w:rsidRPr="005D5E54">
              <w:rPr>
                <w:sz w:val="28"/>
                <w:szCs w:val="28"/>
              </w:rPr>
              <w:t>д</w:t>
            </w:r>
            <w:r w:rsidRPr="005D5E54">
              <w:rPr>
                <w:sz w:val="28"/>
                <w:szCs w:val="28"/>
              </w:rPr>
              <w:t>принимателям, физическим л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589,053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организациях произво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ственной сферы, осуществля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щих реструктуризацию и м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дернизацию производства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608,6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Возмещение затрат юридич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ских лиц, индивидуальных предпринимателей на оборуд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вание (оснащение) рабочих мест для инвалидов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заций), индивидуальным пре</w:t>
            </w:r>
            <w:r w:rsidRPr="005D5E54">
              <w:rPr>
                <w:sz w:val="28"/>
                <w:szCs w:val="28"/>
              </w:rPr>
              <w:t>д</w:t>
            </w:r>
            <w:r w:rsidRPr="005D5E54">
              <w:rPr>
                <w:sz w:val="28"/>
                <w:szCs w:val="28"/>
              </w:rPr>
              <w:t>принимателям, физическим л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Информационное сопровожд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ние реализации мероприятий, направленных на снижение н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277,947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277,947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Профессиональное обучение и дополнительное професси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нальное образование женщин в период отпуска по уходу за 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бёнком до достижения им во</w:t>
            </w:r>
            <w:r w:rsidRPr="005D5E54">
              <w:rPr>
                <w:sz w:val="28"/>
                <w:szCs w:val="28"/>
              </w:rPr>
              <w:t>з</w:t>
            </w:r>
            <w:r w:rsidRPr="005D5E54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2858,18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804 1508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2858,18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Оказание с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действия добровольному пер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селению в Ульяновскую о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ласть соотечественников, пр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живающих за рубежом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дарственной программы Уль</w:t>
            </w:r>
            <w:r w:rsidRPr="005D5E54">
              <w:rPr>
                <w:sz w:val="28"/>
                <w:szCs w:val="28"/>
              </w:rPr>
              <w:t>я</w:t>
            </w:r>
            <w:r w:rsidRPr="005D5E5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313,1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 по оказанию с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действия добровольному пер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селению в Ульяновскую о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ласть соотечественников, пр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живающих за рубежом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805 1510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313,1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805 1510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805 1510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219,2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лактике правонарушений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5D5E5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Оказание помощи лицам, осв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бождённым от отбывания нак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зания в виде лишения свободы, и содействие их социальной реабилитации в Ульяновской области</w:t>
            </w:r>
          </w:p>
        </w:tc>
        <w:tc>
          <w:tcPr>
            <w:tcW w:w="660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261028,8201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238378,3501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166075,4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67254,3501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2484,3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1366,4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684,0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4485,5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6044,77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6044,77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6044,77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12120,2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7235593,51873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7931E5">
            <w:pPr>
              <w:spacing w:line="360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1195938,20575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361768,6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 по оказанию в</w:t>
            </w:r>
            <w:r w:rsidRPr="005D5E54">
              <w:rPr>
                <w:sz w:val="28"/>
                <w:szCs w:val="28"/>
              </w:rPr>
              <w:t>ы</w:t>
            </w:r>
            <w:r w:rsidRPr="005D5E54">
              <w:rPr>
                <w:sz w:val="28"/>
                <w:szCs w:val="28"/>
              </w:rPr>
              <w:t>сокотехнологичных видов м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дицинской помощи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293 5070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6164,8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финансовое обесп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чение государственного (мун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ципального) задания на оказ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ние государственных (муниц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293 5070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6164,8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268595,3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оборудования и ра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ходных материалов для неон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тального и аудиологического скрининга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4737,4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приятий, направленных на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ведение пренатальной (дород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вой) диагностики нарушений развития ребёнка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25334,8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пок антибактериальных и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тивотуберкулёзных лекарстве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препаратов (второго ряда), применяемых при лечении больных туберкулёзом с мн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жественной лекарственной у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тойчивостью возбудителя, и 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агностических средств для в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явления, определения чувств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тельности микобактерии тубе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кулёза и мониторинга лечения больных туберкулёзом с мн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жественной лекарственной у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тойчивостью возбудителя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32506,5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приятий государственной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24429,80000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293 5382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22529,8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834169,60575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295233,7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228847,35575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249460,65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26105,4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012154">
              <w:rPr>
                <w:color w:val="000000"/>
                <w:spacing w:val="-4"/>
                <w:sz w:val="28"/>
                <w:szCs w:val="28"/>
              </w:rPr>
              <w:t>Уплата налога на имущество о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2382,0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30124,6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Мероприятия, направленные на проведение пренатальной (д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родовой) диагностики наруш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ний развития ребёнка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470 0300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1418,8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470 0300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1418,8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738373,33298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112188,43298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отдельных полн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мочий в области лекарственн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110798,03298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1390,4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здравоохранения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Оказание отдельным категор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ям граждан государственной социальной помощи по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чению лекарственными преп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ратами, медицинскими изд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лиями, а также специализир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ванными продуктами лечебного питания для детей-инвалидов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217774,4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217774,4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189894,3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48805,7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3130,8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135506,7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2108,9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012154">
              <w:rPr>
                <w:color w:val="000000"/>
                <w:spacing w:val="-4"/>
                <w:sz w:val="28"/>
                <w:szCs w:val="28"/>
              </w:rPr>
              <w:t>Уплата налога на имущество о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171,4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Поликлиники, амбулатории, диагностические центры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15615,6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15615,6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новления Правительства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некоторых мерах по реализации постановления Правительства Российской Ф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 xml:space="preserve">дерации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государственной поддержке развития медицинской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мышленности и улучшении обеспечения населения и учр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ждений здравоохранения лека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ственными средствами и изд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лиями медицинского назнач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территории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202900,6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65641,75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65641,75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15337,7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5761,9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43066,95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1358,9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12379,1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129770,7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Санатории для больных тубе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кулёзом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12154">
              <w:rPr>
                <w:color w:val="000000"/>
                <w:spacing w:val="-6"/>
                <w:sz w:val="28"/>
                <w:szCs w:val="28"/>
              </w:rPr>
              <w:t>Субсидии бюджетным учрежд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е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ь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ного) задания на оказание гос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у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дарственных (муниципальных)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103852,6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4239,6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Санатории для детей и подр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стков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21678,5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21678,5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нентов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149000,4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131466,7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472 0000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17533,7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6160,1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1002,8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76,3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4937117,23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организацио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мероприятий по обеспеч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лиц лекарственными пр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паратами, предназначенными для лечения больных злокач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ственными новообразованиями лимфоидной, кроветворной и родственных им тканей, гем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филией, муковисцидозом, г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пофизарным нанизмом, боле</w:t>
            </w:r>
            <w:r w:rsidRPr="005D5E54">
              <w:rPr>
                <w:color w:val="000000"/>
                <w:sz w:val="28"/>
                <w:szCs w:val="28"/>
              </w:rPr>
              <w:t>з</w:t>
            </w:r>
            <w:r w:rsidRPr="005D5E54">
              <w:rPr>
                <w:color w:val="000000"/>
                <w:sz w:val="28"/>
                <w:szCs w:val="28"/>
              </w:rPr>
              <w:t>нью Гоше, рассеянным склер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зом, а также после транспла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22924,2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переданных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ции в соответствии с частью 1 статьи 15 Федерального закона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основах охраны здоровья граждан 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ровья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1C6D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59Б0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2084,1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Фонд оплаты труда государс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венных (муниципальных) орг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1C6D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59Б0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1563,9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1C6D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59Б0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1C6D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59Б0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519,6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238559,9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116231,2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5D5E54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469 000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27804,9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92701,7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1016,6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405,5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государственных функций в области здравоохр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Оказание жителям Мелекесск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го и Новомалыклинского ра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онов специализированной м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6310,8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митровграда специализирова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ной медицинской помощи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485 9700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Оказание стационарной палли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тивной медицинской помощи жителям города Димитровграда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485 9900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1633,8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485 9900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1633,8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41822,6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28851,3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12529,1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новления Губернатора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организации диспа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серизации государственных гражданских служащих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7606,2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7606,2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обе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39070,4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тельное медицинское страхов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неработающего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3685296,9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 xml:space="preserve">печение скорой медицинской </w:t>
            </w:r>
            <w:r w:rsidRPr="005D5E54">
              <w:rPr>
                <w:color w:val="000000"/>
                <w:sz w:val="28"/>
                <w:szCs w:val="28"/>
              </w:rPr>
              <w:br/>
              <w:t>помощи в рамках территор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альной программы обязател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458156,2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печение проведения замест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тельной почечной терапии м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тодами диализа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367733,2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печение вспомогательных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продуктивных технологий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6390,0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5D5E5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50772,23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012154">
              <w:rPr>
                <w:sz w:val="28"/>
                <w:szCs w:val="28"/>
              </w:rPr>
              <w:t>у</w:t>
            </w:r>
            <w:r w:rsidRPr="000121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780 0000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2072,23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48700,0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лактике правонарушений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5D5E5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Снижение уровня алкоголиз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862 1018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8160,0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8588548,05451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5D5E5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108323,5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3103,9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пенсии, социальные до</w:t>
            </w:r>
            <w:r w:rsidRPr="005D5E54">
              <w:rPr>
                <w:color w:val="000000"/>
                <w:sz w:val="28"/>
                <w:szCs w:val="28"/>
              </w:rPr>
              <w:t>п</w:t>
            </w:r>
            <w:r w:rsidRPr="005D5E54">
              <w:rPr>
                <w:color w:val="000000"/>
                <w:sz w:val="28"/>
                <w:szCs w:val="28"/>
              </w:rPr>
              <w:t>латы к пенсиям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105219,6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789990,03551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0121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Осуществление отдельных по</w:t>
            </w:r>
            <w:r w:rsidRPr="00012154">
              <w:rPr>
                <w:sz w:val="28"/>
                <w:szCs w:val="28"/>
              </w:rPr>
              <w:t>л</w:t>
            </w:r>
            <w:r w:rsidRPr="00012154">
              <w:rPr>
                <w:sz w:val="28"/>
                <w:szCs w:val="28"/>
              </w:rPr>
              <w:t>номочий Российской Федер</w:t>
            </w:r>
            <w:r w:rsidRPr="00012154">
              <w:rPr>
                <w:sz w:val="28"/>
                <w:szCs w:val="28"/>
              </w:rPr>
              <w:t>а</w:t>
            </w:r>
            <w:r w:rsidRPr="00012154">
              <w:rPr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297 0000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2456,9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012154" w:rsidRDefault="00766415" w:rsidP="00C961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Софинансирование социальных программ субъектов Росси</w:t>
            </w:r>
            <w:r w:rsidRPr="00012154">
              <w:rPr>
                <w:sz w:val="28"/>
                <w:szCs w:val="28"/>
              </w:rPr>
              <w:t>й</w:t>
            </w:r>
            <w:r w:rsidRPr="00012154">
              <w:rPr>
                <w:sz w:val="28"/>
                <w:szCs w:val="28"/>
              </w:rPr>
              <w:t>ской Федерации, связанных с укреплением материально-технической базы учреждений социального обслуживания н</w:t>
            </w:r>
            <w:r w:rsidRPr="00012154">
              <w:rPr>
                <w:sz w:val="28"/>
                <w:szCs w:val="28"/>
              </w:rPr>
              <w:t>а</w:t>
            </w:r>
            <w:r w:rsidRPr="00012154">
              <w:rPr>
                <w:sz w:val="28"/>
                <w:szCs w:val="28"/>
              </w:rPr>
              <w:t>селения и оказани</w:t>
            </w:r>
            <w:r>
              <w:rPr>
                <w:sz w:val="28"/>
                <w:szCs w:val="28"/>
              </w:rPr>
              <w:t>ем</w:t>
            </w:r>
            <w:r w:rsidRPr="00012154">
              <w:rPr>
                <w:sz w:val="28"/>
                <w:szCs w:val="28"/>
              </w:rPr>
              <w:t xml:space="preserve"> адресной социальной помощи нераб</w:t>
            </w:r>
            <w:r w:rsidRPr="00012154">
              <w:rPr>
                <w:sz w:val="28"/>
                <w:szCs w:val="28"/>
              </w:rPr>
              <w:t>о</w:t>
            </w:r>
            <w:r w:rsidRPr="00012154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66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297 5209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2456,9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0121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012154">
              <w:rPr>
                <w:sz w:val="28"/>
                <w:szCs w:val="28"/>
              </w:rPr>
              <w:t>о</w:t>
            </w:r>
            <w:r w:rsidRPr="00012154">
              <w:rPr>
                <w:sz w:val="28"/>
                <w:szCs w:val="28"/>
              </w:rPr>
              <w:t>сударственного (муниципал</w:t>
            </w:r>
            <w:r w:rsidRPr="00012154">
              <w:rPr>
                <w:sz w:val="28"/>
                <w:szCs w:val="28"/>
              </w:rPr>
              <w:t>ь</w:t>
            </w:r>
            <w:r w:rsidRPr="00012154">
              <w:rPr>
                <w:sz w:val="28"/>
                <w:szCs w:val="28"/>
              </w:rPr>
              <w:t>ного) имущества</w:t>
            </w:r>
          </w:p>
        </w:tc>
        <w:tc>
          <w:tcPr>
            <w:tcW w:w="66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297 5209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243</w:t>
            </w:r>
          </w:p>
        </w:tc>
        <w:tc>
          <w:tcPr>
            <w:tcW w:w="1843" w:type="dxa"/>
            <w:noWrap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2456,9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Дома-интернаты для престар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лых и инвалидов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268440,30552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57615,8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232,7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сударственного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ного) имущества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5991,3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121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22995,66490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1065,6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178571,86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1569,28062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182,2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519092,82999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155529,1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66464,02999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188593,224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2500,376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97707,231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автономным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4365,169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012154">
              <w:rPr>
                <w:color w:val="000000"/>
                <w:spacing w:val="-4"/>
                <w:sz w:val="28"/>
                <w:szCs w:val="28"/>
              </w:rPr>
              <w:t>Уплата налога на имущество о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4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619,6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6755579,9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0121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2336113,0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Пособие по уходу за ребёнком гражданам, подвергшимся во</w:t>
            </w:r>
            <w:r w:rsidRPr="005D5E54">
              <w:rPr>
                <w:color w:val="000000"/>
                <w:sz w:val="28"/>
                <w:szCs w:val="28"/>
              </w:rPr>
              <w:t>з</w:t>
            </w:r>
            <w:r w:rsidRPr="005D5E54">
              <w:rPr>
                <w:color w:val="000000"/>
                <w:sz w:val="28"/>
                <w:szCs w:val="28"/>
              </w:rPr>
              <w:t>действию радиации вследствие радиационных аварий, в соо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 xml:space="preserve">ветствии с Законом Российской Федерации от 15 мая 1991 года № 1244-I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социальной защите граждан, подвергшихся возде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ствию радиации вследствие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тастрофы на Чернобыльской АЭС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инвалидов техн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ческими средствами реабилит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ции, включая изготовление и ремонт протезно-ортопеди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ческих изделий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163569,5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11672,821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1614</w:t>
            </w:r>
            <w:r w:rsidRPr="005D5E54">
              <w:rPr>
                <w:sz w:val="28"/>
                <w:szCs w:val="28"/>
              </w:rPr>
              <w:t>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120158,94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119,739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полномочий по обеспечению жильём отдел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 категорий граждан, уст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новленных Федеральным зак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 xml:space="preserve">ном от 12 января 1995 года </w:t>
            </w:r>
            <w:r>
              <w:rPr>
                <w:sz w:val="28"/>
                <w:szCs w:val="28"/>
              </w:rPr>
              <w:br/>
            </w:r>
            <w:r w:rsidRPr="005D5E54">
              <w:rPr>
                <w:sz w:val="28"/>
                <w:szCs w:val="28"/>
              </w:rPr>
              <w:t xml:space="preserve">№ 5-ФЗ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>, в соо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 xml:space="preserve">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обеспеч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нии жильём ветеранов Великой Отечественной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297 5134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150882,6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150882,6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полномочий по обеспечению жильём отдел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ных категорий граждан, уст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новленных Федеральными з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297 5135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31677,5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31677,5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Средства на оказание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297 5194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39348,1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297 5194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297 5194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</w:t>
            </w:r>
            <w:r w:rsidRPr="005D5E54">
              <w:rPr>
                <w:sz w:val="28"/>
                <w:szCs w:val="28"/>
              </w:rPr>
              <w:t>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297 5194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37560</w:t>
            </w:r>
            <w:r w:rsidRPr="005D5E54">
              <w:rPr>
                <w:sz w:val="28"/>
                <w:szCs w:val="28"/>
              </w:rPr>
              <w:t>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вых соглашений по возмещ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нию вреда, причинённого в 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ственной власти (государстве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297 5194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831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D5E54">
              <w:rPr>
                <w:sz w:val="28"/>
                <w:szCs w:val="28"/>
              </w:rPr>
              <w:t>0,0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012154" w:rsidRDefault="00766415" w:rsidP="00C961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Софинансирование социальных программ субъектов Росси</w:t>
            </w:r>
            <w:r w:rsidRPr="00012154">
              <w:rPr>
                <w:sz w:val="28"/>
                <w:szCs w:val="28"/>
              </w:rPr>
              <w:t>й</w:t>
            </w:r>
            <w:r w:rsidRPr="00012154">
              <w:rPr>
                <w:sz w:val="28"/>
                <w:szCs w:val="28"/>
              </w:rPr>
              <w:t>ской Федерации, связанных с укреплением материально-технической базы учреждений социального обслуживания н</w:t>
            </w:r>
            <w:r w:rsidRPr="00012154">
              <w:rPr>
                <w:sz w:val="28"/>
                <w:szCs w:val="28"/>
              </w:rPr>
              <w:t>а</w:t>
            </w:r>
            <w:r w:rsidRPr="00012154">
              <w:rPr>
                <w:sz w:val="28"/>
                <w:szCs w:val="28"/>
              </w:rPr>
              <w:t>селения и оказани</w:t>
            </w:r>
            <w:r>
              <w:rPr>
                <w:sz w:val="28"/>
                <w:szCs w:val="28"/>
              </w:rPr>
              <w:t>ем</w:t>
            </w:r>
            <w:r w:rsidRPr="00012154">
              <w:rPr>
                <w:sz w:val="28"/>
                <w:szCs w:val="28"/>
              </w:rPr>
              <w:t xml:space="preserve"> адресной социальной помощи нераб</w:t>
            </w:r>
            <w:r w:rsidRPr="00012154">
              <w:rPr>
                <w:sz w:val="28"/>
                <w:szCs w:val="28"/>
              </w:rPr>
              <w:t>о</w:t>
            </w:r>
            <w:r w:rsidRPr="00012154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297 5209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741,5</w:t>
            </w:r>
          </w:p>
        </w:tc>
      </w:tr>
      <w:tr w:rsidR="00766415" w:rsidRPr="000121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0121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297 5209</w:t>
            </w:r>
          </w:p>
        </w:tc>
        <w:tc>
          <w:tcPr>
            <w:tcW w:w="708" w:type="dxa"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360</w:t>
            </w:r>
          </w:p>
        </w:tc>
        <w:tc>
          <w:tcPr>
            <w:tcW w:w="1843" w:type="dxa"/>
            <w:noWrap/>
            <w:vAlign w:val="bottom"/>
          </w:tcPr>
          <w:p w:rsidR="00766415" w:rsidRPr="000121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2154">
              <w:rPr>
                <w:sz w:val="28"/>
                <w:szCs w:val="28"/>
              </w:rPr>
              <w:t>741,5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Средства на осуществление 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реданного полномочия Росси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ской Федерации по осущест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лению ежегодной денежной выплаты лицам,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1806,4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106270,0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Выплата государственного ед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новременного пособия и еж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месячной денежной компенс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ции гражданам при возникн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вении поствакцинальных о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ложнений в соответствии с Ф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деральным законом от 17 се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 xml:space="preserve">тября 1998 года № 157-ФЗ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иммунопрофилактике инфекц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онных болезней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297 5240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276,1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Средства на оплату жилищно-коммунальных услуг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1200700,9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15712,0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1184988,9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Выплата единовременного п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собия беременной жене военн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служащего, проходящего вое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ную службу по призыву, а та</w:t>
            </w:r>
            <w:r w:rsidRPr="005D5E54">
              <w:rPr>
                <w:sz w:val="28"/>
                <w:szCs w:val="28"/>
              </w:rPr>
              <w:t>к</w:t>
            </w:r>
            <w:r w:rsidRPr="005D5E54">
              <w:rPr>
                <w:sz w:val="28"/>
                <w:szCs w:val="28"/>
              </w:rPr>
              <w:t>же ежемесячного пособия на ребёнка военнослужащего, пр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ходящего военную службу по призыву, в соответствии с Ф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 xml:space="preserve">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госуда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ственных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297 5270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23347,5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96,0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23251,5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Выплата инвалидам компенс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ций страховых премий по дог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ворам обязательного страхов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ния гражданской ответственн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обяз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тельном страховании гражда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ской ответственности владел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297 5280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1103,8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1076,2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Социальные выплаты безрабо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ным гражданам в соответствии с Законом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ции от 19 апреля 1991 года </w:t>
            </w:r>
            <w:r>
              <w:rPr>
                <w:sz w:val="28"/>
                <w:szCs w:val="28"/>
              </w:rPr>
              <w:br/>
            </w:r>
            <w:r w:rsidRPr="005D5E54">
              <w:rPr>
                <w:sz w:val="28"/>
                <w:szCs w:val="28"/>
              </w:rPr>
              <w:t xml:space="preserve">№ 1032-I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занятости насел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297 5290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203659,3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1088,2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167623,6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11684,5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23263,0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государственных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собий лицам, не подлежащим обязательному социальному страхованию на случай време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ной нетрудоспособности и в связи с материнством, и лицам, уволенным в связи с ликвид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цией организаций (прекращ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нием деятельности, полном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 xml:space="preserve">чий физическими лицами), в соответствии с Федеральным законом от 19 мая 1995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5D5E54">
              <w:rPr>
                <w:color w:val="000000"/>
                <w:sz w:val="28"/>
                <w:szCs w:val="28"/>
              </w:rPr>
              <w:t xml:space="preserve">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411228,5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не подлежащим обязател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ному социальному страхованию на случай временной нетруд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368625,4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367377,0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1248,4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пособий по береме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ности и родам женщинам, ув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ленным в связи с ликвидацией организаций, прекращением деятельности (полномочий) ф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297 5383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пособий женщинам, вставшим на учёт в медици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ских учреждениях в ранние сроки беременности, уволе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ным в связи с ликвидацией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ганизаций, прекращением де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тельности (полномочий) физ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ческими лицами в установле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жащим обязательному социал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42600,2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42380,2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92401,9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5D5E54">
              <w:rPr>
                <w:color w:val="000000"/>
                <w:sz w:val="28"/>
                <w:szCs w:val="28"/>
              </w:rPr>
              <w:t>ч</w:t>
            </w:r>
            <w:r w:rsidRPr="005D5E54">
              <w:rPr>
                <w:color w:val="000000"/>
                <w:sz w:val="28"/>
                <w:szCs w:val="28"/>
              </w:rPr>
              <w:t>шению демографической с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49765,6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917B7B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917B7B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917B7B">
              <w:rPr>
                <w:color w:val="000000"/>
                <w:spacing w:val="-6"/>
                <w:sz w:val="28"/>
                <w:szCs w:val="28"/>
              </w:rPr>
              <w:t>р</w:t>
            </w:r>
            <w:r w:rsidRPr="00917B7B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959,8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16045,8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32760,0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917B7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 xml:space="preserve">рий специалистов, работающих и проживающих в </w:t>
            </w:r>
            <w:r>
              <w:rPr>
                <w:color w:val="000000"/>
                <w:sz w:val="28"/>
                <w:szCs w:val="28"/>
              </w:rPr>
              <w:t>сельских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селённых пунктах, рабочих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сёлках и посёлках городского типа</w:t>
            </w:r>
            <w:r w:rsidRPr="005D5E54">
              <w:rPr>
                <w:color w:val="000000"/>
                <w:sz w:val="28"/>
                <w:szCs w:val="28"/>
              </w:rPr>
              <w:t xml:space="preserve"> на территории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15321,0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917B7B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917B7B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917B7B">
              <w:rPr>
                <w:color w:val="000000"/>
                <w:spacing w:val="-6"/>
                <w:sz w:val="28"/>
                <w:szCs w:val="28"/>
              </w:rPr>
              <w:t>р</w:t>
            </w:r>
            <w:r w:rsidRPr="00917B7B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917B7B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917B7B">
              <w:rPr>
                <w:color w:val="000000"/>
                <w:sz w:val="28"/>
                <w:szCs w:val="28"/>
              </w:rPr>
              <w:t>б</w:t>
            </w:r>
            <w:r w:rsidRPr="00917B7B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917B7B">
              <w:rPr>
                <w:color w:val="000000"/>
                <w:sz w:val="28"/>
                <w:szCs w:val="28"/>
              </w:rPr>
              <w:t>а</w:t>
            </w:r>
            <w:r w:rsidRPr="00917B7B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8" w:type="dxa"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17B7B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917B7B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B7B">
              <w:rPr>
                <w:sz w:val="28"/>
                <w:szCs w:val="28"/>
              </w:rPr>
              <w:t>85,8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505 8500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1668,69677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13564,00323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обе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3246,1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3135,9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24069,2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138,1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8705,663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375,037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бюджетным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14850,4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0121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добровол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пожарных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D5E54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Публичные нормативные в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платы гражданам несоциальн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го характера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920,3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пожа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ной безопасности в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Исполнение денежных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 по исполнительным 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кументам, мировым соглашен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5D5E5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4320246,7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3653573,7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Предоставление гражданам субсидий на оплату жилого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мещения и коммунальных услуг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294871,1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4494,4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290376,7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Компенсация расходов по опл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 жилых помещений и комм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нальных услуг отдельным кат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97563,9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1723,9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95840,0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Реализация Закона Ульяновской области от 31.08.2013 № 159-ЗО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оказании адресной матер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альной помощи гражданам, оказавшимся в трудной жи</w:t>
            </w:r>
            <w:r w:rsidRPr="005D5E54">
              <w:rPr>
                <w:sz w:val="28"/>
                <w:szCs w:val="28"/>
              </w:rPr>
              <w:t>з</w:t>
            </w:r>
            <w:r w:rsidRPr="005D5E54">
              <w:rPr>
                <w:sz w:val="28"/>
                <w:szCs w:val="28"/>
              </w:rPr>
              <w:t>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801 1203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55418,0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918,0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54500,0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16723,7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1172296,0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23160,6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550601,2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598534,2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2676,2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825,1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28400,0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213,6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7310,8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20875,6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Ветеран труда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1545799,0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32261,3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572168,7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939105,0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2264,0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наградах Ульяновской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18312,6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17191,3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740,0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8923,5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331,5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8592,0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05.07.2013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циальной поддержки, предо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тавляемых супругам, детям и родителям лиц, замещавших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сударственные должности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яновской области, должности государственной гражданской службы Ульяновской области или должности в государстве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органах Ульяновской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ласти, не являющиеся должн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стями государственной гра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данской службы Ульяновской области, и погибших при и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полнении должностных (труд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вых) обязанностей или уме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ших вследствие ранения, конт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178,0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 поддержки педагогическим работникам образовательных организаций, работающим и проживающим в сельских нас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лённых пунктах, рабочих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сёлках (посёлках городского типа)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245383,4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4466,2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240917,2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сивы для социально незащ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щённой категории лиц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5491,3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5360,8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единовременной мат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риальной помощи по постано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лению Правительства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от 03.02.2006 </w:t>
            </w:r>
            <w:r>
              <w:rPr>
                <w:color w:val="000000"/>
                <w:sz w:val="28"/>
                <w:szCs w:val="28"/>
              </w:rPr>
              <w:br/>
            </w:r>
            <w:r w:rsidRPr="005D5E54">
              <w:rPr>
                <w:color w:val="000000"/>
                <w:sz w:val="28"/>
                <w:szCs w:val="28"/>
              </w:rPr>
              <w:t xml:space="preserve">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дополнительных мерах социальной поддержки военн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служащих, сотрудников прав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охранительных органов и чл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социальной поддержке и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валидов боевых действий,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живающих на территории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647,4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социальной поддержке 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дителей и супругов военносл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органов уголовно-исполнительной си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темы Министерства юстиции Российской Федерации, поги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ших при исполнении обязанн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ных обязанностей или умерших вследствие ранения, контузии, заболеваний, увечья, получе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при исполнении обязанн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3014,4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2928,00000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01.03.2007 № 23-ЗО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добровольном участии гр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ждан в охране общественного порядка на территории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285,0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 поддержки и социального обслуживания лицам, страда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щим психическими расстро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ствами, находящимся в трудной жизненной ситуации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6461,8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6461,8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08.10.2008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материальном обеспечении вдовы Сычёва В.А. и вдовы 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постановления Пр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вительства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 xml:space="preserve">ти от 15.06.2009 № 239-П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единовременной выплате за вред, причинённый при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нии противотуберкулёзной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сти услуг общественного транспорта на территории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яновской области для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граждан,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мер социальной поддержки которым относится к ведению Российской Федерации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23217,2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8226,6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232,1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7994,5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09.11.2010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ки инвалидов и участников В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стами и их союзниками в пер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од второй мировой войны,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19539,1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121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469,3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19069,8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государственной по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держки граждан в связи с вв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дением на территории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ской области экономически обоснованных тарифов и но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мативов потребления комм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4703,4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4589,9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1944,5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1888,8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по предоставлению ежемесячной денежной ко</w:t>
            </w:r>
            <w:r w:rsidRPr="005D5E54">
              <w:rPr>
                <w:color w:val="000000"/>
                <w:sz w:val="28"/>
                <w:szCs w:val="28"/>
              </w:rPr>
              <w:t>м</w:t>
            </w:r>
            <w:r w:rsidRPr="005D5E54">
              <w:rPr>
                <w:color w:val="000000"/>
                <w:sz w:val="28"/>
                <w:szCs w:val="28"/>
              </w:rPr>
              <w:t>пенсации на оплату жилищно-коммунальных услуг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23172,6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постановления Г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 xml:space="preserve">бернатора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порядке и условиях предоставления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сударственным гражданским служащим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 единовременной социальной выплаты на приобретение ж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4982,0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4982,0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ки граждан, родившихся в 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57277,7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1410,0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55867,7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инвалидам премий в соответствии с постановлением Губернатора Ульяновской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 xml:space="preserve">ласти от 23.05.2007 № 31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утверждении Положения о пр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суждении премий Губернатора Ульяновской области инвал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дам, проживающим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27.01.2012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циальной поддержки работн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ков противопожарной службы Ульяновской области, профе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сиональных аварийно-спасательных служб и профе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2366,5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2176,0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Реализация Закона Ульяновской области от 31.08.2013 № 160-ЗО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 правовом регулировании отдельных вопросов, связанных с оказанием государственной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801 1235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012154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12154">
              <w:rPr>
                <w:spacing w:val="-6"/>
                <w:sz w:val="28"/>
                <w:szCs w:val="28"/>
              </w:rPr>
              <w:t>р</w:t>
            </w:r>
            <w:r w:rsidRPr="00012154">
              <w:rPr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801 1235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801 1235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788,0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645904,0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167634,7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3425,4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44686,1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119523,2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Ежемесячное пособие на ребё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198619,1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121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1485,9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197133,2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социальной поддержке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 военнослужащих, сотру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ников органов внутренних дел, Федеральной службы безопа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ности Российской Федерации, прокуратуры Российской Фед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рации, органов уголовно-исполнительной системы М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нистерства юстиции Росси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1027,8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998,4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197368,0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2058,0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195310,0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ежегодной премии в соответствии с постановлением Губернатора Ульяновской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 xml:space="preserve">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учреждении ежегодной премии Губернатора Ульяновской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ежемесячной денежной в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4356,4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73300,0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06.05.2013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предоставлении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 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дельным категориям инвалидов, имеющих детей, дополнител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 меры социальной поддер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ки в сфере оплаты жилых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 xml:space="preserve">доставлением обучающимся льгот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обр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зовании в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5D5E54">
              <w:rPr>
                <w:color w:val="000000"/>
                <w:sz w:val="28"/>
                <w:szCs w:val="28"/>
              </w:rPr>
              <w:t>д</w:t>
            </w:r>
            <w:r w:rsidRPr="005D5E5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3195,0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Доступная ср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5D5E54">
              <w:rPr>
                <w:color w:val="000000"/>
                <w:sz w:val="28"/>
                <w:szCs w:val="28"/>
              </w:rPr>
              <w:t>м</w:t>
            </w:r>
            <w:r w:rsidRPr="005D5E54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ных объектов социальной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щиты населения и услуг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3674,3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8994,7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повышению доступности и качества реаб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литационных услуг для инвал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дов, в том числе для детей-инвалидов, содействие в их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циальной интеграции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Комплекс информационных, просветительских и обществе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012154" w:rsidRDefault="00766415" w:rsidP="00AA45AC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1215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р</w:t>
            </w:r>
            <w:r w:rsidRPr="00012154">
              <w:rPr>
                <w:color w:val="000000"/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227,5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Содействие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4862,5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улучшению условий и охраны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601289,8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0121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165365,9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та, назначаемая в случае ро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 третьего ребёнка или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следующих детей до достиж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ребёнком возраста трёх лет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152096,3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собия при всех формах устро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ства детей, лишённых род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12945,6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переданных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ции в соответствии с пунктом 3 статьи 25 Федерального закона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основах системы проф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лактики безнадзорности и пр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вонарушений несовершенн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летних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полномочий Росси</w:t>
            </w:r>
            <w:r w:rsidRPr="005D5E54">
              <w:rPr>
                <w:sz w:val="28"/>
                <w:szCs w:val="28"/>
              </w:rPr>
              <w:t>й</w:t>
            </w:r>
            <w:r w:rsidRPr="005D5E54">
              <w:rPr>
                <w:sz w:val="28"/>
                <w:szCs w:val="28"/>
              </w:rPr>
              <w:t>ской Федерации по осущест</w:t>
            </w:r>
            <w:r w:rsidRPr="005D5E54">
              <w:rPr>
                <w:sz w:val="28"/>
                <w:szCs w:val="28"/>
              </w:rPr>
              <w:t>в</w:t>
            </w:r>
            <w:r w:rsidRPr="005D5E54">
              <w:rPr>
                <w:sz w:val="28"/>
                <w:szCs w:val="28"/>
              </w:rPr>
              <w:t>лению деятельности, связанной с перевозкой между субъектами Российской Федерации, а также в пределах территорий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 – участников Содруж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ства Независимых Государств  несовершеннолетних, сам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вольно ушедших из семей, де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ских домов, школ-интернатов, специальных учебно-воспита</w:t>
            </w:r>
            <w:r>
              <w:rPr>
                <w:sz w:val="28"/>
                <w:szCs w:val="28"/>
              </w:rPr>
              <w:t>-</w:t>
            </w:r>
            <w:r w:rsidRPr="005D5E54">
              <w:rPr>
                <w:sz w:val="28"/>
                <w:szCs w:val="28"/>
              </w:rPr>
              <w:t>тельных и иных детских учре</w:t>
            </w:r>
            <w:r w:rsidRPr="005D5E54">
              <w:rPr>
                <w:sz w:val="28"/>
                <w:szCs w:val="28"/>
              </w:rPr>
              <w:t>ж</w:t>
            </w:r>
            <w:r w:rsidRPr="005D5E54">
              <w:rPr>
                <w:sz w:val="28"/>
                <w:szCs w:val="28"/>
              </w:rPr>
              <w:t>дений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297 5940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зённых учреждений, за искл</w:t>
            </w:r>
            <w:r w:rsidRPr="005D5E54">
              <w:rPr>
                <w:sz w:val="28"/>
                <w:szCs w:val="28"/>
              </w:rPr>
              <w:t>ю</w:t>
            </w:r>
            <w:r w:rsidRPr="005D5E5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297 5940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297 5940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312,0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0121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5D5E54">
              <w:rPr>
                <w:color w:val="000000"/>
                <w:sz w:val="28"/>
                <w:szCs w:val="28"/>
              </w:rPr>
              <w:t>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435923,9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Соц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435923,9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единовременном денежном пособии гражданам, усынови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терр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4900,0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родителей, обучающимся в муниципальных образовател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организациях, находящи</w:t>
            </w:r>
            <w:r w:rsidRPr="005D5E54">
              <w:rPr>
                <w:color w:val="000000"/>
                <w:sz w:val="28"/>
                <w:szCs w:val="28"/>
              </w:rPr>
              <w:t>х</w:t>
            </w:r>
            <w:r w:rsidRPr="005D5E54">
              <w:rPr>
                <w:color w:val="000000"/>
                <w:sz w:val="28"/>
                <w:szCs w:val="28"/>
              </w:rPr>
              <w:t>ся на территории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1942,8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чения родителей, а также лицам из числа детей-сирот и детей, оставшихся без попечения 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дителей, на праве собственн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1956,4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детей-сирот и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тей, оставшихся без попечения родителей, обучающихся в м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ниципальных образовательных организациях, на городском, пригородном, в сельской мес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10891,5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Содержание ребёнка в семье опекуна и приёмной семье, а также вознаграждение, прич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тающееся приёмному родителю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400876,2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400876,2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Опека и попечительство в 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ношении несовершеннолетних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14493,5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14493,5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медицинское обсл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живание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628,2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333364,819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293364,819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116575,59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109867,39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423,3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665,1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5163,06851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111,43149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275,4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69,9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176789,229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174933,7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298,3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1359,129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63,7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отдельных м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роприятий в области здрав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единовреме</w:t>
            </w:r>
            <w:r w:rsidRPr="005D5E54">
              <w:rPr>
                <w:sz w:val="28"/>
                <w:szCs w:val="28"/>
              </w:rPr>
              <w:t>н</w:t>
            </w:r>
            <w:r w:rsidRPr="005D5E54">
              <w:rPr>
                <w:sz w:val="28"/>
                <w:szCs w:val="28"/>
              </w:rPr>
              <w:t>ных выплат медицинским 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ботникам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293 5136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293 5136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28000,0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Софинансирование единовр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менных компенсационных в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12000,0</w:t>
            </w:r>
          </w:p>
        </w:tc>
      </w:tr>
      <w:tr w:rsidR="00766415" w:rsidRPr="005D5E54" w:rsidTr="006F1969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D5E5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  <w:p w:rsidR="00766415" w:rsidRPr="005D5E54" w:rsidRDefault="00766415" w:rsidP="0001215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8198408,14777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33265,0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33265,0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30580,76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26715,96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зённых учреждений, за искл</w:t>
            </w:r>
            <w:r w:rsidRPr="005D5E54">
              <w:rPr>
                <w:sz w:val="28"/>
                <w:szCs w:val="28"/>
              </w:rPr>
              <w:t>ю</w:t>
            </w:r>
            <w:r w:rsidRPr="005D5E5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84,4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3723,4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57,0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2684,24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2084,24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Субсидии автономным учре</w:t>
            </w:r>
            <w:r w:rsidRPr="006F1969">
              <w:rPr>
                <w:sz w:val="28"/>
                <w:szCs w:val="28"/>
              </w:rPr>
              <w:t>ж</w:t>
            </w:r>
            <w:r w:rsidRPr="006F1969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01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13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097 0000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600,0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7939411,0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2171465,6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2052643,1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Финансовое обеспечение мер</w:t>
            </w:r>
            <w:r w:rsidRPr="006F1969">
              <w:rPr>
                <w:sz w:val="28"/>
                <w:szCs w:val="28"/>
              </w:rPr>
              <w:t>о</w:t>
            </w:r>
            <w:r w:rsidRPr="006F1969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436 5026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626,5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Субсидии, за исключением су</w:t>
            </w:r>
            <w:r w:rsidRPr="006F1969">
              <w:rPr>
                <w:sz w:val="28"/>
                <w:szCs w:val="28"/>
              </w:rPr>
              <w:t>б</w:t>
            </w:r>
            <w:r w:rsidRPr="006F1969">
              <w:rPr>
                <w:sz w:val="28"/>
                <w:szCs w:val="28"/>
              </w:rPr>
              <w:t>сидий на софинансирование к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6F1969">
              <w:rPr>
                <w:sz w:val="28"/>
                <w:szCs w:val="28"/>
              </w:rPr>
              <w:t>ь</w:t>
            </w:r>
            <w:r w:rsidRPr="006F1969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436 5026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626,5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6F1969">
              <w:rPr>
                <w:spacing w:val="-6"/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436 5059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559525,7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436 5059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439097,2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на софинансирование капитальных вложений в об</w:t>
            </w:r>
            <w:r w:rsidRPr="005D5E54">
              <w:rPr>
                <w:sz w:val="28"/>
                <w:szCs w:val="28"/>
              </w:rPr>
              <w:t>ъ</w:t>
            </w:r>
            <w:r w:rsidRPr="005D5E54">
              <w:rPr>
                <w:sz w:val="28"/>
                <w:szCs w:val="28"/>
              </w:rPr>
              <w:t>екты государственной (мун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436 5059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120428,5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зования в муниципальных 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школьных образовательных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1483350,2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1483350,2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чения дошкольного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 в частных дошкольных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9140,7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9140,7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790 0000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Развитие материально-технической базы системы 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10322,5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</w:t>
            </w:r>
            <w:r w:rsidRPr="005D5E54">
              <w:rPr>
                <w:color w:val="000000"/>
                <w:sz w:val="28"/>
                <w:szCs w:val="28"/>
              </w:rPr>
              <w:t>ъ</w:t>
            </w:r>
            <w:r w:rsidRPr="005D5E54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108500,0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4517037,96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26872,3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19901,4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6528,1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179,3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0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234,5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133182,3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129876,5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3305,8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403360,7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333278,1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53285,3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1289,5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619,4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1026,7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76,2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Финансовое обеспечение мер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433 5026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12570,5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433 5026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12570,5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  <w:vAlign w:val="center"/>
          </w:tcPr>
          <w:p w:rsidR="00766415" w:rsidRPr="006F1969" w:rsidRDefault="00766415" w:rsidP="006F1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ь</w:t>
            </w:r>
            <w:r w:rsidRPr="006F1969">
              <w:rPr>
                <w:sz w:val="28"/>
                <w:szCs w:val="28"/>
              </w:rPr>
              <w:t>ных организациях, распол</w:t>
            </w:r>
            <w:r w:rsidRPr="006F1969">
              <w:rPr>
                <w:sz w:val="28"/>
                <w:szCs w:val="28"/>
              </w:rPr>
              <w:t>о</w:t>
            </w:r>
            <w:r w:rsidRPr="006F1969">
              <w:rPr>
                <w:sz w:val="28"/>
                <w:szCs w:val="28"/>
              </w:rPr>
              <w:t>женных в сельской местности, условий для занятий физич</w:t>
            </w:r>
            <w:r w:rsidRPr="006F1969">
              <w:rPr>
                <w:sz w:val="28"/>
                <w:szCs w:val="28"/>
              </w:rPr>
              <w:t>е</w:t>
            </w:r>
            <w:r w:rsidRPr="006F1969">
              <w:rPr>
                <w:sz w:val="28"/>
                <w:szCs w:val="28"/>
              </w:rPr>
              <w:t>ской культурой и спортом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433 5097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1215,0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6F1969">
              <w:rPr>
                <w:sz w:val="28"/>
                <w:szCs w:val="28"/>
              </w:rPr>
              <w:t>у</w:t>
            </w:r>
            <w:r w:rsidRPr="006F1969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433 5097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1215,0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3882086,96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7284,46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нам, кроме публичных норм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19,2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7265,26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Финансовое обеспечение мер</w:t>
            </w:r>
            <w:r w:rsidRPr="005D5E54">
              <w:rPr>
                <w:sz w:val="28"/>
                <w:szCs w:val="28"/>
              </w:rPr>
              <w:t>о</w:t>
            </w:r>
            <w:r w:rsidRPr="005D5E54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5972,0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5972,0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436 5088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436 5088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1600,0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6F1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Создание в общеобразовател</w:t>
            </w:r>
            <w:r w:rsidRPr="006F1969">
              <w:rPr>
                <w:sz w:val="28"/>
                <w:szCs w:val="28"/>
              </w:rPr>
              <w:t>ь</w:t>
            </w:r>
            <w:r w:rsidRPr="006F1969">
              <w:rPr>
                <w:sz w:val="28"/>
                <w:szCs w:val="28"/>
              </w:rPr>
              <w:t>ных организациях, распол</w:t>
            </w:r>
            <w:r w:rsidRPr="006F1969">
              <w:rPr>
                <w:sz w:val="28"/>
                <w:szCs w:val="28"/>
              </w:rPr>
              <w:t>о</w:t>
            </w:r>
            <w:r w:rsidRPr="006F1969">
              <w:rPr>
                <w:sz w:val="28"/>
                <w:szCs w:val="28"/>
              </w:rPr>
              <w:t>женных в сельской местности, условий для занятий физич</w:t>
            </w:r>
            <w:r w:rsidRPr="006F1969">
              <w:rPr>
                <w:sz w:val="28"/>
                <w:szCs w:val="28"/>
              </w:rPr>
              <w:t>е</w:t>
            </w:r>
            <w:r w:rsidRPr="006F1969">
              <w:rPr>
                <w:sz w:val="28"/>
                <w:szCs w:val="28"/>
              </w:rPr>
              <w:t>ской культурой и спортом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436 5097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14579,5</w:t>
            </w:r>
          </w:p>
        </w:tc>
      </w:tr>
      <w:tr w:rsidR="00766415" w:rsidRPr="006F1969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Субсидии, за исключением су</w:t>
            </w:r>
            <w:r w:rsidRPr="006F1969">
              <w:rPr>
                <w:sz w:val="28"/>
                <w:szCs w:val="28"/>
              </w:rPr>
              <w:t>б</w:t>
            </w:r>
            <w:r w:rsidRPr="006F1969">
              <w:rPr>
                <w:sz w:val="28"/>
                <w:szCs w:val="28"/>
              </w:rPr>
              <w:t>сидий на софинансирование к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6F1969">
              <w:rPr>
                <w:sz w:val="28"/>
                <w:szCs w:val="28"/>
              </w:rPr>
              <w:t>ь</w:t>
            </w:r>
            <w:r w:rsidRPr="006F1969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436 5097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14579,5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зования, а также обеспечение дополнительного образования в муниципальных общеобразов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3850193,0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3850193,0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2458,0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2458,0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5D5E54">
              <w:rPr>
                <w:color w:val="000000"/>
                <w:sz w:val="28"/>
                <w:szCs w:val="28"/>
              </w:rPr>
              <w:t>ъ</w:t>
            </w:r>
            <w:r w:rsidRPr="005D5E5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41046,7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Предоставление бесплатно сп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циальных учебников и учебных пособий, иной учебной литер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туры, а также услуг сурдопер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водчиков и тифлосурдопер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водчиков при получении об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чающимися с ограниченными возможностями здоровья обр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зования в муниципальных обр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521 0100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8635,0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521 0100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8635,0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ежемесячной доплаты за наличие учёной ст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пени кандидата наук или докт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ра наук педагогическим рабо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никам муниципальных общео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разовательных организаций, имеющим учёную степень и 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мещающим (занимающим) в указанных общеобразовател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организациях штатные должности, предусмотренные квалификационными справо</w:t>
            </w:r>
            <w:r w:rsidRPr="005D5E54">
              <w:rPr>
                <w:color w:val="000000"/>
                <w:sz w:val="28"/>
                <w:szCs w:val="28"/>
              </w:rPr>
              <w:t>ч</w:t>
            </w:r>
            <w:r w:rsidRPr="005D5E54">
              <w:rPr>
                <w:color w:val="000000"/>
                <w:sz w:val="28"/>
                <w:szCs w:val="28"/>
              </w:rPr>
              <w:t>никами или профессиональн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ми стандартами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329,4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обучающимся 10-х и 11-х классов 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 общеобразовательных организаций ежемесячных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нежных выплат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10079,346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Организация и обеспечение п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ботниками муниципальных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професси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нального образования по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филю педагогической деятел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ности за счёт бюджетных 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сигнований областного бюдж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та Ульяновской области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18183,1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обучающимся 10-х (11-х) и 11-х (12-х) классов муниципальных общеобразов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тельных организаций ежем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сячных денежных выплат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521 2600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3819,854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521 2600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3819,854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30489,0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6F19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790 4042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30489,0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790 4042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9899,7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790 4042</w:t>
            </w:r>
          </w:p>
        </w:tc>
        <w:tc>
          <w:tcPr>
            <w:tcW w:w="70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20589,3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925734,7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Профессиональные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925010,7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104228,51383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730458,5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72931,28617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17392,4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724,0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Стипендии Президента Росси</w:t>
            </w:r>
            <w:r w:rsidRPr="005D5E54">
              <w:rPr>
                <w:sz w:val="28"/>
                <w:szCs w:val="28"/>
              </w:rPr>
              <w:t>й</w:t>
            </w:r>
            <w:r w:rsidRPr="005D5E54">
              <w:rPr>
                <w:sz w:val="28"/>
                <w:szCs w:val="28"/>
              </w:rPr>
              <w:t>ской Федерации и Правительс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ным направлениям модерниз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ции и технологического разв</w:t>
            </w:r>
            <w:r w:rsidRPr="005D5E54">
              <w:rPr>
                <w:sz w:val="28"/>
                <w:szCs w:val="28"/>
              </w:rPr>
              <w:t>и</w:t>
            </w:r>
            <w:r w:rsidRPr="005D5E54">
              <w:rPr>
                <w:sz w:val="28"/>
                <w:szCs w:val="28"/>
              </w:rPr>
              <w:t>тия экономики Российской Ф</w:t>
            </w:r>
            <w:r w:rsidRPr="005D5E54">
              <w:rPr>
                <w:sz w:val="28"/>
                <w:szCs w:val="28"/>
              </w:rPr>
              <w:t>е</w:t>
            </w:r>
            <w:r w:rsidRPr="005D5E54">
              <w:rPr>
                <w:sz w:val="28"/>
                <w:szCs w:val="28"/>
              </w:rPr>
              <w:t>дерации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436 3893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нам, кроме публичных норм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436 3893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Институты повышения квал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19544,9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199192,0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Учреждения, обеспечивающие предоставление услуг </w:t>
            </w:r>
            <w:r w:rsidRPr="005D5E54">
              <w:rPr>
                <w:color w:val="000000"/>
                <w:sz w:val="28"/>
                <w:szCs w:val="28"/>
              </w:rPr>
              <w:br/>
              <w:t>в сфере организации и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3814,6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190377,4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20617,1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дыха детей, обучающихся в общеобразовательных орган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зациях, за исключением детей-сирот и детей, оставшихся без попечения родителей, наход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попеч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родителей, и детей, нах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дящихся в трудной жизненной ситуации, в загородных детских оздоровительных лагерях (це</w:t>
            </w:r>
            <w:r w:rsidRPr="005D5E54">
              <w:rPr>
                <w:color w:val="000000"/>
                <w:sz w:val="28"/>
                <w:szCs w:val="28"/>
              </w:rPr>
              <w:t>н</w:t>
            </w:r>
            <w:r w:rsidRPr="005D5E54">
              <w:rPr>
                <w:color w:val="000000"/>
                <w:sz w:val="28"/>
                <w:szCs w:val="28"/>
              </w:rPr>
              <w:t>трах)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68886,7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68886,7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дыха детей, обучающихся в общеобразовательных орган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зациях, за исключением детей-сирот и детей, оставшихся без попечения родителей, наход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щихся в образовательных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низациях для детей-сирот и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тей, оставшихся без попечения родителей, и детей, находящи</w:t>
            </w:r>
            <w:r w:rsidRPr="005D5E54">
              <w:rPr>
                <w:color w:val="000000"/>
                <w:sz w:val="28"/>
                <w:szCs w:val="28"/>
              </w:rPr>
              <w:t>х</w:t>
            </w:r>
            <w:r w:rsidRPr="005D5E54">
              <w:rPr>
                <w:color w:val="000000"/>
                <w:sz w:val="28"/>
                <w:szCs w:val="28"/>
              </w:rPr>
              <w:t>ся в трудной жизненной ситу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ции, в детских оздоровител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лагерях с дневным преб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ванием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44751,6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432 5065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453,8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40543,2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Финансовое обеспечение мер</w:t>
            </w:r>
            <w:r w:rsidRPr="006F1969">
              <w:rPr>
                <w:sz w:val="28"/>
                <w:szCs w:val="28"/>
              </w:rPr>
              <w:t>о</w:t>
            </w:r>
            <w:r w:rsidRPr="006F1969">
              <w:rPr>
                <w:sz w:val="28"/>
                <w:szCs w:val="28"/>
              </w:rPr>
              <w:t>приятий, связанных с отдыхом и оздоровлением детей в орг</w:t>
            </w:r>
            <w:r w:rsidRPr="006F1969">
              <w:rPr>
                <w:sz w:val="28"/>
                <w:szCs w:val="28"/>
              </w:rPr>
              <w:t>а</w:t>
            </w:r>
            <w:r w:rsidRPr="006F1969">
              <w:rPr>
                <w:sz w:val="28"/>
                <w:szCs w:val="28"/>
              </w:rPr>
              <w:t>низациях отдыха детей и их о</w:t>
            </w:r>
            <w:r w:rsidRPr="006F1969">
              <w:rPr>
                <w:sz w:val="28"/>
                <w:szCs w:val="28"/>
              </w:rPr>
              <w:t>з</w:t>
            </w:r>
            <w:r w:rsidRPr="006F1969">
              <w:rPr>
                <w:sz w:val="28"/>
                <w:szCs w:val="28"/>
              </w:rPr>
              <w:t>доровления, расположенных в Республике Крым и г.</w:t>
            </w:r>
            <w:r>
              <w:rPr>
                <w:sz w:val="28"/>
                <w:szCs w:val="28"/>
              </w:rPr>
              <w:t xml:space="preserve"> </w:t>
            </w:r>
            <w:r w:rsidRPr="006F1969">
              <w:rPr>
                <w:sz w:val="28"/>
                <w:szCs w:val="28"/>
              </w:rPr>
              <w:t>Севаст</w:t>
            </w:r>
            <w:r w:rsidRPr="006F1969">
              <w:rPr>
                <w:sz w:val="28"/>
                <w:szCs w:val="28"/>
              </w:rPr>
              <w:t>о</w:t>
            </w:r>
            <w:r w:rsidRPr="006F1969">
              <w:rPr>
                <w:sz w:val="28"/>
                <w:szCs w:val="28"/>
              </w:rPr>
              <w:t>поле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432 5139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15125,0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6F1969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Субсидии бюджетным учре</w:t>
            </w:r>
            <w:r w:rsidRPr="006F1969">
              <w:rPr>
                <w:sz w:val="28"/>
                <w:szCs w:val="28"/>
              </w:rPr>
              <w:t>ж</w:t>
            </w:r>
            <w:r w:rsidRPr="006F1969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F1969">
              <w:rPr>
                <w:sz w:val="28"/>
                <w:szCs w:val="28"/>
              </w:rPr>
              <w:t>32 5139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15125,0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40022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молодёжной полит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ки 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рамках реализ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 xml:space="preserve">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Мол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4593,0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407,0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106435,84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39127,0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1226,985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243,415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5D5E54">
              <w:rPr>
                <w:color w:val="000000"/>
                <w:sz w:val="28"/>
                <w:szCs w:val="28"/>
              </w:rPr>
              <w:t>л</w:t>
            </w:r>
            <w:r w:rsidRPr="005D5E5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Осуществление переданных о</w:t>
            </w:r>
            <w:r w:rsidRPr="005D5E54">
              <w:rPr>
                <w:sz w:val="28"/>
                <w:szCs w:val="28"/>
              </w:rPr>
              <w:t>р</w:t>
            </w:r>
            <w:r w:rsidRPr="005D5E5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 xml:space="preserve">ции в соответствии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полномочий Ро</w:t>
            </w:r>
            <w:r w:rsidRPr="005D5E54">
              <w:rPr>
                <w:sz w:val="28"/>
                <w:szCs w:val="28"/>
              </w:rPr>
              <w:t>с</w:t>
            </w:r>
            <w:r w:rsidRPr="005D5E54">
              <w:rPr>
                <w:sz w:val="28"/>
                <w:szCs w:val="28"/>
              </w:rPr>
              <w:t>сийской Федерации в сфере о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 xml:space="preserve">разования 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59Г0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9465,8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Фонд оплаты труда государс</w:t>
            </w:r>
            <w:r w:rsidRPr="005D5E54">
              <w:rPr>
                <w:sz w:val="28"/>
                <w:szCs w:val="28"/>
              </w:rPr>
              <w:t>т</w:t>
            </w:r>
            <w:r w:rsidRPr="005D5E54">
              <w:rPr>
                <w:sz w:val="28"/>
                <w:szCs w:val="28"/>
              </w:rPr>
              <w:t>венных (муниципальных) орг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59Г0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8544,9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Иные выплаты персоналу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59Г0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185,0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sz w:val="28"/>
                <w:szCs w:val="28"/>
              </w:rPr>
              <w:t>у</w:t>
            </w:r>
            <w:r w:rsidRPr="005D5E5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296 59Г0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735,9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14177,7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10679,0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25165,94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15217,04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8738,4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ция образовательных организ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1210,5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венного порядка, противоде</w:t>
            </w:r>
            <w:r w:rsidRPr="005D5E54">
              <w:rPr>
                <w:color w:val="000000"/>
                <w:sz w:val="28"/>
                <w:szCs w:val="28"/>
              </w:rPr>
              <w:t>й</w:t>
            </w:r>
            <w:r w:rsidRPr="005D5E54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лактике правонарушений на территории Ульяновской обла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5D5E5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862 1017</w:t>
            </w:r>
          </w:p>
        </w:tc>
        <w:tc>
          <w:tcPr>
            <w:tcW w:w="708" w:type="dxa"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6F1969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969">
              <w:rPr>
                <w:sz w:val="28"/>
                <w:szCs w:val="28"/>
              </w:rPr>
              <w:t>400,0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5D5E54">
              <w:rPr>
                <w:color w:val="000000"/>
                <w:sz w:val="28"/>
                <w:szCs w:val="28"/>
              </w:rPr>
              <w:t>в</w:t>
            </w:r>
            <w:r w:rsidRPr="005D5E5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5950,0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5900,0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5900,0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Организационно-правовое обес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5E54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225732,14777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54661,44777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42053,5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Об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низации оздоровления работн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ков бюджетной сферы на те</w:t>
            </w:r>
            <w:r w:rsidRPr="005D5E54">
              <w:rPr>
                <w:color w:val="000000"/>
                <w:sz w:val="28"/>
                <w:szCs w:val="28"/>
              </w:rPr>
              <w:t>р</w:t>
            </w:r>
            <w:r w:rsidRPr="005D5E5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27212,2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5D5E54">
              <w:rPr>
                <w:color w:val="000000"/>
                <w:sz w:val="28"/>
                <w:szCs w:val="28"/>
              </w:rPr>
              <w:t>б</w:t>
            </w:r>
            <w:r w:rsidRPr="005D5E5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10891,2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16321,0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14841,3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12986,3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5D5E54">
              <w:rPr>
                <w:color w:val="000000"/>
                <w:sz w:val="28"/>
                <w:szCs w:val="28"/>
              </w:rPr>
              <w:t>ж</w:t>
            </w:r>
            <w:r w:rsidRPr="005D5E5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1535,0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5D5E54">
              <w:rPr>
                <w:color w:val="000000"/>
                <w:sz w:val="28"/>
                <w:szCs w:val="28"/>
              </w:rPr>
              <w:t>ъ</w:t>
            </w:r>
            <w:r w:rsidRPr="005D5E5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Единовременные денежные в</w:t>
            </w:r>
            <w:r w:rsidRPr="005D5E54">
              <w:rPr>
                <w:color w:val="000000"/>
                <w:sz w:val="28"/>
                <w:szCs w:val="28"/>
              </w:rPr>
              <w:t>ы</w:t>
            </w:r>
            <w:r w:rsidRPr="005D5E54">
              <w:rPr>
                <w:color w:val="000000"/>
                <w:sz w:val="28"/>
                <w:szCs w:val="28"/>
              </w:rPr>
              <w:t>платы педагогическим работн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кам муниципальных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тельных организаций, реал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зующих образовательную пр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грамму дошкольного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ния, имеющим статус молодых специалистов (за исключением педагогических работников, р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(посёлках г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родского типа) Ульяновской области)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2552,7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588 0000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2629,54302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5D5E54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5D5E5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588 5020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2629,54302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  <w:vAlign w:val="center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588 5020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2629,54302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5D5E54">
              <w:rPr>
                <w:color w:val="000000"/>
                <w:sz w:val="28"/>
                <w:szCs w:val="28"/>
              </w:rPr>
              <w:t>я</w:t>
            </w:r>
            <w:r w:rsidRPr="005D5E5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5D5E5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Default="00766415" w:rsidP="006F196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6F1969">
              <w:rPr>
                <w:color w:val="000000"/>
                <w:spacing w:val="-4"/>
                <w:sz w:val="28"/>
                <w:szCs w:val="28"/>
              </w:rPr>
              <w:t>Подпрограмма «Обеспечение жильём молодых семей» гос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у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дарственной программы Уль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я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новской области «Развитие м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о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лодёжной политики в Ульяно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в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 гражданам на прио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ретение жилья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822 2310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322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1787,11992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Субсидии, за исключением су</w:t>
            </w:r>
            <w:r w:rsidRPr="005D5E54">
              <w:rPr>
                <w:sz w:val="28"/>
                <w:szCs w:val="28"/>
              </w:rPr>
              <w:t>б</w:t>
            </w:r>
            <w:r w:rsidRPr="005D5E54">
              <w:rPr>
                <w:sz w:val="28"/>
                <w:szCs w:val="28"/>
              </w:rPr>
              <w:t>сидий на софинансирование к</w:t>
            </w:r>
            <w:r w:rsidRPr="005D5E54">
              <w:rPr>
                <w:sz w:val="28"/>
                <w:szCs w:val="28"/>
              </w:rPr>
              <w:t>а</w:t>
            </w:r>
            <w:r w:rsidRPr="005D5E5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5D5E54">
              <w:rPr>
                <w:sz w:val="28"/>
                <w:szCs w:val="28"/>
              </w:rPr>
              <w:t>ь</w:t>
            </w:r>
            <w:r w:rsidRPr="005D5E5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822 2310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521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4606,88483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1031,7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171070,7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31865,9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D5E54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5D5E54">
              <w:rPr>
                <w:color w:val="000000"/>
                <w:sz w:val="28"/>
                <w:szCs w:val="28"/>
              </w:rPr>
              <w:t>ч</w:t>
            </w:r>
            <w:r w:rsidRPr="005D5E54">
              <w:rPr>
                <w:color w:val="000000"/>
                <w:sz w:val="28"/>
                <w:szCs w:val="28"/>
              </w:rPr>
              <w:t>шению демографической с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1240,0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8A503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Денежное пособие на оплату обучения студентам, обуча</w:t>
            </w:r>
            <w:r w:rsidRPr="005D5E54">
              <w:rPr>
                <w:color w:val="000000"/>
                <w:sz w:val="28"/>
                <w:szCs w:val="28"/>
              </w:rPr>
              <w:t>ю</w:t>
            </w:r>
            <w:r w:rsidRPr="005D5E54">
              <w:rPr>
                <w:color w:val="000000"/>
                <w:sz w:val="28"/>
                <w:szCs w:val="28"/>
              </w:rPr>
              <w:t>щимся в образовательных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низациях среднего професси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нального и высшего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ния, находящихся на террит</w:t>
            </w:r>
            <w:r w:rsidRPr="005D5E54">
              <w:rPr>
                <w:color w:val="000000"/>
                <w:sz w:val="28"/>
                <w:szCs w:val="28"/>
              </w:rPr>
              <w:t>о</w:t>
            </w:r>
            <w:r w:rsidRPr="005D5E54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6731,9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AA45A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6731,9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6F1969" w:rsidRDefault="00766415" w:rsidP="00AA45AC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6F1969">
              <w:rPr>
                <w:color w:val="000000"/>
                <w:spacing w:val="-4"/>
                <w:sz w:val="28"/>
                <w:szCs w:val="28"/>
              </w:rPr>
              <w:t>Средства на реализацию Закона Ульяновской области от 31.08.2013 № 157-ЗО «О мерах социальной поддержки, предо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с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тавляемых талантливым и од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а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рённым обучающимся, педаг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о</w:t>
            </w:r>
            <w:r w:rsidRPr="006F1969">
              <w:rPr>
                <w:color w:val="000000"/>
                <w:spacing w:val="-4"/>
                <w:sz w:val="28"/>
                <w:szCs w:val="28"/>
              </w:rPr>
              <w:t>гическим и научным работникам образовательных организаций»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01215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23894,0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5978B2">
            <w:pPr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23894,0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5978B2">
            <w:pPr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5D5E54">
              <w:rPr>
                <w:color w:val="000000"/>
                <w:sz w:val="28"/>
                <w:szCs w:val="28"/>
              </w:rPr>
              <w:t>с</w:t>
            </w:r>
            <w:r w:rsidRPr="005D5E5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5D5E54">
              <w:rPr>
                <w:color w:val="000000"/>
                <w:sz w:val="28"/>
                <w:szCs w:val="28"/>
              </w:rPr>
              <w:t>у</w:t>
            </w:r>
            <w:r w:rsidRPr="005D5E5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5D5E54">
              <w:rPr>
                <w:color w:val="000000"/>
                <w:sz w:val="28"/>
                <w:szCs w:val="28"/>
              </w:rPr>
              <w:t>ъ</w:t>
            </w:r>
            <w:r w:rsidRPr="005D5E5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139204,8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5978B2">
            <w:pPr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Выплата родителям (законным представителям) детей, пос</w:t>
            </w:r>
            <w:r w:rsidRPr="005D5E54">
              <w:rPr>
                <w:color w:val="000000"/>
                <w:sz w:val="28"/>
                <w:szCs w:val="28"/>
              </w:rPr>
              <w:t>е</w:t>
            </w:r>
            <w:r w:rsidRPr="005D5E54">
              <w:rPr>
                <w:color w:val="000000"/>
                <w:sz w:val="28"/>
                <w:szCs w:val="28"/>
              </w:rPr>
              <w:t>щающих муниципальные и ч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стные образовательные орган</w:t>
            </w:r>
            <w:r w:rsidRPr="005D5E54">
              <w:rPr>
                <w:color w:val="000000"/>
                <w:sz w:val="28"/>
                <w:szCs w:val="28"/>
              </w:rPr>
              <w:t>и</w:t>
            </w:r>
            <w:r w:rsidRPr="005D5E54">
              <w:rPr>
                <w:color w:val="000000"/>
                <w:sz w:val="28"/>
                <w:szCs w:val="28"/>
              </w:rPr>
              <w:t>зации, реализующие образов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тельную программу дошкол</w:t>
            </w:r>
            <w:r w:rsidRPr="005D5E54">
              <w:rPr>
                <w:color w:val="000000"/>
                <w:sz w:val="28"/>
                <w:szCs w:val="28"/>
              </w:rPr>
              <w:t>ь</w:t>
            </w:r>
            <w:r w:rsidRPr="005D5E54">
              <w:rPr>
                <w:color w:val="000000"/>
                <w:sz w:val="28"/>
                <w:szCs w:val="28"/>
              </w:rPr>
              <w:t>ного образования, компенсации части внесённой в соответс</w:t>
            </w:r>
            <w:r w:rsidRPr="005D5E54">
              <w:rPr>
                <w:color w:val="000000"/>
                <w:sz w:val="28"/>
                <w:szCs w:val="28"/>
              </w:rPr>
              <w:t>т</w:t>
            </w:r>
            <w:r w:rsidRPr="005D5E54">
              <w:rPr>
                <w:color w:val="000000"/>
                <w:sz w:val="28"/>
                <w:szCs w:val="28"/>
              </w:rPr>
              <w:t>вующие образовательные орг</w:t>
            </w:r>
            <w:r w:rsidRPr="005D5E54">
              <w:rPr>
                <w:color w:val="000000"/>
                <w:sz w:val="28"/>
                <w:szCs w:val="28"/>
              </w:rPr>
              <w:t>а</w:t>
            </w:r>
            <w:r w:rsidRPr="005D5E54">
              <w:rPr>
                <w:color w:val="000000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139204,8</w:t>
            </w:r>
          </w:p>
        </w:tc>
      </w:tr>
      <w:tr w:rsidR="00766415" w:rsidRPr="005D5E54" w:rsidTr="00012154">
        <w:trPr>
          <w:trHeight w:val="20"/>
        </w:trPr>
        <w:tc>
          <w:tcPr>
            <w:tcW w:w="4099" w:type="dxa"/>
          </w:tcPr>
          <w:p w:rsidR="00766415" w:rsidRPr="005D5E54" w:rsidRDefault="00766415" w:rsidP="005978B2">
            <w:pPr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40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08" w:type="dxa"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color w:val="000000"/>
                <w:sz w:val="28"/>
                <w:szCs w:val="28"/>
              </w:rPr>
            </w:pPr>
            <w:r w:rsidRPr="005D5E5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noWrap/>
            <w:vAlign w:val="bottom"/>
          </w:tcPr>
          <w:p w:rsidR="00766415" w:rsidRPr="005D5E54" w:rsidRDefault="00766415" w:rsidP="005978B2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5D5E54">
              <w:rPr>
                <w:sz w:val="28"/>
                <w:szCs w:val="28"/>
              </w:rPr>
              <w:t>139204,8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5978B2">
      <w:pPr>
        <w:pStyle w:val="BodyTextIndent"/>
        <w:widowControl w:val="0"/>
        <w:spacing w:after="0" w:line="312" w:lineRule="auto"/>
        <w:ind w:left="0" w:firstLine="709"/>
        <w:jc w:val="both"/>
        <w:rPr>
          <w:sz w:val="28"/>
        </w:rPr>
      </w:pPr>
      <w:r>
        <w:rPr>
          <w:sz w:val="28"/>
        </w:rPr>
        <w:t>ж) в главе «Департамент ветеринарии Ульяновской области» (Мин 286):</w:t>
      </w:r>
    </w:p>
    <w:p w:rsidR="00766415" w:rsidRDefault="00766415" w:rsidP="005978B2">
      <w:pPr>
        <w:pStyle w:val="BodyTextIndent"/>
        <w:widowControl w:val="0"/>
        <w:spacing w:after="0" w:line="31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517FB">
        <w:rPr>
          <w:sz w:val="28"/>
        </w:rPr>
        <w:t>Руководство и управление в сфере установленных функций гос</w:t>
      </w:r>
      <w:r w:rsidRPr="007517FB">
        <w:rPr>
          <w:sz w:val="28"/>
        </w:rPr>
        <w:t>у</w:t>
      </w:r>
      <w:r w:rsidRPr="007517FB">
        <w:rPr>
          <w:sz w:val="28"/>
        </w:rPr>
        <w:t>дарственных органов Ульяновской области</w:t>
      </w:r>
      <w:r>
        <w:rPr>
          <w:sz w:val="28"/>
        </w:rPr>
        <w:t>» (Мин 286 Рз 04 ПР 05 ЦС 002 0000) цифры «12061,4» заменить цифрами «13161,4»;</w:t>
      </w:r>
    </w:p>
    <w:p w:rsidR="00766415" w:rsidRDefault="00766415" w:rsidP="005978B2">
      <w:pPr>
        <w:pStyle w:val="BodyTextIndent"/>
        <w:widowControl w:val="0"/>
        <w:spacing w:after="0" w:line="31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978B2">
        <w:rPr>
          <w:sz w:val="28"/>
        </w:rPr>
        <w:t>Центральный аппарат</w:t>
      </w:r>
      <w:r>
        <w:rPr>
          <w:sz w:val="28"/>
        </w:rPr>
        <w:t>» (Мин 286 Рз 04 ПР 05 ЦС 002 0400) цифры «12061,4» заменить цифрами «13161,4»;</w:t>
      </w:r>
    </w:p>
    <w:p w:rsidR="00766415" w:rsidRDefault="00766415" w:rsidP="005978B2">
      <w:pPr>
        <w:pStyle w:val="BodyTextIndent"/>
        <w:widowControl w:val="0"/>
        <w:spacing w:after="0" w:line="31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978B2">
        <w:rPr>
          <w:sz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</w:rPr>
        <w:t xml:space="preserve">» (Мин 286 Рз 04 ПР 05 </w:t>
      </w:r>
      <w:r>
        <w:rPr>
          <w:sz w:val="28"/>
        </w:rPr>
        <w:br/>
        <w:t>ЦС 002 0400 ВР 121) цифры «11088,0» заменить цифрами «12188,0»;</w:t>
      </w:r>
    </w:p>
    <w:p w:rsidR="00766415" w:rsidRDefault="00766415" w:rsidP="005978B2">
      <w:pPr>
        <w:pStyle w:val="BodyTextIndent"/>
        <w:widowControl w:val="0"/>
        <w:spacing w:after="0" w:line="31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978B2">
        <w:rPr>
          <w:sz w:val="28"/>
        </w:rPr>
        <w:t>Учреждения, обеспечивающие предоставление услуг в области животноводства</w:t>
      </w:r>
      <w:r>
        <w:rPr>
          <w:sz w:val="28"/>
        </w:rPr>
        <w:t>» (Мин 286 Рз 04 ПР 05 ЦС 263 0000) цифры «129351,1» заменить цифрами «128251,1»;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978B2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5978B2">
        <w:rPr>
          <w:sz w:val="28"/>
        </w:rPr>
        <w:t>и</w:t>
      </w:r>
      <w:r w:rsidRPr="005978B2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286 Рз 04 ПР 05 ЦС 263 0000 </w:t>
      </w:r>
      <w:r>
        <w:rPr>
          <w:sz w:val="28"/>
        </w:rPr>
        <w:br/>
        <w:t>ВР 611) цифры «129351,1» заменить цифрами «128251,1»;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7272F8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7272F8">
        <w:rPr>
          <w:sz w:val="28"/>
        </w:rPr>
        <w:t xml:space="preserve"> товаров, работ и услуг для обеспечения государственных нужд</w:t>
      </w:r>
      <w:r>
        <w:rPr>
          <w:sz w:val="28"/>
        </w:rPr>
        <w:t xml:space="preserve">» (Мин 286 Рз 04 ПР 05 </w:t>
      </w:r>
      <w:r>
        <w:rPr>
          <w:sz w:val="28"/>
        </w:rPr>
        <w:br/>
        <w:t>ЦС 940 2011) изложить в следующей редакции: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7272F8">
        <w:rPr>
          <w:sz w:val="28"/>
        </w:rPr>
        <w:t>Расходы, связанные с закупками товаров, работ и услуг для обеспечения государственных нужд</w:t>
      </w:r>
      <w:r>
        <w:rPr>
          <w:sz w:val="28"/>
        </w:rPr>
        <w:t>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з) в главе «Министерство сельского, лесного хозяйства и природных ресу</w:t>
      </w:r>
      <w:r>
        <w:rPr>
          <w:sz w:val="28"/>
        </w:rPr>
        <w:t>р</w:t>
      </w:r>
      <w:r>
        <w:rPr>
          <w:sz w:val="28"/>
        </w:rPr>
        <w:t>сов Ульяновской области» (Мин 287):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цифры «1403064,88214» заменить цифрами «1455788,88214»;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«Национальная экономика» (Мин 287 Рз 04) цифры «1260857,9» заменить цифрами «1313581,88»;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973EE">
        <w:rPr>
          <w:sz w:val="28"/>
        </w:rPr>
        <w:t>Сельское хозяйство и рыболовство</w:t>
      </w:r>
      <w:r>
        <w:rPr>
          <w:sz w:val="28"/>
        </w:rPr>
        <w:t>» (Мин 287 Рз 04 ПР 05) цифры «1033915,98» заменить цифрами «1086639,98»;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973EE">
        <w:rPr>
          <w:sz w:val="28"/>
        </w:rPr>
        <w:t>Государственная поддержка сельского хозяйства</w:t>
      </w:r>
      <w:r>
        <w:rPr>
          <w:sz w:val="28"/>
        </w:rPr>
        <w:t>» (Мин 287 Рз 04 ПР 05 ЦС 584 0000) цифры «692609,8» заменить цифрами «745333,78»;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479"/>
        <w:gridCol w:w="658"/>
        <w:gridCol w:w="665"/>
        <w:gridCol w:w="610"/>
        <w:gridCol w:w="1478"/>
        <w:gridCol w:w="629"/>
        <w:gridCol w:w="1546"/>
      </w:tblGrid>
      <w:tr w:rsidR="00766415" w:rsidRPr="000973EE" w:rsidTr="000973EE">
        <w:trPr>
          <w:trHeight w:val="750"/>
        </w:trPr>
        <w:tc>
          <w:tcPr>
            <w:tcW w:w="4665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973EE">
              <w:rPr>
                <w:sz w:val="28"/>
                <w:szCs w:val="28"/>
              </w:rPr>
              <w:t>Государственная поддержка сел</w:t>
            </w:r>
            <w:r w:rsidRPr="000973EE">
              <w:rPr>
                <w:sz w:val="28"/>
                <w:szCs w:val="28"/>
              </w:rPr>
              <w:t>ь</w:t>
            </w:r>
            <w:r w:rsidRPr="000973EE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584 0000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745333,78»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0973EE" w:rsidTr="00D60C87">
        <w:trPr>
          <w:trHeight w:val="750"/>
        </w:trPr>
        <w:tc>
          <w:tcPr>
            <w:tcW w:w="4665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«Реализация мероприятий фед</w:t>
            </w:r>
            <w:r w:rsidRPr="000973EE">
              <w:rPr>
                <w:sz w:val="28"/>
                <w:szCs w:val="28"/>
              </w:rPr>
              <w:t>е</w:t>
            </w:r>
            <w:r w:rsidRPr="000973EE">
              <w:rPr>
                <w:sz w:val="28"/>
                <w:szCs w:val="28"/>
              </w:rPr>
              <w:t>ральной целевой программы «У</w:t>
            </w:r>
            <w:r w:rsidRPr="000973EE">
              <w:rPr>
                <w:sz w:val="28"/>
                <w:szCs w:val="28"/>
              </w:rPr>
              <w:t>с</w:t>
            </w:r>
            <w:r w:rsidRPr="000973EE">
              <w:rPr>
                <w:sz w:val="28"/>
                <w:szCs w:val="28"/>
              </w:rPr>
              <w:t>тойчивое развитие сельских терр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торий на 2014-2017 годы и на пер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од до 2020 года»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584 5018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4259,0</w:t>
            </w:r>
          </w:p>
        </w:tc>
      </w:tr>
      <w:tr w:rsidR="00766415" w:rsidRPr="000973EE" w:rsidTr="005978B2">
        <w:trPr>
          <w:trHeight w:val="87"/>
        </w:trPr>
        <w:tc>
          <w:tcPr>
            <w:tcW w:w="4665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Прочая закупка товаров, работ и у</w:t>
            </w:r>
            <w:r w:rsidRPr="000973EE">
              <w:rPr>
                <w:sz w:val="28"/>
                <w:szCs w:val="28"/>
              </w:rPr>
              <w:t>с</w:t>
            </w:r>
            <w:r w:rsidRPr="000973EE">
              <w:rPr>
                <w:sz w:val="28"/>
                <w:szCs w:val="28"/>
              </w:rPr>
              <w:t>луг для обеспечения государстве</w:t>
            </w:r>
            <w:r w:rsidRPr="000973EE">
              <w:rPr>
                <w:sz w:val="28"/>
                <w:szCs w:val="28"/>
              </w:rPr>
              <w:t>н</w:t>
            </w:r>
            <w:r w:rsidRPr="000973E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584 5018</w:t>
            </w:r>
          </w:p>
        </w:tc>
        <w:tc>
          <w:tcPr>
            <w:tcW w:w="660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244</w:t>
            </w:r>
          </w:p>
        </w:tc>
        <w:tc>
          <w:tcPr>
            <w:tcW w:w="1240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4259,0»;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474"/>
        <w:gridCol w:w="658"/>
        <w:gridCol w:w="665"/>
        <w:gridCol w:w="610"/>
        <w:gridCol w:w="1476"/>
        <w:gridCol w:w="636"/>
        <w:gridCol w:w="1546"/>
      </w:tblGrid>
      <w:tr w:rsidR="00766415" w:rsidRPr="000973EE" w:rsidTr="00D87F49">
        <w:trPr>
          <w:trHeight w:val="87"/>
        </w:trPr>
        <w:tc>
          <w:tcPr>
            <w:tcW w:w="4479" w:type="dxa"/>
            <w:vAlign w:val="center"/>
          </w:tcPr>
          <w:p w:rsidR="00766415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8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665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10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78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584 5034</w:t>
            </w:r>
          </w:p>
        </w:tc>
        <w:tc>
          <w:tcPr>
            <w:tcW w:w="629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546" w:type="dxa"/>
            <w:noWrap/>
            <w:vAlign w:val="bottom"/>
          </w:tcPr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1444,9»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598"/>
        <w:gridCol w:w="659"/>
        <w:gridCol w:w="674"/>
        <w:gridCol w:w="616"/>
        <w:gridCol w:w="1515"/>
        <w:gridCol w:w="659"/>
        <w:gridCol w:w="1344"/>
      </w:tblGrid>
      <w:tr w:rsidR="00766415" w:rsidRPr="000973EE" w:rsidTr="005978B2">
        <w:tc>
          <w:tcPr>
            <w:tcW w:w="4598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973EE">
              <w:rPr>
                <w:sz w:val="28"/>
                <w:szCs w:val="28"/>
              </w:rPr>
              <w:t>Поддержка экономически знач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мых региональных программ в о</w:t>
            </w:r>
            <w:r w:rsidRPr="000973EE">
              <w:rPr>
                <w:sz w:val="28"/>
                <w:szCs w:val="28"/>
              </w:rPr>
              <w:t>б</w:t>
            </w:r>
            <w:r w:rsidRPr="000973EE">
              <w:rPr>
                <w:sz w:val="28"/>
                <w:szCs w:val="28"/>
              </w:rPr>
              <w:t>ласти растениеводства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584 5035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10344,0</w:t>
            </w:r>
          </w:p>
        </w:tc>
      </w:tr>
      <w:tr w:rsidR="00766415" w:rsidRPr="000973EE" w:rsidTr="005978B2">
        <w:tc>
          <w:tcPr>
            <w:tcW w:w="4598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0973EE">
              <w:rPr>
                <w:sz w:val="28"/>
                <w:szCs w:val="28"/>
              </w:rPr>
              <w:t>а</w:t>
            </w:r>
            <w:r w:rsidRPr="000973EE">
              <w:rPr>
                <w:sz w:val="28"/>
                <w:szCs w:val="28"/>
              </w:rPr>
              <w:t>ций), индивидуальным предприн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584 5035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810</w:t>
            </w:r>
          </w:p>
        </w:tc>
        <w:tc>
          <w:tcPr>
            <w:tcW w:w="1344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10344,0»;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474"/>
        <w:gridCol w:w="658"/>
        <w:gridCol w:w="665"/>
        <w:gridCol w:w="610"/>
        <w:gridCol w:w="1476"/>
        <w:gridCol w:w="636"/>
        <w:gridCol w:w="1546"/>
      </w:tblGrid>
      <w:tr w:rsidR="00766415" w:rsidRPr="000973EE" w:rsidTr="000973EE">
        <w:trPr>
          <w:trHeight w:val="750"/>
        </w:trPr>
        <w:tc>
          <w:tcPr>
            <w:tcW w:w="4474" w:type="dxa"/>
            <w:vAlign w:val="center"/>
          </w:tcPr>
          <w:p w:rsidR="00766415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«Субсидии юридическим лицам (кроме некоммерческих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ций), индивидуальным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8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665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10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76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584 5042</w:t>
            </w:r>
          </w:p>
        </w:tc>
        <w:tc>
          <w:tcPr>
            <w:tcW w:w="636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546" w:type="dxa"/>
            <w:noWrap/>
            <w:vAlign w:val="bottom"/>
          </w:tcPr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21373,6»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598"/>
        <w:gridCol w:w="659"/>
        <w:gridCol w:w="674"/>
        <w:gridCol w:w="616"/>
        <w:gridCol w:w="1515"/>
        <w:gridCol w:w="659"/>
        <w:gridCol w:w="1344"/>
      </w:tblGrid>
      <w:tr w:rsidR="00766415" w:rsidRPr="000973EE" w:rsidTr="000973EE">
        <w:trPr>
          <w:trHeight w:val="750"/>
        </w:trPr>
        <w:tc>
          <w:tcPr>
            <w:tcW w:w="4598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973EE">
              <w:rPr>
                <w:sz w:val="28"/>
                <w:szCs w:val="28"/>
              </w:rPr>
              <w:t>Субсидии на 1 килограмм реализ</w:t>
            </w:r>
            <w:r w:rsidRPr="000973EE">
              <w:rPr>
                <w:sz w:val="28"/>
                <w:szCs w:val="28"/>
              </w:rPr>
              <w:t>о</w:t>
            </w:r>
            <w:r w:rsidRPr="000973EE">
              <w:rPr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584 5043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34959,4</w:t>
            </w:r>
          </w:p>
        </w:tc>
      </w:tr>
      <w:tr w:rsidR="00766415" w:rsidRPr="000973EE" w:rsidTr="000973EE">
        <w:trPr>
          <w:trHeight w:val="750"/>
        </w:trPr>
        <w:tc>
          <w:tcPr>
            <w:tcW w:w="4598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0973EE">
              <w:rPr>
                <w:sz w:val="28"/>
                <w:szCs w:val="28"/>
              </w:rPr>
              <w:t>а</w:t>
            </w:r>
            <w:r w:rsidRPr="000973EE">
              <w:rPr>
                <w:sz w:val="28"/>
                <w:szCs w:val="28"/>
              </w:rPr>
              <w:t>ций), индивидуальным предприн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584 5043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810</w:t>
            </w:r>
          </w:p>
        </w:tc>
        <w:tc>
          <w:tcPr>
            <w:tcW w:w="1344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34959,4»;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474"/>
        <w:gridCol w:w="658"/>
        <w:gridCol w:w="665"/>
        <w:gridCol w:w="610"/>
        <w:gridCol w:w="1476"/>
        <w:gridCol w:w="636"/>
        <w:gridCol w:w="1546"/>
      </w:tblGrid>
      <w:tr w:rsidR="00766415" w:rsidRPr="000973EE" w:rsidTr="00D60C87">
        <w:trPr>
          <w:trHeight w:val="750"/>
        </w:trPr>
        <w:tc>
          <w:tcPr>
            <w:tcW w:w="4474" w:type="dxa"/>
            <w:vAlign w:val="center"/>
          </w:tcPr>
          <w:p w:rsidR="00766415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«Субсидии юридическим лицам (кроме некоммерческих организ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ций), индивидуальным предпр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нимателям, физическим лицам</w:t>
            </w:r>
          </w:p>
        </w:tc>
        <w:tc>
          <w:tcPr>
            <w:tcW w:w="658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665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10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76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584 5050</w:t>
            </w:r>
          </w:p>
        </w:tc>
        <w:tc>
          <w:tcPr>
            <w:tcW w:w="636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546" w:type="dxa"/>
            <w:noWrap/>
            <w:vAlign w:val="bottom"/>
          </w:tcPr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415,9»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598"/>
        <w:gridCol w:w="659"/>
        <w:gridCol w:w="674"/>
        <w:gridCol w:w="616"/>
        <w:gridCol w:w="1515"/>
        <w:gridCol w:w="659"/>
        <w:gridCol w:w="1344"/>
      </w:tblGrid>
      <w:tr w:rsidR="00766415" w:rsidRPr="000973EE" w:rsidTr="00D60C87">
        <w:trPr>
          <w:trHeight w:val="750"/>
        </w:trPr>
        <w:tc>
          <w:tcPr>
            <w:tcW w:w="4598" w:type="dxa"/>
            <w:vAlign w:val="center"/>
          </w:tcPr>
          <w:p w:rsidR="00766415" w:rsidRPr="000973EE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«Возмещение части процентной ставки по инвестиционным кред</w:t>
            </w:r>
            <w:r w:rsidRPr="000973EE">
              <w:rPr>
                <w:sz w:val="28"/>
                <w:szCs w:val="28"/>
              </w:rPr>
              <w:t>и</w:t>
            </w:r>
            <w:r w:rsidRPr="000973EE">
              <w:rPr>
                <w:sz w:val="28"/>
                <w:szCs w:val="28"/>
              </w:rPr>
              <w:t>там на строительство и реконстру</w:t>
            </w:r>
            <w:r w:rsidRPr="000973EE">
              <w:rPr>
                <w:sz w:val="28"/>
                <w:szCs w:val="28"/>
              </w:rPr>
              <w:t>к</w:t>
            </w:r>
            <w:r w:rsidRPr="000973EE">
              <w:rPr>
                <w:sz w:val="28"/>
                <w:szCs w:val="28"/>
              </w:rPr>
              <w:t>цию объектов мясного скотоводства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584 5052</w:t>
            </w:r>
          </w:p>
        </w:tc>
        <w:tc>
          <w:tcPr>
            <w:tcW w:w="659" w:type="dxa"/>
            <w:vAlign w:val="bottom"/>
          </w:tcPr>
          <w:p w:rsidR="00766415" w:rsidRPr="000973EE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766415" w:rsidRPr="000973EE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0973EE">
              <w:rPr>
                <w:sz w:val="28"/>
                <w:szCs w:val="28"/>
              </w:rPr>
              <w:t>3161,6</w:t>
            </w:r>
          </w:p>
        </w:tc>
      </w:tr>
      <w:tr w:rsidR="00766415" w:rsidRPr="005978B2" w:rsidTr="00D87F49">
        <w:trPr>
          <w:trHeight w:val="87"/>
        </w:trPr>
        <w:tc>
          <w:tcPr>
            <w:tcW w:w="4598" w:type="dxa"/>
            <w:vAlign w:val="center"/>
          </w:tcPr>
          <w:p w:rsidR="00766415" w:rsidRPr="005978B2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5978B2">
              <w:rPr>
                <w:sz w:val="28"/>
              </w:rPr>
              <w:t>Субсидии юридическим лицам (кроме некоммерческих организ</w:t>
            </w:r>
            <w:r w:rsidRPr="005978B2">
              <w:rPr>
                <w:sz w:val="28"/>
              </w:rPr>
              <w:t>а</w:t>
            </w:r>
            <w:r w:rsidRPr="005978B2">
              <w:rPr>
                <w:sz w:val="28"/>
              </w:rPr>
              <w:t>ций), индивидуальным предприн</w:t>
            </w:r>
            <w:r w:rsidRPr="005978B2">
              <w:rPr>
                <w:sz w:val="28"/>
              </w:rPr>
              <w:t>и</w:t>
            </w:r>
            <w:r w:rsidRPr="005978B2">
              <w:rPr>
                <w:sz w:val="28"/>
              </w:rPr>
              <w:t>мателям, физическим лицам</w:t>
            </w:r>
          </w:p>
        </w:tc>
        <w:tc>
          <w:tcPr>
            <w:tcW w:w="659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287</w:t>
            </w:r>
          </w:p>
        </w:tc>
        <w:tc>
          <w:tcPr>
            <w:tcW w:w="674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04</w:t>
            </w:r>
          </w:p>
        </w:tc>
        <w:tc>
          <w:tcPr>
            <w:tcW w:w="616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05</w:t>
            </w:r>
          </w:p>
        </w:tc>
        <w:tc>
          <w:tcPr>
            <w:tcW w:w="1515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584 5052</w:t>
            </w:r>
          </w:p>
        </w:tc>
        <w:tc>
          <w:tcPr>
            <w:tcW w:w="659" w:type="dxa"/>
            <w:vAlign w:val="bottom"/>
          </w:tcPr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810</w:t>
            </w:r>
          </w:p>
        </w:tc>
        <w:tc>
          <w:tcPr>
            <w:tcW w:w="1344" w:type="dxa"/>
            <w:noWrap/>
            <w:vAlign w:val="bottom"/>
          </w:tcPr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766415" w:rsidRPr="005978B2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5978B2">
              <w:rPr>
                <w:sz w:val="28"/>
                <w:szCs w:val="28"/>
              </w:rPr>
              <w:t>3161,6»;</w:t>
            </w:r>
          </w:p>
        </w:tc>
      </w:tr>
    </w:tbl>
    <w:p w:rsidR="00766415" w:rsidRPr="005978B2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 w:rsidRPr="005978B2">
        <w:rPr>
          <w:sz w:val="28"/>
        </w:rPr>
        <w:t>в строке «Прочая закупка товаров, работ и услуг для обеспечения госуда</w:t>
      </w:r>
      <w:r w:rsidRPr="005978B2">
        <w:rPr>
          <w:sz w:val="28"/>
        </w:rPr>
        <w:t>р</w:t>
      </w:r>
      <w:r w:rsidRPr="005978B2">
        <w:rPr>
          <w:sz w:val="28"/>
        </w:rPr>
        <w:t>ственных (муниципальных) нужд» (Мин 287 Рз 04 ПР 05 ЦС 931 2515 ВР 244) цифры «5000,0» заменить цифрами «3500,0»;</w:t>
      </w:r>
    </w:p>
    <w:p w:rsidR="00766415" w:rsidRPr="007517FB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 w:rsidRPr="005978B2"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CB6D09" w:rsidTr="00CB6D09">
        <w:trPr>
          <w:trHeight w:val="87"/>
        </w:trPr>
        <w:tc>
          <w:tcPr>
            <w:tcW w:w="4665" w:type="dxa"/>
            <w:vAlign w:val="center"/>
          </w:tcPr>
          <w:p w:rsidR="00766415" w:rsidRPr="00CB6D09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B6D09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CB6D09">
              <w:rPr>
                <w:sz w:val="28"/>
                <w:szCs w:val="28"/>
              </w:rPr>
              <w:t>т</w:t>
            </w:r>
            <w:r w:rsidRPr="00CB6D09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931 2515</w:t>
            </w:r>
          </w:p>
        </w:tc>
        <w:tc>
          <w:tcPr>
            <w:tcW w:w="66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244</w:t>
            </w:r>
          </w:p>
        </w:tc>
        <w:tc>
          <w:tcPr>
            <w:tcW w:w="1240" w:type="dxa"/>
            <w:noWrap/>
            <w:vAlign w:val="bottom"/>
          </w:tcPr>
          <w:p w:rsidR="00766415" w:rsidRPr="00CB6D09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CB6D09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240"/>
      </w:tblGrid>
      <w:tr w:rsidR="00766415" w:rsidRPr="00CB6D09" w:rsidTr="00D60C87">
        <w:trPr>
          <w:trHeight w:val="87"/>
        </w:trPr>
        <w:tc>
          <w:tcPr>
            <w:tcW w:w="4665" w:type="dxa"/>
            <w:vAlign w:val="center"/>
          </w:tcPr>
          <w:p w:rsidR="00766415" w:rsidRPr="00D87F49" w:rsidRDefault="00766415" w:rsidP="00F35246">
            <w:pPr>
              <w:spacing w:line="341" w:lineRule="auto"/>
              <w:jc w:val="both"/>
              <w:rPr>
                <w:spacing w:val="-8"/>
                <w:sz w:val="28"/>
                <w:szCs w:val="28"/>
              </w:rPr>
            </w:pPr>
            <w:r w:rsidRPr="00D87F49">
              <w:rPr>
                <w:spacing w:val="-8"/>
                <w:sz w:val="28"/>
                <w:szCs w:val="28"/>
              </w:rPr>
              <w:t>«Субсидии некоммерческим организ</w:t>
            </w:r>
            <w:r w:rsidRPr="00D87F49">
              <w:rPr>
                <w:spacing w:val="-8"/>
                <w:sz w:val="28"/>
                <w:szCs w:val="28"/>
              </w:rPr>
              <w:t>а</w:t>
            </w:r>
            <w:r w:rsidRPr="00D87F49">
              <w:rPr>
                <w:spacing w:val="-8"/>
                <w:sz w:val="28"/>
                <w:szCs w:val="28"/>
              </w:rPr>
              <w:t>циям (за исключением государстве</w:t>
            </w:r>
            <w:r w:rsidRPr="00D87F49">
              <w:rPr>
                <w:spacing w:val="-8"/>
                <w:sz w:val="28"/>
                <w:szCs w:val="28"/>
              </w:rPr>
              <w:t>н</w:t>
            </w:r>
            <w:r w:rsidRPr="00D87F49">
              <w:rPr>
                <w:spacing w:val="-8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66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931 2515</w:t>
            </w:r>
          </w:p>
        </w:tc>
        <w:tc>
          <w:tcPr>
            <w:tcW w:w="660" w:type="dxa"/>
            <w:vAlign w:val="bottom"/>
          </w:tcPr>
          <w:p w:rsidR="00766415" w:rsidRPr="00CB6D09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CB6D09">
              <w:rPr>
                <w:sz w:val="28"/>
                <w:szCs w:val="28"/>
              </w:rPr>
              <w:t>630</w:t>
            </w:r>
          </w:p>
        </w:tc>
        <w:tc>
          <w:tcPr>
            <w:tcW w:w="1240" w:type="dxa"/>
            <w:noWrap/>
            <w:vAlign w:val="bottom"/>
          </w:tcPr>
          <w:p w:rsidR="00766415" w:rsidRPr="00CB6D09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B6D09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7A028D">
        <w:rPr>
          <w:sz w:val="28"/>
        </w:rPr>
        <w:t>Субсидии на поддержку сельхозтоваропроизводит</w:t>
      </w:r>
      <w:r w:rsidRPr="007A028D">
        <w:rPr>
          <w:sz w:val="28"/>
        </w:rPr>
        <w:t>е</w:t>
      </w:r>
      <w:r w:rsidRPr="007A028D">
        <w:rPr>
          <w:sz w:val="28"/>
        </w:rPr>
        <w:t>лей, государственную поддержку кредитования малых форм хозяйствования на селе</w:t>
      </w:r>
      <w:r>
        <w:rPr>
          <w:sz w:val="28"/>
        </w:rPr>
        <w:t>» (Мин 287 Рз 04 ПР 05 ЦС 933 2510) изложить в следующей редакции: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7A028D">
        <w:rPr>
          <w:sz w:val="28"/>
        </w:rPr>
        <w:t>Субсидии на поддержку сельскохозяйственных товаропроизводителей, г</w:t>
      </w:r>
      <w:r w:rsidRPr="007A028D">
        <w:rPr>
          <w:sz w:val="28"/>
        </w:rPr>
        <w:t>о</w:t>
      </w:r>
      <w:r w:rsidRPr="007A028D">
        <w:rPr>
          <w:sz w:val="28"/>
        </w:rPr>
        <w:t>сударственную поддержку кредитования малых форм хозяйствования на селе</w:t>
      </w:r>
      <w:r>
        <w:rPr>
          <w:sz w:val="28"/>
        </w:rPr>
        <w:t>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7A028D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7A028D">
        <w:rPr>
          <w:sz w:val="28"/>
        </w:rPr>
        <w:t xml:space="preserve"> товаров, работ и услуг</w:t>
      </w:r>
      <w:r>
        <w:rPr>
          <w:sz w:val="28"/>
        </w:rPr>
        <w:t>» (Мин 287 Рз 04 ПР 05 ЦС 933 2511) изложить в следующей редакции: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7A028D">
        <w:rPr>
          <w:sz w:val="28"/>
        </w:rPr>
        <w:t>Расходы, связанные с закупками товаров, работ и услуг</w:t>
      </w:r>
      <w:r>
        <w:rPr>
          <w:sz w:val="28"/>
        </w:rPr>
        <w:t>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Прочая закупка товаров, работ и услуг для обеспечения госуда</w:t>
      </w:r>
      <w:r w:rsidRPr="00D60C87">
        <w:rPr>
          <w:sz w:val="28"/>
        </w:rPr>
        <w:t>р</w:t>
      </w:r>
      <w:r w:rsidRPr="00D60C87">
        <w:rPr>
          <w:sz w:val="28"/>
        </w:rPr>
        <w:t>ственных (муниципальных) нужд</w:t>
      </w:r>
      <w:r>
        <w:rPr>
          <w:sz w:val="28"/>
        </w:rPr>
        <w:t>» (Мин 287 Рз 04 ПР 07 ЦС 291 0000 ВР 244) цифры «2477,4» заменить цифрами «2548,12»;</w:t>
      </w:r>
    </w:p>
    <w:p w:rsidR="00766415" w:rsidRPr="00D87F49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 w:rsidRPr="00D87F49">
        <w:rPr>
          <w:sz w:val="28"/>
        </w:rPr>
        <w:t>в строке «Уплата налога на имущество организаций и земельного налога» (Мин 287 Рз 04 ПР 07 ЦС 291 0000 ВР 851) цифры «543,0» заменить цифрами «431,85»;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Уплата прочих налогов, сборов и иных платежей</w:t>
      </w:r>
      <w:r>
        <w:rPr>
          <w:sz w:val="28"/>
        </w:rPr>
        <w:t>» (Мин 287 Рз 04 ПР 07 ЦС 291 0000 ВР 852) цифры «527,0» заменить цифрами «567,43»;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Учреждения, обеспечивающие выполнение функций в области лесных отношений</w:t>
      </w:r>
      <w:r>
        <w:rPr>
          <w:sz w:val="28"/>
        </w:rPr>
        <w:t>» (Мин 287 Рз 04 ПР 07 ЦС 581 0000) цифры «128273,0» зам</w:t>
      </w:r>
      <w:r>
        <w:rPr>
          <w:sz w:val="28"/>
        </w:rPr>
        <w:t>е</w:t>
      </w:r>
      <w:r>
        <w:rPr>
          <w:sz w:val="28"/>
        </w:rPr>
        <w:t>нить цифрами «128664,05»;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Осуществление отдельных полномочий в области лесных отн</w:t>
      </w:r>
      <w:r w:rsidRPr="00D60C87">
        <w:rPr>
          <w:sz w:val="28"/>
        </w:rPr>
        <w:t>о</w:t>
      </w:r>
      <w:r w:rsidRPr="00D60C87">
        <w:rPr>
          <w:sz w:val="28"/>
        </w:rPr>
        <w:t>шений</w:t>
      </w:r>
      <w:r>
        <w:rPr>
          <w:sz w:val="28"/>
        </w:rPr>
        <w:t>» (Мин 287 Рз 04 ПР 07 ЦС 581 5129) цифры «128273,0» заменить цифрами «128664,05»;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Фонд оплаты труда казённых учреждений и взносы по обязател</w:t>
      </w:r>
      <w:r w:rsidRPr="00D60C87">
        <w:rPr>
          <w:sz w:val="28"/>
        </w:rPr>
        <w:t>ь</w:t>
      </w:r>
      <w:r w:rsidRPr="00D60C87">
        <w:rPr>
          <w:sz w:val="28"/>
        </w:rPr>
        <w:t>ному социальному страхованию</w:t>
      </w:r>
      <w:r>
        <w:rPr>
          <w:sz w:val="28"/>
        </w:rPr>
        <w:t>» (Мин 287 Рз 04 ПР 07 ЦС 581 5129 ВР 111) цифры «86218,2» заменить цифрами «87103,8»;</w:t>
      </w:r>
    </w:p>
    <w:p w:rsidR="00766415" w:rsidRPr="007272F8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 xml:space="preserve">» (Мин 287 Рз 04 ПР 07 ЦС 581 5129 ВР 112) цифры «120,0» </w:t>
      </w:r>
      <w:r w:rsidRPr="007272F8">
        <w:rPr>
          <w:sz w:val="28"/>
        </w:rPr>
        <w:t>заменить цифрами «140,0»;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 w:rsidRPr="007272F8">
        <w:rPr>
          <w:sz w:val="28"/>
        </w:rPr>
        <w:t>в строке «Закупка товаров, работ, услуг в сфере информационно-коммуникационных технологий» (Мин 287 Рз 04 ПР 07 ЦС 581 5129 ВР 242) ци</w:t>
      </w:r>
      <w:r w:rsidRPr="007272F8">
        <w:rPr>
          <w:sz w:val="28"/>
        </w:rPr>
        <w:t>ф</w:t>
      </w:r>
      <w:r w:rsidRPr="007272F8">
        <w:rPr>
          <w:sz w:val="28"/>
        </w:rPr>
        <w:t>ры «3000,0» заменить цифрами «3180,0»;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60C87">
        <w:rPr>
          <w:sz w:val="28"/>
        </w:rPr>
        <w:t>Прочая закупка товаров, работ и услуг для обеспечения госуда</w:t>
      </w:r>
      <w:r w:rsidRPr="00D60C87">
        <w:rPr>
          <w:sz w:val="28"/>
        </w:rPr>
        <w:t>р</w:t>
      </w:r>
      <w:r w:rsidRPr="00D60C87">
        <w:rPr>
          <w:sz w:val="28"/>
        </w:rPr>
        <w:t>ственных (муниципальных) нужд</w:t>
      </w:r>
      <w:r>
        <w:rPr>
          <w:sz w:val="28"/>
        </w:rPr>
        <w:t>» (Мин 287 Рз 04 ПР 07 ЦС 581 5129 ВР 244) цифры «20243,4» заменить цифрами «19057,8»;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014CD">
        <w:rPr>
          <w:sz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5014CD">
        <w:rPr>
          <w:sz w:val="28"/>
        </w:rPr>
        <w:t>и</w:t>
      </w:r>
      <w:r w:rsidRPr="005014CD">
        <w:rPr>
          <w:sz w:val="28"/>
        </w:rPr>
        <w:t>ципальных) услуг (выполнение работ)</w:t>
      </w:r>
      <w:r>
        <w:rPr>
          <w:sz w:val="28"/>
        </w:rPr>
        <w:t xml:space="preserve">» (Мин 287 Рз 04 ПР 07 ЦС 581 5129 </w:t>
      </w:r>
      <w:r>
        <w:rPr>
          <w:sz w:val="28"/>
        </w:rPr>
        <w:br/>
        <w:t>ВР 611) цифры «18191,4» заменить цифрами «18582,45»;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014CD">
        <w:rPr>
          <w:sz w:val="28"/>
        </w:rPr>
        <w:t>Уплата прочих налогов, сборов и иных платежей</w:t>
      </w:r>
      <w:r>
        <w:rPr>
          <w:sz w:val="28"/>
        </w:rPr>
        <w:t>» (Мин 287 Рз 04 ПР 07 ЦС 581 5129 ВР 852) цифры «500,0» заменить цифрами «600,0»;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014CD">
        <w:rPr>
          <w:sz w:val="28"/>
        </w:rPr>
        <w:t>Мероприятия по воспроизводству лесов</w:t>
      </w:r>
      <w:r>
        <w:rPr>
          <w:sz w:val="28"/>
        </w:rPr>
        <w:t>» (Мин 287 Рз 04 ПР 07 ЦС 583 0000) цифры «4366,2» заменить цифрами «3975,15»;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014CD">
        <w:rPr>
          <w:sz w:val="28"/>
        </w:rPr>
        <w:t>Осуществление отдельных полномочий в области лесных отн</w:t>
      </w:r>
      <w:r w:rsidRPr="005014CD">
        <w:rPr>
          <w:sz w:val="28"/>
        </w:rPr>
        <w:t>о</w:t>
      </w:r>
      <w:r w:rsidRPr="005014CD">
        <w:rPr>
          <w:sz w:val="28"/>
        </w:rPr>
        <w:t>шений</w:t>
      </w:r>
      <w:r>
        <w:rPr>
          <w:sz w:val="28"/>
        </w:rPr>
        <w:t>» (Мин 287 Рз 04 ПР 07 ЦС 583 5129) цифры «4366,2» заменить цифрами «3975,15»;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014CD">
        <w:rPr>
          <w:sz w:val="28"/>
        </w:rPr>
        <w:t>Прочая закупка товаров, работ и услуг для обеспечения госуда</w:t>
      </w:r>
      <w:r w:rsidRPr="005014CD">
        <w:rPr>
          <w:sz w:val="28"/>
        </w:rPr>
        <w:t>р</w:t>
      </w:r>
      <w:r w:rsidRPr="005014CD">
        <w:rPr>
          <w:sz w:val="28"/>
        </w:rPr>
        <w:t>ственных (муниципальных) нужд</w:t>
      </w:r>
      <w:r>
        <w:rPr>
          <w:sz w:val="28"/>
        </w:rPr>
        <w:t>» (Мин 287 Рз 04 ПР 07 ЦС 583 5129 ВР 244) цифры «4366,2» заменить цифрами «3975,15»;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и) в строке «Министерство финансов Ульяновской области» (Мин 292):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цифры «2768259,28905» заменить цифрами «3008259,28905»;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292 Рз 01) цифры «170647,38905» заменить цифрами «167647,38905»;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Другие общегосударственные вопросы</w:t>
      </w:r>
      <w:r>
        <w:rPr>
          <w:sz w:val="28"/>
        </w:rPr>
        <w:t>» (Мин 292 Рз 01 ПР 13) цифры «12613,0» заменить цифрами «9613,0»;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Реализация государственных функций, связанных с общегосуда</w:t>
      </w:r>
      <w:r w:rsidRPr="00735D69">
        <w:rPr>
          <w:sz w:val="28"/>
        </w:rPr>
        <w:t>р</w:t>
      </w:r>
      <w:r w:rsidRPr="00735D69">
        <w:rPr>
          <w:sz w:val="28"/>
        </w:rPr>
        <w:t>ственным управлением</w:t>
      </w:r>
      <w:r>
        <w:rPr>
          <w:sz w:val="28"/>
        </w:rPr>
        <w:t>» (Мин 292 Рз 01 ПР 13 ЦС 092 0000) цифры «12613,0» з</w:t>
      </w:r>
      <w:r>
        <w:rPr>
          <w:sz w:val="28"/>
        </w:rPr>
        <w:t>а</w:t>
      </w:r>
      <w:r>
        <w:rPr>
          <w:sz w:val="28"/>
        </w:rPr>
        <w:t>менить цифрами «9613,0»;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Выполнение других обязательств Ульяновской области</w:t>
      </w:r>
      <w:r>
        <w:rPr>
          <w:sz w:val="28"/>
        </w:rPr>
        <w:t>» (Мин 292 Рз 01 ПР 13 ЦС 092 0300) цифры «12613,0» заменить цифрами «9613,0»;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Прочие выплаты по обязательствам Ульяновской области</w:t>
      </w:r>
      <w:r>
        <w:rPr>
          <w:sz w:val="28"/>
        </w:rPr>
        <w:t xml:space="preserve">» </w:t>
      </w:r>
      <w:r>
        <w:rPr>
          <w:sz w:val="28"/>
        </w:rPr>
        <w:br/>
        <w:t>(Мин 292 Рз 01 ПР 13 ЦС 092 0305) цифры «12613,0» заменить цифрами «9613,0»;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Исполнение судебных актов Российской Федерации и мировых соглашений по возмещению вреда, причинённого в результате незаконных дейс</w:t>
      </w:r>
      <w:r w:rsidRPr="00735D69">
        <w:rPr>
          <w:sz w:val="28"/>
        </w:rPr>
        <w:t>т</w:t>
      </w:r>
      <w:r w:rsidRPr="00735D69">
        <w:rPr>
          <w:sz w:val="28"/>
        </w:rPr>
        <w:t>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</w:r>
      <w:r>
        <w:rPr>
          <w:sz w:val="28"/>
        </w:rPr>
        <w:t xml:space="preserve">» (Мин 292 Рз 01 ПР 13 </w:t>
      </w:r>
      <w:r>
        <w:rPr>
          <w:sz w:val="28"/>
        </w:rPr>
        <w:br/>
        <w:t>ЦС 092 0305 ВР 831) цифры «11613,0» заменить цифрами «8613,0»;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Обслуживание государственного и муниципального долга</w:t>
      </w:r>
      <w:r>
        <w:rPr>
          <w:sz w:val="28"/>
        </w:rPr>
        <w:t xml:space="preserve">» </w:t>
      </w:r>
      <w:r>
        <w:rPr>
          <w:sz w:val="28"/>
        </w:rPr>
        <w:br/>
        <w:t>(Мин 292 Рз 13) цифры «524781,2» заменить цифрами «677781,2»;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35D69">
        <w:rPr>
          <w:sz w:val="28"/>
        </w:rPr>
        <w:t>Обслуживание государственного внутреннего и муниципального долга</w:t>
      </w:r>
      <w:r>
        <w:rPr>
          <w:sz w:val="28"/>
        </w:rPr>
        <w:t>» (Мин 292 Рз 13 ПР 01) цифры «524781,2» заменить цифрами «677781,2»;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Процентные платежи по долговым обязательствам</w:t>
      </w:r>
      <w:r>
        <w:rPr>
          <w:sz w:val="28"/>
        </w:rPr>
        <w:t xml:space="preserve">» (Мин 292 </w:t>
      </w:r>
      <w:r>
        <w:rPr>
          <w:sz w:val="28"/>
        </w:rPr>
        <w:br/>
        <w:t>Рз 13 ПР 01 ЦС 065 0000) цифры «524781,2» заменить цифрами «677781,2»;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Процентные платежи по государственному долгу субъекта Ро</w:t>
      </w:r>
      <w:r w:rsidRPr="00DA1B61">
        <w:rPr>
          <w:sz w:val="28"/>
        </w:rPr>
        <w:t>с</w:t>
      </w:r>
      <w:r w:rsidRPr="00DA1B61">
        <w:rPr>
          <w:sz w:val="28"/>
        </w:rPr>
        <w:t>сийской Федерации</w:t>
      </w:r>
      <w:r>
        <w:rPr>
          <w:sz w:val="28"/>
        </w:rPr>
        <w:t>» (Мин 292 Рз 13 ПР 01 ЦС 065 0200) цифры «524781,2» зам</w:t>
      </w:r>
      <w:r>
        <w:rPr>
          <w:sz w:val="28"/>
        </w:rPr>
        <w:t>е</w:t>
      </w:r>
      <w:r>
        <w:rPr>
          <w:sz w:val="28"/>
        </w:rPr>
        <w:t>нить цифрами «677781,2»;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Обслуживание государственного долга субъекта Российской Ф</w:t>
      </w:r>
      <w:r w:rsidRPr="00DA1B61">
        <w:rPr>
          <w:sz w:val="28"/>
        </w:rPr>
        <w:t>е</w:t>
      </w:r>
      <w:r w:rsidRPr="00DA1B61">
        <w:rPr>
          <w:sz w:val="28"/>
        </w:rPr>
        <w:t>дерации</w:t>
      </w:r>
      <w:r>
        <w:rPr>
          <w:sz w:val="28"/>
        </w:rPr>
        <w:t>» (Мин 292 Рз 13 ПР 01 ЦС 065 0200 ВР 720) цифры «524781,2» заменить цифрами «677781,2»;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Межбюджетные трансферты общего характера бюджетам субъе</w:t>
      </w:r>
      <w:r w:rsidRPr="00DA1B61">
        <w:rPr>
          <w:sz w:val="28"/>
        </w:rPr>
        <w:t>к</w:t>
      </w:r>
      <w:r w:rsidRPr="00DA1B61">
        <w:rPr>
          <w:sz w:val="28"/>
        </w:rPr>
        <w:t>тов Российской Федерации и муниципальных образований</w:t>
      </w:r>
      <w:r>
        <w:rPr>
          <w:sz w:val="28"/>
        </w:rPr>
        <w:t>» (Мин 292 Рз 14) ци</w:t>
      </w:r>
      <w:r>
        <w:rPr>
          <w:sz w:val="28"/>
        </w:rPr>
        <w:t>ф</w:t>
      </w:r>
      <w:r>
        <w:rPr>
          <w:sz w:val="28"/>
        </w:rPr>
        <w:t>ры «2058845,0» заменить цифрами «2148845,0»;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766415" w:rsidRPr="00DA1B61" w:rsidTr="00D87F49">
        <w:trPr>
          <w:trHeight w:val="87"/>
        </w:trPr>
        <w:tc>
          <w:tcPr>
            <w:tcW w:w="4665" w:type="dxa"/>
          </w:tcPr>
          <w:p w:rsidR="00766415" w:rsidRPr="00DA1B61" w:rsidRDefault="00766415" w:rsidP="00F35246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A1B6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DA1B61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68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DA1B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2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DA1B6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4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DA1B61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66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DA1B6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82" w:type="dxa"/>
            <w:noWrap/>
            <w:vAlign w:val="bottom"/>
          </w:tcPr>
          <w:p w:rsidR="00766415" w:rsidRPr="00DA1B61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8000,0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65"/>
        <w:gridCol w:w="660"/>
        <w:gridCol w:w="680"/>
        <w:gridCol w:w="620"/>
        <w:gridCol w:w="1540"/>
        <w:gridCol w:w="660"/>
        <w:gridCol w:w="1382"/>
      </w:tblGrid>
      <w:tr w:rsidR="00766415" w:rsidRPr="00DA1B61" w:rsidTr="007517FB">
        <w:trPr>
          <w:trHeight w:val="375"/>
        </w:trPr>
        <w:tc>
          <w:tcPr>
            <w:tcW w:w="4665" w:type="dxa"/>
          </w:tcPr>
          <w:p w:rsidR="00766415" w:rsidRPr="00DA1B61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«Дотации бюджетам муниципал</w:t>
            </w:r>
            <w:r w:rsidRPr="00DA1B61">
              <w:rPr>
                <w:sz w:val="28"/>
                <w:szCs w:val="28"/>
              </w:rPr>
              <w:t>ь</w:t>
            </w:r>
            <w:r w:rsidRPr="00DA1B61">
              <w:rPr>
                <w:sz w:val="28"/>
                <w:szCs w:val="28"/>
              </w:rPr>
              <w:t>ных районов и городских округов Ульяновской области в целях до</w:t>
            </w:r>
            <w:r w:rsidRPr="00DA1B61">
              <w:rPr>
                <w:sz w:val="28"/>
                <w:szCs w:val="28"/>
              </w:rPr>
              <w:t>с</w:t>
            </w:r>
            <w:r w:rsidRPr="00DA1B61">
              <w:rPr>
                <w:sz w:val="28"/>
                <w:szCs w:val="28"/>
              </w:rPr>
              <w:t>тижения наилучшего показателя увеличения налоговых и неналог</w:t>
            </w:r>
            <w:r w:rsidRPr="00DA1B61">
              <w:rPr>
                <w:sz w:val="28"/>
                <w:szCs w:val="28"/>
              </w:rPr>
              <w:t>о</w:t>
            </w:r>
            <w:r w:rsidRPr="00DA1B61">
              <w:rPr>
                <w:sz w:val="28"/>
                <w:szCs w:val="28"/>
              </w:rPr>
              <w:t>вых доходов</w:t>
            </w:r>
          </w:p>
        </w:tc>
        <w:tc>
          <w:tcPr>
            <w:tcW w:w="66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292</w:t>
            </w:r>
          </w:p>
        </w:tc>
        <w:tc>
          <w:tcPr>
            <w:tcW w:w="68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14</w:t>
            </w:r>
          </w:p>
        </w:tc>
        <w:tc>
          <w:tcPr>
            <w:tcW w:w="62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02</w:t>
            </w:r>
          </w:p>
        </w:tc>
        <w:tc>
          <w:tcPr>
            <w:tcW w:w="154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517 0300</w:t>
            </w:r>
          </w:p>
        </w:tc>
        <w:tc>
          <w:tcPr>
            <w:tcW w:w="660" w:type="dxa"/>
            <w:vAlign w:val="bottom"/>
          </w:tcPr>
          <w:p w:rsidR="00766415" w:rsidRPr="00DA1B61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 </w:t>
            </w:r>
          </w:p>
        </w:tc>
        <w:tc>
          <w:tcPr>
            <w:tcW w:w="1382" w:type="dxa"/>
            <w:noWrap/>
            <w:vAlign w:val="bottom"/>
          </w:tcPr>
          <w:p w:rsidR="00766415" w:rsidRPr="00DA1B61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A1B61">
              <w:rPr>
                <w:sz w:val="28"/>
                <w:szCs w:val="28"/>
              </w:rPr>
              <w:t>4000,0</w:t>
            </w:r>
          </w:p>
        </w:tc>
      </w:tr>
      <w:tr w:rsidR="00766415" w:rsidRPr="00D87F49" w:rsidTr="007517FB">
        <w:trPr>
          <w:trHeight w:val="375"/>
        </w:trPr>
        <w:tc>
          <w:tcPr>
            <w:tcW w:w="4665" w:type="dxa"/>
          </w:tcPr>
          <w:p w:rsidR="00766415" w:rsidRPr="00D87F49" w:rsidRDefault="00766415" w:rsidP="00F35246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0" w:type="dxa"/>
            <w:vAlign w:val="bottom"/>
          </w:tcPr>
          <w:p w:rsidR="00766415" w:rsidRPr="00D87F4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292</w:t>
            </w:r>
          </w:p>
        </w:tc>
        <w:tc>
          <w:tcPr>
            <w:tcW w:w="680" w:type="dxa"/>
            <w:vAlign w:val="bottom"/>
          </w:tcPr>
          <w:p w:rsidR="00766415" w:rsidRPr="00D87F4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14</w:t>
            </w:r>
          </w:p>
        </w:tc>
        <w:tc>
          <w:tcPr>
            <w:tcW w:w="620" w:type="dxa"/>
            <w:vAlign w:val="bottom"/>
          </w:tcPr>
          <w:p w:rsidR="00766415" w:rsidRPr="00D87F4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02</w:t>
            </w:r>
          </w:p>
        </w:tc>
        <w:tc>
          <w:tcPr>
            <w:tcW w:w="1540" w:type="dxa"/>
            <w:vAlign w:val="bottom"/>
          </w:tcPr>
          <w:p w:rsidR="00766415" w:rsidRPr="00D87F4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517 0300</w:t>
            </w:r>
          </w:p>
        </w:tc>
        <w:tc>
          <w:tcPr>
            <w:tcW w:w="660" w:type="dxa"/>
            <w:vAlign w:val="bottom"/>
          </w:tcPr>
          <w:p w:rsidR="00766415" w:rsidRPr="00D87F49" w:rsidRDefault="00766415" w:rsidP="00F35246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540</w:t>
            </w:r>
          </w:p>
        </w:tc>
        <w:tc>
          <w:tcPr>
            <w:tcW w:w="1382" w:type="dxa"/>
            <w:noWrap/>
            <w:vAlign w:val="bottom"/>
          </w:tcPr>
          <w:p w:rsidR="00766415" w:rsidRPr="00D87F49" w:rsidRDefault="00766415" w:rsidP="00F35246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D87F49">
              <w:rPr>
                <w:sz w:val="28"/>
                <w:szCs w:val="28"/>
              </w:rPr>
              <w:t>4000,0»;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 w:rsidRPr="00D87F49">
        <w:rPr>
          <w:sz w:val="28"/>
        </w:rPr>
        <w:t>в строке «Дотации бюджетам муниципальных районов и городских округов,</w:t>
      </w:r>
      <w:r w:rsidRPr="00DA1B61">
        <w:rPr>
          <w:sz w:val="28"/>
        </w:rPr>
        <w:t xml:space="preserve"> достигших наилучших результатов по увеличению налогового потенциала</w:t>
      </w:r>
      <w:r>
        <w:rPr>
          <w:sz w:val="28"/>
        </w:rPr>
        <w:t xml:space="preserve">» </w:t>
      </w:r>
      <w:r>
        <w:rPr>
          <w:sz w:val="28"/>
        </w:rPr>
        <w:br/>
        <w:t>(Мин 292 Рз 14 ПР 02 ЦС 517 0400) цифры «12000,0» заменить цифрами «8000,0»;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Иные межбюджетные трансферты</w:t>
      </w:r>
      <w:r>
        <w:rPr>
          <w:sz w:val="28"/>
        </w:rPr>
        <w:t xml:space="preserve">» (Мин 292 Рз 14 ПР 02 </w:t>
      </w:r>
      <w:r>
        <w:rPr>
          <w:sz w:val="28"/>
        </w:rPr>
        <w:br/>
        <w:t>ЦС 517 0400 ВР 540) цифры «12000,0» заменить цифрами «8000,0»;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Прочие межбюджетные трансферты общего характера</w:t>
      </w:r>
      <w:r>
        <w:rPr>
          <w:sz w:val="28"/>
        </w:rPr>
        <w:t>» (Мин 292 Рз 14 ПР 03) цифры «611931,8» заменить цифрами «701931,8»;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Софинансирование расходных обязательств, возникающих при выполнении полномочий органов местного самоуправления по вопросам местн</w:t>
      </w:r>
      <w:r w:rsidRPr="00DA1B61">
        <w:rPr>
          <w:sz w:val="28"/>
        </w:rPr>
        <w:t>о</w:t>
      </w:r>
      <w:r w:rsidRPr="00DA1B61">
        <w:rPr>
          <w:sz w:val="28"/>
        </w:rPr>
        <w:t>го значения</w:t>
      </w:r>
      <w:r>
        <w:rPr>
          <w:sz w:val="28"/>
        </w:rPr>
        <w:t>» (Мин 292 Рз 14 ПР 03 ЦС 518 0000) цифры «489383,6» заменить цифрами «579383,6»;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Выплата заработной платы с начислениями работникам муниц</w:t>
      </w:r>
      <w:r w:rsidRPr="00DA1B61">
        <w:rPr>
          <w:sz w:val="28"/>
        </w:rPr>
        <w:t>и</w:t>
      </w:r>
      <w:r w:rsidRPr="00DA1B61">
        <w:rPr>
          <w:sz w:val="28"/>
        </w:rPr>
        <w:t>пальных учреждений (за исключением органов местного самоуправления) мун</w:t>
      </w:r>
      <w:r w:rsidRPr="00DA1B61">
        <w:rPr>
          <w:sz w:val="28"/>
        </w:rPr>
        <w:t>и</w:t>
      </w:r>
      <w:r w:rsidRPr="00DA1B61">
        <w:rPr>
          <w:sz w:val="28"/>
        </w:rPr>
        <w:t>ципальных образований, оплата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</w:rPr>
        <w:t xml:space="preserve">» (Мин 292 Рз 14 ПР 03 </w:t>
      </w:r>
      <w:r>
        <w:rPr>
          <w:sz w:val="28"/>
        </w:rPr>
        <w:br/>
        <w:t>ЦС 518 0600) цифры «489383,6» заменить цифрами «579383,6»;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1B61">
        <w:rPr>
          <w:sz w:val="28"/>
        </w:rPr>
        <w:t>Субсидии, за исключением субсидий на софинансирование кап</w:t>
      </w:r>
      <w:r w:rsidRPr="00DA1B61">
        <w:rPr>
          <w:sz w:val="28"/>
        </w:rPr>
        <w:t>и</w:t>
      </w:r>
      <w:r w:rsidRPr="00DA1B61">
        <w:rPr>
          <w:sz w:val="28"/>
        </w:rPr>
        <w:t>тальных вложений в объекты государственной (муниципальной) собственности</w:t>
      </w:r>
      <w:r>
        <w:rPr>
          <w:sz w:val="28"/>
        </w:rPr>
        <w:t>» (Мин 292 Рз 14 ПР 03 ЦС 518 0600 ВР 521) цифры «489383,6» заменить цифрами «579383,6»;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к) в строке «ИТОГО» цифры «37772340,20148» заменить цифрами «38868227,43804»;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11) в приложении 13: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а) в главе «Правительство Ульяновской области» (Мин 203) наименование строки «</w:t>
      </w:r>
      <w:r w:rsidRPr="00AD7AEC">
        <w:rPr>
          <w:sz w:val="28"/>
        </w:rPr>
        <w:t>Освежение запасов средств индивидуальной защиты для гражданской обороны Ульяновской области</w:t>
      </w:r>
      <w:r>
        <w:rPr>
          <w:sz w:val="28"/>
        </w:rPr>
        <w:t>» (Мин 203 Рз 03 ПР 09 ЦС 861 1005) изложить в следующей редакции: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AD7AEC">
        <w:rPr>
          <w:sz w:val="28"/>
        </w:rPr>
        <w:t>Освежение запасов средств индивидуальной защиты для гражданской об</w:t>
      </w:r>
      <w:r w:rsidRPr="00AD7AEC">
        <w:rPr>
          <w:sz w:val="28"/>
        </w:rPr>
        <w:t>о</w:t>
      </w:r>
      <w:r w:rsidRPr="00AD7AEC">
        <w:rPr>
          <w:sz w:val="28"/>
        </w:rPr>
        <w:t>роны в Ульяновской области</w:t>
      </w:r>
      <w:r>
        <w:rPr>
          <w:sz w:val="28"/>
        </w:rPr>
        <w:t>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б) в главе «Министерство строительства, жилищно-коммунального ко</w:t>
      </w:r>
      <w:r>
        <w:rPr>
          <w:sz w:val="28"/>
        </w:rPr>
        <w:t>м</w:t>
      </w:r>
      <w:r>
        <w:rPr>
          <w:sz w:val="28"/>
        </w:rPr>
        <w:t>плекса и транспорта Ульяновской области» (Мин 233):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213E96">
        <w:rPr>
          <w:sz w:val="28"/>
        </w:rPr>
        <w:t>Учреждения по сопровождению исполнения отдел</w:t>
      </w:r>
      <w:r w:rsidRPr="00213E96">
        <w:rPr>
          <w:sz w:val="28"/>
        </w:rPr>
        <w:t>ь</w:t>
      </w:r>
      <w:r w:rsidRPr="00213E96">
        <w:rPr>
          <w:sz w:val="28"/>
        </w:rPr>
        <w:t>ных процедур, осуществляемых при исполнении государственных функций гос</w:t>
      </w:r>
      <w:r w:rsidRPr="00213E96">
        <w:rPr>
          <w:sz w:val="28"/>
        </w:rPr>
        <w:t>у</w:t>
      </w:r>
      <w:r w:rsidRPr="00213E96">
        <w:rPr>
          <w:sz w:val="28"/>
        </w:rPr>
        <w:t>дарственными органами Ульяновской области</w:t>
      </w:r>
      <w:r>
        <w:rPr>
          <w:sz w:val="28"/>
        </w:rPr>
        <w:t xml:space="preserve">» (Мин 233 Рз 05 ПР 05 </w:t>
      </w:r>
      <w:r>
        <w:rPr>
          <w:sz w:val="28"/>
        </w:rPr>
        <w:br/>
        <w:t>ЦС 097 0000) цифры «38377,4» заменить цифрами «27276,8»;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9D34AF">
        <w:rPr>
          <w:sz w:val="28"/>
        </w:rPr>
        <w:t>Фонд оплаты труда казённых учреждений и взносы по обязательному социальному страхованию</w:t>
      </w:r>
      <w:r>
        <w:rPr>
          <w:sz w:val="28"/>
        </w:rPr>
        <w:t>» (Мин 233 Рз 05 ПР 05 ЦС 097 0000 ВР 111) цифры «32980,5» заменить цифрами «23394,9»;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9D34AF">
        <w:rPr>
          <w:sz w:val="28"/>
        </w:rPr>
        <w:t>Иные выплаты персоналу казённых учреждений, за исключением фонда оплаты труда</w:t>
      </w:r>
      <w:r>
        <w:rPr>
          <w:sz w:val="28"/>
        </w:rPr>
        <w:t>» (Мин 233 Рз 05 ПР 05 ЦС 097 0000 ВР 112) цифры «107,0» заменить цифрами «98,0»;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43057E">
        <w:rPr>
          <w:sz w:val="28"/>
        </w:rPr>
        <w:t>Прочая закупка товаров, работ и услуг для обеспеч</w:t>
      </w:r>
      <w:r w:rsidRPr="0043057E">
        <w:rPr>
          <w:sz w:val="28"/>
        </w:rPr>
        <w:t>е</w:t>
      </w:r>
      <w:r w:rsidRPr="0043057E">
        <w:rPr>
          <w:sz w:val="28"/>
        </w:rPr>
        <w:t>ния государственных (муниципальных) нужд</w:t>
      </w:r>
      <w:r>
        <w:rPr>
          <w:sz w:val="28"/>
        </w:rPr>
        <w:t xml:space="preserve">» (Мин 233 Рз 05 ПР 05 ЦС 097 0000 </w:t>
      </w:r>
      <w:r>
        <w:rPr>
          <w:sz w:val="28"/>
        </w:rPr>
        <w:br/>
        <w:t>ВР 244) цифры «5049,8» заменить цифрами «3591,8»;</w:t>
      </w:r>
    </w:p>
    <w:p w:rsidR="00766415" w:rsidRPr="00AD7AEC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pacing w:val="-6"/>
          <w:sz w:val="28"/>
        </w:rPr>
      </w:pPr>
      <w:r w:rsidRPr="00AD7AEC">
        <w:rPr>
          <w:spacing w:val="-6"/>
          <w:sz w:val="28"/>
        </w:rPr>
        <w:t xml:space="preserve">в графах 7 и 8 строки «Уплата прочих налогов, сборов и иных платежей» </w:t>
      </w:r>
      <w:r w:rsidRPr="00AD7AEC">
        <w:rPr>
          <w:spacing w:val="-6"/>
          <w:sz w:val="28"/>
        </w:rPr>
        <w:br/>
        <w:t>(Мин 233 Рз 05 ПР 05 ЦС 097 0000 ВР 852) цифры «240,1» заменить цифрами «192,1»;</w:t>
      </w:r>
    </w:p>
    <w:p w:rsidR="00766415" w:rsidRPr="00AD7AEC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pacing w:val="-6"/>
          <w:sz w:val="28"/>
        </w:rPr>
      </w:pPr>
      <w:r w:rsidRPr="00AD7AEC">
        <w:rPr>
          <w:spacing w:val="-6"/>
          <w:sz w:val="28"/>
        </w:rPr>
        <w:t>в графах 7 и 8 строки «Реализация государственных функций, связанных с обеспечением отдельных мероприятий в сфере жилищно-коммунального хозяйства» (Мин 233 Рз 05 ПР 05 ЦС 660 0000) цифры «79630,3» заменить цифрами «90730,9»;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в графах 7 и 8 строки «</w:t>
      </w:r>
      <w:r w:rsidRPr="0005460D">
        <w:rPr>
          <w:sz w:val="28"/>
        </w:rPr>
        <w:t>Мероприятия, связанные с обеспечением функци</w:t>
      </w:r>
      <w:r w:rsidRPr="0005460D">
        <w:rPr>
          <w:sz w:val="28"/>
        </w:rPr>
        <w:t>о</w:t>
      </w:r>
      <w:r w:rsidRPr="0005460D">
        <w:rPr>
          <w:sz w:val="28"/>
        </w:rPr>
        <w:t>нирования организаций жилищно-коммунального хозя</w:t>
      </w:r>
      <w:r>
        <w:rPr>
          <w:sz w:val="28"/>
        </w:rPr>
        <w:t>й</w:t>
      </w:r>
      <w:r w:rsidRPr="0005460D">
        <w:rPr>
          <w:sz w:val="28"/>
        </w:rPr>
        <w:t>ства</w:t>
      </w:r>
      <w:r>
        <w:rPr>
          <w:sz w:val="28"/>
        </w:rPr>
        <w:t xml:space="preserve">» (Мин 233 Рз 05 </w:t>
      </w:r>
      <w:r>
        <w:rPr>
          <w:sz w:val="28"/>
        </w:rPr>
        <w:br/>
        <w:t>ПР 05 ЦС 660 0100) цифры «79630,3» заменить цифрами «81266,3»;</w:t>
      </w:r>
    </w:p>
    <w:p w:rsidR="00766415" w:rsidRPr="00AD7AEC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pacing w:val="-4"/>
          <w:sz w:val="28"/>
        </w:rPr>
      </w:pPr>
      <w:r w:rsidRPr="00AD7AEC">
        <w:rPr>
          <w:spacing w:val="-4"/>
          <w:sz w:val="28"/>
        </w:rPr>
        <w:t>в графах 7 и 8 строки «Субсидии юридическим лицам (кроме некоммерческих организаций), индивидуальным предпринимателям, физическим лицам» (Мин 233 Рз 05 ПР 05 ЦС 660 0100 ВР 810) цифры «79630,3» заменить цифрами «81266,3»;</w:t>
      </w:r>
    </w:p>
    <w:p w:rsidR="00766415" w:rsidRDefault="00766415" w:rsidP="00F35246">
      <w:pPr>
        <w:pStyle w:val="BodyTextIndent"/>
        <w:widowControl w:val="0"/>
        <w:spacing w:after="0" w:line="341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111"/>
        <w:gridCol w:w="426"/>
        <w:gridCol w:w="567"/>
        <w:gridCol w:w="567"/>
        <w:gridCol w:w="1275"/>
        <w:gridCol w:w="709"/>
        <w:gridCol w:w="1134"/>
        <w:gridCol w:w="1418"/>
      </w:tblGrid>
      <w:tr w:rsidR="00766415" w:rsidRPr="0005460D" w:rsidTr="00A76835">
        <w:trPr>
          <w:trHeight w:val="87"/>
        </w:trPr>
        <w:tc>
          <w:tcPr>
            <w:tcW w:w="4111" w:type="dxa"/>
            <w:vAlign w:val="center"/>
          </w:tcPr>
          <w:p w:rsidR="00766415" w:rsidRPr="00AD7AEC" w:rsidRDefault="00766415" w:rsidP="00A76835">
            <w:pPr>
              <w:spacing w:line="360" w:lineRule="auto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AD7AEC">
              <w:rPr>
                <w:color w:val="000000"/>
                <w:spacing w:val="-8"/>
                <w:sz w:val="28"/>
                <w:szCs w:val="28"/>
              </w:rPr>
              <w:t>«Субсидии юридическим лицам (кроме некоммерческих организ</w:t>
            </w:r>
            <w:r w:rsidRPr="00AD7AEC">
              <w:rPr>
                <w:color w:val="000000"/>
                <w:spacing w:val="-8"/>
                <w:sz w:val="28"/>
                <w:szCs w:val="28"/>
              </w:rPr>
              <w:t>а</w:t>
            </w:r>
            <w:r w:rsidRPr="00AD7AEC">
              <w:rPr>
                <w:color w:val="000000"/>
                <w:spacing w:val="-8"/>
                <w:sz w:val="28"/>
                <w:szCs w:val="28"/>
              </w:rPr>
              <w:t>ций), индивидуальным предпр</w:t>
            </w:r>
            <w:r w:rsidRPr="00AD7AEC">
              <w:rPr>
                <w:color w:val="000000"/>
                <w:spacing w:val="-8"/>
                <w:sz w:val="28"/>
                <w:szCs w:val="28"/>
              </w:rPr>
              <w:t>и</w:t>
            </w:r>
            <w:r w:rsidRPr="00AD7AEC">
              <w:rPr>
                <w:color w:val="000000"/>
                <w:spacing w:val="-8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426" w:type="dxa"/>
            <w:vAlign w:val="bottom"/>
          </w:tcPr>
          <w:p w:rsidR="00766415" w:rsidRPr="0005460D" w:rsidRDefault="00766415" w:rsidP="00A76835">
            <w:pPr>
              <w:spacing w:line="360" w:lineRule="auto"/>
              <w:ind w:left="-129" w:right="-15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766415" w:rsidRPr="0005460D" w:rsidRDefault="00766415" w:rsidP="00A7683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Pr="0005460D" w:rsidRDefault="00766415" w:rsidP="00A7683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5" w:type="dxa"/>
            <w:vAlign w:val="bottom"/>
          </w:tcPr>
          <w:p w:rsidR="00766415" w:rsidRPr="0005460D" w:rsidRDefault="00766415" w:rsidP="00A7683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766415" w:rsidRPr="0005460D" w:rsidRDefault="00766415" w:rsidP="00A7683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5460D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134" w:type="dxa"/>
            <w:noWrap/>
            <w:vAlign w:val="bottom"/>
          </w:tcPr>
          <w:p w:rsidR="00766415" w:rsidRPr="0005460D" w:rsidRDefault="00766415" w:rsidP="00A7683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81266,3</w:t>
            </w:r>
          </w:p>
        </w:tc>
        <w:tc>
          <w:tcPr>
            <w:tcW w:w="1418" w:type="dxa"/>
            <w:noWrap/>
            <w:vAlign w:val="bottom"/>
          </w:tcPr>
          <w:p w:rsidR="00766415" w:rsidRPr="0005460D" w:rsidRDefault="00766415" w:rsidP="00A7683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81266,3»</w:t>
            </w:r>
          </w:p>
        </w:tc>
      </w:tr>
    </w:tbl>
    <w:p w:rsidR="00766415" w:rsidRDefault="00766415" w:rsidP="00A76835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3970"/>
        <w:gridCol w:w="708"/>
        <w:gridCol w:w="567"/>
        <w:gridCol w:w="567"/>
        <w:gridCol w:w="1276"/>
        <w:gridCol w:w="567"/>
        <w:gridCol w:w="1276"/>
        <w:gridCol w:w="1276"/>
      </w:tblGrid>
      <w:tr w:rsidR="00766415" w:rsidRPr="0005460D" w:rsidTr="009D34AF">
        <w:tc>
          <w:tcPr>
            <w:tcW w:w="3970" w:type="dxa"/>
            <w:vAlign w:val="center"/>
          </w:tcPr>
          <w:p w:rsidR="00766415" w:rsidRPr="00AD7AEC" w:rsidRDefault="00766415" w:rsidP="00A76835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D7AEC">
              <w:rPr>
                <w:spacing w:val="-6"/>
                <w:sz w:val="28"/>
                <w:szCs w:val="28"/>
              </w:rPr>
              <w:t>«Мероприятия, связанные с обеспечением функциониров</w:t>
            </w:r>
            <w:r w:rsidRPr="00AD7AEC">
              <w:rPr>
                <w:spacing w:val="-6"/>
                <w:sz w:val="28"/>
                <w:szCs w:val="28"/>
              </w:rPr>
              <w:t>а</w:t>
            </w:r>
            <w:r w:rsidRPr="00AD7AEC">
              <w:rPr>
                <w:spacing w:val="-6"/>
                <w:sz w:val="28"/>
                <w:szCs w:val="28"/>
              </w:rPr>
              <w:t>ния регионального оператора</w:t>
            </w:r>
          </w:p>
        </w:tc>
        <w:tc>
          <w:tcPr>
            <w:tcW w:w="708" w:type="dxa"/>
            <w:vAlign w:val="bottom"/>
          </w:tcPr>
          <w:p w:rsidR="00766415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660 0200</w:t>
            </w:r>
          </w:p>
        </w:tc>
        <w:tc>
          <w:tcPr>
            <w:tcW w:w="567" w:type="dxa"/>
            <w:vAlign w:val="bottom"/>
          </w:tcPr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  <w:tc>
          <w:tcPr>
            <w:tcW w:w="1276" w:type="dxa"/>
            <w:noWrap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</w:tr>
      <w:tr w:rsidR="00766415" w:rsidRPr="0005460D" w:rsidTr="009D34AF">
        <w:tc>
          <w:tcPr>
            <w:tcW w:w="3970" w:type="dxa"/>
            <w:vAlign w:val="center"/>
          </w:tcPr>
          <w:p w:rsidR="00766415" w:rsidRPr="0005460D" w:rsidRDefault="00766415" w:rsidP="00A7683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Субсидии некоммерческим о</w:t>
            </w:r>
            <w:r w:rsidRPr="0005460D">
              <w:rPr>
                <w:sz w:val="28"/>
                <w:szCs w:val="28"/>
              </w:rPr>
              <w:t>р</w:t>
            </w:r>
            <w:r w:rsidRPr="0005460D">
              <w:rPr>
                <w:sz w:val="28"/>
                <w:szCs w:val="28"/>
              </w:rPr>
              <w:t>ганизациям (за исключением государственных (муниц</w:t>
            </w:r>
            <w:r w:rsidRPr="0005460D">
              <w:rPr>
                <w:sz w:val="28"/>
                <w:szCs w:val="28"/>
              </w:rPr>
              <w:t>и</w:t>
            </w:r>
            <w:r w:rsidRPr="0005460D">
              <w:rPr>
                <w:sz w:val="28"/>
                <w:szCs w:val="28"/>
              </w:rPr>
              <w:t>пальных) учреждений)</w:t>
            </w:r>
          </w:p>
        </w:tc>
        <w:tc>
          <w:tcPr>
            <w:tcW w:w="708" w:type="dxa"/>
            <w:vAlign w:val="bottom"/>
          </w:tcPr>
          <w:p w:rsidR="00766415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660 0200</w:t>
            </w:r>
          </w:p>
        </w:tc>
        <w:tc>
          <w:tcPr>
            <w:tcW w:w="567" w:type="dxa"/>
            <w:vAlign w:val="bottom"/>
          </w:tcPr>
          <w:p w:rsidR="00766415" w:rsidRDefault="00766415" w:rsidP="00A7683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630</w:t>
            </w:r>
          </w:p>
        </w:tc>
        <w:tc>
          <w:tcPr>
            <w:tcW w:w="1276" w:type="dxa"/>
            <w:noWrap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</w:t>
            </w:r>
          </w:p>
        </w:tc>
        <w:tc>
          <w:tcPr>
            <w:tcW w:w="1276" w:type="dxa"/>
            <w:noWrap/>
            <w:vAlign w:val="bottom"/>
          </w:tcPr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66415" w:rsidRPr="0005460D" w:rsidRDefault="00766415" w:rsidP="00A7683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5460D">
              <w:rPr>
                <w:sz w:val="28"/>
                <w:szCs w:val="28"/>
              </w:rPr>
              <w:t>9464,6»;</w:t>
            </w:r>
          </w:p>
        </w:tc>
      </w:tr>
    </w:tbl>
    <w:p w:rsidR="00766415" w:rsidRPr="009D34AF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</w:t>
      </w:r>
      <w:r w:rsidRPr="009D34AF">
        <w:rPr>
          <w:sz w:val="28"/>
        </w:rPr>
        <w:t>) в главе «Министерство искусства и культурной политики Ульяновской области» (Мин 255):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«Средние специальные учебные заведения» (Мин 255 Рз 07 ПР 04 ЦС 427 0000)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«Профессиональные образовательные организации»;</w:t>
      </w:r>
    </w:p>
    <w:p w:rsidR="00766415" w:rsidRPr="00A7683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pacing w:val="-6"/>
          <w:sz w:val="28"/>
        </w:rPr>
      </w:pPr>
      <w:r w:rsidRPr="00A76835">
        <w:rPr>
          <w:spacing w:val="-6"/>
          <w:sz w:val="28"/>
        </w:rPr>
        <w:t>наименование строки «Ремонтно-реставрационные работы зданий государс</w:t>
      </w:r>
      <w:r w:rsidRPr="00A76835">
        <w:rPr>
          <w:spacing w:val="-6"/>
          <w:sz w:val="28"/>
        </w:rPr>
        <w:t>т</w:t>
      </w:r>
      <w:r w:rsidRPr="00A76835">
        <w:rPr>
          <w:spacing w:val="-6"/>
          <w:sz w:val="28"/>
        </w:rPr>
        <w:t>венных учреждений культуры, в том числе изготовление проектной и экспертной д</w:t>
      </w:r>
      <w:r w:rsidRPr="00A76835">
        <w:rPr>
          <w:spacing w:val="-6"/>
          <w:sz w:val="28"/>
        </w:rPr>
        <w:t>о</w:t>
      </w:r>
      <w:r w:rsidRPr="00A76835">
        <w:rPr>
          <w:spacing w:val="-6"/>
          <w:sz w:val="28"/>
        </w:rPr>
        <w:t>кументации» (Мин 255 Рз 08 ПР 01 ЦС 870 4001)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AD7AEC">
        <w:rPr>
          <w:sz w:val="28"/>
        </w:rPr>
        <w:t>Ремонтно-реставрационные работы зданий государственных учреждений культуры, в том числе подготовка проектной и экспертной документации</w:t>
      </w:r>
      <w:r>
        <w:rPr>
          <w:sz w:val="28"/>
        </w:rPr>
        <w:t>»;</w:t>
      </w:r>
    </w:p>
    <w:p w:rsidR="00766415" w:rsidRPr="009D34AF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D34AF">
        <w:rPr>
          <w:sz w:val="28"/>
        </w:rPr>
        <w:t xml:space="preserve">в строке «Субсидии бюджетным учреждениям на иные цели» (Мин 255 </w:t>
      </w:r>
      <w:r w:rsidRPr="009D34AF">
        <w:rPr>
          <w:sz w:val="28"/>
        </w:rPr>
        <w:br/>
        <w:t>Рз 08 ПР 01 ЦС 870 4001 ВР 612) цифры «20050,0» заменить цифрами «</w:t>
      </w:r>
      <w:r>
        <w:rPr>
          <w:sz w:val="28"/>
        </w:rPr>
        <w:t>28</w:t>
      </w:r>
      <w:r w:rsidRPr="009D34AF">
        <w:rPr>
          <w:sz w:val="28"/>
        </w:rPr>
        <w:t>050,0»;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D34AF">
        <w:rPr>
          <w:sz w:val="28"/>
        </w:rPr>
        <w:t xml:space="preserve">в строке «Субсидии автономным учреждениям на иные цели» (Мин 255 </w:t>
      </w:r>
      <w:r w:rsidRPr="009D34AF">
        <w:rPr>
          <w:sz w:val="28"/>
        </w:rPr>
        <w:br/>
        <w:t>Рз 08 ПР 01 ЦС 870 4001 ВР 622) цифры «13750,0» заменить цифрами «</w:t>
      </w:r>
      <w:r>
        <w:rPr>
          <w:sz w:val="28"/>
        </w:rPr>
        <w:t>5</w:t>
      </w:r>
      <w:r w:rsidRPr="009D34AF">
        <w:rPr>
          <w:sz w:val="28"/>
        </w:rPr>
        <w:t>750,0»;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A15F8B">
        <w:rPr>
          <w:sz w:val="28"/>
        </w:rPr>
        <w:t>Средства на реализацию Закона Ульяновской обла</w:t>
      </w:r>
      <w:r w:rsidRPr="00A15F8B">
        <w:rPr>
          <w:sz w:val="28"/>
        </w:rPr>
        <w:t>с</w:t>
      </w:r>
      <w:r w:rsidRPr="00A15F8B">
        <w:rPr>
          <w:sz w:val="28"/>
        </w:rPr>
        <w:t>ти от 05.04.2006 № 43-ЗО «О мерах государственной социальной поддержки о</w:t>
      </w:r>
      <w:r w:rsidRPr="00A15F8B">
        <w:rPr>
          <w:sz w:val="28"/>
        </w:rPr>
        <w:t>т</w:t>
      </w:r>
      <w:r w:rsidRPr="00A15F8B">
        <w:rPr>
          <w:sz w:val="28"/>
        </w:rPr>
        <w:t xml:space="preserve">дельных категорий специалистов, работающих и проживающих в </w:t>
      </w:r>
      <w:r>
        <w:rPr>
          <w:sz w:val="28"/>
        </w:rPr>
        <w:t>сельской мес</w:t>
      </w:r>
      <w:r>
        <w:rPr>
          <w:sz w:val="28"/>
        </w:rPr>
        <w:t>т</w:t>
      </w:r>
      <w:r>
        <w:rPr>
          <w:sz w:val="28"/>
        </w:rPr>
        <w:t>ности</w:t>
      </w:r>
      <w:r w:rsidRPr="00A15F8B">
        <w:rPr>
          <w:sz w:val="28"/>
        </w:rPr>
        <w:t xml:space="preserve"> на территории Ульяновской области»</w:t>
      </w:r>
      <w:r>
        <w:rPr>
          <w:sz w:val="28"/>
        </w:rPr>
        <w:t xml:space="preserve"> (Мин 255 Рз 10 ПР 03 ЦС 505 8500)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A15F8B">
        <w:rPr>
          <w:sz w:val="28"/>
        </w:rPr>
        <w:t xml:space="preserve">Средства на реализацию Закона Ульяновской области от 05.04.2006 </w:t>
      </w:r>
      <w:r>
        <w:rPr>
          <w:sz w:val="28"/>
        </w:rPr>
        <w:br/>
      </w:r>
      <w:r w:rsidRPr="00A15F8B">
        <w:rPr>
          <w:spacing w:val="-4"/>
          <w:sz w:val="28"/>
        </w:rPr>
        <w:t>№ 43-ЗО «О мерах государственной социальной поддержки отдельных категорий специалистов, работающих и проживающих в сельских населённых пунктах, раб</w:t>
      </w:r>
      <w:r w:rsidRPr="00A15F8B">
        <w:rPr>
          <w:spacing w:val="-4"/>
          <w:sz w:val="28"/>
        </w:rPr>
        <w:t>о</w:t>
      </w:r>
      <w:r w:rsidRPr="00A15F8B">
        <w:rPr>
          <w:spacing w:val="-4"/>
          <w:sz w:val="28"/>
        </w:rPr>
        <w:t>чих посёлках и посёлках городского типа на территории Ульяновской области»;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</w:t>
      </w:r>
      <w:r w:rsidRPr="00940588">
        <w:rPr>
          <w:sz w:val="28"/>
        </w:rPr>
        <w:t xml:space="preserve">) </w:t>
      </w:r>
      <w:r>
        <w:rPr>
          <w:sz w:val="28"/>
        </w:rPr>
        <w:t>в главе «</w:t>
      </w:r>
      <w:r w:rsidRPr="00940588">
        <w:rPr>
          <w:sz w:val="28"/>
        </w:rPr>
        <w:t>Управление записи актов гражданского состояния Ульяновской области</w:t>
      </w:r>
      <w:r>
        <w:rPr>
          <w:sz w:val="28"/>
        </w:rPr>
        <w:t>» (Мин 256):</w:t>
      </w:r>
    </w:p>
    <w:p w:rsidR="00766415" w:rsidRPr="00A431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43115">
        <w:rPr>
          <w:sz w:val="28"/>
        </w:rPr>
        <w:t xml:space="preserve">в строке «Фонд оплаты труда государственных (муниципальных) органов и взносы по обязательному социальному страхованию» (Мин 256 Рз 01 ПР 13 </w:t>
      </w:r>
      <w:r w:rsidRPr="00A43115">
        <w:rPr>
          <w:sz w:val="28"/>
        </w:rPr>
        <w:br/>
        <w:t>ЦС 296 5930 ВР 121) цифры «6793,1» заменить цифрами «43539,0», цифры «6900,6» заменить цифрами «68438,0»;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A43115">
        <w:rPr>
          <w:sz w:val="28"/>
        </w:rPr>
        <w:t>в графах 7 и 8 строки «Иные выплаты персоналу государственных (муниц</w:t>
      </w:r>
      <w:r w:rsidRPr="00A43115">
        <w:rPr>
          <w:sz w:val="28"/>
        </w:rPr>
        <w:t>и</w:t>
      </w:r>
      <w:r w:rsidRPr="00A43115">
        <w:rPr>
          <w:sz w:val="28"/>
        </w:rPr>
        <w:t>пальных) органов, за исключением фонда оплаты труда» (Мин 256 Рз 01 ПР 13 ЦС 296 5930 ВР 122) цифры «1,4» заменить цифрами «3,0»;</w:t>
      </w:r>
    </w:p>
    <w:p w:rsidR="00766415" w:rsidRPr="00A431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43115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(Мин 256 Рз 01 ПР 13 ЦС 296 5930 ВР 242) ци</w:t>
      </w:r>
      <w:r>
        <w:rPr>
          <w:sz w:val="28"/>
        </w:rPr>
        <w:t>ф</w:t>
      </w:r>
      <w:r>
        <w:rPr>
          <w:sz w:val="28"/>
        </w:rPr>
        <w:t>ры «4501,0» заменить цифрами «474,2»;</w:t>
      </w:r>
    </w:p>
    <w:p w:rsidR="00766415" w:rsidRPr="00AD7AEC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pacing w:val="-6"/>
          <w:sz w:val="28"/>
        </w:rPr>
      </w:pPr>
      <w:r w:rsidRPr="00AD7AEC">
        <w:rPr>
          <w:spacing w:val="-6"/>
          <w:sz w:val="28"/>
        </w:rPr>
        <w:t>в строке «Прочая закупка товаров, работ и услуг для обеспечения государстве</w:t>
      </w:r>
      <w:r w:rsidRPr="00AD7AEC">
        <w:rPr>
          <w:spacing w:val="-6"/>
          <w:sz w:val="28"/>
        </w:rPr>
        <w:t>н</w:t>
      </w:r>
      <w:r w:rsidRPr="00AD7AEC">
        <w:rPr>
          <w:spacing w:val="-6"/>
          <w:sz w:val="28"/>
        </w:rPr>
        <w:t>ных (муниципальных) нужд» (Мин 256 Рз 01 ПР 13 ЦС 296 5930 ВР 244) цифры «2600,5» заменить цифрами «3781,4», цифры «3593,0» заменить цифрами «948,4»;</w:t>
      </w:r>
    </w:p>
    <w:p w:rsidR="00766415" w:rsidRPr="00940588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40588">
        <w:rPr>
          <w:sz w:val="28"/>
        </w:rPr>
        <w:t>в строке «Субвенции» (</w:t>
      </w:r>
      <w:r>
        <w:rPr>
          <w:sz w:val="28"/>
        </w:rPr>
        <w:t xml:space="preserve">Мин 256 </w:t>
      </w:r>
      <w:r w:rsidRPr="00940588">
        <w:rPr>
          <w:sz w:val="28"/>
        </w:rPr>
        <w:t>Рз 01 ПР 13 ЦС 296 5930 ВР 530):</w:t>
      </w:r>
    </w:p>
    <w:p w:rsidR="00766415" w:rsidRPr="00940588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40588">
        <w:rPr>
          <w:sz w:val="28"/>
        </w:rPr>
        <w:t>в графе 7 цифры «54867,6» заменить цифрами «16939,2»;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40588">
        <w:rPr>
          <w:sz w:val="28"/>
        </w:rPr>
        <w:t>в графе 8 цифры «54867,6» заменить цифрами «0,0»;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в главе «Министерство здравоохранения и социального развития Уль</w:t>
      </w:r>
      <w:r>
        <w:rPr>
          <w:sz w:val="28"/>
        </w:rPr>
        <w:t>я</w:t>
      </w:r>
      <w:r>
        <w:rPr>
          <w:sz w:val="28"/>
        </w:rPr>
        <w:t>новской области» (Мин 261) наименование строки «</w:t>
      </w:r>
      <w:r w:rsidRPr="00A15F8B">
        <w:rPr>
          <w:sz w:val="28"/>
        </w:rPr>
        <w:t xml:space="preserve">Средства на реализацию </w:t>
      </w:r>
      <w:r>
        <w:rPr>
          <w:sz w:val="28"/>
        </w:rPr>
        <w:br/>
      </w:r>
      <w:r w:rsidRPr="00A15F8B">
        <w:rPr>
          <w:sz w:val="28"/>
        </w:rPr>
        <w:t>Закона Ульяновской области от 05.04.2006 № 43-ЗО «О мерах государственной социальной поддержки отдельных категорий специалистов, работающих и пр</w:t>
      </w:r>
      <w:r w:rsidRPr="00A15F8B">
        <w:rPr>
          <w:sz w:val="28"/>
        </w:rPr>
        <w:t>о</w:t>
      </w:r>
      <w:r w:rsidRPr="00A15F8B">
        <w:rPr>
          <w:sz w:val="28"/>
        </w:rPr>
        <w:t xml:space="preserve">живающих в </w:t>
      </w:r>
      <w:r>
        <w:rPr>
          <w:sz w:val="28"/>
        </w:rPr>
        <w:t>сельской местности</w:t>
      </w:r>
      <w:r w:rsidRPr="00A15F8B">
        <w:rPr>
          <w:sz w:val="28"/>
        </w:rPr>
        <w:t xml:space="preserve"> на территории Ульяновской области»</w:t>
      </w:r>
      <w:r>
        <w:rPr>
          <w:sz w:val="28"/>
        </w:rPr>
        <w:t xml:space="preserve"> (Мин 261 </w:t>
      </w:r>
      <w:r>
        <w:rPr>
          <w:sz w:val="28"/>
        </w:rPr>
        <w:br/>
        <w:t>Рз 10 ПР 03 ЦС 505 8500)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A15F8B">
        <w:rPr>
          <w:sz w:val="28"/>
        </w:rPr>
        <w:t xml:space="preserve">Средства на реализацию Закона Ульяновской области от 05.04.2006 </w:t>
      </w:r>
      <w:r>
        <w:rPr>
          <w:sz w:val="28"/>
        </w:rPr>
        <w:br/>
      </w:r>
      <w:r w:rsidRPr="00A15F8B">
        <w:rPr>
          <w:spacing w:val="-4"/>
          <w:sz w:val="28"/>
        </w:rPr>
        <w:t>№ 43-ЗО «О мерах государственной социальной поддержки отдельных категорий специалистов, работающих и проживающих в сельских населённых пунктах, раб</w:t>
      </w:r>
      <w:r w:rsidRPr="00A15F8B">
        <w:rPr>
          <w:spacing w:val="-4"/>
          <w:sz w:val="28"/>
        </w:rPr>
        <w:t>о</w:t>
      </w:r>
      <w:r w:rsidRPr="00A15F8B">
        <w:rPr>
          <w:spacing w:val="-4"/>
          <w:sz w:val="28"/>
        </w:rPr>
        <w:t>чих посёлках и посёлках городского типа на территории Ульяновской области»;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е) в главе «Министерство образования и науки Ульяновской области» </w:t>
      </w:r>
      <w:r>
        <w:rPr>
          <w:sz w:val="28"/>
        </w:rPr>
        <w:br/>
        <w:t>(Мин 273):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«Средние специальные учебные заведения» (Мин 261 Рз 07 ПР 04 ЦС 427 0000)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4038FB">
        <w:rPr>
          <w:sz w:val="28"/>
        </w:rPr>
        <w:t>Профессиональные образовательные организации</w:t>
      </w:r>
      <w:r>
        <w:rPr>
          <w:sz w:val="28"/>
        </w:rPr>
        <w:t>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4038FB">
        <w:rPr>
          <w:sz w:val="28"/>
        </w:rPr>
        <w:t xml:space="preserve">Денежное пособие на оплату обучения студентам, обучающимся в образовательных организациях среднего </w:t>
      </w:r>
      <w:r>
        <w:rPr>
          <w:sz w:val="28"/>
        </w:rPr>
        <w:t xml:space="preserve"> и высшего </w:t>
      </w:r>
      <w:r w:rsidRPr="004038FB">
        <w:rPr>
          <w:sz w:val="28"/>
        </w:rPr>
        <w:t>професси</w:t>
      </w:r>
      <w:r w:rsidRPr="004038FB">
        <w:rPr>
          <w:sz w:val="28"/>
        </w:rPr>
        <w:t>о</w:t>
      </w:r>
      <w:r w:rsidRPr="004038FB">
        <w:rPr>
          <w:sz w:val="28"/>
        </w:rPr>
        <w:t>нального образования, находящихся на территории Ульяновской области</w:t>
      </w:r>
      <w:r>
        <w:rPr>
          <w:sz w:val="28"/>
        </w:rPr>
        <w:t xml:space="preserve">» </w:t>
      </w:r>
      <w:r>
        <w:rPr>
          <w:sz w:val="28"/>
        </w:rPr>
        <w:br/>
        <w:t xml:space="preserve">(Мин 273 Рз 10 ПР </w:t>
      </w:r>
      <w:r w:rsidRPr="004038FB">
        <w:rPr>
          <w:sz w:val="28"/>
        </w:rPr>
        <w:t xml:space="preserve">04 ЦС </w:t>
      </w:r>
      <w:r>
        <w:rPr>
          <w:sz w:val="28"/>
        </w:rPr>
        <w:t>505 8600</w:t>
      </w:r>
      <w:r w:rsidRPr="004038FB">
        <w:rPr>
          <w:sz w:val="28"/>
        </w:rPr>
        <w:t>) изложить</w:t>
      </w:r>
      <w:r>
        <w:rPr>
          <w:sz w:val="28"/>
        </w:rPr>
        <w:t xml:space="preserve">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4038FB">
        <w:rPr>
          <w:sz w:val="28"/>
        </w:rPr>
        <w:t>Денежное пособие на оплату обучения студентам, обучающимся в образ</w:t>
      </w:r>
      <w:r w:rsidRPr="004038FB">
        <w:rPr>
          <w:sz w:val="28"/>
        </w:rPr>
        <w:t>о</w:t>
      </w:r>
      <w:r w:rsidRPr="004038FB">
        <w:rPr>
          <w:sz w:val="28"/>
        </w:rPr>
        <w:t>вательных организациях среднего профессионального и высшего образования, находящихся на территории Ульяновской области</w:t>
      </w:r>
      <w:r>
        <w:rPr>
          <w:sz w:val="28"/>
        </w:rPr>
        <w:t>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в главе «Департамент ветеринарии Ульяновской области» (Мин 286) н</w:t>
      </w:r>
      <w:r>
        <w:rPr>
          <w:sz w:val="28"/>
        </w:rPr>
        <w:t>а</w:t>
      </w:r>
      <w:r>
        <w:rPr>
          <w:sz w:val="28"/>
        </w:rPr>
        <w:t>именование строки «</w:t>
      </w:r>
      <w:r w:rsidRPr="00DF00C8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DF00C8">
        <w:rPr>
          <w:sz w:val="28"/>
        </w:rPr>
        <w:t xml:space="preserve"> товаров, работ и услуг для обеспечения государственных нужд</w:t>
      </w:r>
      <w:r>
        <w:rPr>
          <w:sz w:val="28"/>
        </w:rPr>
        <w:t xml:space="preserve">» (Мин 286 Рз 04 ПР 05 ЦС 940 2011) </w:t>
      </w:r>
      <w:r>
        <w:rPr>
          <w:sz w:val="28"/>
        </w:rPr>
        <w:br/>
        <w:t>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DF00C8">
        <w:rPr>
          <w:sz w:val="28"/>
        </w:rPr>
        <w:t>Расходы, связанные с закупками товаров, работ и услуг для обеспечения государственных нужд</w:t>
      </w:r>
      <w:r>
        <w:rPr>
          <w:sz w:val="28"/>
        </w:rPr>
        <w:t>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з) в главе «Министерство сельского, лесного хозяйства и природных ресу</w:t>
      </w:r>
      <w:r>
        <w:rPr>
          <w:sz w:val="28"/>
        </w:rPr>
        <w:t>р</w:t>
      </w:r>
      <w:r>
        <w:rPr>
          <w:sz w:val="28"/>
        </w:rPr>
        <w:t>сов Ульяновской области» (Мин 287):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4F6BD2">
        <w:rPr>
          <w:sz w:val="28"/>
        </w:rPr>
        <w:t>Субсидии на поддержку сельхозтоваропроизводит</w:t>
      </w:r>
      <w:r w:rsidRPr="004F6BD2">
        <w:rPr>
          <w:sz w:val="28"/>
        </w:rPr>
        <w:t>е</w:t>
      </w:r>
      <w:r w:rsidRPr="004F6BD2">
        <w:rPr>
          <w:sz w:val="28"/>
        </w:rPr>
        <w:t>лей, государственную поддержку кредитования малых форм хозяйствования на селе</w:t>
      </w:r>
      <w:r>
        <w:rPr>
          <w:sz w:val="28"/>
        </w:rPr>
        <w:t>» (Мин 287 Рз 04 ПР 05 ЦС 933 2510)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4F6BD2">
        <w:rPr>
          <w:sz w:val="28"/>
        </w:rPr>
        <w:t>Субсидии на поддержку сельскохозяйственных товаропроизводителей, г</w:t>
      </w:r>
      <w:r w:rsidRPr="004F6BD2">
        <w:rPr>
          <w:sz w:val="28"/>
        </w:rPr>
        <w:t>о</w:t>
      </w:r>
      <w:r w:rsidRPr="004F6BD2">
        <w:rPr>
          <w:sz w:val="28"/>
        </w:rPr>
        <w:t>сударственную поддержку кредитования малых форм хозяйствования на селе</w:t>
      </w:r>
      <w:r>
        <w:rPr>
          <w:sz w:val="28"/>
        </w:rPr>
        <w:t>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наименование строки «</w:t>
      </w:r>
      <w:r w:rsidRPr="004F6BD2">
        <w:rPr>
          <w:sz w:val="28"/>
        </w:rPr>
        <w:t xml:space="preserve">Расходы, </w:t>
      </w:r>
      <w:r>
        <w:rPr>
          <w:sz w:val="28"/>
        </w:rPr>
        <w:t>направляемые на закупку</w:t>
      </w:r>
      <w:r w:rsidRPr="004F6BD2">
        <w:rPr>
          <w:sz w:val="28"/>
        </w:rPr>
        <w:t xml:space="preserve"> товаров, работ и услуг</w:t>
      </w:r>
      <w:r>
        <w:rPr>
          <w:sz w:val="28"/>
        </w:rPr>
        <w:t>» (Мин 287 Рз 04 ПР 05 ЦС 933 2511) изложить в следующей редакции: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4F6BD2">
        <w:rPr>
          <w:sz w:val="28"/>
        </w:rPr>
        <w:t>Расходы, связанные с закупками товаров, работ и услуг</w:t>
      </w:r>
      <w:r>
        <w:rPr>
          <w:sz w:val="28"/>
        </w:rPr>
        <w:t>»;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12) </w:t>
      </w:r>
      <w:r w:rsidRPr="00F46E17">
        <w:rPr>
          <w:sz w:val="28"/>
        </w:rPr>
        <w:t>в приложении 14:</w:t>
      </w:r>
    </w:p>
    <w:p w:rsidR="00766415" w:rsidRDefault="00766415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таблицу 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766415" w:rsidRPr="00BD729B" w:rsidTr="00E022E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4B3983" w:rsidRDefault="00766415" w:rsidP="00A7683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</w:t>
            </w:r>
          </w:p>
        </w:tc>
      </w:tr>
      <w:tr w:rsidR="00766415" w:rsidRPr="00BD729B" w:rsidTr="00E022E6">
        <w:trPr>
          <w:trHeight w:val="984"/>
        </w:trPr>
        <w:tc>
          <w:tcPr>
            <w:tcW w:w="9796" w:type="dxa"/>
            <w:gridSpan w:val="3"/>
            <w:vAlign w:val="center"/>
          </w:tcPr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A1AF8">
              <w:rPr>
                <w:b/>
                <w:bCs/>
                <w:sz w:val="28"/>
                <w:szCs w:val="28"/>
              </w:rPr>
              <w:t>и городских округов Ульяновской области в целях софинансирования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самоуправлен</w:t>
            </w:r>
            <w:r>
              <w:rPr>
                <w:b/>
                <w:bCs/>
                <w:sz w:val="28"/>
                <w:szCs w:val="28"/>
              </w:rPr>
              <w:t xml:space="preserve">ия) муниципальных образований, </w:t>
            </w:r>
            <w:r w:rsidRPr="00DA1AF8">
              <w:rPr>
                <w:b/>
                <w:bCs/>
                <w:sz w:val="28"/>
                <w:szCs w:val="28"/>
              </w:rPr>
              <w:t xml:space="preserve">оплату коммунальных 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услуг</w:t>
            </w:r>
            <w:r w:rsidRPr="00AD65B8">
              <w:rPr>
                <w:sz w:val="26"/>
                <w:szCs w:val="26"/>
              </w:rPr>
              <w:t xml:space="preserve"> </w:t>
            </w:r>
            <w:r w:rsidRPr="006F73F6">
              <w:rPr>
                <w:b/>
                <w:bCs/>
                <w:sz w:val="28"/>
                <w:szCs w:val="28"/>
              </w:rPr>
              <w:t xml:space="preserve">и  приобретение твёрдого топлива (уголь, дрова) </w:t>
            </w:r>
            <w:r w:rsidRPr="00DA1AF8">
              <w:rPr>
                <w:b/>
                <w:bCs/>
                <w:sz w:val="28"/>
                <w:szCs w:val="28"/>
              </w:rPr>
              <w:t xml:space="preserve"> муниципальными 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учреждениями (за исключением органов местного самоуправления) </w:t>
            </w:r>
          </w:p>
          <w:p w:rsidR="00766415" w:rsidRDefault="00766415" w:rsidP="00A76835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(включая погашение кредиторской задолженности) муниципальных </w:t>
            </w:r>
          </w:p>
          <w:p w:rsidR="00766415" w:rsidRPr="004B3983" w:rsidRDefault="00766415" w:rsidP="00A76835">
            <w:pPr>
              <w:jc w:val="center"/>
              <w:rPr>
                <w:bCs/>
                <w:sz w:val="24"/>
                <w:szCs w:val="24"/>
              </w:rPr>
            </w:pPr>
            <w:r w:rsidRPr="00DA1AF8">
              <w:rPr>
                <w:b/>
                <w:bCs/>
                <w:sz w:val="28"/>
                <w:szCs w:val="28"/>
              </w:rPr>
              <w:t>образов</w:t>
            </w:r>
            <w:r>
              <w:rPr>
                <w:b/>
                <w:bCs/>
                <w:sz w:val="28"/>
                <w:szCs w:val="28"/>
              </w:rPr>
              <w:t>аний Ульяновской области на 2014</w:t>
            </w:r>
            <w:r w:rsidRPr="00DA1AF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66415" w:rsidRPr="004B3983" w:rsidTr="00E022E6">
        <w:trPr>
          <w:trHeight w:val="375"/>
        </w:trPr>
        <w:tc>
          <w:tcPr>
            <w:tcW w:w="700" w:type="dxa"/>
            <w:noWrap/>
            <w:vAlign w:val="bottom"/>
          </w:tcPr>
          <w:p w:rsidR="00766415" w:rsidRPr="00BD729B" w:rsidRDefault="00766415" w:rsidP="00A7683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766415" w:rsidRPr="00BD729B" w:rsidRDefault="00766415" w:rsidP="00A7683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76" w:type="dxa"/>
            <w:noWrap/>
            <w:vAlign w:val="bottom"/>
          </w:tcPr>
          <w:p w:rsidR="00766415" w:rsidRPr="004B3983" w:rsidRDefault="00766415" w:rsidP="00A76835">
            <w:pPr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BD729B" w:rsidRDefault="00766415" w:rsidP="0031254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766415" w:rsidRPr="004B3983" w:rsidTr="00E022E6">
        <w:trPr>
          <w:trHeight w:val="451"/>
          <w:tblHeader/>
        </w:trPr>
        <w:tc>
          <w:tcPr>
            <w:tcW w:w="735" w:type="dxa"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 xml:space="preserve">Наименование </w:t>
            </w:r>
          </w:p>
          <w:p w:rsidR="00766415" w:rsidRPr="004B3983" w:rsidRDefault="00766415" w:rsidP="00312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B3983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</w:tbl>
    <w:p w:rsidR="00766415" w:rsidRPr="00BD729B" w:rsidRDefault="00766415" w:rsidP="0031254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766415" w:rsidRPr="00BD729B" w:rsidTr="0031254F">
        <w:trPr>
          <w:trHeight w:val="116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31254F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31254F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31254F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13758,5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37027,3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Pr="004726B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49671,0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20615,0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54951,4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34185,9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32538,5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15207,7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4895,3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766415" w:rsidRPr="00E53D6F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center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18215,7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11880,1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10142,5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8301,4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25408,2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17063,6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11347,7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19298,0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18958,5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32808,0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19631,1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766415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25989,7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9D1A5C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766415" w:rsidRPr="009D1A5C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766415" w:rsidRPr="00087D0F" w:rsidRDefault="00766415" w:rsidP="00F35246">
            <w:pPr>
              <w:spacing w:line="34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481895,1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247BB">
              <w:rPr>
                <w:sz w:val="28"/>
                <w:szCs w:val="28"/>
              </w:rPr>
              <w:t>.</w:t>
            </w: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831" w:type="dxa"/>
            <w:noWrap/>
            <w:vAlign w:val="bottom"/>
          </w:tcPr>
          <w:p w:rsidR="00766415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97302,2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766415" w:rsidRPr="00DA79A3" w:rsidRDefault="00766415" w:rsidP="00F35246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6E7F69" w:rsidRDefault="00766415" w:rsidP="00F35246">
            <w:pPr>
              <w:spacing w:line="34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97488,5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766415" w:rsidRPr="008247BB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31254F" w:rsidRDefault="00766415" w:rsidP="00F35246">
            <w:pPr>
              <w:spacing w:line="348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579383,6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A76835">
      <w:pPr>
        <w:pStyle w:val="BodyTextIndent"/>
        <w:widowControl w:val="0"/>
        <w:spacing w:after="0"/>
        <w:ind w:left="0" w:firstLine="709"/>
        <w:jc w:val="both"/>
        <w:rPr>
          <w:sz w:val="28"/>
        </w:rPr>
      </w:pPr>
      <w:r>
        <w:rPr>
          <w:sz w:val="28"/>
        </w:rPr>
        <w:t>б) таблицу 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766415" w:rsidRPr="00BD729B" w:rsidTr="00E022E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4B3983" w:rsidRDefault="00766415" w:rsidP="00A76835">
            <w:pPr>
              <w:spacing w:line="233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5</w:t>
            </w:r>
          </w:p>
        </w:tc>
      </w:tr>
      <w:tr w:rsidR="00766415" w:rsidRPr="00BD729B" w:rsidTr="00E022E6">
        <w:trPr>
          <w:trHeight w:val="984"/>
        </w:trPr>
        <w:tc>
          <w:tcPr>
            <w:tcW w:w="9796" w:type="dxa"/>
            <w:gridSpan w:val="3"/>
            <w:vAlign w:val="center"/>
          </w:tcPr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Распределение субвенций бюджетам муниципальных районов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>и городских округов Ульяновской области на осуществление переданных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органам местного самоуправления государственных полномочий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Ульяновской области по </w:t>
            </w:r>
            <w:r>
              <w:rPr>
                <w:b/>
              </w:rPr>
              <w:t>осуществлению</w:t>
            </w:r>
            <w:r w:rsidRPr="00BA4287">
              <w:rPr>
                <w:b/>
              </w:rPr>
              <w:t xml:space="preserve"> ежемесячной денежной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выплаты на обеспечение проезда детей-сирот и детей, оставшихся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без попечения родителей, а также лиц из числа детей-сирот и детей,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оставшихся без попечения родителей, обучающихся в муниципальных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 xml:space="preserve">образовательных организациях, на городском, пригородном, в сельской </w:t>
            </w:r>
          </w:p>
          <w:p w:rsidR="00766415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>местности на внутрирайонном транспорте (кроме такси), а также проезда</w:t>
            </w:r>
          </w:p>
          <w:p w:rsidR="00766415" w:rsidRPr="00DF72D2" w:rsidRDefault="00766415" w:rsidP="00A76835">
            <w:pPr>
              <w:pStyle w:val="ConsPlusCell"/>
              <w:spacing w:line="233" w:lineRule="auto"/>
              <w:jc w:val="center"/>
              <w:rPr>
                <w:b/>
              </w:rPr>
            </w:pPr>
            <w:r w:rsidRPr="00BA4287">
              <w:rPr>
                <w:b/>
              </w:rPr>
              <w:t>один раз в год к месту жительства и обратно к месту обучения на 2014 год</w:t>
            </w:r>
          </w:p>
        </w:tc>
      </w:tr>
      <w:tr w:rsidR="00766415" w:rsidRPr="004B3983" w:rsidTr="00E022E6">
        <w:trPr>
          <w:trHeight w:val="375"/>
        </w:trPr>
        <w:tc>
          <w:tcPr>
            <w:tcW w:w="700" w:type="dxa"/>
            <w:noWrap/>
            <w:vAlign w:val="bottom"/>
          </w:tcPr>
          <w:p w:rsidR="00766415" w:rsidRPr="00BD729B" w:rsidRDefault="00766415" w:rsidP="00A76835">
            <w:pPr>
              <w:spacing w:line="233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766415" w:rsidRPr="00BD729B" w:rsidRDefault="00766415" w:rsidP="00A76835">
            <w:pPr>
              <w:spacing w:line="233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376" w:type="dxa"/>
            <w:noWrap/>
            <w:vAlign w:val="bottom"/>
          </w:tcPr>
          <w:p w:rsidR="00766415" w:rsidRPr="004B3983" w:rsidRDefault="00766415" w:rsidP="00A76835">
            <w:pPr>
              <w:spacing w:line="233" w:lineRule="auto"/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BD729B" w:rsidRDefault="00766415" w:rsidP="00DF72D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766415" w:rsidRPr="004B3983" w:rsidTr="00E022E6">
        <w:trPr>
          <w:trHeight w:val="451"/>
          <w:tblHeader/>
        </w:trPr>
        <w:tc>
          <w:tcPr>
            <w:tcW w:w="735" w:type="dxa"/>
            <w:vAlign w:val="center"/>
          </w:tcPr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766415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 xml:space="preserve">Наименование </w:t>
            </w:r>
          </w:p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B3983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</w:tbl>
    <w:p w:rsidR="00766415" w:rsidRPr="00BD729B" w:rsidRDefault="00766415" w:rsidP="00DF72D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766415" w:rsidRPr="00BD729B" w:rsidTr="00E022E6">
        <w:trPr>
          <w:trHeight w:val="116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DF72D2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77,1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671,3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351,1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367,4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189,5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210,4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285,4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670,7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440,7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243,7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272,3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263,7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306,6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271,2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276,2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304,1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267,5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196,8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400,1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539,2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400,0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7005,0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1330,5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137,5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24.</w:t>
            </w: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г. Ульяновск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2418,5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3886,5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1F2F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1F2F3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10891,5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таблицы 8-10 изложить в следующей редакции:</w:t>
      </w:r>
    </w:p>
    <w:p w:rsidR="00766415" w:rsidRDefault="00766415">
      <w:r>
        <w:br w:type="page"/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766415" w:rsidRPr="00BD729B" w:rsidTr="00E022E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4B3983" w:rsidRDefault="00766415" w:rsidP="00DF72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8</w:t>
            </w:r>
          </w:p>
        </w:tc>
      </w:tr>
      <w:tr w:rsidR="00766415" w:rsidRPr="00BD729B" w:rsidTr="00DF72D2">
        <w:trPr>
          <w:trHeight w:val="1281"/>
        </w:trPr>
        <w:tc>
          <w:tcPr>
            <w:tcW w:w="9796" w:type="dxa"/>
            <w:gridSpan w:val="3"/>
            <w:vAlign w:val="center"/>
          </w:tcPr>
          <w:p w:rsidR="00766415" w:rsidRDefault="00766415" w:rsidP="00DF72D2">
            <w:pPr>
              <w:pStyle w:val="ConsPlusCell"/>
              <w:jc w:val="center"/>
              <w:rPr>
                <w:b/>
              </w:rPr>
            </w:pPr>
            <w:r w:rsidRPr="00BA4287">
              <w:rPr>
                <w:b/>
              </w:rPr>
              <w:t xml:space="preserve">Распределение субвенций бюджетам муниципальных районов </w:t>
            </w:r>
          </w:p>
          <w:p w:rsidR="00766415" w:rsidRDefault="00766415" w:rsidP="00DF72D2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 xml:space="preserve">и отдельных </w:t>
            </w:r>
            <w:r w:rsidRPr="00BA4287">
              <w:rPr>
                <w:b/>
              </w:rPr>
              <w:t xml:space="preserve"> городских округов Ульяновской области на осуществление</w:t>
            </w:r>
          </w:p>
          <w:p w:rsidR="00766415" w:rsidRDefault="00766415" w:rsidP="00DF72D2">
            <w:pPr>
              <w:pStyle w:val="ConsPlusCell"/>
              <w:jc w:val="center"/>
              <w:rPr>
                <w:b/>
              </w:rPr>
            </w:pPr>
            <w:r w:rsidRPr="00BA4287">
              <w:rPr>
                <w:b/>
              </w:rPr>
              <w:t xml:space="preserve">переданных органам местного самоуправления государственных </w:t>
            </w:r>
          </w:p>
          <w:p w:rsidR="00766415" w:rsidRDefault="00766415" w:rsidP="00DF72D2">
            <w:pPr>
              <w:pStyle w:val="ConsPlusCell"/>
              <w:jc w:val="center"/>
              <w:rPr>
                <w:b/>
              </w:rPr>
            </w:pPr>
            <w:r w:rsidRPr="00BA4287">
              <w:rPr>
                <w:b/>
              </w:rPr>
              <w:t xml:space="preserve">полномочий Ульяновской области по опеке и попечительству </w:t>
            </w:r>
          </w:p>
          <w:p w:rsidR="00766415" w:rsidRPr="00DF72D2" w:rsidRDefault="00766415" w:rsidP="005B6E7D">
            <w:pPr>
              <w:pStyle w:val="ConsPlusCell"/>
              <w:jc w:val="center"/>
              <w:rPr>
                <w:b/>
              </w:rPr>
            </w:pPr>
            <w:r w:rsidRPr="00BA4287">
              <w:rPr>
                <w:b/>
              </w:rPr>
              <w:t>в отношении несовершеннолетних на 2014 год</w:t>
            </w:r>
          </w:p>
        </w:tc>
      </w:tr>
      <w:tr w:rsidR="00766415" w:rsidRPr="004B3983" w:rsidTr="00E022E6">
        <w:trPr>
          <w:trHeight w:val="375"/>
        </w:trPr>
        <w:tc>
          <w:tcPr>
            <w:tcW w:w="700" w:type="dxa"/>
            <w:noWrap/>
            <w:vAlign w:val="bottom"/>
          </w:tcPr>
          <w:p w:rsidR="00766415" w:rsidRPr="00BD729B" w:rsidRDefault="00766415" w:rsidP="00E022E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766415" w:rsidRPr="00BD729B" w:rsidRDefault="00766415" w:rsidP="00E022E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76" w:type="dxa"/>
            <w:noWrap/>
            <w:vAlign w:val="bottom"/>
          </w:tcPr>
          <w:p w:rsidR="00766415" w:rsidRPr="004B3983" w:rsidRDefault="00766415" w:rsidP="00E022E6">
            <w:pPr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BD729B" w:rsidRDefault="00766415" w:rsidP="00DF72D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766415" w:rsidRPr="004B3983" w:rsidTr="00E022E6">
        <w:trPr>
          <w:trHeight w:val="451"/>
          <w:tblHeader/>
        </w:trPr>
        <w:tc>
          <w:tcPr>
            <w:tcW w:w="735" w:type="dxa"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 xml:space="preserve">Наименование </w:t>
            </w:r>
          </w:p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B3983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</w:tbl>
    <w:p w:rsidR="00766415" w:rsidRPr="00BD729B" w:rsidRDefault="00766415" w:rsidP="00DF72D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766415" w:rsidRPr="00BD729B" w:rsidTr="00E022E6">
        <w:trPr>
          <w:trHeight w:val="116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4B3983" w:rsidRDefault="00766415" w:rsidP="00E022E6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804,3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11119,8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2954,1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72D2">
              <w:rPr>
                <w:sz w:val="28"/>
                <w:szCs w:val="28"/>
              </w:rPr>
              <w:t>419,6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DF72D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3373,7</w:t>
            </w:r>
          </w:p>
        </w:tc>
      </w:tr>
      <w:tr w:rsidR="00766415" w:rsidRPr="00BD729B" w:rsidTr="00E022E6">
        <w:trPr>
          <w:trHeight w:val="375"/>
        </w:trPr>
        <w:tc>
          <w:tcPr>
            <w:tcW w:w="735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</w:tcPr>
          <w:p w:rsidR="00766415" w:rsidRPr="00DF72D2" w:rsidRDefault="00766415" w:rsidP="00DF72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F72D2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766415" w:rsidRPr="00DF72D2" w:rsidRDefault="00766415" w:rsidP="00AD780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F72D2">
              <w:rPr>
                <w:b/>
                <w:bCs/>
                <w:sz w:val="28"/>
                <w:szCs w:val="28"/>
              </w:rPr>
              <w:t>14493,5</w:t>
            </w:r>
          </w:p>
        </w:tc>
      </w:tr>
    </w:tbl>
    <w:p w:rsidR="00766415" w:rsidRPr="001F2F3E" w:rsidRDefault="00766415" w:rsidP="00F51E8A">
      <w:pPr>
        <w:spacing w:line="360" w:lineRule="auto"/>
        <w:ind w:firstLine="709"/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A611A0" w:rsidTr="00E022E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A611A0" w:rsidRDefault="00766415" w:rsidP="00AD780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611A0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9</w:t>
            </w:r>
          </w:p>
        </w:tc>
      </w:tr>
      <w:tr w:rsidR="00766415" w:rsidRPr="00A611A0" w:rsidTr="00E022E6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A611A0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A611A0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Pr="00A611A0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66415" w:rsidRDefault="00766415" w:rsidP="00E022E6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611A0">
              <w:rPr>
                <w:b/>
                <w:sz w:val="28"/>
                <w:szCs w:val="28"/>
              </w:rPr>
              <w:t>осуществлению обучающимся 10-х</w:t>
            </w:r>
            <w:r>
              <w:rPr>
                <w:b/>
                <w:sz w:val="28"/>
                <w:szCs w:val="28"/>
              </w:rPr>
              <w:t xml:space="preserve"> (11-х)</w:t>
            </w:r>
            <w:r w:rsidRPr="00A611A0">
              <w:rPr>
                <w:b/>
                <w:sz w:val="28"/>
                <w:szCs w:val="28"/>
              </w:rPr>
              <w:t xml:space="preserve"> </w:t>
            </w:r>
          </w:p>
          <w:p w:rsidR="00766415" w:rsidRDefault="00766415" w:rsidP="00E022E6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и 11-х</w:t>
            </w:r>
            <w:r>
              <w:rPr>
                <w:b/>
                <w:sz w:val="28"/>
                <w:szCs w:val="28"/>
              </w:rPr>
              <w:t xml:space="preserve"> (12-х)</w:t>
            </w:r>
            <w:r w:rsidRPr="00A611A0">
              <w:rPr>
                <w:b/>
                <w:sz w:val="28"/>
                <w:szCs w:val="28"/>
              </w:rPr>
              <w:t xml:space="preserve"> классов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 xml:space="preserve">муниципальных общеобразовательных </w:t>
            </w:r>
          </w:p>
          <w:p w:rsidR="00766415" w:rsidRPr="00A611A0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организаций ежемесячных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>денежных выплат на 2014 год</w:t>
            </w:r>
          </w:p>
        </w:tc>
      </w:tr>
      <w:tr w:rsidR="00766415" w:rsidRPr="00A611A0" w:rsidTr="00E022E6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611A0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611A0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611A0" w:rsidRDefault="00766415" w:rsidP="00E022E6">
            <w:pPr>
              <w:jc w:val="right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A611A0" w:rsidRDefault="00766415" w:rsidP="00AD780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766415" w:rsidRPr="00A611A0" w:rsidTr="00E022E6">
        <w:trPr>
          <w:trHeight w:val="448"/>
        </w:trPr>
        <w:tc>
          <w:tcPr>
            <w:tcW w:w="735" w:type="dxa"/>
            <w:vAlign w:val="center"/>
          </w:tcPr>
          <w:p w:rsidR="00766415" w:rsidRPr="00A611A0" w:rsidRDefault="00766415" w:rsidP="00E022E6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№   </w:t>
            </w:r>
            <w:r w:rsidRPr="00A611A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Наименование </w:t>
            </w:r>
          </w:p>
          <w:p w:rsidR="00766415" w:rsidRPr="00A611A0" w:rsidRDefault="00766415" w:rsidP="00E022E6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66415" w:rsidRPr="00A611A0" w:rsidRDefault="00766415" w:rsidP="00E022E6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Сумма</w:t>
            </w:r>
          </w:p>
        </w:tc>
      </w:tr>
    </w:tbl>
    <w:p w:rsidR="00766415" w:rsidRPr="00AD780A" w:rsidRDefault="00766415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A611A0" w:rsidTr="00305208">
        <w:trPr>
          <w:trHeight w:val="77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A611A0" w:rsidRDefault="00766415" w:rsidP="00AD78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A611A0" w:rsidRDefault="00766415" w:rsidP="00AD78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Default="00766415" w:rsidP="00AD78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66415" w:rsidRPr="00A611A0" w:rsidTr="00AD780A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437,4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246,4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565,6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368,6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254,5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192,6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241,6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242,0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332,9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221,9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208,2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185,7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210,2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535,5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389,5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626,7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6425,1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1293,0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143,9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6037,2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7474,1</w:t>
            </w:r>
          </w:p>
        </w:tc>
      </w:tr>
      <w:tr w:rsidR="00766415" w:rsidRPr="00A611A0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611A0" w:rsidRDefault="00766415" w:rsidP="00AD780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AD780A" w:rsidRDefault="00766415" w:rsidP="00E022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13899,2</w:t>
            </w:r>
          </w:p>
        </w:tc>
      </w:tr>
    </w:tbl>
    <w:p w:rsidR="00766415" w:rsidRDefault="00766415" w:rsidP="00F51E8A">
      <w:pPr>
        <w:spacing w:line="360" w:lineRule="auto"/>
        <w:ind w:firstLine="709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66415" w:rsidRPr="00D2081C" w:rsidTr="005F3D3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654142" w:rsidRDefault="00766415" w:rsidP="00654142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2081C">
              <w:rPr>
                <w:bCs/>
                <w:sz w:val="28"/>
                <w:szCs w:val="28"/>
              </w:rPr>
              <w:t>Таблица 10</w:t>
            </w:r>
          </w:p>
        </w:tc>
      </w:tr>
      <w:tr w:rsidR="00766415" w:rsidRPr="00D2081C" w:rsidTr="005F3D36">
        <w:trPr>
          <w:trHeight w:val="1908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Ульяновской области по выплате родителям (законным представителям)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организации, реализующие образовательную программу дошкольного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образования, компенсации части внесённой в соответствующие</w:t>
            </w:r>
          </w:p>
          <w:p w:rsidR="00766415" w:rsidRPr="00D2081C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образовательные организации родительской платы за присмотр и уход</w:t>
            </w:r>
          </w:p>
          <w:p w:rsidR="00766415" w:rsidRPr="00D2081C" w:rsidRDefault="00766415" w:rsidP="005F3D3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2081C">
              <w:rPr>
                <w:b/>
                <w:sz w:val="28"/>
                <w:szCs w:val="28"/>
              </w:rPr>
              <w:t>за детьми</w:t>
            </w:r>
            <w:r w:rsidRPr="00D2081C">
              <w:rPr>
                <w:sz w:val="26"/>
                <w:szCs w:val="26"/>
              </w:rPr>
              <w:t xml:space="preserve"> </w:t>
            </w:r>
            <w:r w:rsidRPr="00D2081C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766415" w:rsidRPr="00D2081C" w:rsidTr="005F3D36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5F3D36">
            <w:pPr>
              <w:jc w:val="right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D2081C" w:rsidRDefault="00766415" w:rsidP="0065414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766415" w:rsidRPr="00D2081C" w:rsidTr="005F3D36">
        <w:trPr>
          <w:trHeight w:val="531"/>
        </w:trPr>
        <w:tc>
          <w:tcPr>
            <w:tcW w:w="594" w:type="dxa"/>
            <w:vAlign w:val="center"/>
          </w:tcPr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 xml:space="preserve">Наименование </w:t>
            </w:r>
          </w:p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Сумма</w:t>
            </w:r>
          </w:p>
        </w:tc>
      </w:tr>
    </w:tbl>
    <w:p w:rsidR="00766415" w:rsidRPr="00D2081C" w:rsidRDefault="00766415" w:rsidP="00654142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66415" w:rsidRPr="00D2081C" w:rsidTr="00305208">
        <w:trPr>
          <w:trHeight w:val="77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2081C" w:rsidRDefault="00766415" w:rsidP="005F3D3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201,0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2955,8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1547,3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2620,5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1706,3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973,7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1883,0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3408,3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2029,0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981,1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1887,5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858,6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1157,8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2290,3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1103,9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793,8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850,6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4148,1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2237,1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3054,0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37355,8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16468,6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1568,6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83811,8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101849,0</w:t>
            </w:r>
          </w:p>
        </w:tc>
      </w:tr>
      <w:tr w:rsidR="00766415" w:rsidRPr="00D2081C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2081C" w:rsidRDefault="00766415" w:rsidP="00F35246">
            <w:pPr>
              <w:spacing w:line="348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654142" w:rsidRDefault="00766415" w:rsidP="00F35246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139204,8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F51E8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г) таблицы 12 и 13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602"/>
        <w:gridCol w:w="142"/>
      </w:tblGrid>
      <w:tr w:rsidR="00766415" w:rsidRPr="00761486" w:rsidTr="0089627F">
        <w:trPr>
          <w:gridAfter w:val="1"/>
          <w:wAfter w:w="142" w:type="dxa"/>
          <w:trHeight w:val="80"/>
        </w:trPr>
        <w:tc>
          <w:tcPr>
            <w:tcW w:w="9796" w:type="dxa"/>
            <w:gridSpan w:val="3"/>
            <w:vAlign w:val="center"/>
          </w:tcPr>
          <w:p w:rsidR="00766415" w:rsidRPr="00761486" w:rsidRDefault="00766415" w:rsidP="0089627F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61486">
              <w:rPr>
                <w:bCs/>
                <w:sz w:val="28"/>
                <w:szCs w:val="28"/>
              </w:rPr>
              <w:t>Таблица 12</w:t>
            </w:r>
          </w:p>
        </w:tc>
      </w:tr>
      <w:tr w:rsidR="00766415" w:rsidRPr="00761486" w:rsidTr="0089627F">
        <w:trPr>
          <w:gridAfter w:val="1"/>
          <w:wAfter w:w="142" w:type="dxa"/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761486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761486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Pr="00761486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66415" w:rsidRPr="00761486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761486">
              <w:rPr>
                <w:b/>
                <w:sz w:val="28"/>
                <w:szCs w:val="28"/>
              </w:rPr>
              <w:t>организации и обеспечению получения</w:t>
            </w:r>
          </w:p>
          <w:p w:rsidR="00766415" w:rsidRPr="00761486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педагогическими работниками муниципальных образовательных</w:t>
            </w:r>
          </w:p>
          <w:p w:rsidR="00766415" w:rsidRPr="00761486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организаций не реже чем один раз в три года дополнительного</w:t>
            </w:r>
          </w:p>
          <w:p w:rsidR="00766415" w:rsidRPr="00761486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профессионального образования по профилю педагогической</w:t>
            </w:r>
          </w:p>
          <w:p w:rsidR="00766415" w:rsidRPr="00761486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деятельности за счёт бюджетных ассигнований областного бюджета</w:t>
            </w:r>
          </w:p>
          <w:p w:rsidR="00766415" w:rsidRPr="00761486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Ульяновской области на 2014 год</w:t>
            </w:r>
          </w:p>
        </w:tc>
      </w:tr>
      <w:tr w:rsidR="00766415" w:rsidRPr="00761486" w:rsidTr="0089627F">
        <w:trPr>
          <w:gridAfter w:val="1"/>
          <w:wAfter w:w="142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5F3D36">
            <w:pPr>
              <w:jc w:val="right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тыс. руб.</w:t>
            </w:r>
          </w:p>
        </w:tc>
      </w:tr>
      <w:tr w:rsidR="00766415" w:rsidRPr="00761486" w:rsidTr="0089627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vAlign w:val="center"/>
          </w:tcPr>
          <w:p w:rsidR="00766415" w:rsidRPr="00761486" w:rsidRDefault="00766415" w:rsidP="005F3D36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766415" w:rsidRDefault="00766415" w:rsidP="005F3D36">
            <w:pPr>
              <w:pStyle w:val="xl24"/>
              <w:spacing w:before="0" w:beforeAutospacing="0" w:after="0" w:afterAutospacing="0"/>
            </w:pPr>
            <w:r w:rsidRPr="00761486">
              <w:t xml:space="preserve">Наименование </w:t>
            </w:r>
          </w:p>
          <w:p w:rsidR="00766415" w:rsidRPr="00761486" w:rsidRDefault="00766415" w:rsidP="005F3D36">
            <w:pPr>
              <w:pStyle w:val="xl24"/>
              <w:spacing w:before="0" w:beforeAutospacing="0" w:after="0" w:afterAutospacing="0"/>
            </w:pPr>
            <w:r w:rsidRPr="00761486">
              <w:t>муниципального образования</w:t>
            </w:r>
          </w:p>
        </w:tc>
        <w:tc>
          <w:tcPr>
            <w:tcW w:w="4744" w:type="dxa"/>
            <w:gridSpan w:val="2"/>
            <w:vAlign w:val="center"/>
          </w:tcPr>
          <w:p w:rsidR="00766415" w:rsidRPr="00761486" w:rsidRDefault="00766415" w:rsidP="005F3D36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Сумма</w:t>
            </w:r>
          </w:p>
        </w:tc>
      </w:tr>
    </w:tbl>
    <w:p w:rsidR="00766415" w:rsidRPr="0089627F" w:rsidRDefault="00766415" w:rsidP="0089627F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766415" w:rsidRPr="00761486" w:rsidTr="00305208">
        <w:trPr>
          <w:trHeight w:val="18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761486" w:rsidRDefault="00766415" w:rsidP="005F3D36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761486" w:rsidRDefault="00766415" w:rsidP="005F3D36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761486" w:rsidRDefault="00766415" w:rsidP="005F3D36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3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422,2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401,4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663,4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627,5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397,1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337,4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276,6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389,8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225,6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215,0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467,0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742,6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704,9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779,6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9808,7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1453,6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194,9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6725,9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8374,4</w:t>
            </w:r>
          </w:p>
        </w:tc>
      </w:tr>
      <w:tr w:rsidR="00766415" w:rsidRPr="00761486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61486" w:rsidRDefault="00766415" w:rsidP="0089627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89627F" w:rsidRDefault="00766415" w:rsidP="009905F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18183,1</w:t>
            </w:r>
          </w:p>
        </w:tc>
      </w:tr>
    </w:tbl>
    <w:p w:rsidR="00766415" w:rsidRPr="001F2F3E" w:rsidRDefault="00766415" w:rsidP="00F51E8A">
      <w:pPr>
        <w:spacing w:line="360" w:lineRule="auto"/>
        <w:ind w:firstLine="709"/>
      </w:pPr>
    </w:p>
    <w:p w:rsidR="00766415" w:rsidRDefault="00766415">
      <w:r>
        <w:br w:type="page"/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542"/>
        <w:gridCol w:w="142"/>
      </w:tblGrid>
      <w:tr w:rsidR="00766415" w:rsidRPr="00DB4E2C" w:rsidTr="009905F3">
        <w:trPr>
          <w:gridAfter w:val="1"/>
          <w:wAfter w:w="142" w:type="dxa"/>
          <w:trHeight w:val="567"/>
        </w:trPr>
        <w:tc>
          <w:tcPr>
            <w:tcW w:w="9796" w:type="dxa"/>
            <w:gridSpan w:val="3"/>
            <w:vAlign w:val="center"/>
          </w:tcPr>
          <w:p w:rsidR="00766415" w:rsidRPr="00DB4E2C" w:rsidRDefault="00766415" w:rsidP="005F3D36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B4E2C">
              <w:rPr>
                <w:bCs/>
                <w:sz w:val="28"/>
                <w:szCs w:val="28"/>
              </w:rPr>
              <w:t>Таблица 13</w:t>
            </w:r>
          </w:p>
        </w:tc>
      </w:tr>
      <w:tr w:rsidR="00766415" w:rsidRPr="00DB4E2C" w:rsidTr="009905F3">
        <w:trPr>
          <w:gridAfter w:val="1"/>
          <w:wAfter w:w="142" w:type="dxa"/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DB4E2C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DB4E2C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766415" w:rsidRPr="00DB4E2C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переданных органам местного самоуправления государственных</w:t>
            </w:r>
          </w:p>
          <w:p w:rsidR="00766415" w:rsidRPr="00DB4E2C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полномочий Ульяновской области по предоставлению мер социальной</w:t>
            </w:r>
          </w:p>
          <w:p w:rsidR="00766415" w:rsidRPr="00DB4E2C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поддержки молодым специалистам, поступившим на работу в</w:t>
            </w:r>
          </w:p>
          <w:p w:rsidR="00766415" w:rsidRPr="00DB4E2C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муниципальные учреждения муниципальных образований Ульяновской</w:t>
            </w:r>
          </w:p>
          <w:p w:rsidR="00766415" w:rsidRPr="00DB4E2C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области, осуществляющие в качестве основного (уставного) вида</w:t>
            </w:r>
          </w:p>
          <w:p w:rsidR="00766415" w:rsidRPr="00DB4E2C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деятельности образовательную деятельность, на 2014 год</w:t>
            </w:r>
          </w:p>
        </w:tc>
      </w:tr>
      <w:tr w:rsidR="00766415" w:rsidRPr="00DB4E2C" w:rsidTr="009905F3">
        <w:trPr>
          <w:gridAfter w:val="1"/>
          <w:wAfter w:w="142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5F3D3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5F3D3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5F3D36">
            <w:pPr>
              <w:jc w:val="right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тыс. руб.</w:t>
            </w:r>
          </w:p>
        </w:tc>
      </w:tr>
      <w:tr w:rsidR="00766415" w:rsidRPr="00DB4E2C" w:rsidTr="009905F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  <w:tblHeader/>
        </w:trPr>
        <w:tc>
          <w:tcPr>
            <w:tcW w:w="594" w:type="dxa"/>
            <w:vAlign w:val="center"/>
          </w:tcPr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 xml:space="preserve">Наименование </w:t>
            </w:r>
          </w:p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Сумма</w:t>
            </w:r>
          </w:p>
        </w:tc>
      </w:tr>
    </w:tbl>
    <w:p w:rsidR="00766415" w:rsidRPr="009905F3" w:rsidRDefault="00766415" w:rsidP="009905F3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766415" w:rsidRPr="00DB4E2C" w:rsidTr="00305208">
        <w:trPr>
          <w:trHeight w:val="19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DB4E2C" w:rsidRDefault="00766415" w:rsidP="005F3D36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3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378,4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393,9</w:t>
            </w:r>
          </w:p>
        </w:tc>
      </w:tr>
      <w:tr w:rsidR="00766415" w:rsidRPr="00DB4E2C" w:rsidTr="005F3D36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290,6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296,6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283,5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251,5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458,3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164,9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230,6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339,4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304,5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219,1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420,3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410,9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1524,2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7878,5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453,0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58,3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4596,5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DB4E2C" w:rsidRDefault="00766415" w:rsidP="009905F3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5107,8</w:t>
            </w:r>
          </w:p>
        </w:tc>
      </w:tr>
      <w:tr w:rsidR="00766415" w:rsidRPr="00DB4E2C" w:rsidTr="005F3D3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DB4E2C" w:rsidRDefault="00766415" w:rsidP="009905F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9905F3" w:rsidRDefault="00766415" w:rsidP="009905F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12986,3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F51E8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д) таблицу 16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766415" w:rsidRPr="00707453" w:rsidTr="00E022E6">
        <w:trPr>
          <w:trHeight w:val="484"/>
        </w:trPr>
        <w:tc>
          <w:tcPr>
            <w:tcW w:w="9796" w:type="dxa"/>
            <w:gridSpan w:val="3"/>
            <w:vAlign w:val="center"/>
          </w:tcPr>
          <w:p w:rsidR="00766415" w:rsidRPr="00707453" w:rsidRDefault="00766415" w:rsidP="00F51E8A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07453">
              <w:rPr>
                <w:bCs/>
                <w:sz w:val="28"/>
                <w:szCs w:val="28"/>
              </w:rPr>
              <w:t>Таблица 16</w:t>
            </w:r>
          </w:p>
        </w:tc>
      </w:tr>
      <w:tr w:rsidR="00766415" w:rsidRPr="00707453" w:rsidTr="00E022E6">
        <w:trPr>
          <w:trHeight w:val="1057"/>
        </w:trPr>
        <w:tc>
          <w:tcPr>
            <w:tcW w:w="9796" w:type="dxa"/>
            <w:gridSpan w:val="3"/>
            <w:vAlign w:val="center"/>
          </w:tcPr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 городских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 xml:space="preserve">округов Ульяновской области на обеспечение </w:t>
            </w:r>
          </w:p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государственных гарантий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>реализации прав на получение общедоступного</w:t>
            </w:r>
          </w:p>
          <w:p w:rsidR="00766415" w:rsidRPr="00707453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 бесплатного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>дошкольного образования в муниципальных дошкольных</w:t>
            </w:r>
          </w:p>
          <w:p w:rsidR="00766415" w:rsidRPr="00707453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образовательных организациях </w:t>
            </w:r>
            <w:r w:rsidRPr="00707453">
              <w:rPr>
                <w:b/>
                <w:sz w:val="28"/>
                <w:szCs w:val="28"/>
              </w:rPr>
              <w:t>на 2014 год</w:t>
            </w:r>
          </w:p>
        </w:tc>
      </w:tr>
      <w:tr w:rsidR="00766415" w:rsidRPr="00707453" w:rsidTr="00E022E6">
        <w:trPr>
          <w:trHeight w:val="196"/>
        </w:trPr>
        <w:tc>
          <w:tcPr>
            <w:tcW w:w="594" w:type="dxa"/>
            <w:noWrap/>
            <w:vAlign w:val="bottom"/>
          </w:tcPr>
          <w:p w:rsidR="00766415" w:rsidRPr="00707453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766415" w:rsidRPr="00707453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766415" w:rsidRPr="00707453" w:rsidRDefault="00766415" w:rsidP="00E022E6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707453" w:rsidRDefault="00766415" w:rsidP="00F51E8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766415" w:rsidRPr="00707453" w:rsidTr="00E022E6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766415" w:rsidRPr="00707453" w:rsidRDefault="00766415" w:rsidP="00F51E8A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766415" w:rsidRPr="00707453" w:rsidTr="00F35246">
        <w:trPr>
          <w:trHeight w:val="236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3638,8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28077,4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16518,5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30767,8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24995,9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12128,8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24034,1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33797,6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9537,0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8418,7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29025,7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8988,1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9362,8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17275,7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5961,2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23252,7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12336,4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12069,2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39138,8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25701,7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42647,4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417674,3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182960,2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20754,5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861961,2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A595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1065675,9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51E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FA595D" w:rsidRDefault="00766415" w:rsidP="00FA595D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1483350,2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/>
        <w:ind w:left="0" w:firstLine="709"/>
        <w:jc w:val="both"/>
        <w:rPr>
          <w:sz w:val="28"/>
        </w:rPr>
      </w:pPr>
      <w:r>
        <w:rPr>
          <w:sz w:val="28"/>
        </w:rPr>
        <w:t>е) таблицу 18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60"/>
        <w:gridCol w:w="4542"/>
      </w:tblGrid>
      <w:tr w:rsidR="00766415" w:rsidRPr="0015316D" w:rsidTr="005F3D3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15316D" w:rsidRDefault="00766415" w:rsidP="009905F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5316D">
              <w:rPr>
                <w:bCs/>
                <w:sz w:val="28"/>
                <w:szCs w:val="28"/>
              </w:rPr>
              <w:t>Таблица 18</w:t>
            </w:r>
          </w:p>
        </w:tc>
      </w:tr>
      <w:tr w:rsidR="00766415" w:rsidRPr="0015316D" w:rsidTr="009905F3">
        <w:trPr>
          <w:trHeight w:val="87"/>
        </w:trPr>
        <w:tc>
          <w:tcPr>
            <w:tcW w:w="9796" w:type="dxa"/>
            <w:gridSpan w:val="3"/>
            <w:vAlign w:val="center"/>
          </w:tcPr>
          <w:p w:rsidR="00766415" w:rsidRPr="0015316D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органам местного самоуправления государственных полномочий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</w:t>
            </w:r>
            <w:r w:rsidRPr="0015316D">
              <w:rPr>
                <w:b/>
                <w:bCs/>
                <w:sz w:val="28"/>
                <w:szCs w:val="28"/>
              </w:rPr>
              <w:t xml:space="preserve">льяновской области по финансовому обеспечению предоставления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муниципальных образовательных организаций, реализующих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15316D">
              <w:rPr>
                <w:b/>
                <w:bCs/>
                <w:sz w:val="28"/>
                <w:szCs w:val="28"/>
              </w:rPr>
              <w:t xml:space="preserve">имеющим статус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молодых специалистов (за исключением педагогических работников,</w:t>
            </w:r>
            <w:r w:rsidRPr="0015316D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</w:p>
          <w:p w:rsidR="00766415" w:rsidRDefault="00766415" w:rsidP="005F3D3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работающих и проживающих в сельских населённых пунктах, рабочих </w:t>
            </w:r>
          </w:p>
          <w:p w:rsidR="00766415" w:rsidRPr="0015316D" w:rsidRDefault="00766415" w:rsidP="00F3524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посёлках (посёлках городского типа) Ульяновской области), на 2014 год</w:t>
            </w:r>
          </w:p>
        </w:tc>
      </w:tr>
      <w:tr w:rsidR="00766415" w:rsidRPr="0015316D" w:rsidTr="005F3D36">
        <w:trPr>
          <w:trHeight w:val="375"/>
        </w:trPr>
        <w:tc>
          <w:tcPr>
            <w:tcW w:w="594" w:type="dxa"/>
            <w:noWrap/>
            <w:vAlign w:val="bottom"/>
          </w:tcPr>
          <w:p w:rsidR="00766415" w:rsidRPr="0015316D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noWrap/>
            <w:vAlign w:val="bottom"/>
          </w:tcPr>
          <w:p w:rsidR="00766415" w:rsidRPr="0015316D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noWrap/>
            <w:vAlign w:val="bottom"/>
          </w:tcPr>
          <w:p w:rsidR="00766415" w:rsidRPr="0015316D" w:rsidRDefault="00766415" w:rsidP="005F3D36">
            <w:pPr>
              <w:jc w:val="right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15316D" w:rsidRDefault="00766415" w:rsidP="009905F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542"/>
      </w:tblGrid>
      <w:tr w:rsidR="00766415" w:rsidRPr="0015316D" w:rsidTr="00F35246">
        <w:trPr>
          <w:trHeight w:val="750"/>
        </w:trPr>
        <w:tc>
          <w:tcPr>
            <w:tcW w:w="594" w:type="dxa"/>
            <w:vAlign w:val="center"/>
          </w:tcPr>
          <w:p w:rsidR="00766415" w:rsidRPr="0015316D" w:rsidRDefault="00766415" w:rsidP="005F3D36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 xml:space="preserve">Наименование </w:t>
            </w:r>
          </w:p>
          <w:p w:rsidR="00766415" w:rsidRPr="0015316D" w:rsidRDefault="00766415" w:rsidP="00990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5316D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15316D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42" w:type="dxa"/>
            <w:vAlign w:val="center"/>
          </w:tcPr>
          <w:p w:rsidR="00766415" w:rsidRPr="0015316D" w:rsidRDefault="00766415" w:rsidP="005F3D36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Сумма</w:t>
            </w:r>
          </w:p>
        </w:tc>
      </w:tr>
    </w:tbl>
    <w:p w:rsidR="00766415" w:rsidRPr="00F35246" w:rsidRDefault="0076641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542"/>
      </w:tblGrid>
      <w:tr w:rsidR="00766415" w:rsidRPr="0015316D" w:rsidTr="00F35246">
        <w:trPr>
          <w:trHeight w:val="240"/>
          <w:tblHeader/>
        </w:trPr>
        <w:tc>
          <w:tcPr>
            <w:tcW w:w="594" w:type="dxa"/>
            <w:noWrap/>
            <w:vAlign w:val="center"/>
          </w:tcPr>
          <w:p w:rsidR="00766415" w:rsidRPr="0015316D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noWrap/>
            <w:vAlign w:val="center"/>
          </w:tcPr>
          <w:p w:rsidR="00766415" w:rsidRPr="0015316D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noWrap/>
            <w:vAlign w:val="bottom"/>
          </w:tcPr>
          <w:p w:rsidR="00766415" w:rsidRPr="0015316D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160,8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20,1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180,9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F2F3E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F2F3E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301,5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60,3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2010,0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5316D" w:rsidRDefault="00766415" w:rsidP="009905F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2371,8</w:t>
            </w:r>
          </w:p>
        </w:tc>
      </w:tr>
      <w:tr w:rsidR="00766415" w:rsidRPr="0015316D" w:rsidTr="00F3524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6415" w:rsidRPr="0015316D" w:rsidRDefault="00766415" w:rsidP="009905F3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9905F3" w:rsidRDefault="00766415" w:rsidP="009905F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2552,7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таблицу 22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B67191" w:rsidTr="00E022E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B67191" w:rsidRDefault="00766415" w:rsidP="002500A7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67191">
              <w:rPr>
                <w:bCs/>
                <w:sz w:val="28"/>
                <w:szCs w:val="28"/>
              </w:rPr>
              <w:t>Таблица 22</w:t>
            </w:r>
          </w:p>
        </w:tc>
      </w:tr>
      <w:tr w:rsidR="00766415" w:rsidRPr="00B67191" w:rsidTr="00E022E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B67191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B67191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Pr="00B67191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 на</w:t>
            </w:r>
          </w:p>
          <w:p w:rsidR="00766415" w:rsidRPr="00B67191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государственную регистрацию актов гражданского состояния на 2014 год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E022E6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B67191" w:rsidRDefault="00766415" w:rsidP="002500A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766415" w:rsidRPr="00B67191" w:rsidTr="00E022E6">
        <w:trPr>
          <w:trHeight w:val="448"/>
          <w:tblHeader/>
        </w:trPr>
        <w:tc>
          <w:tcPr>
            <w:tcW w:w="735" w:type="dxa"/>
            <w:vAlign w:val="center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</w:t>
            </w:r>
          </w:p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Сумма</w:t>
            </w:r>
          </w:p>
        </w:tc>
      </w:tr>
    </w:tbl>
    <w:p w:rsidR="00766415" w:rsidRPr="00B67191" w:rsidRDefault="00766415" w:rsidP="002500A7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B67191" w:rsidTr="00E022E6">
        <w:trPr>
          <w:trHeight w:val="242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537,0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1754,7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799,8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2006,0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961,7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789,2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951,4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1226,5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1085,5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973,7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740,5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535,6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669,3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1092,8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518,6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802,5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638,2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734,4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1137,6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894,8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1154,0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7191">
              <w:rPr>
                <w:b/>
                <w:bCs/>
                <w:color w:val="000000"/>
                <w:sz w:val="28"/>
                <w:szCs w:val="28"/>
              </w:rPr>
              <w:t>20003,8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6262,1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690,2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21601,7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7191">
              <w:rPr>
                <w:b/>
                <w:bCs/>
                <w:color w:val="000000"/>
                <w:sz w:val="28"/>
                <w:szCs w:val="28"/>
              </w:rPr>
              <w:t>28554,0</w:t>
            </w:r>
          </w:p>
        </w:tc>
      </w:tr>
      <w:tr w:rsidR="00766415" w:rsidRPr="00B67191" w:rsidTr="00E022E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2500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2500A7" w:rsidRDefault="00766415" w:rsidP="002500A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7191">
              <w:rPr>
                <w:b/>
                <w:bCs/>
                <w:color w:val="000000"/>
                <w:sz w:val="28"/>
                <w:szCs w:val="28"/>
              </w:rPr>
              <w:t>48557,8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з) таблицы 27 и 28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66415" w:rsidRPr="00C535AE" w:rsidTr="005F3D36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C535AE" w:rsidRDefault="00766415" w:rsidP="005F3D3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535AE">
              <w:rPr>
                <w:bCs/>
                <w:sz w:val="28"/>
                <w:szCs w:val="28"/>
              </w:rPr>
              <w:t>Таблица 27</w:t>
            </w:r>
          </w:p>
        </w:tc>
      </w:tr>
      <w:tr w:rsidR="00766415" w:rsidRPr="00C535AE" w:rsidTr="005F3D36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C535AE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Pr="00C535AE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66415" w:rsidRPr="00C535AE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66415" w:rsidRPr="00C535AE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C535AE">
              <w:rPr>
                <w:b/>
                <w:sz w:val="28"/>
                <w:szCs w:val="28"/>
              </w:rPr>
              <w:t>по предоставлению мер социальной поддержки</w:t>
            </w:r>
          </w:p>
          <w:p w:rsidR="00766415" w:rsidRPr="00C535AE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C535AE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766415" w:rsidRPr="00C535AE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C535AE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766415" w:rsidRPr="00C535AE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C535AE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766415" w:rsidRPr="00C535AE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sz w:val="28"/>
                <w:szCs w:val="28"/>
              </w:rPr>
              <w:t>деятельность в сфере культуры или архивного дела</w:t>
            </w:r>
            <w:r w:rsidRPr="00C535AE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5F3D36">
            <w:pPr>
              <w:jc w:val="right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тыс. руб.</w:t>
            </w:r>
          </w:p>
        </w:tc>
      </w:tr>
      <w:tr w:rsidR="00766415" w:rsidRPr="00C535AE" w:rsidTr="005F3D3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766415" w:rsidRPr="00C535AE" w:rsidRDefault="00766415" w:rsidP="005F3D36">
            <w:pPr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 xml:space="preserve">Наименование </w:t>
            </w:r>
          </w:p>
          <w:p w:rsidR="00766415" w:rsidRPr="00C535AE" w:rsidRDefault="00766415" w:rsidP="005F3D36">
            <w:pPr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766415" w:rsidRPr="00C535AE" w:rsidRDefault="00766415" w:rsidP="005F3D36">
            <w:pPr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Сумма</w:t>
            </w:r>
          </w:p>
        </w:tc>
      </w:tr>
    </w:tbl>
    <w:p w:rsidR="00766415" w:rsidRPr="00F35246" w:rsidRDefault="0076641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66415" w:rsidRPr="00C535AE" w:rsidTr="00F35246">
        <w:trPr>
          <w:trHeight w:val="213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C535AE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C535AE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C535AE" w:rsidRDefault="00766415" w:rsidP="00F35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66415" w:rsidRPr="00C535AE" w:rsidTr="00F3524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33,2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52,8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3,0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71,4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67,7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63,1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72,1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32,2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51,5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2F3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F2F3E">
              <w:rPr>
                <w:b/>
                <w:bCs/>
                <w:sz w:val="28"/>
                <w:szCs w:val="28"/>
              </w:rPr>
              <w:t>447,0</w:t>
            </w:r>
          </w:p>
        </w:tc>
      </w:tr>
      <w:tr w:rsidR="00766415" w:rsidRPr="001F2F3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rPr>
                <w:bCs/>
                <w:sz w:val="28"/>
                <w:szCs w:val="28"/>
              </w:rPr>
            </w:pPr>
            <w:r w:rsidRPr="001F2F3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C535A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F2F3E">
              <w:rPr>
                <w:bCs/>
                <w:sz w:val="28"/>
                <w:szCs w:val="28"/>
              </w:rPr>
              <w:t>167,8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35AE">
              <w:rPr>
                <w:sz w:val="28"/>
                <w:szCs w:val="28"/>
              </w:rPr>
              <w:t>60,3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228,1</w:t>
            </w:r>
          </w:p>
        </w:tc>
      </w:tr>
      <w:tr w:rsidR="00766415" w:rsidRPr="00C535AE" w:rsidTr="005F3D3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C535AE" w:rsidRDefault="00766415" w:rsidP="00C535A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535AE">
              <w:rPr>
                <w:b/>
                <w:bCs/>
                <w:sz w:val="28"/>
                <w:szCs w:val="28"/>
              </w:rPr>
              <w:t>675,1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766415" w:rsidRPr="008E3F6F" w:rsidTr="005F3D36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8E3F6F" w:rsidRDefault="00766415" w:rsidP="005F3D36">
            <w:pPr>
              <w:jc w:val="right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28</w:t>
            </w:r>
          </w:p>
        </w:tc>
      </w:tr>
      <w:tr w:rsidR="00766415" w:rsidRPr="008E3F6F" w:rsidTr="005F3D36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8E3F6F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766415" w:rsidRPr="008E3F6F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 xml:space="preserve"> Ульяновской области на осуществление переданных органам местного</w:t>
            </w:r>
          </w:p>
          <w:p w:rsidR="00766415" w:rsidRPr="008E3F6F" w:rsidRDefault="00766415" w:rsidP="005F3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самоуправления государственных полномочий Ульяновской области</w:t>
            </w:r>
          </w:p>
          <w:p w:rsidR="00766415" w:rsidRPr="008E3F6F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 предоставлению мер социальной поддержки молодым специалистам,</w:t>
            </w:r>
          </w:p>
          <w:p w:rsidR="00766415" w:rsidRPr="008E3F6F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поступившим на работу в муниципальные учреждения муниципальных</w:t>
            </w:r>
          </w:p>
          <w:p w:rsidR="00766415" w:rsidRPr="008E3F6F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образований Ульяновской области, осуществляющие в качестве</w:t>
            </w:r>
          </w:p>
          <w:p w:rsidR="00766415" w:rsidRPr="008E3F6F" w:rsidRDefault="00766415" w:rsidP="005F3D36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 xml:space="preserve">основного (уставного) вида деятельности деятельность в сфере </w:t>
            </w:r>
          </w:p>
          <w:p w:rsidR="00766415" w:rsidRPr="008E3F6F" w:rsidRDefault="00766415" w:rsidP="005F3D3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E3F6F">
              <w:rPr>
                <w:b/>
                <w:sz w:val="28"/>
                <w:szCs w:val="28"/>
              </w:rPr>
              <w:t>физической культуры и спорта</w:t>
            </w:r>
            <w:r w:rsidRPr="008E3F6F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766415" w:rsidRPr="008E3F6F" w:rsidTr="002023AB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415" w:rsidRPr="008E3F6F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415" w:rsidRPr="008E3F6F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66415" w:rsidRPr="008E3F6F" w:rsidRDefault="00766415" w:rsidP="005F3D36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766415" w:rsidRPr="008E3F6F" w:rsidTr="002023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vAlign w:val="center"/>
          </w:tcPr>
          <w:p w:rsidR="00766415" w:rsidRPr="008E3F6F" w:rsidRDefault="00766415" w:rsidP="005F3D3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 xml:space="preserve">Наименование </w:t>
            </w:r>
          </w:p>
          <w:p w:rsidR="00766415" w:rsidRPr="008E3F6F" w:rsidRDefault="00766415" w:rsidP="005F3D3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vAlign w:val="center"/>
          </w:tcPr>
          <w:p w:rsidR="00766415" w:rsidRPr="008E3F6F" w:rsidRDefault="00766415" w:rsidP="005F3D3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  <w:tr w:rsidR="00766415" w:rsidRPr="008E3F6F" w:rsidTr="002023AB">
        <w:tblPrEx>
          <w:tblLook w:val="00A0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</w:tcBorders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 w:rsidRPr="008E3F6F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3F6F">
              <w:rPr>
                <w:bCs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51,1</w:t>
            </w:r>
          </w:p>
        </w:tc>
      </w:tr>
      <w:tr w:rsidR="00766415" w:rsidRPr="008E3F6F" w:rsidTr="005F3D36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766415" w:rsidRPr="008E3F6F" w:rsidTr="005F3D36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</w:t>
            </w:r>
            <w:r w:rsidRPr="008E3F6F">
              <w:rPr>
                <w:sz w:val="28"/>
                <w:szCs w:val="28"/>
              </w:rPr>
              <w:t>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</w:tr>
      <w:tr w:rsidR="00766415" w:rsidRPr="008E3F6F" w:rsidTr="005F3D36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766415" w:rsidRPr="008E3F6F" w:rsidRDefault="00766415" w:rsidP="002023A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766415" w:rsidRPr="002023AB" w:rsidRDefault="00766415" w:rsidP="002023A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119,5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и) таблицы 32 и 33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766415" w:rsidRPr="00A1532B" w:rsidTr="00F46E17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A1532B" w:rsidRDefault="00766415" w:rsidP="00F46E1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766415" w:rsidRPr="00A1532B" w:rsidTr="00F46E17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жилищных условий молодых семей и молодых специалистов,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проживающих в сельской местности, федеральной целевой программы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«Устойчивое развитие сельских территорий на 2014-2017 годы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6"/>
                <w:szCs w:val="26"/>
              </w:rPr>
            </w:pPr>
            <w:r w:rsidRPr="00F46E17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766415" w:rsidRPr="007B667E" w:rsidTr="00F46E1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7B667E" w:rsidRDefault="00766415" w:rsidP="00F46E17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3389"/>
        <w:gridCol w:w="2127"/>
        <w:gridCol w:w="1865"/>
        <w:gridCol w:w="1962"/>
      </w:tblGrid>
      <w:tr w:rsidR="00766415" w:rsidRPr="007B667E" w:rsidTr="00FB3C50">
        <w:trPr>
          <w:trHeight w:val="300"/>
          <w:tblHeader/>
        </w:trPr>
        <w:tc>
          <w:tcPr>
            <w:tcW w:w="595" w:type="dxa"/>
            <w:vAlign w:val="center"/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3389" w:type="dxa"/>
            <w:vAlign w:val="center"/>
          </w:tcPr>
          <w:p w:rsidR="00766415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766415" w:rsidRPr="007B667E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766415" w:rsidRPr="007B667E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2127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</w:t>
            </w:r>
          </w:p>
        </w:tc>
        <w:tc>
          <w:tcPr>
            <w:tcW w:w="1962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</w:tbl>
    <w:p w:rsidR="00766415" w:rsidRPr="00FB3C50" w:rsidRDefault="0076641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607"/>
        <w:gridCol w:w="3377"/>
        <w:gridCol w:w="2127"/>
        <w:gridCol w:w="1842"/>
        <w:gridCol w:w="1985"/>
      </w:tblGrid>
      <w:tr w:rsidR="00766415" w:rsidRPr="00A1532B" w:rsidTr="00FB3C50">
        <w:trPr>
          <w:trHeight w:val="77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F46E17" w:rsidRDefault="00766415" w:rsidP="00FB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F46E17" w:rsidRDefault="00766415" w:rsidP="00FB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F46E17" w:rsidRDefault="00766415" w:rsidP="00FB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Pr="00F46E17" w:rsidRDefault="00766415" w:rsidP="00FB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415" w:rsidRPr="00F46E17" w:rsidRDefault="00766415" w:rsidP="00FB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6415" w:rsidRPr="00A1532B" w:rsidTr="00FB3C50">
        <w:trPr>
          <w:trHeight w:val="416"/>
        </w:trPr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3287,808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2216,592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5504,4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843,696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557,424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1401,12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7523,693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4970,85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12494,543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482,112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318,528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800,64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361,584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238,896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600,48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482,112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318,528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800,64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220,968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145,992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366,96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1963,471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1451,693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3415,164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843,696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557,424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1401,12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1393,438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920,634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2314,072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1330,562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879,093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2209,655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113,832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75,208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189,04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331,8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834,0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1446,336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955,584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2401,92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642,816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424,704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1067,52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3977,424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2627,856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6605,28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4958,184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3222,732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8180,916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6869,868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4651,74514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11521,61314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37243,8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24865,28314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2409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62109,08314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766415" w:rsidRPr="00A1532B" w:rsidTr="00F46E17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A1532B" w:rsidRDefault="00766415" w:rsidP="00F46E17">
            <w:pPr>
              <w:jc w:val="right"/>
              <w:rPr>
                <w:bCs/>
                <w:sz w:val="28"/>
                <w:szCs w:val="28"/>
              </w:rPr>
            </w:pP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33</w:t>
            </w:r>
          </w:p>
        </w:tc>
      </w:tr>
      <w:tr w:rsidR="00766415" w:rsidRPr="00A1532B" w:rsidTr="00F46E17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мероприятий 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по улучшению жилищных условий граждан Российской Федерации, </w:t>
            </w:r>
          </w:p>
          <w:p w:rsidR="00766415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проживающих в сельской местности, федеральной целевой программы</w:t>
            </w:r>
          </w:p>
          <w:p w:rsidR="00766415" w:rsidRPr="00F46E17" w:rsidRDefault="00766415" w:rsidP="00F46E17">
            <w:pPr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«Устойчивое развитие сельских территорий на 2014-2017 год</w:t>
            </w:r>
            <w:r>
              <w:rPr>
                <w:b/>
                <w:bCs/>
                <w:sz w:val="28"/>
                <w:szCs w:val="28"/>
              </w:rPr>
              <w:t>ы</w:t>
            </w:r>
          </w:p>
          <w:p w:rsidR="00766415" w:rsidRPr="00F46E17" w:rsidRDefault="00766415" w:rsidP="00F46E17">
            <w:pPr>
              <w:tabs>
                <w:tab w:val="left" w:pos="9069"/>
              </w:tabs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766415" w:rsidRPr="007B667E" w:rsidTr="00F46E1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7B667E" w:rsidRDefault="00766415" w:rsidP="00F46E17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7B667E" w:rsidRDefault="00766415" w:rsidP="00F46E17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3389"/>
        <w:gridCol w:w="2127"/>
        <w:gridCol w:w="1865"/>
        <w:gridCol w:w="1962"/>
      </w:tblGrid>
      <w:tr w:rsidR="00766415" w:rsidRPr="007B667E" w:rsidTr="00F46E17">
        <w:trPr>
          <w:trHeight w:val="300"/>
          <w:tblHeader/>
        </w:trPr>
        <w:tc>
          <w:tcPr>
            <w:tcW w:w="595" w:type="dxa"/>
            <w:vAlign w:val="center"/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3389" w:type="dxa"/>
            <w:vAlign w:val="center"/>
          </w:tcPr>
          <w:p w:rsidR="00766415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Наименование</w:t>
            </w:r>
          </w:p>
          <w:p w:rsidR="00766415" w:rsidRPr="007B667E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766415" w:rsidRPr="007B667E" w:rsidRDefault="00766415" w:rsidP="00F46E17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2127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</w:p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областного </w:t>
            </w:r>
          </w:p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</w:t>
            </w:r>
          </w:p>
        </w:tc>
        <w:tc>
          <w:tcPr>
            <w:tcW w:w="1962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</w:tbl>
    <w:p w:rsidR="00766415" w:rsidRPr="007B667E" w:rsidRDefault="00766415" w:rsidP="00F46E17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607"/>
        <w:gridCol w:w="3377"/>
        <w:gridCol w:w="2127"/>
        <w:gridCol w:w="1842"/>
        <w:gridCol w:w="1985"/>
      </w:tblGrid>
      <w:tr w:rsidR="00766415" w:rsidRPr="007B667E" w:rsidTr="00F46E17">
        <w:trPr>
          <w:trHeight w:val="77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15" w:rsidRPr="007B667E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6415" w:rsidRPr="00A1532B" w:rsidTr="00C535AE">
        <w:trPr>
          <w:trHeight w:val="77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C535AE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69,184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135,119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C535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204,303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145,807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145,807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Карсунский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2109,24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1637,942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3747,182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1F2F3E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355,892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1F2F3E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235,136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2F3E">
              <w:rPr>
                <w:sz w:val="28"/>
                <w:szCs w:val="28"/>
              </w:rPr>
              <w:t>591,028</w:t>
            </w:r>
          </w:p>
        </w:tc>
      </w:tr>
      <w:tr w:rsidR="00766415" w:rsidRPr="00A1532B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1325,808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1502,101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2827,909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167,244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167,244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1205,28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857,69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2062,97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147,312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97,328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244,64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320,036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320,036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110,735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110,735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358,512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358,512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1566,864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1164,103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2730,967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591,822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591,822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58,953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58,953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888,817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888,817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1365,984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3603,541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4969,525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2086,473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2569,89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4656,363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1014,363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1310,575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2324,938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15755,351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27001,751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19.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bCs/>
                <w:sz w:val="28"/>
                <w:szCs w:val="28"/>
              </w:rPr>
            </w:pPr>
            <w:r w:rsidRPr="00F46E17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953,568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sz w:val="28"/>
                <w:szCs w:val="28"/>
              </w:rPr>
              <w:t>953,568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953,568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953,568</w:t>
            </w:r>
          </w:p>
        </w:tc>
      </w:tr>
      <w:tr w:rsidR="00766415" w:rsidRPr="00780AD5" w:rsidTr="00F46E17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46E17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46E17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11246,4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46E17" w:rsidRDefault="00766415" w:rsidP="00F46E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16708,919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415" w:rsidRPr="00FB3C50" w:rsidRDefault="00766415" w:rsidP="00F46E1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6E17">
              <w:rPr>
                <w:b/>
                <w:sz w:val="28"/>
                <w:szCs w:val="28"/>
              </w:rPr>
              <w:t>27955,319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к) таблицу 39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766415" w:rsidRPr="00707453" w:rsidTr="00E022E6">
        <w:trPr>
          <w:trHeight w:val="484"/>
        </w:trPr>
        <w:tc>
          <w:tcPr>
            <w:tcW w:w="9796" w:type="dxa"/>
            <w:gridSpan w:val="3"/>
            <w:vAlign w:val="center"/>
          </w:tcPr>
          <w:p w:rsidR="00766415" w:rsidRDefault="00766415" w:rsidP="00FB3C5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39</w:t>
            </w:r>
          </w:p>
        </w:tc>
      </w:tr>
      <w:tr w:rsidR="00766415" w:rsidRPr="00707453" w:rsidTr="00FB3C50">
        <w:trPr>
          <w:trHeight w:val="87"/>
        </w:trPr>
        <w:tc>
          <w:tcPr>
            <w:tcW w:w="9796" w:type="dxa"/>
            <w:gridSpan w:val="3"/>
            <w:vAlign w:val="center"/>
          </w:tcPr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модернизацию </w:t>
            </w:r>
          </w:p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региональной системы дошкольного образования</w:t>
            </w:r>
            <w:r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766415" w:rsidRPr="00707453" w:rsidTr="00E022E6">
        <w:trPr>
          <w:trHeight w:val="196"/>
        </w:trPr>
        <w:tc>
          <w:tcPr>
            <w:tcW w:w="594" w:type="dxa"/>
            <w:noWrap/>
            <w:vAlign w:val="bottom"/>
          </w:tcPr>
          <w:p w:rsidR="00766415" w:rsidRPr="00707453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766415" w:rsidRPr="00707453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766415" w:rsidRPr="00707453" w:rsidRDefault="00766415" w:rsidP="00E022E6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707453" w:rsidRDefault="00766415" w:rsidP="00FB3C50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766415" w:rsidRPr="00707453" w:rsidTr="00E022E6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766415" w:rsidRPr="00707453" w:rsidRDefault="00766415" w:rsidP="00FB3C50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766415" w:rsidRPr="00707453" w:rsidTr="00305208">
        <w:trPr>
          <w:trHeight w:val="77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E022E6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13023,8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28648,4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34505,4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43496,4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40946,3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14400,0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36700,8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7645,3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5478,2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8551,1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34051,8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2784,0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766415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4622,5</w:t>
            </w:r>
          </w:p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39523,4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16995,5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331372,9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83132,4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145020,4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228152,8</w:t>
            </w:r>
          </w:p>
        </w:tc>
      </w:tr>
      <w:tr w:rsidR="00766415" w:rsidRPr="00707453" w:rsidTr="00E022E6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FB3C5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FB3C50" w:rsidRDefault="00766415" w:rsidP="00FB3C50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559525,7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Default="00766415" w:rsidP="00F46E1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л) таблицу 42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AC36AA" w:rsidTr="00F46E17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7D189A" w:rsidRDefault="00766415" w:rsidP="00F46E17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42</w:t>
            </w:r>
          </w:p>
        </w:tc>
      </w:tr>
      <w:tr w:rsidR="00766415" w:rsidRPr="00AC36AA" w:rsidTr="00F46E1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Default="00766415" w:rsidP="00722DA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Распределение субсидий бюджетам муниципальных районов </w:t>
            </w:r>
          </w:p>
          <w:p w:rsidR="00766415" w:rsidRDefault="00766415" w:rsidP="00722DA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Ульяновской области на реализацию мероприятий по развитию</w:t>
            </w:r>
          </w:p>
          <w:p w:rsidR="00766415" w:rsidRDefault="00766415" w:rsidP="00722DA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газификации в сельской местности по федеральной целевой </w:t>
            </w:r>
          </w:p>
          <w:p w:rsidR="00766415" w:rsidRDefault="00766415" w:rsidP="00722DA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программе «Устойчивое развитие сельских территорий </w:t>
            </w:r>
          </w:p>
          <w:p w:rsidR="00766415" w:rsidRPr="00AC36AA" w:rsidRDefault="00766415" w:rsidP="00722DA9">
            <w:pPr>
              <w:pStyle w:val="xl39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на 2014-2017 годы и на период до 2020 года» на 2014 год</w:t>
            </w:r>
          </w:p>
        </w:tc>
      </w:tr>
      <w:tr w:rsidR="00766415" w:rsidRPr="00AC36AA" w:rsidTr="00F46E17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F46E1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F46E17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AC36AA" w:rsidRDefault="00766415" w:rsidP="00F46E1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766415" w:rsidRPr="00AC36AA" w:rsidTr="00F46E17">
        <w:trPr>
          <w:trHeight w:val="448"/>
          <w:tblHeader/>
        </w:trPr>
        <w:tc>
          <w:tcPr>
            <w:tcW w:w="735" w:type="dxa"/>
            <w:vAlign w:val="center"/>
          </w:tcPr>
          <w:p w:rsidR="00766415" w:rsidRPr="00AC36AA" w:rsidRDefault="00766415" w:rsidP="00F46E17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766415" w:rsidRDefault="00766415" w:rsidP="00F46E17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766415" w:rsidRPr="00AC36AA" w:rsidRDefault="00766415" w:rsidP="00F46E17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66415" w:rsidRPr="00AC36AA" w:rsidRDefault="00766415" w:rsidP="00F46E17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766415" w:rsidRPr="004D256F" w:rsidTr="00F46E1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rPr>
                <w:sz w:val="28"/>
                <w:szCs w:val="28"/>
              </w:rPr>
            </w:pPr>
            <w:r w:rsidRPr="00722DA9">
              <w:rPr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2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5055</w:t>
            </w:r>
            <w:r w:rsidRPr="00722DA9">
              <w:rPr>
                <w:sz w:val="28"/>
                <w:szCs w:val="28"/>
              </w:rPr>
              <w:t>,0</w:t>
            </w:r>
          </w:p>
        </w:tc>
      </w:tr>
      <w:tr w:rsidR="00766415" w:rsidRPr="004D256F" w:rsidTr="00F46E1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8484,0</w:t>
            </w:r>
          </w:p>
        </w:tc>
      </w:tr>
      <w:tr w:rsidR="00766415" w:rsidRPr="004D256F" w:rsidTr="00F46E1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2641,0</w:t>
            </w:r>
          </w:p>
        </w:tc>
      </w:tr>
      <w:tr w:rsidR="00766415" w:rsidRPr="004D256F" w:rsidTr="00F46E1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rPr>
                <w:bCs/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3000,0</w:t>
            </w:r>
          </w:p>
        </w:tc>
      </w:tr>
      <w:tr w:rsidR="00766415" w:rsidRPr="004D256F" w:rsidTr="00F46E1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22DA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E022E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22DA9">
              <w:rPr>
                <w:b/>
                <w:bCs/>
                <w:sz w:val="28"/>
                <w:szCs w:val="28"/>
              </w:rPr>
              <w:t>19180,0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66415" w:rsidRDefault="00766415" w:rsidP="00F35246">
      <w:pPr>
        <w:pStyle w:val="BodyTextIndent"/>
        <w:widowControl w:val="0"/>
        <w:spacing w:after="0" w:line="360" w:lineRule="auto"/>
        <w:ind w:left="0" w:firstLine="709"/>
        <w:jc w:val="both"/>
      </w:pPr>
      <w:r>
        <w:rPr>
          <w:sz w:val="28"/>
          <w:szCs w:val="28"/>
        </w:rPr>
        <w:t>м) таблицу 47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AC36AA" w:rsidTr="005F3D36">
        <w:trPr>
          <w:trHeight w:val="157"/>
        </w:trPr>
        <w:tc>
          <w:tcPr>
            <w:tcW w:w="9796" w:type="dxa"/>
            <w:gridSpan w:val="3"/>
            <w:vAlign w:val="center"/>
          </w:tcPr>
          <w:p w:rsidR="00766415" w:rsidRPr="007D189A" w:rsidRDefault="00766415" w:rsidP="008931B2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C36AA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47</w:t>
            </w:r>
          </w:p>
        </w:tc>
      </w:tr>
      <w:tr w:rsidR="00766415" w:rsidRPr="00AC36AA" w:rsidTr="005F3D3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Default="00766415" w:rsidP="005F3D36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8931B2">
              <w:rPr>
                <w:bCs w:val="0"/>
              </w:rPr>
              <w:t>Распредел</w:t>
            </w:r>
            <w:r>
              <w:rPr>
                <w:bCs w:val="0"/>
              </w:rPr>
              <w:t>е</w:t>
            </w:r>
            <w:r w:rsidRPr="008931B2">
              <w:rPr>
                <w:bCs w:val="0"/>
              </w:rPr>
              <w:t xml:space="preserve">ние субсидий бюджету городского округа </w:t>
            </w:r>
          </w:p>
          <w:p w:rsidR="00766415" w:rsidRDefault="00766415" w:rsidP="005F3D36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8931B2">
              <w:rPr>
                <w:bCs w:val="0"/>
              </w:rPr>
              <w:t>Ульяновской области на реализаци</w:t>
            </w:r>
            <w:r>
              <w:rPr>
                <w:bCs w:val="0"/>
              </w:rPr>
              <w:t>ю</w:t>
            </w:r>
            <w:r w:rsidRPr="008931B2">
              <w:rPr>
                <w:bCs w:val="0"/>
              </w:rPr>
              <w:t xml:space="preserve"> мероприятий федеральной целевой</w:t>
            </w:r>
          </w:p>
          <w:p w:rsidR="00766415" w:rsidRDefault="00766415" w:rsidP="008931B2">
            <w:pPr>
              <w:pStyle w:val="xl39"/>
              <w:spacing w:before="0" w:beforeAutospacing="0" w:after="0" w:afterAutospacing="0"/>
              <w:rPr>
                <w:bCs w:val="0"/>
              </w:rPr>
            </w:pPr>
            <w:r>
              <w:rPr>
                <w:bCs w:val="0"/>
              </w:rPr>
              <w:t>программы развития</w:t>
            </w:r>
            <w:r w:rsidRPr="008931B2">
              <w:rPr>
                <w:bCs w:val="0"/>
              </w:rPr>
              <w:t xml:space="preserve"> образования на 2011-2015 годы по направлению</w:t>
            </w:r>
          </w:p>
          <w:p w:rsidR="00766415" w:rsidRDefault="00766415" w:rsidP="008931B2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8931B2">
              <w:rPr>
                <w:bCs w:val="0"/>
              </w:rPr>
              <w:t xml:space="preserve">«Распространение на всей территории Российской Федерации </w:t>
            </w:r>
          </w:p>
          <w:p w:rsidR="00766415" w:rsidRPr="008931B2" w:rsidRDefault="00766415" w:rsidP="008931B2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8931B2">
              <w:rPr>
                <w:bCs w:val="0"/>
              </w:rPr>
              <w:t>современных моделей успешной социализации детей» на 2014 год</w:t>
            </w:r>
          </w:p>
        </w:tc>
      </w:tr>
      <w:tr w:rsidR="00766415" w:rsidRPr="00AC36AA" w:rsidTr="005F3D36">
        <w:trPr>
          <w:trHeight w:val="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5F3D3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AC36AA" w:rsidRDefault="00766415" w:rsidP="005F3D36">
            <w:pPr>
              <w:jc w:val="right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AC36AA" w:rsidRDefault="00766415" w:rsidP="008931B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766415" w:rsidRPr="00AC36AA" w:rsidTr="005F3D36">
        <w:trPr>
          <w:trHeight w:val="448"/>
          <w:tblHeader/>
        </w:trPr>
        <w:tc>
          <w:tcPr>
            <w:tcW w:w="735" w:type="dxa"/>
            <w:vAlign w:val="center"/>
          </w:tcPr>
          <w:p w:rsidR="00766415" w:rsidRPr="00AC36AA" w:rsidRDefault="00766415" w:rsidP="005F3D36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№   </w:t>
            </w:r>
            <w:r w:rsidRPr="00AC36A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766415" w:rsidRDefault="00766415" w:rsidP="005F3D36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 xml:space="preserve">Наименование </w:t>
            </w:r>
          </w:p>
          <w:p w:rsidR="00766415" w:rsidRPr="00AC36AA" w:rsidRDefault="00766415" w:rsidP="005F3D36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66415" w:rsidRPr="00AC36AA" w:rsidRDefault="00766415" w:rsidP="005F3D36">
            <w:pPr>
              <w:jc w:val="center"/>
              <w:rPr>
                <w:sz w:val="28"/>
                <w:szCs w:val="28"/>
              </w:rPr>
            </w:pPr>
            <w:r w:rsidRPr="00AC36AA">
              <w:rPr>
                <w:sz w:val="28"/>
                <w:szCs w:val="28"/>
              </w:rPr>
              <w:t>Сумма</w:t>
            </w:r>
          </w:p>
        </w:tc>
      </w:tr>
      <w:tr w:rsidR="00766415" w:rsidRPr="004D256F" w:rsidTr="005F3D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5F3D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2DA9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5F3D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66415" w:rsidRPr="00722DA9" w:rsidRDefault="00766415" w:rsidP="005F3D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6598,5</w:t>
            </w:r>
          </w:p>
        </w:tc>
      </w:tr>
      <w:tr w:rsidR="00766415" w:rsidRPr="004D256F" w:rsidTr="005F3D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5F3D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8931B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22DA9">
              <w:rPr>
                <w:b/>
                <w:bCs/>
                <w:sz w:val="28"/>
                <w:szCs w:val="28"/>
              </w:rPr>
              <w:t xml:space="preserve">Итого по </w:t>
            </w:r>
            <w:r>
              <w:rPr>
                <w:b/>
                <w:bCs/>
                <w:sz w:val="28"/>
                <w:szCs w:val="28"/>
              </w:rPr>
              <w:t>городам</w:t>
            </w:r>
          </w:p>
        </w:tc>
        <w:tc>
          <w:tcPr>
            <w:tcW w:w="4381" w:type="dxa"/>
            <w:tcBorders>
              <w:left w:val="nil"/>
              <w:right w:val="nil"/>
            </w:tcBorders>
            <w:noWrap/>
            <w:vAlign w:val="bottom"/>
          </w:tcPr>
          <w:p w:rsidR="00766415" w:rsidRPr="00722DA9" w:rsidRDefault="00766415" w:rsidP="005F3D3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6598,5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66415" w:rsidRDefault="00766415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дополнить таблицей 49 следующего содержания: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766415" w:rsidRPr="00707453" w:rsidTr="00D12635">
        <w:trPr>
          <w:trHeight w:val="484"/>
        </w:trPr>
        <w:tc>
          <w:tcPr>
            <w:tcW w:w="9796" w:type="dxa"/>
            <w:gridSpan w:val="3"/>
            <w:vAlign w:val="center"/>
          </w:tcPr>
          <w:p w:rsidR="00766415" w:rsidRDefault="00766415" w:rsidP="00D12635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49</w:t>
            </w:r>
          </w:p>
        </w:tc>
      </w:tr>
      <w:tr w:rsidR="00766415" w:rsidRPr="00707453" w:rsidTr="00D12635">
        <w:trPr>
          <w:trHeight w:val="1057"/>
        </w:trPr>
        <w:tc>
          <w:tcPr>
            <w:tcW w:w="9796" w:type="dxa"/>
            <w:gridSpan w:val="3"/>
            <w:vAlign w:val="center"/>
          </w:tcPr>
          <w:p w:rsidR="00766415" w:rsidRDefault="00766415" w:rsidP="00D126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766415" w:rsidRDefault="00766415" w:rsidP="00D126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создание </w:t>
            </w:r>
          </w:p>
          <w:p w:rsidR="00766415" w:rsidRDefault="00766415" w:rsidP="00D126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 общеобразовательных организациях, расположенных </w:t>
            </w:r>
          </w:p>
          <w:p w:rsidR="00766415" w:rsidRDefault="00766415" w:rsidP="00C531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сельской местности, условий для занятий физической</w:t>
            </w:r>
          </w:p>
          <w:p w:rsidR="00766415" w:rsidRDefault="00766415" w:rsidP="00C531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культурой и спортом </w:t>
            </w:r>
            <w:r>
              <w:rPr>
                <w:b/>
                <w:sz w:val="28"/>
                <w:szCs w:val="28"/>
              </w:rPr>
              <w:t>на 2014 год</w:t>
            </w:r>
          </w:p>
        </w:tc>
      </w:tr>
      <w:tr w:rsidR="00766415" w:rsidRPr="00707453" w:rsidTr="00D12635">
        <w:trPr>
          <w:trHeight w:val="196"/>
        </w:trPr>
        <w:tc>
          <w:tcPr>
            <w:tcW w:w="594" w:type="dxa"/>
            <w:noWrap/>
            <w:vAlign w:val="bottom"/>
          </w:tcPr>
          <w:p w:rsidR="00766415" w:rsidRPr="00707453" w:rsidRDefault="00766415" w:rsidP="00D12635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766415" w:rsidRPr="00707453" w:rsidRDefault="00766415" w:rsidP="00D12635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766415" w:rsidRPr="00707453" w:rsidRDefault="00766415" w:rsidP="00D12635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707453" w:rsidRDefault="00766415" w:rsidP="00D1263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766415" w:rsidRPr="00707453" w:rsidTr="00D12635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766415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766415" w:rsidRPr="00707453" w:rsidRDefault="00766415" w:rsidP="00D12635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766415" w:rsidRPr="00707453" w:rsidTr="00305208">
        <w:trPr>
          <w:trHeight w:val="77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15" w:rsidRPr="00707453" w:rsidRDefault="00766415" w:rsidP="00D12635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2430,0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</w:t>
            </w:r>
            <w:r w:rsidRPr="0070745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1215,0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13364,6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1214,9</w:t>
            </w:r>
          </w:p>
        </w:tc>
      </w:tr>
      <w:tr w:rsidR="00766415" w:rsidRPr="00707453" w:rsidTr="00D12635">
        <w:trPr>
          <w:trHeight w:val="375"/>
        </w:trPr>
        <w:tc>
          <w:tcPr>
            <w:tcW w:w="594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766415" w:rsidRPr="00707453" w:rsidRDefault="00766415" w:rsidP="001837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766415" w:rsidRPr="001837DC" w:rsidRDefault="00766415" w:rsidP="001837D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14579,5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66415" w:rsidRPr="00BC4074" w:rsidRDefault="00766415" w:rsidP="00E33AB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BC4074">
        <w:rPr>
          <w:sz w:val="28"/>
          <w:szCs w:val="28"/>
        </w:rPr>
        <w:t>таблицу 22 приложения 15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4600"/>
        <w:gridCol w:w="5338"/>
      </w:tblGrid>
      <w:tr w:rsidR="00766415" w:rsidRPr="00B67191" w:rsidTr="00E022E6">
        <w:trPr>
          <w:trHeight w:val="128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6415" w:rsidRPr="00B67191" w:rsidRDefault="00766415" w:rsidP="00BC4074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22</w:t>
            </w:r>
          </w:p>
          <w:p w:rsidR="00766415" w:rsidRPr="00B67191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66415" w:rsidRDefault="00766415" w:rsidP="00E022E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Ульяновской области на осуществление переданных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67191">
              <w:rPr>
                <w:b/>
                <w:bCs/>
                <w:sz w:val="28"/>
                <w:szCs w:val="28"/>
              </w:rPr>
              <w:t xml:space="preserve">органам местного </w:t>
            </w:r>
          </w:p>
          <w:p w:rsidR="00766415" w:rsidRDefault="00766415" w:rsidP="00BC4074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самоуправления государственных полномочий 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67191">
              <w:rPr>
                <w:b/>
                <w:bCs/>
                <w:sz w:val="28"/>
                <w:szCs w:val="28"/>
              </w:rPr>
              <w:t xml:space="preserve">государственную </w:t>
            </w:r>
          </w:p>
          <w:p w:rsidR="00766415" w:rsidRPr="00B67191" w:rsidRDefault="00766415" w:rsidP="00BC4074">
            <w:pPr>
              <w:jc w:val="center"/>
              <w:rPr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регистрацию актов гражданского состояния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67191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766415" w:rsidRPr="00B67191" w:rsidTr="00E022E6">
        <w:trPr>
          <w:trHeight w:val="476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E022E6">
            <w:pPr>
              <w:rPr>
                <w:sz w:val="28"/>
                <w:szCs w:val="28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6415" w:rsidRPr="00B67191" w:rsidRDefault="00766415" w:rsidP="00E022E6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766415" w:rsidRPr="00B67191" w:rsidRDefault="00766415" w:rsidP="00BC407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766415" w:rsidRPr="00B67191" w:rsidTr="00BC4074">
        <w:trPr>
          <w:trHeight w:val="654"/>
          <w:tblHeader/>
        </w:trPr>
        <w:tc>
          <w:tcPr>
            <w:tcW w:w="735" w:type="dxa"/>
            <w:vAlign w:val="center"/>
          </w:tcPr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766415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</w:t>
            </w:r>
          </w:p>
          <w:p w:rsidR="00766415" w:rsidRPr="00B67191" w:rsidRDefault="00766415" w:rsidP="00E022E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Сумма </w:t>
            </w:r>
          </w:p>
        </w:tc>
      </w:tr>
    </w:tbl>
    <w:p w:rsidR="00766415" w:rsidRPr="00BC4074" w:rsidRDefault="00766415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66415" w:rsidRPr="00B67191" w:rsidTr="001F2F3E">
        <w:trPr>
          <w:trHeight w:val="77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15" w:rsidRPr="00B67191" w:rsidRDefault="00766415" w:rsidP="00BC40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15" w:rsidRPr="00B67191" w:rsidRDefault="00766415" w:rsidP="00BC40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15" w:rsidRPr="00B67191" w:rsidRDefault="00766415" w:rsidP="00BC40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</w:tcBorders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1837,1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828,7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1008,8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826,9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994,5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1134,1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1006,3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774,5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559,8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693,7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1134,4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541,0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829,1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667,4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763,3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1189,7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934,3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1215,6</w:t>
            </w:r>
          </w:p>
        </w:tc>
      </w:tr>
      <w:tr w:rsidR="00766415" w:rsidRPr="00B67191" w:rsidTr="00BC4074">
        <w:trPr>
          <w:trHeight w:val="374"/>
        </w:trPr>
        <w:tc>
          <w:tcPr>
            <w:tcW w:w="735" w:type="dxa"/>
            <w:vAlign w:val="center"/>
          </w:tcPr>
          <w:p w:rsidR="00766415" w:rsidRPr="00B67191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vAlign w:val="center"/>
          </w:tcPr>
          <w:p w:rsidR="00766415" w:rsidRPr="00B67191" w:rsidRDefault="00766415" w:rsidP="00BC4074">
            <w:pPr>
              <w:spacing w:line="360" w:lineRule="auto"/>
              <w:rPr>
                <w:b/>
                <w:sz w:val="28"/>
                <w:szCs w:val="28"/>
              </w:rPr>
            </w:pPr>
            <w:r w:rsidRPr="00B6719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vAlign w:val="center"/>
          </w:tcPr>
          <w:p w:rsidR="00766415" w:rsidRPr="00BC4074" w:rsidRDefault="00766415" w:rsidP="00BC407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b/>
                <w:sz w:val="28"/>
                <w:szCs w:val="28"/>
              </w:rPr>
              <w:t>16939,2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766415" w:rsidRPr="00E33ABF" w:rsidRDefault="00766415" w:rsidP="00E33ABF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66415" w:rsidRPr="00E33ABF" w:rsidRDefault="00766415" w:rsidP="00E33ABF">
      <w:pPr>
        <w:pStyle w:val="BodyText"/>
        <w:ind w:firstLine="720"/>
        <w:rPr>
          <w:szCs w:val="28"/>
        </w:rPr>
      </w:pPr>
    </w:p>
    <w:p w:rsidR="00766415" w:rsidRPr="00E33ABF" w:rsidRDefault="00766415" w:rsidP="00E33ABF">
      <w:pPr>
        <w:pStyle w:val="BodyText"/>
        <w:ind w:firstLine="720"/>
        <w:rPr>
          <w:szCs w:val="28"/>
        </w:rPr>
      </w:pPr>
    </w:p>
    <w:p w:rsidR="00766415" w:rsidRPr="00B148E1" w:rsidRDefault="00766415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</w:t>
      </w:r>
      <w:r>
        <w:rPr>
          <w:b/>
        </w:rPr>
        <w:t xml:space="preserve">льяновской области    </w:t>
      </w:r>
      <w:r w:rsidRPr="00B148E1">
        <w:rPr>
          <w:b/>
        </w:rPr>
        <w:t xml:space="preserve">                            </w:t>
      </w:r>
      <w:r>
        <w:rPr>
          <w:b/>
        </w:rPr>
        <w:t xml:space="preserve">          </w:t>
      </w:r>
      <w:r w:rsidRPr="00B148E1">
        <w:rPr>
          <w:b/>
        </w:rPr>
        <w:t xml:space="preserve">              С.И.Морозов</w:t>
      </w:r>
    </w:p>
    <w:p w:rsidR="00766415" w:rsidRPr="00620322" w:rsidRDefault="00766415" w:rsidP="00A41D7B">
      <w:pPr>
        <w:pStyle w:val="Heading1"/>
        <w:tabs>
          <w:tab w:val="right" w:pos="8647"/>
        </w:tabs>
        <w:rPr>
          <w:sz w:val="20"/>
        </w:rPr>
      </w:pPr>
    </w:p>
    <w:p w:rsidR="00766415" w:rsidRPr="00620322" w:rsidRDefault="00766415" w:rsidP="00A41D7B">
      <w:pPr>
        <w:jc w:val="both"/>
      </w:pPr>
    </w:p>
    <w:p w:rsidR="00766415" w:rsidRPr="00620322" w:rsidRDefault="00766415" w:rsidP="00A41D7B"/>
    <w:p w:rsidR="00766415" w:rsidRPr="00B148E1" w:rsidRDefault="00766415" w:rsidP="007E0A34">
      <w:pPr>
        <w:spacing w:line="288" w:lineRule="auto"/>
        <w:jc w:val="center"/>
        <w:rPr>
          <w:sz w:val="28"/>
        </w:rPr>
      </w:pPr>
      <w:r w:rsidRPr="00B148E1">
        <w:rPr>
          <w:sz w:val="28"/>
        </w:rPr>
        <w:t>г. Ульяновск</w:t>
      </w:r>
    </w:p>
    <w:p w:rsidR="00766415" w:rsidRPr="00B148E1" w:rsidRDefault="00766415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23</w:t>
      </w:r>
      <w:r w:rsidRPr="00B148E1">
        <w:rPr>
          <w:sz w:val="28"/>
        </w:rPr>
        <w:t xml:space="preserve"> </w:t>
      </w:r>
      <w:r>
        <w:rPr>
          <w:sz w:val="28"/>
        </w:rPr>
        <w:t>июля</w:t>
      </w:r>
      <w:r w:rsidRPr="00B148E1">
        <w:rPr>
          <w:sz w:val="28"/>
        </w:rPr>
        <w:t xml:space="preserve"> 201</w:t>
      </w:r>
      <w:r>
        <w:rPr>
          <w:sz w:val="28"/>
        </w:rPr>
        <w:t>4</w:t>
      </w:r>
      <w:r w:rsidRPr="00B148E1">
        <w:rPr>
          <w:sz w:val="28"/>
        </w:rPr>
        <w:t xml:space="preserve"> г.</w:t>
      </w:r>
    </w:p>
    <w:p w:rsidR="00766415" w:rsidRPr="00B42C55" w:rsidRDefault="00766415" w:rsidP="007E0A34">
      <w:pPr>
        <w:spacing w:line="288" w:lineRule="auto"/>
        <w:jc w:val="center"/>
      </w:pPr>
      <w:r w:rsidRPr="00B148E1">
        <w:rPr>
          <w:sz w:val="28"/>
        </w:rPr>
        <w:t>№</w:t>
      </w:r>
      <w:r>
        <w:rPr>
          <w:sz w:val="28"/>
        </w:rPr>
        <w:t xml:space="preserve"> 114</w:t>
      </w:r>
      <w:r w:rsidRPr="00B148E1">
        <w:rPr>
          <w:sz w:val="28"/>
        </w:rPr>
        <w:t>-ЗО</w:t>
      </w:r>
      <w:r w:rsidRPr="00B42C55">
        <w:tab/>
      </w:r>
    </w:p>
    <w:sectPr w:rsidR="00766415" w:rsidRPr="00B42C55" w:rsidSect="00FF095B">
      <w:headerReference w:type="even" r:id="rId7"/>
      <w:headerReference w:type="default" r:id="rId8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415" w:rsidRDefault="00766415">
      <w:r>
        <w:separator/>
      </w:r>
    </w:p>
  </w:endnote>
  <w:endnote w:type="continuationSeparator" w:id="0">
    <w:p w:rsidR="00766415" w:rsidRDefault="0076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415" w:rsidRDefault="00766415">
      <w:r>
        <w:separator/>
      </w:r>
    </w:p>
  </w:footnote>
  <w:footnote w:type="continuationSeparator" w:id="0">
    <w:p w:rsidR="00766415" w:rsidRDefault="00766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15" w:rsidRDefault="0076641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6415" w:rsidRDefault="007664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15" w:rsidRPr="00FF095B" w:rsidRDefault="00766415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174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9BF"/>
    <w:rsid w:val="00000C3C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0FA8"/>
    <w:rsid w:val="000112E2"/>
    <w:rsid w:val="00011360"/>
    <w:rsid w:val="0001170E"/>
    <w:rsid w:val="00011735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69AD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1506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87"/>
    <w:rsid w:val="000525EE"/>
    <w:rsid w:val="00053181"/>
    <w:rsid w:val="00053229"/>
    <w:rsid w:val="00053550"/>
    <w:rsid w:val="00053BBC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5A4C"/>
    <w:rsid w:val="0007620E"/>
    <w:rsid w:val="00076ACC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17D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3EE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CCE"/>
    <w:rsid w:val="000A7DEB"/>
    <w:rsid w:val="000B019A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98B"/>
    <w:rsid w:val="000D6A76"/>
    <w:rsid w:val="000D7367"/>
    <w:rsid w:val="000D755F"/>
    <w:rsid w:val="000E0402"/>
    <w:rsid w:val="000E0A06"/>
    <w:rsid w:val="000E1461"/>
    <w:rsid w:val="000E180E"/>
    <w:rsid w:val="000E1927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05D3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0F7F13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984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BA3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468"/>
    <w:rsid w:val="0012663B"/>
    <w:rsid w:val="00126BD0"/>
    <w:rsid w:val="001270DC"/>
    <w:rsid w:val="00127E2E"/>
    <w:rsid w:val="00127FFA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6DFE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A09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2C46"/>
    <w:rsid w:val="001C3007"/>
    <w:rsid w:val="001C30A5"/>
    <w:rsid w:val="001C3932"/>
    <w:rsid w:val="001C4477"/>
    <w:rsid w:val="001C464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5BF7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9A4"/>
    <w:rsid w:val="00202A26"/>
    <w:rsid w:val="00202DE3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7464"/>
    <w:rsid w:val="00210072"/>
    <w:rsid w:val="00210271"/>
    <w:rsid w:val="0021032C"/>
    <w:rsid w:val="00210686"/>
    <w:rsid w:val="00210794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724"/>
    <w:rsid w:val="00213A57"/>
    <w:rsid w:val="00213D8C"/>
    <w:rsid w:val="00213E96"/>
    <w:rsid w:val="0021419F"/>
    <w:rsid w:val="002145E8"/>
    <w:rsid w:val="00214A58"/>
    <w:rsid w:val="00214F9A"/>
    <w:rsid w:val="00215A21"/>
    <w:rsid w:val="002167EF"/>
    <w:rsid w:val="00216AA8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576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92A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0A7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64B"/>
    <w:rsid w:val="00267A21"/>
    <w:rsid w:val="00267CF3"/>
    <w:rsid w:val="00267D59"/>
    <w:rsid w:val="00270084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F77"/>
    <w:rsid w:val="00283FD7"/>
    <w:rsid w:val="0028404D"/>
    <w:rsid w:val="002842EE"/>
    <w:rsid w:val="0028458F"/>
    <w:rsid w:val="00284B0A"/>
    <w:rsid w:val="00284E6D"/>
    <w:rsid w:val="002850BD"/>
    <w:rsid w:val="00285CF5"/>
    <w:rsid w:val="002861E2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6F81"/>
    <w:rsid w:val="002A71EF"/>
    <w:rsid w:val="002A7AEA"/>
    <w:rsid w:val="002A7B2A"/>
    <w:rsid w:val="002B003F"/>
    <w:rsid w:val="002B04A3"/>
    <w:rsid w:val="002B0686"/>
    <w:rsid w:val="002B07FC"/>
    <w:rsid w:val="002B0CAF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3F"/>
    <w:rsid w:val="002C0786"/>
    <w:rsid w:val="002C0FBF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0F63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27A"/>
    <w:rsid w:val="00302701"/>
    <w:rsid w:val="00302ABF"/>
    <w:rsid w:val="00302C7B"/>
    <w:rsid w:val="00302CF4"/>
    <w:rsid w:val="00303249"/>
    <w:rsid w:val="00303693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2095"/>
    <w:rsid w:val="00312327"/>
    <w:rsid w:val="0031254F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23E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FD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0AA3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24B7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439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BB7"/>
    <w:rsid w:val="003A3CA9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10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EAD"/>
    <w:rsid w:val="003F5F67"/>
    <w:rsid w:val="003F6640"/>
    <w:rsid w:val="003F6731"/>
    <w:rsid w:val="003F7812"/>
    <w:rsid w:val="003F7B68"/>
    <w:rsid w:val="003F7E0A"/>
    <w:rsid w:val="0040022A"/>
    <w:rsid w:val="004003EC"/>
    <w:rsid w:val="00400AD2"/>
    <w:rsid w:val="004010C5"/>
    <w:rsid w:val="00401127"/>
    <w:rsid w:val="00401142"/>
    <w:rsid w:val="004015C3"/>
    <w:rsid w:val="00401DA6"/>
    <w:rsid w:val="00401EE4"/>
    <w:rsid w:val="0040235E"/>
    <w:rsid w:val="00402DA3"/>
    <w:rsid w:val="004038FB"/>
    <w:rsid w:val="004040CE"/>
    <w:rsid w:val="00404228"/>
    <w:rsid w:val="00404304"/>
    <w:rsid w:val="00405129"/>
    <w:rsid w:val="0040540A"/>
    <w:rsid w:val="0040579C"/>
    <w:rsid w:val="00405D7B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BF8"/>
    <w:rsid w:val="00424E2F"/>
    <w:rsid w:val="00424E4F"/>
    <w:rsid w:val="00424F0C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38D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DE"/>
    <w:rsid w:val="0044315C"/>
    <w:rsid w:val="00443D78"/>
    <w:rsid w:val="00443E92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3A"/>
    <w:rsid w:val="00450F66"/>
    <w:rsid w:val="00452022"/>
    <w:rsid w:val="00452573"/>
    <w:rsid w:val="0045269E"/>
    <w:rsid w:val="00452E38"/>
    <w:rsid w:val="004530CA"/>
    <w:rsid w:val="00453383"/>
    <w:rsid w:val="004533E5"/>
    <w:rsid w:val="00453612"/>
    <w:rsid w:val="004536D5"/>
    <w:rsid w:val="00453863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6B5"/>
    <w:rsid w:val="00472745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7EA"/>
    <w:rsid w:val="00480EA4"/>
    <w:rsid w:val="0048146B"/>
    <w:rsid w:val="0048150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5101"/>
    <w:rsid w:val="004854EE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5F3C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21"/>
    <w:rsid w:val="004D3A8F"/>
    <w:rsid w:val="004D40D7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8CA"/>
    <w:rsid w:val="004F49D6"/>
    <w:rsid w:val="004F504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239"/>
    <w:rsid w:val="004F72B2"/>
    <w:rsid w:val="004F73F0"/>
    <w:rsid w:val="004F759C"/>
    <w:rsid w:val="004F7606"/>
    <w:rsid w:val="004F7CBE"/>
    <w:rsid w:val="005004C8"/>
    <w:rsid w:val="00500991"/>
    <w:rsid w:val="00500993"/>
    <w:rsid w:val="00500A67"/>
    <w:rsid w:val="00500AC3"/>
    <w:rsid w:val="00500E15"/>
    <w:rsid w:val="005014CD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A52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35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5ECD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76E"/>
    <w:rsid w:val="00556791"/>
    <w:rsid w:val="0055746A"/>
    <w:rsid w:val="00557B2D"/>
    <w:rsid w:val="0056069C"/>
    <w:rsid w:val="00560811"/>
    <w:rsid w:val="005613FD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277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1C46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7154"/>
    <w:rsid w:val="0060737E"/>
    <w:rsid w:val="006078BD"/>
    <w:rsid w:val="00607A2E"/>
    <w:rsid w:val="00607C75"/>
    <w:rsid w:val="00607D9D"/>
    <w:rsid w:val="00607DB0"/>
    <w:rsid w:val="0061080E"/>
    <w:rsid w:val="006109E9"/>
    <w:rsid w:val="00610A33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6BD"/>
    <w:rsid w:val="00660C82"/>
    <w:rsid w:val="00660ECE"/>
    <w:rsid w:val="006610C7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018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906"/>
    <w:rsid w:val="00684AAF"/>
    <w:rsid w:val="00685173"/>
    <w:rsid w:val="006851C8"/>
    <w:rsid w:val="006855B5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2370"/>
    <w:rsid w:val="0069251C"/>
    <w:rsid w:val="006925B9"/>
    <w:rsid w:val="006928C2"/>
    <w:rsid w:val="00692921"/>
    <w:rsid w:val="00692EC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5C9"/>
    <w:rsid w:val="006976BB"/>
    <w:rsid w:val="0069770A"/>
    <w:rsid w:val="00697723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0CDB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119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BF2"/>
    <w:rsid w:val="006E6512"/>
    <w:rsid w:val="006E6DDB"/>
    <w:rsid w:val="006E6E6C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1009"/>
    <w:rsid w:val="00701536"/>
    <w:rsid w:val="0070189F"/>
    <w:rsid w:val="00701A37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453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0E21"/>
    <w:rsid w:val="007210DD"/>
    <w:rsid w:val="0072186B"/>
    <w:rsid w:val="0072266F"/>
    <w:rsid w:val="007226A2"/>
    <w:rsid w:val="00722DA9"/>
    <w:rsid w:val="00722F07"/>
    <w:rsid w:val="00723887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799"/>
    <w:rsid w:val="00726870"/>
    <w:rsid w:val="00726DD7"/>
    <w:rsid w:val="00726F8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484"/>
    <w:rsid w:val="00747A7B"/>
    <w:rsid w:val="00747E2C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4E3"/>
    <w:rsid w:val="007517FB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415"/>
    <w:rsid w:val="00766614"/>
    <w:rsid w:val="007667C6"/>
    <w:rsid w:val="0076682B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28D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EF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52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6C87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8D"/>
    <w:rsid w:val="008800C8"/>
    <w:rsid w:val="00880211"/>
    <w:rsid w:val="00880460"/>
    <w:rsid w:val="00880631"/>
    <w:rsid w:val="00880711"/>
    <w:rsid w:val="00880788"/>
    <w:rsid w:val="00880B63"/>
    <w:rsid w:val="008811A4"/>
    <w:rsid w:val="008814C4"/>
    <w:rsid w:val="00881843"/>
    <w:rsid w:val="008819B6"/>
    <w:rsid w:val="00881F69"/>
    <w:rsid w:val="00882481"/>
    <w:rsid w:val="008828B7"/>
    <w:rsid w:val="00882FAF"/>
    <w:rsid w:val="00883792"/>
    <w:rsid w:val="008848D4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1B2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5030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1E8E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1D4"/>
    <w:rsid w:val="008D53C3"/>
    <w:rsid w:val="008D53D8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3D06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C8"/>
    <w:rsid w:val="0091143E"/>
    <w:rsid w:val="009115A2"/>
    <w:rsid w:val="009120BE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D0F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906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97F00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111"/>
    <w:rsid w:val="009B3E5A"/>
    <w:rsid w:val="009B3F37"/>
    <w:rsid w:val="009B4623"/>
    <w:rsid w:val="009B4A4A"/>
    <w:rsid w:val="009B525F"/>
    <w:rsid w:val="009B567E"/>
    <w:rsid w:val="009B59DA"/>
    <w:rsid w:val="009B59E8"/>
    <w:rsid w:val="009B5BB4"/>
    <w:rsid w:val="009B623F"/>
    <w:rsid w:val="009B680A"/>
    <w:rsid w:val="009B70C7"/>
    <w:rsid w:val="009B70D6"/>
    <w:rsid w:val="009B7945"/>
    <w:rsid w:val="009B7AE7"/>
    <w:rsid w:val="009B7B0E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A5C"/>
    <w:rsid w:val="009D1BDA"/>
    <w:rsid w:val="009D34AF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50C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59BE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CA5"/>
    <w:rsid w:val="009F3D79"/>
    <w:rsid w:val="009F42D3"/>
    <w:rsid w:val="009F4300"/>
    <w:rsid w:val="009F4321"/>
    <w:rsid w:val="009F5357"/>
    <w:rsid w:val="009F5E79"/>
    <w:rsid w:val="009F6038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07F49"/>
    <w:rsid w:val="00A10092"/>
    <w:rsid w:val="00A10463"/>
    <w:rsid w:val="00A10835"/>
    <w:rsid w:val="00A10B53"/>
    <w:rsid w:val="00A10D89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38A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63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95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330"/>
    <w:rsid w:val="00A40538"/>
    <w:rsid w:val="00A40ED7"/>
    <w:rsid w:val="00A411A6"/>
    <w:rsid w:val="00A412F7"/>
    <w:rsid w:val="00A41771"/>
    <w:rsid w:val="00A41D7B"/>
    <w:rsid w:val="00A423C1"/>
    <w:rsid w:val="00A42E6F"/>
    <w:rsid w:val="00A43115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57BE5"/>
    <w:rsid w:val="00A6018E"/>
    <w:rsid w:val="00A60417"/>
    <w:rsid w:val="00A6064C"/>
    <w:rsid w:val="00A6067D"/>
    <w:rsid w:val="00A60AAC"/>
    <w:rsid w:val="00A611A0"/>
    <w:rsid w:val="00A6136E"/>
    <w:rsid w:val="00A613BC"/>
    <w:rsid w:val="00A6140A"/>
    <w:rsid w:val="00A616FC"/>
    <w:rsid w:val="00A61B8C"/>
    <w:rsid w:val="00A620AC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835"/>
    <w:rsid w:val="00A76964"/>
    <w:rsid w:val="00A77076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30D0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8EF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8A4"/>
    <w:rsid w:val="00AC1A8E"/>
    <w:rsid w:val="00AC1C0A"/>
    <w:rsid w:val="00AC2CA6"/>
    <w:rsid w:val="00AC36AA"/>
    <w:rsid w:val="00AC3885"/>
    <w:rsid w:val="00AC3FB1"/>
    <w:rsid w:val="00AC4170"/>
    <w:rsid w:val="00AC4388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D38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ACF"/>
    <w:rsid w:val="00B1662E"/>
    <w:rsid w:val="00B16749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2B6"/>
    <w:rsid w:val="00B26309"/>
    <w:rsid w:val="00B26A4C"/>
    <w:rsid w:val="00B26D2D"/>
    <w:rsid w:val="00B26F74"/>
    <w:rsid w:val="00B26FB0"/>
    <w:rsid w:val="00B2706F"/>
    <w:rsid w:val="00B274FF"/>
    <w:rsid w:val="00B2787B"/>
    <w:rsid w:val="00B27A3F"/>
    <w:rsid w:val="00B27FDC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813"/>
    <w:rsid w:val="00B66AF3"/>
    <w:rsid w:val="00B66FC1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656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6DC"/>
    <w:rsid w:val="00BB2E60"/>
    <w:rsid w:val="00BB2EE1"/>
    <w:rsid w:val="00BB2F76"/>
    <w:rsid w:val="00BB3228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332"/>
    <w:rsid w:val="00BF2646"/>
    <w:rsid w:val="00BF2ACE"/>
    <w:rsid w:val="00BF322D"/>
    <w:rsid w:val="00BF323A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C1E"/>
    <w:rsid w:val="00BF75C9"/>
    <w:rsid w:val="00BF7772"/>
    <w:rsid w:val="00BF79A7"/>
    <w:rsid w:val="00BF7F7A"/>
    <w:rsid w:val="00C0000F"/>
    <w:rsid w:val="00C0029B"/>
    <w:rsid w:val="00C010D0"/>
    <w:rsid w:val="00C012CF"/>
    <w:rsid w:val="00C01BE3"/>
    <w:rsid w:val="00C02913"/>
    <w:rsid w:val="00C02BA1"/>
    <w:rsid w:val="00C03055"/>
    <w:rsid w:val="00C03A11"/>
    <w:rsid w:val="00C04062"/>
    <w:rsid w:val="00C047CA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DBA"/>
    <w:rsid w:val="00C07FB5"/>
    <w:rsid w:val="00C10300"/>
    <w:rsid w:val="00C1080F"/>
    <w:rsid w:val="00C10A13"/>
    <w:rsid w:val="00C114A7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81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530"/>
    <w:rsid w:val="00C649E2"/>
    <w:rsid w:val="00C64D1F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439"/>
    <w:rsid w:val="00C80A04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BFC"/>
    <w:rsid w:val="00CB5EE4"/>
    <w:rsid w:val="00CB6454"/>
    <w:rsid w:val="00CB64BE"/>
    <w:rsid w:val="00CB65D5"/>
    <w:rsid w:val="00CB6D09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2B6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6C5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1725"/>
    <w:rsid w:val="00D21B40"/>
    <w:rsid w:val="00D22A8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0003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5EB"/>
    <w:rsid w:val="00D4568A"/>
    <w:rsid w:val="00D45718"/>
    <w:rsid w:val="00D45F50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E3A"/>
    <w:rsid w:val="00D54F69"/>
    <w:rsid w:val="00D55661"/>
    <w:rsid w:val="00D55F30"/>
    <w:rsid w:val="00D55F3E"/>
    <w:rsid w:val="00D56618"/>
    <w:rsid w:val="00D56756"/>
    <w:rsid w:val="00D56AA5"/>
    <w:rsid w:val="00D56F7F"/>
    <w:rsid w:val="00D57179"/>
    <w:rsid w:val="00D575A0"/>
    <w:rsid w:val="00D579DF"/>
    <w:rsid w:val="00D57F8F"/>
    <w:rsid w:val="00D60750"/>
    <w:rsid w:val="00D60C87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6B69"/>
    <w:rsid w:val="00D77CD5"/>
    <w:rsid w:val="00D77F92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631"/>
    <w:rsid w:val="00D8788B"/>
    <w:rsid w:val="00D87B79"/>
    <w:rsid w:val="00D87F49"/>
    <w:rsid w:val="00D900B7"/>
    <w:rsid w:val="00D90129"/>
    <w:rsid w:val="00D9020E"/>
    <w:rsid w:val="00D909E8"/>
    <w:rsid w:val="00D91102"/>
    <w:rsid w:val="00D91453"/>
    <w:rsid w:val="00D9165B"/>
    <w:rsid w:val="00D91864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61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488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2C"/>
    <w:rsid w:val="00DB4EC5"/>
    <w:rsid w:val="00DB5191"/>
    <w:rsid w:val="00DB596D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9DB"/>
    <w:rsid w:val="00DC1AC0"/>
    <w:rsid w:val="00DC1D63"/>
    <w:rsid w:val="00DC2004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B2E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9D7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758"/>
    <w:rsid w:val="00DF384E"/>
    <w:rsid w:val="00DF3CF0"/>
    <w:rsid w:val="00DF41C1"/>
    <w:rsid w:val="00DF4793"/>
    <w:rsid w:val="00DF4A83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639"/>
    <w:rsid w:val="00E03E5E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BF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9CB"/>
    <w:rsid w:val="00E42EBD"/>
    <w:rsid w:val="00E42F8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4D2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7FB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1C6"/>
    <w:rsid w:val="00E753AB"/>
    <w:rsid w:val="00E75E30"/>
    <w:rsid w:val="00E75E5E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D22"/>
    <w:rsid w:val="00E80F7A"/>
    <w:rsid w:val="00E81058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7F0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48"/>
    <w:rsid w:val="00EB39A2"/>
    <w:rsid w:val="00EB3D68"/>
    <w:rsid w:val="00EB3E32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020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667"/>
    <w:rsid w:val="00F2577B"/>
    <w:rsid w:val="00F2618B"/>
    <w:rsid w:val="00F265F0"/>
    <w:rsid w:val="00F267F6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246"/>
    <w:rsid w:val="00F35458"/>
    <w:rsid w:val="00F35704"/>
    <w:rsid w:val="00F35BD1"/>
    <w:rsid w:val="00F35DB4"/>
    <w:rsid w:val="00F365A8"/>
    <w:rsid w:val="00F36799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AA1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1C7"/>
    <w:rsid w:val="00F857E6"/>
    <w:rsid w:val="00F8591E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1DE"/>
    <w:rsid w:val="00F9259D"/>
    <w:rsid w:val="00F92969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95D"/>
    <w:rsid w:val="00FA5B04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324"/>
    <w:rsid w:val="00FC66FF"/>
    <w:rsid w:val="00FC69B9"/>
    <w:rsid w:val="00FC7212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5D39"/>
    <w:rsid w:val="00FD6145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14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95B"/>
    <w:rsid w:val="00FF0C10"/>
    <w:rsid w:val="00FF0F69"/>
    <w:rsid w:val="00FF0FEF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8A"/>
    <w:rsid w:val="00FF5DB9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078B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078BD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309</TotalTime>
  <Pages>363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30</cp:revision>
  <cp:lastPrinted>2014-07-23T09:36:00Z</cp:lastPrinted>
  <dcterms:created xsi:type="dcterms:W3CDTF">2014-07-15T06:58:00Z</dcterms:created>
  <dcterms:modified xsi:type="dcterms:W3CDTF">2014-08-04T06:43:00Z</dcterms:modified>
</cp:coreProperties>
</file>