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A7" w:rsidRPr="0030563F" w:rsidRDefault="009543A7" w:rsidP="00680799">
      <w:pPr>
        <w:jc w:val="center"/>
        <w:rPr>
          <w:b/>
          <w:color w:val="FFFFFF"/>
        </w:rPr>
      </w:pPr>
      <w:r>
        <w:rPr>
          <w:b/>
          <w:color w:val="FFFFFF"/>
        </w:rPr>
        <w:t>Закон</w:t>
      </w:r>
      <w:r w:rsidRPr="0030563F">
        <w:rPr>
          <w:b/>
          <w:color w:val="FFFFFF"/>
        </w:rPr>
        <w:t>ОВЙ ОБ</w:t>
      </w:r>
    </w:p>
    <w:p w:rsidR="009543A7" w:rsidRDefault="009543A7" w:rsidP="007D00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9543A7" w:rsidRDefault="009543A7" w:rsidP="007D00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543A7" w:rsidRDefault="009543A7" w:rsidP="007D00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543A7" w:rsidRDefault="009543A7" w:rsidP="007D00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543A7" w:rsidRDefault="009543A7" w:rsidP="007D00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1F4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061F4">
        <w:rPr>
          <w:rFonts w:ascii="Times New Roman" w:hAnsi="Times New Roman" w:cs="Times New Roman"/>
          <w:sz w:val="28"/>
          <w:szCs w:val="28"/>
        </w:rPr>
        <w:t xml:space="preserve"> Закона Ульяновской области </w:t>
      </w:r>
    </w:p>
    <w:p w:rsidR="009543A7" w:rsidRPr="00E97457" w:rsidRDefault="009543A7" w:rsidP="007D00C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97457">
        <w:rPr>
          <w:b/>
        </w:rPr>
        <w:t>«О транспортном налоге в Ульяновской области»</w:t>
      </w:r>
    </w:p>
    <w:p w:rsidR="009543A7" w:rsidRDefault="009543A7" w:rsidP="007D00C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543A7" w:rsidRDefault="009543A7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3A7" w:rsidRDefault="009543A7" w:rsidP="00663F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43A7" w:rsidRDefault="009543A7" w:rsidP="00640BC3">
      <w:pPr>
        <w:rPr>
          <w:b/>
        </w:rPr>
      </w:pPr>
      <w:r>
        <w:rPr>
          <w:b/>
        </w:rPr>
        <w:t xml:space="preserve">          </w:t>
      </w:r>
      <w:r w:rsidRPr="00FE4D7F">
        <w:rPr>
          <w:b/>
        </w:rPr>
        <w:t>Статья 1</w:t>
      </w:r>
    </w:p>
    <w:p w:rsidR="009543A7" w:rsidRDefault="009543A7" w:rsidP="00680799">
      <w:pPr>
        <w:ind w:firstLine="709"/>
        <w:rPr>
          <w:b/>
        </w:rPr>
      </w:pPr>
    </w:p>
    <w:p w:rsidR="009543A7" w:rsidRDefault="009543A7" w:rsidP="00680799">
      <w:pPr>
        <w:ind w:firstLine="709"/>
        <w:rPr>
          <w:b/>
        </w:rPr>
      </w:pPr>
    </w:p>
    <w:p w:rsidR="009543A7" w:rsidRDefault="009543A7" w:rsidP="007F1267">
      <w:pPr>
        <w:pStyle w:val="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статью 4 </w:t>
      </w:r>
      <w:r w:rsidRPr="003E3FAE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3E3FAE">
        <w:rPr>
          <w:rFonts w:ascii="Times New Roman" w:hAnsi="Times New Roman"/>
          <w:sz w:val="28"/>
          <w:szCs w:val="28"/>
        </w:rPr>
        <w:t xml:space="preserve"> Ульяновской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3E3FAE">
        <w:rPr>
          <w:rFonts w:ascii="Times New Roman" w:hAnsi="Times New Roman"/>
          <w:sz w:val="28"/>
          <w:szCs w:val="28"/>
        </w:rPr>
        <w:t>от 6 сентября 2007 г</w:t>
      </w:r>
      <w:r>
        <w:rPr>
          <w:rFonts w:ascii="Times New Roman" w:hAnsi="Times New Roman"/>
          <w:sz w:val="28"/>
          <w:szCs w:val="28"/>
        </w:rPr>
        <w:t xml:space="preserve">ода </w:t>
      </w:r>
      <w:r w:rsidRPr="003E3FAE">
        <w:rPr>
          <w:rFonts w:ascii="Times New Roman" w:hAnsi="Times New Roman"/>
          <w:sz w:val="28"/>
          <w:szCs w:val="28"/>
        </w:rPr>
        <w:t xml:space="preserve">№ 130-ЗО «О транспортном налоге в Ульяновской области» </w:t>
      </w:r>
      <w:r w:rsidRPr="001E11E4">
        <w:rPr>
          <w:rFonts w:ascii="Times New Roman" w:hAnsi="Times New Roman"/>
          <w:sz w:val="28"/>
          <w:szCs w:val="28"/>
        </w:rPr>
        <w:t>(«Ульяновская правда» от 08.09.2007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76; от 22.08.2008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 xml:space="preserve">68; </w:t>
      </w:r>
      <w:r>
        <w:rPr>
          <w:rFonts w:ascii="Times New Roman" w:hAnsi="Times New Roman"/>
          <w:sz w:val="28"/>
          <w:szCs w:val="28"/>
        </w:rPr>
        <w:br/>
      </w:r>
      <w:r w:rsidRPr="001E11E4">
        <w:rPr>
          <w:rFonts w:ascii="Times New Roman" w:hAnsi="Times New Roman"/>
          <w:sz w:val="28"/>
          <w:szCs w:val="28"/>
        </w:rPr>
        <w:t>от 30.04.2009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 xml:space="preserve">33; от 11.11.2009 № 90; от 06.10.2010 № 81; от 17.12.2010 </w:t>
      </w:r>
      <w:r>
        <w:rPr>
          <w:rFonts w:ascii="Times New Roman" w:hAnsi="Times New Roman"/>
          <w:sz w:val="28"/>
          <w:szCs w:val="28"/>
        </w:rPr>
        <w:br/>
      </w:r>
      <w:r w:rsidRPr="001E11E4">
        <w:rPr>
          <w:rFonts w:ascii="Times New Roman" w:hAnsi="Times New Roman"/>
          <w:sz w:val="28"/>
          <w:szCs w:val="28"/>
        </w:rPr>
        <w:t>№ 103</w:t>
      </w:r>
      <w:r>
        <w:rPr>
          <w:rFonts w:ascii="Times New Roman" w:hAnsi="Times New Roman"/>
          <w:sz w:val="28"/>
          <w:szCs w:val="28"/>
        </w:rPr>
        <w:t xml:space="preserve">; </w:t>
      </w:r>
      <w:r w:rsidRPr="001E11E4">
        <w:rPr>
          <w:rFonts w:ascii="Times New Roman" w:hAnsi="Times New Roman"/>
          <w:sz w:val="28"/>
          <w:szCs w:val="28"/>
        </w:rPr>
        <w:t>от 06.04.2011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36; от 11.05.2011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50; от 12.08.2011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89; от 12.10.2011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115; от 02.03.2012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1E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; </w:t>
      </w:r>
      <w:r w:rsidRPr="001E11E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</w:t>
      </w:r>
      <w:r w:rsidRPr="001E11E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.06.</w:t>
      </w:r>
      <w:r w:rsidRPr="001E11E4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1E11E4"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</w:rPr>
        <w:t xml:space="preserve">; </w:t>
      </w:r>
      <w:r w:rsidRPr="00C94A5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94A5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C94A52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C94A52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; от 30.11.2012 № 133;  от 06.03.2013 № 25; от 19.08.2013 № 97; от 07.09.2013 № 109; </w:t>
      </w:r>
      <w:r>
        <w:rPr>
          <w:rFonts w:ascii="Times New Roman" w:hAnsi="Times New Roman" w:cs="Times New Roman"/>
          <w:sz w:val="28"/>
          <w:szCs w:val="28"/>
        </w:rPr>
        <w:br/>
        <w:t>от 31.03.2014 № 45</w:t>
      </w:r>
      <w:r>
        <w:rPr>
          <w:rFonts w:ascii="Times New Roman" w:hAnsi="Times New Roman"/>
          <w:sz w:val="28"/>
          <w:szCs w:val="28"/>
        </w:rPr>
        <w:t xml:space="preserve">) </w:t>
      </w:r>
      <w:r w:rsidRPr="003E3FA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е</w:t>
      </w:r>
      <w:r w:rsidRPr="003E3FA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изложив её в следующей редакции:</w:t>
      </w:r>
    </w:p>
    <w:p w:rsidR="009543A7" w:rsidRDefault="009543A7" w:rsidP="0024046B">
      <w:pPr>
        <w:pStyle w:val="a"/>
        <w:ind w:left="1985" w:hanging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40BC3">
        <w:rPr>
          <w:rFonts w:ascii="Times New Roman" w:hAnsi="Times New Roman"/>
          <w:sz w:val="28"/>
          <w:szCs w:val="28"/>
        </w:rPr>
        <w:t>Статья 4</w:t>
      </w:r>
      <w:r w:rsidRPr="006807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046B">
        <w:rPr>
          <w:rFonts w:ascii="Times New Roman" w:hAnsi="Times New Roman"/>
          <w:b/>
          <w:sz w:val="28"/>
          <w:szCs w:val="28"/>
        </w:rPr>
        <w:t xml:space="preserve">Порядок и сроки уплаты налога и авансовых платежей </w:t>
      </w:r>
      <w:r>
        <w:rPr>
          <w:rFonts w:ascii="Times New Roman" w:hAnsi="Times New Roman"/>
          <w:b/>
          <w:sz w:val="28"/>
          <w:szCs w:val="28"/>
        </w:rPr>
        <w:br/>
        <w:t xml:space="preserve">   </w:t>
      </w:r>
      <w:r w:rsidRPr="0024046B">
        <w:rPr>
          <w:rFonts w:ascii="Times New Roman" w:hAnsi="Times New Roman"/>
          <w:b/>
          <w:sz w:val="28"/>
          <w:szCs w:val="28"/>
        </w:rPr>
        <w:t>по налогу для налогоплательщиков-организаций</w:t>
      </w:r>
    </w:p>
    <w:p w:rsidR="009543A7" w:rsidRPr="0024046B" w:rsidRDefault="009543A7" w:rsidP="0024046B"/>
    <w:p w:rsidR="009543A7" w:rsidRDefault="009543A7" w:rsidP="009B7879">
      <w:pPr>
        <w:spacing w:line="360" w:lineRule="auto"/>
        <w:ind w:firstLine="709"/>
        <w:jc w:val="both"/>
      </w:pPr>
      <w:r>
        <w:t>В течение налогового периода налогоплательщики, являющиеся организациями, уплачивают авансовые платежи по налогу не позднее последнего числа месяца, следующего за истекшим отчётным периодом. Не позднее 1 марта года, следующего за истекшим налоговым периодом, налогоплательщики, являющиеся организациями, уплачивают сумму налога, исчисленную в порядке, предусмотренном пунктом 2 статьи 362</w:t>
      </w:r>
      <w:bookmarkStart w:id="0" w:name="_GoBack"/>
      <w:bookmarkEnd w:id="0"/>
      <w:r>
        <w:t xml:space="preserve"> Налогового кодекса Российской Федерации.».</w:t>
      </w:r>
    </w:p>
    <w:p w:rsidR="009543A7" w:rsidRDefault="009543A7" w:rsidP="00574F32">
      <w:pPr>
        <w:spacing w:line="360" w:lineRule="auto"/>
        <w:ind w:firstLine="709"/>
        <w:jc w:val="both"/>
      </w:pPr>
    </w:p>
    <w:p w:rsidR="009543A7" w:rsidRPr="008566DE" w:rsidRDefault="009543A7" w:rsidP="00574F32">
      <w:pPr>
        <w:spacing w:line="360" w:lineRule="auto"/>
        <w:ind w:firstLine="709"/>
        <w:rPr>
          <w:b/>
        </w:rPr>
      </w:pPr>
      <w:r w:rsidRPr="008566DE">
        <w:rPr>
          <w:b/>
        </w:rPr>
        <w:t>Статья 2</w:t>
      </w:r>
    </w:p>
    <w:p w:rsidR="009543A7" w:rsidRDefault="009543A7" w:rsidP="00574F32">
      <w:pPr>
        <w:spacing w:line="360" w:lineRule="auto"/>
        <w:ind w:firstLine="709"/>
        <w:rPr>
          <w:color w:val="000000"/>
        </w:rPr>
      </w:pPr>
    </w:p>
    <w:p w:rsidR="009543A7" w:rsidRDefault="009543A7" w:rsidP="008566DE">
      <w:pPr>
        <w:spacing w:line="360" w:lineRule="auto"/>
        <w:ind w:firstLine="709"/>
        <w:rPr>
          <w:color w:val="000000"/>
        </w:rPr>
      </w:pPr>
      <w:r>
        <w:rPr>
          <w:color w:val="000000"/>
        </w:rPr>
        <w:t>Настоящий Закон вступает в силу с 1 января 2015 года.</w:t>
      </w:r>
    </w:p>
    <w:p w:rsidR="009543A7" w:rsidRDefault="009543A7" w:rsidP="007F1267">
      <w:pPr>
        <w:ind w:firstLine="709"/>
        <w:rPr>
          <w:color w:val="000000"/>
        </w:rPr>
      </w:pPr>
    </w:p>
    <w:p w:rsidR="009543A7" w:rsidRDefault="009543A7" w:rsidP="007F1267">
      <w:pPr>
        <w:ind w:firstLine="709"/>
        <w:rPr>
          <w:color w:val="000000"/>
        </w:rPr>
      </w:pPr>
    </w:p>
    <w:p w:rsidR="009543A7" w:rsidRDefault="009543A7" w:rsidP="007F1267">
      <w:pPr>
        <w:ind w:firstLine="709"/>
        <w:rPr>
          <w:color w:val="000000"/>
        </w:rPr>
      </w:pPr>
    </w:p>
    <w:p w:rsidR="009543A7" w:rsidRPr="007F1267" w:rsidRDefault="009543A7" w:rsidP="00A27B7D">
      <w:pPr>
        <w:pStyle w:val="BodyText"/>
        <w:tabs>
          <w:tab w:val="left" w:pos="8100"/>
        </w:tabs>
        <w:jc w:val="left"/>
        <w:rPr>
          <w:b/>
          <w:szCs w:val="28"/>
        </w:rPr>
      </w:pPr>
      <w:r w:rsidRPr="007F1267">
        <w:rPr>
          <w:b/>
          <w:szCs w:val="28"/>
        </w:rPr>
        <w:t xml:space="preserve">Губернатор Ульяновской области                 </w:t>
      </w:r>
      <w:r>
        <w:rPr>
          <w:b/>
          <w:szCs w:val="28"/>
        </w:rPr>
        <w:t xml:space="preserve">        </w:t>
      </w:r>
      <w:r w:rsidRPr="007F1267">
        <w:rPr>
          <w:b/>
          <w:szCs w:val="28"/>
        </w:rPr>
        <w:t xml:space="preserve">                     </w:t>
      </w:r>
      <w:r>
        <w:rPr>
          <w:b/>
          <w:szCs w:val="28"/>
        </w:rPr>
        <w:t xml:space="preserve">        </w:t>
      </w:r>
      <w:r w:rsidRPr="007F1267">
        <w:rPr>
          <w:b/>
          <w:szCs w:val="28"/>
        </w:rPr>
        <w:t xml:space="preserve">  С.И.Морозов</w:t>
      </w:r>
    </w:p>
    <w:p w:rsidR="009543A7" w:rsidRDefault="009543A7" w:rsidP="00A27B7D">
      <w:pPr>
        <w:jc w:val="center"/>
      </w:pPr>
    </w:p>
    <w:p w:rsidR="009543A7" w:rsidRDefault="009543A7" w:rsidP="00A27B7D">
      <w:pPr>
        <w:jc w:val="center"/>
      </w:pPr>
    </w:p>
    <w:p w:rsidR="009543A7" w:rsidRPr="007F1267" w:rsidRDefault="009543A7" w:rsidP="00A27B7D">
      <w:pPr>
        <w:jc w:val="center"/>
      </w:pPr>
    </w:p>
    <w:p w:rsidR="009543A7" w:rsidRPr="00D34C13" w:rsidRDefault="009543A7" w:rsidP="007F1267">
      <w:pPr>
        <w:jc w:val="center"/>
      </w:pPr>
      <w:r w:rsidRPr="00D34C13">
        <w:t>г. Ульяновск</w:t>
      </w:r>
    </w:p>
    <w:p w:rsidR="009543A7" w:rsidRPr="00D34C13" w:rsidRDefault="009543A7" w:rsidP="007F1267">
      <w:pPr>
        <w:jc w:val="center"/>
      </w:pPr>
      <w:r>
        <w:t>07</w:t>
      </w:r>
      <w:r w:rsidRPr="00D34C13">
        <w:t xml:space="preserve"> </w:t>
      </w:r>
      <w:r>
        <w:t xml:space="preserve">июля  </w:t>
      </w:r>
      <w:smartTag w:uri="urn:schemas-microsoft-com:office:smarttags" w:element="metricconverter">
        <w:smartTagPr>
          <w:attr w:name="ProductID" w:val="2014 г"/>
        </w:smartTagPr>
        <w:r w:rsidRPr="00D34C13">
          <w:t>201</w:t>
        </w:r>
        <w:r>
          <w:t>4</w:t>
        </w:r>
        <w:r w:rsidRPr="00D34C13">
          <w:t xml:space="preserve"> г</w:t>
        </w:r>
      </w:smartTag>
      <w:r w:rsidRPr="00D34C13">
        <w:t>.</w:t>
      </w:r>
    </w:p>
    <w:p w:rsidR="009543A7" w:rsidRDefault="009543A7" w:rsidP="007F1267">
      <w:pPr>
        <w:jc w:val="center"/>
      </w:pPr>
      <w:r w:rsidRPr="00D34C13">
        <w:t>№</w:t>
      </w:r>
      <w:r>
        <w:t xml:space="preserve"> 109</w:t>
      </w:r>
      <w:r w:rsidRPr="00D34C13">
        <w:t>-ЗО</w:t>
      </w:r>
    </w:p>
    <w:sectPr w:rsidR="009543A7" w:rsidSect="00680799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3A7" w:rsidRDefault="009543A7">
      <w:r>
        <w:separator/>
      </w:r>
    </w:p>
  </w:endnote>
  <w:endnote w:type="continuationSeparator" w:id="0">
    <w:p w:rsidR="009543A7" w:rsidRDefault="009543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A7" w:rsidRPr="00680799" w:rsidRDefault="009543A7" w:rsidP="00680799">
    <w:pPr>
      <w:pStyle w:val="Footer"/>
      <w:jc w:val="right"/>
      <w:rPr>
        <w:sz w:val="16"/>
        <w:szCs w:val="16"/>
      </w:rPr>
    </w:pPr>
    <w:r w:rsidRPr="00680799">
      <w:rPr>
        <w:sz w:val="16"/>
        <w:szCs w:val="16"/>
      </w:rPr>
      <w:t>0406тд1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3A7" w:rsidRDefault="009543A7">
      <w:r>
        <w:separator/>
      </w:r>
    </w:p>
  </w:footnote>
  <w:footnote w:type="continuationSeparator" w:id="0">
    <w:p w:rsidR="009543A7" w:rsidRDefault="009543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A7" w:rsidRDefault="009543A7" w:rsidP="00F141A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43A7" w:rsidRDefault="009543A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A7" w:rsidRDefault="009543A7" w:rsidP="00680799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833"/>
    <w:rsid w:val="000061F1"/>
    <w:rsid w:val="000215B0"/>
    <w:rsid w:val="0003220D"/>
    <w:rsid w:val="0003479A"/>
    <w:rsid w:val="000427A2"/>
    <w:rsid w:val="00051558"/>
    <w:rsid w:val="000558BB"/>
    <w:rsid w:val="00060F98"/>
    <w:rsid w:val="0008103A"/>
    <w:rsid w:val="000909EA"/>
    <w:rsid w:val="000A4571"/>
    <w:rsid w:val="000D6E1E"/>
    <w:rsid w:val="000E4F7F"/>
    <w:rsid w:val="000F6B58"/>
    <w:rsid w:val="000F7481"/>
    <w:rsid w:val="00102038"/>
    <w:rsid w:val="00105C19"/>
    <w:rsid w:val="0010743C"/>
    <w:rsid w:val="00113C6A"/>
    <w:rsid w:val="00123511"/>
    <w:rsid w:val="00132A52"/>
    <w:rsid w:val="00154888"/>
    <w:rsid w:val="001557CE"/>
    <w:rsid w:val="001607ED"/>
    <w:rsid w:val="0018159B"/>
    <w:rsid w:val="001A2B28"/>
    <w:rsid w:val="001D08A4"/>
    <w:rsid w:val="001D2F49"/>
    <w:rsid w:val="001E11E4"/>
    <w:rsid w:val="001E1454"/>
    <w:rsid w:val="00210540"/>
    <w:rsid w:val="00212C96"/>
    <w:rsid w:val="002204B1"/>
    <w:rsid w:val="00223955"/>
    <w:rsid w:val="00240404"/>
    <w:rsid w:val="0024046B"/>
    <w:rsid w:val="00243276"/>
    <w:rsid w:val="0024395D"/>
    <w:rsid w:val="00260CC9"/>
    <w:rsid w:val="002A0A9F"/>
    <w:rsid w:val="002A3AC7"/>
    <w:rsid w:val="002D0928"/>
    <w:rsid w:val="002D66B9"/>
    <w:rsid w:val="002E75B6"/>
    <w:rsid w:val="002F3924"/>
    <w:rsid w:val="00300DE3"/>
    <w:rsid w:val="003015CA"/>
    <w:rsid w:val="0030563F"/>
    <w:rsid w:val="0031109F"/>
    <w:rsid w:val="00323E3C"/>
    <w:rsid w:val="00334218"/>
    <w:rsid w:val="00335189"/>
    <w:rsid w:val="00341782"/>
    <w:rsid w:val="003572CC"/>
    <w:rsid w:val="00357B98"/>
    <w:rsid w:val="003643C2"/>
    <w:rsid w:val="0037016B"/>
    <w:rsid w:val="00372157"/>
    <w:rsid w:val="00372E4D"/>
    <w:rsid w:val="003822D1"/>
    <w:rsid w:val="0038526D"/>
    <w:rsid w:val="00386D2F"/>
    <w:rsid w:val="00391E34"/>
    <w:rsid w:val="0039504B"/>
    <w:rsid w:val="003E3FAE"/>
    <w:rsid w:val="003F5F5F"/>
    <w:rsid w:val="00406E1E"/>
    <w:rsid w:val="0041384F"/>
    <w:rsid w:val="0041671A"/>
    <w:rsid w:val="00421BAE"/>
    <w:rsid w:val="00425E1B"/>
    <w:rsid w:val="00430785"/>
    <w:rsid w:val="00432A1B"/>
    <w:rsid w:val="00442D06"/>
    <w:rsid w:val="0044378B"/>
    <w:rsid w:val="00450970"/>
    <w:rsid w:val="00452F77"/>
    <w:rsid w:val="004656CD"/>
    <w:rsid w:val="004841B2"/>
    <w:rsid w:val="00485DC0"/>
    <w:rsid w:val="00495FBB"/>
    <w:rsid w:val="004A3E34"/>
    <w:rsid w:val="004B0D99"/>
    <w:rsid w:val="004B21B3"/>
    <w:rsid w:val="004B39A9"/>
    <w:rsid w:val="004B5ACC"/>
    <w:rsid w:val="004D1949"/>
    <w:rsid w:val="004D2950"/>
    <w:rsid w:val="004D69DF"/>
    <w:rsid w:val="004F2FFE"/>
    <w:rsid w:val="00535059"/>
    <w:rsid w:val="00544F49"/>
    <w:rsid w:val="00546357"/>
    <w:rsid w:val="00552A3D"/>
    <w:rsid w:val="005601A3"/>
    <w:rsid w:val="00560C7B"/>
    <w:rsid w:val="00574F32"/>
    <w:rsid w:val="0058090D"/>
    <w:rsid w:val="005852D3"/>
    <w:rsid w:val="00594C28"/>
    <w:rsid w:val="005A4A52"/>
    <w:rsid w:val="005B1CE4"/>
    <w:rsid w:val="005B36F5"/>
    <w:rsid w:val="00606BF6"/>
    <w:rsid w:val="00616A1A"/>
    <w:rsid w:val="00617341"/>
    <w:rsid w:val="0062527E"/>
    <w:rsid w:val="00640BC3"/>
    <w:rsid w:val="00645F97"/>
    <w:rsid w:val="00647BD6"/>
    <w:rsid w:val="00657826"/>
    <w:rsid w:val="00663FF2"/>
    <w:rsid w:val="006669C2"/>
    <w:rsid w:val="00680799"/>
    <w:rsid w:val="006B3DAA"/>
    <w:rsid w:val="006B7A16"/>
    <w:rsid w:val="006D706C"/>
    <w:rsid w:val="006E6EF4"/>
    <w:rsid w:val="0070678B"/>
    <w:rsid w:val="00715DAF"/>
    <w:rsid w:val="00724942"/>
    <w:rsid w:val="00736571"/>
    <w:rsid w:val="007A5573"/>
    <w:rsid w:val="007B4509"/>
    <w:rsid w:val="007B58AF"/>
    <w:rsid w:val="007C2403"/>
    <w:rsid w:val="007C44DB"/>
    <w:rsid w:val="007D00C4"/>
    <w:rsid w:val="007F1267"/>
    <w:rsid w:val="0080431D"/>
    <w:rsid w:val="00806155"/>
    <w:rsid w:val="008566DE"/>
    <w:rsid w:val="0087089C"/>
    <w:rsid w:val="00881778"/>
    <w:rsid w:val="008866E8"/>
    <w:rsid w:val="00895C39"/>
    <w:rsid w:val="008A12C5"/>
    <w:rsid w:val="008A2D64"/>
    <w:rsid w:val="008A58C7"/>
    <w:rsid w:val="008B08AD"/>
    <w:rsid w:val="008B135B"/>
    <w:rsid w:val="008B2617"/>
    <w:rsid w:val="008C55E5"/>
    <w:rsid w:val="008C760A"/>
    <w:rsid w:val="008D27EB"/>
    <w:rsid w:val="008D32E2"/>
    <w:rsid w:val="008F1872"/>
    <w:rsid w:val="0090027F"/>
    <w:rsid w:val="00923DE9"/>
    <w:rsid w:val="00931508"/>
    <w:rsid w:val="009543A7"/>
    <w:rsid w:val="009547B9"/>
    <w:rsid w:val="00960138"/>
    <w:rsid w:val="00966431"/>
    <w:rsid w:val="00971134"/>
    <w:rsid w:val="00980ABB"/>
    <w:rsid w:val="00980D4C"/>
    <w:rsid w:val="00981098"/>
    <w:rsid w:val="00981F41"/>
    <w:rsid w:val="00987BFB"/>
    <w:rsid w:val="00991F51"/>
    <w:rsid w:val="00991F63"/>
    <w:rsid w:val="009A0313"/>
    <w:rsid w:val="009B1458"/>
    <w:rsid w:val="009B56CF"/>
    <w:rsid w:val="009B7879"/>
    <w:rsid w:val="009C2B79"/>
    <w:rsid w:val="009D3F35"/>
    <w:rsid w:val="009D64D5"/>
    <w:rsid w:val="009E033F"/>
    <w:rsid w:val="009F52B3"/>
    <w:rsid w:val="009F5D1F"/>
    <w:rsid w:val="00A01A9E"/>
    <w:rsid w:val="00A03A70"/>
    <w:rsid w:val="00A04E18"/>
    <w:rsid w:val="00A15CEB"/>
    <w:rsid w:val="00A1661A"/>
    <w:rsid w:val="00A21F0B"/>
    <w:rsid w:val="00A241A8"/>
    <w:rsid w:val="00A27390"/>
    <w:rsid w:val="00A27B7D"/>
    <w:rsid w:val="00A30483"/>
    <w:rsid w:val="00A4464C"/>
    <w:rsid w:val="00A71A84"/>
    <w:rsid w:val="00A84AD5"/>
    <w:rsid w:val="00AA0AED"/>
    <w:rsid w:val="00AA2A67"/>
    <w:rsid w:val="00AB4A50"/>
    <w:rsid w:val="00B00DEB"/>
    <w:rsid w:val="00B0713D"/>
    <w:rsid w:val="00B13C6E"/>
    <w:rsid w:val="00B13F8C"/>
    <w:rsid w:val="00B20EE8"/>
    <w:rsid w:val="00B37833"/>
    <w:rsid w:val="00B55CE9"/>
    <w:rsid w:val="00B93DE6"/>
    <w:rsid w:val="00BB4E98"/>
    <w:rsid w:val="00BC3570"/>
    <w:rsid w:val="00BE2FF1"/>
    <w:rsid w:val="00BF5E83"/>
    <w:rsid w:val="00C2453A"/>
    <w:rsid w:val="00C3449A"/>
    <w:rsid w:val="00C44EBB"/>
    <w:rsid w:val="00C47B3C"/>
    <w:rsid w:val="00C66748"/>
    <w:rsid w:val="00C843CF"/>
    <w:rsid w:val="00C859BA"/>
    <w:rsid w:val="00C872F6"/>
    <w:rsid w:val="00C94A52"/>
    <w:rsid w:val="00CA114C"/>
    <w:rsid w:val="00CA11E2"/>
    <w:rsid w:val="00CA6FA7"/>
    <w:rsid w:val="00CB25C4"/>
    <w:rsid w:val="00CC0F21"/>
    <w:rsid w:val="00CD7B32"/>
    <w:rsid w:val="00CE10B2"/>
    <w:rsid w:val="00CF2A3F"/>
    <w:rsid w:val="00CF472C"/>
    <w:rsid w:val="00D14A0C"/>
    <w:rsid w:val="00D31420"/>
    <w:rsid w:val="00D34C13"/>
    <w:rsid w:val="00D43BD9"/>
    <w:rsid w:val="00D72DE0"/>
    <w:rsid w:val="00DA011D"/>
    <w:rsid w:val="00DB0A7E"/>
    <w:rsid w:val="00DC0AB9"/>
    <w:rsid w:val="00DC4769"/>
    <w:rsid w:val="00DC6124"/>
    <w:rsid w:val="00DE5E2D"/>
    <w:rsid w:val="00DF5735"/>
    <w:rsid w:val="00DF7CEC"/>
    <w:rsid w:val="00E00E6D"/>
    <w:rsid w:val="00E061F4"/>
    <w:rsid w:val="00E1692C"/>
    <w:rsid w:val="00E33DE6"/>
    <w:rsid w:val="00E43643"/>
    <w:rsid w:val="00E4491C"/>
    <w:rsid w:val="00E5750E"/>
    <w:rsid w:val="00E663AB"/>
    <w:rsid w:val="00E7068C"/>
    <w:rsid w:val="00E80568"/>
    <w:rsid w:val="00E8171A"/>
    <w:rsid w:val="00E82C82"/>
    <w:rsid w:val="00E96A92"/>
    <w:rsid w:val="00E97457"/>
    <w:rsid w:val="00EC1A55"/>
    <w:rsid w:val="00ED0A4C"/>
    <w:rsid w:val="00ED70B5"/>
    <w:rsid w:val="00EE2207"/>
    <w:rsid w:val="00EF732E"/>
    <w:rsid w:val="00EF785C"/>
    <w:rsid w:val="00F07EEB"/>
    <w:rsid w:val="00F121C0"/>
    <w:rsid w:val="00F141AD"/>
    <w:rsid w:val="00F1515A"/>
    <w:rsid w:val="00F16B81"/>
    <w:rsid w:val="00F21477"/>
    <w:rsid w:val="00F402A2"/>
    <w:rsid w:val="00F602FE"/>
    <w:rsid w:val="00F61B5A"/>
    <w:rsid w:val="00F67EBA"/>
    <w:rsid w:val="00F74D93"/>
    <w:rsid w:val="00F805DB"/>
    <w:rsid w:val="00F81E68"/>
    <w:rsid w:val="00F857F8"/>
    <w:rsid w:val="00F97469"/>
    <w:rsid w:val="00FA5236"/>
    <w:rsid w:val="00FD316C"/>
    <w:rsid w:val="00FD79F5"/>
    <w:rsid w:val="00FE4D7F"/>
    <w:rsid w:val="00FF4B37"/>
    <w:rsid w:val="00FF6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833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6748"/>
    <w:rPr>
      <w:rFonts w:ascii="Arial" w:hAnsi="Arial" w:cs="Arial"/>
      <w:b/>
      <w:bCs/>
      <w:color w:val="26282F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607ED"/>
    <w:pPr>
      <w:ind w:right="-2"/>
      <w:jc w:val="both"/>
    </w:pPr>
    <w:rPr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E6357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D14A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0799"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D14A0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07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357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4B0D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60138"/>
    <w:rPr>
      <w:rFonts w:cs="Times New Roman"/>
      <w:sz w:val="28"/>
      <w:szCs w:val="28"/>
    </w:rPr>
  </w:style>
  <w:style w:type="paragraph" w:customStyle="1" w:styleId="ConsPlusTitle">
    <w:name w:val="ConsPlusTitle"/>
    <w:uiPriority w:val="99"/>
    <w:rsid w:val="0030563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30563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Прижатый влево"/>
    <w:basedOn w:val="Normal"/>
    <w:next w:val="Normal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221</Words>
  <Characters>1262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kovaleva</dc:creator>
  <cp:keywords/>
  <dc:description/>
  <cp:lastModifiedBy>user</cp:lastModifiedBy>
  <cp:revision>6</cp:revision>
  <cp:lastPrinted>2014-06-04T06:07:00Z</cp:lastPrinted>
  <dcterms:created xsi:type="dcterms:W3CDTF">2014-06-04T05:41:00Z</dcterms:created>
  <dcterms:modified xsi:type="dcterms:W3CDTF">2014-07-11T03:56:00Z</dcterms:modified>
</cp:coreProperties>
</file>