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1A1" w:rsidRDefault="000841A1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 Ульяновской области</w:t>
      </w:r>
    </w:p>
    <w:p w:rsidR="000841A1" w:rsidRDefault="000841A1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1A1" w:rsidRDefault="000841A1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1A1" w:rsidRDefault="000841A1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1A1" w:rsidRDefault="000841A1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1A1" w:rsidRPr="00CA7DD5" w:rsidRDefault="000841A1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DD5">
        <w:rPr>
          <w:rFonts w:ascii="Times New Roman" w:hAnsi="Times New Roman" w:cs="Times New Roman"/>
          <w:b/>
          <w:sz w:val="28"/>
          <w:szCs w:val="28"/>
        </w:rPr>
        <w:t xml:space="preserve">О прекращении осуществления органами местного самоуправления  </w:t>
      </w:r>
    </w:p>
    <w:p w:rsidR="000841A1" w:rsidRDefault="000841A1" w:rsidP="00AB5CA9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городских округов и </w:t>
      </w:r>
      <w:r w:rsidRPr="00CA7DD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/>
          <w:bCs/>
          <w:sz w:val="28"/>
          <w:szCs w:val="28"/>
        </w:rPr>
        <w:t>районов</w:t>
      </w:r>
      <w:r w:rsidRPr="00CA7DD5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</w:t>
      </w:r>
    </w:p>
    <w:p w:rsidR="000841A1" w:rsidRDefault="000841A1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DD5">
        <w:rPr>
          <w:rFonts w:ascii="Times New Roman" w:hAnsi="Times New Roman" w:cs="Times New Roman"/>
          <w:b/>
          <w:sz w:val="28"/>
          <w:szCs w:val="28"/>
        </w:rPr>
        <w:t xml:space="preserve">государственных полномочий на государственную регистрацию </w:t>
      </w:r>
    </w:p>
    <w:p w:rsidR="000841A1" w:rsidRDefault="000841A1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DD5">
        <w:rPr>
          <w:rFonts w:ascii="Times New Roman" w:hAnsi="Times New Roman" w:cs="Times New Roman"/>
          <w:b/>
          <w:sz w:val="28"/>
          <w:szCs w:val="28"/>
        </w:rPr>
        <w:t>актов гражданского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7DD5">
        <w:rPr>
          <w:rFonts w:ascii="Times New Roman" w:hAnsi="Times New Roman" w:cs="Times New Roman"/>
          <w:b/>
          <w:sz w:val="28"/>
          <w:szCs w:val="28"/>
        </w:rPr>
        <w:t>состояния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признании утратившими силу </w:t>
      </w:r>
    </w:p>
    <w:p w:rsidR="000841A1" w:rsidRPr="00CA7DD5" w:rsidRDefault="000841A1" w:rsidP="00264222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отдельных законодательных актов (положений законодательных актов) Ульяновской области</w:t>
      </w:r>
    </w:p>
    <w:p w:rsidR="000841A1" w:rsidRPr="00CA7DD5" w:rsidRDefault="000841A1" w:rsidP="00264222">
      <w:pPr>
        <w:pStyle w:val="ConsPlusNormal"/>
        <w:tabs>
          <w:tab w:val="center" w:pos="5102"/>
        </w:tabs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841A1" w:rsidRDefault="000841A1" w:rsidP="00B92631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0841A1" w:rsidRDefault="000841A1" w:rsidP="00B92631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0841A1" w:rsidRDefault="000841A1" w:rsidP="00B92631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0841A1" w:rsidRPr="00CA7DD5" w:rsidRDefault="000841A1" w:rsidP="00B92631">
      <w:pPr>
        <w:widowControl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A7DD5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0841A1" w:rsidRPr="00CA7DD5" w:rsidRDefault="000841A1" w:rsidP="00B92631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0841A1" w:rsidRPr="00CA7DD5" w:rsidRDefault="000841A1" w:rsidP="00257FA3">
      <w:pPr>
        <w:widowControl/>
        <w:numPr>
          <w:ilvl w:val="0"/>
          <w:numId w:val="3"/>
        </w:numPr>
        <w:tabs>
          <w:tab w:val="left" w:pos="993"/>
        </w:tabs>
        <w:spacing w:line="353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CA7DD5">
        <w:rPr>
          <w:rFonts w:ascii="Times New Roman" w:hAnsi="Times New Roman" w:cs="Times New Roman"/>
          <w:sz w:val="28"/>
          <w:szCs w:val="28"/>
        </w:rPr>
        <w:t xml:space="preserve">Прекратить осуществление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городских округов и </w:t>
      </w:r>
      <w:r w:rsidRPr="00CA7DD5">
        <w:rPr>
          <w:rFonts w:ascii="Times New Roman" w:hAnsi="Times New Roman" w:cs="Times New Roman"/>
          <w:bCs/>
          <w:sz w:val="28"/>
          <w:szCs w:val="28"/>
        </w:rPr>
        <w:t>муниципальн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CA7DD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районов</w:t>
      </w:r>
      <w:r w:rsidRPr="00CA7D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7DD5">
        <w:rPr>
          <w:rFonts w:ascii="Times New Roman" w:hAnsi="Times New Roman" w:cs="Times New Roman"/>
          <w:sz w:val="28"/>
          <w:szCs w:val="28"/>
        </w:rPr>
        <w:t xml:space="preserve">Ульяновской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(далее – органы местного самоуправления) </w:t>
      </w:r>
      <w:r w:rsidRPr="00CA7DD5">
        <w:rPr>
          <w:rFonts w:ascii="Times New Roman" w:hAnsi="Times New Roman" w:cs="Times New Roman"/>
          <w:sz w:val="28"/>
          <w:szCs w:val="28"/>
        </w:rPr>
        <w:t>государственны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A7DD5">
        <w:rPr>
          <w:rFonts w:ascii="Times New Roman" w:hAnsi="Times New Roman" w:cs="Times New Roman"/>
          <w:sz w:val="28"/>
          <w:szCs w:val="28"/>
        </w:rPr>
        <w:t xml:space="preserve"> полномочий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CA7DD5">
        <w:rPr>
          <w:rFonts w:ascii="Times New Roman" w:hAnsi="Times New Roman" w:cs="Times New Roman"/>
          <w:sz w:val="28"/>
          <w:szCs w:val="28"/>
        </w:rPr>
        <w:t>на государственную регистрацию актов гражданского состояния</w:t>
      </w:r>
      <w:r>
        <w:rPr>
          <w:rFonts w:ascii="Times New Roman" w:hAnsi="Times New Roman" w:cs="Times New Roman"/>
          <w:sz w:val="28"/>
          <w:szCs w:val="28"/>
        </w:rPr>
        <w:t xml:space="preserve"> (далее – государственные полномочия) в связи с нецелесообразностью дальнейшего осуществления ими государственных полномочий</w:t>
      </w:r>
      <w:r w:rsidRPr="00CA7DD5">
        <w:rPr>
          <w:rFonts w:ascii="Times New Roman" w:hAnsi="Times New Roman" w:cs="Times New Roman"/>
          <w:bCs/>
          <w:sz w:val="28"/>
          <w:szCs w:val="28"/>
        </w:rPr>
        <w:t>.</w:t>
      </w:r>
    </w:p>
    <w:p w:rsidR="000841A1" w:rsidRDefault="000841A1" w:rsidP="00257FA3">
      <w:pPr>
        <w:widowControl/>
        <w:numPr>
          <w:ilvl w:val="0"/>
          <w:numId w:val="3"/>
        </w:numPr>
        <w:tabs>
          <w:tab w:val="left" w:pos="993"/>
        </w:tabs>
        <w:spacing w:line="353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Датой прекращения органами местного самоуправления государственных полномочий считать:</w:t>
      </w:r>
    </w:p>
    <w:p w:rsidR="000841A1" w:rsidRDefault="000841A1" w:rsidP="00257FA3">
      <w:pPr>
        <w:widowControl/>
        <w:numPr>
          <w:ilvl w:val="0"/>
          <w:numId w:val="4"/>
        </w:numPr>
        <w:tabs>
          <w:tab w:val="left" w:pos="1134"/>
        </w:tabs>
        <w:spacing w:line="353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органов местного самоуправления муниципального образования «город Ульяновск» – 1 сентября 2014 года.</w:t>
      </w:r>
    </w:p>
    <w:p w:rsidR="000841A1" w:rsidRDefault="000841A1" w:rsidP="00257FA3">
      <w:pPr>
        <w:widowControl/>
        <w:tabs>
          <w:tab w:val="left" w:pos="1134"/>
        </w:tabs>
        <w:spacing w:line="353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с этой даты положения Закона Ульяновской области                         от 1 декабря 2005 года № 139-ЗО 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 (далее также – Закон Ульяновской области 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состояния») на органы местного самоуправления муниципального образования «город Ульяновск» не распространяются;</w:t>
      </w:r>
    </w:p>
    <w:p w:rsidR="000841A1" w:rsidRDefault="000841A1" w:rsidP="00257FA3">
      <w:pPr>
        <w:widowControl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органов местного самоуправления муниципального образования «город Димитровград», муниципального образования «Мелекесский район», муниципального образования «город Новоульяновск», муниципального образования «Инзенский район», муниципального образования «Базарносызганский район» – 1 января 2015 года.</w:t>
      </w:r>
    </w:p>
    <w:p w:rsidR="000841A1" w:rsidRDefault="000841A1" w:rsidP="00257FA3">
      <w:pPr>
        <w:widowControl/>
        <w:tabs>
          <w:tab w:val="left" w:pos="1134"/>
        </w:tabs>
        <w:spacing w:line="348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с этой даты положения Закона Ульяновской области                          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 на органы местного самоуправления указанных городских округов и муниципальных районов Ульяновской области          не распространяются;</w:t>
      </w:r>
    </w:p>
    <w:p w:rsidR="000841A1" w:rsidRDefault="000841A1" w:rsidP="00257FA3">
      <w:pPr>
        <w:widowControl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органов местного самоуправления муниципальных районов Ульяновской области, не указанных в пункте 2 настоящей части, –                                 1 июля 2015 года.</w:t>
      </w:r>
    </w:p>
    <w:p w:rsidR="000841A1" w:rsidRDefault="000841A1" w:rsidP="00257FA3">
      <w:pPr>
        <w:widowControl/>
        <w:numPr>
          <w:ilvl w:val="0"/>
          <w:numId w:val="3"/>
        </w:numPr>
        <w:tabs>
          <w:tab w:val="left" w:pos="993"/>
        </w:tabs>
        <w:spacing w:line="34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Органам местного самоуправления в срок не позднее одного месяца            со дня прекращения осуществления государственных полномочий:</w:t>
      </w:r>
    </w:p>
    <w:p w:rsidR="000841A1" w:rsidRDefault="000841A1" w:rsidP="00257FA3">
      <w:pPr>
        <w:widowControl/>
        <w:numPr>
          <w:ilvl w:val="0"/>
          <w:numId w:val="2"/>
        </w:numPr>
        <w:tabs>
          <w:tab w:val="left" w:pos="1134"/>
        </w:tabs>
        <w:spacing w:line="34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передать в Управление записи актов гражданского состояния Ульяновской области документы и материалы,</w:t>
      </w:r>
      <w:r w:rsidRPr="006A18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3467">
        <w:rPr>
          <w:rFonts w:ascii="Times New Roman" w:hAnsi="Times New Roman" w:cs="Times New Roman"/>
          <w:bCs/>
          <w:sz w:val="28"/>
          <w:szCs w:val="28"/>
        </w:rPr>
        <w:t>связанные с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осуществлением </w:t>
      </w:r>
      <w:r w:rsidRPr="00AF7028">
        <w:rPr>
          <w:rFonts w:ascii="Times New Roman" w:hAnsi="Times New Roman" w:cs="Times New Roman"/>
          <w:sz w:val="28"/>
          <w:szCs w:val="28"/>
        </w:rPr>
        <w:t>государственны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F7028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й;</w:t>
      </w:r>
    </w:p>
    <w:p w:rsidR="000841A1" w:rsidRPr="002476E7" w:rsidRDefault="000841A1" w:rsidP="00257FA3">
      <w:pPr>
        <w:widowControl/>
        <w:numPr>
          <w:ilvl w:val="0"/>
          <w:numId w:val="2"/>
        </w:numPr>
        <w:tabs>
          <w:tab w:val="left" w:pos="1134"/>
        </w:tabs>
        <w:spacing w:line="34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перечислить в областной бюджет Ульяновской области </w:t>
      </w:r>
      <w:r w:rsidRPr="00091FEC">
        <w:rPr>
          <w:rFonts w:ascii="Times New Roman" w:hAnsi="Times New Roman" w:cs="Times New Roman"/>
          <w:bCs/>
          <w:sz w:val="28"/>
          <w:szCs w:val="28"/>
        </w:rPr>
        <w:t>неиспользованные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финансовые средства, предоставленные им для осуществления государственных полномочий;</w:t>
      </w:r>
    </w:p>
    <w:p w:rsidR="000841A1" w:rsidRPr="00264222" w:rsidRDefault="000841A1" w:rsidP="00257FA3">
      <w:pPr>
        <w:widowControl/>
        <w:numPr>
          <w:ilvl w:val="0"/>
          <w:numId w:val="2"/>
        </w:numPr>
        <w:tabs>
          <w:tab w:val="left" w:pos="1134"/>
        </w:tabs>
        <w:spacing w:line="34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возвратить в казну Ульяновской области неиспользованные материальные ресурсы, предоставленные им для осуществления государственных полномочий.</w:t>
      </w:r>
    </w:p>
    <w:p w:rsidR="000841A1" w:rsidRPr="00836DDD" w:rsidRDefault="000841A1" w:rsidP="00257FA3">
      <w:pPr>
        <w:widowControl/>
        <w:tabs>
          <w:tab w:val="left" w:pos="1134"/>
        </w:tabs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0841A1" w:rsidRPr="00CA7DD5" w:rsidRDefault="000841A1" w:rsidP="00B92631">
      <w:pPr>
        <w:widowControl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1"/>
      <w:bookmarkEnd w:id="0"/>
      <w:r w:rsidRPr="00CA7DD5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0841A1" w:rsidRDefault="000841A1" w:rsidP="00B92631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0841A1" w:rsidRDefault="000841A1" w:rsidP="00257FA3">
      <w:pPr>
        <w:widowControl/>
        <w:spacing w:line="348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Признать утратившими силу с 1 июля 2015 года:</w:t>
      </w:r>
    </w:p>
    <w:p w:rsidR="000841A1" w:rsidRDefault="000841A1" w:rsidP="00257FA3">
      <w:pPr>
        <w:tabs>
          <w:tab w:val="left" w:pos="1080"/>
        </w:tabs>
        <w:spacing w:line="348" w:lineRule="auto"/>
        <w:ind w:firstLine="709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Закон </w:t>
      </w:r>
      <w:r>
        <w:rPr>
          <w:rFonts w:ascii="Times New Roman" w:hAnsi="Times New Roman" w:cs="Times New Roman"/>
          <w:bCs/>
          <w:sz w:val="28"/>
          <w:szCs w:val="28"/>
        </w:rPr>
        <w:t>Ульяновской области</w:t>
      </w:r>
      <w:r w:rsidRPr="00836DDD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1 декабря 2005 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836DD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139-ЗО</w:t>
      </w:r>
      <w:r w:rsidRPr="00836DD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F7028">
        <w:rPr>
          <w:rFonts w:ascii="Times New Roman" w:hAnsi="Times New Roman" w:cs="Times New Roman"/>
          <w:sz w:val="28"/>
          <w:szCs w:val="28"/>
        </w:rPr>
        <w:t xml:space="preserve"> наделении органов </w:t>
      </w:r>
      <w:r w:rsidRPr="00836DDD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BE185D">
        <w:rPr>
          <w:rFonts w:ascii="Times New Roman" w:hAnsi="Times New Roman" w:cs="Times New Roman"/>
          <w:bCs/>
          <w:sz w:val="28"/>
          <w:szCs w:val="28"/>
        </w:rPr>
        <w:t>муниципальн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BE185D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BE185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Ульяновской области государственными полномочиями на государственную регистрацию актов гражданского состояния»</w:t>
      </w:r>
      <w:r w:rsidRPr="00AF7028">
        <w:rPr>
          <w:rFonts w:ascii="Times New Roman" w:hAnsi="Times New Roman" w:cs="Times New Roman"/>
          <w:sz w:val="28"/>
          <w:szCs w:val="28"/>
        </w:rPr>
        <w:t xml:space="preserve"> </w:t>
      </w:r>
      <w:r w:rsidRPr="00C5688D">
        <w:rPr>
          <w:rFonts w:ascii="Times New Roman" w:hAnsi="Times New Roman" w:cs="Times New Roman"/>
          <w:bCs/>
          <w:sz w:val="28"/>
          <w:szCs w:val="28"/>
        </w:rPr>
        <w:t>(</w:t>
      </w:r>
      <w:r w:rsidRPr="00C5688D">
        <w:rPr>
          <w:rFonts w:ascii="Times New Roman" w:hAnsi="Times New Roman" w:cs="Times New Roman"/>
          <w:sz w:val="28"/>
          <w:szCs w:val="28"/>
        </w:rPr>
        <w:t xml:space="preserve">«Ульяновская правда»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5688D">
        <w:rPr>
          <w:rFonts w:ascii="Times New Roman" w:hAnsi="Times New Roman" w:cs="Times New Roman"/>
          <w:bCs/>
          <w:sz w:val="28"/>
          <w:szCs w:val="28"/>
        </w:rPr>
        <w:t>от 06.12.2005 № 112-113)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57253B">
        <w:rPr>
          <w:sz w:val="28"/>
          <w:szCs w:val="28"/>
        </w:rPr>
        <w:t xml:space="preserve"> </w:t>
      </w:r>
    </w:p>
    <w:p w:rsidR="000841A1" w:rsidRDefault="000841A1" w:rsidP="00257FA3">
      <w:pPr>
        <w:spacing w:line="348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725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7253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Закон Ульяновской области от 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9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марта 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2006 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года №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17-ЗО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                      «О внесении изменения в Закон </w:t>
      </w:r>
      <w:r>
        <w:rPr>
          <w:rFonts w:ascii="Times New Roman" w:hAnsi="Times New Roman" w:cs="Times New Roman"/>
          <w:bCs/>
          <w:sz w:val="28"/>
          <w:szCs w:val="28"/>
        </w:rPr>
        <w:t>Ульяновской области</w:t>
      </w:r>
      <w:r w:rsidRPr="00836DD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F7028">
        <w:rPr>
          <w:rFonts w:ascii="Times New Roman" w:hAnsi="Times New Roman" w:cs="Times New Roman"/>
          <w:sz w:val="28"/>
          <w:szCs w:val="28"/>
        </w:rPr>
        <w:t xml:space="preserve"> наделении органов </w:t>
      </w:r>
      <w:r w:rsidRPr="00836DDD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BE185D">
        <w:rPr>
          <w:rFonts w:ascii="Times New Roman" w:hAnsi="Times New Roman" w:cs="Times New Roman"/>
          <w:bCs/>
          <w:sz w:val="28"/>
          <w:szCs w:val="28"/>
        </w:rPr>
        <w:t>муниципальн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BE185D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BE185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Ульяновской области государственными полномочиями на государственную регистрацию актов гражданского состояния»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688D">
        <w:rPr>
          <w:rFonts w:ascii="Times New Roman" w:hAnsi="Times New Roman" w:cs="Times New Roman"/>
          <w:bCs/>
          <w:sz w:val="28"/>
          <w:szCs w:val="28"/>
        </w:rPr>
        <w:t>(</w:t>
      </w:r>
      <w:r w:rsidRPr="00C5688D">
        <w:rPr>
          <w:rFonts w:ascii="Times New Roman" w:hAnsi="Times New Roman" w:cs="Times New Roman"/>
          <w:sz w:val="28"/>
          <w:szCs w:val="28"/>
        </w:rPr>
        <w:t xml:space="preserve">«Ульяновская правда» от </w:t>
      </w:r>
      <w:r w:rsidRPr="00C5688D">
        <w:rPr>
          <w:rFonts w:ascii="Times New Roman" w:hAnsi="Times New Roman" w:cs="Times New Roman"/>
          <w:bCs/>
          <w:sz w:val="28"/>
          <w:szCs w:val="28"/>
        </w:rPr>
        <w:t>10.03.2006 № 16);</w:t>
      </w:r>
    </w:p>
    <w:p w:rsidR="000841A1" w:rsidRDefault="000841A1" w:rsidP="00257FA3">
      <w:pPr>
        <w:spacing w:line="348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hyperlink r:id="rId8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Закон Ульяновской области от 4 октября 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2006 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года №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134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-ЗО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                    «О внесении изменений в Закон </w:t>
      </w:r>
      <w:r>
        <w:rPr>
          <w:rFonts w:ascii="Times New Roman" w:hAnsi="Times New Roman" w:cs="Times New Roman"/>
          <w:bCs/>
          <w:sz w:val="28"/>
          <w:szCs w:val="28"/>
        </w:rPr>
        <w:t>Ульяновской области</w:t>
      </w:r>
      <w:r w:rsidRPr="00836DD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«О внесении изменений           в Закон Ульяновской области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F7028">
        <w:rPr>
          <w:rFonts w:ascii="Times New Roman" w:hAnsi="Times New Roman" w:cs="Times New Roman"/>
          <w:sz w:val="28"/>
          <w:szCs w:val="28"/>
        </w:rPr>
        <w:t xml:space="preserve"> наделении органов </w:t>
      </w:r>
      <w:r w:rsidRPr="00836DDD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BE185D">
        <w:rPr>
          <w:rFonts w:ascii="Times New Roman" w:hAnsi="Times New Roman" w:cs="Times New Roman"/>
          <w:bCs/>
          <w:sz w:val="28"/>
          <w:szCs w:val="28"/>
        </w:rPr>
        <w:t>муниципальн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BE185D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BE185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Ульяновской области государственными полномочиями на регистрацию актов гражданского состояния» </w:t>
      </w:r>
      <w:r w:rsidRPr="00C5688D">
        <w:rPr>
          <w:rFonts w:ascii="Times New Roman" w:hAnsi="Times New Roman" w:cs="Times New Roman"/>
          <w:bCs/>
          <w:sz w:val="28"/>
          <w:szCs w:val="28"/>
        </w:rPr>
        <w:t>(</w:t>
      </w:r>
      <w:r w:rsidRPr="00C5688D">
        <w:rPr>
          <w:rFonts w:ascii="Times New Roman" w:hAnsi="Times New Roman" w:cs="Times New Roman"/>
          <w:sz w:val="28"/>
          <w:szCs w:val="28"/>
        </w:rPr>
        <w:t xml:space="preserve">«Ульяновская правда» от </w:t>
      </w:r>
      <w:r w:rsidRPr="00C5688D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C5688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10.2006 № 78</w:t>
      </w:r>
      <w:r w:rsidRPr="00C5688D">
        <w:rPr>
          <w:rFonts w:ascii="Times New Roman" w:hAnsi="Times New Roman" w:cs="Times New Roman"/>
          <w:bCs/>
          <w:sz w:val="28"/>
          <w:szCs w:val="28"/>
        </w:rPr>
        <w:t>);</w:t>
      </w:r>
    </w:p>
    <w:p w:rsidR="000841A1" w:rsidRDefault="000841A1" w:rsidP="00257FA3">
      <w:pPr>
        <w:spacing w:line="348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hyperlink r:id="rId9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Ульяновской области от 9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января 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2008 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года №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02-ЗО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                         «О внесении изменений в статьи 5 и 8 Закона </w:t>
      </w:r>
      <w:r>
        <w:rPr>
          <w:rFonts w:ascii="Times New Roman" w:hAnsi="Times New Roman" w:cs="Times New Roman"/>
          <w:bCs/>
          <w:sz w:val="28"/>
          <w:szCs w:val="28"/>
        </w:rPr>
        <w:t>Ульяновской области</w:t>
      </w:r>
      <w:r w:rsidRPr="00836DD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F7028">
        <w:rPr>
          <w:rFonts w:ascii="Times New Roman" w:hAnsi="Times New Roman" w:cs="Times New Roman"/>
          <w:sz w:val="28"/>
          <w:szCs w:val="28"/>
        </w:rPr>
        <w:t xml:space="preserve"> наделении органов </w:t>
      </w:r>
      <w:r w:rsidRPr="00836DDD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BE185D">
        <w:rPr>
          <w:rFonts w:ascii="Times New Roman" w:hAnsi="Times New Roman" w:cs="Times New Roman"/>
          <w:bCs/>
          <w:sz w:val="28"/>
          <w:szCs w:val="28"/>
        </w:rPr>
        <w:t>муниципальн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BE185D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BE185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Ульяновской области государственными полномочиями на государственную регистрацию актов гражданского состояния»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688D">
        <w:rPr>
          <w:rFonts w:ascii="Times New Roman" w:hAnsi="Times New Roman" w:cs="Times New Roman"/>
          <w:bCs/>
          <w:sz w:val="28"/>
          <w:szCs w:val="28"/>
        </w:rPr>
        <w:t>(</w:t>
      </w:r>
      <w:r w:rsidRPr="00C5688D">
        <w:rPr>
          <w:rFonts w:ascii="Times New Roman" w:hAnsi="Times New Roman" w:cs="Times New Roman"/>
          <w:sz w:val="28"/>
          <w:szCs w:val="28"/>
        </w:rPr>
        <w:t xml:space="preserve">«Ульяновская правда»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5688D">
        <w:rPr>
          <w:rFonts w:ascii="Times New Roman" w:hAnsi="Times New Roman" w:cs="Times New Roman"/>
          <w:sz w:val="28"/>
          <w:szCs w:val="28"/>
        </w:rPr>
        <w:t xml:space="preserve">от </w:t>
      </w:r>
      <w:r w:rsidRPr="00C5688D">
        <w:rPr>
          <w:rFonts w:ascii="Times New Roman" w:hAnsi="Times New Roman" w:cs="Times New Roman"/>
          <w:bCs/>
          <w:sz w:val="28"/>
          <w:szCs w:val="28"/>
        </w:rPr>
        <w:t>16.01.2008 № 3)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841A1" w:rsidRDefault="000841A1" w:rsidP="00257FA3">
      <w:pPr>
        <w:spacing w:line="348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 статью 10 Закона Ульяновской области от 5 ноября 2008 года                   № 179-ЗО «О внесении изменений в отдельные законодательные акты Ульяновской области» («Ульяновская правда» от 07.11.2008 № 91; от 05.08.2009 № 63; от 08.12.2010 № 100; от 11.05.2011 № 50; от 08.06.2011 № 62; от 08.07.2011 № 74; от 07.10.2011 № 113; от 09.11.2011 № 126; от 28.12.2011 № 147;                           от 08.06.2012 № 59; от 26.12.2012 № 145; от 28.12.2012 № 146; от 19.08.2013 № 97; от 05.12.2013 № 158);</w:t>
      </w:r>
    </w:p>
    <w:p w:rsidR="000841A1" w:rsidRDefault="000841A1" w:rsidP="00257FA3">
      <w:pPr>
        <w:spacing w:line="348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6) статью 3 Закона Ульяновской области от 3 февраля 2009 года № 01-ЗО «О внесении изменений в отдельные законодательные акты Ульяновской области» («Ульяновская правда» от 06.02.2009 № 9; от 05.08.2009 № 63;                       от 08.12.2010 № 100; от 12.10.2011 № 115; от 09.11.2011 № 126; от 26.12.2012             № 145; от 08.05.2013 № 48; от 19.08.2013 № 97; от 05.12.2013 № 158);</w:t>
      </w:r>
    </w:p>
    <w:p w:rsidR="000841A1" w:rsidRDefault="000841A1" w:rsidP="000B0A0F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7) статью 2 Закона Ульяновской области от 29 сентября 2009 года                  № 146-ЗО «О внесении изменений в отдельные законодательные акты Ульяновской области по вопросам наделения органов местного самоуправления муниципальных образований Ульяновской области отдельными государственными полном</w:t>
      </w:r>
      <w:bookmarkStart w:id="1" w:name="_GoBack"/>
      <w:bookmarkEnd w:id="1"/>
      <w:r>
        <w:rPr>
          <w:rFonts w:ascii="Times New Roman" w:hAnsi="Times New Roman" w:cs="Times New Roman"/>
          <w:bCs/>
          <w:sz w:val="28"/>
          <w:szCs w:val="28"/>
        </w:rPr>
        <w:t>очиями» («Ульяновская правда» от 02.10.2009 № 80;          от 08.12.2010 № 100; от 12.10.2011 № 115; от 09.11.2011 № 126; от 10.10.2012              № 111; от 19.08.2013 № 97; от 11.11.2013 № 144);</w:t>
      </w:r>
    </w:p>
    <w:p w:rsidR="000841A1" w:rsidRDefault="000841A1" w:rsidP="000B0A0F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8)  статью 1 Закона Ульяновской области от 3 августа 2010 года № 110-ЗО «О внесении изменений в отдельные законодательные акты Ульяновской области» («Ульяновская правда» от 04.08.2010 № 62-63; от 08.12.2010 № 100;              от 09.11.2011 № 126; от 04.05.2012 № 45; от  26.12.2012 № 145; от 19.08.2013              № 97; от 05.12.2013 № 158);</w:t>
      </w:r>
    </w:p>
    <w:p w:rsidR="000841A1" w:rsidRDefault="000841A1" w:rsidP="000B0A0F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9) </w:t>
      </w:r>
      <w:hyperlink r:id="rId10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Закон Ульяновской области от 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4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октября 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2011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года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№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155-ЗО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                 «О внесении изменений в Закон </w:t>
      </w:r>
      <w:r>
        <w:rPr>
          <w:rFonts w:ascii="Times New Roman" w:hAnsi="Times New Roman" w:cs="Times New Roman"/>
          <w:bCs/>
          <w:sz w:val="28"/>
          <w:szCs w:val="28"/>
        </w:rPr>
        <w:t>Ульяновской области</w:t>
      </w:r>
      <w:r w:rsidRPr="00836DD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F7028">
        <w:rPr>
          <w:rFonts w:ascii="Times New Roman" w:hAnsi="Times New Roman" w:cs="Times New Roman"/>
          <w:sz w:val="28"/>
          <w:szCs w:val="28"/>
        </w:rPr>
        <w:t xml:space="preserve"> наделении органов </w:t>
      </w:r>
      <w:r w:rsidRPr="00836DDD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BE185D">
        <w:rPr>
          <w:rFonts w:ascii="Times New Roman" w:hAnsi="Times New Roman" w:cs="Times New Roman"/>
          <w:bCs/>
          <w:sz w:val="28"/>
          <w:szCs w:val="28"/>
        </w:rPr>
        <w:t>муниципальн</w:t>
      </w:r>
      <w:r>
        <w:rPr>
          <w:rFonts w:ascii="Times New Roman" w:hAnsi="Times New Roman" w:cs="Times New Roman"/>
          <w:bCs/>
          <w:sz w:val="28"/>
          <w:szCs w:val="28"/>
        </w:rPr>
        <w:t>ых образований</w:t>
      </w:r>
      <w:r w:rsidRPr="00BE185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Ульяновской области государственными полномочиями на государственную регистрацию актов гражданского состояния»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6EC1">
        <w:rPr>
          <w:rFonts w:ascii="Times New Roman" w:hAnsi="Times New Roman" w:cs="Times New Roman"/>
          <w:bCs/>
          <w:sz w:val="28"/>
          <w:szCs w:val="28"/>
        </w:rPr>
        <w:t>(</w:t>
      </w:r>
      <w:r w:rsidRPr="009F6EC1">
        <w:rPr>
          <w:rFonts w:ascii="Times New Roman" w:hAnsi="Times New Roman" w:cs="Times New Roman"/>
          <w:sz w:val="28"/>
          <w:szCs w:val="28"/>
        </w:rPr>
        <w:t xml:space="preserve">«Ульяновская правда» от </w:t>
      </w:r>
      <w:r w:rsidRPr="009F6EC1">
        <w:rPr>
          <w:rFonts w:ascii="Times New Roman" w:hAnsi="Times New Roman" w:cs="Times New Roman"/>
          <w:bCs/>
          <w:sz w:val="28"/>
          <w:szCs w:val="28"/>
        </w:rPr>
        <w:t>07.10.2011 № 113)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841A1" w:rsidRDefault="000841A1" w:rsidP="000B0A0F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10) статью 4 </w:t>
      </w:r>
      <w:hyperlink r:id="rId11" w:history="1"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а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Ул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ьяновской области от 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4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июля 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2012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года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№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85-ЗО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      «О внесении изменений в отдельные законодательные акты </w:t>
      </w:r>
      <w:r>
        <w:rPr>
          <w:rFonts w:ascii="Times New Roman" w:hAnsi="Times New Roman" w:cs="Times New Roman"/>
          <w:bCs/>
          <w:sz w:val="28"/>
          <w:szCs w:val="28"/>
        </w:rPr>
        <w:t xml:space="preserve">Ульяновской области» </w:t>
      </w:r>
      <w:r w:rsidRPr="009F6EC1">
        <w:rPr>
          <w:rFonts w:ascii="Times New Roman" w:hAnsi="Times New Roman" w:cs="Times New Roman"/>
          <w:bCs/>
          <w:sz w:val="28"/>
          <w:szCs w:val="28"/>
        </w:rPr>
        <w:t>(</w:t>
      </w:r>
      <w:r w:rsidRPr="009F6EC1">
        <w:rPr>
          <w:rFonts w:ascii="Times New Roman" w:hAnsi="Times New Roman" w:cs="Times New Roman"/>
          <w:sz w:val="28"/>
          <w:szCs w:val="28"/>
        </w:rPr>
        <w:t xml:space="preserve">«Ульяновская правда» от </w:t>
      </w:r>
      <w:r w:rsidRPr="009F6EC1">
        <w:rPr>
          <w:rFonts w:ascii="Times New Roman" w:hAnsi="Times New Roman" w:cs="Times New Roman"/>
          <w:bCs/>
          <w:sz w:val="28"/>
          <w:szCs w:val="28"/>
        </w:rPr>
        <w:t>06.07.2012 № 70</w:t>
      </w:r>
      <w:r>
        <w:rPr>
          <w:rFonts w:ascii="Times New Roman" w:hAnsi="Times New Roman" w:cs="Times New Roman"/>
          <w:bCs/>
          <w:sz w:val="28"/>
          <w:szCs w:val="28"/>
        </w:rPr>
        <w:t>; от 26.12.2012 № 145;                  от 19.08.2013 № 97</w:t>
      </w:r>
      <w:r w:rsidRPr="009F6EC1">
        <w:rPr>
          <w:rFonts w:ascii="Times New Roman" w:hAnsi="Times New Roman" w:cs="Times New Roman"/>
          <w:bCs/>
          <w:sz w:val="28"/>
          <w:szCs w:val="28"/>
        </w:rPr>
        <w:t>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1A1" w:rsidRPr="00DE4603" w:rsidRDefault="000841A1" w:rsidP="0026422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11) статью 4 </w:t>
      </w:r>
      <w:hyperlink r:id="rId12" w:history="1"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а Ульяновской области от 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7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марта 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2013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года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№</w:t>
        </w:r>
        <w:r w:rsidRPr="00DE460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32-ЗО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             «О внесении изменений в отдельные законодательные акты </w:t>
      </w:r>
      <w:r>
        <w:rPr>
          <w:rFonts w:ascii="Times New Roman" w:hAnsi="Times New Roman" w:cs="Times New Roman"/>
          <w:bCs/>
          <w:sz w:val="28"/>
          <w:szCs w:val="28"/>
        </w:rPr>
        <w:t xml:space="preserve">Ульяновской области» </w:t>
      </w:r>
      <w:r w:rsidRPr="009F6EC1">
        <w:rPr>
          <w:rFonts w:ascii="Times New Roman" w:hAnsi="Times New Roman" w:cs="Times New Roman"/>
          <w:bCs/>
          <w:sz w:val="28"/>
          <w:szCs w:val="28"/>
        </w:rPr>
        <w:t>(</w:t>
      </w:r>
      <w:r w:rsidRPr="009F6EC1">
        <w:rPr>
          <w:rFonts w:ascii="Times New Roman" w:hAnsi="Times New Roman" w:cs="Times New Roman"/>
          <w:sz w:val="28"/>
          <w:szCs w:val="28"/>
        </w:rPr>
        <w:t xml:space="preserve">«Ульяновская правда» от </w:t>
      </w:r>
      <w:r w:rsidRPr="009F6EC1">
        <w:rPr>
          <w:rFonts w:ascii="Times New Roman" w:hAnsi="Times New Roman" w:cs="Times New Roman"/>
          <w:bCs/>
          <w:sz w:val="28"/>
          <w:szCs w:val="28"/>
        </w:rPr>
        <w:t>13.03.2013 № 27)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841A1" w:rsidRDefault="000841A1" w:rsidP="00264222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0841A1" w:rsidRDefault="000841A1" w:rsidP="00264222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0841A1" w:rsidRDefault="000841A1" w:rsidP="00264222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0841A1" w:rsidRPr="00197240" w:rsidRDefault="000841A1" w:rsidP="00264222">
      <w:pPr>
        <w:pStyle w:val="formattext"/>
        <w:spacing w:before="0" w:beforeAutospacing="0" w:after="0" w:afterAutospacing="0"/>
        <w:rPr>
          <w:b/>
          <w:sz w:val="28"/>
          <w:szCs w:val="28"/>
        </w:rPr>
      </w:pPr>
      <w:r w:rsidRPr="00197240">
        <w:rPr>
          <w:b/>
          <w:sz w:val="28"/>
          <w:szCs w:val="28"/>
        </w:rPr>
        <w:t xml:space="preserve">Губернатор Ульяновской области </w:t>
      </w:r>
      <w:r w:rsidRPr="0019724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  <w:r w:rsidRPr="00197240">
        <w:rPr>
          <w:b/>
          <w:sz w:val="28"/>
          <w:szCs w:val="28"/>
        </w:rPr>
        <w:t>С.И.М</w:t>
      </w:r>
      <w:r>
        <w:rPr>
          <w:b/>
          <w:sz w:val="28"/>
          <w:szCs w:val="28"/>
        </w:rPr>
        <w:t>орозов</w:t>
      </w:r>
      <w:r w:rsidRPr="00197240">
        <w:rPr>
          <w:b/>
          <w:sz w:val="28"/>
          <w:szCs w:val="28"/>
        </w:rPr>
        <w:t xml:space="preserve"> </w:t>
      </w:r>
    </w:p>
    <w:p w:rsidR="000841A1" w:rsidRDefault="000841A1" w:rsidP="002642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41A1" w:rsidRDefault="000841A1" w:rsidP="002642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41A1" w:rsidRDefault="000841A1" w:rsidP="002642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0841A1" w:rsidRPr="00CA7DD5" w:rsidRDefault="000841A1" w:rsidP="002642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Pr="00CA7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июля </w:t>
      </w:r>
      <w:smartTag w:uri="urn:schemas-microsoft-com:office:smarttags" w:element="metricconverter">
        <w:smartTagPr>
          <w:attr w:name="ProductID" w:val="2014 г"/>
        </w:smartTagPr>
        <w:r w:rsidRPr="00CA7DD5">
          <w:rPr>
            <w:rFonts w:ascii="Times New Roman" w:hAnsi="Times New Roman" w:cs="Times New Roman"/>
            <w:sz w:val="28"/>
            <w:szCs w:val="28"/>
          </w:rPr>
          <w:t>2014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0841A1" w:rsidRPr="00CA7DD5" w:rsidRDefault="000841A1" w:rsidP="00264222">
      <w:pPr>
        <w:jc w:val="center"/>
        <w:rPr>
          <w:sz w:val="28"/>
          <w:szCs w:val="28"/>
        </w:rPr>
      </w:pPr>
      <w:r w:rsidRPr="00CA7DD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102-ЗО</w:t>
      </w:r>
    </w:p>
    <w:sectPr w:rsidR="000841A1" w:rsidRPr="00CA7DD5" w:rsidSect="006962F4">
      <w:headerReference w:type="even" r:id="rId13"/>
      <w:headerReference w:type="default" r:id="rId14"/>
      <w:footerReference w:type="firs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1A1" w:rsidRDefault="000841A1">
      <w:r>
        <w:separator/>
      </w:r>
    </w:p>
  </w:endnote>
  <w:endnote w:type="continuationSeparator" w:id="0">
    <w:p w:rsidR="000841A1" w:rsidRDefault="000841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1A1" w:rsidRPr="00257FA3" w:rsidRDefault="000841A1" w:rsidP="00257FA3">
    <w:pPr>
      <w:pStyle w:val="Footer"/>
      <w:ind w:firstLine="0"/>
      <w:jc w:val="right"/>
      <w:rPr>
        <w:rFonts w:ascii="Times New Roman" w:hAnsi="Times New Roman" w:cs="Times New Roman"/>
        <w:sz w:val="16"/>
        <w:szCs w:val="16"/>
      </w:rPr>
    </w:pPr>
    <w:r w:rsidRPr="00257FA3">
      <w:rPr>
        <w:rFonts w:ascii="Times New Roman" w:hAnsi="Times New Roman" w:cs="Times New Roman"/>
        <w:sz w:val="16"/>
        <w:szCs w:val="16"/>
      </w:rPr>
      <w:t>1106тд1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1A1" w:rsidRDefault="000841A1">
      <w:r>
        <w:separator/>
      </w:r>
    </w:p>
  </w:footnote>
  <w:footnote w:type="continuationSeparator" w:id="0">
    <w:p w:rsidR="000841A1" w:rsidRDefault="000841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1A1" w:rsidRDefault="000841A1" w:rsidP="00D2492B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0841A1" w:rsidRDefault="000841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1A1" w:rsidRPr="00257FA3" w:rsidRDefault="000841A1" w:rsidP="00257FA3">
    <w:pPr>
      <w:pStyle w:val="Header"/>
      <w:ind w:firstLine="0"/>
      <w:jc w:val="center"/>
      <w:rPr>
        <w:rFonts w:ascii="Times New Roman" w:hAnsi="Times New Roman" w:cs="Times New Roman"/>
        <w:sz w:val="28"/>
        <w:szCs w:val="28"/>
      </w:rPr>
    </w:pPr>
    <w:r w:rsidRPr="008842FF">
      <w:rPr>
        <w:rStyle w:val="PageNumber"/>
        <w:rFonts w:ascii="Times New Roman" w:hAnsi="Times New Roman"/>
        <w:sz w:val="28"/>
        <w:szCs w:val="28"/>
      </w:rPr>
      <w:fldChar w:fldCharType="begin"/>
    </w:r>
    <w:r w:rsidRPr="008842FF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8842FF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4</w:t>
    </w:r>
    <w:r w:rsidRPr="008842FF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06AC2"/>
    <w:multiLevelType w:val="hybridMultilevel"/>
    <w:tmpl w:val="CF20841C"/>
    <w:lvl w:ilvl="0" w:tplc="BFD24F40">
      <w:start w:val="1"/>
      <w:numFmt w:val="decimal"/>
      <w:lvlText w:val="%1."/>
      <w:lvlJc w:val="left"/>
      <w:pPr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FC810A2"/>
    <w:multiLevelType w:val="hybridMultilevel"/>
    <w:tmpl w:val="A83460B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53233780"/>
    <w:multiLevelType w:val="hybridMultilevel"/>
    <w:tmpl w:val="71207D04"/>
    <w:lvl w:ilvl="0" w:tplc="6DDADB8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3926F1E"/>
    <w:multiLevelType w:val="hybridMultilevel"/>
    <w:tmpl w:val="A1FEF5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74FA7A52"/>
    <w:multiLevelType w:val="hybridMultilevel"/>
    <w:tmpl w:val="C498A79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E9F"/>
    <w:rsid w:val="00001A3E"/>
    <w:rsid w:val="00004D64"/>
    <w:rsid w:val="00006F1B"/>
    <w:rsid w:val="00010019"/>
    <w:rsid w:val="0001108C"/>
    <w:rsid w:val="000113C8"/>
    <w:rsid w:val="00011B21"/>
    <w:rsid w:val="00012DDE"/>
    <w:rsid w:val="0001456C"/>
    <w:rsid w:val="000173C6"/>
    <w:rsid w:val="00017AD8"/>
    <w:rsid w:val="000225C6"/>
    <w:rsid w:val="00022B7C"/>
    <w:rsid w:val="00023CE3"/>
    <w:rsid w:val="00024349"/>
    <w:rsid w:val="00025403"/>
    <w:rsid w:val="000262E7"/>
    <w:rsid w:val="00026FCD"/>
    <w:rsid w:val="00031CBC"/>
    <w:rsid w:val="00035A4F"/>
    <w:rsid w:val="00035C91"/>
    <w:rsid w:val="000426B5"/>
    <w:rsid w:val="0005114D"/>
    <w:rsid w:val="0005117F"/>
    <w:rsid w:val="00052388"/>
    <w:rsid w:val="00052FA8"/>
    <w:rsid w:val="000535FE"/>
    <w:rsid w:val="00055CB4"/>
    <w:rsid w:val="00060472"/>
    <w:rsid w:val="00060D0D"/>
    <w:rsid w:val="00062C0E"/>
    <w:rsid w:val="00065F83"/>
    <w:rsid w:val="0006680C"/>
    <w:rsid w:val="00070842"/>
    <w:rsid w:val="00070941"/>
    <w:rsid w:val="00071EFA"/>
    <w:rsid w:val="00072276"/>
    <w:rsid w:val="000808F0"/>
    <w:rsid w:val="00082695"/>
    <w:rsid w:val="000841A1"/>
    <w:rsid w:val="0008437A"/>
    <w:rsid w:val="00085B0B"/>
    <w:rsid w:val="00087542"/>
    <w:rsid w:val="00090F58"/>
    <w:rsid w:val="00091FEC"/>
    <w:rsid w:val="00093172"/>
    <w:rsid w:val="00096AAB"/>
    <w:rsid w:val="00097180"/>
    <w:rsid w:val="00097430"/>
    <w:rsid w:val="00097F52"/>
    <w:rsid w:val="000A07F5"/>
    <w:rsid w:val="000A0EEC"/>
    <w:rsid w:val="000A24C6"/>
    <w:rsid w:val="000A35AD"/>
    <w:rsid w:val="000A6C98"/>
    <w:rsid w:val="000B0A0F"/>
    <w:rsid w:val="000B1C20"/>
    <w:rsid w:val="000B230F"/>
    <w:rsid w:val="000B66CA"/>
    <w:rsid w:val="000C2A55"/>
    <w:rsid w:val="000C3189"/>
    <w:rsid w:val="000C5510"/>
    <w:rsid w:val="000C73D3"/>
    <w:rsid w:val="000D1C4E"/>
    <w:rsid w:val="000D537E"/>
    <w:rsid w:val="000D5425"/>
    <w:rsid w:val="000D6C04"/>
    <w:rsid w:val="000E1612"/>
    <w:rsid w:val="000E17FA"/>
    <w:rsid w:val="000E291F"/>
    <w:rsid w:val="000E48C9"/>
    <w:rsid w:val="000E5AA0"/>
    <w:rsid w:val="000E5CF1"/>
    <w:rsid w:val="000E71CE"/>
    <w:rsid w:val="000E7ECB"/>
    <w:rsid w:val="000F3003"/>
    <w:rsid w:val="000F32CB"/>
    <w:rsid w:val="000F3944"/>
    <w:rsid w:val="000F3AD0"/>
    <w:rsid w:val="00107203"/>
    <w:rsid w:val="00116B64"/>
    <w:rsid w:val="00120001"/>
    <w:rsid w:val="00120103"/>
    <w:rsid w:val="001279BB"/>
    <w:rsid w:val="001338D2"/>
    <w:rsid w:val="00134793"/>
    <w:rsid w:val="00134821"/>
    <w:rsid w:val="00135236"/>
    <w:rsid w:val="001402BC"/>
    <w:rsid w:val="001458C1"/>
    <w:rsid w:val="00146183"/>
    <w:rsid w:val="0015183C"/>
    <w:rsid w:val="001523A1"/>
    <w:rsid w:val="0015316B"/>
    <w:rsid w:val="001567DD"/>
    <w:rsid w:val="0016107A"/>
    <w:rsid w:val="001612E1"/>
    <w:rsid w:val="001651C5"/>
    <w:rsid w:val="001660BD"/>
    <w:rsid w:val="001668D9"/>
    <w:rsid w:val="00166C5A"/>
    <w:rsid w:val="001673EE"/>
    <w:rsid w:val="00167725"/>
    <w:rsid w:val="001709F7"/>
    <w:rsid w:val="00173779"/>
    <w:rsid w:val="00175493"/>
    <w:rsid w:val="00176864"/>
    <w:rsid w:val="00182927"/>
    <w:rsid w:val="00183476"/>
    <w:rsid w:val="001847AF"/>
    <w:rsid w:val="00185122"/>
    <w:rsid w:val="0018563A"/>
    <w:rsid w:val="00187F48"/>
    <w:rsid w:val="00187F73"/>
    <w:rsid w:val="00191B9F"/>
    <w:rsid w:val="00192C99"/>
    <w:rsid w:val="0019324B"/>
    <w:rsid w:val="001957DE"/>
    <w:rsid w:val="00195D1B"/>
    <w:rsid w:val="00196DC3"/>
    <w:rsid w:val="00197240"/>
    <w:rsid w:val="001975DA"/>
    <w:rsid w:val="001A3A89"/>
    <w:rsid w:val="001A4988"/>
    <w:rsid w:val="001A5ACC"/>
    <w:rsid w:val="001B5D11"/>
    <w:rsid w:val="001B6654"/>
    <w:rsid w:val="001B71E6"/>
    <w:rsid w:val="001B77EF"/>
    <w:rsid w:val="001C0B99"/>
    <w:rsid w:val="001C1C08"/>
    <w:rsid w:val="001C3AB0"/>
    <w:rsid w:val="001C6C1E"/>
    <w:rsid w:val="001C7B2B"/>
    <w:rsid w:val="001C7C8B"/>
    <w:rsid w:val="001E28DC"/>
    <w:rsid w:val="001E4343"/>
    <w:rsid w:val="001E47DF"/>
    <w:rsid w:val="001E4F59"/>
    <w:rsid w:val="001E70B1"/>
    <w:rsid w:val="001F2283"/>
    <w:rsid w:val="001F2831"/>
    <w:rsid w:val="001F2E80"/>
    <w:rsid w:val="001F3D07"/>
    <w:rsid w:val="001F4EF6"/>
    <w:rsid w:val="001F78BA"/>
    <w:rsid w:val="00202C8A"/>
    <w:rsid w:val="002048F6"/>
    <w:rsid w:val="00205EF0"/>
    <w:rsid w:val="002116BB"/>
    <w:rsid w:val="0021222E"/>
    <w:rsid w:val="002124A4"/>
    <w:rsid w:val="0021613F"/>
    <w:rsid w:val="00216B27"/>
    <w:rsid w:val="00221689"/>
    <w:rsid w:val="002222E0"/>
    <w:rsid w:val="00223F3C"/>
    <w:rsid w:val="00224CCE"/>
    <w:rsid w:val="00224E18"/>
    <w:rsid w:val="0022510B"/>
    <w:rsid w:val="00225CFF"/>
    <w:rsid w:val="002307A4"/>
    <w:rsid w:val="002311F0"/>
    <w:rsid w:val="00231D3B"/>
    <w:rsid w:val="00232DEA"/>
    <w:rsid w:val="002367EC"/>
    <w:rsid w:val="00236A11"/>
    <w:rsid w:val="002429A7"/>
    <w:rsid w:val="00242E6E"/>
    <w:rsid w:val="00243155"/>
    <w:rsid w:val="002443E4"/>
    <w:rsid w:val="0024516C"/>
    <w:rsid w:val="00245581"/>
    <w:rsid w:val="00245E7F"/>
    <w:rsid w:val="00246F4E"/>
    <w:rsid w:val="002476E7"/>
    <w:rsid w:val="002536D1"/>
    <w:rsid w:val="00253C91"/>
    <w:rsid w:val="00256A5C"/>
    <w:rsid w:val="00257623"/>
    <w:rsid w:val="00257EC5"/>
    <w:rsid w:val="00257FA3"/>
    <w:rsid w:val="00260478"/>
    <w:rsid w:val="00263524"/>
    <w:rsid w:val="00264222"/>
    <w:rsid w:val="00265E8E"/>
    <w:rsid w:val="002678D4"/>
    <w:rsid w:val="00267FFD"/>
    <w:rsid w:val="0027062F"/>
    <w:rsid w:val="002723B3"/>
    <w:rsid w:val="00272B12"/>
    <w:rsid w:val="002741A7"/>
    <w:rsid w:val="002768D3"/>
    <w:rsid w:val="00277863"/>
    <w:rsid w:val="00281018"/>
    <w:rsid w:val="00281D94"/>
    <w:rsid w:val="00287D9F"/>
    <w:rsid w:val="00287E12"/>
    <w:rsid w:val="002902E5"/>
    <w:rsid w:val="00292D09"/>
    <w:rsid w:val="0029583D"/>
    <w:rsid w:val="00296AEB"/>
    <w:rsid w:val="002A24A9"/>
    <w:rsid w:val="002A4644"/>
    <w:rsid w:val="002A727A"/>
    <w:rsid w:val="002B0C3B"/>
    <w:rsid w:val="002B2F5B"/>
    <w:rsid w:val="002B47EE"/>
    <w:rsid w:val="002B60AA"/>
    <w:rsid w:val="002B7357"/>
    <w:rsid w:val="002C0009"/>
    <w:rsid w:val="002C1341"/>
    <w:rsid w:val="002C3208"/>
    <w:rsid w:val="002C5C3C"/>
    <w:rsid w:val="002C6D88"/>
    <w:rsid w:val="002D0099"/>
    <w:rsid w:val="002D03D9"/>
    <w:rsid w:val="002D1F5D"/>
    <w:rsid w:val="002D2400"/>
    <w:rsid w:val="002D4EC0"/>
    <w:rsid w:val="002E17C0"/>
    <w:rsid w:val="002E1ACE"/>
    <w:rsid w:val="002E4FCD"/>
    <w:rsid w:val="002E6C4C"/>
    <w:rsid w:val="002F01BB"/>
    <w:rsid w:val="002F17ED"/>
    <w:rsid w:val="002F1831"/>
    <w:rsid w:val="003013A3"/>
    <w:rsid w:val="00302340"/>
    <w:rsid w:val="00303FC9"/>
    <w:rsid w:val="00304D70"/>
    <w:rsid w:val="003130BD"/>
    <w:rsid w:val="00314069"/>
    <w:rsid w:val="0031717E"/>
    <w:rsid w:val="00320054"/>
    <w:rsid w:val="003229AB"/>
    <w:rsid w:val="0033203A"/>
    <w:rsid w:val="003330E0"/>
    <w:rsid w:val="0034081A"/>
    <w:rsid w:val="00340CFD"/>
    <w:rsid w:val="00344CEC"/>
    <w:rsid w:val="00351C52"/>
    <w:rsid w:val="003525E2"/>
    <w:rsid w:val="003531EE"/>
    <w:rsid w:val="00354433"/>
    <w:rsid w:val="0036089C"/>
    <w:rsid w:val="00360F2F"/>
    <w:rsid w:val="003634F8"/>
    <w:rsid w:val="003636D1"/>
    <w:rsid w:val="003707E5"/>
    <w:rsid w:val="00370AF4"/>
    <w:rsid w:val="00371367"/>
    <w:rsid w:val="00375982"/>
    <w:rsid w:val="00376A15"/>
    <w:rsid w:val="0038067B"/>
    <w:rsid w:val="00381A78"/>
    <w:rsid w:val="00381B0F"/>
    <w:rsid w:val="00382C37"/>
    <w:rsid w:val="003832E3"/>
    <w:rsid w:val="0038579E"/>
    <w:rsid w:val="00385C73"/>
    <w:rsid w:val="003866EA"/>
    <w:rsid w:val="00386B78"/>
    <w:rsid w:val="003909C5"/>
    <w:rsid w:val="003937D7"/>
    <w:rsid w:val="003961FF"/>
    <w:rsid w:val="00396D2D"/>
    <w:rsid w:val="003A00C5"/>
    <w:rsid w:val="003A0895"/>
    <w:rsid w:val="003A0FC1"/>
    <w:rsid w:val="003A3B62"/>
    <w:rsid w:val="003A4757"/>
    <w:rsid w:val="003B000D"/>
    <w:rsid w:val="003B16E6"/>
    <w:rsid w:val="003B22F6"/>
    <w:rsid w:val="003B35F0"/>
    <w:rsid w:val="003B4623"/>
    <w:rsid w:val="003C3474"/>
    <w:rsid w:val="003C3ECA"/>
    <w:rsid w:val="003C596B"/>
    <w:rsid w:val="003C6298"/>
    <w:rsid w:val="003C76A1"/>
    <w:rsid w:val="003D241C"/>
    <w:rsid w:val="003D565A"/>
    <w:rsid w:val="003D6BE1"/>
    <w:rsid w:val="003D7D06"/>
    <w:rsid w:val="003E57D6"/>
    <w:rsid w:val="003E6D96"/>
    <w:rsid w:val="003E6E8F"/>
    <w:rsid w:val="003E743B"/>
    <w:rsid w:val="003F1D69"/>
    <w:rsid w:val="003F41D1"/>
    <w:rsid w:val="004040FC"/>
    <w:rsid w:val="00404B20"/>
    <w:rsid w:val="004054FB"/>
    <w:rsid w:val="00405BCF"/>
    <w:rsid w:val="00407176"/>
    <w:rsid w:val="00412890"/>
    <w:rsid w:val="004142C4"/>
    <w:rsid w:val="00414EF5"/>
    <w:rsid w:val="0041718D"/>
    <w:rsid w:val="004229A8"/>
    <w:rsid w:val="00423A14"/>
    <w:rsid w:val="00425BD0"/>
    <w:rsid w:val="00426C5A"/>
    <w:rsid w:val="004328BF"/>
    <w:rsid w:val="00441973"/>
    <w:rsid w:val="004420E6"/>
    <w:rsid w:val="00442518"/>
    <w:rsid w:val="00443EFD"/>
    <w:rsid w:val="00444450"/>
    <w:rsid w:val="00444536"/>
    <w:rsid w:val="00447018"/>
    <w:rsid w:val="00447AF5"/>
    <w:rsid w:val="0045161A"/>
    <w:rsid w:val="00451EDE"/>
    <w:rsid w:val="004523B8"/>
    <w:rsid w:val="00455131"/>
    <w:rsid w:val="00460410"/>
    <w:rsid w:val="004606BC"/>
    <w:rsid w:val="00463912"/>
    <w:rsid w:val="004651AE"/>
    <w:rsid w:val="0046544F"/>
    <w:rsid w:val="00465E22"/>
    <w:rsid w:val="00467862"/>
    <w:rsid w:val="004720EF"/>
    <w:rsid w:val="00474A95"/>
    <w:rsid w:val="00476F55"/>
    <w:rsid w:val="0047728E"/>
    <w:rsid w:val="0048137D"/>
    <w:rsid w:val="0048283C"/>
    <w:rsid w:val="00483A2F"/>
    <w:rsid w:val="004847E4"/>
    <w:rsid w:val="0048729F"/>
    <w:rsid w:val="00490EAE"/>
    <w:rsid w:val="00495A68"/>
    <w:rsid w:val="00496D2A"/>
    <w:rsid w:val="004A1E60"/>
    <w:rsid w:val="004A1FB9"/>
    <w:rsid w:val="004A2A43"/>
    <w:rsid w:val="004A3C0A"/>
    <w:rsid w:val="004A3DB5"/>
    <w:rsid w:val="004A4287"/>
    <w:rsid w:val="004A5750"/>
    <w:rsid w:val="004B1244"/>
    <w:rsid w:val="004B2028"/>
    <w:rsid w:val="004B4B14"/>
    <w:rsid w:val="004C0B66"/>
    <w:rsid w:val="004C1906"/>
    <w:rsid w:val="004C2290"/>
    <w:rsid w:val="004C2A61"/>
    <w:rsid w:val="004C56CE"/>
    <w:rsid w:val="004C6061"/>
    <w:rsid w:val="004C6298"/>
    <w:rsid w:val="004C7474"/>
    <w:rsid w:val="004D098F"/>
    <w:rsid w:val="004D5282"/>
    <w:rsid w:val="004D693C"/>
    <w:rsid w:val="004E192F"/>
    <w:rsid w:val="004E1EC8"/>
    <w:rsid w:val="004E3B6E"/>
    <w:rsid w:val="004F68A3"/>
    <w:rsid w:val="00500E68"/>
    <w:rsid w:val="00501CD6"/>
    <w:rsid w:val="00502B60"/>
    <w:rsid w:val="00502EF0"/>
    <w:rsid w:val="00503057"/>
    <w:rsid w:val="00503445"/>
    <w:rsid w:val="00503D8E"/>
    <w:rsid w:val="00505341"/>
    <w:rsid w:val="00506E0D"/>
    <w:rsid w:val="005076ED"/>
    <w:rsid w:val="0051210F"/>
    <w:rsid w:val="00513ADE"/>
    <w:rsid w:val="0051767D"/>
    <w:rsid w:val="005204C6"/>
    <w:rsid w:val="00521E63"/>
    <w:rsid w:val="005221B3"/>
    <w:rsid w:val="00522A77"/>
    <w:rsid w:val="00523091"/>
    <w:rsid w:val="00524EDC"/>
    <w:rsid w:val="00526AFB"/>
    <w:rsid w:val="0052773D"/>
    <w:rsid w:val="00527C26"/>
    <w:rsid w:val="00527D01"/>
    <w:rsid w:val="00530C8F"/>
    <w:rsid w:val="00531EC6"/>
    <w:rsid w:val="005366AF"/>
    <w:rsid w:val="0053769F"/>
    <w:rsid w:val="00540210"/>
    <w:rsid w:val="0054332E"/>
    <w:rsid w:val="00543B0C"/>
    <w:rsid w:val="00544153"/>
    <w:rsid w:val="00546F1F"/>
    <w:rsid w:val="00547856"/>
    <w:rsid w:val="00550F6F"/>
    <w:rsid w:val="0055302F"/>
    <w:rsid w:val="00555FD4"/>
    <w:rsid w:val="00556183"/>
    <w:rsid w:val="00561B85"/>
    <w:rsid w:val="0056213E"/>
    <w:rsid w:val="00562D18"/>
    <w:rsid w:val="00563612"/>
    <w:rsid w:val="0056458D"/>
    <w:rsid w:val="005654D9"/>
    <w:rsid w:val="00570446"/>
    <w:rsid w:val="00571E5C"/>
    <w:rsid w:val="0057253B"/>
    <w:rsid w:val="005728E3"/>
    <w:rsid w:val="00574955"/>
    <w:rsid w:val="00575DE7"/>
    <w:rsid w:val="00575E23"/>
    <w:rsid w:val="00580B4C"/>
    <w:rsid w:val="005819DD"/>
    <w:rsid w:val="00582194"/>
    <w:rsid w:val="00584B1C"/>
    <w:rsid w:val="00586B36"/>
    <w:rsid w:val="00587012"/>
    <w:rsid w:val="00587573"/>
    <w:rsid w:val="00593126"/>
    <w:rsid w:val="0059581F"/>
    <w:rsid w:val="005961F6"/>
    <w:rsid w:val="00596514"/>
    <w:rsid w:val="005A0BE3"/>
    <w:rsid w:val="005A1A85"/>
    <w:rsid w:val="005A5727"/>
    <w:rsid w:val="005A6A53"/>
    <w:rsid w:val="005A70D4"/>
    <w:rsid w:val="005B51A3"/>
    <w:rsid w:val="005C1F58"/>
    <w:rsid w:val="005C36FB"/>
    <w:rsid w:val="005C6142"/>
    <w:rsid w:val="005D00F4"/>
    <w:rsid w:val="005D47D3"/>
    <w:rsid w:val="005D5C92"/>
    <w:rsid w:val="005E04E6"/>
    <w:rsid w:val="005E0972"/>
    <w:rsid w:val="005E51A6"/>
    <w:rsid w:val="005E5E32"/>
    <w:rsid w:val="005F0D12"/>
    <w:rsid w:val="005F4DB1"/>
    <w:rsid w:val="00601686"/>
    <w:rsid w:val="006171F8"/>
    <w:rsid w:val="006236DA"/>
    <w:rsid w:val="00623E9C"/>
    <w:rsid w:val="00626095"/>
    <w:rsid w:val="0063005A"/>
    <w:rsid w:val="00630D49"/>
    <w:rsid w:val="00632389"/>
    <w:rsid w:val="006329AC"/>
    <w:rsid w:val="006379DE"/>
    <w:rsid w:val="00637C5F"/>
    <w:rsid w:val="00637E98"/>
    <w:rsid w:val="00640E9F"/>
    <w:rsid w:val="00642E79"/>
    <w:rsid w:val="00646AC1"/>
    <w:rsid w:val="00651256"/>
    <w:rsid w:val="00651903"/>
    <w:rsid w:val="00652926"/>
    <w:rsid w:val="00652B2F"/>
    <w:rsid w:val="006535D3"/>
    <w:rsid w:val="00657A6E"/>
    <w:rsid w:val="006607D9"/>
    <w:rsid w:val="00661A4D"/>
    <w:rsid w:val="0066318A"/>
    <w:rsid w:val="00664E20"/>
    <w:rsid w:val="0066782C"/>
    <w:rsid w:val="00667926"/>
    <w:rsid w:val="00667BF6"/>
    <w:rsid w:val="00672BAC"/>
    <w:rsid w:val="006735E1"/>
    <w:rsid w:val="0067735F"/>
    <w:rsid w:val="00681C17"/>
    <w:rsid w:val="0068210C"/>
    <w:rsid w:val="00686B4E"/>
    <w:rsid w:val="00686FE0"/>
    <w:rsid w:val="006911F7"/>
    <w:rsid w:val="006954AA"/>
    <w:rsid w:val="00696219"/>
    <w:rsid w:val="006962F4"/>
    <w:rsid w:val="006A1874"/>
    <w:rsid w:val="006A4766"/>
    <w:rsid w:val="006A78AF"/>
    <w:rsid w:val="006B0238"/>
    <w:rsid w:val="006B09E2"/>
    <w:rsid w:val="006B33F8"/>
    <w:rsid w:val="006B3D68"/>
    <w:rsid w:val="006B4083"/>
    <w:rsid w:val="006B5939"/>
    <w:rsid w:val="006B68FA"/>
    <w:rsid w:val="006C4AFC"/>
    <w:rsid w:val="006D1F1D"/>
    <w:rsid w:val="006D27E7"/>
    <w:rsid w:val="006D37C7"/>
    <w:rsid w:val="006D3E3F"/>
    <w:rsid w:val="006E0284"/>
    <w:rsid w:val="006E04D4"/>
    <w:rsid w:val="006E1496"/>
    <w:rsid w:val="006E43B5"/>
    <w:rsid w:val="006E6C30"/>
    <w:rsid w:val="006E73E0"/>
    <w:rsid w:val="006E78F1"/>
    <w:rsid w:val="006F23BF"/>
    <w:rsid w:val="006F3489"/>
    <w:rsid w:val="006F37AB"/>
    <w:rsid w:val="006F4546"/>
    <w:rsid w:val="006F4E71"/>
    <w:rsid w:val="006F6B07"/>
    <w:rsid w:val="007015AD"/>
    <w:rsid w:val="00702E10"/>
    <w:rsid w:val="0070668A"/>
    <w:rsid w:val="00706B21"/>
    <w:rsid w:val="00706CB1"/>
    <w:rsid w:val="00711973"/>
    <w:rsid w:val="007125BC"/>
    <w:rsid w:val="00712B05"/>
    <w:rsid w:val="00721DCE"/>
    <w:rsid w:val="00722E4C"/>
    <w:rsid w:val="00726A05"/>
    <w:rsid w:val="00727068"/>
    <w:rsid w:val="00730615"/>
    <w:rsid w:val="0073438D"/>
    <w:rsid w:val="007344C7"/>
    <w:rsid w:val="00734EF4"/>
    <w:rsid w:val="00742497"/>
    <w:rsid w:val="007431D1"/>
    <w:rsid w:val="007454EC"/>
    <w:rsid w:val="00752819"/>
    <w:rsid w:val="00752AA1"/>
    <w:rsid w:val="00752D9D"/>
    <w:rsid w:val="0075489F"/>
    <w:rsid w:val="00754CD9"/>
    <w:rsid w:val="007556F5"/>
    <w:rsid w:val="007561F3"/>
    <w:rsid w:val="00756F5F"/>
    <w:rsid w:val="00757B2F"/>
    <w:rsid w:val="00762928"/>
    <w:rsid w:val="007678C6"/>
    <w:rsid w:val="00770C39"/>
    <w:rsid w:val="007714E3"/>
    <w:rsid w:val="007766FC"/>
    <w:rsid w:val="007778EF"/>
    <w:rsid w:val="007822A7"/>
    <w:rsid w:val="007825BD"/>
    <w:rsid w:val="00783924"/>
    <w:rsid w:val="00783DDB"/>
    <w:rsid w:val="00784E88"/>
    <w:rsid w:val="00784ED1"/>
    <w:rsid w:val="00785EB2"/>
    <w:rsid w:val="00791784"/>
    <w:rsid w:val="0079195F"/>
    <w:rsid w:val="00792113"/>
    <w:rsid w:val="00792454"/>
    <w:rsid w:val="00793467"/>
    <w:rsid w:val="007935B1"/>
    <w:rsid w:val="0079397E"/>
    <w:rsid w:val="00793994"/>
    <w:rsid w:val="007940C5"/>
    <w:rsid w:val="007A04E4"/>
    <w:rsid w:val="007A16C2"/>
    <w:rsid w:val="007A18BF"/>
    <w:rsid w:val="007A3127"/>
    <w:rsid w:val="007A74C9"/>
    <w:rsid w:val="007B2E05"/>
    <w:rsid w:val="007B5489"/>
    <w:rsid w:val="007B67E1"/>
    <w:rsid w:val="007C2295"/>
    <w:rsid w:val="007D28A2"/>
    <w:rsid w:val="007E0BAC"/>
    <w:rsid w:val="007E2FC1"/>
    <w:rsid w:val="007E3654"/>
    <w:rsid w:val="007E3CE6"/>
    <w:rsid w:val="007F2F30"/>
    <w:rsid w:val="007F4C71"/>
    <w:rsid w:val="007F6411"/>
    <w:rsid w:val="007F64BE"/>
    <w:rsid w:val="008008AF"/>
    <w:rsid w:val="0080401A"/>
    <w:rsid w:val="008042E2"/>
    <w:rsid w:val="00805E4B"/>
    <w:rsid w:val="00810525"/>
    <w:rsid w:val="00811D20"/>
    <w:rsid w:val="00812E88"/>
    <w:rsid w:val="00815924"/>
    <w:rsid w:val="00822EE8"/>
    <w:rsid w:val="0082350B"/>
    <w:rsid w:val="00826031"/>
    <w:rsid w:val="0083015E"/>
    <w:rsid w:val="00830EFF"/>
    <w:rsid w:val="00831E24"/>
    <w:rsid w:val="00836DDD"/>
    <w:rsid w:val="00846E36"/>
    <w:rsid w:val="00850072"/>
    <w:rsid w:val="0085411C"/>
    <w:rsid w:val="00854E43"/>
    <w:rsid w:val="008568BE"/>
    <w:rsid w:val="008578FE"/>
    <w:rsid w:val="008614EF"/>
    <w:rsid w:val="00861CE0"/>
    <w:rsid w:val="00862443"/>
    <w:rsid w:val="00863320"/>
    <w:rsid w:val="00864240"/>
    <w:rsid w:val="0086678C"/>
    <w:rsid w:val="0087127B"/>
    <w:rsid w:val="0087141A"/>
    <w:rsid w:val="00882D8F"/>
    <w:rsid w:val="008842FF"/>
    <w:rsid w:val="00884491"/>
    <w:rsid w:val="00884F19"/>
    <w:rsid w:val="008856C9"/>
    <w:rsid w:val="00887465"/>
    <w:rsid w:val="0088757B"/>
    <w:rsid w:val="00890EFE"/>
    <w:rsid w:val="008942AE"/>
    <w:rsid w:val="008A1B08"/>
    <w:rsid w:val="008A3B85"/>
    <w:rsid w:val="008A51CE"/>
    <w:rsid w:val="008A5DE7"/>
    <w:rsid w:val="008B06BD"/>
    <w:rsid w:val="008B09E5"/>
    <w:rsid w:val="008B0EBD"/>
    <w:rsid w:val="008B1147"/>
    <w:rsid w:val="008B586D"/>
    <w:rsid w:val="008B623F"/>
    <w:rsid w:val="008C17D0"/>
    <w:rsid w:val="008C73D4"/>
    <w:rsid w:val="008C7BCA"/>
    <w:rsid w:val="008C7CD9"/>
    <w:rsid w:val="008D0552"/>
    <w:rsid w:val="008D10CD"/>
    <w:rsid w:val="008D2A3B"/>
    <w:rsid w:val="008D4B6C"/>
    <w:rsid w:val="008D5032"/>
    <w:rsid w:val="008D59C5"/>
    <w:rsid w:val="008D72F7"/>
    <w:rsid w:val="008E1FF3"/>
    <w:rsid w:val="008E2C24"/>
    <w:rsid w:val="008E3D21"/>
    <w:rsid w:val="008E535E"/>
    <w:rsid w:val="008E6098"/>
    <w:rsid w:val="008E6510"/>
    <w:rsid w:val="008F0E4C"/>
    <w:rsid w:val="008F25F9"/>
    <w:rsid w:val="008F480C"/>
    <w:rsid w:val="008F610C"/>
    <w:rsid w:val="008F76FC"/>
    <w:rsid w:val="00900C75"/>
    <w:rsid w:val="00901F36"/>
    <w:rsid w:val="00903842"/>
    <w:rsid w:val="00904185"/>
    <w:rsid w:val="0091111D"/>
    <w:rsid w:val="00912DAC"/>
    <w:rsid w:val="009149B8"/>
    <w:rsid w:val="00914B01"/>
    <w:rsid w:val="00915E0A"/>
    <w:rsid w:val="00916741"/>
    <w:rsid w:val="009211DF"/>
    <w:rsid w:val="0092161B"/>
    <w:rsid w:val="009256E2"/>
    <w:rsid w:val="00930F97"/>
    <w:rsid w:val="00932D1B"/>
    <w:rsid w:val="0093634A"/>
    <w:rsid w:val="009367B3"/>
    <w:rsid w:val="00937BCE"/>
    <w:rsid w:val="00942ACC"/>
    <w:rsid w:val="00944909"/>
    <w:rsid w:val="00950B98"/>
    <w:rsid w:val="00951AED"/>
    <w:rsid w:val="009521C0"/>
    <w:rsid w:val="00952CC8"/>
    <w:rsid w:val="00963B3C"/>
    <w:rsid w:val="00964852"/>
    <w:rsid w:val="0096497B"/>
    <w:rsid w:val="00964E82"/>
    <w:rsid w:val="00971013"/>
    <w:rsid w:val="00971599"/>
    <w:rsid w:val="0097352E"/>
    <w:rsid w:val="00985A73"/>
    <w:rsid w:val="00986A2F"/>
    <w:rsid w:val="00987AFD"/>
    <w:rsid w:val="00990D7E"/>
    <w:rsid w:val="0099199F"/>
    <w:rsid w:val="009944D2"/>
    <w:rsid w:val="00995A3C"/>
    <w:rsid w:val="00997BB1"/>
    <w:rsid w:val="009A2B80"/>
    <w:rsid w:val="009A2F6F"/>
    <w:rsid w:val="009A308E"/>
    <w:rsid w:val="009A7734"/>
    <w:rsid w:val="009B04A4"/>
    <w:rsid w:val="009B4614"/>
    <w:rsid w:val="009B7E1A"/>
    <w:rsid w:val="009C0999"/>
    <w:rsid w:val="009C1C98"/>
    <w:rsid w:val="009C49EA"/>
    <w:rsid w:val="009C651D"/>
    <w:rsid w:val="009C7006"/>
    <w:rsid w:val="009C7D80"/>
    <w:rsid w:val="009D420F"/>
    <w:rsid w:val="009E0CAC"/>
    <w:rsid w:val="009F025B"/>
    <w:rsid w:val="009F180E"/>
    <w:rsid w:val="009F1DCF"/>
    <w:rsid w:val="009F6363"/>
    <w:rsid w:val="009F6855"/>
    <w:rsid w:val="009F6B5B"/>
    <w:rsid w:val="009F6EC1"/>
    <w:rsid w:val="00A032AA"/>
    <w:rsid w:val="00A04457"/>
    <w:rsid w:val="00A0583A"/>
    <w:rsid w:val="00A07151"/>
    <w:rsid w:val="00A11C3D"/>
    <w:rsid w:val="00A12C0D"/>
    <w:rsid w:val="00A1367A"/>
    <w:rsid w:val="00A15A50"/>
    <w:rsid w:val="00A16592"/>
    <w:rsid w:val="00A1732D"/>
    <w:rsid w:val="00A21408"/>
    <w:rsid w:val="00A22F20"/>
    <w:rsid w:val="00A25F40"/>
    <w:rsid w:val="00A271DE"/>
    <w:rsid w:val="00A3307C"/>
    <w:rsid w:val="00A34500"/>
    <w:rsid w:val="00A358C2"/>
    <w:rsid w:val="00A37682"/>
    <w:rsid w:val="00A37DC6"/>
    <w:rsid w:val="00A37DDF"/>
    <w:rsid w:val="00A40470"/>
    <w:rsid w:val="00A41B02"/>
    <w:rsid w:val="00A41C25"/>
    <w:rsid w:val="00A41E7C"/>
    <w:rsid w:val="00A423D5"/>
    <w:rsid w:val="00A42ECD"/>
    <w:rsid w:val="00A444BE"/>
    <w:rsid w:val="00A4772E"/>
    <w:rsid w:val="00A4792B"/>
    <w:rsid w:val="00A52029"/>
    <w:rsid w:val="00A5369E"/>
    <w:rsid w:val="00A538D7"/>
    <w:rsid w:val="00A54C30"/>
    <w:rsid w:val="00A5504C"/>
    <w:rsid w:val="00A55381"/>
    <w:rsid w:val="00A574F8"/>
    <w:rsid w:val="00A6023E"/>
    <w:rsid w:val="00A6079B"/>
    <w:rsid w:val="00A623B1"/>
    <w:rsid w:val="00A636CE"/>
    <w:rsid w:val="00A63DF6"/>
    <w:rsid w:val="00A64529"/>
    <w:rsid w:val="00A64C62"/>
    <w:rsid w:val="00A65643"/>
    <w:rsid w:val="00A65AFA"/>
    <w:rsid w:val="00A6610A"/>
    <w:rsid w:val="00A66DE2"/>
    <w:rsid w:val="00A70569"/>
    <w:rsid w:val="00A71032"/>
    <w:rsid w:val="00A74330"/>
    <w:rsid w:val="00A82847"/>
    <w:rsid w:val="00A83B8C"/>
    <w:rsid w:val="00A8741E"/>
    <w:rsid w:val="00A87973"/>
    <w:rsid w:val="00A905EB"/>
    <w:rsid w:val="00A9366B"/>
    <w:rsid w:val="00A957E3"/>
    <w:rsid w:val="00A97C40"/>
    <w:rsid w:val="00A97F38"/>
    <w:rsid w:val="00AA0654"/>
    <w:rsid w:val="00AA1BF1"/>
    <w:rsid w:val="00AA23B3"/>
    <w:rsid w:val="00AA3CB4"/>
    <w:rsid w:val="00AA3E0A"/>
    <w:rsid w:val="00AA4743"/>
    <w:rsid w:val="00AB07F5"/>
    <w:rsid w:val="00AB3E75"/>
    <w:rsid w:val="00AB5CA9"/>
    <w:rsid w:val="00AC2156"/>
    <w:rsid w:val="00AC301E"/>
    <w:rsid w:val="00AC7804"/>
    <w:rsid w:val="00AD25D3"/>
    <w:rsid w:val="00AD54D9"/>
    <w:rsid w:val="00AD5969"/>
    <w:rsid w:val="00AD5F0B"/>
    <w:rsid w:val="00AD68B2"/>
    <w:rsid w:val="00AD7ED8"/>
    <w:rsid w:val="00AE01FB"/>
    <w:rsid w:val="00AE2BC2"/>
    <w:rsid w:val="00AF1CC0"/>
    <w:rsid w:val="00AF2886"/>
    <w:rsid w:val="00AF2F21"/>
    <w:rsid w:val="00AF41A0"/>
    <w:rsid w:val="00AF49AB"/>
    <w:rsid w:val="00AF5C40"/>
    <w:rsid w:val="00AF7028"/>
    <w:rsid w:val="00B024C9"/>
    <w:rsid w:val="00B035D6"/>
    <w:rsid w:val="00B06427"/>
    <w:rsid w:val="00B06E1C"/>
    <w:rsid w:val="00B114BD"/>
    <w:rsid w:val="00B11B96"/>
    <w:rsid w:val="00B11EDC"/>
    <w:rsid w:val="00B13E90"/>
    <w:rsid w:val="00B15457"/>
    <w:rsid w:val="00B15FF6"/>
    <w:rsid w:val="00B17160"/>
    <w:rsid w:val="00B171D7"/>
    <w:rsid w:val="00B23FC9"/>
    <w:rsid w:val="00B255AC"/>
    <w:rsid w:val="00B2575B"/>
    <w:rsid w:val="00B26A8E"/>
    <w:rsid w:val="00B304BB"/>
    <w:rsid w:val="00B319AF"/>
    <w:rsid w:val="00B37CD7"/>
    <w:rsid w:val="00B40644"/>
    <w:rsid w:val="00B40D0F"/>
    <w:rsid w:val="00B42831"/>
    <w:rsid w:val="00B430FF"/>
    <w:rsid w:val="00B431AC"/>
    <w:rsid w:val="00B45B21"/>
    <w:rsid w:val="00B4605F"/>
    <w:rsid w:val="00B46D66"/>
    <w:rsid w:val="00B4770C"/>
    <w:rsid w:val="00B50548"/>
    <w:rsid w:val="00B5331B"/>
    <w:rsid w:val="00B541C9"/>
    <w:rsid w:val="00B55C40"/>
    <w:rsid w:val="00B5602F"/>
    <w:rsid w:val="00B571D3"/>
    <w:rsid w:val="00B57510"/>
    <w:rsid w:val="00B57F68"/>
    <w:rsid w:val="00B65963"/>
    <w:rsid w:val="00B70160"/>
    <w:rsid w:val="00B72D42"/>
    <w:rsid w:val="00B73786"/>
    <w:rsid w:val="00B76E11"/>
    <w:rsid w:val="00B81A0E"/>
    <w:rsid w:val="00B84796"/>
    <w:rsid w:val="00B86935"/>
    <w:rsid w:val="00B86D19"/>
    <w:rsid w:val="00B8790B"/>
    <w:rsid w:val="00B90273"/>
    <w:rsid w:val="00B92631"/>
    <w:rsid w:val="00B9330E"/>
    <w:rsid w:val="00B94079"/>
    <w:rsid w:val="00B96BF9"/>
    <w:rsid w:val="00B97482"/>
    <w:rsid w:val="00B97506"/>
    <w:rsid w:val="00BA0210"/>
    <w:rsid w:val="00BB4A78"/>
    <w:rsid w:val="00BB6882"/>
    <w:rsid w:val="00BB7E5B"/>
    <w:rsid w:val="00BC0EC0"/>
    <w:rsid w:val="00BC2748"/>
    <w:rsid w:val="00BC6105"/>
    <w:rsid w:val="00BC7341"/>
    <w:rsid w:val="00BD0DC8"/>
    <w:rsid w:val="00BD0F16"/>
    <w:rsid w:val="00BD1562"/>
    <w:rsid w:val="00BE15F4"/>
    <w:rsid w:val="00BE185D"/>
    <w:rsid w:val="00BE6CA1"/>
    <w:rsid w:val="00BF17D1"/>
    <w:rsid w:val="00BF6B94"/>
    <w:rsid w:val="00BF6D5F"/>
    <w:rsid w:val="00C02975"/>
    <w:rsid w:val="00C034DF"/>
    <w:rsid w:val="00C06A5B"/>
    <w:rsid w:val="00C10759"/>
    <w:rsid w:val="00C132DC"/>
    <w:rsid w:val="00C14846"/>
    <w:rsid w:val="00C1769B"/>
    <w:rsid w:val="00C26D0D"/>
    <w:rsid w:val="00C278F9"/>
    <w:rsid w:val="00C3023C"/>
    <w:rsid w:val="00C340DF"/>
    <w:rsid w:val="00C36117"/>
    <w:rsid w:val="00C40751"/>
    <w:rsid w:val="00C414D3"/>
    <w:rsid w:val="00C425CB"/>
    <w:rsid w:val="00C43B69"/>
    <w:rsid w:val="00C500E9"/>
    <w:rsid w:val="00C50249"/>
    <w:rsid w:val="00C50B1A"/>
    <w:rsid w:val="00C5395B"/>
    <w:rsid w:val="00C53ED6"/>
    <w:rsid w:val="00C54146"/>
    <w:rsid w:val="00C54E1D"/>
    <w:rsid w:val="00C5688D"/>
    <w:rsid w:val="00C575CA"/>
    <w:rsid w:val="00C60D07"/>
    <w:rsid w:val="00C61AFC"/>
    <w:rsid w:val="00C62C92"/>
    <w:rsid w:val="00C62C99"/>
    <w:rsid w:val="00C63B16"/>
    <w:rsid w:val="00C6473E"/>
    <w:rsid w:val="00C64D79"/>
    <w:rsid w:val="00C671E5"/>
    <w:rsid w:val="00C67C6D"/>
    <w:rsid w:val="00C72901"/>
    <w:rsid w:val="00C745D7"/>
    <w:rsid w:val="00C75219"/>
    <w:rsid w:val="00C837E0"/>
    <w:rsid w:val="00C84A7B"/>
    <w:rsid w:val="00C865EE"/>
    <w:rsid w:val="00C871C7"/>
    <w:rsid w:val="00C87FEC"/>
    <w:rsid w:val="00C91D62"/>
    <w:rsid w:val="00C97E29"/>
    <w:rsid w:val="00CA1D7D"/>
    <w:rsid w:val="00CA671E"/>
    <w:rsid w:val="00CA7D42"/>
    <w:rsid w:val="00CA7DD5"/>
    <w:rsid w:val="00CB21E9"/>
    <w:rsid w:val="00CB22FF"/>
    <w:rsid w:val="00CB2FCF"/>
    <w:rsid w:val="00CB36A3"/>
    <w:rsid w:val="00CB588E"/>
    <w:rsid w:val="00CC27B4"/>
    <w:rsid w:val="00CC30F7"/>
    <w:rsid w:val="00CC423E"/>
    <w:rsid w:val="00CC59DD"/>
    <w:rsid w:val="00CC7351"/>
    <w:rsid w:val="00CD25C9"/>
    <w:rsid w:val="00CD293C"/>
    <w:rsid w:val="00CD36B7"/>
    <w:rsid w:val="00CD75A0"/>
    <w:rsid w:val="00CD7A57"/>
    <w:rsid w:val="00CE1D26"/>
    <w:rsid w:val="00CE5326"/>
    <w:rsid w:val="00CF0D1B"/>
    <w:rsid w:val="00CF0EFA"/>
    <w:rsid w:val="00CF2E9E"/>
    <w:rsid w:val="00CF38E2"/>
    <w:rsid w:val="00CF3D42"/>
    <w:rsid w:val="00CF4E17"/>
    <w:rsid w:val="00CF6928"/>
    <w:rsid w:val="00D03637"/>
    <w:rsid w:val="00D037FF"/>
    <w:rsid w:val="00D0401E"/>
    <w:rsid w:val="00D10E4F"/>
    <w:rsid w:val="00D1342E"/>
    <w:rsid w:val="00D14F64"/>
    <w:rsid w:val="00D15813"/>
    <w:rsid w:val="00D1735C"/>
    <w:rsid w:val="00D17B3E"/>
    <w:rsid w:val="00D202A2"/>
    <w:rsid w:val="00D205AA"/>
    <w:rsid w:val="00D20BDE"/>
    <w:rsid w:val="00D2492B"/>
    <w:rsid w:val="00D2503A"/>
    <w:rsid w:val="00D27ECD"/>
    <w:rsid w:val="00D303C5"/>
    <w:rsid w:val="00D33390"/>
    <w:rsid w:val="00D34826"/>
    <w:rsid w:val="00D356C6"/>
    <w:rsid w:val="00D40D85"/>
    <w:rsid w:val="00D435FB"/>
    <w:rsid w:val="00D43BB4"/>
    <w:rsid w:val="00D448EE"/>
    <w:rsid w:val="00D470B4"/>
    <w:rsid w:val="00D54C94"/>
    <w:rsid w:val="00D56A66"/>
    <w:rsid w:val="00D578CF"/>
    <w:rsid w:val="00D602EC"/>
    <w:rsid w:val="00D6080A"/>
    <w:rsid w:val="00D60B10"/>
    <w:rsid w:val="00D60B32"/>
    <w:rsid w:val="00D62447"/>
    <w:rsid w:val="00D66CBB"/>
    <w:rsid w:val="00D66D99"/>
    <w:rsid w:val="00D6733B"/>
    <w:rsid w:val="00D71BCB"/>
    <w:rsid w:val="00D730DF"/>
    <w:rsid w:val="00D74240"/>
    <w:rsid w:val="00D77440"/>
    <w:rsid w:val="00D77B2D"/>
    <w:rsid w:val="00D77C0E"/>
    <w:rsid w:val="00D803C5"/>
    <w:rsid w:val="00D8164D"/>
    <w:rsid w:val="00D831AA"/>
    <w:rsid w:val="00D83C83"/>
    <w:rsid w:val="00D83EB1"/>
    <w:rsid w:val="00D879B9"/>
    <w:rsid w:val="00D87D8E"/>
    <w:rsid w:val="00D93122"/>
    <w:rsid w:val="00D93700"/>
    <w:rsid w:val="00D939D6"/>
    <w:rsid w:val="00D94CF6"/>
    <w:rsid w:val="00D95065"/>
    <w:rsid w:val="00D95F86"/>
    <w:rsid w:val="00D964A9"/>
    <w:rsid w:val="00DA104C"/>
    <w:rsid w:val="00DA115F"/>
    <w:rsid w:val="00DA28A0"/>
    <w:rsid w:val="00DA28B1"/>
    <w:rsid w:val="00DA3ABC"/>
    <w:rsid w:val="00DA3F44"/>
    <w:rsid w:val="00DA4173"/>
    <w:rsid w:val="00DA52DE"/>
    <w:rsid w:val="00DA5EAB"/>
    <w:rsid w:val="00DA67CD"/>
    <w:rsid w:val="00DA6C4F"/>
    <w:rsid w:val="00DB1471"/>
    <w:rsid w:val="00DC2AF1"/>
    <w:rsid w:val="00DC7469"/>
    <w:rsid w:val="00DD0301"/>
    <w:rsid w:val="00DD09F8"/>
    <w:rsid w:val="00DD7118"/>
    <w:rsid w:val="00DE35B8"/>
    <w:rsid w:val="00DE4603"/>
    <w:rsid w:val="00DE5F51"/>
    <w:rsid w:val="00DF035E"/>
    <w:rsid w:val="00DF105E"/>
    <w:rsid w:val="00DF41FC"/>
    <w:rsid w:val="00DF606E"/>
    <w:rsid w:val="00E03C05"/>
    <w:rsid w:val="00E063D4"/>
    <w:rsid w:val="00E12688"/>
    <w:rsid w:val="00E22CB3"/>
    <w:rsid w:val="00E254F4"/>
    <w:rsid w:val="00E2779A"/>
    <w:rsid w:val="00E31C86"/>
    <w:rsid w:val="00E32D8D"/>
    <w:rsid w:val="00E34435"/>
    <w:rsid w:val="00E3475A"/>
    <w:rsid w:val="00E40F10"/>
    <w:rsid w:val="00E454C8"/>
    <w:rsid w:val="00E456A4"/>
    <w:rsid w:val="00E52E48"/>
    <w:rsid w:val="00E52FAB"/>
    <w:rsid w:val="00E55B75"/>
    <w:rsid w:val="00E55FF0"/>
    <w:rsid w:val="00E56C5D"/>
    <w:rsid w:val="00E63281"/>
    <w:rsid w:val="00E641FC"/>
    <w:rsid w:val="00E66032"/>
    <w:rsid w:val="00E66C71"/>
    <w:rsid w:val="00E711B1"/>
    <w:rsid w:val="00E71737"/>
    <w:rsid w:val="00E72594"/>
    <w:rsid w:val="00E768B2"/>
    <w:rsid w:val="00E83996"/>
    <w:rsid w:val="00E86780"/>
    <w:rsid w:val="00E90B93"/>
    <w:rsid w:val="00E92A65"/>
    <w:rsid w:val="00E956B2"/>
    <w:rsid w:val="00EA4842"/>
    <w:rsid w:val="00EA6A36"/>
    <w:rsid w:val="00EA7D2B"/>
    <w:rsid w:val="00EB154D"/>
    <w:rsid w:val="00EB3B04"/>
    <w:rsid w:val="00EB4AB5"/>
    <w:rsid w:val="00EB4D45"/>
    <w:rsid w:val="00EB6FD4"/>
    <w:rsid w:val="00EB71A5"/>
    <w:rsid w:val="00EC0FDC"/>
    <w:rsid w:val="00EC14F1"/>
    <w:rsid w:val="00EC1678"/>
    <w:rsid w:val="00EC5927"/>
    <w:rsid w:val="00ED055E"/>
    <w:rsid w:val="00ED23AD"/>
    <w:rsid w:val="00ED343D"/>
    <w:rsid w:val="00ED4A69"/>
    <w:rsid w:val="00ED4D5A"/>
    <w:rsid w:val="00EE13B8"/>
    <w:rsid w:val="00EE4DAB"/>
    <w:rsid w:val="00EE7B00"/>
    <w:rsid w:val="00EF4A01"/>
    <w:rsid w:val="00EF4B77"/>
    <w:rsid w:val="00EF4EC1"/>
    <w:rsid w:val="00EF6DD2"/>
    <w:rsid w:val="00F00C26"/>
    <w:rsid w:val="00F01739"/>
    <w:rsid w:val="00F019B2"/>
    <w:rsid w:val="00F0206F"/>
    <w:rsid w:val="00F028D4"/>
    <w:rsid w:val="00F04FF2"/>
    <w:rsid w:val="00F053FD"/>
    <w:rsid w:val="00F12E81"/>
    <w:rsid w:val="00F14A91"/>
    <w:rsid w:val="00F1522F"/>
    <w:rsid w:val="00F15CBB"/>
    <w:rsid w:val="00F17AB5"/>
    <w:rsid w:val="00F242BA"/>
    <w:rsid w:val="00F251F2"/>
    <w:rsid w:val="00F25DE0"/>
    <w:rsid w:val="00F26921"/>
    <w:rsid w:val="00F27F98"/>
    <w:rsid w:val="00F30AB6"/>
    <w:rsid w:val="00F31DB6"/>
    <w:rsid w:val="00F3287C"/>
    <w:rsid w:val="00F348FE"/>
    <w:rsid w:val="00F34F51"/>
    <w:rsid w:val="00F36521"/>
    <w:rsid w:val="00F369BB"/>
    <w:rsid w:val="00F36B83"/>
    <w:rsid w:val="00F3774A"/>
    <w:rsid w:val="00F44B85"/>
    <w:rsid w:val="00F462F3"/>
    <w:rsid w:val="00F470AF"/>
    <w:rsid w:val="00F51799"/>
    <w:rsid w:val="00F5314C"/>
    <w:rsid w:val="00F539EC"/>
    <w:rsid w:val="00F53D9C"/>
    <w:rsid w:val="00F544DA"/>
    <w:rsid w:val="00F550FA"/>
    <w:rsid w:val="00F5553D"/>
    <w:rsid w:val="00F56DCC"/>
    <w:rsid w:val="00F56FB8"/>
    <w:rsid w:val="00F6134C"/>
    <w:rsid w:val="00F64142"/>
    <w:rsid w:val="00F657FD"/>
    <w:rsid w:val="00F67BB5"/>
    <w:rsid w:val="00F70BCB"/>
    <w:rsid w:val="00F76D46"/>
    <w:rsid w:val="00F773E2"/>
    <w:rsid w:val="00F84627"/>
    <w:rsid w:val="00F84921"/>
    <w:rsid w:val="00F96369"/>
    <w:rsid w:val="00F966B1"/>
    <w:rsid w:val="00F96E39"/>
    <w:rsid w:val="00F97ABE"/>
    <w:rsid w:val="00F97CCF"/>
    <w:rsid w:val="00FA20D4"/>
    <w:rsid w:val="00FA2811"/>
    <w:rsid w:val="00FA2D39"/>
    <w:rsid w:val="00FB1398"/>
    <w:rsid w:val="00FB144D"/>
    <w:rsid w:val="00FB382B"/>
    <w:rsid w:val="00FB3D7E"/>
    <w:rsid w:val="00FB454B"/>
    <w:rsid w:val="00FC341A"/>
    <w:rsid w:val="00FC4F73"/>
    <w:rsid w:val="00FC59FD"/>
    <w:rsid w:val="00FD235A"/>
    <w:rsid w:val="00FD358C"/>
    <w:rsid w:val="00FD404D"/>
    <w:rsid w:val="00FD40FE"/>
    <w:rsid w:val="00FE17F8"/>
    <w:rsid w:val="00FE53BE"/>
    <w:rsid w:val="00FE5F85"/>
    <w:rsid w:val="00FE7C70"/>
    <w:rsid w:val="00FF0EB9"/>
    <w:rsid w:val="00FF0F50"/>
    <w:rsid w:val="00FF16DF"/>
    <w:rsid w:val="00FF330C"/>
    <w:rsid w:val="00FF6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E9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40E9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uiPriority w:val="99"/>
    <w:rsid w:val="0064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B57F6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00D5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B57F6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57F6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57FA3"/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5366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0D5"/>
    <w:rPr>
      <w:rFonts w:cs="Arial"/>
      <w:sz w:val="0"/>
      <w:szCs w:val="0"/>
    </w:rPr>
  </w:style>
  <w:style w:type="character" w:styleId="Hyperlink">
    <w:name w:val="Hyperlink"/>
    <w:basedOn w:val="DefaultParagraphFont"/>
    <w:uiPriority w:val="99"/>
    <w:rsid w:val="00DE4603"/>
    <w:rPr>
      <w:rFonts w:cs="Times New Roman"/>
      <w:color w:val="0000FF"/>
      <w:u w:val="single"/>
    </w:rPr>
  </w:style>
  <w:style w:type="paragraph" w:customStyle="1" w:styleId="formattext">
    <w:name w:val="formattext"/>
    <w:basedOn w:val="Normal"/>
    <w:uiPriority w:val="99"/>
    <w:rsid w:val="008842F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18001607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18001607" TargetMode="External"/><Relationship Id="rId12" Type="http://schemas.openxmlformats.org/officeDocument/2006/relationships/hyperlink" Target="http://docs.cntd.ru/document/46370120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18023573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docs.cntd.ru/document/9180215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1801010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4</Pages>
  <Words>1137</Words>
  <Characters>6482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</cp:revision>
  <cp:lastPrinted>2014-06-11T10:23:00Z</cp:lastPrinted>
  <dcterms:created xsi:type="dcterms:W3CDTF">2014-06-11T06:43:00Z</dcterms:created>
  <dcterms:modified xsi:type="dcterms:W3CDTF">2014-07-11T03:43:00Z</dcterms:modified>
</cp:coreProperties>
</file>