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2E" w:rsidRDefault="00D72D2E" w:rsidP="004F06CF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D72D2E" w:rsidRDefault="00D72D2E" w:rsidP="004F06CF">
      <w:pPr>
        <w:suppressAutoHyphens/>
        <w:jc w:val="center"/>
        <w:rPr>
          <w:b/>
          <w:sz w:val="28"/>
          <w:szCs w:val="28"/>
        </w:rPr>
      </w:pPr>
    </w:p>
    <w:p w:rsidR="00D72D2E" w:rsidRDefault="00D72D2E" w:rsidP="004F06CF">
      <w:pPr>
        <w:suppressAutoHyphens/>
        <w:jc w:val="center"/>
        <w:rPr>
          <w:b/>
          <w:sz w:val="28"/>
          <w:szCs w:val="28"/>
        </w:rPr>
      </w:pPr>
    </w:p>
    <w:p w:rsidR="00D72D2E" w:rsidRDefault="00D72D2E" w:rsidP="004F06CF">
      <w:pPr>
        <w:suppressAutoHyphens/>
        <w:jc w:val="center"/>
        <w:rPr>
          <w:b/>
          <w:sz w:val="28"/>
          <w:szCs w:val="28"/>
        </w:rPr>
      </w:pPr>
    </w:p>
    <w:p w:rsidR="00D72D2E" w:rsidRDefault="00D72D2E" w:rsidP="004F06CF">
      <w:pPr>
        <w:suppressAutoHyphens/>
        <w:jc w:val="center"/>
        <w:rPr>
          <w:b/>
          <w:sz w:val="28"/>
          <w:szCs w:val="28"/>
        </w:rPr>
      </w:pPr>
    </w:p>
    <w:p w:rsidR="00D72D2E" w:rsidRDefault="00D72D2E" w:rsidP="004F06CF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перераспределении полномочий по распоряжению земельными участками, государственная собственность на которые не разграничена, </w:t>
      </w:r>
      <w:r>
        <w:rPr>
          <w:b/>
          <w:sz w:val="28"/>
          <w:szCs w:val="28"/>
        </w:rPr>
        <w:br/>
        <w:t xml:space="preserve">между органами местного самоуправления муниципальных образований Ульяновской области и органами государственной власти </w:t>
      </w:r>
      <w:r>
        <w:rPr>
          <w:b/>
          <w:sz w:val="28"/>
          <w:szCs w:val="28"/>
        </w:rPr>
        <w:br/>
        <w:t xml:space="preserve">Ульяновской области </w:t>
      </w:r>
    </w:p>
    <w:p w:rsidR="00D72D2E" w:rsidRDefault="00D72D2E" w:rsidP="004F06CF">
      <w:pPr>
        <w:suppressAutoHyphens/>
      </w:pPr>
    </w:p>
    <w:p w:rsidR="00D72D2E" w:rsidRDefault="00D72D2E" w:rsidP="004F06CF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72D2E" w:rsidRPr="009326E9" w:rsidRDefault="00D72D2E" w:rsidP="004F06CF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14"/>
          <w:szCs w:val="24"/>
        </w:rPr>
      </w:pPr>
    </w:p>
    <w:p w:rsidR="00D72D2E" w:rsidRDefault="00D72D2E" w:rsidP="004F06CF">
      <w:pPr>
        <w:suppressAutoHyphens/>
      </w:pPr>
    </w:p>
    <w:p w:rsidR="00D72D2E" w:rsidRDefault="00D72D2E" w:rsidP="000604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1. </w:t>
      </w:r>
      <w:r>
        <w:rPr>
          <w:b/>
          <w:sz w:val="28"/>
          <w:szCs w:val="28"/>
        </w:rPr>
        <w:t>Предмет правового регулирования настоящего Закона</w:t>
      </w:r>
    </w:p>
    <w:p w:rsidR="00D72D2E" w:rsidRDefault="00D72D2E" w:rsidP="0017583E">
      <w:pPr>
        <w:widowControl w:val="0"/>
        <w:ind w:firstLine="720"/>
        <w:jc w:val="both"/>
        <w:rPr>
          <w:sz w:val="28"/>
          <w:szCs w:val="28"/>
        </w:rPr>
      </w:pPr>
    </w:p>
    <w:p w:rsidR="00D72D2E" w:rsidRDefault="00D72D2E" w:rsidP="0017583E">
      <w:pPr>
        <w:widowControl w:val="0"/>
        <w:ind w:firstLine="720"/>
        <w:jc w:val="both"/>
        <w:rPr>
          <w:sz w:val="28"/>
          <w:szCs w:val="28"/>
        </w:rPr>
      </w:pPr>
    </w:p>
    <w:p w:rsidR="00D72D2E" w:rsidRPr="0078266B" w:rsidRDefault="00D72D2E" w:rsidP="00503D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266B">
        <w:rPr>
          <w:sz w:val="28"/>
          <w:szCs w:val="28"/>
        </w:rPr>
        <w:t>Настоящи</w:t>
      </w:r>
      <w:r>
        <w:rPr>
          <w:sz w:val="28"/>
          <w:szCs w:val="28"/>
        </w:rPr>
        <w:t>й Закон в соответствии с пунктом 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статьи 26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пунктом 4 статьи </w:t>
      </w:r>
      <w:hyperlink r:id="rId6" w:history="1">
        <w:r w:rsidRPr="0006046D">
          <w:rPr>
            <w:sz w:val="28"/>
            <w:szCs w:val="28"/>
          </w:rPr>
          <w:t>2</w:t>
        </w:r>
      </w:hyperlink>
      <w:r w:rsidRPr="0006046D">
        <w:rPr>
          <w:sz w:val="28"/>
          <w:szCs w:val="28"/>
        </w:rPr>
        <w:t xml:space="preserve"> Федерального закона от 25 октября 2001 года </w:t>
      </w:r>
      <w:r>
        <w:rPr>
          <w:sz w:val="28"/>
          <w:szCs w:val="28"/>
        </w:rPr>
        <w:t>№</w:t>
      </w:r>
      <w:r w:rsidRPr="0006046D">
        <w:rPr>
          <w:sz w:val="28"/>
          <w:szCs w:val="28"/>
        </w:rPr>
        <w:t xml:space="preserve"> 137-ФЗ </w:t>
      </w:r>
      <w:r>
        <w:rPr>
          <w:sz w:val="28"/>
          <w:szCs w:val="28"/>
        </w:rPr>
        <w:t>«</w:t>
      </w:r>
      <w:r w:rsidRPr="0006046D">
        <w:rPr>
          <w:sz w:val="28"/>
          <w:szCs w:val="28"/>
        </w:rPr>
        <w:t>О введении в действие Земельного кодекса Российской Федерации</w:t>
      </w:r>
      <w:r>
        <w:rPr>
          <w:sz w:val="28"/>
          <w:szCs w:val="28"/>
        </w:rPr>
        <w:t>» и частью 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статьи 17 Федерального закона </w:t>
      </w:r>
      <w:r>
        <w:rPr>
          <w:sz w:val="28"/>
          <w:szCs w:val="28"/>
        </w:rPr>
        <w:br/>
        <w:t xml:space="preserve">от 6 октября 2003 года № 131-ФЗ «Об общих принципах организации местного самоуправления в Российской Федерации» регулирует отношения, связанные </w:t>
      </w:r>
      <w:r>
        <w:rPr>
          <w:sz w:val="28"/>
          <w:szCs w:val="28"/>
        </w:rPr>
        <w:br/>
        <w:t xml:space="preserve">с </w:t>
      </w:r>
      <w:r w:rsidRPr="00A85D0F">
        <w:rPr>
          <w:sz w:val="28"/>
          <w:szCs w:val="28"/>
        </w:rPr>
        <w:t>перераспределени</w:t>
      </w:r>
      <w:r>
        <w:rPr>
          <w:sz w:val="28"/>
          <w:szCs w:val="28"/>
        </w:rPr>
        <w:t>ем</w:t>
      </w:r>
      <w:r w:rsidRPr="00A85D0F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 xml:space="preserve">й </w:t>
      </w:r>
      <w:r w:rsidRPr="0078266B">
        <w:rPr>
          <w:sz w:val="28"/>
          <w:szCs w:val="28"/>
        </w:rPr>
        <w:t xml:space="preserve">по распоряжению земельными участками, государственная собственность на которые не разграничена, </w:t>
      </w:r>
      <w:r w:rsidRPr="00A85D0F">
        <w:rPr>
          <w:sz w:val="28"/>
          <w:szCs w:val="28"/>
        </w:rPr>
        <w:t xml:space="preserve">между органами местного самоуправления </w:t>
      </w:r>
      <w:r>
        <w:rPr>
          <w:sz w:val="28"/>
          <w:szCs w:val="28"/>
        </w:rPr>
        <w:t xml:space="preserve">муниципальных образований </w:t>
      </w:r>
      <w:r w:rsidRPr="00A85D0F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и </w:t>
      </w:r>
      <w:r w:rsidRPr="00A85D0F">
        <w:rPr>
          <w:sz w:val="28"/>
          <w:szCs w:val="28"/>
        </w:rPr>
        <w:t>органами государственной власти Ульяновской области</w:t>
      </w:r>
      <w:r>
        <w:rPr>
          <w:sz w:val="28"/>
          <w:szCs w:val="28"/>
        </w:rPr>
        <w:t>.</w:t>
      </w:r>
    </w:p>
    <w:p w:rsidR="00D72D2E" w:rsidRPr="009326E9" w:rsidRDefault="00D72D2E" w:rsidP="006B70EC">
      <w:pPr>
        <w:widowControl w:val="0"/>
        <w:ind w:firstLine="720"/>
        <w:jc w:val="both"/>
        <w:rPr>
          <w:sz w:val="28"/>
          <w:szCs w:val="28"/>
        </w:rPr>
      </w:pPr>
    </w:p>
    <w:p w:rsidR="00D72D2E" w:rsidRPr="009326E9" w:rsidRDefault="00D72D2E" w:rsidP="006B70EC">
      <w:pPr>
        <w:widowControl w:val="0"/>
        <w:ind w:firstLine="720"/>
        <w:jc w:val="both"/>
        <w:rPr>
          <w:sz w:val="22"/>
          <w:szCs w:val="28"/>
        </w:rPr>
      </w:pPr>
    </w:p>
    <w:tbl>
      <w:tblPr>
        <w:tblW w:w="0" w:type="auto"/>
        <w:tblInd w:w="817" w:type="dxa"/>
        <w:tblLook w:val="00A0"/>
      </w:tblPr>
      <w:tblGrid>
        <w:gridCol w:w="1276"/>
        <w:gridCol w:w="8044"/>
      </w:tblGrid>
      <w:tr w:rsidR="00D72D2E" w:rsidTr="00926E82">
        <w:tc>
          <w:tcPr>
            <w:tcW w:w="1276" w:type="dxa"/>
          </w:tcPr>
          <w:p w:rsidR="00D72D2E" w:rsidRPr="00926E82" w:rsidRDefault="00D72D2E" w:rsidP="00926E8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 w:rsidRPr="00926E82">
              <w:rPr>
                <w:sz w:val="28"/>
                <w:szCs w:val="28"/>
              </w:rPr>
              <w:t>Статья 2.</w:t>
            </w:r>
          </w:p>
        </w:tc>
        <w:tc>
          <w:tcPr>
            <w:tcW w:w="8044" w:type="dxa"/>
          </w:tcPr>
          <w:p w:rsidR="00D72D2E" w:rsidRPr="00926E82" w:rsidRDefault="00D72D2E" w:rsidP="00926E82">
            <w:pPr>
              <w:ind w:left="-106"/>
              <w:jc w:val="both"/>
              <w:rPr>
                <w:sz w:val="28"/>
                <w:szCs w:val="28"/>
              </w:rPr>
            </w:pPr>
            <w:r w:rsidRPr="00926E82">
              <w:rPr>
                <w:b/>
                <w:spacing w:val="-4"/>
                <w:sz w:val="28"/>
                <w:szCs w:val="28"/>
              </w:rPr>
              <w:t>Перераспределение полномочий по распоряжению земельными</w:t>
            </w:r>
            <w:r w:rsidRPr="00926E82">
              <w:rPr>
                <w:b/>
                <w:sz w:val="28"/>
                <w:szCs w:val="28"/>
              </w:rPr>
              <w:t xml:space="preserve"> участками, государственная собственность на которые </w:t>
            </w:r>
            <w:r w:rsidRPr="00926E82">
              <w:rPr>
                <w:b/>
                <w:sz w:val="28"/>
                <w:szCs w:val="28"/>
              </w:rPr>
              <w:br/>
              <w:t xml:space="preserve">не разграничена, между органами местного самоуправления </w:t>
            </w:r>
            <w:r w:rsidRPr="00926E82">
              <w:rPr>
                <w:b/>
                <w:spacing w:val="-4"/>
                <w:sz w:val="28"/>
                <w:szCs w:val="28"/>
              </w:rPr>
              <w:t>муниципальных образований Ульяновской области и органами</w:t>
            </w:r>
            <w:r w:rsidRPr="00926E82">
              <w:rPr>
                <w:b/>
                <w:sz w:val="28"/>
                <w:szCs w:val="28"/>
              </w:rPr>
              <w:t xml:space="preserve"> государственной власти Ульяновской области</w:t>
            </w:r>
          </w:p>
        </w:tc>
      </w:tr>
    </w:tbl>
    <w:p w:rsidR="00D72D2E" w:rsidRPr="009326E9" w:rsidRDefault="00D72D2E" w:rsidP="006B70EC">
      <w:pPr>
        <w:widowControl w:val="0"/>
        <w:ind w:firstLine="720"/>
        <w:jc w:val="both"/>
        <w:rPr>
          <w:sz w:val="52"/>
          <w:szCs w:val="28"/>
        </w:rPr>
      </w:pPr>
    </w:p>
    <w:p w:rsidR="00D72D2E" w:rsidRDefault="00D72D2E" w:rsidP="004F5C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уполномоченный Правительством Ульяновской области исполнительный орган государственной власти Ульяновской области (далее – уполномоченный орган)</w:t>
      </w:r>
      <w:bookmarkStart w:id="0" w:name="_GoBack"/>
      <w:bookmarkEnd w:id="0"/>
      <w:r>
        <w:rPr>
          <w:sz w:val="28"/>
          <w:szCs w:val="28"/>
        </w:rPr>
        <w:t xml:space="preserve"> в течение неограниченного срока осуществляет полномочия органов местного самоуправления соответствующих муниципальных образований Ульяновской области </w:t>
      </w:r>
      <w:r w:rsidRPr="0078266B">
        <w:rPr>
          <w:sz w:val="28"/>
          <w:szCs w:val="28"/>
        </w:rPr>
        <w:t>по распоряжению земельными участками, государственная собственность на которые не разграничена</w:t>
      </w:r>
      <w:r>
        <w:rPr>
          <w:sz w:val="28"/>
          <w:szCs w:val="28"/>
        </w:rPr>
        <w:t>.</w:t>
      </w:r>
    </w:p>
    <w:p w:rsidR="00D72D2E" w:rsidRDefault="00D72D2E" w:rsidP="00503DA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Днём начала осуществления уполномоченным органом указанных в части 1 настоящей статьи полномочий органов местного самоуправления соответствующих муниципальных образований Ульяновской области является</w:t>
      </w:r>
      <w:r w:rsidRPr="00281226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1 января 2016 года. </w:t>
      </w:r>
    </w:p>
    <w:p w:rsidR="00D72D2E" w:rsidRPr="00313441" w:rsidRDefault="00D72D2E" w:rsidP="00503DA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8"/>
        </w:rPr>
      </w:pPr>
    </w:p>
    <w:p w:rsidR="00D72D2E" w:rsidRDefault="00D72D2E" w:rsidP="00503DA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72D2E" w:rsidRDefault="00D72D2E" w:rsidP="00503DA1">
      <w:pPr>
        <w:autoSpaceDE w:val="0"/>
        <w:autoSpaceDN w:val="0"/>
        <w:adjustRightInd w:val="0"/>
        <w:ind w:left="1920" w:hanging="12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3. </w:t>
      </w:r>
      <w:r w:rsidRPr="00220075">
        <w:rPr>
          <w:b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b/>
          <w:sz w:val="28"/>
          <w:szCs w:val="28"/>
        </w:rPr>
        <w:br/>
      </w:r>
      <w:r w:rsidRPr="00220075">
        <w:rPr>
          <w:b/>
          <w:sz w:val="28"/>
          <w:szCs w:val="28"/>
        </w:rPr>
        <w:t>с исполнением настоящего Закона</w:t>
      </w:r>
    </w:p>
    <w:p w:rsidR="00D72D2E" w:rsidRPr="00313441" w:rsidRDefault="00D72D2E" w:rsidP="00503DA1">
      <w:pPr>
        <w:autoSpaceDE w:val="0"/>
        <w:autoSpaceDN w:val="0"/>
        <w:adjustRightInd w:val="0"/>
        <w:ind w:left="1920" w:hanging="1211"/>
        <w:jc w:val="both"/>
        <w:rPr>
          <w:sz w:val="20"/>
          <w:szCs w:val="28"/>
        </w:rPr>
      </w:pPr>
    </w:p>
    <w:p w:rsidR="00D72D2E" w:rsidRDefault="00D72D2E" w:rsidP="00503DA1">
      <w:pPr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p w:rsidR="00D72D2E" w:rsidRDefault="00D72D2E" w:rsidP="00503DA1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9326E9">
        <w:rPr>
          <w:spacing w:val="-4"/>
          <w:sz w:val="28"/>
          <w:szCs w:val="28"/>
        </w:rPr>
        <w:t>Финансовое обеспечение расходных обязательств, связанных с исполнением</w:t>
      </w:r>
      <w:r>
        <w:rPr>
          <w:sz w:val="28"/>
          <w:szCs w:val="28"/>
        </w:rPr>
        <w:t xml:space="preserve"> настоящего Закона, осуществляется за счёт бюджетных ассигнований областного бюджета Ульяновской области.</w:t>
      </w:r>
    </w:p>
    <w:p w:rsidR="00D72D2E" w:rsidRPr="00313441" w:rsidRDefault="00D72D2E" w:rsidP="00503DA1">
      <w:pPr>
        <w:autoSpaceDE w:val="0"/>
        <w:autoSpaceDN w:val="0"/>
        <w:adjustRightInd w:val="0"/>
        <w:ind w:firstLine="600"/>
        <w:jc w:val="both"/>
        <w:rPr>
          <w:sz w:val="22"/>
          <w:szCs w:val="28"/>
        </w:rPr>
      </w:pPr>
    </w:p>
    <w:p w:rsidR="00D72D2E" w:rsidRDefault="00D72D2E" w:rsidP="00503DA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D72D2E" w:rsidRDefault="00D72D2E" w:rsidP="00503DA1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4. </w:t>
      </w:r>
      <w:r w:rsidRPr="00630B36">
        <w:rPr>
          <w:b/>
          <w:sz w:val="28"/>
          <w:szCs w:val="28"/>
        </w:rPr>
        <w:t>Вступление в силу настоящего Закона</w:t>
      </w:r>
    </w:p>
    <w:p w:rsidR="00D72D2E" w:rsidRPr="00313441" w:rsidRDefault="00D72D2E" w:rsidP="00503DA1">
      <w:pPr>
        <w:autoSpaceDE w:val="0"/>
        <w:autoSpaceDN w:val="0"/>
        <w:adjustRightInd w:val="0"/>
        <w:ind w:firstLine="601"/>
        <w:jc w:val="both"/>
        <w:rPr>
          <w:sz w:val="22"/>
          <w:szCs w:val="28"/>
        </w:rPr>
      </w:pPr>
    </w:p>
    <w:p w:rsidR="00D72D2E" w:rsidRDefault="00D72D2E" w:rsidP="00503DA1">
      <w:pPr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p w:rsidR="00D72D2E" w:rsidRDefault="00D72D2E" w:rsidP="009326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2016 года.</w:t>
      </w:r>
    </w:p>
    <w:p w:rsidR="00D72D2E" w:rsidRPr="009326E9" w:rsidRDefault="00D72D2E" w:rsidP="009326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2D2E" w:rsidRPr="009326E9" w:rsidRDefault="00D72D2E" w:rsidP="009326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2D2E" w:rsidRPr="00CE2E9D" w:rsidRDefault="00D72D2E" w:rsidP="009326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2D2E" w:rsidRDefault="00D72D2E" w:rsidP="009326E9">
      <w:pPr>
        <w:jc w:val="both"/>
        <w:rPr>
          <w:b/>
          <w:sz w:val="28"/>
          <w:szCs w:val="28"/>
        </w:rPr>
      </w:pPr>
      <w:r w:rsidRPr="00297ED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          С.И.</w:t>
      </w:r>
      <w:r w:rsidRPr="00297ED8">
        <w:rPr>
          <w:b/>
          <w:sz w:val="28"/>
          <w:szCs w:val="28"/>
        </w:rPr>
        <w:t>Морозов</w:t>
      </w:r>
    </w:p>
    <w:p w:rsidR="00D72D2E" w:rsidRDefault="00D72D2E" w:rsidP="009326E9">
      <w:pPr>
        <w:suppressAutoHyphens/>
        <w:jc w:val="center"/>
        <w:rPr>
          <w:sz w:val="28"/>
          <w:szCs w:val="28"/>
        </w:rPr>
      </w:pPr>
    </w:p>
    <w:p w:rsidR="00D72D2E" w:rsidRDefault="00D72D2E" w:rsidP="009326E9">
      <w:pPr>
        <w:suppressAutoHyphens/>
        <w:jc w:val="center"/>
        <w:rPr>
          <w:sz w:val="28"/>
          <w:szCs w:val="28"/>
        </w:rPr>
      </w:pPr>
    </w:p>
    <w:p w:rsidR="00D72D2E" w:rsidRDefault="00D72D2E" w:rsidP="009326E9">
      <w:pPr>
        <w:suppressAutoHyphens/>
        <w:jc w:val="center"/>
        <w:rPr>
          <w:sz w:val="28"/>
          <w:szCs w:val="28"/>
        </w:rPr>
      </w:pPr>
    </w:p>
    <w:p w:rsidR="00D72D2E" w:rsidRDefault="00D72D2E" w:rsidP="004F06CF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D72D2E" w:rsidRDefault="00D72D2E" w:rsidP="004F06CF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03 июля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</w:p>
    <w:p w:rsidR="00D72D2E" w:rsidRDefault="00D72D2E" w:rsidP="00227461">
      <w:pPr>
        <w:suppressAutoHyphens/>
        <w:spacing w:line="360" w:lineRule="auto"/>
        <w:jc w:val="center"/>
      </w:pPr>
      <w:r>
        <w:rPr>
          <w:sz w:val="28"/>
        </w:rPr>
        <w:t>№ 85-ЗО</w:t>
      </w:r>
    </w:p>
    <w:sectPr w:rsidR="00D72D2E" w:rsidSect="009326E9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D2E" w:rsidRDefault="00D72D2E">
      <w:r>
        <w:separator/>
      </w:r>
    </w:p>
  </w:endnote>
  <w:endnote w:type="continuationSeparator" w:id="0">
    <w:p w:rsidR="00D72D2E" w:rsidRDefault="00D72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D2E" w:rsidRPr="009326E9" w:rsidRDefault="00D72D2E" w:rsidP="009326E9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0806бт1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D2E" w:rsidRDefault="00D72D2E">
      <w:r>
        <w:separator/>
      </w:r>
    </w:p>
  </w:footnote>
  <w:footnote w:type="continuationSeparator" w:id="0">
    <w:p w:rsidR="00D72D2E" w:rsidRDefault="00D72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D2E" w:rsidRDefault="00D72D2E" w:rsidP="004F06C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2D2E" w:rsidRDefault="00D72D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D2E" w:rsidRPr="00A9420A" w:rsidRDefault="00D72D2E" w:rsidP="004F06CF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6CF"/>
    <w:rsid w:val="00013CAD"/>
    <w:rsid w:val="0004159A"/>
    <w:rsid w:val="0006046D"/>
    <w:rsid w:val="000E5FBF"/>
    <w:rsid w:val="000F5C9D"/>
    <w:rsid w:val="0017583E"/>
    <w:rsid w:val="00220075"/>
    <w:rsid w:val="00227461"/>
    <w:rsid w:val="00241C14"/>
    <w:rsid w:val="00274DC6"/>
    <w:rsid w:val="00281226"/>
    <w:rsid w:val="00297ED8"/>
    <w:rsid w:val="003118C4"/>
    <w:rsid w:val="00313441"/>
    <w:rsid w:val="00340552"/>
    <w:rsid w:val="00366C81"/>
    <w:rsid w:val="004B2794"/>
    <w:rsid w:val="004E2120"/>
    <w:rsid w:val="004F06CF"/>
    <w:rsid w:val="004F5CC7"/>
    <w:rsid w:val="00503DA1"/>
    <w:rsid w:val="005C0A88"/>
    <w:rsid w:val="00630B36"/>
    <w:rsid w:val="006B70EC"/>
    <w:rsid w:val="0075478A"/>
    <w:rsid w:val="00773B1C"/>
    <w:rsid w:val="0078266B"/>
    <w:rsid w:val="007A5B54"/>
    <w:rsid w:val="008B74E7"/>
    <w:rsid w:val="008C3728"/>
    <w:rsid w:val="008D0594"/>
    <w:rsid w:val="008D415C"/>
    <w:rsid w:val="00926E82"/>
    <w:rsid w:val="009326E9"/>
    <w:rsid w:val="00964B17"/>
    <w:rsid w:val="00A4100C"/>
    <w:rsid w:val="00A545B8"/>
    <w:rsid w:val="00A85D0F"/>
    <w:rsid w:val="00A9420A"/>
    <w:rsid w:val="00AF73DC"/>
    <w:rsid w:val="00B818F4"/>
    <w:rsid w:val="00CE2E9D"/>
    <w:rsid w:val="00D72D2E"/>
    <w:rsid w:val="00F21519"/>
    <w:rsid w:val="00F30047"/>
    <w:rsid w:val="00FB3C48"/>
    <w:rsid w:val="00FB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6C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06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7B2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F06CF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F06C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F06C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28122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81226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rsid w:val="009326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326E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9326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09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8B6DFF98A02D61B1975148223FF00B259D9C13899AC0A97A077FADC15B42F67323AE84NARD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414</Words>
  <Characters>2360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cronuser</dc:creator>
  <cp:keywords/>
  <dc:description/>
  <cp:lastModifiedBy>Пользователь</cp:lastModifiedBy>
  <cp:revision>7</cp:revision>
  <cp:lastPrinted>2015-06-08T07:30:00Z</cp:lastPrinted>
  <dcterms:created xsi:type="dcterms:W3CDTF">2015-06-08T07:08:00Z</dcterms:created>
  <dcterms:modified xsi:type="dcterms:W3CDTF">2015-07-09T06:55:00Z</dcterms:modified>
</cp:coreProperties>
</file>