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F47" w:rsidRDefault="00A47F47" w:rsidP="00606258">
      <w:pPr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Закон Ульяновской области</w:t>
      </w:r>
    </w:p>
    <w:p w:rsidR="00A47F47" w:rsidRDefault="00A47F47" w:rsidP="00606258">
      <w:pPr>
        <w:jc w:val="center"/>
        <w:rPr>
          <w:b/>
          <w:bCs/>
          <w:sz w:val="32"/>
          <w:szCs w:val="32"/>
          <w:lang w:val="ru-RU"/>
        </w:rPr>
      </w:pPr>
    </w:p>
    <w:p w:rsidR="00A47F47" w:rsidRDefault="00A47F47" w:rsidP="00606258">
      <w:pPr>
        <w:jc w:val="center"/>
        <w:rPr>
          <w:b/>
          <w:bCs/>
          <w:sz w:val="28"/>
          <w:szCs w:val="28"/>
          <w:lang w:val="ru-RU"/>
        </w:rPr>
      </w:pPr>
    </w:p>
    <w:p w:rsidR="00A47F47" w:rsidRDefault="00A47F47" w:rsidP="002108BD">
      <w:pPr>
        <w:jc w:val="center"/>
        <w:rPr>
          <w:b/>
          <w:bCs/>
          <w:sz w:val="28"/>
          <w:szCs w:val="28"/>
          <w:lang w:val="ru-RU"/>
        </w:rPr>
      </w:pPr>
    </w:p>
    <w:p w:rsidR="00A47F47" w:rsidRDefault="00A47F47" w:rsidP="002108BD">
      <w:pPr>
        <w:jc w:val="center"/>
        <w:rPr>
          <w:b/>
          <w:bCs/>
          <w:sz w:val="28"/>
          <w:szCs w:val="28"/>
          <w:lang w:val="ru-RU"/>
        </w:rPr>
      </w:pPr>
    </w:p>
    <w:p w:rsidR="00A47F47" w:rsidRDefault="00A47F47" w:rsidP="002108BD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Об установлении величины </w:t>
      </w:r>
    </w:p>
    <w:p w:rsidR="00A47F47" w:rsidRDefault="00A47F47" w:rsidP="002108BD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прожиточного минимума пенсионера в Ульяновской области </w:t>
      </w:r>
    </w:p>
    <w:p w:rsidR="00A47F47" w:rsidRDefault="00A47F47" w:rsidP="002108BD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 2014 финансовый год</w:t>
      </w:r>
    </w:p>
    <w:p w:rsidR="00A47F47" w:rsidRDefault="00A47F47" w:rsidP="002108BD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A47F47" w:rsidRDefault="00A47F47" w:rsidP="002108BD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A47F47" w:rsidRDefault="00A47F47" w:rsidP="002108BD">
      <w:pPr>
        <w:spacing w:line="360" w:lineRule="auto"/>
        <w:jc w:val="both"/>
        <w:rPr>
          <w:lang w:val="ru-RU"/>
        </w:rPr>
      </w:pPr>
    </w:p>
    <w:p w:rsidR="00A47F47" w:rsidRDefault="00A47F47" w:rsidP="002108BD">
      <w:pPr>
        <w:spacing w:line="360" w:lineRule="auto"/>
        <w:jc w:val="both"/>
        <w:rPr>
          <w:lang w:val="ru-RU"/>
        </w:rPr>
      </w:pPr>
    </w:p>
    <w:p w:rsidR="00A47F47" w:rsidRDefault="00A47F47" w:rsidP="002108BD">
      <w:pPr>
        <w:spacing w:line="360" w:lineRule="auto"/>
        <w:jc w:val="both"/>
        <w:rPr>
          <w:i/>
          <w:iCs/>
          <w:lang w:val="ru-RU"/>
        </w:rPr>
      </w:pPr>
    </w:p>
    <w:p w:rsidR="00A47F47" w:rsidRDefault="00A47F47" w:rsidP="002108BD">
      <w:pPr>
        <w:spacing w:line="360" w:lineRule="auto"/>
        <w:ind w:firstLine="708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Статья 1</w:t>
      </w:r>
    </w:p>
    <w:p w:rsidR="00A47F47" w:rsidRDefault="00A47F47" w:rsidP="002108BD">
      <w:pPr>
        <w:spacing w:line="360" w:lineRule="auto"/>
        <w:ind w:firstLine="708"/>
        <w:jc w:val="both"/>
        <w:rPr>
          <w:b/>
          <w:bCs/>
          <w:sz w:val="28"/>
          <w:szCs w:val="28"/>
          <w:lang w:val="ru-RU"/>
        </w:rPr>
      </w:pPr>
    </w:p>
    <w:p w:rsidR="00A47F47" w:rsidRPr="00882D64" w:rsidRDefault="00A47F47" w:rsidP="002108BD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целях установления социальной доплаты к пенсии, предусмотренной Федеральным законом от 17 июля 1999 года № 178-ФЗ «О государственной социальной помощи», установить на 2014 финансовый год величину прожиточного минимума пенсионера в Ульяновской области в размере             6010 рублей  в месяц.</w:t>
      </w:r>
    </w:p>
    <w:p w:rsidR="00A47F47" w:rsidRDefault="00A47F47" w:rsidP="002108BD">
      <w:pPr>
        <w:spacing w:line="360" w:lineRule="auto"/>
        <w:ind w:firstLine="720"/>
        <w:jc w:val="both"/>
        <w:rPr>
          <w:b/>
          <w:bCs/>
          <w:sz w:val="28"/>
          <w:szCs w:val="28"/>
          <w:lang w:val="ru-RU"/>
        </w:rPr>
      </w:pPr>
    </w:p>
    <w:p w:rsidR="00A47F47" w:rsidRDefault="00A47F47" w:rsidP="002108BD">
      <w:pPr>
        <w:spacing w:line="360" w:lineRule="auto"/>
        <w:ind w:firstLine="72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Статья 2</w:t>
      </w:r>
    </w:p>
    <w:p w:rsidR="00A47F47" w:rsidRDefault="00A47F47" w:rsidP="002108B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A47F47" w:rsidRPr="00102A11" w:rsidRDefault="00A47F47" w:rsidP="004D11E5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Настоящий Закон вступает в силу с 1 января 2014 года.</w:t>
      </w:r>
    </w:p>
    <w:p w:rsidR="00A47F47" w:rsidRDefault="00A47F47" w:rsidP="00606258">
      <w:pPr>
        <w:ind w:firstLine="720"/>
        <w:jc w:val="both"/>
        <w:rPr>
          <w:sz w:val="28"/>
          <w:szCs w:val="28"/>
          <w:lang w:val="ru-RU"/>
        </w:rPr>
      </w:pPr>
    </w:p>
    <w:p w:rsidR="00A47F47" w:rsidRDefault="00A47F47" w:rsidP="00606258">
      <w:pPr>
        <w:ind w:firstLine="720"/>
        <w:jc w:val="both"/>
        <w:rPr>
          <w:sz w:val="28"/>
          <w:szCs w:val="28"/>
          <w:lang w:val="ru-RU"/>
        </w:rPr>
      </w:pPr>
    </w:p>
    <w:p w:rsidR="00A47F47" w:rsidRDefault="00A47F47" w:rsidP="002108BD">
      <w:pPr>
        <w:tabs>
          <w:tab w:val="left" w:pos="540"/>
          <w:tab w:val="left" w:pos="720"/>
        </w:tabs>
        <w:ind w:right="23"/>
        <w:rPr>
          <w:b/>
          <w:bCs/>
          <w:sz w:val="28"/>
          <w:szCs w:val="28"/>
          <w:lang w:val="ru-RU"/>
        </w:rPr>
      </w:pPr>
    </w:p>
    <w:p w:rsidR="00A47F47" w:rsidRPr="004658F7" w:rsidRDefault="00A47F47" w:rsidP="00606258">
      <w:pPr>
        <w:tabs>
          <w:tab w:val="left" w:pos="540"/>
          <w:tab w:val="left" w:pos="720"/>
          <w:tab w:val="left" w:pos="7740"/>
        </w:tabs>
        <w:ind w:right="23"/>
        <w:rPr>
          <w:b/>
          <w:bCs/>
          <w:sz w:val="28"/>
          <w:szCs w:val="28"/>
          <w:lang w:val="ru-RU"/>
        </w:rPr>
      </w:pPr>
      <w:r w:rsidRPr="004658F7">
        <w:rPr>
          <w:b/>
          <w:bCs/>
          <w:sz w:val="28"/>
          <w:szCs w:val="28"/>
          <w:lang w:val="ru-RU"/>
        </w:rPr>
        <w:t>Губернатор Ульяновской области</w:t>
      </w:r>
      <w:r w:rsidRPr="004658F7"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 xml:space="preserve">       </w:t>
      </w:r>
      <w:r w:rsidRPr="004658F7">
        <w:rPr>
          <w:b/>
          <w:bCs/>
          <w:sz w:val="28"/>
          <w:szCs w:val="28"/>
          <w:lang w:val="ru-RU"/>
        </w:rPr>
        <w:t>С.И.Морозов</w:t>
      </w:r>
    </w:p>
    <w:p w:rsidR="00A47F47" w:rsidRDefault="00A47F47" w:rsidP="00606258">
      <w:pPr>
        <w:ind w:right="21"/>
        <w:jc w:val="center"/>
        <w:rPr>
          <w:sz w:val="28"/>
          <w:szCs w:val="28"/>
          <w:lang w:val="ru-RU"/>
        </w:rPr>
      </w:pPr>
    </w:p>
    <w:p w:rsidR="00A47F47" w:rsidRDefault="00A47F47" w:rsidP="00606258">
      <w:pPr>
        <w:ind w:right="21"/>
        <w:jc w:val="center"/>
        <w:rPr>
          <w:sz w:val="28"/>
          <w:szCs w:val="28"/>
          <w:lang w:val="ru-RU"/>
        </w:rPr>
      </w:pPr>
    </w:p>
    <w:p w:rsidR="00A47F47" w:rsidRDefault="00A47F47" w:rsidP="00606258">
      <w:pPr>
        <w:ind w:right="21"/>
        <w:jc w:val="center"/>
        <w:rPr>
          <w:sz w:val="28"/>
          <w:szCs w:val="28"/>
          <w:lang w:val="ru-RU"/>
        </w:rPr>
      </w:pPr>
    </w:p>
    <w:p w:rsidR="00A47F47" w:rsidRDefault="00A47F47" w:rsidP="002108BD">
      <w:pPr>
        <w:spacing w:line="360" w:lineRule="auto"/>
        <w:ind w:right="2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г. Ульяновск</w:t>
      </w:r>
    </w:p>
    <w:p w:rsidR="00A47F47" w:rsidRDefault="00A47F47" w:rsidP="004D11E5">
      <w:pPr>
        <w:tabs>
          <w:tab w:val="left" w:pos="851"/>
        </w:tabs>
        <w:spacing w:line="360" w:lineRule="auto"/>
        <w:ind w:right="2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24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  <w:lang w:val="ru-RU"/>
          </w:rPr>
          <w:t>2013 г</w:t>
        </w:r>
      </w:smartTag>
      <w:r>
        <w:rPr>
          <w:sz w:val="28"/>
          <w:szCs w:val="28"/>
          <w:lang w:val="ru-RU"/>
        </w:rPr>
        <w:t>.</w:t>
      </w:r>
    </w:p>
    <w:p w:rsidR="00A47F47" w:rsidRPr="00660EC7" w:rsidRDefault="00A47F47" w:rsidP="002108BD">
      <w:pPr>
        <w:spacing w:line="360" w:lineRule="auto"/>
        <w:ind w:right="2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187-ЗО</w:t>
      </w:r>
    </w:p>
    <w:sectPr w:rsidR="00A47F47" w:rsidRPr="00660EC7" w:rsidSect="00606258">
      <w:headerReference w:type="default" r:id="rId6"/>
      <w:headerReference w:type="first" r:id="rId7"/>
      <w:footerReference w:type="first" r:id="rId8"/>
      <w:pgSz w:w="11906" w:h="16838" w:code="9"/>
      <w:pgMar w:top="1134" w:right="624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F47" w:rsidRDefault="00A47F47">
      <w:r>
        <w:separator/>
      </w:r>
    </w:p>
  </w:endnote>
  <w:endnote w:type="continuationSeparator" w:id="0">
    <w:p w:rsidR="00A47F47" w:rsidRDefault="00A47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F47" w:rsidRPr="002E04BE" w:rsidRDefault="00A47F47" w:rsidP="002E04BE">
    <w:pPr>
      <w:pStyle w:val="Footer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2509тд1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F47" w:rsidRDefault="00A47F47">
      <w:r>
        <w:separator/>
      </w:r>
    </w:p>
  </w:footnote>
  <w:footnote w:type="continuationSeparator" w:id="0">
    <w:p w:rsidR="00A47F47" w:rsidRDefault="00A47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F47" w:rsidRDefault="00A47F47" w:rsidP="00C85FA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47F47" w:rsidRDefault="00A47F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F47" w:rsidRPr="006E37DE" w:rsidRDefault="00A47F47" w:rsidP="00606258">
    <w:pPr>
      <w:pStyle w:val="Header"/>
      <w:tabs>
        <w:tab w:val="center" w:pos="4960"/>
        <w:tab w:val="left" w:pos="6090"/>
      </w:tabs>
      <w:rPr>
        <w:lang w:val="ru-RU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78D7"/>
    <w:rsid w:val="000372A9"/>
    <w:rsid w:val="000912BD"/>
    <w:rsid w:val="000A3643"/>
    <w:rsid w:val="000B2AC0"/>
    <w:rsid w:val="000C69AB"/>
    <w:rsid w:val="000F6760"/>
    <w:rsid w:val="00102A11"/>
    <w:rsid w:val="001079F8"/>
    <w:rsid w:val="00141A4D"/>
    <w:rsid w:val="001A2029"/>
    <w:rsid w:val="001B275C"/>
    <w:rsid w:val="00200D73"/>
    <w:rsid w:val="002108BD"/>
    <w:rsid w:val="00222750"/>
    <w:rsid w:val="002774AB"/>
    <w:rsid w:val="002C54EF"/>
    <w:rsid w:val="002C78DC"/>
    <w:rsid w:val="002E04BE"/>
    <w:rsid w:val="00334DDB"/>
    <w:rsid w:val="00342B6A"/>
    <w:rsid w:val="00345A6A"/>
    <w:rsid w:val="00365EE6"/>
    <w:rsid w:val="00375E37"/>
    <w:rsid w:val="003841F9"/>
    <w:rsid w:val="003D10B4"/>
    <w:rsid w:val="004102F0"/>
    <w:rsid w:val="0046449E"/>
    <w:rsid w:val="004658F7"/>
    <w:rsid w:val="00490B50"/>
    <w:rsid w:val="004B14B2"/>
    <w:rsid w:val="004D11E5"/>
    <w:rsid w:val="004D588C"/>
    <w:rsid w:val="004E6AD6"/>
    <w:rsid w:val="005078D7"/>
    <w:rsid w:val="005851E9"/>
    <w:rsid w:val="0059300F"/>
    <w:rsid w:val="00597CCB"/>
    <w:rsid w:val="005A23F2"/>
    <w:rsid w:val="005E5797"/>
    <w:rsid w:val="00604344"/>
    <w:rsid w:val="00606258"/>
    <w:rsid w:val="00660EC7"/>
    <w:rsid w:val="00692674"/>
    <w:rsid w:val="006C34E3"/>
    <w:rsid w:val="006C6B4B"/>
    <w:rsid w:val="006E37DE"/>
    <w:rsid w:val="006F3DBC"/>
    <w:rsid w:val="00724B0B"/>
    <w:rsid w:val="00724D88"/>
    <w:rsid w:val="0077056F"/>
    <w:rsid w:val="007F0259"/>
    <w:rsid w:val="00834D96"/>
    <w:rsid w:val="0084110A"/>
    <w:rsid w:val="00882D64"/>
    <w:rsid w:val="008B42D3"/>
    <w:rsid w:val="008D32F1"/>
    <w:rsid w:val="008F18C9"/>
    <w:rsid w:val="00931A0E"/>
    <w:rsid w:val="00934686"/>
    <w:rsid w:val="009E5581"/>
    <w:rsid w:val="00A47F47"/>
    <w:rsid w:val="00AA0CFC"/>
    <w:rsid w:val="00B012B5"/>
    <w:rsid w:val="00B542B6"/>
    <w:rsid w:val="00B708AF"/>
    <w:rsid w:val="00B8427B"/>
    <w:rsid w:val="00C02E24"/>
    <w:rsid w:val="00C85FAB"/>
    <w:rsid w:val="00CB0742"/>
    <w:rsid w:val="00CF0BD9"/>
    <w:rsid w:val="00D20911"/>
    <w:rsid w:val="00D4151E"/>
    <w:rsid w:val="00D931D4"/>
    <w:rsid w:val="00DB2B73"/>
    <w:rsid w:val="00DE7B2A"/>
    <w:rsid w:val="00E0646C"/>
    <w:rsid w:val="00E27609"/>
    <w:rsid w:val="00E45A27"/>
    <w:rsid w:val="00E55FBD"/>
    <w:rsid w:val="00E81546"/>
    <w:rsid w:val="00E81707"/>
    <w:rsid w:val="00EE0F71"/>
    <w:rsid w:val="00EE7984"/>
    <w:rsid w:val="00EF6BE3"/>
    <w:rsid w:val="00F37460"/>
    <w:rsid w:val="00F657E9"/>
    <w:rsid w:val="00F834FE"/>
    <w:rsid w:val="00FE3A3C"/>
    <w:rsid w:val="00FF0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8D7"/>
    <w:rPr>
      <w:sz w:val="24"/>
      <w:szCs w:val="24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3F2"/>
    <w:rPr>
      <w:rFonts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5078D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A23F2"/>
    <w:rPr>
      <w:rFonts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23F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92</Words>
  <Characters>526</Characters>
  <Application>Microsoft Office Outlook</Application>
  <DocSecurity>0</DocSecurity>
  <Lines>0</Lines>
  <Paragraphs>0</Paragraphs>
  <ScaleCrop>false</ScaleCrop>
  <Company>MM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subject/>
  <dc:creator>Управление по труду</dc:creator>
  <cp:keywords/>
  <dc:description/>
  <cp:lastModifiedBy>user</cp:lastModifiedBy>
  <cp:revision>7</cp:revision>
  <cp:lastPrinted>2013-09-25T07:12:00Z</cp:lastPrinted>
  <dcterms:created xsi:type="dcterms:W3CDTF">2013-09-25T07:03:00Z</dcterms:created>
  <dcterms:modified xsi:type="dcterms:W3CDTF">2013-10-28T08:49:00Z</dcterms:modified>
</cp:coreProperties>
</file>