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8E6" w:rsidRPr="00CF5A8A" w:rsidRDefault="004D58E6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D58E6" w:rsidRPr="00CF5A8A" w:rsidRDefault="004D58E6">
      <w:pPr>
        <w:rPr>
          <w:rFonts w:ascii="Times New Roman" w:hAnsi="Times New Roman"/>
          <w:sz w:val="28"/>
          <w:szCs w:val="28"/>
        </w:rPr>
      </w:pPr>
    </w:p>
    <w:p w:rsidR="004D58E6" w:rsidRPr="00CF5A8A" w:rsidRDefault="004D58E6" w:rsidP="00DD502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УЛЬЯНОВСКОЙ ОБЛАСТИ</w:t>
      </w:r>
    </w:p>
    <w:p w:rsidR="004D58E6" w:rsidRPr="00CF5A8A" w:rsidRDefault="004D58E6" w:rsidP="00CF5A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5A8A">
        <w:rPr>
          <w:rFonts w:ascii="Times New Roman" w:hAnsi="Times New Roman"/>
          <w:b/>
          <w:sz w:val="28"/>
          <w:szCs w:val="28"/>
        </w:rPr>
        <w:t xml:space="preserve">О внесении изменения в статью 7 Закона Ульяновской области </w:t>
      </w:r>
    </w:p>
    <w:p w:rsidR="004D58E6" w:rsidRPr="00CF5A8A" w:rsidRDefault="004D58E6" w:rsidP="00CF5A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5A8A">
        <w:rPr>
          <w:rFonts w:ascii="Times New Roman" w:hAnsi="Times New Roman"/>
          <w:b/>
          <w:sz w:val="28"/>
          <w:szCs w:val="28"/>
        </w:rPr>
        <w:t xml:space="preserve">«О пенсионном обеспечении государственных гражданских служащих Ульяновской области» </w:t>
      </w:r>
    </w:p>
    <w:p w:rsidR="004D58E6" w:rsidRPr="00CF5A8A" w:rsidRDefault="004D58E6" w:rsidP="007A1C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58E6" w:rsidRPr="00CF5A8A" w:rsidRDefault="004D58E6" w:rsidP="007A1C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58E6" w:rsidRPr="00CF5A8A" w:rsidRDefault="004D58E6" w:rsidP="007A1C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58E6" w:rsidRPr="00CF5A8A" w:rsidRDefault="004D58E6" w:rsidP="007A1C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58E6" w:rsidRDefault="004D58E6" w:rsidP="007A1C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58E6" w:rsidRDefault="004D58E6" w:rsidP="007A1C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58E6" w:rsidRDefault="004D58E6" w:rsidP="007A1C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58E6" w:rsidRPr="00CF5A8A" w:rsidRDefault="004D58E6" w:rsidP="007A1C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58E6" w:rsidRPr="00CF5A8A" w:rsidRDefault="004D58E6" w:rsidP="00CF5A8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A8A">
        <w:rPr>
          <w:rFonts w:ascii="Times New Roman" w:hAnsi="Times New Roman"/>
          <w:sz w:val="28"/>
          <w:szCs w:val="28"/>
        </w:rPr>
        <w:t xml:space="preserve">Внести в статью 7 Закона Ульяновской области от 9 ноября 2010 года </w:t>
      </w:r>
      <w:r w:rsidRPr="00CF5A8A">
        <w:rPr>
          <w:rFonts w:ascii="Times New Roman" w:hAnsi="Times New Roman"/>
          <w:sz w:val="28"/>
          <w:szCs w:val="28"/>
        </w:rPr>
        <w:br/>
        <w:t xml:space="preserve">№ 179-ЗО «О пенсионном обеспечении государственных гражданских служащих Ульяновской области» («Ульяновская правда» от 12.11.2010 № 92; </w:t>
      </w:r>
      <w:r w:rsidRPr="00CF5A8A">
        <w:rPr>
          <w:rFonts w:ascii="Times New Roman" w:hAnsi="Times New Roman"/>
          <w:sz w:val="28"/>
          <w:szCs w:val="28"/>
        </w:rPr>
        <w:br/>
        <w:t>от 12.10.2011 № 115) изменение, изложив часть 3 в следующей редакции:</w:t>
      </w:r>
    </w:p>
    <w:p w:rsidR="004D58E6" w:rsidRPr="00CF5A8A" w:rsidRDefault="004D58E6" w:rsidP="00CF5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5A8A">
        <w:rPr>
          <w:rFonts w:ascii="Times New Roman" w:hAnsi="Times New Roman"/>
          <w:sz w:val="28"/>
          <w:szCs w:val="28"/>
        </w:rPr>
        <w:t xml:space="preserve">«3. </w:t>
      </w:r>
      <w:r w:rsidRPr="00CF5A8A"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 не позднее 30 календарных дней со дня получения заявления и прилагаемых к нему в соответствии с </w:t>
      </w:r>
      <w:hyperlink r:id="rId7" w:history="1">
        <w:r w:rsidRPr="00CF5A8A">
          <w:rPr>
            <w:rFonts w:ascii="Times New Roman" w:hAnsi="Times New Roman"/>
            <w:sz w:val="28"/>
            <w:szCs w:val="28"/>
            <w:lang w:eastAsia="ru-RU"/>
          </w:rPr>
          <w:t>частью 2</w:t>
        </w:r>
      </w:hyperlink>
      <w:r w:rsidRPr="00CF5A8A">
        <w:rPr>
          <w:rFonts w:ascii="Times New Roman" w:hAnsi="Times New Roman"/>
          <w:sz w:val="28"/>
          <w:szCs w:val="28"/>
          <w:lang w:eastAsia="ru-RU"/>
        </w:rPr>
        <w:t xml:space="preserve"> настоящей статьи документов осуществляет их проверку, определяет размер пенсии за выслугу лет и принимает решение о её назначении либо об отказе в её назначении. </w:t>
      </w:r>
    </w:p>
    <w:p w:rsidR="004D58E6" w:rsidRPr="00CF5A8A" w:rsidRDefault="004D58E6" w:rsidP="00CF5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5A8A">
        <w:rPr>
          <w:rFonts w:ascii="Times New Roman" w:hAnsi="Times New Roman"/>
          <w:sz w:val="28"/>
          <w:szCs w:val="28"/>
          <w:lang w:eastAsia="ru-RU"/>
        </w:rPr>
        <w:t>Решение об отказе в назначении пенсии за выслугу лет принимается уполномоченным органом в случаях:</w:t>
      </w:r>
    </w:p>
    <w:p w:rsidR="004D58E6" w:rsidRPr="00CF5A8A" w:rsidRDefault="004D58E6" w:rsidP="00CF5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5A8A">
        <w:rPr>
          <w:rFonts w:ascii="Times New Roman" w:hAnsi="Times New Roman"/>
          <w:sz w:val="28"/>
          <w:szCs w:val="28"/>
          <w:lang w:eastAsia="ru-RU"/>
        </w:rPr>
        <w:t>1) непредставления документов, предусмотренных абзацем первым части 2 настоящей статьи;</w:t>
      </w:r>
    </w:p>
    <w:p w:rsidR="004D58E6" w:rsidRPr="00CF5A8A" w:rsidRDefault="004D58E6" w:rsidP="00CF5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5A8A">
        <w:rPr>
          <w:rFonts w:ascii="Times New Roman" w:hAnsi="Times New Roman"/>
          <w:sz w:val="28"/>
          <w:szCs w:val="28"/>
          <w:lang w:eastAsia="ru-RU"/>
        </w:rPr>
        <w:t>2) обнаружения в представленных документах недостоверных сведений;</w:t>
      </w:r>
    </w:p>
    <w:p w:rsidR="004D58E6" w:rsidRPr="00CF5A8A" w:rsidRDefault="004D58E6" w:rsidP="00CF5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5A8A">
        <w:rPr>
          <w:rFonts w:ascii="Times New Roman" w:hAnsi="Times New Roman"/>
          <w:sz w:val="28"/>
          <w:szCs w:val="28"/>
          <w:lang w:eastAsia="ru-RU"/>
        </w:rPr>
        <w:t xml:space="preserve">3) отсутствия права на получение пенсии за выслугу лет. </w:t>
      </w:r>
    </w:p>
    <w:p w:rsidR="004D58E6" w:rsidRPr="00CF5A8A" w:rsidRDefault="004D58E6" w:rsidP="00CF5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5A8A">
        <w:rPr>
          <w:rFonts w:ascii="Times New Roman" w:hAnsi="Times New Roman"/>
          <w:sz w:val="28"/>
          <w:szCs w:val="28"/>
          <w:lang w:eastAsia="ru-RU"/>
        </w:rPr>
        <w:t xml:space="preserve">В случае принятия решения об отказе в назначении пенсии за выслугу лет письменное уведомление об этом направляется гражданскому служащему не позднее чем через 10 дней со дня принятия решения об отказе в назначении пенсии за выслугу лет с указанием причины отказа и порядка его обжалования. </w:t>
      </w:r>
    </w:p>
    <w:p w:rsidR="004D58E6" w:rsidRPr="00CF5A8A" w:rsidRDefault="004D58E6" w:rsidP="00CF5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5A8A">
        <w:rPr>
          <w:rFonts w:ascii="Times New Roman" w:hAnsi="Times New Roman"/>
          <w:sz w:val="28"/>
          <w:szCs w:val="28"/>
          <w:lang w:eastAsia="ru-RU"/>
        </w:rPr>
        <w:t xml:space="preserve">Решение об отказе в назначении пенсии за выслугу лет может быть обжаловано в установленном законодательством порядке.  </w:t>
      </w:r>
    </w:p>
    <w:p w:rsidR="004D58E6" w:rsidRPr="00CF5A8A" w:rsidRDefault="004D58E6" w:rsidP="00CF5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5A8A">
        <w:rPr>
          <w:rFonts w:ascii="Times New Roman" w:hAnsi="Times New Roman"/>
          <w:sz w:val="28"/>
          <w:szCs w:val="28"/>
          <w:lang w:eastAsia="ru-RU"/>
        </w:rPr>
        <w:t>Форма решений уполномоченного органа о назначении пенсии за выслугу лет либо об отказе в назначении пенсии за выслугу лет устанавливается нормативным правовым актом уполномоченного органа.</w:t>
      </w:r>
    </w:p>
    <w:p w:rsidR="004D58E6" w:rsidRPr="00CF5A8A" w:rsidRDefault="004D58E6" w:rsidP="00CF5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A8A">
        <w:rPr>
          <w:rFonts w:ascii="Times New Roman" w:hAnsi="Times New Roman"/>
          <w:sz w:val="28"/>
          <w:szCs w:val="28"/>
          <w:lang w:eastAsia="ru-RU"/>
        </w:rPr>
        <w:t xml:space="preserve">Документы, связанные с назначением гражданскому служащему пенсии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CF5A8A">
        <w:rPr>
          <w:rFonts w:ascii="Times New Roman" w:hAnsi="Times New Roman"/>
          <w:sz w:val="28"/>
          <w:szCs w:val="28"/>
          <w:lang w:eastAsia="ru-RU"/>
        </w:rPr>
        <w:t>за выслугу лет, формируются в отдельное пенсионное дело гражданского служащего, которое хранится в уполномоченном органе.</w:t>
      </w:r>
      <w:r w:rsidRPr="00CF5A8A">
        <w:rPr>
          <w:rFonts w:ascii="Times New Roman" w:hAnsi="Times New Roman"/>
          <w:sz w:val="28"/>
          <w:szCs w:val="28"/>
        </w:rPr>
        <w:t>».</w:t>
      </w:r>
    </w:p>
    <w:p w:rsidR="004D58E6" w:rsidRPr="00CF5A8A" w:rsidRDefault="004D58E6" w:rsidP="007A1C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8E6" w:rsidRPr="00CF5A8A" w:rsidRDefault="004D58E6" w:rsidP="00EA08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D58E6" w:rsidRPr="00CF5A8A" w:rsidRDefault="004D58E6" w:rsidP="00EA080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F5A8A">
        <w:rPr>
          <w:rFonts w:ascii="Times New Roman" w:hAnsi="Times New Roman"/>
          <w:b/>
          <w:sz w:val="28"/>
          <w:szCs w:val="28"/>
        </w:rPr>
        <w:t xml:space="preserve">Губернатор Ульяновской области </w:t>
      </w:r>
      <w:r w:rsidRPr="00CF5A8A">
        <w:rPr>
          <w:rFonts w:ascii="Times New Roman" w:hAnsi="Times New Roman"/>
          <w:b/>
          <w:sz w:val="28"/>
          <w:szCs w:val="28"/>
        </w:rPr>
        <w:tab/>
      </w:r>
      <w:r w:rsidRPr="00CF5A8A">
        <w:rPr>
          <w:rFonts w:ascii="Times New Roman" w:hAnsi="Times New Roman"/>
          <w:b/>
          <w:sz w:val="28"/>
          <w:szCs w:val="28"/>
        </w:rPr>
        <w:tab/>
      </w:r>
      <w:r w:rsidRPr="00CF5A8A">
        <w:rPr>
          <w:rFonts w:ascii="Times New Roman" w:hAnsi="Times New Roman"/>
          <w:b/>
          <w:sz w:val="28"/>
          <w:szCs w:val="28"/>
        </w:rPr>
        <w:tab/>
      </w:r>
      <w:r w:rsidRPr="00CF5A8A">
        <w:rPr>
          <w:rFonts w:ascii="Times New Roman" w:hAnsi="Times New Roman"/>
          <w:b/>
          <w:sz w:val="28"/>
          <w:szCs w:val="28"/>
        </w:rPr>
        <w:tab/>
      </w:r>
      <w:r w:rsidRPr="00CF5A8A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CF5A8A">
        <w:rPr>
          <w:rFonts w:ascii="Times New Roman" w:hAnsi="Times New Roman"/>
          <w:b/>
          <w:sz w:val="28"/>
          <w:szCs w:val="28"/>
        </w:rPr>
        <w:t>С.И.Морозов</w:t>
      </w:r>
    </w:p>
    <w:p w:rsidR="004D58E6" w:rsidRPr="00CF5A8A" w:rsidRDefault="004D58E6" w:rsidP="00EA080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D58E6" w:rsidRPr="00CF5A8A" w:rsidRDefault="004D58E6" w:rsidP="00CF5A8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F5A8A">
        <w:rPr>
          <w:rFonts w:ascii="Times New Roman" w:hAnsi="Times New Roman"/>
          <w:sz w:val="28"/>
          <w:szCs w:val="28"/>
        </w:rPr>
        <w:t>г. Ульяновск</w:t>
      </w:r>
    </w:p>
    <w:p w:rsidR="004D58E6" w:rsidRPr="00CF5A8A" w:rsidRDefault="004D58E6" w:rsidP="00CF5A8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июня </w:t>
      </w:r>
      <w:r w:rsidRPr="00CF5A8A">
        <w:rPr>
          <w:rFonts w:ascii="Times New Roman" w:hAnsi="Times New Roman"/>
          <w:sz w:val="28"/>
          <w:szCs w:val="28"/>
        </w:rPr>
        <w:t>2013 г.</w:t>
      </w:r>
    </w:p>
    <w:p w:rsidR="004D58E6" w:rsidRPr="00CF5A8A" w:rsidRDefault="004D58E6" w:rsidP="00CF5A8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82</w:t>
      </w:r>
      <w:r w:rsidRPr="00CF5A8A">
        <w:rPr>
          <w:rFonts w:ascii="Times New Roman" w:hAnsi="Times New Roman"/>
          <w:sz w:val="28"/>
          <w:szCs w:val="28"/>
        </w:rPr>
        <w:t>-ЗО</w:t>
      </w:r>
    </w:p>
    <w:sectPr w:rsidR="004D58E6" w:rsidRPr="00CF5A8A" w:rsidSect="00217B9C">
      <w:headerReference w:type="default" r:id="rId8"/>
      <w:footerReference w:type="first" r:id="rId9"/>
      <w:pgSz w:w="11905" w:h="16838" w:code="9"/>
      <w:pgMar w:top="1134" w:right="680" w:bottom="1134" w:left="1418" w:header="720" w:footer="567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8E6" w:rsidRDefault="004D58E6" w:rsidP="0002016C">
      <w:pPr>
        <w:spacing w:after="0" w:line="240" w:lineRule="auto"/>
      </w:pPr>
      <w:r>
        <w:separator/>
      </w:r>
    </w:p>
  </w:endnote>
  <w:endnote w:type="continuationSeparator" w:id="0">
    <w:p w:rsidR="004D58E6" w:rsidRDefault="004D58E6" w:rsidP="0002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8E6" w:rsidRPr="00217B9C" w:rsidRDefault="004D58E6" w:rsidP="00217B9C">
    <w:pPr>
      <w:pStyle w:val="Footer"/>
      <w:jc w:val="right"/>
      <w:rPr>
        <w:rFonts w:ascii="Times New Roman" w:hAnsi="Times New Roman"/>
        <w:sz w:val="16"/>
        <w:szCs w:val="16"/>
      </w:rPr>
    </w:pPr>
    <w:r w:rsidRPr="00217B9C">
      <w:rPr>
        <w:rFonts w:ascii="Times New Roman" w:hAnsi="Times New Roman"/>
        <w:sz w:val="16"/>
        <w:szCs w:val="16"/>
      </w:rPr>
      <w:t>2904ре1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8E6" w:rsidRDefault="004D58E6" w:rsidP="0002016C">
      <w:pPr>
        <w:spacing w:after="0" w:line="240" w:lineRule="auto"/>
      </w:pPr>
      <w:r>
        <w:separator/>
      </w:r>
    </w:p>
  </w:footnote>
  <w:footnote w:type="continuationSeparator" w:id="0">
    <w:p w:rsidR="004D58E6" w:rsidRDefault="004D58E6" w:rsidP="00020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8E6" w:rsidRPr="00913EB6" w:rsidRDefault="004D58E6" w:rsidP="00CF5A8A">
    <w:pPr>
      <w:pStyle w:val="Header"/>
      <w:jc w:val="center"/>
      <w:rPr>
        <w:rFonts w:ascii="Times New Roman" w:hAnsi="Times New Roman"/>
        <w:sz w:val="28"/>
        <w:szCs w:val="28"/>
      </w:rPr>
    </w:pPr>
    <w:r w:rsidRPr="00913EB6">
      <w:rPr>
        <w:rFonts w:ascii="Times New Roman" w:hAnsi="Times New Roman"/>
        <w:sz w:val="28"/>
        <w:szCs w:val="28"/>
      </w:rPr>
      <w:fldChar w:fldCharType="begin"/>
    </w:r>
    <w:r w:rsidRPr="00913EB6">
      <w:rPr>
        <w:rFonts w:ascii="Times New Roman" w:hAnsi="Times New Roman"/>
        <w:sz w:val="28"/>
        <w:szCs w:val="28"/>
      </w:rPr>
      <w:instrText>PAGE   \* MERGEFORMAT</w:instrText>
    </w:r>
    <w:r w:rsidRPr="00913EB6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913EB6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C2C96"/>
    <w:multiLevelType w:val="hybridMultilevel"/>
    <w:tmpl w:val="97D69CF0"/>
    <w:lvl w:ilvl="0" w:tplc="8F4A97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A70671D"/>
    <w:multiLevelType w:val="hybridMultilevel"/>
    <w:tmpl w:val="9430870C"/>
    <w:lvl w:ilvl="0" w:tplc="74D22FD6">
      <w:start w:val="1"/>
      <w:numFmt w:val="decimal"/>
      <w:lvlText w:val="%1)"/>
      <w:lvlJc w:val="left"/>
      <w:pPr>
        <w:ind w:left="1740" w:hanging="10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2B61"/>
    <w:rsid w:val="00005FFE"/>
    <w:rsid w:val="0002016C"/>
    <w:rsid w:val="00026D30"/>
    <w:rsid w:val="00076C20"/>
    <w:rsid w:val="000B0B47"/>
    <w:rsid w:val="001112C7"/>
    <w:rsid w:val="00196A0F"/>
    <w:rsid w:val="001A5EE7"/>
    <w:rsid w:val="00217B9C"/>
    <w:rsid w:val="0024376C"/>
    <w:rsid w:val="00255CBA"/>
    <w:rsid w:val="002623FB"/>
    <w:rsid w:val="002B09E1"/>
    <w:rsid w:val="002E349C"/>
    <w:rsid w:val="0030135F"/>
    <w:rsid w:val="0033014D"/>
    <w:rsid w:val="00341E1D"/>
    <w:rsid w:val="00372E4F"/>
    <w:rsid w:val="00376DD1"/>
    <w:rsid w:val="003E1AF4"/>
    <w:rsid w:val="003E2141"/>
    <w:rsid w:val="003F65C5"/>
    <w:rsid w:val="004D58E6"/>
    <w:rsid w:val="005407B0"/>
    <w:rsid w:val="00543D20"/>
    <w:rsid w:val="00565E04"/>
    <w:rsid w:val="005A08F2"/>
    <w:rsid w:val="00646DA2"/>
    <w:rsid w:val="006E583A"/>
    <w:rsid w:val="00744F62"/>
    <w:rsid w:val="007A1CA6"/>
    <w:rsid w:val="008900FC"/>
    <w:rsid w:val="008C447D"/>
    <w:rsid w:val="00913EB6"/>
    <w:rsid w:val="00916780"/>
    <w:rsid w:val="009E6F28"/>
    <w:rsid w:val="00A2030F"/>
    <w:rsid w:val="00A6595F"/>
    <w:rsid w:val="00AC0331"/>
    <w:rsid w:val="00AD2E4B"/>
    <w:rsid w:val="00B34619"/>
    <w:rsid w:val="00BD2B61"/>
    <w:rsid w:val="00C623F3"/>
    <w:rsid w:val="00CC0D0A"/>
    <w:rsid w:val="00CE16A9"/>
    <w:rsid w:val="00CF5A8A"/>
    <w:rsid w:val="00DD502C"/>
    <w:rsid w:val="00E3718B"/>
    <w:rsid w:val="00E423E9"/>
    <w:rsid w:val="00E53592"/>
    <w:rsid w:val="00E65699"/>
    <w:rsid w:val="00E66294"/>
    <w:rsid w:val="00EA080A"/>
    <w:rsid w:val="00EA36D5"/>
    <w:rsid w:val="00EB1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C2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2016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016C"/>
    <w:rPr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02016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016C"/>
    <w:rPr>
      <w:sz w:val="22"/>
      <w:lang w:eastAsia="en-US"/>
    </w:rPr>
  </w:style>
  <w:style w:type="character" w:styleId="Strong">
    <w:name w:val="Strong"/>
    <w:basedOn w:val="DefaultParagraphFont"/>
    <w:uiPriority w:val="99"/>
    <w:qFormat/>
    <w:rsid w:val="002623FB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2B09E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09E1"/>
    <w:rPr>
      <w:rFonts w:ascii="Tahoma" w:hAnsi="Tahoma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9E0A334E061232AA78E90F7569E32BBA90A556A6177F4904D43377C0C8202C8424D6BE03F24E8C66371Ac9F3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309</Words>
  <Characters>1765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Барабанова Светлана Олеговна</dc:creator>
  <cp:keywords/>
  <dc:description/>
  <cp:lastModifiedBy>user</cp:lastModifiedBy>
  <cp:revision>5</cp:revision>
  <cp:lastPrinted>2013-03-13T06:36:00Z</cp:lastPrinted>
  <dcterms:created xsi:type="dcterms:W3CDTF">2013-04-29T12:32:00Z</dcterms:created>
  <dcterms:modified xsi:type="dcterms:W3CDTF">2013-06-11T07:01:00Z</dcterms:modified>
</cp:coreProperties>
</file>