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EA" w:rsidRDefault="002114EA" w:rsidP="000B44B0">
      <w:pPr>
        <w:pStyle w:val="Heading2"/>
        <w:spacing w:after="0"/>
        <w:ind w:right="0" w:firstLine="709"/>
        <w:jc w:val="left"/>
        <w:rPr>
          <w:color w:val="auto"/>
        </w:rPr>
      </w:pPr>
      <w:r>
        <w:rPr>
          <w:color w:val="auto"/>
        </w:rPr>
        <w:t xml:space="preserve">                     Закон  Ульяновской  области</w:t>
      </w:r>
    </w:p>
    <w:p w:rsidR="002114EA" w:rsidRDefault="002114EA" w:rsidP="00182F26">
      <w:pPr>
        <w:spacing w:line="240" w:lineRule="auto"/>
      </w:pPr>
    </w:p>
    <w:p w:rsidR="002114EA" w:rsidRDefault="002114EA" w:rsidP="00182F26">
      <w:pPr>
        <w:spacing w:line="240" w:lineRule="auto"/>
      </w:pPr>
    </w:p>
    <w:p w:rsidR="002114EA" w:rsidRDefault="002114EA" w:rsidP="00182F26">
      <w:pPr>
        <w:spacing w:line="240" w:lineRule="auto"/>
        <w:rPr>
          <w:sz w:val="32"/>
        </w:rPr>
      </w:pPr>
    </w:p>
    <w:p w:rsidR="002114EA" w:rsidRPr="00182F26" w:rsidRDefault="002114EA" w:rsidP="00182F26">
      <w:pPr>
        <w:spacing w:line="240" w:lineRule="auto"/>
        <w:rPr>
          <w:sz w:val="32"/>
        </w:rPr>
      </w:pPr>
    </w:p>
    <w:p w:rsidR="002114EA" w:rsidRPr="009216E7" w:rsidRDefault="002114EA" w:rsidP="00182F26">
      <w:pPr>
        <w:pStyle w:val="Heading2"/>
        <w:spacing w:after="0"/>
        <w:ind w:right="0"/>
        <w:rPr>
          <w:color w:val="auto"/>
        </w:rPr>
      </w:pPr>
      <w:r w:rsidRPr="009216E7">
        <w:rPr>
          <w:color w:val="auto"/>
        </w:rPr>
        <w:t>О внесении изменени</w:t>
      </w:r>
      <w:r>
        <w:rPr>
          <w:color w:val="auto"/>
        </w:rPr>
        <w:t>я</w:t>
      </w:r>
      <w:r w:rsidRPr="009216E7">
        <w:rPr>
          <w:color w:val="auto"/>
        </w:rPr>
        <w:t xml:space="preserve"> в статью 6 Закона Ульяновской области</w:t>
      </w:r>
    </w:p>
    <w:p w:rsidR="002114EA" w:rsidRPr="009216E7" w:rsidRDefault="002114EA" w:rsidP="00182F26">
      <w:pPr>
        <w:spacing w:line="240" w:lineRule="auto"/>
        <w:jc w:val="center"/>
        <w:rPr>
          <w:b/>
        </w:rPr>
      </w:pPr>
      <w:r w:rsidRPr="009216E7">
        <w:rPr>
          <w:b/>
        </w:rPr>
        <w:t xml:space="preserve">«О правовом регулировании отдельных вопросов проведения </w:t>
      </w:r>
      <w:r>
        <w:rPr>
          <w:b/>
        </w:rPr>
        <w:br/>
      </w:r>
      <w:r w:rsidRPr="009216E7">
        <w:rPr>
          <w:b/>
        </w:rPr>
        <w:t>на территории Ульяновской области публичных мероприятий»</w:t>
      </w:r>
    </w:p>
    <w:p w:rsidR="002114EA" w:rsidRDefault="002114EA" w:rsidP="00182F26">
      <w:pPr>
        <w:spacing w:line="240" w:lineRule="auto"/>
        <w:ind w:firstLine="700"/>
      </w:pPr>
    </w:p>
    <w:p w:rsidR="002114EA" w:rsidRDefault="002114EA" w:rsidP="00CD06D3">
      <w:pPr>
        <w:spacing w:line="240" w:lineRule="auto"/>
        <w:ind w:firstLine="700"/>
      </w:pPr>
    </w:p>
    <w:p w:rsidR="002114EA" w:rsidRDefault="002114EA" w:rsidP="00CD06D3">
      <w:pPr>
        <w:spacing w:line="240" w:lineRule="auto"/>
        <w:ind w:firstLine="700"/>
      </w:pPr>
    </w:p>
    <w:p w:rsidR="002114EA" w:rsidRDefault="002114EA" w:rsidP="00CD06D3">
      <w:pPr>
        <w:spacing w:line="240" w:lineRule="auto"/>
        <w:ind w:firstLine="700"/>
      </w:pPr>
    </w:p>
    <w:p w:rsidR="002114EA" w:rsidRDefault="002114EA" w:rsidP="00CD06D3">
      <w:pPr>
        <w:spacing w:line="240" w:lineRule="auto"/>
        <w:ind w:firstLine="700"/>
      </w:pPr>
    </w:p>
    <w:p w:rsidR="002114EA" w:rsidRDefault="002114EA" w:rsidP="00CD06D3">
      <w:pPr>
        <w:spacing w:line="240" w:lineRule="auto"/>
        <w:ind w:firstLine="700"/>
      </w:pPr>
    </w:p>
    <w:p w:rsidR="002114EA" w:rsidRPr="0083312F" w:rsidRDefault="002114EA" w:rsidP="00182F26">
      <w:pPr>
        <w:spacing w:line="353" w:lineRule="auto"/>
      </w:pPr>
      <w:r w:rsidRPr="0083312F">
        <w:t xml:space="preserve">Внести в статью 6 Закона Ульяновской области от 30 ноября 2012 года </w:t>
      </w:r>
      <w:r w:rsidRPr="0083312F">
        <w:br/>
        <w:t xml:space="preserve">№ 189-ЗО «О правовом регулировании отдельных вопросов проведения на территории Ульяновской области публичных мероприятий» («Ульяновская правда» от 07.12.2012 № 136; от 11.11.2013 № 144) изменение, изложив абзац первый в следующей редакции: </w:t>
      </w:r>
    </w:p>
    <w:p w:rsidR="002114EA" w:rsidRPr="0083312F" w:rsidRDefault="002114EA" w:rsidP="00182F26">
      <w:pPr>
        <w:spacing w:line="353" w:lineRule="auto"/>
      </w:pPr>
      <w:r w:rsidRPr="0083312F">
        <w:t>«В целях защиты прав и свобод человека и гражданина, обеспечения законности, правопорядка и общественной безопасности, в том числе предотвращения возможного нарушения функционирования объектов жизнеобеспечения, транспортной или социальной инфраструктуры, связи, создания помех движению пешеходов и (или) транспортных средств либо доступу граждан к жилым помещениям или объектам транспортной или социальной инфраструктуры, установить, что на территории Ульяновской области</w:t>
      </w:r>
      <w:r>
        <w:t>,</w:t>
      </w:r>
      <w:r w:rsidRPr="0083312F">
        <w:t xml:space="preserve"> кроме мест, в которых проведение публичных мероприятий запрещается в соответствии с Федеральным законом «О собраниях, митингах, демонстрациях, шествиях и пикетированиях», запрещается также проведение собраний, митингов, шествий, демонстраций в следующих местах:».</w:t>
      </w:r>
    </w:p>
    <w:p w:rsidR="002114EA" w:rsidRPr="00F66F7B" w:rsidRDefault="002114EA" w:rsidP="00182F26">
      <w:pPr>
        <w:spacing w:line="235" w:lineRule="auto"/>
        <w:rPr>
          <w:sz w:val="24"/>
          <w:szCs w:val="24"/>
        </w:rPr>
      </w:pPr>
    </w:p>
    <w:p w:rsidR="002114EA" w:rsidRDefault="002114EA" w:rsidP="00182F26">
      <w:pPr>
        <w:spacing w:line="235" w:lineRule="auto"/>
      </w:pPr>
    </w:p>
    <w:p w:rsidR="002114EA" w:rsidRPr="00182F26" w:rsidRDefault="002114EA" w:rsidP="00182F26">
      <w:pPr>
        <w:spacing w:line="235" w:lineRule="auto"/>
        <w:ind w:firstLine="0"/>
        <w:rPr>
          <w:b/>
        </w:rPr>
      </w:pPr>
      <w:r w:rsidRPr="00182F26">
        <w:rPr>
          <w:b/>
          <w:szCs w:val="28"/>
        </w:rPr>
        <w:t xml:space="preserve">Губернатор Ульяновской области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Pr="00182F26">
        <w:rPr>
          <w:b/>
          <w:szCs w:val="28"/>
        </w:rPr>
        <w:t>С.И.Морозов</w:t>
      </w:r>
    </w:p>
    <w:p w:rsidR="002114EA" w:rsidRDefault="002114EA" w:rsidP="00182F26">
      <w:pPr>
        <w:pStyle w:val="BodyText2"/>
        <w:spacing w:line="235" w:lineRule="auto"/>
        <w:ind w:firstLine="851"/>
        <w:rPr>
          <w:b w:val="0"/>
          <w:i w:val="0"/>
          <w:sz w:val="28"/>
          <w:szCs w:val="28"/>
        </w:rPr>
      </w:pPr>
    </w:p>
    <w:p w:rsidR="002114EA" w:rsidRPr="003F3EAA" w:rsidRDefault="002114EA" w:rsidP="00182F26">
      <w:pPr>
        <w:pStyle w:val="BodyText2"/>
        <w:spacing w:line="235" w:lineRule="auto"/>
        <w:ind w:firstLine="851"/>
        <w:rPr>
          <w:b w:val="0"/>
          <w:i w:val="0"/>
          <w:sz w:val="28"/>
          <w:szCs w:val="28"/>
        </w:rPr>
      </w:pPr>
      <w:bookmarkStart w:id="0" w:name="_GoBack"/>
      <w:bookmarkEnd w:id="0"/>
    </w:p>
    <w:p w:rsidR="002114EA" w:rsidRPr="007B2D5B" w:rsidRDefault="002114EA" w:rsidP="00182F26">
      <w:pPr>
        <w:spacing w:line="235" w:lineRule="auto"/>
        <w:ind w:firstLine="0"/>
        <w:jc w:val="center"/>
        <w:rPr>
          <w:szCs w:val="28"/>
        </w:rPr>
      </w:pPr>
      <w:r w:rsidRPr="007B2D5B">
        <w:rPr>
          <w:szCs w:val="28"/>
        </w:rPr>
        <w:t>г. Ульяновск</w:t>
      </w:r>
    </w:p>
    <w:p w:rsidR="002114EA" w:rsidRPr="007B2D5B" w:rsidRDefault="002114EA" w:rsidP="00182F26">
      <w:pPr>
        <w:spacing w:line="235" w:lineRule="auto"/>
        <w:ind w:firstLine="0"/>
        <w:jc w:val="center"/>
        <w:rPr>
          <w:szCs w:val="28"/>
        </w:rPr>
      </w:pPr>
      <w:r>
        <w:rPr>
          <w:szCs w:val="28"/>
        </w:rPr>
        <w:t>28</w:t>
      </w:r>
      <w:r w:rsidRPr="007B2D5B">
        <w:rPr>
          <w:szCs w:val="28"/>
        </w:rPr>
        <w:t xml:space="preserve">  </w:t>
      </w:r>
      <w:r>
        <w:rPr>
          <w:szCs w:val="28"/>
        </w:rPr>
        <w:t>декабря</w:t>
      </w:r>
      <w:r w:rsidRPr="007B2D5B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7B2D5B">
          <w:rPr>
            <w:szCs w:val="28"/>
          </w:rPr>
          <w:t>201</w:t>
        </w:r>
        <w:r>
          <w:rPr>
            <w:szCs w:val="28"/>
          </w:rPr>
          <w:t>3</w:t>
        </w:r>
        <w:r w:rsidRPr="007B2D5B">
          <w:rPr>
            <w:szCs w:val="28"/>
          </w:rPr>
          <w:t xml:space="preserve"> г</w:t>
        </w:r>
      </w:smartTag>
      <w:r w:rsidRPr="007B2D5B">
        <w:rPr>
          <w:szCs w:val="28"/>
        </w:rPr>
        <w:t>.</w:t>
      </w:r>
    </w:p>
    <w:p w:rsidR="002114EA" w:rsidRDefault="002114EA" w:rsidP="00182F26">
      <w:pPr>
        <w:spacing w:line="235" w:lineRule="auto"/>
        <w:ind w:firstLine="0"/>
        <w:jc w:val="center"/>
      </w:pPr>
      <w:r>
        <w:rPr>
          <w:szCs w:val="28"/>
        </w:rPr>
        <w:t>№ 260-</w:t>
      </w:r>
      <w:r w:rsidRPr="007B2D5B">
        <w:rPr>
          <w:szCs w:val="28"/>
        </w:rPr>
        <w:t>ЗО</w:t>
      </w:r>
    </w:p>
    <w:sectPr w:rsidR="002114EA" w:rsidSect="003F3EAA">
      <w:headerReference w:type="even" r:id="rId6"/>
      <w:headerReference w:type="default" r:id="rId7"/>
      <w:footerReference w:type="default" r:id="rId8"/>
      <w:footerReference w:type="first" r:id="rId9"/>
      <w:pgSz w:w="11907" w:h="16840" w:code="9"/>
      <w:pgMar w:top="1134" w:right="680" w:bottom="102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4EA" w:rsidRDefault="002114EA">
      <w:r>
        <w:separator/>
      </w:r>
    </w:p>
  </w:endnote>
  <w:endnote w:type="continuationSeparator" w:id="0">
    <w:p w:rsidR="002114EA" w:rsidRDefault="00211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EA" w:rsidRDefault="002114EA">
    <w:pPr>
      <w:pStyle w:val="Footer"/>
      <w:ind w:firstLine="0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EA" w:rsidRPr="00341D18" w:rsidRDefault="002114EA" w:rsidP="00341D18">
    <w:pPr>
      <w:pStyle w:val="Footer"/>
      <w:spacing w:line="240" w:lineRule="auto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4EA" w:rsidRDefault="002114EA">
      <w:r>
        <w:separator/>
      </w:r>
    </w:p>
  </w:footnote>
  <w:footnote w:type="continuationSeparator" w:id="0">
    <w:p w:rsidR="002114EA" w:rsidRDefault="002114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EA" w:rsidRDefault="002114EA" w:rsidP="00CD06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14EA" w:rsidRDefault="002114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4EA" w:rsidRPr="00836E14" w:rsidRDefault="002114EA" w:rsidP="00CD06D3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836E14">
      <w:rPr>
        <w:rStyle w:val="PageNumber"/>
        <w:sz w:val="24"/>
        <w:szCs w:val="24"/>
      </w:rPr>
      <w:fldChar w:fldCharType="begin"/>
    </w:r>
    <w:r w:rsidRPr="00836E14">
      <w:rPr>
        <w:rStyle w:val="PageNumber"/>
        <w:sz w:val="24"/>
        <w:szCs w:val="24"/>
      </w:rPr>
      <w:instrText xml:space="preserve">PAGE  </w:instrText>
    </w:r>
    <w:r w:rsidRPr="00836E14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836E14">
      <w:rPr>
        <w:rStyle w:val="PageNumber"/>
        <w:sz w:val="24"/>
        <w:szCs w:val="24"/>
      </w:rPr>
      <w:fldChar w:fldCharType="end"/>
    </w:r>
  </w:p>
  <w:p w:rsidR="002114EA" w:rsidRDefault="002114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6D3"/>
    <w:rsid w:val="00002C82"/>
    <w:rsid w:val="0001117F"/>
    <w:rsid w:val="00011569"/>
    <w:rsid w:val="000121AC"/>
    <w:rsid w:val="00014F11"/>
    <w:rsid w:val="0001598A"/>
    <w:rsid w:val="000177FD"/>
    <w:rsid w:val="00025D76"/>
    <w:rsid w:val="00026AAC"/>
    <w:rsid w:val="00037851"/>
    <w:rsid w:val="00040655"/>
    <w:rsid w:val="0004358D"/>
    <w:rsid w:val="000476BF"/>
    <w:rsid w:val="00050812"/>
    <w:rsid w:val="00052CF6"/>
    <w:rsid w:val="000531BE"/>
    <w:rsid w:val="00053D38"/>
    <w:rsid w:val="00057891"/>
    <w:rsid w:val="00062366"/>
    <w:rsid w:val="000658E7"/>
    <w:rsid w:val="0007341C"/>
    <w:rsid w:val="00073576"/>
    <w:rsid w:val="00073C0F"/>
    <w:rsid w:val="00075870"/>
    <w:rsid w:val="000760EF"/>
    <w:rsid w:val="00077F82"/>
    <w:rsid w:val="00081CFA"/>
    <w:rsid w:val="000845A7"/>
    <w:rsid w:val="0009202B"/>
    <w:rsid w:val="0009461F"/>
    <w:rsid w:val="00095861"/>
    <w:rsid w:val="00096336"/>
    <w:rsid w:val="000A10D8"/>
    <w:rsid w:val="000B010C"/>
    <w:rsid w:val="000B1F05"/>
    <w:rsid w:val="000B44B0"/>
    <w:rsid w:val="000B4917"/>
    <w:rsid w:val="000C2124"/>
    <w:rsid w:val="000C6EE8"/>
    <w:rsid w:val="000C7733"/>
    <w:rsid w:val="000D3878"/>
    <w:rsid w:val="000D56D1"/>
    <w:rsid w:val="000E1952"/>
    <w:rsid w:val="000E1A7A"/>
    <w:rsid w:val="000E25F3"/>
    <w:rsid w:val="000E27CB"/>
    <w:rsid w:val="000E39EC"/>
    <w:rsid w:val="000E4060"/>
    <w:rsid w:val="000F13E9"/>
    <w:rsid w:val="000F553D"/>
    <w:rsid w:val="000F6BE8"/>
    <w:rsid w:val="001036BF"/>
    <w:rsid w:val="0010508E"/>
    <w:rsid w:val="0011246A"/>
    <w:rsid w:val="00116640"/>
    <w:rsid w:val="00116C02"/>
    <w:rsid w:val="001202CA"/>
    <w:rsid w:val="0012412F"/>
    <w:rsid w:val="0012513F"/>
    <w:rsid w:val="00130671"/>
    <w:rsid w:val="001333BD"/>
    <w:rsid w:val="001347B4"/>
    <w:rsid w:val="00134A2A"/>
    <w:rsid w:val="0014032E"/>
    <w:rsid w:val="00144EC1"/>
    <w:rsid w:val="001459E3"/>
    <w:rsid w:val="00146C31"/>
    <w:rsid w:val="00156ECD"/>
    <w:rsid w:val="00157CA3"/>
    <w:rsid w:val="00160F1F"/>
    <w:rsid w:val="00166190"/>
    <w:rsid w:val="00174282"/>
    <w:rsid w:val="001764B2"/>
    <w:rsid w:val="001773AC"/>
    <w:rsid w:val="00181A03"/>
    <w:rsid w:val="0018251C"/>
    <w:rsid w:val="00182F26"/>
    <w:rsid w:val="0018617E"/>
    <w:rsid w:val="00186FA1"/>
    <w:rsid w:val="00190A02"/>
    <w:rsid w:val="001929BF"/>
    <w:rsid w:val="001941F9"/>
    <w:rsid w:val="00195B7F"/>
    <w:rsid w:val="00196A44"/>
    <w:rsid w:val="001A1FF2"/>
    <w:rsid w:val="001A3EEF"/>
    <w:rsid w:val="001A53A3"/>
    <w:rsid w:val="001A7D91"/>
    <w:rsid w:val="001C1D6D"/>
    <w:rsid w:val="001C3388"/>
    <w:rsid w:val="001D0053"/>
    <w:rsid w:val="001D5F97"/>
    <w:rsid w:val="001E4690"/>
    <w:rsid w:val="001F3818"/>
    <w:rsid w:val="001F63D3"/>
    <w:rsid w:val="001F6C48"/>
    <w:rsid w:val="001F7544"/>
    <w:rsid w:val="002114EA"/>
    <w:rsid w:val="00212653"/>
    <w:rsid w:val="002156C5"/>
    <w:rsid w:val="00217DE3"/>
    <w:rsid w:val="00222CBA"/>
    <w:rsid w:val="0022367D"/>
    <w:rsid w:val="00224B09"/>
    <w:rsid w:val="00226BF0"/>
    <w:rsid w:val="00230AA6"/>
    <w:rsid w:val="00234134"/>
    <w:rsid w:val="00237BF9"/>
    <w:rsid w:val="0024312B"/>
    <w:rsid w:val="00244891"/>
    <w:rsid w:val="00244A09"/>
    <w:rsid w:val="00247BC3"/>
    <w:rsid w:val="0025261E"/>
    <w:rsid w:val="002527D4"/>
    <w:rsid w:val="00262211"/>
    <w:rsid w:val="00263040"/>
    <w:rsid w:val="002674DB"/>
    <w:rsid w:val="002745AF"/>
    <w:rsid w:val="00275D66"/>
    <w:rsid w:val="00281C3F"/>
    <w:rsid w:val="00290558"/>
    <w:rsid w:val="002A022B"/>
    <w:rsid w:val="002A36C7"/>
    <w:rsid w:val="002A70AC"/>
    <w:rsid w:val="002B1BBC"/>
    <w:rsid w:val="002B7B41"/>
    <w:rsid w:val="002C32EB"/>
    <w:rsid w:val="002C6FAB"/>
    <w:rsid w:val="002D037C"/>
    <w:rsid w:val="002D109A"/>
    <w:rsid w:val="002D3D34"/>
    <w:rsid w:val="002D4133"/>
    <w:rsid w:val="002D59CD"/>
    <w:rsid w:val="002D6871"/>
    <w:rsid w:val="002D7B26"/>
    <w:rsid w:val="002E2538"/>
    <w:rsid w:val="002E442F"/>
    <w:rsid w:val="002E6292"/>
    <w:rsid w:val="00310C9B"/>
    <w:rsid w:val="00316854"/>
    <w:rsid w:val="00316AE9"/>
    <w:rsid w:val="00324047"/>
    <w:rsid w:val="0032431B"/>
    <w:rsid w:val="00325A99"/>
    <w:rsid w:val="003269FD"/>
    <w:rsid w:val="00327536"/>
    <w:rsid w:val="00331B85"/>
    <w:rsid w:val="003329EA"/>
    <w:rsid w:val="003344B0"/>
    <w:rsid w:val="00334697"/>
    <w:rsid w:val="00335CD0"/>
    <w:rsid w:val="003409CA"/>
    <w:rsid w:val="00341D18"/>
    <w:rsid w:val="003425F8"/>
    <w:rsid w:val="00347062"/>
    <w:rsid w:val="003521ED"/>
    <w:rsid w:val="003543AD"/>
    <w:rsid w:val="00355E8B"/>
    <w:rsid w:val="00356E2A"/>
    <w:rsid w:val="00357100"/>
    <w:rsid w:val="0035720C"/>
    <w:rsid w:val="00357712"/>
    <w:rsid w:val="0036285A"/>
    <w:rsid w:val="00363D16"/>
    <w:rsid w:val="00373AB5"/>
    <w:rsid w:val="00376580"/>
    <w:rsid w:val="00381CFC"/>
    <w:rsid w:val="003821BE"/>
    <w:rsid w:val="00396E56"/>
    <w:rsid w:val="003A00D7"/>
    <w:rsid w:val="003A34A5"/>
    <w:rsid w:val="003A3D0C"/>
    <w:rsid w:val="003A799F"/>
    <w:rsid w:val="003B3C4F"/>
    <w:rsid w:val="003B49E6"/>
    <w:rsid w:val="003C1934"/>
    <w:rsid w:val="003C3C74"/>
    <w:rsid w:val="003C4ADD"/>
    <w:rsid w:val="003C6521"/>
    <w:rsid w:val="003D2DA2"/>
    <w:rsid w:val="003D3255"/>
    <w:rsid w:val="003D4E98"/>
    <w:rsid w:val="003E1F68"/>
    <w:rsid w:val="003E3560"/>
    <w:rsid w:val="003E7DBA"/>
    <w:rsid w:val="003F2285"/>
    <w:rsid w:val="003F2954"/>
    <w:rsid w:val="003F3EAA"/>
    <w:rsid w:val="003F4B4C"/>
    <w:rsid w:val="003F6B3D"/>
    <w:rsid w:val="003F7C58"/>
    <w:rsid w:val="004001A7"/>
    <w:rsid w:val="0040095B"/>
    <w:rsid w:val="00402D4C"/>
    <w:rsid w:val="00404DB2"/>
    <w:rsid w:val="00406ECF"/>
    <w:rsid w:val="004106BA"/>
    <w:rsid w:val="00411FB3"/>
    <w:rsid w:val="00411FF7"/>
    <w:rsid w:val="00412DA4"/>
    <w:rsid w:val="00412EBF"/>
    <w:rsid w:val="00416CE7"/>
    <w:rsid w:val="00424758"/>
    <w:rsid w:val="00426AF7"/>
    <w:rsid w:val="004276D4"/>
    <w:rsid w:val="004303F9"/>
    <w:rsid w:val="00430A6F"/>
    <w:rsid w:val="00431006"/>
    <w:rsid w:val="0044124F"/>
    <w:rsid w:val="00442354"/>
    <w:rsid w:val="0044394C"/>
    <w:rsid w:val="004447FF"/>
    <w:rsid w:val="00445477"/>
    <w:rsid w:val="0044613C"/>
    <w:rsid w:val="00446610"/>
    <w:rsid w:val="00450374"/>
    <w:rsid w:val="00460280"/>
    <w:rsid w:val="004615A8"/>
    <w:rsid w:val="004650CE"/>
    <w:rsid w:val="0046602D"/>
    <w:rsid w:val="00466E85"/>
    <w:rsid w:val="00467FA3"/>
    <w:rsid w:val="00467FB0"/>
    <w:rsid w:val="004759EE"/>
    <w:rsid w:val="004768A7"/>
    <w:rsid w:val="004768C4"/>
    <w:rsid w:val="0049674C"/>
    <w:rsid w:val="004B3108"/>
    <w:rsid w:val="004B3DB1"/>
    <w:rsid w:val="004B59BC"/>
    <w:rsid w:val="004B5E76"/>
    <w:rsid w:val="004B6ADC"/>
    <w:rsid w:val="004B7245"/>
    <w:rsid w:val="004B7475"/>
    <w:rsid w:val="004C34F9"/>
    <w:rsid w:val="004C5C41"/>
    <w:rsid w:val="004C647B"/>
    <w:rsid w:val="004C6D36"/>
    <w:rsid w:val="004D04C9"/>
    <w:rsid w:val="004D328E"/>
    <w:rsid w:val="004D74EE"/>
    <w:rsid w:val="004E0B92"/>
    <w:rsid w:val="004E3D65"/>
    <w:rsid w:val="004E688F"/>
    <w:rsid w:val="004E779D"/>
    <w:rsid w:val="004F66EF"/>
    <w:rsid w:val="00500ECF"/>
    <w:rsid w:val="00504750"/>
    <w:rsid w:val="00506748"/>
    <w:rsid w:val="00506A93"/>
    <w:rsid w:val="00510091"/>
    <w:rsid w:val="005172B1"/>
    <w:rsid w:val="005176D6"/>
    <w:rsid w:val="00523B87"/>
    <w:rsid w:val="00532B35"/>
    <w:rsid w:val="005342E2"/>
    <w:rsid w:val="0053514B"/>
    <w:rsid w:val="00537D44"/>
    <w:rsid w:val="0054319C"/>
    <w:rsid w:val="00544530"/>
    <w:rsid w:val="0054712D"/>
    <w:rsid w:val="00547604"/>
    <w:rsid w:val="0056251C"/>
    <w:rsid w:val="005636D7"/>
    <w:rsid w:val="005669E4"/>
    <w:rsid w:val="00572402"/>
    <w:rsid w:val="00576943"/>
    <w:rsid w:val="005818FF"/>
    <w:rsid w:val="005826C2"/>
    <w:rsid w:val="005838F8"/>
    <w:rsid w:val="005844E5"/>
    <w:rsid w:val="00586B5F"/>
    <w:rsid w:val="00591909"/>
    <w:rsid w:val="00593E5E"/>
    <w:rsid w:val="00595C44"/>
    <w:rsid w:val="00596077"/>
    <w:rsid w:val="005960E4"/>
    <w:rsid w:val="005976E0"/>
    <w:rsid w:val="005A0848"/>
    <w:rsid w:val="005A4631"/>
    <w:rsid w:val="005A4D68"/>
    <w:rsid w:val="005A70A1"/>
    <w:rsid w:val="005A70CE"/>
    <w:rsid w:val="005B13FE"/>
    <w:rsid w:val="005B205C"/>
    <w:rsid w:val="005B2518"/>
    <w:rsid w:val="005B412B"/>
    <w:rsid w:val="005B4713"/>
    <w:rsid w:val="005B495A"/>
    <w:rsid w:val="005B6B7A"/>
    <w:rsid w:val="005C0F4F"/>
    <w:rsid w:val="005C2458"/>
    <w:rsid w:val="005C480E"/>
    <w:rsid w:val="005C5320"/>
    <w:rsid w:val="005C7E26"/>
    <w:rsid w:val="005D6941"/>
    <w:rsid w:val="005E0A09"/>
    <w:rsid w:val="005E1374"/>
    <w:rsid w:val="005E287C"/>
    <w:rsid w:val="005E3732"/>
    <w:rsid w:val="005E6940"/>
    <w:rsid w:val="005F1876"/>
    <w:rsid w:val="005F57C3"/>
    <w:rsid w:val="005F6C5B"/>
    <w:rsid w:val="00601A4E"/>
    <w:rsid w:val="0060556D"/>
    <w:rsid w:val="00606CD2"/>
    <w:rsid w:val="00611B6E"/>
    <w:rsid w:val="00612BA2"/>
    <w:rsid w:val="00613A6F"/>
    <w:rsid w:val="00614A27"/>
    <w:rsid w:val="00615903"/>
    <w:rsid w:val="00616174"/>
    <w:rsid w:val="006205EC"/>
    <w:rsid w:val="0062091D"/>
    <w:rsid w:val="006220D5"/>
    <w:rsid w:val="00625201"/>
    <w:rsid w:val="00625246"/>
    <w:rsid w:val="00626213"/>
    <w:rsid w:val="00627E9B"/>
    <w:rsid w:val="00630800"/>
    <w:rsid w:val="00631B5F"/>
    <w:rsid w:val="00632EF8"/>
    <w:rsid w:val="00634C5E"/>
    <w:rsid w:val="00634F41"/>
    <w:rsid w:val="0063726C"/>
    <w:rsid w:val="006377A2"/>
    <w:rsid w:val="006454C6"/>
    <w:rsid w:val="0064605C"/>
    <w:rsid w:val="00650A61"/>
    <w:rsid w:val="00655A18"/>
    <w:rsid w:val="006572B3"/>
    <w:rsid w:val="00661509"/>
    <w:rsid w:val="0066160E"/>
    <w:rsid w:val="00662A2B"/>
    <w:rsid w:val="00664D0E"/>
    <w:rsid w:val="0066721F"/>
    <w:rsid w:val="00670C40"/>
    <w:rsid w:val="00673DAD"/>
    <w:rsid w:val="00675A3A"/>
    <w:rsid w:val="00681FDE"/>
    <w:rsid w:val="0068232D"/>
    <w:rsid w:val="00682AAB"/>
    <w:rsid w:val="006847F4"/>
    <w:rsid w:val="00684B5C"/>
    <w:rsid w:val="00687118"/>
    <w:rsid w:val="00687B0F"/>
    <w:rsid w:val="00687EF9"/>
    <w:rsid w:val="006926CA"/>
    <w:rsid w:val="006927FD"/>
    <w:rsid w:val="006A0620"/>
    <w:rsid w:val="006A13F8"/>
    <w:rsid w:val="006A664E"/>
    <w:rsid w:val="006B64E4"/>
    <w:rsid w:val="006B7D09"/>
    <w:rsid w:val="006C0634"/>
    <w:rsid w:val="006C3C54"/>
    <w:rsid w:val="006C6B57"/>
    <w:rsid w:val="006D5263"/>
    <w:rsid w:val="006D5611"/>
    <w:rsid w:val="006D722C"/>
    <w:rsid w:val="006E14F5"/>
    <w:rsid w:val="006E1B0E"/>
    <w:rsid w:val="006E4566"/>
    <w:rsid w:val="006E56E0"/>
    <w:rsid w:val="006F0460"/>
    <w:rsid w:val="006F2001"/>
    <w:rsid w:val="006F2177"/>
    <w:rsid w:val="006F4906"/>
    <w:rsid w:val="006F4916"/>
    <w:rsid w:val="006F4EDE"/>
    <w:rsid w:val="006F65A8"/>
    <w:rsid w:val="006F758A"/>
    <w:rsid w:val="007019DD"/>
    <w:rsid w:val="007024E2"/>
    <w:rsid w:val="007054B5"/>
    <w:rsid w:val="00705FC5"/>
    <w:rsid w:val="00706DB4"/>
    <w:rsid w:val="007079A6"/>
    <w:rsid w:val="00710B08"/>
    <w:rsid w:val="00710EC1"/>
    <w:rsid w:val="00711443"/>
    <w:rsid w:val="007220B5"/>
    <w:rsid w:val="00724B46"/>
    <w:rsid w:val="00726238"/>
    <w:rsid w:val="007300EC"/>
    <w:rsid w:val="00735E07"/>
    <w:rsid w:val="00735E68"/>
    <w:rsid w:val="00741FE9"/>
    <w:rsid w:val="00746A82"/>
    <w:rsid w:val="00747D08"/>
    <w:rsid w:val="00752931"/>
    <w:rsid w:val="0075507B"/>
    <w:rsid w:val="00756CD4"/>
    <w:rsid w:val="00760AA4"/>
    <w:rsid w:val="00770070"/>
    <w:rsid w:val="0077608F"/>
    <w:rsid w:val="00776678"/>
    <w:rsid w:val="00784207"/>
    <w:rsid w:val="0078669B"/>
    <w:rsid w:val="007903B1"/>
    <w:rsid w:val="00790493"/>
    <w:rsid w:val="007908A6"/>
    <w:rsid w:val="007947E9"/>
    <w:rsid w:val="007A0630"/>
    <w:rsid w:val="007A0B75"/>
    <w:rsid w:val="007A19C9"/>
    <w:rsid w:val="007A2848"/>
    <w:rsid w:val="007A54BE"/>
    <w:rsid w:val="007A5D04"/>
    <w:rsid w:val="007A6711"/>
    <w:rsid w:val="007B2D5B"/>
    <w:rsid w:val="007B4012"/>
    <w:rsid w:val="007B4464"/>
    <w:rsid w:val="007C0FAC"/>
    <w:rsid w:val="007C1C47"/>
    <w:rsid w:val="007C3901"/>
    <w:rsid w:val="007C5148"/>
    <w:rsid w:val="007C77ED"/>
    <w:rsid w:val="007D4761"/>
    <w:rsid w:val="007E1CC7"/>
    <w:rsid w:val="007E2A65"/>
    <w:rsid w:val="007E5420"/>
    <w:rsid w:val="007E5CF9"/>
    <w:rsid w:val="007F0F27"/>
    <w:rsid w:val="00800582"/>
    <w:rsid w:val="00800A09"/>
    <w:rsid w:val="008015AA"/>
    <w:rsid w:val="0080451D"/>
    <w:rsid w:val="00810C93"/>
    <w:rsid w:val="00813A42"/>
    <w:rsid w:val="00815285"/>
    <w:rsid w:val="00817336"/>
    <w:rsid w:val="00820C05"/>
    <w:rsid w:val="00823EAE"/>
    <w:rsid w:val="008243FC"/>
    <w:rsid w:val="0083312F"/>
    <w:rsid w:val="0083546E"/>
    <w:rsid w:val="00836E14"/>
    <w:rsid w:val="008374C4"/>
    <w:rsid w:val="008377A4"/>
    <w:rsid w:val="00856607"/>
    <w:rsid w:val="0086370D"/>
    <w:rsid w:val="008654F2"/>
    <w:rsid w:val="00865CDB"/>
    <w:rsid w:val="00877341"/>
    <w:rsid w:val="00887636"/>
    <w:rsid w:val="008906DB"/>
    <w:rsid w:val="0089211E"/>
    <w:rsid w:val="00892F62"/>
    <w:rsid w:val="0089326E"/>
    <w:rsid w:val="008972AD"/>
    <w:rsid w:val="008A0787"/>
    <w:rsid w:val="008A2515"/>
    <w:rsid w:val="008B34CA"/>
    <w:rsid w:val="008B72C4"/>
    <w:rsid w:val="008C074B"/>
    <w:rsid w:val="008C2F29"/>
    <w:rsid w:val="008C45AB"/>
    <w:rsid w:val="008D1200"/>
    <w:rsid w:val="008D2EBD"/>
    <w:rsid w:val="008D34D5"/>
    <w:rsid w:val="008E36F2"/>
    <w:rsid w:val="008E4286"/>
    <w:rsid w:val="008F43C8"/>
    <w:rsid w:val="00900B2A"/>
    <w:rsid w:val="009060FB"/>
    <w:rsid w:val="0090644C"/>
    <w:rsid w:val="009216E7"/>
    <w:rsid w:val="009237AE"/>
    <w:rsid w:val="00927490"/>
    <w:rsid w:val="00932152"/>
    <w:rsid w:val="0093252E"/>
    <w:rsid w:val="009338CB"/>
    <w:rsid w:val="0093532F"/>
    <w:rsid w:val="009363FF"/>
    <w:rsid w:val="00937D92"/>
    <w:rsid w:val="00940732"/>
    <w:rsid w:val="00941D1E"/>
    <w:rsid w:val="009436B3"/>
    <w:rsid w:val="009464D1"/>
    <w:rsid w:val="00946FD7"/>
    <w:rsid w:val="00947105"/>
    <w:rsid w:val="00950A77"/>
    <w:rsid w:val="00950B08"/>
    <w:rsid w:val="00971CC6"/>
    <w:rsid w:val="00973B23"/>
    <w:rsid w:val="009811E3"/>
    <w:rsid w:val="00984620"/>
    <w:rsid w:val="00986FA5"/>
    <w:rsid w:val="0098716D"/>
    <w:rsid w:val="00992F74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1F64"/>
    <w:rsid w:val="009B729A"/>
    <w:rsid w:val="009C6F25"/>
    <w:rsid w:val="009C7D64"/>
    <w:rsid w:val="009D102E"/>
    <w:rsid w:val="009D5C54"/>
    <w:rsid w:val="009E22B6"/>
    <w:rsid w:val="009E6632"/>
    <w:rsid w:val="009E6F20"/>
    <w:rsid w:val="009E7750"/>
    <w:rsid w:val="009F57DB"/>
    <w:rsid w:val="00A022CB"/>
    <w:rsid w:val="00A07B17"/>
    <w:rsid w:val="00A114B9"/>
    <w:rsid w:val="00A249A6"/>
    <w:rsid w:val="00A24CFA"/>
    <w:rsid w:val="00A25F8E"/>
    <w:rsid w:val="00A3042F"/>
    <w:rsid w:val="00A31E84"/>
    <w:rsid w:val="00A330AF"/>
    <w:rsid w:val="00A364F2"/>
    <w:rsid w:val="00A4046B"/>
    <w:rsid w:val="00A40723"/>
    <w:rsid w:val="00A40FBB"/>
    <w:rsid w:val="00A435B4"/>
    <w:rsid w:val="00A44027"/>
    <w:rsid w:val="00A44577"/>
    <w:rsid w:val="00A470F2"/>
    <w:rsid w:val="00A47F5A"/>
    <w:rsid w:val="00A50E3B"/>
    <w:rsid w:val="00A5767C"/>
    <w:rsid w:val="00A60AD8"/>
    <w:rsid w:val="00A6305D"/>
    <w:rsid w:val="00A63BCA"/>
    <w:rsid w:val="00A64697"/>
    <w:rsid w:val="00A760A7"/>
    <w:rsid w:val="00A767C4"/>
    <w:rsid w:val="00A81BC7"/>
    <w:rsid w:val="00A824B1"/>
    <w:rsid w:val="00A83AFF"/>
    <w:rsid w:val="00A92D2A"/>
    <w:rsid w:val="00AA1EF1"/>
    <w:rsid w:val="00AA3B67"/>
    <w:rsid w:val="00AA6DC5"/>
    <w:rsid w:val="00AB49C6"/>
    <w:rsid w:val="00AC3F1D"/>
    <w:rsid w:val="00AC676B"/>
    <w:rsid w:val="00AD1A4E"/>
    <w:rsid w:val="00AD3503"/>
    <w:rsid w:val="00AD3C08"/>
    <w:rsid w:val="00AD62E4"/>
    <w:rsid w:val="00AE42AD"/>
    <w:rsid w:val="00AF1DD1"/>
    <w:rsid w:val="00AF3E19"/>
    <w:rsid w:val="00AF3E3F"/>
    <w:rsid w:val="00B01521"/>
    <w:rsid w:val="00B01DF0"/>
    <w:rsid w:val="00B03CA7"/>
    <w:rsid w:val="00B03E07"/>
    <w:rsid w:val="00B049B3"/>
    <w:rsid w:val="00B04B52"/>
    <w:rsid w:val="00B11050"/>
    <w:rsid w:val="00B1158B"/>
    <w:rsid w:val="00B160B6"/>
    <w:rsid w:val="00B206C4"/>
    <w:rsid w:val="00B21594"/>
    <w:rsid w:val="00B223AF"/>
    <w:rsid w:val="00B22DF7"/>
    <w:rsid w:val="00B24491"/>
    <w:rsid w:val="00B3304C"/>
    <w:rsid w:val="00B33F33"/>
    <w:rsid w:val="00B36612"/>
    <w:rsid w:val="00B44260"/>
    <w:rsid w:val="00B44D2F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578"/>
    <w:rsid w:val="00B67440"/>
    <w:rsid w:val="00B70C61"/>
    <w:rsid w:val="00B736FE"/>
    <w:rsid w:val="00B75A39"/>
    <w:rsid w:val="00B8064B"/>
    <w:rsid w:val="00B825E9"/>
    <w:rsid w:val="00B82BAE"/>
    <w:rsid w:val="00B83644"/>
    <w:rsid w:val="00B90AF6"/>
    <w:rsid w:val="00B91BBC"/>
    <w:rsid w:val="00B9625F"/>
    <w:rsid w:val="00BA40F7"/>
    <w:rsid w:val="00BA4127"/>
    <w:rsid w:val="00BA53A1"/>
    <w:rsid w:val="00BA6583"/>
    <w:rsid w:val="00BB124B"/>
    <w:rsid w:val="00BB326E"/>
    <w:rsid w:val="00BB55B4"/>
    <w:rsid w:val="00BC1C5D"/>
    <w:rsid w:val="00BC4126"/>
    <w:rsid w:val="00BC4D47"/>
    <w:rsid w:val="00BC50B7"/>
    <w:rsid w:val="00BC7336"/>
    <w:rsid w:val="00BD2733"/>
    <w:rsid w:val="00BE1ACC"/>
    <w:rsid w:val="00BE357C"/>
    <w:rsid w:val="00BE779C"/>
    <w:rsid w:val="00BF0C6B"/>
    <w:rsid w:val="00BF4C52"/>
    <w:rsid w:val="00BF73A8"/>
    <w:rsid w:val="00C023DF"/>
    <w:rsid w:val="00C02FBA"/>
    <w:rsid w:val="00C04386"/>
    <w:rsid w:val="00C064F4"/>
    <w:rsid w:val="00C07735"/>
    <w:rsid w:val="00C10A19"/>
    <w:rsid w:val="00C150FD"/>
    <w:rsid w:val="00C15E34"/>
    <w:rsid w:val="00C16963"/>
    <w:rsid w:val="00C221B2"/>
    <w:rsid w:val="00C2267B"/>
    <w:rsid w:val="00C3168E"/>
    <w:rsid w:val="00C319B7"/>
    <w:rsid w:val="00C31DE2"/>
    <w:rsid w:val="00C33B1F"/>
    <w:rsid w:val="00C345A7"/>
    <w:rsid w:val="00C403C7"/>
    <w:rsid w:val="00C4138E"/>
    <w:rsid w:val="00C50BB0"/>
    <w:rsid w:val="00C6328C"/>
    <w:rsid w:val="00C63F7E"/>
    <w:rsid w:val="00C6407A"/>
    <w:rsid w:val="00C66193"/>
    <w:rsid w:val="00C67EC6"/>
    <w:rsid w:val="00C719D4"/>
    <w:rsid w:val="00C74E28"/>
    <w:rsid w:val="00C75F4A"/>
    <w:rsid w:val="00C83357"/>
    <w:rsid w:val="00C90CBD"/>
    <w:rsid w:val="00C9670E"/>
    <w:rsid w:val="00CA08C2"/>
    <w:rsid w:val="00CA1003"/>
    <w:rsid w:val="00CA47B3"/>
    <w:rsid w:val="00CA4FB3"/>
    <w:rsid w:val="00CA7405"/>
    <w:rsid w:val="00CA77D8"/>
    <w:rsid w:val="00CA7D4C"/>
    <w:rsid w:val="00CB53A2"/>
    <w:rsid w:val="00CB7E6A"/>
    <w:rsid w:val="00CC2E1B"/>
    <w:rsid w:val="00CC3A76"/>
    <w:rsid w:val="00CC45F7"/>
    <w:rsid w:val="00CC48D9"/>
    <w:rsid w:val="00CD06D3"/>
    <w:rsid w:val="00CD0D7F"/>
    <w:rsid w:val="00CD2630"/>
    <w:rsid w:val="00CD5791"/>
    <w:rsid w:val="00CE374F"/>
    <w:rsid w:val="00CE52DF"/>
    <w:rsid w:val="00CF0083"/>
    <w:rsid w:val="00CF0448"/>
    <w:rsid w:val="00CF0A20"/>
    <w:rsid w:val="00CF0A56"/>
    <w:rsid w:val="00CF3045"/>
    <w:rsid w:val="00CF47E6"/>
    <w:rsid w:val="00CF675D"/>
    <w:rsid w:val="00D0229F"/>
    <w:rsid w:val="00D02F4C"/>
    <w:rsid w:val="00D10989"/>
    <w:rsid w:val="00D111CE"/>
    <w:rsid w:val="00D1304A"/>
    <w:rsid w:val="00D1328B"/>
    <w:rsid w:val="00D140FD"/>
    <w:rsid w:val="00D22AFB"/>
    <w:rsid w:val="00D22EE6"/>
    <w:rsid w:val="00D32B43"/>
    <w:rsid w:val="00D37486"/>
    <w:rsid w:val="00D42DEA"/>
    <w:rsid w:val="00D47476"/>
    <w:rsid w:val="00D50B73"/>
    <w:rsid w:val="00D5150B"/>
    <w:rsid w:val="00D523C2"/>
    <w:rsid w:val="00D532D8"/>
    <w:rsid w:val="00D63CD1"/>
    <w:rsid w:val="00D64E71"/>
    <w:rsid w:val="00D660EC"/>
    <w:rsid w:val="00D70B2D"/>
    <w:rsid w:val="00D755FD"/>
    <w:rsid w:val="00D8003A"/>
    <w:rsid w:val="00D80736"/>
    <w:rsid w:val="00D80B86"/>
    <w:rsid w:val="00D81EA2"/>
    <w:rsid w:val="00D85498"/>
    <w:rsid w:val="00D86D0A"/>
    <w:rsid w:val="00D93B4B"/>
    <w:rsid w:val="00DA0977"/>
    <w:rsid w:val="00DA5B47"/>
    <w:rsid w:val="00DA5F92"/>
    <w:rsid w:val="00DA731D"/>
    <w:rsid w:val="00DB2066"/>
    <w:rsid w:val="00DB2C18"/>
    <w:rsid w:val="00DB59A3"/>
    <w:rsid w:val="00DC1947"/>
    <w:rsid w:val="00DC3792"/>
    <w:rsid w:val="00DC6D20"/>
    <w:rsid w:val="00DC7524"/>
    <w:rsid w:val="00DD175D"/>
    <w:rsid w:val="00DE15AC"/>
    <w:rsid w:val="00DF183E"/>
    <w:rsid w:val="00DF3571"/>
    <w:rsid w:val="00E00148"/>
    <w:rsid w:val="00E024F3"/>
    <w:rsid w:val="00E04894"/>
    <w:rsid w:val="00E06088"/>
    <w:rsid w:val="00E067F8"/>
    <w:rsid w:val="00E07C75"/>
    <w:rsid w:val="00E11EC8"/>
    <w:rsid w:val="00E15E53"/>
    <w:rsid w:val="00E21307"/>
    <w:rsid w:val="00E239E0"/>
    <w:rsid w:val="00E240AC"/>
    <w:rsid w:val="00E25A37"/>
    <w:rsid w:val="00E263B8"/>
    <w:rsid w:val="00E403DC"/>
    <w:rsid w:val="00E40AE7"/>
    <w:rsid w:val="00E56CDD"/>
    <w:rsid w:val="00E6092E"/>
    <w:rsid w:val="00E60D79"/>
    <w:rsid w:val="00E6165F"/>
    <w:rsid w:val="00E62AB8"/>
    <w:rsid w:val="00E63516"/>
    <w:rsid w:val="00E669D0"/>
    <w:rsid w:val="00E70175"/>
    <w:rsid w:val="00E70A27"/>
    <w:rsid w:val="00E723D7"/>
    <w:rsid w:val="00E851C5"/>
    <w:rsid w:val="00E863FA"/>
    <w:rsid w:val="00E86EA0"/>
    <w:rsid w:val="00E9046E"/>
    <w:rsid w:val="00E91C61"/>
    <w:rsid w:val="00E92ACC"/>
    <w:rsid w:val="00E94B4F"/>
    <w:rsid w:val="00E96FF1"/>
    <w:rsid w:val="00E9748C"/>
    <w:rsid w:val="00EA120A"/>
    <w:rsid w:val="00EA18AD"/>
    <w:rsid w:val="00EB118A"/>
    <w:rsid w:val="00EB1BF2"/>
    <w:rsid w:val="00EB4B05"/>
    <w:rsid w:val="00EB5E73"/>
    <w:rsid w:val="00EB5EF5"/>
    <w:rsid w:val="00EB6BE4"/>
    <w:rsid w:val="00EC02D5"/>
    <w:rsid w:val="00EC3473"/>
    <w:rsid w:val="00EC6F3B"/>
    <w:rsid w:val="00EC79F6"/>
    <w:rsid w:val="00ED022F"/>
    <w:rsid w:val="00ED3982"/>
    <w:rsid w:val="00EE0A5E"/>
    <w:rsid w:val="00EE2CFB"/>
    <w:rsid w:val="00EE58E6"/>
    <w:rsid w:val="00EF193E"/>
    <w:rsid w:val="00EF199C"/>
    <w:rsid w:val="00EF273F"/>
    <w:rsid w:val="00EF28C0"/>
    <w:rsid w:val="00EF56CA"/>
    <w:rsid w:val="00EF6737"/>
    <w:rsid w:val="00F131E7"/>
    <w:rsid w:val="00F13E9C"/>
    <w:rsid w:val="00F16063"/>
    <w:rsid w:val="00F23E2C"/>
    <w:rsid w:val="00F25F8D"/>
    <w:rsid w:val="00F32375"/>
    <w:rsid w:val="00F40B2A"/>
    <w:rsid w:val="00F428DF"/>
    <w:rsid w:val="00F43AA1"/>
    <w:rsid w:val="00F54478"/>
    <w:rsid w:val="00F5523E"/>
    <w:rsid w:val="00F57F5F"/>
    <w:rsid w:val="00F64671"/>
    <w:rsid w:val="00F65DC8"/>
    <w:rsid w:val="00F66F7B"/>
    <w:rsid w:val="00F71916"/>
    <w:rsid w:val="00F800C8"/>
    <w:rsid w:val="00F8310A"/>
    <w:rsid w:val="00F852B7"/>
    <w:rsid w:val="00F872DE"/>
    <w:rsid w:val="00F94071"/>
    <w:rsid w:val="00F94F78"/>
    <w:rsid w:val="00F96E86"/>
    <w:rsid w:val="00F97863"/>
    <w:rsid w:val="00FA0D05"/>
    <w:rsid w:val="00FA669A"/>
    <w:rsid w:val="00FB14BF"/>
    <w:rsid w:val="00FB4607"/>
    <w:rsid w:val="00FB5683"/>
    <w:rsid w:val="00FB7B2C"/>
    <w:rsid w:val="00FC074C"/>
    <w:rsid w:val="00FC1BFE"/>
    <w:rsid w:val="00FC1EC4"/>
    <w:rsid w:val="00FC209F"/>
    <w:rsid w:val="00FD1661"/>
    <w:rsid w:val="00FD59A9"/>
    <w:rsid w:val="00FD748A"/>
    <w:rsid w:val="00FE1C2E"/>
    <w:rsid w:val="00FE321B"/>
    <w:rsid w:val="00FF218B"/>
    <w:rsid w:val="00FF277F"/>
    <w:rsid w:val="00FF4236"/>
    <w:rsid w:val="00FF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6D3"/>
    <w:pPr>
      <w:spacing w:line="480" w:lineRule="auto"/>
      <w:ind w:firstLine="709"/>
      <w:jc w:val="both"/>
    </w:pPr>
    <w:rPr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06D3"/>
    <w:pPr>
      <w:keepNext/>
      <w:spacing w:after="480" w:line="240" w:lineRule="auto"/>
      <w:ind w:right="851" w:firstLine="0"/>
      <w:jc w:val="center"/>
      <w:outlineLvl w:val="1"/>
    </w:pPr>
    <w:rPr>
      <w:b/>
      <w:color w:val="0000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06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D06D3"/>
    <w:rPr>
      <w:rFonts w:ascii="Times New Roman" w:hAnsi="Times New Roman" w:cs="Times New Roman"/>
      <w:sz w:val="28"/>
      <w:vertAlign w:val="baseline"/>
    </w:rPr>
  </w:style>
  <w:style w:type="paragraph" w:styleId="Footer">
    <w:name w:val="footer"/>
    <w:basedOn w:val="Normal"/>
    <w:link w:val="FooterChar"/>
    <w:uiPriority w:val="99"/>
    <w:rsid w:val="00CD06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1D18"/>
    <w:rPr>
      <w:rFonts w:cs="Times New Roman"/>
      <w:sz w:val="28"/>
    </w:rPr>
  </w:style>
  <w:style w:type="paragraph" w:customStyle="1" w:styleId="ConsPlusNormal">
    <w:name w:val="ConsPlusNormal"/>
    <w:uiPriority w:val="99"/>
    <w:rsid w:val="00CD06D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CD06D3"/>
    <w:pPr>
      <w:spacing w:line="240" w:lineRule="auto"/>
      <w:ind w:firstLine="0"/>
    </w:pPr>
    <w:rPr>
      <w:b/>
      <w:i/>
      <w:sz w:val="2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F67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205</Words>
  <Characters>1173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dmitrieva</dc:creator>
  <cp:keywords/>
  <dc:description/>
  <cp:lastModifiedBy>user</cp:lastModifiedBy>
  <cp:revision>5</cp:revision>
  <cp:lastPrinted>2013-12-26T11:59:00Z</cp:lastPrinted>
  <dcterms:created xsi:type="dcterms:W3CDTF">2013-12-12T12:50:00Z</dcterms:created>
  <dcterms:modified xsi:type="dcterms:W3CDTF">2014-01-09T06:14:00Z</dcterms:modified>
</cp:coreProperties>
</file>