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556" w:rsidRDefault="005B0556" w:rsidP="00607E25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Закон Ульяновской области</w:t>
      </w:r>
    </w:p>
    <w:p w:rsidR="005B0556" w:rsidRDefault="005B0556" w:rsidP="00607E25">
      <w:pPr>
        <w:pStyle w:val="ConsPlusTitle"/>
        <w:jc w:val="center"/>
        <w:rPr>
          <w:sz w:val="28"/>
          <w:szCs w:val="28"/>
        </w:rPr>
      </w:pPr>
    </w:p>
    <w:p w:rsidR="005B0556" w:rsidRDefault="005B0556" w:rsidP="00607E25">
      <w:pPr>
        <w:pStyle w:val="ConsPlusTitle"/>
        <w:jc w:val="center"/>
        <w:rPr>
          <w:sz w:val="28"/>
          <w:szCs w:val="28"/>
        </w:rPr>
      </w:pPr>
    </w:p>
    <w:p w:rsidR="005B0556" w:rsidRDefault="005B0556" w:rsidP="00607E25">
      <w:pPr>
        <w:pStyle w:val="ConsPlusTitle"/>
        <w:jc w:val="center"/>
        <w:rPr>
          <w:sz w:val="28"/>
          <w:szCs w:val="28"/>
        </w:rPr>
      </w:pPr>
    </w:p>
    <w:p w:rsidR="005B0556" w:rsidRDefault="005B0556" w:rsidP="00607E25">
      <w:pPr>
        <w:pStyle w:val="ConsPlusTitle"/>
        <w:jc w:val="center"/>
        <w:rPr>
          <w:sz w:val="28"/>
          <w:szCs w:val="28"/>
        </w:rPr>
      </w:pPr>
    </w:p>
    <w:p w:rsidR="005B0556" w:rsidRPr="000F08F9" w:rsidRDefault="005B0556" w:rsidP="00607E25">
      <w:pPr>
        <w:pStyle w:val="ConsPlusTitle"/>
        <w:jc w:val="center"/>
        <w:rPr>
          <w:sz w:val="28"/>
          <w:szCs w:val="28"/>
        </w:rPr>
      </w:pPr>
      <w:r w:rsidRPr="000F08F9">
        <w:rPr>
          <w:sz w:val="28"/>
          <w:szCs w:val="28"/>
        </w:rPr>
        <w:t xml:space="preserve">О внесении изменений в </w:t>
      </w:r>
      <w:r>
        <w:rPr>
          <w:sz w:val="28"/>
          <w:szCs w:val="28"/>
        </w:rPr>
        <w:t>К</w:t>
      </w:r>
      <w:r w:rsidRPr="000F08F9">
        <w:rPr>
          <w:sz w:val="28"/>
          <w:szCs w:val="28"/>
        </w:rPr>
        <w:t xml:space="preserve">одекс </w:t>
      </w:r>
      <w:r>
        <w:rPr>
          <w:sz w:val="28"/>
          <w:szCs w:val="28"/>
        </w:rPr>
        <w:t>У</w:t>
      </w:r>
      <w:r w:rsidRPr="000F08F9">
        <w:rPr>
          <w:sz w:val="28"/>
          <w:szCs w:val="28"/>
        </w:rPr>
        <w:t>льяновской области</w:t>
      </w:r>
    </w:p>
    <w:p w:rsidR="005B0556" w:rsidRPr="000F08F9" w:rsidRDefault="005B0556" w:rsidP="00607E25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0F08F9">
        <w:rPr>
          <w:sz w:val="28"/>
          <w:szCs w:val="28"/>
        </w:rPr>
        <w:t>б административных правонарушениях</w:t>
      </w:r>
    </w:p>
    <w:p w:rsidR="005B0556" w:rsidRDefault="005B0556" w:rsidP="001A43A3">
      <w:pPr>
        <w:autoSpaceDE w:val="0"/>
        <w:autoSpaceDN w:val="0"/>
        <w:adjustRightInd w:val="0"/>
        <w:rPr>
          <w:sz w:val="28"/>
          <w:szCs w:val="28"/>
        </w:rPr>
      </w:pPr>
    </w:p>
    <w:p w:rsidR="005B0556" w:rsidRDefault="005B0556" w:rsidP="001A43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B0556" w:rsidRDefault="005B0556" w:rsidP="001A43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B0556" w:rsidRDefault="005B0556" w:rsidP="001A43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B0556" w:rsidRDefault="005B0556" w:rsidP="001A43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B0556" w:rsidRDefault="005B0556" w:rsidP="001A43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B0556" w:rsidRDefault="005B0556" w:rsidP="001A43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B0556" w:rsidRDefault="005B0556" w:rsidP="001A43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B0556" w:rsidRDefault="005B0556" w:rsidP="001A43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B0556" w:rsidRPr="000F08F9" w:rsidRDefault="005B0556" w:rsidP="001A43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B0556" w:rsidRPr="000F08F9" w:rsidRDefault="005B0556" w:rsidP="0065420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F08F9">
        <w:rPr>
          <w:sz w:val="28"/>
          <w:szCs w:val="28"/>
        </w:rPr>
        <w:t xml:space="preserve">Внести в </w:t>
      </w:r>
      <w:hyperlink r:id="rId7" w:history="1">
        <w:r w:rsidRPr="00357E21">
          <w:rPr>
            <w:sz w:val="28"/>
            <w:szCs w:val="28"/>
          </w:rPr>
          <w:t>Кодекс</w:t>
        </w:r>
      </w:hyperlink>
      <w:r w:rsidRPr="000F08F9">
        <w:rPr>
          <w:sz w:val="28"/>
          <w:szCs w:val="28"/>
        </w:rPr>
        <w:t xml:space="preserve"> Ульяновской области об административных правонарушениях («Ульянов</w:t>
      </w:r>
      <w:r>
        <w:rPr>
          <w:sz w:val="28"/>
          <w:szCs w:val="28"/>
        </w:rPr>
        <w:t>ская правда» от 04.03.2011 № 23;</w:t>
      </w:r>
      <w:r w:rsidRPr="000F08F9">
        <w:rPr>
          <w:sz w:val="28"/>
          <w:szCs w:val="28"/>
        </w:rPr>
        <w:t xml:space="preserve"> от 12.08.2011 № 89</w:t>
      </w:r>
      <w:r>
        <w:rPr>
          <w:sz w:val="28"/>
          <w:szCs w:val="28"/>
        </w:rPr>
        <w:t xml:space="preserve">; от 07.12.2011 № 138; </w:t>
      </w:r>
      <w:r w:rsidRPr="008C3D03">
        <w:rPr>
          <w:sz w:val="28"/>
          <w:szCs w:val="28"/>
        </w:rPr>
        <w:t>от 02.03.2012 № 22; от 06.04.2012 № 36; от 11.04.2012 № 38; от 27.04.2012 № 44; от 24.07.2012 № 78; от 10.10.2012 № 111; от 12.12.2012</w:t>
      </w:r>
      <w:r>
        <w:rPr>
          <w:sz w:val="28"/>
          <w:szCs w:val="28"/>
        </w:rPr>
        <w:br/>
        <w:t>№ 138-</w:t>
      </w:r>
      <w:r w:rsidRPr="008C3D03">
        <w:rPr>
          <w:sz w:val="28"/>
          <w:szCs w:val="28"/>
        </w:rPr>
        <w:t>139;</w:t>
      </w:r>
      <w:r>
        <w:rPr>
          <w:sz w:val="28"/>
          <w:szCs w:val="28"/>
        </w:rPr>
        <w:t xml:space="preserve"> от 08.02.2013 № 14; от 06.03.2013 № 25; от 07.09.2013 № 109;</w:t>
      </w:r>
      <w:r>
        <w:rPr>
          <w:sz w:val="28"/>
          <w:szCs w:val="28"/>
        </w:rPr>
        <w:br/>
        <w:t>от 08.11.2013 № 143</w:t>
      </w:r>
      <w:r w:rsidRPr="000F08F9">
        <w:rPr>
          <w:sz w:val="28"/>
          <w:szCs w:val="28"/>
        </w:rPr>
        <w:t>) следующие изменения:</w:t>
      </w:r>
    </w:p>
    <w:p w:rsidR="005B0556" w:rsidRPr="000F08F9" w:rsidRDefault="005B0556" w:rsidP="00654206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главу 3 д</w:t>
      </w:r>
      <w:r w:rsidRPr="000F08F9">
        <w:rPr>
          <w:sz w:val="28"/>
          <w:szCs w:val="28"/>
        </w:rPr>
        <w:t xml:space="preserve">ополнить статьёй </w:t>
      </w:r>
      <w:r>
        <w:rPr>
          <w:sz w:val="28"/>
          <w:szCs w:val="28"/>
        </w:rPr>
        <w:t>10</w:t>
      </w:r>
      <w:r>
        <w:rPr>
          <w:sz w:val="28"/>
          <w:szCs w:val="28"/>
          <w:vertAlign w:val="superscript"/>
        </w:rPr>
        <w:t>1</w:t>
      </w:r>
      <w:r w:rsidRPr="000F08F9">
        <w:rPr>
          <w:sz w:val="28"/>
          <w:szCs w:val="28"/>
        </w:rPr>
        <w:t xml:space="preserve"> следующего содержания:</w:t>
      </w:r>
    </w:p>
    <w:p w:rsidR="005B0556" w:rsidRPr="003F0CE7" w:rsidRDefault="005B0556" w:rsidP="00607E25">
      <w:pPr>
        <w:ind w:left="2410" w:hanging="1701"/>
        <w:jc w:val="both"/>
        <w:rPr>
          <w:b/>
          <w:sz w:val="28"/>
          <w:szCs w:val="28"/>
        </w:rPr>
      </w:pPr>
      <w:r w:rsidRPr="000F08F9">
        <w:rPr>
          <w:sz w:val="28"/>
          <w:szCs w:val="28"/>
        </w:rPr>
        <w:t>«</w:t>
      </w:r>
      <w:r w:rsidRPr="00E026E1">
        <w:rPr>
          <w:sz w:val="28"/>
          <w:szCs w:val="28"/>
        </w:rPr>
        <w:t xml:space="preserve">Статья </w:t>
      </w:r>
      <w:r>
        <w:rPr>
          <w:sz w:val="28"/>
          <w:szCs w:val="28"/>
        </w:rPr>
        <w:t>10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.  </w:t>
      </w:r>
      <w:r w:rsidRPr="00E026E1">
        <w:rPr>
          <w:sz w:val="28"/>
          <w:szCs w:val="28"/>
        </w:rPr>
        <w:t xml:space="preserve"> </w:t>
      </w:r>
      <w:r w:rsidRPr="003F0CE7">
        <w:rPr>
          <w:b/>
          <w:sz w:val="28"/>
          <w:szCs w:val="28"/>
        </w:rPr>
        <w:t xml:space="preserve">Размещение мусора, бытовых и промышленных отходов в местах, не соответствующих требованиям, установленным муниципальными нормативными правовыми актами </w:t>
      </w:r>
    </w:p>
    <w:p w:rsidR="005B0556" w:rsidRDefault="005B0556" w:rsidP="004907B1">
      <w:pPr>
        <w:spacing w:line="360" w:lineRule="auto"/>
        <w:ind w:left="2552" w:hanging="1843"/>
        <w:jc w:val="both"/>
        <w:rPr>
          <w:sz w:val="28"/>
          <w:szCs w:val="28"/>
        </w:rPr>
      </w:pPr>
    </w:p>
    <w:p w:rsidR="005B0556" w:rsidRDefault="005B0556" w:rsidP="0014663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Размещение мусора, бытовых и промышленных отходов в местах, не соответствующих требованиям, установленным муниципальными нормативными правовыми актами органов местного самоуправления городских округов и поселений Ульяновской области, принятыми (изданными) в пределах их полномочий, – </w:t>
      </w:r>
    </w:p>
    <w:p w:rsidR="005B0556" w:rsidRDefault="005B0556" w:rsidP="007861C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3047D">
        <w:rPr>
          <w:sz w:val="28"/>
          <w:szCs w:val="28"/>
        </w:rPr>
        <w:t xml:space="preserve">влечёт наложение административного штрафа на граждан в размере от двух </w:t>
      </w:r>
      <w:r>
        <w:rPr>
          <w:sz w:val="28"/>
          <w:szCs w:val="28"/>
        </w:rPr>
        <w:t xml:space="preserve">тысяч до четырёх </w:t>
      </w:r>
      <w:r w:rsidRPr="00D3047D">
        <w:rPr>
          <w:sz w:val="28"/>
          <w:szCs w:val="28"/>
        </w:rPr>
        <w:t>ты</w:t>
      </w:r>
      <w:r>
        <w:rPr>
          <w:sz w:val="28"/>
          <w:szCs w:val="28"/>
        </w:rPr>
        <w:t>сяч рублей; на должностных лиц –</w:t>
      </w:r>
      <w:r w:rsidRPr="00D3047D">
        <w:rPr>
          <w:sz w:val="28"/>
          <w:szCs w:val="28"/>
        </w:rPr>
        <w:t xml:space="preserve"> от десяти тысяч до двадцати ты</w:t>
      </w:r>
      <w:r>
        <w:rPr>
          <w:sz w:val="28"/>
          <w:szCs w:val="28"/>
        </w:rPr>
        <w:t>сяч рублей; на юридических лиц –</w:t>
      </w:r>
      <w:r w:rsidRPr="00D3047D">
        <w:rPr>
          <w:sz w:val="28"/>
          <w:szCs w:val="28"/>
        </w:rPr>
        <w:t xml:space="preserve"> от ста тысяч</w:t>
      </w:r>
      <w:r w:rsidRPr="009A3337">
        <w:rPr>
          <w:sz w:val="28"/>
          <w:szCs w:val="28"/>
        </w:rPr>
        <w:t xml:space="preserve"> до двухсот тысяч рублей.</w:t>
      </w:r>
      <w:r>
        <w:rPr>
          <w:sz w:val="28"/>
          <w:szCs w:val="28"/>
        </w:rPr>
        <w:t>»;</w:t>
      </w:r>
    </w:p>
    <w:p w:rsidR="005B0556" w:rsidRDefault="005B0556" w:rsidP="00FA664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A3337">
        <w:rPr>
          <w:sz w:val="28"/>
          <w:szCs w:val="28"/>
        </w:rPr>
        <w:t xml:space="preserve">2) </w:t>
      </w:r>
      <w:r w:rsidRPr="007861C2">
        <w:rPr>
          <w:sz w:val="28"/>
          <w:szCs w:val="28"/>
        </w:rPr>
        <w:t>статью 27</w:t>
      </w:r>
      <w:r>
        <w:rPr>
          <w:sz w:val="28"/>
          <w:szCs w:val="28"/>
        </w:rPr>
        <w:t xml:space="preserve"> после цифр «4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,</w:t>
      </w:r>
      <w:r w:rsidRPr="007861C2">
        <w:rPr>
          <w:sz w:val="28"/>
          <w:szCs w:val="28"/>
        </w:rPr>
        <w:t>» дополнить</w:t>
      </w:r>
      <w:r>
        <w:rPr>
          <w:sz w:val="28"/>
          <w:szCs w:val="28"/>
        </w:rPr>
        <w:t xml:space="preserve"> цифрами </w:t>
      </w:r>
      <w:r w:rsidRPr="0092058D">
        <w:rPr>
          <w:sz w:val="28"/>
          <w:szCs w:val="28"/>
        </w:rPr>
        <w:t>«</w:t>
      </w:r>
      <w:r>
        <w:rPr>
          <w:sz w:val="28"/>
          <w:szCs w:val="28"/>
        </w:rPr>
        <w:t>10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,</w:t>
      </w:r>
      <w:r w:rsidRPr="0092058D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5B0556" w:rsidRPr="004B465F" w:rsidRDefault="005B0556" w:rsidP="00CF68D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F0E81">
        <w:rPr>
          <w:sz w:val="28"/>
          <w:szCs w:val="28"/>
        </w:rPr>
        <w:t>3</w:t>
      </w:r>
      <w:r>
        <w:rPr>
          <w:sz w:val="28"/>
          <w:szCs w:val="28"/>
        </w:rPr>
        <w:t>) пункт 5</w:t>
      </w:r>
      <w:r>
        <w:rPr>
          <w:sz w:val="28"/>
          <w:szCs w:val="28"/>
          <w:vertAlign w:val="superscript"/>
        </w:rPr>
        <w:t xml:space="preserve">1 </w:t>
      </w:r>
      <w:r>
        <w:rPr>
          <w:sz w:val="28"/>
          <w:szCs w:val="28"/>
        </w:rPr>
        <w:t xml:space="preserve">части 2 статьи 36 </w:t>
      </w:r>
      <w:bookmarkStart w:id="0" w:name="_GoBack"/>
      <w:bookmarkEnd w:id="0"/>
      <w:r>
        <w:rPr>
          <w:sz w:val="28"/>
          <w:szCs w:val="28"/>
        </w:rPr>
        <w:t>после цифр «8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>» дополнить словами «и 10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».</w:t>
      </w:r>
    </w:p>
    <w:p w:rsidR="005B0556" w:rsidRDefault="005B0556" w:rsidP="006542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B0556" w:rsidRDefault="005B0556" w:rsidP="006542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B0556" w:rsidRPr="00745A24" w:rsidRDefault="005B0556" w:rsidP="006542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B0556" w:rsidRPr="002D1848" w:rsidRDefault="005B0556" w:rsidP="00654206">
      <w:pPr>
        <w:tabs>
          <w:tab w:val="left" w:pos="8100"/>
        </w:tabs>
        <w:jc w:val="both"/>
        <w:rPr>
          <w:b/>
          <w:bCs/>
          <w:sz w:val="28"/>
          <w:szCs w:val="28"/>
        </w:rPr>
      </w:pPr>
      <w:r w:rsidRPr="0005210B">
        <w:rPr>
          <w:b/>
          <w:bCs/>
          <w:sz w:val="28"/>
          <w:szCs w:val="28"/>
        </w:rPr>
        <w:t>Губернатор</w:t>
      </w:r>
      <w:r>
        <w:rPr>
          <w:b/>
          <w:bCs/>
          <w:sz w:val="28"/>
          <w:szCs w:val="28"/>
        </w:rPr>
        <w:t xml:space="preserve"> Ульяновской </w:t>
      </w:r>
      <w:r w:rsidRPr="0005210B">
        <w:rPr>
          <w:b/>
          <w:bCs/>
          <w:sz w:val="28"/>
          <w:szCs w:val="28"/>
        </w:rPr>
        <w:t xml:space="preserve">области </w:t>
      </w:r>
      <w:r>
        <w:rPr>
          <w:b/>
          <w:bCs/>
          <w:sz w:val="28"/>
          <w:szCs w:val="28"/>
        </w:rPr>
        <w:tab/>
        <w:t xml:space="preserve">  </w:t>
      </w:r>
      <w:r w:rsidRPr="0005210B">
        <w:rPr>
          <w:b/>
          <w:bCs/>
          <w:sz w:val="28"/>
          <w:szCs w:val="28"/>
        </w:rPr>
        <w:t>С.И.Морозов</w:t>
      </w:r>
    </w:p>
    <w:p w:rsidR="005B0556" w:rsidRDefault="005B0556" w:rsidP="00654206">
      <w:pPr>
        <w:rPr>
          <w:bCs/>
          <w:sz w:val="28"/>
          <w:szCs w:val="28"/>
        </w:rPr>
      </w:pPr>
    </w:p>
    <w:p w:rsidR="005B0556" w:rsidRDefault="005B0556" w:rsidP="00654206">
      <w:pPr>
        <w:spacing w:line="312" w:lineRule="auto"/>
        <w:jc w:val="center"/>
        <w:rPr>
          <w:bCs/>
          <w:sz w:val="28"/>
          <w:szCs w:val="28"/>
        </w:rPr>
      </w:pPr>
      <w:r w:rsidRPr="003F0453">
        <w:rPr>
          <w:bCs/>
          <w:sz w:val="28"/>
          <w:szCs w:val="28"/>
        </w:rPr>
        <w:t>г.</w:t>
      </w:r>
      <w:r>
        <w:rPr>
          <w:bCs/>
          <w:sz w:val="28"/>
          <w:szCs w:val="28"/>
        </w:rPr>
        <w:t xml:space="preserve"> </w:t>
      </w:r>
      <w:r w:rsidRPr="003F0453">
        <w:rPr>
          <w:bCs/>
          <w:sz w:val="28"/>
          <w:szCs w:val="28"/>
        </w:rPr>
        <w:t>Ульяновск</w:t>
      </w:r>
    </w:p>
    <w:p w:rsidR="005B0556" w:rsidRDefault="005B0556" w:rsidP="00654206">
      <w:pPr>
        <w:spacing w:line="312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27 декабря </w:t>
      </w:r>
      <w:smartTag w:uri="urn:schemas-microsoft-com:office:smarttags" w:element="metricconverter">
        <w:smartTagPr>
          <w:attr w:name="ProductID" w:val="2013 г"/>
        </w:smartTagPr>
        <w:r>
          <w:rPr>
            <w:bCs/>
            <w:sz w:val="28"/>
            <w:szCs w:val="28"/>
          </w:rPr>
          <w:t>2013 г</w:t>
        </w:r>
      </w:smartTag>
      <w:r>
        <w:rPr>
          <w:bCs/>
          <w:sz w:val="28"/>
          <w:szCs w:val="28"/>
        </w:rPr>
        <w:t>.</w:t>
      </w:r>
    </w:p>
    <w:p w:rsidR="005B0556" w:rsidRPr="003F0453" w:rsidRDefault="005B0556" w:rsidP="00654206">
      <w:pPr>
        <w:spacing w:line="312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№ 253 – ЗО</w:t>
      </w:r>
    </w:p>
    <w:sectPr w:rsidR="005B0556" w:rsidRPr="003F0453" w:rsidSect="00654206">
      <w:headerReference w:type="even" r:id="rId8"/>
      <w:headerReference w:type="default" r:id="rId9"/>
      <w:footerReference w:type="first" r:id="rId10"/>
      <w:pgSz w:w="11905" w:h="16838" w:code="9"/>
      <w:pgMar w:top="1134" w:right="567" w:bottom="1021" w:left="141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556" w:rsidRDefault="005B0556">
      <w:r>
        <w:separator/>
      </w:r>
    </w:p>
  </w:endnote>
  <w:endnote w:type="continuationSeparator" w:id="0">
    <w:p w:rsidR="005B0556" w:rsidRDefault="005B05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556" w:rsidRPr="00B86FE0" w:rsidRDefault="005B0556" w:rsidP="0032532F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2611ск2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556" w:rsidRDefault="005B0556">
      <w:r>
        <w:separator/>
      </w:r>
    </w:p>
  </w:footnote>
  <w:footnote w:type="continuationSeparator" w:id="0">
    <w:p w:rsidR="005B0556" w:rsidRDefault="005B05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556" w:rsidRDefault="005B0556" w:rsidP="007854A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B0556" w:rsidRDefault="005B055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556" w:rsidRPr="00B86FE0" w:rsidRDefault="005B0556" w:rsidP="00B86FE0">
    <w:pPr>
      <w:pStyle w:val="Header"/>
      <w:jc w:val="center"/>
      <w:rPr>
        <w:sz w:val="28"/>
        <w:szCs w:val="28"/>
      </w:rPr>
    </w:pPr>
    <w:r w:rsidRPr="004E0998">
      <w:rPr>
        <w:rStyle w:val="PageNumber"/>
        <w:sz w:val="28"/>
        <w:szCs w:val="28"/>
      </w:rPr>
      <w:fldChar w:fldCharType="begin"/>
    </w:r>
    <w:r w:rsidRPr="004E0998">
      <w:rPr>
        <w:rStyle w:val="PageNumber"/>
        <w:sz w:val="28"/>
        <w:szCs w:val="28"/>
      </w:rPr>
      <w:instrText xml:space="preserve">PAGE  </w:instrText>
    </w:r>
    <w:r w:rsidRPr="004E0998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4E0998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17C32"/>
    <w:multiLevelType w:val="hybridMultilevel"/>
    <w:tmpl w:val="B800840A"/>
    <w:lvl w:ilvl="0" w:tplc="CF081DF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9EA4EDA"/>
    <w:multiLevelType w:val="hybridMultilevel"/>
    <w:tmpl w:val="5AF85770"/>
    <w:lvl w:ilvl="0" w:tplc="C838BC3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2FC6"/>
    <w:rsid w:val="000006DF"/>
    <w:rsid w:val="0002061F"/>
    <w:rsid w:val="00023359"/>
    <w:rsid w:val="00025AF9"/>
    <w:rsid w:val="0002643C"/>
    <w:rsid w:val="00027B95"/>
    <w:rsid w:val="0003145E"/>
    <w:rsid w:val="00032867"/>
    <w:rsid w:val="0003290D"/>
    <w:rsid w:val="00032BEC"/>
    <w:rsid w:val="000348B5"/>
    <w:rsid w:val="00035DFF"/>
    <w:rsid w:val="00037655"/>
    <w:rsid w:val="00044163"/>
    <w:rsid w:val="0005210B"/>
    <w:rsid w:val="000662D2"/>
    <w:rsid w:val="000721E1"/>
    <w:rsid w:val="00082C35"/>
    <w:rsid w:val="0008714D"/>
    <w:rsid w:val="00087E9C"/>
    <w:rsid w:val="00097B4C"/>
    <w:rsid w:val="000A29EF"/>
    <w:rsid w:val="000A2E74"/>
    <w:rsid w:val="000A742D"/>
    <w:rsid w:val="000B0FE5"/>
    <w:rsid w:val="000C2ACA"/>
    <w:rsid w:val="000C7B38"/>
    <w:rsid w:val="000D3B37"/>
    <w:rsid w:val="000D4DD6"/>
    <w:rsid w:val="000E34E4"/>
    <w:rsid w:val="000E5394"/>
    <w:rsid w:val="000E6255"/>
    <w:rsid w:val="000F08F9"/>
    <w:rsid w:val="00100119"/>
    <w:rsid w:val="001037EE"/>
    <w:rsid w:val="0010528E"/>
    <w:rsid w:val="00113041"/>
    <w:rsid w:val="00115BB1"/>
    <w:rsid w:val="0012735B"/>
    <w:rsid w:val="0014270F"/>
    <w:rsid w:val="00145697"/>
    <w:rsid w:val="00145BCD"/>
    <w:rsid w:val="0014663B"/>
    <w:rsid w:val="00160AA3"/>
    <w:rsid w:val="00174CE5"/>
    <w:rsid w:val="00177F16"/>
    <w:rsid w:val="001854E7"/>
    <w:rsid w:val="001956A0"/>
    <w:rsid w:val="001961F1"/>
    <w:rsid w:val="001A2861"/>
    <w:rsid w:val="001A43A3"/>
    <w:rsid w:val="001A5B8D"/>
    <w:rsid w:val="001B2C0D"/>
    <w:rsid w:val="001B58DF"/>
    <w:rsid w:val="001E350A"/>
    <w:rsid w:val="00216D63"/>
    <w:rsid w:val="00223FF5"/>
    <w:rsid w:val="00226135"/>
    <w:rsid w:val="00232BE4"/>
    <w:rsid w:val="00236D05"/>
    <w:rsid w:val="00260EF1"/>
    <w:rsid w:val="00264D24"/>
    <w:rsid w:val="0026541E"/>
    <w:rsid w:val="002660D9"/>
    <w:rsid w:val="002679FC"/>
    <w:rsid w:val="002753A2"/>
    <w:rsid w:val="002842CC"/>
    <w:rsid w:val="002916D8"/>
    <w:rsid w:val="002A31DD"/>
    <w:rsid w:val="002A524B"/>
    <w:rsid w:val="002B5BF8"/>
    <w:rsid w:val="002C2227"/>
    <w:rsid w:val="002C2564"/>
    <w:rsid w:val="002C3DCA"/>
    <w:rsid w:val="002C6A36"/>
    <w:rsid w:val="002D1848"/>
    <w:rsid w:val="002D4229"/>
    <w:rsid w:val="002D777B"/>
    <w:rsid w:val="002E4A3D"/>
    <w:rsid w:val="002E7C36"/>
    <w:rsid w:val="002F3364"/>
    <w:rsid w:val="00303E94"/>
    <w:rsid w:val="003060FB"/>
    <w:rsid w:val="00307684"/>
    <w:rsid w:val="00314314"/>
    <w:rsid w:val="003216B1"/>
    <w:rsid w:val="00321BF7"/>
    <w:rsid w:val="0032532F"/>
    <w:rsid w:val="00344FD3"/>
    <w:rsid w:val="003468F6"/>
    <w:rsid w:val="00350EB8"/>
    <w:rsid w:val="00352A80"/>
    <w:rsid w:val="00357E21"/>
    <w:rsid w:val="0036435C"/>
    <w:rsid w:val="00374C55"/>
    <w:rsid w:val="00376B69"/>
    <w:rsid w:val="00383CD4"/>
    <w:rsid w:val="003B246A"/>
    <w:rsid w:val="003B4F6C"/>
    <w:rsid w:val="003B5313"/>
    <w:rsid w:val="003B6CC8"/>
    <w:rsid w:val="003C21E5"/>
    <w:rsid w:val="003C4230"/>
    <w:rsid w:val="003E1DC8"/>
    <w:rsid w:val="003E7896"/>
    <w:rsid w:val="003F0453"/>
    <w:rsid w:val="003F0CE7"/>
    <w:rsid w:val="003F1C6D"/>
    <w:rsid w:val="003F41EF"/>
    <w:rsid w:val="00400087"/>
    <w:rsid w:val="00401CF7"/>
    <w:rsid w:val="00403810"/>
    <w:rsid w:val="00403E7F"/>
    <w:rsid w:val="00403F82"/>
    <w:rsid w:val="0040405C"/>
    <w:rsid w:val="00423A83"/>
    <w:rsid w:val="00427ADB"/>
    <w:rsid w:val="00436770"/>
    <w:rsid w:val="00436F66"/>
    <w:rsid w:val="00444224"/>
    <w:rsid w:val="00462F7C"/>
    <w:rsid w:val="00466131"/>
    <w:rsid w:val="0047262F"/>
    <w:rsid w:val="00474430"/>
    <w:rsid w:val="004746A5"/>
    <w:rsid w:val="0047513E"/>
    <w:rsid w:val="00481402"/>
    <w:rsid w:val="004907B1"/>
    <w:rsid w:val="00491098"/>
    <w:rsid w:val="0049389D"/>
    <w:rsid w:val="004B2575"/>
    <w:rsid w:val="004B2578"/>
    <w:rsid w:val="004B465F"/>
    <w:rsid w:val="004B4F40"/>
    <w:rsid w:val="004D5295"/>
    <w:rsid w:val="004E0998"/>
    <w:rsid w:val="004F1E41"/>
    <w:rsid w:val="004F2E34"/>
    <w:rsid w:val="004F3598"/>
    <w:rsid w:val="004F3A3D"/>
    <w:rsid w:val="0050706F"/>
    <w:rsid w:val="00526751"/>
    <w:rsid w:val="005271FF"/>
    <w:rsid w:val="00530110"/>
    <w:rsid w:val="00562679"/>
    <w:rsid w:val="00564066"/>
    <w:rsid w:val="005644EA"/>
    <w:rsid w:val="00582CD8"/>
    <w:rsid w:val="0058555D"/>
    <w:rsid w:val="00593C2A"/>
    <w:rsid w:val="00593EC7"/>
    <w:rsid w:val="00593EEB"/>
    <w:rsid w:val="00595665"/>
    <w:rsid w:val="005A3B67"/>
    <w:rsid w:val="005B0556"/>
    <w:rsid w:val="005B4890"/>
    <w:rsid w:val="005C3D94"/>
    <w:rsid w:val="005E1963"/>
    <w:rsid w:val="005E52CC"/>
    <w:rsid w:val="005F1DAE"/>
    <w:rsid w:val="005F3495"/>
    <w:rsid w:val="005F7BAE"/>
    <w:rsid w:val="0060073A"/>
    <w:rsid w:val="00607E25"/>
    <w:rsid w:val="00617EC5"/>
    <w:rsid w:val="00620362"/>
    <w:rsid w:val="00646BDD"/>
    <w:rsid w:val="00647008"/>
    <w:rsid w:val="00654206"/>
    <w:rsid w:val="00661BE8"/>
    <w:rsid w:val="006632D0"/>
    <w:rsid w:val="006675A1"/>
    <w:rsid w:val="006715AC"/>
    <w:rsid w:val="00672387"/>
    <w:rsid w:val="00677DCE"/>
    <w:rsid w:val="00682448"/>
    <w:rsid w:val="00686453"/>
    <w:rsid w:val="00690D73"/>
    <w:rsid w:val="00693223"/>
    <w:rsid w:val="00693DB3"/>
    <w:rsid w:val="00697F7E"/>
    <w:rsid w:val="006A763F"/>
    <w:rsid w:val="006F4B48"/>
    <w:rsid w:val="00706C36"/>
    <w:rsid w:val="0070704B"/>
    <w:rsid w:val="00713F43"/>
    <w:rsid w:val="00715F8F"/>
    <w:rsid w:val="0071686D"/>
    <w:rsid w:val="007200FC"/>
    <w:rsid w:val="007240E2"/>
    <w:rsid w:val="00725978"/>
    <w:rsid w:val="00741A68"/>
    <w:rsid w:val="00745A24"/>
    <w:rsid w:val="0075184C"/>
    <w:rsid w:val="00757BB2"/>
    <w:rsid w:val="0076252F"/>
    <w:rsid w:val="0077147E"/>
    <w:rsid w:val="007854A8"/>
    <w:rsid w:val="007861C2"/>
    <w:rsid w:val="00793554"/>
    <w:rsid w:val="007935F2"/>
    <w:rsid w:val="00795853"/>
    <w:rsid w:val="00795AB4"/>
    <w:rsid w:val="007A0A82"/>
    <w:rsid w:val="007B7556"/>
    <w:rsid w:val="007B7C1A"/>
    <w:rsid w:val="007C19E5"/>
    <w:rsid w:val="007E5350"/>
    <w:rsid w:val="007F02AE"/>
    <w:rsid w:val="007F0E81"/>
    <w:rsid w:val="007F0E85"/>
    <w:rsid w:val="007F775A"/>
    <w:rsid w:val="00800CAD"/>
    <w:rsid w:val="00820F86"/>
    <w:rsid w:val="008337EA"/>
    <w:rsid w:val="00835BDB"/>
    <w:rsid w:val="00842D30"/>
    <w:rsid w:val="008449F7"/>
    <w:rsid w:val="00846C9C"/>
    <w:rsid w:val="00847CEB"/>
    <w:rsid w:val="008517C3"/>
    <w:rsid w:val="00863C76"/>
    <w:rsid w:val="00865D09"/>
    <w:rsid w:val="0087398B"/>
    <w:rsid w:val="0088761B"/>
    <w:rsid w:val="00896244"/>
    <w:rsid w:val="008A22AD"/>
    <w:rsid w:val="008A33CB"/>
    <w:rsid w:val="008A5B3D"/>
    <w:rsid w:val="008B159E"/>
    <w:rsid w:val="008B3DA7"/>
    <w:rsid w:val="008C3D03"/>
    <w:rsid w:val="008C5888"/>
    <w:rsid w:val="008D33CD"/>
    <w:rsid w:val="008D36C4"/>
    <w:rsid w:val="008D54F9"/>
    <w:rsid w:val="008D6121"/>
    <w:rsid w:val="008F7A91"/>
    <w:rsid w:val="0090478F"/>
    <w:rsid w:val="00904D30"/>
    <w:rsid w:val="00910903"/>
    <w:rsid w:val="00911075"/>
    <w:rsid w:val="009127BD"/>
    <w:rsid w:val="009172ED"/>
    <w:rsid w:val="0092058D"/>
    <w:rsid w:val="009231FB"/>
    <w:rsid w:val="00930992"/>
    <w:rsid w:val="009309FB"/>
    <w:rsid w:val="0093454E"/>
    <w:rsid w:val="00937B9C"/>
    <w:rsid w:val="009555F1"/>
    <w:rsid w:val="00961963"/>
    <w:rsid w:val="00964183"/>
    <w:rsid w:val="00976A86"/>
    <w:rsid w:val="00981521"/>
    <w:rsid w:val="00981552"/>
    <w:rsid w:val="00994A29"/>
    <w:rsid w:val="00995ECA"/>
    <w:rsid w:val="009A3337"/>
    <w:rsid w:val="009A7D43"/>
    <w:rsid w:val="009B03EE"/>
    <w:rsid w:val="009B531D"/>
    <w:rsid w:val="009B54F2"/>
    <w:rsid w:val="009C2754"/>
    <w:rsid w:val="009C5663"/>
    <w:rsid w:val="009E4892"/>
    <w:rsid w:val="009E54A3"/>
    <w:rsid w:val="009E75EA"/>
    <w:rsid w:val="009F6366"/>
    <w:rsid w:val="00A1054E"/>
    <w:rsid w:val="00A113F0"/>
    <w:rsid w:val="00A1744A"/>
    <w:rsid w:val="00A27D4C"/>
    <w:rsid w:val="00A422E2"/>
    <w:rsid w:val="00A44FA6"/>
    <w:rsid w:val="00A56C47"/>
    <w:rsid w:val="00A6009B"/>
    <w:rsid w:val="00A62AA8"/>
    <w:rsid w:val="00A644F8"/>
    <w:rsid w:val="00A646F6"/>
    <w:rsid w:val="00A65DA0"/>
    <w:rsid w:val="00A754CB"/>
    <w:rsid w:val="00A80114"/>
    <w:rsid w:val="00A80CC2"/>
    <w:rsid w:val="00A81E31"/>
    <w:rsid w:val="00A85363"/>
    <w:rsid w:val="00A85ACF"/>
    <w:rsid w:val="00AA150D"/>
    <w:rsid w:val="00AD69EA"/>
    <w:rsid w:val="00AE0C52"/>
    <w:rsid w:val="00AE1C01"/>
    <w:rsid w:val="00AF440D"/>
    <w:rsid w:val="00AF6BE3"/>
    <w:rsid w:val="00B079B3"/>
    <w:rsid w:val="00B1026B"/>
    <w:rsid w:val="00B102DB"/>
    <w:rsid w:val="00B14C75"/>
    <w:rsid w:val="00B16BA4"/>
    <w:rsid w:val="00B173E3"/>
    <w:rsid w:val="00B25D0C"/>
    <w:rsid w:val="00B34E94"/>
    <w:rsid w:val="00B3599D"/>
    <w:rsid w:val="00B41F56"/>
    <w:rsid w:val="00B466BC"/>
    <w:rsid w:val="00B478B2"/>
    <w:rsid w:val="00B55F9E"/>
    <w:rsid w:val="00B6137E"/>
    <w:rsid w:val="00B61B20"/>
    <w:rsid w:val="00B661C6"/>
    <w:rsid w:val="00B72670"/>
    <w:rsid w:val="00B76C86"/>
    <w:rsid w:val="00B828FF"/>
    <w:rsid w:val="00B86FE0"/>
    <w:rsid w:val="00B92B18"/>
    <w:rsid w:val="00B94DCE"/>
    <w:rsid w:val="00BA0813"/>
    <w:rsid w:val="00BA2FDB"/>
    <w:rsid w:val="00BA3078"/>
    <w:rsid w:val="00BB32FD"/>
    <w:rsid w:val="00BD5F69"/>
    <w:rsid w:val="00BF247A"/>
    <w:rsid w:val="00BF6DBA"/>
    <w:rsid w:val="00C04FFC"/>
    <w:rsid w:val="00C06A2A"/>
    <w:rsid w:val="00C06BDE"/>
    <w:rsid w:val="00C0720C"/>
    <w:rsid w:val="00C13DDD"/>
    <w:rsid w:val="00C40870"/>
    <w:rsid w:val="00C73B00"/>
    <w:rsid w:val="00C800BD"/>
    <w:rsid w:val="00C815ED"/>
    <w:rsid w:val="00C9194A"/>
    <w:rsid w:val="00C9204C"/>
    <w:rsid w:val="00C95EA2"/>
    <w:rsid w:val="00CA10C6"/>
    <w:rsid w:val="00CA3348"/>
    <w:rsid w:val="00CA5606"/>
    <w:rsid w:val="00CA775A"/>
    <w:rsid w:val="00CB08EA"/>
    <w:rsid w:val="00CB3141"/>
    <w:rsid w:val="00CC4131"/>
    <w:rsid w:val="00CC50E7"/>
    <w:rsid w:val="00CD4280"/>
    <w:rsid w:val="00CD47AB"/>
    <w:rsid w:val="00CE4C70"/>
    <w:rsid w:val="00CF68D3"/>
    <w:rsid w:val="00D05437"/>
    <w:rsid w:val="00D07F4A"/>
    <w:rsid w:val="00D1053E"/>
    <w:rsid w:val="00D127EE"/>
    <w:rsid w:val="00D2343E"/>
    <w:rsid w:val="00D25CAD"/>
    <w:rsid w:val="00D3047D"/>
    <w:rsid w:val="00D311E4"/>
    <w:rsid w:val="00D34051"/>
    <w:rsid w:val="00D634F6"/>
    <w:rsid w:val="00D63C0F"/>
    <w:rsid w:val="00D669AC"/>
    <w:rsid w:val="00D67DAA"/>
    <w:rsid w:val="00D71E0B"/>
    <w:rsid w:val="00D74B98"/>
    <w:rsid w:val="00D824BC"/>
    <w:rsid w:val="00D84A6B"/>
    <w:rsid w:val="00D86218"/>
    <w:rsid w:val="00D952C2"/>
    <w:rsid w:val="00DA1D26"/>
    <w:rsid w:val="00DA4067"/>
    <w:rsid w:val="00DA53BA"/>
    <w:rsid w:val="00DB2C7E"/>
    <w:rsid w:val="00DB324D"/>
    <w:rsid w:val="00DB43E6"/>
    <w:rsid w:val="00DC0850"/>
    <w:rsid w:val="00DC73D8"/>
    <w:rsid w:val="00DE4073"/>
    <w:rsid w:val="00DF639D"/>
    <w:rsid w:val="00E026E1"/>
    <w:rsid w:val="00E072C9"/>
    <w:rsid w:val="00E11425"/>
    <w:rsid w:val="00E12987"/>
    <w:rsid w:val="00E161DA"/>
    <w:rsid w:val="00E2423A"/>
    <w:rsid w:val="00E273A1"/>
    <w:rsid w:val="00E27483"/>
    <w:rsid w:val="00E35AB4"/>
    <w:rsid w:val="00E372D0"/>
    <w:rsid w:val="00E606A8"/>
    <w:rsid w:val="00E60D5A"/>
    <w:rsid w:val="00E6461E"/>
    <w:rsid w:val="00E705D3"/>
    <w:rsid w:val="00E71159"/>
    <w:rsid w:val="00E745E6"/>
    <w:rsid w:val="00E8491D"/>
    <w:rsid w:val="00E9301E"/>
    <w:rsid w:val="00E97644"/>
    <w:rsid w:val="00E976F0"/>
    <w:rsid w:val="00EA5011"/>
    <w:rsid w:val="00EB4978"/>
    <w:rsid w:val="00EC2FC6"/>
    <w:rsid w:val="00EC35E4"/>
    <w:rsid w:val="00EF0342"/>
    <w:rsid w:val="00EF409D"/>
    <w:rsid w:val="00EF668A"/>
    <w:rsid w:val="00EF6B07"/>
    <w:rsid w:val="00F03051"/>
    <w:rsid w:val="00F05552"/>
    <w:rsid w:val="00F05ACD"/>
    <w:rsid w:val="00F21B47"/>
    <w:rsid w:val="00F41F98"/>
    <w:rsid w:val="00F479C5"/>
    <w:rsid w:val="00F561FD"/>
    <w:rsid w:val="00F701D4"/>
    <w:rsid w:val="00F72123"/>
    <w:rsid w:val="00F83792"/>
    <w:rsid w:val="00F93851"/>
    <w:rsid w:val="00F94CBD"/>
    <w:rsid w:val="00F95DCE"/>
    <w:rsid w:val="00F967E7"/>
    <w:rsid w:val="00FA6642"/>
    <w:rsid w:val="00FA70A3"/>
    <w:rsid w:val="00FB213A"/>
    <w:rsid w:val="00FB5AA8"/>
    <w:rsid w:val="00FC0642"/>
    <w:rsid w:val="00FC4110"/>
    <w:rsid w:val="00FF4B1D"/>
    <w:rsid w:val="00FF5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AB4"/>
    <w:rPr>
      <w:sz w:val="24"/>
      <w:szCs w:val="24"/>
    </w:rPr>
  </w:style>
  <w:style w:type="paragraph" w:styleId="Heading3">
    <w:name w:val="heading 3"/>
    <w:basedOn w:val="Normal"/>
    <w:link w:val="Heading3Char"/>
    <w:uiPriority w:val="99"/>
    <w:qFormat/>
    <w:rsid w:val="00EC2FC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5C0964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ormalWeb">
    <w:name w:val="Normal (Web)"/>
    <w:basedOn w:val="Normal"/>
    <w:uiPriority w:val="99"/>
    <w:rsid w:val="00EC2FC6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EC2F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964"/>
    <w:rPr>
      <w:sz w:val="0"/>
      <w:szCs w:val="0"/>
    </w:rPr>
  </w:style>
  <w:style w:type="paragraph" w:customStyle="1" w:styleId="ConsPlusTitle">
    <w:name w:val="ConsPlusTitle"/>
    <w:uiPriority w:val="99"/>
    <w:rsid w:val="00DB324D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grame">
    <w:name w:val="grame"/>
    <w:basedOn w:val="DefaultParagraphFont"/>
    <w:uiPriority w:val="99"/>
    <w:rsid w:val="00444224"/>
    <w:rPr>
      <w:rFonts w:cs="Times New Roman"/>
    </w:rPr>
  </w:style>
  <w:style w:type="paragraph" w:styleId="Header">
    <w:name w:val="header"/>
    <w:basedOn w:val="Normal"/>
    <w:link w:val="HeaderChar"/>
    <w:uiPriority w:val="99"/>
    <w:rsid w:val="00087E9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C0964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087E9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E099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E0998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2E4A3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29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3E6A654531F30DA29BFCA3AC16100496DE7788570EF2CDF618540A5C2FD6E08kCGA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2</Pages>
  <Words>238</Words>
  <Characters>1360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AleevaLR</dc:creator>
  <cp:keywords/>
  <dc:description/>
  <cp:lastModifiedBy>user</cp:lastModifiedBy>
  <cp:revision>12</cp:revision>
  <cp:lastPrinted>2013-12-11T12:05:00Z</cp:lastPrinted>
  <dcterms:created xsi:type="dcterms:W3CDTF">2013-11-26T06:45:00Z</dcterms:created>
  <dcterms:modified xsi:type="dcterms:W3CDTF">2014-01-09T05:48:00Z</dcterms:modified>
</cp:coreProperties>
</file>