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4E26" w:rsidRPr="001E32F1" w:rsidRDefault="00FE4E26" w:rsidP="00F813E8">
      <w:pPr>
        <w:pStyle w:val="ConsPlusTitle"/>
        <w:widowControl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Закон Ульяновской области</w:t>
      </w:r>
    </w:p>
    <w:p w:rsidR="00FE4E26" w:rsidRDefault="00FE4E26" w:rsidP="00F813E8">
      <w:pPr>
        <w:pStyle w:val="ConsPlusTitle"/>
        <w:widowControl/>
        <w:jc w:val="center"/>
        <w:outlineLvl w:val="0"/>
        <w:rPr>
          <w:sz w:val="28"/>
          <w:szCs w:val="28"/>
        </w:rPr>
      </w:pPr>
    </w:p>
    <w:p w:rsidR="00FE4E26" w:rsidRDefault="00FE4E26" w:rsidP="00F813E8">
      <w:pPr>
        <w:pStyle w:val="ConsPlusTitle"/>
        <w:widowControl/>
        <w:jc w:val="center"/>
        <w:outlineLvl w:val="0"/>
        <w:rPr>
          <w:sz w:val="28"/>
          <w:szCs w:val="28"/>
        </w:rPr>
      </w:pPr>
    </w:p>
    <w:p w:rsidR="00FE4E26" w:rsidRPr="001E32F1" w:rsidRDefault="00FE4E26" w:rsidP="00F813E8">
      <w:pPr>
        <w:pStyle w:val="ConsPlusTitle"/>
        <w:widowControl/>
        <w:jc w:val="center"/>
        <w:outlineLvl w:val="0"/>
        <w:rPr>
          <w:szCs w:val="28"/>
        </w:rPr>
      </w:pPr>
    </w:p>
    <w:p w:rsidR="00FE4E26" w:rsidRPr="001E32F1" w:rsidRDefault="00FE4E26" w:rsidP="00F813E8">
      <w:pPr>
        <w:pStyle w:val="ConsPlusTitle"/>
        <w:widowControl/>
        <w:outlineLvl w:val="0"/>
        <w:rPr>
          <w:sz w:val="28"/>
          <w:szCs w:val="28"/>
        </w:rPr>
      </w:pPr>
    </w:p>
    <w:p w:rsidR="00FE4E26" w:rsidRPr="001E32F1" w:rsidRDefault="00FE4E26" w:rsidP="001D42E5">
      <w:pPr>
        <w:pStyle w:val="ConsPlusTitle"/>
        <w:widowControl/>
        <w:jc w:val="center"/>
        <w:outlineLvl w:val="0"/>
        <w:rPr>
          <w:sz w:val="28"/>
          <w:szCs w:val="28"/>
        </w:rPr>
      </w:pPr>
      <w:bookmarkStart w:id="0" w:name="_GoBack"/>
      <w:r w:rsidRPr="001E32F1">
        <w:rPr>
          <w:sz w:val="28"/>
          <w:szCs w:val="28"/>
        </w:rPr>
        <w:t xml:space="preserve">О внесении изменения </w:t>
      </w:r>
      <w:bookmarkEnd w:id="0"/>
      <w:r w:rsidRPr="001E32F1">
        <w:rPr>
          <w:sz w:val="28"/>
          <w:szCs w:val="28"/>
        </w:rPr>
        <w:t xml:space="preserve">в статью 7 Закона Ульяновской области </w:t>
      </w:r>
    </w:p>
    <w:p w:rsidR="00FE4E26" w:rsidRPr="001E32F1" w:rsidRDefault="00FE4E26" w:rsidP="00E00567">
      <w:pPr>
        <w:pStyle w:val="ConsPlusTitle"/>
        <w:widowControl/>
        <w:ind w:firstLine="539"/>
        <w:jc w:val="center"/>
        <w:outlineLvl w:val="0"/>
        <w:rPr>
          <w:sz w:val="28"/>
          <w:szCs w:val="28"/>
        </w:rPr>
      </w:pPr>
      <w:r w:rsidRPr="001E32F1">
        <w:rPr>
          <w:sz w:val="28"/>
          <w:szCs w:val="28"/>
        </w:rPr>
        <w:t>«О Правительстве Ульяновской области»</w:t>
      </w:r>
    </w:p>
    <w:p w:rsidR="00FE4E26" w:rsidRPr="001E32F1" w:rsidRDefault="00FE4E26" w:rsidP="001158AA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FE4E26" w:rsidRPr="001E32F1" w:rsidRDefault="00FE4E26" w:rsidP="00544363">
      <w:pPr>
        <w:autoSpaceDE w:val="0"/>
        <w:autoSpaceDN w:val="0"/>
        <w:adjustRightInd w:val="0"/>
        <w:jc w:val="center"/>
        <w:outlineLvl w:val="0"/>
        <w:rPr>
          <w:i/>
          <w:sz w:val="28"/>
          <w:szCs w:val="28"/>
        </w:rPr>
      </w:pPr>
    </w:p>
    <w:p w:rsidR="00FE4E26" w:rsidRPr="001E32F1" w:rsidRDefault="00FE4E26" w:rsidP="00544363">
      <w:pPr>
        <w:autoSpaceDE w:val="0"/>
        <w:autoSpaceDN w:val="0"/>
        <w:adjustRightInd w:val="0"/>
        <w:jc w:val="center"/>
        <w:outlineLvl w:val="0"/>
        <w:rPr>
          <w:i/>
          <w:sz w:val="28"/>
          <w:szCs w:val="28"/>
        </w:rPr>
      </w:pPr>
    </w:p>
    <w:p w:rsidR="00FE4E26" w:rsidRPr="001E32F1" w:rsidRDefault="00FE4E26" w:rsidP="00544363">
      <w:pPr>
        <w:autoSpaceDE w:val="0"/>
        <w:autoSpaceDN w:val="0"/>
        <w:adjustRightInd w:val="0"/>
        <w:jc w:val="center"/>
        <w:outlineLvl w:val="0"/>
        <w:rPr>
          <w:i/>
          <w:sz w:val="28"/>
          <w:szCs w:val="28"/>
        </w:rPr>
      </w:pPr>
    </w:p>
    <w:p w:rsidR="00FE4E26" w:rsidRPr="001E32F1" w:rsidRDefault="00FE4E26" w:rsidP="00544363">
      <w:pPr>
        <w:autoSpaceDE w:val="0"/>
        <w:autoSpaceDN w:val="0"/>
        <w:adjustRightInd w:val="0"/>
        <w:jc w:val="center"/>
        <w:outlineLvl w:val="0"/>
        <w:rPr>
          <w:i/>
          <w:sz w:val="28"/>
          <w:szCs w:val="28"/>
        </w:rPr>
      </w:pPr>
    </w:p>
    <w:p w:rsidR="00FE4E26" w:rsidRPr="001E32F1" w:rsidRDefault="00FE4E26" w:rsidP="00544363">
      <w:pPr>
        <w:autoSpaceDE w:val="0"/>
        <w:autoSpaceDN w:val="0"/>
        <w:adjustRightInd w:val="0"/>
        <w:jc w:val="center"/>
        <w:outlineLvl w:val="0"/>
        <w:rPr>
          <w:i/>
          <w:sz w:val="28"/>
          <w:szCs w:val="28"/>
        </w:rPr>
      </w:pPr>
    </w:p>
    <w:p w:rsidR="00FE4E26" w:rsidRPr="001E32F1" w:rsidRDefault="00FE4E26" w:rsidP="00544363">
      <w:pPr>
        <w:autoSpaceDE w:val="0"/>
        <w:autoSpaceDN w:val="0"/>
        <w:adjustRightInd w:val="0"/>
        <w:jc w:val="center"/>
        <w:outlineLvl w:val="0"/>
        <w:rPr>
          <w:i/>
          <w:sz w:val="28"/>
          <w:szCs w:val="28"/>
        </w:rPr>
      </w:pPr>
    </w:p>
    <w:p w:rsidR="00FE4E26" w:rsidRDefault="00FE4E26" w:rsidP="00544363">
      <w:pPr>
        <w:autoSpaceDE w:val="0"/>
        <w:autoSpaceDN w:val="0"/>
        <w:adjustRightInd w:val="0"/>
        <w:jc w:val="center"/>
        <w:outlineLvl w:val="0"/>
        <w:rPr>
          <w:i/>
          <w:sz w:val="28"/>
          <w:szCs w:val="28"/>
        </w:rPr>
      </w:pPr>
    </w:p>
    <w:p w:rsidR="00FE4E26" w:rsidRPr="001E32F1" w:rsidRDefault="00FE4E26" w:rsidP="00544363">
      <w:pPr>
        <w:autoSpaceDE w:val="0"/>
        <w:autoSpaceDN w:val="0"/>
        <w:adjustRightInd w:val="0"/>
        <w:jc w:val="center"/>
        <w:outlineLvl w:val="0"/>
        <w:rPr>
          <w:i/>
          <w:sz w:val="28"/>
          <w:szCs w:val="28"/>
        </w:rPr>
      </w:pPr>
    </w:p>
    <w:p w:rsidR="00FE4E26" w:rsidRPr="001E32F1" w:rsidRDefault="00FE4E26" w:rsidP="001E32F1">
      <w:pPr>
        <w:autoSpaceDE w:val="0"/>
        <w:autoSpaceDN w:val="0"/>
        <w:adjustRightInd w:val="0"/>
        <w:spacing w:line="365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1E32F1">
        <w:rPr>
          <w:sz w:val="28"/>
          <w:szCs w:val="28"/>
        </w:rPr>
        <w:t xml:space="preserve">Внести в статью 7 Закона Ульяновской области от 9 июня 2005 года           № 043-ЗО «О Правительстве Ульяновской области» («Ульяновская правда» </w:t>
      </w:r>
      <w:r>
        <w:rPr>
          <w:sz w:val="28"/>
          <w:szCs w:val="28"/>
        </w:rPr>
        <w:br/>
      </w:r>
      <w:r w:rsidRPr="001E32F1">
        <w:rPr>
          <w:sz w:val="28"/>
          <w:szCs w:val="28"/>
        </w:rPr>
        <w:t xml:space="preserve">от 15.06.2005 № 60; от 09.12.2005 № 114; от 05.04.2006 № 23; от 10.06.2006 № 43; от 08.11.2006 № 86; от 09.12.2006 № 97; от 05.05.2007 № 37; от 09.06.2007 № 47; от 13.11.2007 № 96; от 22.12.2007 № 110; от 23.04.2008 № 35; от 13.06.2008 № 48; от 07.11.2008 № 91; от 19.12.2008 № 103; от 06.03.2009 № 17; от 30.04.2009 № 33; от 05.08.2009 № 63; от 04.12.2009 № 97; от 10.03.2010 № 17; от 12.05.2010 </w:t>
      </w:r>
      <w:r>
        <w:rPr>
          <w:sz w:val="28"/>
          <w:szCs w:val="28"/>
        </w:rPr>
        <w:br/>
      </w:r>
      <w:r w:rsidRPr="001E32F1">
        <w:rPr>
          <w:sz w:val="28"/>
          <w:szCs w:val="28"/>
        </w:rPr>
        <w:t xml:space="preserve">№ 35-36; от 09.10.2010 № 83; от 22.10.2010 № 87; от 06.05.2011 № 48; </w:t>
      </w:r>
      <w:r>
        <w:rPr>
          <w:sz w:val="28"/>
          <w:szCs w:val="28"/>
        </w:rPr>
        <w:br/>
      </w:r>
      <w:r w:rsidRPr="001E32F1">
        <w:rPr>
          <w:sz w:val="28"/>
          <w:szCs w:val="28"/>
        </w:rPr>
        <w:t xml:space="preserve">от 28.12.2011 № 147; от 04.05.2012 № 45; от 29.06.2012 № 67; от 10.10.2012 </w:t>
      </w:r>
      <w:r>
        <w:rPr>
          <w:sz w:val="28"/>
          <w:szCs w:val="28"/>
        </w:rPr>
        <w:br/>
      </w:r>
      <w:r w:rsidRPr="001E32F1">
        <w:rPr>
          <w:sz w:val="28"/>
          <w:szCs w:val="28"/>
        </w:rPr>
        <w:t>№ 111; от 01.03.2013 № 23; от 07.06.2013 № 60-61; от 11.11.2013 № 144) изменение, дополнив её пунктом 1</w:t>
      </w:r>
      <w:r w:rsidRPr="001E32F1">
        <w:rPr>
          <w:sz w:val="28"/>
          <w:szCs w:val="28"/>
          <w:vertAlign w:val="superscript"/>
        </w:rPr>
        <w:t>1</w:t>
      </w:r>
      <w:r w:rsidRPr="001E32F1">
        <w:rPr>
          <w:sz w:val="28"/>
          <w:szCs w:val="28"/>
        </w:rPr>
        <w:t xml:space="preserve"> следующего содержания:</w:t>
      </w:r>
    </w:p>
    <w:p w:rsidR="00FE4E26" w:rsidRPr="001E32F1" w:rsidRDefault="00FE4E26" w:rsidP="001E32F1">
      <w:pPr>
        <w:autoSpaceDE w:val="0"/>
        <w:autoSpaceDN w:val="0"/>
        <w:adjustRightInd w:val="0"/>
        <w:spacing w:line="365" w:lineRule="auto"/>
        <w:ind w:firstLine="709"/>
        <w:contextualSpacing/>
        <w:jc w:val="both"/>
        <w:rPr>
          <w:sz w:val="28"/>
          <w:szCs w:val="28"/>
        </w:rPr>
      </w:pPr>
      <w:r w:rsidRPr="001E32F1">
        <w:rPr>
          <w:sz w:val="28"/>
          <w:szCs w:val="28"/>
        </w:rPr>
        <w:t>«1</w:t>
      </w:r>
      <w:r w:rsidRPr="001E32F1">
        <w:rPr>
          <w:sz w:val="28"/>
          <w:szCs w:val="28"/>
          <w:vertAlign w:val="superscript"/>
        </w:rPr>
        <w:t>1</w:t>
      </w:r>
      <w:r w:rsidRPr="001E32F1">
        <w:rPr>
          <w:sz w:val="28"/>
          <w:szCs w:val="28"/>
        </w:rPr>
        <w:t>) осуществляет меры по обеспечению государственных гарантий равенства прав, свобод и законных интересов человека и гражданина независимо от расы, национальности, языка, отношения к религии и других обстоятельств; предотвращению ограничения прав и дискриминации по признакам социальной, расовой, национальной, языковой или религиозной принадлежности; сохранению и развитию этнокультурного многообразия народов Российской Федерации, проживающих на территории Ульяновской области, их языков и культуры; защите прав национальных меньшинств; социальной и культурной адаптации мигрантов; профилактике межнациональных (межэтнических) конфликтов и обеспечению межнационального и межконфессионального согласия;».</w:t>
      </w:r>
    </w:p>
    <w:p w:rsidR="00FE4E26" w:rsidRPr="001E32F1" w:rsidRDefault="00FE4E26" w:rsidP="001E32F1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</w:p>
    <w:p w:rsidR="00FE4E26" w:rsidRDefault="00FE4E26" w:rsidP="001E32F1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</w:p>
    <w:p w:rsidR="00FE4E26" w:rsidRPr="001E32F1" w:rsidRDefault="00FE4E26" w:rsidP="001E32F1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</w:p>
    <w:p w:rsidR="00FE4E26" w:rsidRPr="001E32F1" w:rsidRDefault="00FE4E26" w:rsidP="001E32F1">
      <w:pPr>
        <w:jc w:val="both"/>
        <w:rPr>
          <w:sz w:val="28"/>
          <w:szCs w:val="28"/>
        </w:rPr>
      </w:pPr>
      <w:r w:rsidRPr="001E32F1">
        <w:rPr>
          <w:b/>
          <w:sz w:val="28"/>
          <w:szCs w:val="28"/>
        </w:rPr>
        <w:t>Губернатор Ульяновской области</w:t>
      </w:r>
      <w:r w:rsidRPr="001E32F1">
        <w:rPr>
          <w:b/>
          <w:sz w:val="28"/>
          <w:szCs w:val="28"/>
        </w:rPr>
        <w:tab/>
      </w:r>
      <w:r w:rsidRPr="001E32F1">
        <w:rPr>
          <w:b/>
          <w:sz w:val="28"/>
          <w:szCs w:val="28"/>
        </w:rPr>
        <w:tab/>
      </w:r>
      <w:r w:rsidRPr="001E32F1">
        <w:rPr>
          <w:b/>
          <w:sz w:val="28"/>
          <w:szCs w:val="28"/>
        </w:rPr>
        <w:tab/>
      </w:r>
      <w:r w:rsidRPr="001E32F1">
        <w:rPr>
          <w:b/>
          <w:sz w:val="28"/>
          <w:szCs w:val="28"/>
        </w:rPr>
        <w:tab/>
        <w:t xml:space="preserve">        </w:t>
      </w:r>
      <w:r>
        <w:rPr>
          <w:b/>
          <w:sz w:val="28"/>
          <w:szCs w:val="28"/>
        </w:rPr>
        <w:t xml:space="preserve"> </w:t>
      </w:r>
      <w:r w:rsidRPr="001E32F1">
        <w:rPr>
          <w:b/>
          <w:sz w:val="28"/>
          <w:szCs w:val="28"/>
        </w:rPr>
        <w:t xml:space="preserve">      С.И.Морозов</w:t>
      </w:r>
    </w:p>
    <w:p w:rsidR="00FE4E26" w:rsidRPr="001E32F1" w:rsidRDefault="00FE4E26" w:rsidP="001E32F1">
      <w:pPr>
        <w:jc w:val="both"/>
        <w:rPr>
          <w:sz w:val="28"/>
          <w:szCs w:val="28"/>
        </w:rPr>
      </w:pPr>
    </w:p>
    <w:p w:rsidR="00FE4E26" w:rsidRPr="001E32F1" w:rsidRDefault="00FE4E26" w:rsidP="001E32F1">
      <w:pPr>
        <w:jc w:val="center"/>
        <w:rPr>
          <w:sz w:val="28"/>
          <w:szCs w:val="28"/>
        </w:rPr>
      </w:pPr>
    </w:p>
    <w:p w:rsidR="00FE4E26" w:rsidRPr="001E32F1" w:rsidRDefault="00FE4E26" w:rsidP="001E32F1">
      <w:pPr>
        <w:jc w:val="center"/>
        <w:rPr>
          <w:sz w:val="28"/>
          <w:szCs w:val="28"/>
        </w:rPr>
      </w:pPr>
    </w:p>
    <w:p w:rsidR="00FE4E26" w:rsidRPr="001E32F1" w:rsidRDefault="00FE4E26" w:rsidP="001E32F1">
      <w:pPr>
        <w:jc w:val="center"/>
        <w:rPr>
          <w:sz w:val="28"/>
          <w:szCs w:val="28"/>
        </w:rPr>
      </w:pPr>
    </w:p>
    <w:p w:rsidR="00FE4E26" w:rsidRPr="001E32F1" w:rsidRDefault="00FE4E26" w:rsidP="001E32F1">
      <w:pPr>
        <w:jc w:val="center"/>
        <w:rPr>
          <w:sz w:val="28"/>
          <w:szCs w:val="28"/>
        </w:rPr>
      </w:pPr>
      <w:r w:rsidRPr="001E32F1">
        <w:rPr>
          <w:sz w:val="28"/>
          <w:szCs w:val="28"/>
        </w:rPr>
        <w:t>г. Ульяновск</w:t>
      </w:r>
    </w:p>
    <w:p w:rsidR="00FE4E26" w:rsidRPr="001E32F1" w:rsidRDefault="00FE4E26" w:rsidP="001E32F1">
      <w:pPr>
        <w:jc w:val="center"/>
        <w:rPr>
          <w:sz w:val="28"/>
          <w:szCs w:val="28"/>
        </w:rPr>
      </w:pPr>
      <w:r>
        <w:rPr>
          <w:sz w:val="28"/>
          <w:szCs w:val="28"/>
        </w:rPr>
        <w:t>26</w:t>
      </w:r>
      <w:r w:rsidRPr="001E32F1">
        <w:rPr>
          <w:sz w:val="28"/>
          <w:szCs w:val="28"/>
        </w:rPr>
        <w:t xml:space="preserve"> </w:t>
      </w:r>
      <w:r>
        <w:rPr>
          <w:sz w:val="28"/>
          <w:szCs w:val="28"/>
        </w:rPr>
        <w:t>декабря</w:t>
      </w:r>
      <w:r w:rsidRPr="001E32F1">
        <w:rPr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2013 г"/>
        </w:smartTagPr>
        <w:r w:rsidRPr="001E32F1">
          <w:rPr>
            <w:sz w:val="28"/>
            <w:szCs w:val="28"/>
          </w:rPr>
          <w:t>2013 г</w:t>
        </w:r>
      </w:smartTag>
      <w:r w:rsidRPr="001E32F1">
        <w:rPr>
          <w:sz w:val="28"/>
          <w:szCs w:val="28"/>
        </w:rPr>
        <w:t>.</w:t>
      </w:r>
    </w:p>
    <w:p w:rsidR="00FE4E26" w:rsidRPr="001E32F1" w:rsidRDefault="00FE4E26" w:rsidP="001E32F1">
      <w:pPr>
        <w:jc w:val="center"/>
        <w:rPr>
          <w:sz w:val="28"/>
          <w:szCs w:val="28"/>
        </w:rPr>
      </w:pPr>
      <w:r w:rsidRPr="001E32F1">
        <w:rPr>
          <w:sz w:val="28"/>
          <w:szCs w:val="28"/>
        </w:rPr>
        <w:t xml:space="preserve">№ </w:t>
      </w:r>
      <w:r>
        <w:rPr>
          <w:sz w:val="28"/>
          <w:szCs w:val="28"/>
        </w:rPr>
        <w:t>246</w:t>
      </w:r>
      <w:r w:rsidRPr="001E32F1">
        <w:rPr>
          <w:sz w:val="28"/>
          <w:szCs w:val="28"/>
        </w:rPr>
        <w:t>-ЗО</w:t>
      </w:r>
    </w:p>
    <w:p w:rsidR="00FE4E26" w:rsidRPr="001E32F1" w:rsidRDefault="00FE4E26" w:rsidP="00F34495">
      <w:pPr>
        <w:spacing w:line="276" w:lineRule="auto"/>
        <w:ind w:firstLine="748"/>
        <w:contextualSpacing/>
        <w:jc w:val="both"/>
        <w:rPr>
          <w:sz w:val="28"/>
          <w:szCs w:val="28"/>
        </w:rPr>
      </w:pPr>
    </w:p>
    <w:p w:rsidR="00FE4E26" w:rsidRPr="001E32F1" w:rsidRDefault="00FE4E26">
      <w:pPr>
        <w:spacing w:line="276" w:lineRule="auto"/>
        <w:ind w:firstLine="748"/>
        <w:contextualSpacing/>
        <w:jc w:val="both"/>
        <w:rPr>
          <w:sz w:val="28"/>
          <w:szCs w:val="28"/>
        </w:rPr>
      </w:pPr>
    </w:p>
    <w:sectPr w:rsidR="00FE4E26" w:rsidRPr="001E32F1" w:rsidSect="001E32F1">
      <w:headerReference w:type="even" r:id="rId7"/>
      <w:headerReference w:type="default" r:id="rId8"/>
      <w:footerReference w:type="even" r:id="rId9"/>
      <w:footerReference w:type="default" r:id="rId10"/>
      <w:pgSz w:w="11906" w:h="16838" w:code="9"/>
      <w:pgMar w:top="1134" w:right="680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E4E26" w:rsidRDefault="00FE4E26">
      <w:r>
        <w:separator/>
      </w:r>
    </w:p>
  </w:endnote>
  <w:endnote w:type="continuationSeparator" w:id="0">
    <w:p w:rsidR="00FE4E26" w:rsidRDefault="00FE4E2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4E26" w:rsidRDefault="00FE4E26" w:rsidP="005927C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FE4E26" w:rsidRDefault="00FE4E26" w:rsidP="00054644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4E26" w:rsidRDefault="00FE4E26" w:rsidP="00054644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E4E26" w:rsidRDefault="00FE4E26">
      <w:r>
        <w:separator/>
      </w:r>
    </w:p>
  </w:footnote>
  <w:footnote w:type="continuationSeparator" w:id="0">
    <w:p w:rsidR="00FE4E26" w:rsidRDefault="00FE4E2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4E26" w:rsidRDefault="00FE4E26" w:rsidP="005927CC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FE4E26" w:rsidRDefault="00FE4E26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4E26" w:rsidRPr="001E32F1" w:rsidRDefault="00FE4E26" w:rsidP="001E32F1">
    <w:pPr>
      <w:pStyle w:val="Header"/>
      <w:jc w:val="center"/>
      <w:rPr>
        <w:rStyle w:val="PageNumber"/>
        <w:sz w:val="28"/>
        <w:szCs w:val="28"/>
      </w:rPr>
    </w:pPr>
    <w:r w:rsidRPr="001E32F1">
      <w:rPr>
        <w:rStyle w:val="PageNumber"/>
        <w:sz w:val="28"/>
        <w:szCs w:val="28"/>
      </w:rPr>
      <w:fldChar w:fldCharType="begin"/>
    </w:r>
    <w:r w:rsidRPr="001E32F1">
      <w:rPr>
        <w:rStyle w:val="PageNumber"/>
        <w:sz w:val="28"/>
        <w:szCs w:val="28"/>
      </w:rPr>
      <w:instrText xml:space="preserve">PAGE  </w:instrText>
    </w:r>
    <w:r w:rsidRPr="001E32F1">
      <w:rPr>
        <w:rStyle w:val="PageNumber"/>
        <w:sz w:val="28"/>
        <w:szCs w:val="28"/>
      </w:rPr>
      <w:fldChar w:fldCharType="separate"/>
    </w:r>
    <w:r>
      <w:rPr>
        <w:rStyle w:val="PageNumber"/>
        <w:noProof/>
        <w:sz w:val="28"/>
        <w:szCs w:val="28"/>
      </w:rPr>
      <w:t>2</w:t>
    </w:r>
    <w:r w:rsidRPr="001E32F1">
      <w:rPr>
        <w:rStyle w:val="PageNumber"/>
        <w:sz w:val="28"/>
        <w:szCs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FD1E8B"/>
    <w:multiLevelType w:val="hybridMultilevel"/>
    <w:tmpl w:val="9A60CAD0"/>
    <w:lvl w:ilvl="0" w:tplc="48EAC7C6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9"/>
  <w:drawingGridHorizontalSpacing w:val="187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813E8"/>
    <w:rsid w:val="0001010D"/>
    <w:rsid w:val="00012290"/>
    <w:rsid w:val="000132F1"/>
    <w:rsid w:val="00015C20"/>
    <w:rsid w:val="000345DD"/>
    <w:rsid w:val="00053716"/>
    <w:rsid w:val="00054644"/>
    <w:rsid w:val="0008534F"/>
    <w:rsid w:val="0009623B"/>
    <w:rsid w:val="000A5C2B"/>
    <w:rsid w:val="000B1984"/>
    <w:rsid w:val="000D1916"/>
    <w:rsid w:val="000F67C9"/>
    <w:rsid w:val="001158AA"/>
    <w:rsid w:val="00115A7F"/>
    <w:rsid w:val="001205E1"/>
    <w:rsid w:val="00121AF6"/>
    <w:rsid w:val="00137086"/>
    <w:rsid w:val="00192C39"/>
    <w:rsid w:val="001D42E5"/>
    <w:rsid w:val="001E32F1"/>
    <w:rsid w:val="001F5DAA"/>
    <w:rsid w:val="002039B2"/>
    <w:rsid w:val="00224793"/>
    <w:rsid w:val="00224B25"/>
    <w:rsid w:val="00263406"/>
    <w:rsid w:val="002675C0"/>
    <w:rsid w:val="00295B64"/>
    <w:rsid w:val="002B39A4"/>
    <w:rsid w:val="002F31FD"/>
    <w:rsid w:val="002F3BFD"/>
    <w:rsid w:val="003130EF"/>
    <w:rsid w:val="00330C48"/>
    <w:rsid w:val="003363FC"/>
    <w:rsid w:val="0033734F"/>
    <w:rsid w:val="00340F80"/>
    <w:rsid w:val="00375237"/>
    <w:rsid w:val="003772BC"/>
    <w:rsid w:val="00396BE3"/>
    <w:rsid w:val="004022BA"/>
    <w:rsid w:val="00420603"/>
    <w:rsid w:val="004215F8"/>
    <w:rsid w:val="004243C4"/>
    <w:rsid w:val="004271FF"/>
    <w:rsid w:val="004414A9"/>
    <w:rsid w:val="00462E1B"/>
    <w:rsid w:val="0046715D"/>
    <w:rsid w:val="00473B99"/>
    <w:rsid w:val="004C35D5"/>
    <w:rsid w:val="004E7536"/>
    <w:rsid w:val="004F3BEE"/>
    <w:rsid w:val="004F66DB"/>
    <w:rsid w:val="00516E46"/>
    <w:rsid w:val="00525EFB"/>
    <w:rsid w:val="00540793"/>
    <w:rsid w:val="00544363"/>
    <w:rsid w:val="005448C6"/>
    <w:rsid w:val="005663AD"/>
    <w:rsid w:val="005927CC"/>
    <w:rsid w:val="00592F9F"/>
    <w:rsid w:val="005B7AA9"/>
    <w:rsid w:val="005C5D0C"/>
    <w:rsid w:val="005E5EEF"/>
    <w:rsid w:val="005F3477"/>
    <w:rsid w:val="005F7456"/>
    <w:rsid w:val="005F77CD"/>
    <w:rsid w:val="0069242A"/>
    <w:rsid w:val="00696CE8"/>
    <w:rsid w:val="006F0557"/>
    <w:rsid w:val="006F50C0"/>
    <w:rsid w:val="0070105C"/>
    <w:rsid w:val="0070501A"/>
    <w:rsid w:val="00710E29"/>
    <w:rsid w:val="0072735C"/>
    <w:rsid w:val="007414CE"/>
    <w:rsid w:val="0074476B"/>
    <w:rsid w:val="00751831"/>
    <w:rsid w:val="00766D52"/>
    <w:rsid w:val="00772945"/>
    <w:rsid w:val="00775858"/>
    <w:rsid w:val="00784370"/>
    <w:rsid w:val="007B3F63"/>
    <w:rsid w:val="007B759B"/>
    <w:rsid w:val="007D2B2E"/>
    <w:rsid w:val="007E088A"/>
    <w:rsid w:val="007E31B6"/>
    <w:rsid w:val="007F6ABE"/>
    <w:rsid w:val="008124D7"/>
    <w:rsid w:val="00823930"/>
    <w:rsid w:val="00833861"/>
    <w:rsid w:val="008A169D"/>
    <w:rsid w:val="008B6543"/>
    <w:rsid w:val="008B67EF"/>
    <w:rsid w:val="008B6E5B"/>
    <w:rsid w:val="008C036C"/>
    <w:rsid w:val="008C17E3"/>
    <w:rsid w:val="00912130"/>
    <w:rsid w:val="009B2A1E"/>
    <w:rsid w:val="00A31F46"/>
    <w:rsid w:val="00A73293"/>
    <w:rsid w:val="00A74F16"/>
    <w:rsid w:val="00A84CE9"/>
    <w:rsid w:val="00AA6B06"/>
    <w:rsid w:val="00AB6347"/>
    <w:rsid w:val="00AD131B"/>
    <w:rsid w:val="00AE4FCF"/>
    <w:rsid w:val="00B76AF1"/>
    <w:rsid w:val="00BB0EBD"/>
    <w:rsid w:val="00C3712F"/>
    <w:rsid w:val="00C513AB"/>
    <w:rsid w:val="00C63773"/>
    <w:rsid w:val="00CC7685"/>
    <w:rsid w:val="00CE3034"/>
    <w:rsid w:val="00CE7643"/>
    <w:rsid w:val="00D47908"/>
    <w:rsid w:val="00D855CC"/>
    <w:rsid w:val="00DB57F6"/>
    <w:rsid w:val="00DD6650"/>
    <w:rsid w:val="00DE797E"/>
    <w:rsid w:val="00E00567"/>
    <w:rsid w:val="00E06B40"/>
    <w:rsid w:val="00E37443"/>
    <w:rsid w:val="00E42686"/>
    <w:rsid w:val="00E469A7"/>
    <w:rsid w:val="00E52CE5"/>
    <w:rsid w:val="00E54467"/>
    <w:rsid w:val="00E63D56"/>
    <w:rsid w:val="00E654B6"/>
    <w:rsid w:val="00E861F6"/>
    <w:rsid w:val="00EB6B89"/>
    <w:rsid w:val="00ED0E92"/>
    <w:rsid w:val="00ED36AD"/>
    <w:rsid w:val="00EE3B1B"/>
    <w:rsid w:val="00F002D3"/>
    <w:rsid w:val="00F24ECE"/>
    <w:rsid w:val="00F34495"/>
    <w:rsid w:val="00F55C1A"/>
    <w:rsid w:val="00F573CB"/>
    <w:rsid w:val="00F60F3F"/>
    <w:rsid w:val="00F66001"/>
    <w:rsid w:val="00F813E8"/>
    <w:rsid w:val="00FA1452"/>
    <w:rsid w:val="00FA289E"/>
    <w:rsid w:val="00FD435B"/>
    <w:rsid w:val="00FE4E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13E8"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F813E8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7E088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cs="Times New Roman"/>
      <w:sz w:val="2"/>
    </w:rPr>
  </w:style>
  <w:style w:type="paragraph" w:styleId="Footer">
    <w:name w:val="footer"/>
    <w:basedOn w:val="Normal"/>
    <w:link w:val="FooterChar"/>
    <w:uiPriority w:val="99"/>
    <w:rsid w:val="00054644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1E32F1"/>
    <w:rPr>
      <w:rFonts w:cs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054644"/>
    <w:rPr>
      <w:rFonts w:cs="Times New Roman"/>
    </w:rPr>
  </w:style>
  <w:style w:type="paragraph" w:styleId="Header">
    <w:name w:val="header"/>
    <w:basedOn w:val="Normal"/>
    <w:link w:val="HeaderChar"/>
    <w:uiPriority w:val="99"/>
    <w:rsid w:val="00054644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027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</TotalTime>
  <Pages>2</Pages>
  <Words>264</Words>
  <Characters>1508</Characters>
  <Application>Microsoft Office Outlook</Application>
  <DocSecurity>0</DocSecurity>
  <Lines>0</Lines>
  <Paragraphs>0</Paragraphs>
  <ScaleCrop>false</ScaleCrop>
  <Company>-O-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Вносится Правительством</dc:title>
  <dc:subject/>
  <dc:creator>shikin_ss</dc:creator>
  <cp:keywords/>
  <dc:description/>
  <cp:lastModifiedBy>user</cp:lastModifiedBy>
  <cp:revision>4</cp:revision>
  <cp:lastPrinted>2013-12-26T07:46:00Z</cp:lastPrinted>
  <dcterms:created xsi:type="dcterms:W3CDTF">2013-12-18T10:30:00Z</dcterms:created>
  <dcterms:modified xsi:type="dcterms:W3CDTF">2013-12-28T08:47:00Z</dcterms:modified>
</cp:coreProperties>
</file>