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FC" w:rsidRDefault="00274CFC" w:rsidP="004A10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274CFC" w:rsidRDefault="00274CFC" w:rsidP="004A10F6">
      <w:pPr>
        <w:jc w:val="center"/>
        <w:rPr>
          <w:b/>
          <w:sz w:val="28"/>
          <w:szCs w:val="28"/>
        </w:rPr>
      </w:pPr>
    </w:p>
    <w:p w:rsidR="00274CFC" w:rsidRDefault="00274CFC" w:rsidP="004A10F6">
      <w:pPr>
        <w:jc w:val="center"/>
        <w:rPr>
          <w:b/>
          <w:sz w:val="28"/>
          <w:szCs w:val="28"/>
        </w:rPr>
      </w:pPr>
    </w:p>
    <w:p w:rsidR="00274CFC" w:rsidRDefault="00274CFC" w:rsidP="004A10F6">
      <w:pPr>
        <w:jc w:val="center"/>
        <w:rPr>
          <w:b/>
          <w:sz w:val="28"/>
          <w:szCs w:val="28"/>
        </w:rPr>
      </w:pPr>
    </w:p>
    <w:p w:rsidR="00274CFC" w:rsidRPr="004A10F6" w:rsidRDefault="00274CFC" w:rsidP="004A10F6">
      <w:pPr>
        <w:jc w:val="center"/>
        <w:rPr>
          <w:b/>
          <w:sz w:val="28"/>
          <w:szCs w:val="28"/>
        </w:rPr>
      </w:pPr>
    </w:p>
    <w:p w:rsidR="00274CFC" w:rsidRPr="004A10F6" w:rsidRDefault="00274CFC" w:rsidP="004A10F6">
      <w:pPr>
        <w:jc w:val="center"/>
        <w:rPr>
          <w:b/>
          <w:sz w:val="28"/>
          <w:szCs w:val="28"/>
        </w:rPr>
      </w:pPr>
      <w:r w:rsidRPr="004A10F6">
        <w:rPr>
          <w:b/>
          <w:sz w:val="28"/>
          <w:szCs w:val="28"/>
        </w:rPr>
        <w:t xml:space="preserve">О внесении изменения в статью 7 Закона Ульяновской области </w:t>
      </w:r>
    </w:p>
    <w:p w:rsidR="00274CFC" w:rsidRPr="004A10F6" w:rsidRDefault="00274CFC" w:rsidP="004A10F6">
      <w:pPr>
        <w:jc w:val="center"/>
        <w:rPr>
          <w:b/>
          <w:sz w:val="28"/>
          <w:szCs w:val="28"/>
        </w:rPr>
      </w:pPr>
      <w:r w:rsidRPr="004A10F6">
        <w:rPr>
          <w:b/>
          <w:sz w:val="28"/>
          <w:szCs w:val="28"/>
        </w:rPr>
        <w:t>«О Правительстве Ульяновской области»</w:t>
      </w: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rPr>
          <w:sz w:val="28"/>
          <w:szCs w:val="28"/>
        </w:rPr>
      </w:pPr>
    </w:p>
    <w:p w:rsidR="00274CFC" w:rsidRDefault="00274CFC" w:rsidP="004A10F6">
      <w:pPr>
        <w:ind w:firstLine="709"/>
        <w:jc w:val="both"/>
        <w:rPr>
          <w:sz w:val="28"/>
          <w:szCs w:val="28"/>
        </w:rPr>
      </w:pPr>
    </w:p>
    <w:p w:rsidR="00274CFC" w:rsidRPr="004A10F6" w:rsidRDefault="00274CFC" w:rsidP="004A10F6">
      <w:pPr>
        <w:ind w:firstLine="709"/>
        <w:jc w:val="both"/>
        <w:rPr>
          <w:sz w:val="28"/>
          <w:szCs w:val="28"/>
        </w:rPr>
      </w:pPr>
    </w:p>
    <w:p w:rsidR="00274CFC" w:rsidRPr="004A10F6" w:rsidRDefault="00274CFC" w:rsidP="004A10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10F6">
        <w:rPr>
          <w:sz w:val="28"/>
          <w:szCs w:val="28"/>
        </w:rPr>
        <w:t>Внести в статью 7 Закона Ульяновской области от 9 июня 2005 года</w:t>
      </w:r>
      <w:r w:rsidRPr="004A10F6">
        <w:rPr>
          <w:sz w:val="28"/>
          <w:szCs w:val="28"/>
        </w:rPr>
        <w:br/>
        <w:t xml:space="preserve">№ 043-ЗО «О Правительстве Ульяновской области» («Ульяновская правда»  </w:t>
      </w:r>
      <w:r>
        <w:rPr>
          <w:sz w:val="28"/>
          <w:szCs w:val="28"/>
        </w:rPr>
        <w:br/>
      </w:r>
      <w:r w:rsidRPr="004A10F6">
        <w:rPr>
          <w:sz w:val="28"/>
          <w:szCs w:val="28"/>
        </w:rPr>
        <w:t xml:space="preserve">от 15.06.2005 № 60; от 09.12.2005 № 114; от 05.04.2006 № 23; от 10.06.2006 № 43; от 08.11.2006 № 86; от 09.12.2006 № 97; от 05.05.2007 № 37; от 09.06.2007 № 47; от 13.11.2007 № 96; от 22.12.2007 № 110; от 23.04.2008 № 35; от 13.06.2008 № 48; от 07.11.2008 № 91; от 19.12.2008 № 103; от 06.03.2009 № 17; от 30.04.2009 № 33; от 05.08.2009 № 63; от 04.12.2009 № 97; от 10.03.2010 № 17; от 12.05.2010 </w:t>
      </w:r>
      <w:r>
        <w:rPr>
          <w:sz w:val="28"/>
          <w:szCs w:val="28"/>
        </w:rPr>
        <w:br/>
      </w:r>
      <w:r w:rsidRPr="004A10F6">
        <w:rPr>
          <w:sz w:val="28"/>
          <w:szCs w:val="28"/>
        </w:rPr>
        <w:t xml:space="preserve">№ 35-36; от 09.10.2010 № 83; от 22.10.2010 № 87; от 06.05.2011 № 48; </w:t>
      </w:r>
      <w:r>
        <w:rPr>
          <w:sz w:val="28"/>
          <w:szCs w:val="28"/>
        </w:rPr>
        <w:br/>
      </w:r>
      <w:r w:rsidRPr="004A10F6">
        <w:rPr>
          <w:sz w:val="28"/>
          <w:szCs w:val="28"/>
        </w:rPr>
        <w:t xml:space="preserve">от 28.12.2011 № 147; от 04.05.2012 № 45; от 29.06.2012 № 67; от 10.10.2012 </w:t>
      </w:r>
      <w:r>
        <w:rPr>
          <w:sz w:val="28"/>
          <w:szCs w:val="28"/>
        </w:rPr>
        <w:br/>
      </w:r>
      <w:bookmarkStart w:id="0" w:name="_GoBack"/>
      <w:bookmarkEnd w:id="0"/>
      <w:r w:rsidRPr="004A10F6">
        <w:rPr>
          <w:sz w:val="28"/>
          <w:szCs w:val="28"/>
        </w:rPr>
        <w:t>№ 111; от 01.03.2013 № 23; от 07.06.2013 № 60-61; от 08.11.2013 № 143) изменение, изложив пункт 3 в следующей редакции:</w:t>
      </w:r>
    </w:p>
    <w:p w:rsidR="00274CFC" w:rsidRPr="004A10F6" w:rsidRDefault="00274CFC" w:rsidP="004A10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A10F6">
        <w:rPr>
          <w:sz w:val="28"/>
          <w:szCs w:val="28"/>
        </w:rPr>
        <w:t>«3) утверждает государственные программы Ульяновской области и обеспечивает их реализацию;».</w:t>
      </w:r>
    </w:p>
    <w:p w:rsidR="00274CFC" w:rsidRPr="004A10F6" w:rsidRDefault="00274CFC" w:rsidP="004A10F6">
      <w:pPr>
        <w:autoSpaceDE w:val="0"/>
        <w:autoSpaceDN w:val="0"/>
        <w:adjustRightInd w:val="0"/>
        <w:ind w:firstLine="650"/>
        <w:jc w:val="both"/>
        <w:rPr>
          <w:sz w:val="28"/>
          <w:szCs w:val="28"/>
        </w:rPr>
      </w:pPr>
    </w:p>
    <w:p w:rsidR="00274CFC" w:rsidRDefault="00274CFC" w:rsidP="004A10F6">
      <w:pPr>
        <w:autoSpaceDE w:val="0"/>
        <w:autoSpaceDN w:val="0"/>
        <w:adjustRightInd w:val="0"/>
        <w:ind w:firstLine="650"/>
        <w:jc w:val="both"/>
        <w:rPr>
          <w:sz w:val="28"/>
          <w:szCs w:val="28"/>
        </w:rPr>
      </w:pPr>
    </w:p>
    <w:p w:rsidR="00274CFC" w:rsidRPr="004A10F6" w:rsidRDefault="00274CFC" w:rsidP="004A10F6">
      <w:pPr>
        <w:autoSpaceDE w:val="0"/>
        <w:autoSpaceDN w:val="0"/>
        <w:adjustRightInd w:val="0"/>
        <w:ind w:firstLine="650"/>
        <w:jc w:val="both"/>
        <w:rPr>
          <w:sz w:val="28"/>
          <w:szCs w:val="28"/>
        </w:rPr>
      </w:pPr>
    </w:p>
    <w:p w:rsidR="00274CFC" w:rsidRPr="004A10F6" w:rsidRDefault="00274CFC" w:rsidP="004A10F6">
      <w:pPr>
        <w:jc w:val="both"/>
        <w:rPr>
          <w:b/>
          <w:sz w:val="28"/>
          <w:szCs w:val="28"/>
        </w:rPr>
      </w:pPr>
      <w:r w:rsidRPr="004A10F6">
        <w:rPr>
          <w:b/>
          <w:sz w:val="28"/>
          <w:szCs w:val="28"/>
        </w:rPr>
        <w:t>Губернато</w:t>
      </w:r>
      <w:r>
        <w:rPr>
          <w:b/>
          <w:sz w:val="28"/>
          <w:szCs w:val="28"/>
        </w:rPr>
        <w:t>р Ульяновской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</w:t>
      </w:r>
      <w:r w:rsidRPr="004A10F6">
        <w:rPr>
          <w:b/>
          <w:sz w:val="28"/>
          <w:szCs w:val="28"/>
        </w:rPr>
        <w:t>С.И.Морозов</w:t>
      </w:r>
    </w:p>
    <w:p w:rsidR="00274CFC" w:rsidRDefault="00274CFC" w:rsidP="004A10F6">
      <w:pPr>
        <w:jc w:val="center"/>
        <w:rPr>
          <w:sz w:val="28"/>
          <w:szCs w:val="28"/>
        </w:rPr>
      </w:pPr>
    </w:p>
    <w:p w:rsidR="00274CFC" w:rsidRDefault="00274CFC" w:rsidP="004A10F6">
      <w:pPr>
        <w:jc w:val="center"/>
        <w:rPr>
          <w:sz w:val="28"/>
          <w:szCs w:val="28"/>
        </w:rPr>
      </w:pPr>
    </w:p>
    <w:p w:rsidR="00274CFC" w:rsidRDefault="00274CFC" w:rsidP="004A10F6">
      <w:pPr>
        <w:jc w:val="center"/>
        <w:rPr>
          <w:sz w:val="28"/>
          <w:szCs w:val="28"/>
        </w:rPr>
      </w:pPr>
    </w:p>
    <w:p w:rsidR="00274CFC" w:rsidRPr="004A10F6" w:rsidRDefault="00274CFC" w:rsidP="00F420F3">
      <w:pPr>
        <w:spacing w:line="245" w:lineRule="auto"/>
        <w:jc w:val="center"/>
        <w:rPr>
          <w:sz w:val="28"/>
          <w:szCs w:val="28"/>
        </w:rPr>
      </w:pPr>
      <w:r w:rsidRPr="004A10F6">
        <w:rPr>
          <w:sz w:val="28"/>
          <w:szCs w:val="28"/>
        </w:rPr>
        <w:t>г. Ульяновск</w:t>
      </w:r>
    </w:p>
    <w:p w:rsidR="00274CFC" w:rsidRPr="004A10F6" w:rsidRDefault="00274CFC" w:rsidP="00F420F3">
      <w:pPr>
        <w:spacing w:line="24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Pr="004A10F6">
        <w:rPr>
          <w:sz w:val="28"/>
          <w:szCs w:val="28"/>
        </w:rPr>
        <w:t xml:space="preserve">  </w:t>
      </w:r>
      <w:r>
        <w:rPr>
          <w:sz w:val="28"/>
          <w:szCs w:val="28"/>
        </w:rPr>
        <w:t>декабря</w:t>
      </w:r>
      <w:r w:rsidRPr="004A10F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4A10F6">
          <w:rPr>
            <w:sz w:val="28"/>
            <w:szCs w:val="28"/>
          </w:rPr>
          <w:t>2013 г</w:t>
        </w:r>
      </w:smartTag>
      <w:r w:rsidRPr="004A10F6">
        <w:rPr>
          <w:sz w:val="28"/>
          <w:szCs w:val="28"/>
        </w:rPr>
        <w:t>.</w:t>
      </w:r>
    </w:p>
    <w:p w:rsidR="00274CFC" w:rsidRPr="004A10F6" w:rsidRDefault="00274CFC" w:rsidP="00F420F3">
      <w:pPr>
        <w:spacing w:line="245" w:lineRule="auto"/>
        <w:jc w:val="center"/>
        <w:rPr>
          <w:sz w:val="28"/>
          <w:szCs w:val="28"/>
        </w:rPr>
      </w:pPr>
      <w:r w:rsidRPr="004A10F6">
        <w:rPr>
          <w:sz w:val="28"/>
          <w:szCs w:val="28"/>
        </w:rPr>
        <w:t xml:space="preserve">№ </w:t>
      </w:r>
      <w:r>
        <w:rPr>
          <w:sz w:val="28"/>
          <w:szCs w:val="28"/>
        </w:rPr>
        <w:t>245</w:t>
      </w:r>
      <w:r w:rsidRPr="004A10F6">
        <w:rPr>
          <w:sz w:val="28"/>
          <w:szCs w:val="28"/>
        </w:rPr>
        <w:t xml:space="preserve">-ЗО </w:t>
      </w:r>
    </w:p>
    <w:sectPr w:rsidR="00274CFC" w:rsidRPr="004A10F6" w:rsidSect="004A10F6">
      <w:headerReference w:type="even" r:id="rId7"/>
      <w:headerReference w:type="defaul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CFC" w:rsidRDefault="00274CFC">
      <w:r>
        <w:separator/>
      </w:r>
    </w:p>
  </w:endnote>
  <w:endnote w:type="continuationSeparator" w:id="0">
    <w:p w:rsidR="00274CFC" w:rsidRDefault="00274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CFC" w:rsidRDefault="00274CFC">
      <w:r>
        <w:separator/>
      </w:r>
    </w:p>
  </w:footnote>
  <w:footnote w:type="continuationSeparator" w:id="0">
    <w:p w:rsidR="00274CFC" w:rsidRDefault="00274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CFC" w:rsidRDefault="00274CFC" w:rsidP="004519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4CFC" w:rsidRDefault="00274C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CFC" w:rsidRPr="00FB75AC" w:rsidRDefault="00274CFC" w:rsidP="00233162">
    <w:pPr>
      <w:pStyle w:val="Header"/>
      <w:jc w:val="center"/>
      <w:rPr>
        <w:rStyle w:val="PageNumber"/>
        <w:sz w:val="28"/>
        <w:szCs w:val="28"/>
      </w:rPr>
    </w:pPr>
    <w:r w:rsidRPr="00FB75AC">
      <w:rPr>
        <w:rStyle w:val="PageNumber"/>
        <w:sz w:val="28"/>
        <w:szCs w:val="28"/>
      </w:rPr>
      <w:fldChar w:fldCharType="begin"/>
    </w:r>
    <w:r w:rsidRPr="00FB75AC">
      <w:rPr>
        <w:rStyle w:val="PageNumber"/>
        <w:sz w:val="28"/>
        <w:szCs w:val="28"/>
      </w:rPr>
      <w:instrText xml:space="preserve">PAGE  </w:instrText>
    </w:r>
    <w:r w:rsidRPr="00FB75A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FB75A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40F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220"/>
    <w:rsid w:val="000964BB"/>
    <w:rsid w:val="00096E1B"/>
    <w:rsid w:val="00096FD2"/>
    <w:rsid w:val="000970D9"/>
    <w:rsid w:val="00097706"/>
    <w:rsid w:val="0009776F"/>
    <w:rsid w:val="00097899"/>
    <w:rsid w:val="000A0D51"/>
    <w:rsid w:val="000A1B65"/>
    <w:rsid w:val="000A1FF6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953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6BB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4C10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3C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E3C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1D9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5F5F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07E"/>
    <w:rsid w:val="00212352"/>
    <w:rsid w:val="00212363"/>
    <w:rsid w:val="00213CC1"/>
    <w:rsid w:val="002151EB"/>
    <w:rsid w:val="00215BFB"/>
    <w:rsid w:val="00215CFF"/>
    <w:rsid w:val="00215FA0"/>
    <w:rsid w:val="002169FC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162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C89"/>
    <w:rsid w:val="00254024"/>
    <w:rsid w:val="00254026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FC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3E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1FBF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ACF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8F8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979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9E0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0F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1B0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605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269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362F"/>
    <w:rsid w:val="0054399E"/>
    <w:rsid w:val="00544740"/>
    <w:rsid w:val="00544814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354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468"/>
    <w:rsid w:val="005C57D9"/>
    <w:rsid w:val="005C5E04"/>
    <w:rsid w:val="005C69E6"/>
    <w:rsid w:val="005C6EDE"/>
    <w:rsid w:val="005C720F"/>
    <w:rsid w:val="005C72E5"/>
    <w:rsid w:val="005C73CE"/>
    <w:rsid w:val="005D08C1"/>
    <w:rsid w:val="005D0C0B"/>
    <w:rsid w:val="005D0F01"/>
    <w:rsid w:val="005D116C"/>
    <w:rsid w:val="005D20F0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19C4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7CD5"/>
    <w:rsid w:val="0066089B"/>
    <w:rsid w:val="00661334"/>
    <w:rsid w:val="0066174E"/>
    <w:rsid w:val="00661893"/>
    <w:rsid w:val="00661974"/>
    <w:rsid w:val="00662F6E"/>
    <w:rsid w:val="006633D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0CB9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78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EFA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28F"/>
    <w:rsid w:val="007F1B4C"/>
    <w:rsid w:val="007F2E0F"/>
    <w:rsid w:val="007F329D"/>
    <w:rsid w:val="007F38D0"/>
    <w:rsid w:val="007F3D51"/>
    <w:rsid w:val="007F4003"/>
    <w:rsid w:val="007F4A5F"/>
    <w:rsid w:val="007F4F03"/>
    <w:rsid w:val="007F5277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2DC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1C62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6C85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40F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04B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BC1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0E9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E63"/>
    <w:rsid w:val="009565DE"/>
    <w:rsid w:val="00956B7D"/>
    <w:rsid w:val="00957ACD"/>
    <w:rsid w:val="00957B57"/>
    <w:rsid w:val="00957BA9"/>
    <w:rsid w:val="00957FF9"/>
    <w:rsid w:val="0096001F"/>
    <w:rsid w:val="00960880"/>
    <w:rsid w:val="009609F8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5B9E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A76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68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3C60"/>
    <w:rsid w:val="009E496C"/>
    <w:rsid w:val="009E4BA5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2C1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065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EB"/>
    <w:rsid w:val="00C63A3E"/>
    <w:rsid w:val="00C64D5B"/>
    <w:rsid w:val="00C65378"/>
    <w:rsid w:val="00C65C30"/>
    <w:rsid w:val="00C65CB9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1E2E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5DB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B84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B40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29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2A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560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2DBF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ECB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189D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B0C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ABE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0F3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B15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8007B"/>
    <w:rsid w:val="00F803EA"/>
    <w:rsid w:val="00F81335"/>
    <w:rsid w:val="00F81ADB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537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56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5AC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0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55E63"/>
    <w:pPr>
      <w:keepNext/>
      <w:jc w:val="center"/>
      <w:outlineLvl w:val="1"/>
    </w:pPr>
    <w:rPr>
      <w:b/>
      <w:cap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86ECB"/>
    <w:rPr>
      <w:rFonts w:ascii="Cambria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8B340F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B340F"/>
    <w:rPr>
      <w:rFonts w:cs="Times New Roman"/>
      <w:b/>
      <w:bCs/>
      <w:sz w:val="26"/>
      <w:szCs w:val="26"/>
      <w:lang w:val="ru-RU" w:eastAsia="ru-RU" w:bidi="ar-SA"/>
    </w:rPr>
  </w:style>
  <w:style w:type="paragraph" w:customStyle="1" w:styleId="ConsPlusNormal">
    <w:name w:val="ConsPlusNormal"/>
    <w:uiPriority w:val="99"/>
    <w:rsid w:val="008B340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8B340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Normal"/>
    <w:uiPriority w:val="99"/>
    <w:rsid w:val="008B340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955E63"/>
    <w:pPr>
      <w:widowControl w:val="0"/>
      <w:ind w:right="19772"/>
    </w:pPr>
    <w:rPr>
      <w:rFonts w:ascii="Courier New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955E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6EC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55E63"/>
    <w:rPr>
      <w:rFonts w:cs="Times New Roman"/>
    </w:rPr>
  </w:style>
  <w:style w:type="paragraph" w:customStyle="1" w:styleId="ConsNormal">
    <w:name w:val="ConsNormal"/>
    <w:uiPriority w:val="99"/>
    <w:rsid w:val="004C51B0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E0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6ECB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341A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35DB"/>
    <w:rPr>
      <w:rFonts w:cs="Times New Roman"/>
      <w:sz w:val="24"/>
      <w:szCs w:val="24"/>
    </w:rPr>
  </w:style>
  <w:style w:type="paragraph" w:customStyle="1" w:styleId="1">
    <w:name w:val="Абзац списка1"/>
    <w:basedOn w:val="Normal"/>
    <w:uiPriority w:val="99"/>
    <w:rsid w:val="009E4B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168</Words>
  <Characters>962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Ульяновской области</dc:title>
  <dc:subject/>
  <dc:creator>user</dc:creator>
  <cp:keywords/>
  <dc:description/>
  <cp:lastModifiedBy>user</cp:lastModifiedBy>
  <cp:revision>6</cp:revision>
  <cp:lastPrinted>2013-11-25T05:37:00Z</cp:lastPrinted>
  <dcterms:created xsi:type="dcterms:W3CDTF">2013-11-25T05:26:00Z</dcterms:created>
  <dcterms:modified xsi:type="dcterms:W3CDTF">2013-12-28T07:14:00Z</dcterms:modified>
</cp:coreProperties>
</file>