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B0" w:rsidRDefault="001B3CB0" w:rsidP="007E6E33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1B3CB0" w:rsidRDefault="001B3CB0" w:rsidP="007E6E33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1B3CB0" w:rsidRDefault="001B3CB0" w:rsidP="007E6E33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1B3CB0" w:rsidRPr="00576554" w:rsidRDefault="001B3CB0" w:rsidP="007E6E33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1B3CB0" w:rsidRDefault="001B3CB0" w:rsidP="007E6E33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1B3CB0" w:rsidRPr="009039B2" w:rsidRDefault="001B3CB0" w:rsidP="009039B2">
      <w:pPr>
        <w:jc w:val="center"/>
        <w:rPr>
          <w:b/>
        </w:rPr>
      </w:pPr>
      <w:r w:rsidRPr="009039B2">
        <w:rPr>
          <w:b/>
        </w:rPr>
        <w:t xml:space="preserve">О внесении изменений в статью 7 Закона Ульяновской области </w:t>
      </w:r>
      <w:r w:rsidRPr="009039B2">
        <w:rPr>
          <w:b/>
        </w:rPr>
        <w:br/>
        <w:t xml:space="preserve">«О Правительстве Ульяновской области» </w:t>
      </w:r>
      <w:r w:rsidRPr="00966255">
        <w:rPr>
          <w:b/>
        </w:rPr>
        <w:t>и в</w:t>
      </w:r>
      <w:r w:rsidRPr="009039B2">
        <w:rPr>
          <w:b/>
        </w:rPr>
        <w:t xml:space="preserve"> статью 36 </w:t>
      </w:r>
      <w:r>
        <w:rPr>
          <w:b/>
        </w:rPr>
        <w:br/>
      </w:r>
      <w:r w:rsidRPr="009039B2">
        <w:rPr>
          <w:b/>
        </w:rPr>
        <w:t>Кодекса Ульяновской области об административных правонарушениях</w:t>
      </w: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Pr="00576597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Pr="00EB072B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CB0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Pr="00CE7CDC" w:rsidRDefault="001B3CB0" w:rsidP="006E6D50">
      <w:pPr>
        <w:autoSpaceDE w:val="0"/>
        <w:autoSpaceDN w:val="0"/>
        <w:adjustRightInd w:val="0"/>
        <w:spacing w:line="367" w:lineRule="auto"/>
        <w:ind w:firstLine="709"/>
        <w:jc w:val="both"/>
        <w:rPr>
          <w:b/>
        </w:rPr>
      </w:pPr>
      <w:r>
        <w:rPr>
          <w:b/>
        </w:rPr>
        <w:t>Статья 1</w:t>
      </w:r>
    </w:p>
    <w:p w:rsidR="001B3CB0" w:rsidRPr="00EB072B" w:rsidRDefault="001B3CB0" w:rsidP="006E6D50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4"/>
          <w:szCs w:val="24"/>
        </w:rPr>
      </w:pPr>
    </w:p>
    <w:p w:rsidR="001B3CB0" w:rsidRDefault="001B3CB0" w:rsidP="006E6D50">
      <w:pPr>
        <w:autoSpaceDE w:val="0"/>
        <w:autoSpaceDN w:val="0"/>
        <w:adjustRightInd w:val="0"/>
        <w:spacing w:line="367" w:lineRule="auto"/>
        <w:ind w:firstLine="709"/>
        <w:jc w:val="both"/>
      </w:pPr>
      <w:r w:rsidRPr="00727D3C">
        <w:t xml:space="preserve">Внести в </w:t>
      </w:r>
      <w:r>
        <w:t xml:space="preserve">статью 7 </w:t>
      </w:r>
      <w:r w:rsidRPr="00727D3C">
        <w:t>Закон</w:t>
      </w:r>
      <w:r>
        <w:t>а</w:t>
      </w:r>
      <w:r w:rsidRPr="00727D3C">
        <w:t xml:space="preserve"> </w:t>
      </w:r>
      <w:r>
        <w:t xml:space="preserve">Ульяновской области от 9 июня 2005 года </w:t>
      </w:r>
      <w:r>
        <w:br/>
        <w:t xml:space="preserve">№ 043-ЗО «О Правительстве Ульяновской области» («Ульяновская правда» </w:t>
      </w:r>
      <w:r>
        <w:br/>
        <w:t xml:space="preserve">от 15.06.2005 № 60; от 09.12.2005 № 114; от 05.04.2006 № 23; от 10.06.2006 № 43; от 08.11.2006 № 86; от 09.12.2006 № 97; от 05.05.2007 № 37; от 09.06.2007 № 47; </w:t>
      </w:r>
      <w:r>
        <w:br/>
        <w:t xml:space="preserve">от 13.11.2007 № 96; от 22.12.2007 № 110; от 23.04.2008 № 35; от 13.06.2008 № 48; от 07.11.2008 № 91; от 19.12.2008 № 103; от 06.03.2009 № 17; от 30.04.2009 № 33; от 05.08.2009 № 63; от 04.12.2009 № 97; от 10.03.2010 № 17; от 12.05.2010 </w:t>
      </w:r>
      <w:r>
        <w:br/>
        <w:t xml:space="preserve">№ 35-36; от 09.10.2010 № 83; от 22.10.2010 № 87; от 06.05.2011 № 48; </w:t>
      </w:r>
      <w:r>
        <w:br/>
        <w:t xml:space="preserve">от 28.12.2011 № 147; от 04.05.2012 № 45; от 29.06.2012 № 67; от 10.10.2012 № 111; </w:t>
      </w:r>
      <w:r w:rsidRPr="006C5E54">
        <w:t>от 01.03.2013 № 23; от 07.06.2013 № 60-61</w:t>
      </w:r>
      <w:r>
        <w:t>) изменение, дополнив её пунктом 7 следующего содержания:</w:t>
      </w:r>
    </w:p>
    <w:p w:rsidR="001B3CB0" w:rsidRDefault="001B3CB0" w:rsidP="006E6D50">
      <w:pPr>
        <w:autoSpaceDE w:val="0"/>
        <w:autoSpaceDN w:val="0"/>
        <w:adjustRightInd w:val="0"/>
        <w:spacing w:line="367" w:lineRule="auto"/>
        <w:ind w:firstLine="709"/>
        <w:jc w:val="both"/>
      </w:pPr>
      <w:r>
        <w:t>«7) разрабатывает и реализует меры в сфере использования информационных и коммуникационных технологий, в том числе по вопросам создания и развития инфраструктур пространственных данных Ульяновской области и электронного правительства в Ульяновской области, а также предоставления исполнительными органами государственной власти Ульяновской области государственных услуг, в том числе в электронной форме.».</w:t>
      </w:r>
    </w:p>
    <w:p w:rsidR="001B3CB0" w:rsidRPr="00BB7BDE" w:rsidRDefault="001B3CB0" w:rsidP="00D23326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B3CB0" w:rsidRDefault="001B3CB0" w:rsidP="00D23326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B0" w:rsidRDefault="001B3CB0" w:rsidP="00D2332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AB2A73">
        <w:rPr>
          <w:bCs/>
        </w:rPr>
        <w:t xml:space="preserve">Внести в </w:t>
      </w:r>
      <w:r>
        <w:rPr>
          <w:bCs/>
        </w:rPr>
        <w:t xml:space="preserve">пункт 4 части 2 статьи 36 </w:t>
      </w:r>
      <w:hyperlink r:id="rId6" w:history="1">
        <w:r w:rsidRPr="00AB2A73">
          <w:rPr>
            <w:bCs/>
          </w:rPr>
          <w:t>Кодекс</w:t>
        </w:r>
      </w:hyperlink>
      <w:r>
        <w:rPr>
          <w:bCs/>
        </w:rPr>
        <w:t>а</w:t>
      </w:r>
      <w:r w:rsidRPr="00AB2A73">
        <w:rPr>
          <w:bCs/>
        </w:rPr>
        <w:t xml:space="preserve"> Ульяновской области об административных правонарушени</w:t>
      </w:r>
      <w:r>
        <w:rPr>
          <w:bCs/>
        </w:rPr>
        <w:t>ях («Ульяновская правда» от 04.03.2011 №</w:t>
      </w:r>
      <w:r w:rsidRPr="00AB2A73">
        <w:rPr>
          <w:bCs/>
        </w:rPr>
        <w:t xml:space="preserve"> 23</w:t>
      </w:r>
      <w:r>
        <w:rPr>
          <w:bCs/>
        </w:rPr>
        <w:t xml:space="preserve">; от 12.08.2011 № 89; от 07.12.2011 № 138; от 02.03.2012 № 22; от 06.04.2012 № 36; от 11.04.2012 № 38; от 27.04.2012 № 44; </w:t>
      </w:r>
      <w:r>
        <w:t>от 24.07.2012 № 78; от 10.10.2012 № 111; от 12.12.2012 № 138-139</w:t>
      </w:r>
      <w:r w:rsidRPr="006C5E54">
        <w:t>; от 08.02.2013 № 14; от 06.03.2013 № 25</w:t>
      </w:r>
      <w:r>
        <w:t xml:space="preserve">; от 07.09.2013 </w:t>
      </w:r>
      <w:r>
        <w:br/>
        <w:t>№ 109</w:t>
      </w:r>
      <w:r w:rsidRPr="00AB2A73">
        <w:rPr>
          <w:bCs/>
        </w:rPr>
        <w:t>)</w:t>
      </w:r>
      <w:r>
        <w:rPr>
          <w:bCs/>
        </w:rPr>
        <w:t xml:space="preserve"> изменение, заменив в нём слова «должностные лица исполнительного органа государственной власти Ульяновской области в сфере использования информационных и коммуникационных технологий» словами «должностные лица, замещающие в Правительстве Ульяновской области должности государственной гражданской службы Ульяновской области категории «руководители» и «специалисты», уполномоченные в сфере использования информационных и коммуникационных технологий</w:t>
      </w:r>
      <w:r w:rsidRPr="00966255">
        <w:rPr>
          <w:bCs/>
        </w:rPr>
        <w:t>,</w:t>
      </w:r>
      <w:r>
        <w:rPr>
          <w:bCs/>
        </w:rPr>
        <w:t>».</w:t>
      </w:r>
    </w:p>
    <w:p w:rsidR="001B3CB0" w:rsidRPr="00BB7BDE" w:rsidRDefault="001B3CB0" w:rsidP="007E6E33">
      <w:pPr>
        <w:autoSpaceDE w:val="0"/>
        <w:autoSpaceDN w:val="0"/>
        <w:adjustRightInd w:val="0"/>
        <w:jc w:val="both"/>
      </w:pPr>
    </w:p>
    <w:p w:rsidR="001B3CB0" w:rsidRDefault="001B3CB0" w:rsidP="007E6E33">
      <w:pPr>
        <w:autoSpaceDE w:val="0"/>
        <w:autoSpaceDN w:val="0"/>
        <w:adjustRightInd w:val="0"/>
        <w:jc w:val="both"/>
      </w:pPr>
    </w:p>
    <w:p w:rsidR="001B3CB0" w:rsidRPr="00BB7BDE" w:rsidRDefault="001B3CB0" w:rsidP="007E6E33">
      <w:pPr>
        <w:autoSpaceDE w:val="0"/>
        <w:autoSpaceDN w:val="0"/>
        <w:adjustRightInd w:val="0"/>
        <w:jc w:val="both"/>
      </w:pPr>
    </w:p>
    <w:p w:rsidR="001B3CB0" w:rsidRPr="00034FD6" w:rsidRDefault="001B3CB0" w:rsidP="007E6E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D6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убернатор Ульяновской области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Pr="00034FD6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034FD6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1B3CB0" w:rsidRPr="00BB7BDE" w:rsidRDefault="001B3CB0" w:rsidP="007E6E3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B3CB0" w:rsidRPr="00BB7BDE" w:rsidRDefault="001B3CB0" w:rsidP="007E6E3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B3CB0" w:rsidRPr="00BB7BDE" w:rsidRDefault="001B3CB0" w:rsidP="007E6E3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B3CB0" w:rsidRDefault="001B3CB0" w:rsidP="00D23326">
      <w:pPr>
        <w:pStyle w:val="ConsNormal"/>
        <w:spacing w:line="288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1B3CB0" w:rsidRDefault="001B3CB0" w:rsidP="00D23326">
      <w:pPr>
        <w:pStyle w:val="ConsNormal"/>
        <w:spacing w:line="288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1B3CB0" w:rsidRPr="00FE325F" w:rsidRDefault="001B3CB0" w:rsidP="00D23326">
      <w:pPr>
        <w:pStyle w:val="ConsNormal"/>
        <w:spacing w:line="288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203-ЗО</w:t>
      </w:r>
    </w:p>
    <w:p w:rsidR="001B3CB0" w:rsidRPr="007531B2" w:rsidRDefault="001B3CB0" w:rsidP="00D23326">
      <w:pPr>
        <w:spacing w:line="288" w:lineRule="auto"/>
        <w:ind w:right="-81"/>
        <w:jc w:val="both"/>
      </w:pPr>
    </w:p>
    <w:p w:rsidR="001B3CB0" w:rsidRDefault="001B3CB0"/>
    <w:sectPr w:rsidR="001B3CB0" w:rsidSect="00D23326">
      <w:headerReference w:type="even" r:id="rId7"/>
      <w:headerReference w:type="default" r:id="rId8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B0" w:rsidRDefault="001B3CB0">
      <w:r>
        <w:separator/>
      </w:r>
    </w:p>
  </w:endnote>
  <w:endnote w:type="continuationSeparator" w:id="0">
    <w:p w:rsidR="001B3CB0" w:rsidRDefault="001B3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B0" w:rsidRDefault="001B3CB0">
      <w:r>
        <w:separator/>
      </w:r>
    </w:p>
  </w:footnote>
  <w:footnote w:type="continuationSeparator" w:id="0">
    <w:p w:rsidR="001B3CB0" w:rsidRDefault="001B3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B0" w:rsidRDefault="001B3CB0" w:rsidP="007E7F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CB0" w:rsidRDefault="001B3C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B0" w:rsidRDefault="001B3CB0" w:rsidP="00D23326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E33"/>
    <w:rsid w:val="00007B5D"/>
    <w:rsid w:val="00011193"/>
    <w:rsid w:val="000160C2"/>
    <w:rsid w:val="00023163"/>
    <w:rsid w:val="00034FD6"/>
    <w:rsid w:val="00035F95"/>
    <w:rsid w:val="00037CEC"/>
    <w:rsid w:val="000408D3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1FCA"/>
    <w:rsid w:val="0008487F"/>
    <w:rsid w:val="00091D61"/>
    <w:rsid w:val="000939E9"/>
    <w:rsid w:val="00095E96"/>
    <w:rsid w:val="000968F3"/>
    <w:rsid w:val="000A024E"/>
    <w:rsid w:val="000A0AC1"/>
    <w:rsid w:val="000A2A89"/>
    <w:rsid w:val="000B3242"/>
    <w:rsid w:val="000B3E70"/>
    <w:rsid w:val="000C0AAB"/>
    <w:rsid w:val="000D26AC"/>
    <w:rsid w:val="000D31A4"/>
    <w:rsid w:val="000D504B"/>
    <w:rsid w:val="000D6220"/>
    <w:rsid w:val="000D714F"/>
    <w:rsid w:val="000D777D"/>
    <w:rsid w:val="000E0DCD"/>
    <w:rsid w:val="000E46BA"/>
    <w:rsid w:val="000E5765"/>
    <w:rsid w:val="000F294F"/>
    <w:rsid w:val="000F6CC1"/>
    <w:rsid w:val="000F721D"/>
    <w:rsid w:val="0010404F"/>
    <w:rsid w:val="00116101"/>
    <w:rsid w:val="00123912"/>
    <w:rsid w:val="001242CC"/>
    <w:rsid w:val="00130148"/>
    <w:rsid w:val="001313A3"/>
    <w:rsid w:val="0013152A"/>
    <w:rsid w:val="001470AC"/>
    <w:rsid w:val="00147C32"/>
    <w:rsid w:val="001506EE"/>
    <w:rsid w:val="0015088F"/>
    <w:rsid w:val="001513AD"/>
    <w:rsid w:val="001552AA"/>
    <w:rsid w:val="0016035E"/>
    <w:rsid w:val="00165B86"/>
    <w:rsid w:val="001700BB"/>
    <w:rsid w:val="0017785E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F"/>
    <w:rsid w:val="001A7355"/>
    <w:rsid w:val="001B06B5"/>
    <w:rsid w:val="001B1FB3"/>
    <w:rsid w:val="001B3CB0"/>
    <w:rsid w:val="001C30A7"/>
    <w:rsid w:val="001C5A61"/>
    <w:rsid w:val="001D1B44"/>
    <w:rsid w:val="001D777D"/>
    <w:rsid w:val="001E003D"/>
    <w:rsid w:val="001E0715"/>
    <w:rsid w:val="001E1A55"/>
    <w:rsid w:val="001E31A1"/>
    <w:rsid w:val="001E79DE"/>
    <w:rsid w:val="001F5B40"/>
    <w:rsid w:val="001F6237"/>
    <w:rsid w:val="00201546"/>
    <w:rsid w:val="00202F9C"/>
    <w:rsid w:val="002116DA"/>
    <w:rsid w:val="0021286F"/>
    <w:rsid w:val="00213B22"/>
    <w:rsid w:val="00227062"/>
    <w:rsid w:val="00227244"/>
    <w:rsid w:val="0023341A"/>
    <w:rsid w:val="002338A1"/>
    <w:rsid w:val="0024294E"/>
    <w:rsid w:val="00246E37"/>
    <w:rsid w:val="002477D6"/>
    <w:rsid w:val="00264C95"/>
    <w:rsid w:val="00267520"/>
    <w:rsid w:val="0027697E"/>
    <w:rsid w:val="00276BEC"/>
    <w:rsid w:val="0027718B"/>
    <w:rsid w:val="0028064C"/>
    <w:rsid w:val="00283006"/>
    <w:rsid w:val="0028771C"/>
    <w:rsid w:val="00293035"/>
    <w:rsid w:val="00295735"/>
    <w:rsid w:val="0029642D"/>
    <w:rsid w:val="002B0D36"/>
    <w:rsid w:val="002B1308"/>
    <w:rsid w:val="002B4E52"/>
    <w:rsid w:val="002C0508"/>
    <w:rsid w:val="002C34A6"/>
    <w:rsid w:val="002E0260"/>
    <w:rsid w:val="002F437E"/>
    <w:rsid w:val="002F4F94"/>
    <w:rsid w:val="00300339"/>
    <w:rsid w:val="00300C9C"/>
    <w:rsid w:val="003022B8"/>
    <w:rsid w:val="0030523B"/>
    <w:rsid w:val="00306348"/>
    <w:rsid w:val="00323C0C"/>
    <w:rsid w:val="00333F17"/>
    <w:rsid w:val="00334F79"/>
    <w:rsid w:val="00336D18"/>
    <w:rsid w:val="00341116"/>
    <w:rsid w:val="00347516"/>
    <w:rsid w:val="003509FE"/>
    <w:rsid w:val="00357A49"/>
    <w:rsid w:val="003600CA"/>
    <w:rsid w:val="0036440F"/>
    <w:rsid w:val="00370213"/>
    <w:rsid w:val="00374C9B"/>
    <w:rsid w:val="00374E5F"/>
    <w:rsid w:val="00384F71"/>
    <w:rsid w:val="00386683"/>
    <w:rsid w:val="00391881"/>
    <w:rsid w:val="00391D37"/>
    <w:rsid w:val="003A20C4"/>
    <w:rsid w:val="003A4CC9"/>
    <w:rsid w:val="003B20F3"/>
    <w:rsid w:val="003B729A"/>
    <w:rsid w:val="003C0005"/>
    <w:rsid w:val="003D6041"/>
    <w:rsid w:val="003E0F5E"/>
    <w:rsid w:val="003E2005"/>
    <w:rsid w:val="003E42A8"/>
    <w:rsid w:val="004020A0"/>
    <w:rsid w:val="0040418E"/>
    <w:rsid w:val="00405A37"/>
    <w:rsid w:val="00413151"/>
    <w:rsid w:val="0044071E"/>
    <w:rsid w:val="00444802"/>
    <w:rsid w:val="00445615"/>
    <w:rsid w:val="00445989"/>
    <w:rsid w:val="004564CA"/>
    <w:rsid w:val="004571C3"/>
    <w:rsid w:val="004607EE"/>
    <w:rsid w:val="00462D68"/>
    <w:rsid w:val="00466559"/>
    <w:rsid w:val="00470B42"/>
    <w:rsid w:val="00474E5E"/>
    <w:rsid w:val="00477550"/>
    <w:rsid w:val="00481FA3"/>
    <w:rsid w:val="004850EA"/>
    <w:rsid w:val="00492118"/>
    <w:rsid w:val="00497351"/>
    <w:rsid w:val="004A0642"/>
    <w:rsid w:val="004A0BBB"/>
    <w:rsid w:val="004A1FE4"/>
    <w:rsid w:val="004A71FF"/>
    <w:rsid w:val="004C159D"/>
    <w:rsid w:val="004C2F1F"/>
    <w:rsid w:val="004C458C"/>
    <w:rsid w:val="004D550E"/>
    <w:rsid w:val="004D6C4A"/>
    <w:rsid w:val="004D7F5B"/>
    <w:rsid w:val="004D7FF6"/>
    <w:rsid w:val="004E04BE"/>
    <w:rsid w:val="004E059A"/>
    <w:rsid w:val="004F1639"/>
    <w:rsid w:val="004F274B"/>
    <w:rsid w:val="004F3BBF"/>
    <w:rsid w:val="00504BD2"/>
    <w:rsid w:val="0050796E"/>
    <w:rsid w:val="005115F2"/>
    <w:rsid w:val="0051521D"/>
    <w:rsid w:val="00515E01"/>
    <w:rsid w:val="005177B1"/>
    <w:rsid w:val="00517CF1"/>
    <w:rsid w:val="0052405A"/>
    <w:rsid w:val="00527AFC"/>
    <w:rsid w:val="00530510"/>
    <w:rsid w:val="00530E45"/>
    <w:rsid w:val="00540822"/>
    <w:rsid w:val="005417AF"/>
    <w:rsid w:val="00542473"/>
    <w:rsid w:val="00547555"/>
    <w:rsid w:val="00553786"/>
    <w:rsid w:val="00554137"/>
    <w:rsid w:val="00554D73"/>
    <w:rsid w:val="00555A42"/>
    <w:rsid w:val="005620CC"/>
    <w:rsid w:val="00564C06"/>
    <w:rsid w:val="00567B49"/>
    <w:rsid w:val="005717A9"/>
    <w:rsid w:val="00576554"/>
    <w:rsid w:val="00576597"/>
    <w:rsid w:val="00580037"/>
    <w:rsid w:val="00582495"/>
    <w:rsid w:val="0058517D"/>
    <w:rsid w:val="00591337"/>
    <w:rsid w:val="005A71BC"/>
    <w:rsid w:val="005B41F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3E56"/>
    <w:rsid w:val="005F54D0"/>
    <w:rsid w:val="00601D22"/>
    <w:rsid w:val="006027F2"/>
    <w:rsid w:val="00604844"/>
    <w:rsid w:val="0060488F"/>
    <w:rsid w:val="00606AA4"/>
    <w:rsid w:val="006124CE"/>
    <w:rsid w:val="00622607"/>
    <w:rsid w:val="00630220"/>
    <w:rsid w:val="00631B61"/>
    <w:rsid w:val="00631D74"/>
    <w:rsid w:val="00636E11"/>
    <w:rsid w:val="0064798B"/>
    <w:rsid w:val="006573D6"/>
    <w:rsid w:val="006603F6"/>
    <w:rsid w:val="006647EE"/>
    <w:rsid w:val="00665D2B"/>
    <w:rsid w:val="006664B0"/>
    <w:rsid w:val="00666E9B"/>
    <w:rsid w:val="006711B7"/>
    <w:rsid w:val="00673245"/>
    <w:rsid w:val="00673696"/>
    <w:rsid w:val="00683ACA"/>
    <w:rsid w:val="00692C12"/>
    <w:rsid w:val="00697B06"/>
    <w:rsid w:val="006B4315"/>
    <w:rsid w:val="006B7450"/>
    <w:rsid w:val="006C3778"/>
    <w:rsid w:val="006C5964"/>
    <w:rsid w:val="006C5E54"/>
    <w:rsid w:val="006C6700"/>
    <w:rsid w:val="006D1E33"/>
    <w:rsid w:val="006D5309"/>
    <w:rsid w:val="006E0544"/>
    <w:rsid w:val="006E17D3"/>
    <w:rsid w:val="006E34B8"/>
    <w:rsid w:val="006E45C6"/>
    <w:rsid w:val="006E6D50"/>
    <w:rsid w:val="006F3ADC"/>
    <w:rsid w:val="006F3BF1"/>
    <w:rsid w:val="006F776B"/>
    <w:rsid w:val="006F7EBB"/>
    <w:rsid w:val="00705851"/>
    <w:rsid w:val="00705AAD"/>
    <w:rsid w:val="0071354B"/>
    <w:rsid w:val="00720B8D"/>
    <w:rsid w:val="007228CA"/>
    <w:rsid w:val="007254C6"/>
    <w:rsid w:val="0072610E"/>
    <w:rsid w:val="0072623B"/>
    <w:rsid w:val="00727D3C"/>
    <w:rsid w:val="00734AFA"/>
    <w:rsid w:val="00741306"/>
    <w:rsid w:val="007417B9"/>
    <w:rsid w:val="00744FDC"/>
    <w:rsid w:val="007531B2"/>
    <w:rsid w:val="0075749E"/>
    <w:rsid w:val="007606B1"/>
    <w:rsid w:val="00762D8B"/>
    <w:rsid w:val="00763CC3"/>
    <w:rsid w:val="007656EF"/>
    <w:rsid w:val="0077013F"/>
    <w:rsid w:val="00774998"/>
    <w:rsid w:val="00781F03"/>
    <w:rsid w:val="00781F72"/>
    <w:rsid w:val="00782103"/>
    <w:rsid w:val="00787F24"/>
    <w:rsid w:val="0079484E"/>
    <w:rsid w:val="007A77B8"/>
    <w:rsid w:val="007B2316"/>
    <w:rsid w:val="007B59D7"/>
    <w:rsid w:val="007C0E4F"/>
    <w:rsid w:val="007C12D1"/>
    <w:rsid w:val="007E6E33"/>
    <w:rsid w:val="007E7FCC"/>
    <w:rsid w:val="007F0E28"/>
    <w:rsid w:val="007F447C"/>
    <w:rsid w:val="00801B73"/>
    <w:rsid w:val="00802787"/>
    <w:rsid w:val="00805441"/>
    <w:rsid w:val="00810303"/>
    <w:rsid w:val="00812168"/>
    <w:rsid w:val="008141C1"/>
    <w:rsid w:val="00820045"/>
    <w:rsid w:val="00821969"/>
    <w:rsid w:val="0082756E"/>
    <w:rsid w:val="008321AA"/>
    <w:rsid w:val="00844607"/>
    <w:rsid w:val="00846733"/>
    <w:rsid w:val="00850D6E"/>
    <w:rsid w:val="0085127F"/>
    <w:rsid w:val="00852609"/>
    <w:rsid w:val="0086380A"/>
    <w:rsid w:val="008726F2"/>
    <w:rsid w:val="008732A7"/>
    <w:rsid w:val="008764D9"/>
    <w:rsid w:val="0087778E"/>
    <w:rsid w:val="00880F60"/>
    <w:rsid w:val="00891CC8"/>
    <w:rsid w:val="00894257"/>
    <w:rsid w:val="00896010"/>
    <w:rsid w:val="008A0993"/>
    <w:rsid w:val="008A2731"/>
    <w:rsid w:val="008A44F4"/>
    <w:rsid w:val="008B0BF4"/>
    <w:rsid w:val="008B5152"/>
    <w:rsid w:val="008B6030"/>
    <w:rsid w:val="008C7F0D"/>
    <w:rsid w:val="008D133D"/>
    <w:rsid w:val="008D3344"/>
    <w:rsid w:val="008E1A4B"/>
    <w:rsid w:val="008E65EE"/>
    <w:rsid w:val="008F32E7"/>
    <w:rsid w:val="008F72CC"/>
    <w:rsid w:val="00901531"/>
    <w:rsid w:val="009039B2"/>
    <w:rsid w:val="00911D8C"/>
    <w:rsid w:val="0091201C"/>
    <w:rsid w:val="009251B4"/>
    <w:rsid w:val="0093641A"/>
    <w:rsid w:val="00940092"/>
    <w:rsid w:val="00943873"/>
    <w:rsid w:val="009525ED"/>
    <w:rsid w:val="00952DB2"/>
    <w:rsid w:val="009531C3"/>
    <w:rsid w:val="00953678"/>
    <w:rsid w:val="00962454"/>
    <w:rsid w:val="00966255"/>
    <w:rsid w:val="0097253C"/>
    <w:rsid w:val="009821AD"/>
    <w:rsid w:val="00982639"/>
    <w:rsid w:val="00982DC0"/>
    <w:rsid w:val="00997996"/>
    <w:rsid w:val="009A1D92"/>
    <w:rsid w:val="009A765D"/>
    <w:rsid w:val="009B281F"/>
    <w:rsid w:val="009B38CE"/>
    <w:rsid w:val="009B7EB5"/>
    <w:rsid w:val="009C4C58"/>
    <w:rsid w:val="009C7883"/>
    <w:rsid w:val="009D0213"/>
    <w:rsid w:val="009E498A"/>
    <w:rsid w:val="009F6C5D"/>
    <w:rsid w:val="009F7FB1"/>
    <w:rsid w:val="00A00709"/>
    <w:rsid w:val="00A00A6E"/>
    <w:rsid w:val="00A0123B"/>
    <w:rsid w:val="00A075D4"/>
    <w:rsid w:val="00A143A7"/>
    <w:rsid w:val="00A27573"/>
    <w:rsid w:val="00A37009"/>
    <w:rsid w:val="00A37867"/>
    <w:rsid w:val="00A42C97"/>
    <w:rsid w:val="00A46B1C"/>
    <w:rsid w:val="00A51B44"/>
    <w:rsid w:val="00A56329"/>
    <w:rsid w:val="00A63D7D"/>
    <w:rsid w:val="00A66ACC"/>
    <w:rsid w:val="00A66C97"/>
    <w:rsid w:val="00A92368"/>
    <w:rsid w:val="00A95EE5"/>
    <w:rsid w:val="00A97FC4"/>
    <w:rsid w:val="00AA0125"/>
    <w:rsid w:val="00AA1D35"/>
    <w:rsid w:val="00AA7EF9"/>
    <w:rsid w:val="00AB232F"/>
    <w:rsid w:val="00AB2A73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55F5"/>
    <w:rsid w:val="00B23693"/>
    <w:rsid w:val="00B31D0D"/>
    <w:rsid w:val="00B3372B"/>
    <w:rsid w:val="00B41013"/>
    <w:rsid w:val="00B41562"/>
    <w:rsid w:val="00B42BA5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7443"/>
    <w:rsid w:val="00B87ED0"/>
    <w:rsid w:val="00BA1A57"/>
    <w:rsid w:val="00BB5DC2"/>
    <w:rsid w:val="00BB7BDE"/>
    <w:rsid w:val="00BC743A"/>
    <w:rsid w:val="00BE11B3"/>
    <w:rsid w:val="00BF1129"/>
    <w:rsid w:val="00BF304E"/>
    <w:rsid w:val="00BF7496"/>
    <w:rsid w:val="00C0723B"/>
    <w:rsid w:val="00C07D70"/>
    <w:rsid w:val="00C13751"/>
    <w:rsid w:val="00C2429F"/>
    <w:rsid w:val="00C2788C"/>
    <w:rsid w:val="00C3481E"/>
    <w:rsid w:val="00C40B40"/>
    <w:rsid w:val="00C40EC5"/>
    <w:rsid w:val="00C428F8"/>
    <w:rsid w:val="00C42EBF"/>
    <w:rsid w:val="00C43C6D"/>
    <w:rsid w:val="00C50C40"/>
    <w:rsid w:val="00C61DE1"/>
    <w:rsid w:val="00C65E26"/>
    <w:rsid w:val="00C74242"/>
    <w:rsid w:val="00C864AB"/>
    <w:rsid w:val="00C87ACA"/>
    <w:rsid w:val="00C93128"/>
    <w:rsid w:val="00C961C1"/>
    <w:rsid w:val="00C96495"/>
    <w:rsid w:val="00C979F3"/>
    <w:rsid w:val="00CA00DA"/>
    <w:rsid w:val="00CA11F3"/>
    <w:rsid w:val="00CC0D7F"/>
    <w:rsid w:val="00CC4F7B"/>
    <w:rsid w:val="00CD0312"/>
    <w:rsid w:val="00CE340A"/>
    <w:rsid w:val="00CE74DD"/>
    <w:rsid w:val="00CE7CDC"/>
    <w:rsid w:val="00CF2AF1"/>
    <w:rsid w:val="00CF7393"/>
    <w:rsid w:val="00D00B3B"/>
    <w:rsid w:val="00D043A2"/>
    <w:rsid w:val="00D139D3"/>
    <w:rsid w:val="00D14162"/>
    <w:rsid w:val="00D14258"/>
    <w:rsid w:val="00D14F3C"/>
    <w:rsid w:val="00D23326"/>
    <w:rsid w:val="00D242A6"/>
    <w:rsid w:val="00D30BBE"/>
    <w:rsid w:val="00D32C45"/>
    <w:rsid w:val="00D36AFD"/>
    <w:rsid w:val="00D372F5"/>
    <w:rsid w:val="00D372FA"/>
    <w:rsid w:val="00D40D46"/>
    <w:rsid w:val="00D43CEF"/>
    <w:rsid w:val="00D47BFE"/>
    <w:rsid w:val="00D514E1"/>
    <w:rsid w:val="00D538B9"/>
    <w:rsid w:val="00D53B8B"/>
    <w:rsid w:val="00D56349"/>
    <w:rsid w:val="00D57CD9"/>
    <w:rsid w:val="00D779B2"/>
    <w:rsid w:val="00D80146"/>
    <w:rsid w:val="00D85C5C"/>
    <w:rsid w:val="00D875F1"/>
    <w:rsid w:val="00D905A2"/>
    <w:rsid w:val="00D92C66"/>
    <w:rsid w:val="00D96685"/>
    <w:rsid w:val="00D96DBD"/>
    <w:rsid w:val="00DA6A60"/>
    <w:rsid w:val="00DA6F98"/>
    <w:rsid w:val="00DA79F8"/>
    <w:rsid w:val="00DB2E6A"/>
    <w:rsid w:val="00DB3D39"/>
    <w:rsid w:val="00DB7277"/>
    <w:rsid w:val="00DC09D8"/>
    <w:rsid w:val="00DD7CE4"/>
    <w:rsid w:val="00DE79FC"/>
    <w:rsid w:val="00DF3EFC"/>
    <w:rsid w:val="00E0423E"/>
    <w:rsid w:val="00E05870"/>
    <w:rsid w:val="00E05D51"/>
    <w:rsid w:val="00E07495"/>
    <w:rsid w:val="00E11133"/>
    <w:rsid w:val="00E169A4"/>
    <w:rsid w:val="00E16C5D"/>
    <w:rsid w:val="00E17CD6"/>
    <w:rsid w:val="00E207AB"/>
    <w:rsid w:val="00E21D55"/>
    <w:rsid w:val="00E26D17"/>
    <w:rsid w:val="00E307AA"/>
    <w:rsid w:val="00E31759"/>
    <w:rsid w:val="00E33964"/>
    <w:rsid w:val="00E35784"/>
    <w:rsid w:val="00E57E78"/>
    <w:rsid w:val="00E66FC6"/>
    <w:rsid w:val="00E90B66"/>
    <w:rsid w:val="00E90E7B"/>
    <w:rsid w:val="00E96BA6"/>
    <w:rsid w:val="00EA071B"/>
    <w:rsid w:val="00EA0A99"/>
    <w:rsid w:val="00EA2A79"/>
    <w:rsid w:val="00EA3DA5"/>
    <w:rsid w:val="00EB072B"/>
    <w:rsid w:val="00EB4F57"/>
    <w:rsid w:val="00EC1872"/>
    <w:rsid w:val="00EC24EA"/>
    <w:rsid w:val="00EC457A"/>
    <w:rsid w:val="00EC5B5A"/>
    <w:rsid w:val="00EC633E"/>
    <w:rsid w:val="00EC75F8"/>
    <w:rsid w:val="00ED5948"/>
    <w:rsid w:val="00EE5859"/>
    <w:rsid w:val="00EF5FF8"/>
    <w:rsid w:val="00EF6388"/>
    <w:rsid w:val="00F0133B"/>
    <w:rsid w:val="00F0138E"/>
    <w:rsid w:val="00F04ECD"/>
    <w:rsid w:val="00F10746"/>
    <w:rsid w:val="00F20A1C"/>
    <w:rsid w:val="00F250C1"/>
    <w:rsid w:val="00F34CB0"/>
    <w:rsid w:val="00F37BD7"/>
    <w:rsid w:val="00F37E27"/>
    <w:rsid w:val="00F403DC"/>
    <w:rsid w:val="00F44615"/>
    <w:rsid w:val="00F46588"/>
    <w:rsid w:val="00F55864"/>
    <w:rsid w:val="00F56002"/>
    <w:rsid w:val="00F60FA1"/>
    <w:rsid w:val="00F61BE2"/>
    <w:rsid w:val="00F6414B"/>
    <w:rsid w:val="00F740B0"/>
    <w:rsid w:val="00F76121"/>
    <w:rsid w:val="00F768D0"/>
    <w:rsid w:val="00FA4EF1"/>
    <w:rsid w:val="00FA6257"/>
    <w:rsid w:val="00FA68BA"/>
    <w:rsid w:val="00FB0385"/>
    <w:rsid w:val="00FB16E0"/>
    <w:rsid w:val="00FB1DDB"/>
    <w:rsid w:val="00FB2871"/>
    <w:rsid w:val="00FB51C2"/>
    <w:rsid w:val="00FD2853"/>
    <w:rsid w:val="00FD29A9"/>
    <w:rsid w:val="00FD2ADA"/>
    <w:rsid w:val="00FD7D29"/>
    <w:rsid w:val="00FE325F"/>
    <w:rsid w:val="00FE5684"/>
    <w:rsid w:val="00FF0BBB"/>
    <w:rsid w:val="00FF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33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E6E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7E6E3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6E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paragraph" w:customStyle="1" w:styleId="ConsTitle">
    <w:name w:val="ConsTitle"/>
    <w:uiPriority w:val="99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7E6E33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4459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45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A6E47CBE94B1591C30D3DDA89DFA56241B955B92BE1890E4FDC8AC0D932ED6B7l8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372</Words>
  <Characters>2126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lucenko</dc:creator>
  <cp:keywords/>
  <dc:description/>
  <cp:lastModifiedBy>user</cp:lastModifiedBy>
  <cp:revision>9</cp:revision>
  <cp:lastPrinted>2013-11-01T07:13:00Z</cp:lastPrinted>
  <dcterms:created xsi:type="dcterms:W3CDTF">2013-10-15T06:46:00Z</dcterms:created>
  <dcterms:modified xsi:type="dcterms:W3CDTF">2013-11-08T07:52:00Z</dcterms:modified>
</cp:coreProperties>
</file>