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983" w:rsidRDefault="00AC6983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Закон Ульяновской области</w:t>
      </w:r>
    </w:p>
    <w:p w:rsidR="00AC6983" w:rsidRDefault="00AC6983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AC6983" w:rsidRPr="009A4E5F" w:rsidRDefault="00AC6983" w:rsidP="00C014B1">
      <w:pPr>
        <w:autoSpaceDE w:val="0"/>
        <w:autoSpaceDN w:val="0"/>
        <w:adjustRightInd w:val="0"/>
        <w:jc w:val="center"/>
        <w:rPr>
          <w:b/>
          <w:bCs/>
          <w:sz w:val="36"/>
          <w:szCs w:val="28"/>
          <w:lang w:eastAsia="en-US"/>
        </w:rPr>
      </w:pPr>
    </w:p>
    <w:p w:rsidR="00AC6983" w:rsidRPr="00CA269A" w:rsidRDefault="00AC6983" w:rsidP="009A4E5F">
      <w:pPr>
        <w:pStyle w:val="Heading2"/>
        <w:spacing w:before="0" w:beforeAutospacing="0" w:after="0" w:afterAutospacing="0" w:line="226" w:lineRule="auto"/>
        <w:jc w:val="center"/>
        <w:rPr>
          <w:bCs w:val="0"/>
          <w:spacing w:val="-2"/>
          <w:sz w:val="28"/>
          <w:szCs w:val="28"/>
        </w:rPr>
      </w:pPr>
      <w:r w:rsidRPr="00CA269A">
        <w:rPr>
          <w:bCs w:val="0"/>
          <w:spacing w:val="-2"/>
          <w:sz w:val="28"/>
          <w:szCs w:val="28"/>
        </w:rPr>
        <w:t>О внесении изменений в статьи 8 и 8</w:t>
      </w:r>
      <w:r>
        <w:rPr>
          <w:bCs w:val="0"/>
          <w:spacing w:val="-2"/>
          <w:sz w:val="28"/>
          <w:szCs w:val="28"/>
          <w:vertAlign w:val="superscript"/>
        </w:rPr>
        <w:t>1</w:t>
      </w:r>
      <w:r w:rsidRPr="00CA269A">
        <w:rPr>
          <w:bCs w:val="0"/>
          <w:spacing w:val="-2"/>
          <w:sz w:val="28"/>
          <w:szCs w:val="28"/>
          <w:vertAlign w:val="superscript"/>
        </w:rPr>
        <w:t xml:space="preserve"> </w:t>
      </w:r>
      <w:r w:rsidRPr="00CA269A">
        <w:rPr>
          <w:bCs w:val="0"/>
          <w:spacing w:val="-2"/>
          <w:sz w:val="28"/>
          <w:szCs w:val="28"/>
        </w:rPr>
        <w:t xml:space="preserve">Закона Ульяновской области </w:t>
      </w:r>
    </w:p>
    <w:p w:rsidR="00AC6983" w:rsidRPr="00CA269A" w:rsidRDefault="00AC6983" w:rsidP="009A4E5F">
      <w:pPr>
        <w:pStyle w:val="Heading2"/>
        <w:spacing w:before="0" w:beforeAutospacing="0" w:after="0" w:afterAutospacing="0" w:line="226" w:lineRule="auto"/>
        <w:jc w:val="center"/>
        <w:rPr>
          <w:spacing w:val="-2"/>
          <w:sz w:val="28"/>
          <w:szCs w:val="28"/>
          <w:lang w:eastAsia="en-US"/>
        </w:rPr>
      </w:pPr>
      <w:r w:rsidRPr="00CA269A">
        <w:rPr>
          <w:bCs w:val="0"/>
          <w:spacing w:val="-2"/>
          <w:sz w:val="28"/>
          <w:szCs w:val="28"/>
        </w:rPr>
        <w:t>«О государственных должностях Ульяновской области» и признании утратившим силу Закона Ульяновской области «</w:t>
      </w:r>
      <w:r w:rsidRPr="00CA269A">
        <w:rPr>
          <w:spacing w:val="-2"/>
          <w:sz w:val="28"/>
          <w:szCs w:val="28"/>
          <w:lang w:eastAsia="en-US"/>
        </w:rPr>
        <w:t xml:space="preserve">О порядке размещения </w:t>
      </w:r>
    </w:p>
    <w:p w:rsidR="00AC6983" w:rsidRPr="00CA269A" w:rsidRDefault="00AC6983" w:rsidP="009A4E5F">
      <w:pPr>
        <w:pStyle w:val="Heading2"/>
        <w:spacing w:before="0" w:beforeAutospacing="0" w:after="0" w:afterAutospacing="0" w:line="226" w:lineRule="auto"/>
        <w:jc w:val="center"/>
        <w:rPr>
          <w:spacing w:val="-2"/>
          <w:sz w:val="28"/>
          <w:szCs w:val="28"/>
          <w:lang w:eastAsia="en-US"/>
        </w:rPr>
      </w:pPr>
      <w:r w:rsidRPr="00CA269A">
        <w:rPr>
          <w:spacing w:val="-2"/>
          <w:sz w:val="28"/>
          <w:szCs w:val="28"/>
          <w:lang w:eastAsia="en-US"/>
        </w:rPr>
        <w:t xml:space="preserve">на официальных сайтах государственных органов Ульяновской области </w:t>
      </w:r>
      <w:r w:rsidRPr="00CA269A">
        <w:rPr>
          <w:spacing w:val="-2"/>
          <w:sz w:val="28"/>
          <w:szCs w:val="28"/>
          <w:lang w:eastAsia="en-US"/>
        </w:rPr>
        <w:br/>
        <w:t xml:space="preserve">в информационно-телекоммуникационной сети «Интернет» и представления редакциям средств массовой информации по их запросам для опубликования сведений о доходах, об имуществе и обязательствах имущественного характера лиц, замещающих государственные должности </w:t>
      </w:r>
    </w:p>
    <w:p w:rsidR="00AC6983" w:rsidRPr="00CA269A" w:rsidRDefault="00AC6983" w:rsidP="009A4E5F">
      <w:pPr>
        <w:pStyle w:val="Heading2"/>
        <w:spacing w:before="0" w:beforeAutospacing="0" w:after="0" w:afterAutospacing="0" w:line="226" w:lineRule="auto"/>
        <w:jc w:val="center"/>
        <w:rPr>
          <w:bCs w:val="0"/>
          <w:spacing w:val="-2"/>
          <w:sz w:val="28"/>
          <w:szCs w:val="28"/>
        </w:rPr>
      </w:pPr>
      <w:r w:rsidRPr="00CA269A">
        <w:rPr>
          <w:spacing w:val="-2"/>
          <w:sz w:val="28"/>
          <w:szCs w:val="28"/>
          <w:lang w:eastAsia="en-US"/>
        </w:rPr>
        <w:t>Ульяновской области, и членов их семей</w:t>
      </w:r>
      <w:r w:rsidRPr="00CA269A">
        <w:rPr>
          <w:bCs w:val="0"/>
          <w:spacing w:val="-2"/>
          <w:sz w:val="28"/>
          <w:szCs w:val="28"/>
        </w:rPr>
        <w:t>»</w:t>
      </w:r>
    </w:p>
    <w:p w:rsidR="00AC6983" w:rsidRPr="00A208F6" w:rsidRDefault="00AC6983" w:rsidP="00CA269A">
      <w:pPr>
        <w:pStyle w:val="ConsNormal"/>
        <w:spacing w:line="230" w:lineRule="auto"/>
        <w:ind w:right="0" w:firstLine="0"/>
        <w:jc w:val="center"/>
        <w:rPr>
          <w:sz w:val="28"/>
          <w:szCs w:val="28"/>
        </w:rPr>
      </w:pPr>
    </w:p>
    <w:p w:rsidR="00AC6983" w:rsidRPr="00FE1BB1" w:rsidRDefault="00AC6983" w:rsidP="001E3FD0">
      <w:pPr>
        <w:rPr>
          <w:sz w:val="28"/>
          <w:szCs w:val="28"/>
        </w:rPr>
      </w:pPr>
    </w:p>
    <w:p w:rsidR="00AC6983" w:rsidRPr="00A60A63" w:rsidRDefault="00AC6983" w:rsidP="001E3FD0"/>
    <w:p w:rsidR="00AC6983" w:rsidRPr="00A60A63" w:rsidRDefault="00AC6983" w:rsidP="001E3FD0">
      <w:pPr>
        <w:spacing w:line="360" w:lineRule="auto"/>
        <w:ind w:firstLine="720"/>
        <w:jc w:val="both"/>
      </w:pPr>
    </w:p>
    <w:p w:rsidR="00AC6983" w:rsidRDefault="00AC6983" w:rsidP="00CA269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 w:rsidRPr="00A208F6">
        <w:rPr>
          <w:b/>
          <w:sz w:val="28"/>
          <w:szCs w:val="28"/>
          <w:lang w:eastAsia="en-US"/>
        </w:rPr>
        <w:t xml:space="preserve">Статья 1 </w:t>
      </w:r>
    </w:p>
    <w:p w:rsidR="00AC6983" w:rsidRPr="00A60A63" w:rsidRDefault="00AC6983" w:rsidP="00CA269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:rsidR="00AC6983" w:rsidRPr="00555AD3" w:rsidRDefault="00AC6983" w:rsidP="00CA26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AC6983" w:rsidRDefault="00AC6983" w:rsidP="00CA269A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Закон Ульяновской области от 30 января 2006 года № 06-ЗО        «О государственных должностях Ульяновской области» («Ульяновская правда» от 01.02.2006 № 7; от 10.06.2006 № 43; от 07.07.2006 № 51; от 08.11.2006 № 86;    от 22.12.2007 № 110; от 26.12.2007 № 111; от 28.03.2008 № 28; от 07.11.2008 </w:t>
      </w:r>
      <w:r>
        <w:rPr>
          <w:sz w:val="28"/>
          <w:szCs w:val="28"/>
        </w:rPr>
        <w:br/>
        <w:t xml:space="preserve">№ 91; от 19.12.2008 № 103; от 06.03.2009 № 17; от 30.04.2009 № 33; от 04.12.2009 № 97; от 10.03.2010 № 17; от 12.05.2010 № 35-36; от 13.10.2010 № 84; </w:t>
      </w:r>
      <w:r>
        <w:rPr>
          <w:sz w:val="28"/>
          <w:szCs w:val="28"/>
        </w:rPr>
        <w:br/>
        <w:t xml:space="preserve">от 04.02.2011 № 12-13; от 04.03.2011 № 23; от 06.05.2011 № 48; от 12.10.2011 </w:t>
      </w:r>
      <w:r>
        <w:rPr>
          <w:sz w:val="28"/>
          <w:szCs w:val="28"/>
        </w:rPr>
        <w:br/>
        <w:t xml:space="preserve">№ 115; от 28.12.2011 № 147; от 04.05.2012 № 45; от 29.06.2012 № 67; </w:t>
      </w:r>
      <w:r>
        <w:rPr>
          <w:sz w:val="28"/>
          <w:szCs w:val="28"/>
        </w:rPr>
        <w:br/>
        <w:t>от 01.03.2013 № 23; от 08.05.2013 № 48; от 07.09.2013 № 109; от 07.10.2013        № 125) следующие изменения:</w:t>
      </w:r>
      <w:bookmarkStart w:id="0" w:name="_GoBack"/>
      <w:bookmarkEnd w:id="0"/>
    </w:p>
    <w:p w:rsidR="00AC6983" w:rsidRDefault="00AC6983" w:rsidP="00CA269A">
      <w:pPr>
        <w:numPr>
          <w:ilvl w:val="0"/>
          <w:numId w:val="7"/>
        </w:numPr>
        <w:autoSpaceDE w:val="0"/>
        <w:autoSpaceDN w:val="0"/>
        <w:adjustRightInd w:val="0"/>
        <w:spacing w:line="36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статью 8 дополнить частью 2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следующего содержания:</w:t>
      </w:r>
    </w:p>
    <w:p w:rsidR="00AC6983" w:rsidRDefault="00AC6983" w:rsidP="00CA269A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34C34">
        <w:rPr>
          <w:sz w:val="28"/>
          <w:szCs w:val="28"/>
        </w:rPr>
        <w:t>2</w:t>
      </w:r>
      <w:r w:rsidRPr="00683443">
        <w:rPr>
          <w:sz w:val="28"/>
          <w:szCs w:val="28"/>
          <w:vertAlign w:val="superscript"/>
        </w:rPr>
        <w:t>1</w:t>
      </w:r>
      <w:r w:rsidRPr="00734C34">
        <w:rPr>
          <w:sz w:val="28"/>
          <w:szCs w:val="28"/>
        </w:rPr>
        <w:t>.</w:t>
      </w:r>
      <w:r w:rsidRPr="00991C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Сведения о </w:t>
      </w:r>
      <w:r w:rsidRPr="00991C4E">
        <w:rPr>
          <w:sz w:val="28"/>
          <w:szCs w:val="28"/>
        </w:rPr>
        <w:t>доходах, об имуществе и обязательствах имущественного характера лиц, замещающих государственные должности</w:t>
      </w:r>
      <w:r>
        <w:rPr>
          <w:sz w:val="28"/>
          <w:szCs w:val="28"/>
        </w:rPr>
        <w:t xml:space="preserve">, </w:t>
      </w:r>
      <w:r w:rsidRPr="00991C4E">
        <w:rPr>
          <w:sz w:val="28"/>
          <w:szCs w:val="28"/>
        </w:rPr>
        <w:t xml:space="preserve">не указанные в </w:t>
      </w:r>
      <w:hyperlink r:id="rId7" w:history="1">
        <w:r w:rsidRPr="00991C4E">
          <w:rPr>
            <w:sz w:val="28"/>
            <w:szCs w:val="28"/>
          </w:rPr>
          <w:t>пунктах 1</w:t>
        </w:r>
      </w:hyperlink>
      <w:r w:rsidRPr="00991C4E">
        <w:rPr>
          <w:sz w:val="28"/>
          <w:szCs w:val="28"/>
        </w:rPr>
        <w:t xml:space="preserve">, </w:t>
      </w:r>
      <w:hyperlink r:id="rId8" w:history="1">
        <w:r w:rsidRPr="00991C4E">
          <w:rPr>
            <w:sz w:val="28"/>
            <w:szCs w:val="28"/>
          </w:rPr>
          <w:t>2</w:t>
        </w:r>
      </w:hyperlink>
      <w:r w:rsidRPr="00991C4E">
        <w:rPr>
          <w:sz w:val="28"/>
          <w:szCs w:val="28"/>
        </w:rPr>
        <w:t xml:space="preserve">, </w:t>
      </w:r>
      <w:hyperlink r:id="rId9" w:history="1">
        <w:r>
          <w:rPr>
            <w:sz w:val="28"/>
            <w:szCs w:val="28"/>
          </w:rPr>
          <w:t>5</w:t>
        </w:r>
      </w:hyperlink>
      <w:r>
        <w:rPr>
          <w:sz w:val="28"/>
          <w:szCs w:val="28"/>
          <w:vertAlign w:val="superscript"/>
        </w:rPr>
        <w:t>1</w:t>
      </w:r>
      <w:r w:rsidRPr="00991C4E">
        <w:rPr>
          <w:sz w:val="28"/>
          <w:szCs w:val="28"/>
        </w:rPr>
        <w:t xml:space="preserve">, </w:t>
      </w:r>
      <w:hyperlink r:id="rId10" w:history="1">
        <w:r w:rsidRPr="00991C4E">
          <w:rPr>
            <w:sz w:val="28"/>
            <w:szCs w:val="28"/>
          </w:rPr>
          <w:t>6</w:t>
        </w:r>
      </w:hyperlink>
      <w:r w:rsidRPr="00991C4E">
        <w:rPr>
          <w:sz w:val="28"/>
          <w:szCs w:val="28"/>
        </w:rPr>
        <w:t xml:space="preserve">, </w:t>
      </w:r>
      <w:hyperlink r:id="rId11" w:history="1">
        <w:r w:rsidRPr="00991C4E">
          <w:rPr>
            <w:sz w:val="28"/>
            <w:szCs w:val="28"/>
          </w:rPr>
          <w:t>9</w:t>
        </w:r>
      </w:hyperlink>
      <w:r w:rsidRPr="00991C4E">
        <w:rPr>
          <w:sz w:val="28"/>
          <w:szCs w:val="28"/>
        </w:rPr>
        <w:t xml:space="preserve">, </w:t>
      </w:r>
      <w:hyperlink r:id="rId12" w:history="1">
        <w:r w:rsidRPr="00991C4E">
          <w:rPr>
            <w:sz w:val="28"/>
            <w:szCs w:val="28"/>
          </w:rPr>
          <w:t>11</w:t>
        </w:r>
      </w:hyperlink>
      <w:r w:rsidRPr="00991C4E">
        <w:rPr>
          <w:sz w:val="28"/>
          <w:szCs w:val="28"/>
        </w:rPr>
        <w:t xml:space="preserve"> и </w:t>
      </w:r>
      <w:hyperlink r:id="rId13" w:history="1">
        <w:r w:rsidRPr="00991C4E">
          <w:rPr>
            <w:sz w:val="28"/>
            <w:szCs w:val="28"/>
          </w:rPr>
          <w:t>13 статьи 3</w:t>
        </w:r>
      </w:hyperlink>
      <w:r w:rsidRPr="00991C4E">
        <w:rPr>
          <w:sz w:val="28"/>
          <w:szCs w:val="28"/>
        </w:rPr>
        <w:t xml:space="preserve"> настоящего Закона</w:t>
      </w:r>
      <w:r>
        <w:rPr>
          <w:sz w:val="28"/>
          <w:szCs w:val="28"/>
        </w:rPr>
        <w:t xml:space="preserve">, а также сведения о доходах,  об имуществе и обязательствах имущественного характера их супруг (супругов) и несовершеннолетних детей размещаются на официальных сайтах </w:t>
      </w:r>
      <w:r w:rsidRPr="00991C4E">
        <w:rPr>
          <w:sz w:val="28"/>
          <w:szCs w:val="28"/>
        </w:rPr>
        <w:t>государствен</w:t>
      </w:r>
      <w:r>
        <w:rPr>
          <w:sz w:val="28"/>
          <w:szCs w:val="28"/>
        </w:rPr>
        <w:t>ных органов Ульяновской области</w:t>
      </w:r>
      <w:r w:rsidRPr="00991C4E">
        <w:rPr>
          <w:sz w:val="28"/>
          <w:szCs w:val="28"/>
        </w:rPr>
        <w:t xml:space="preserve"> в информационно-телекоммуникационной сети «Интернет»</w:t>
      </w:r>
      <w:r>
        <w:rPr>
          <w:sz w:val="28"/>
          <w:szCs w:val="28"/>
        </w:rPr>
        <w:t xml:space="preserve"> (далее также – официальные сайты) и предоставляются</w:t>
      </w:r>
      <w:r w:rsidRPr="00991C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общероссийским средствам </w:t>
      </w:r>
      <w:r w:rsidRPr="00991C4E">
        <w:rPr>
          <w:sz w:val="28"/>
          <w:szCs w:val="28"/>
        </w:rPr>
        <w:t xml:space="preserve">массовой информации </w:t>
      </w:r>
      <w:r>
        <w:rPr>
          <w:sz w:val="28"/>
          <w:szCs w:val="28"/>
        </w:rPr>
        <w:t xml:space="preserve">в связи с их запросами </w:t>
      </w:r>
      <w:r w:rsidRPr="00991C4E">
        <w:rPr>
          <w:sz w:val="28"/>
          <w:szCs w:val="28"/>
        </w:rPr>
        <w:t>для опубликования</w:t>
      </w:r>
      <w:r>
        <w:rPr>
          <w:sz w:val="28"/>
          <w:szCs w:val="28"/>
        </w:rPr>
        <w:t xml:space="preserve"> в порядке, установленном законом Ульяновской области «О порядке размещения сведений о доходах, расходах, об имуществе и обязательствах имущественного характера лиц, замещающих отдельные государственные должности Ульяновской области, и членов их семей на официальных сайтах государственных органов Ульяновской области в информационно-телекоммуникационной сети «Интернет» и предоставления этих сведений общероссийским средствам массовой информации для  опубликования».»;</w:t>
      </w:r>
    </w:p>
    <w:p w:rsidR="00AC6983" w:rsidRDefault="00AC6983" w:rsidP="00CA269A">
      <w:pPr>
        <w:numPr>
          <w:ilvl w:val="0"/>
          <w:numId w:val="7"/>
        </w:numPr>
        <w:autoSpaceDE w:val="0"/>
        <w:autoSpaceDN w:val="0"/>
        <w:adjustRightInd w:val="0"/>
        <w:spacing w:line="36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часть 3 статьи 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изложить в следующей редакции:</w:t>
      </w:r>
    </w:p>
    <w:p w:rsidR="00AC6983" w:rsidRDefault="00AC6983" w:rsidP="00CA269A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350FF1">
        <w:rPr>
          <w:sz w:val="28"/>
          <w:szCs w:val="28"/>
        </w:rPr>
        <w:t>«3. Сведения об исто</w:t>
      </w:r>
      <w:r>
        <w:rPr>
          <w:sz w:val="28"/>
          <w:szCs w:val="28"/>
        </w:rPr>
        <w:t>чниках получения средств, за счё</w:t>
      </w:r>
      <w:r w:rsidRPr="00350FF1">
        <w:rPr>
          <w:sz w:val="28"/>
          <w:szCs w:val="28"/>
        </w:rPr>
        <w:t xml:space="preserve">т которых совершена сделка по приобретению земельного участка, другого объекта недвижимости, транспортного средства, ценных </w:t>
      </w:r>
      <w:r>
        <w:rPr>
          <w:sz w:val="28"/>
          <w:szCs w:val="28"/>
        </w:rPr>
        <w:t>бумаг, акций (долей участия, паё</w:t>
      </w:r>
      <w:r w:rsidRPr="00350FF1">
        <w:rPr>
          <w:sz w:val="28"/>
          <w:szCs w:val="28"/>
        </w:rPr>
        <w:t xml:space="preserve">в в уставных (складочных) капиталах организаций), если сумма сделки превышает общий доход лица, замещающего одну из государственных должностей, не указанных в </w:t>
      </w:r>
      <w:hyperlink r:id="rId14" w:history="1">
        <w:r w:rsidRPr="00350FF1">
          <w:rPr>
            <w:sz w:val="28"/>
            <w:szCs w:val="28"/>
          </w:rPr>
          <w:t>пунктах 1</w:t>
        </w:r>
      </w:hyperlink>
      <w:r w:rsidRPr="00350FF1">
        <w:rPr>
          <w:sz w:val="28"/>
          <w:szCs w:val="28"/>
        </w:rPr>
        <w:t xml:space="preserve">, </w:t>
      </w:r>
      <w:hyperlink r:id="rId15" w:history="1">
        <w:r w:rsidRPr="00350FF1">
          <w:rPr>
            <w:sz w:val="28"/>
            <w:szCs w:val="28"/>
          </w:rPr>
          <w:t>2</w:t>
        </w:r>
      </w:hyperlink>
      <w:r w:rsidRPr="00350FF1">
        <w:rPr>
          <w:sz w:val="28"/>
          <w:szCs w:val="28"/>
        </w:rPr>
        <w:t xml:space="preserve">, </w:t>
      </w:r>
      <w:hyperlink r:id="rId16" w:history="1">
        <w:r>
          <w:rPr>
            <w:sz w:val="28"/>
            <w:szCs w:val="28"/>
          </w:rPr>
          <w:t>5</w:t>
        </w:r>
      </w:hyperlink>
      <w:r>
        <w:rPr>
          <w:sz w:val="28"/>
          <w:szCs w:val="28"/>
          <w:vertAlign w:val="superscript"/>
        </w:rPr>
        <w:t>1</w:t>
      </w:r>
      <w:r w:rsidRPr="00350FF1">
        <w:rPr>
          <w:sz w:val="28"/>
          <w:szCs w:val="28"/>
        </w:rPr>
        <w:t xml:space="preserve">, </w:t>
      </w:r>
      <w:hyperlink r:id="rId17" w:history="1">
        <w:r w:rsidRPr="00350FF1">
          <w:rPr>
            <w:sz w:val="28"/>
            <w:szCs w:val="28"/>
          </w:rPr>
          <w:t>6</w:t>
        </w:r>
      </w:hyperlink>
      <w:r w:rsidRPr="00350FF1">
        <w:rPr>
          <w:sz w:val="28"/>
          <w:szCs w:val="28"/>
        </w:rPr>
        <w:t xml:space="preserve">, </w:t>
      </w:r>
      <w:hyperlink r:id="rId18" w:history="1">
        <w:r w:rsidRPr="00350FF1">
          <w:rPr>
            <w:sz w:val="28"/>
            <w:szCs w:val="28"/>
          </w:rPr>
          <w:t>9</w:t>
        </w:r>
      </w:hyperlink>
      <w:r w:rsidRPr="00350FF1">
        <w:rPr>
          <w:sz w:val="28"/>
          <w:szCs w:val="28"/>
        </w:rPr>
        <w:t xml:space="preserve">, </w:t>
      </w:r>
      <w:hyperlink r:id="rId19" w:history="1">
        <w:r w:rsidRPr="00350FF1">
          <w:rPr>
            <w:sz w:val="28"/>
            <w:szCs w:val="28"/>
          </w:rPr>
          <w:t>11</w:t>
        </w:r>
      </w:hyperlink>
      <w:r w:rsidRPr="00350FF1">
        <w:rPr>
          <w:sz w:val="28"/>
          <w:szCs w:val="28"/>
        </w:rPr>
        <w:t xml:space="preserve"> и </w:t>
      </w:r>
      <w:hyperlink r:id="rId20" w:history="1">
        <w:r w:rsidRPr="00350FF1">
          <w:rPr>
            <w:sz w:val="28"/>
            <w:szCs w:val="28"/>
          </w:rPr>
          <w:t>13 статьи 3</w:t>
        </w:r>
      </w:hyperlink>
      <w:r w:rsidRPr="00350FF1">
        <w:rPr>
          <w:sz w:val="28"/>
          <w:szCs w:val="28"/>
        </w:rPr>
        <w:t xml:space="preserve"> настоящего Закона, и его супруги (супруга) за три последних года, предшествующих совершению сделки, размещаются на официальных сайтах</w:t>
      </w:r>
      <w:r>
        <w:rPr>
          <w:sz w:val="28"/>
          <w:szCs w:val="28"/>
        </w:rPr>
        <w:t xml:space="preserve"> и</w:t>
      </w:r>
      <w:r w:rsidRPr="00350FF1">
        <w:rPr>
          <w:sz w:val="28"/>
          <w:szCs w:val="28"/>
        </w:rPr>
        <w:t xml:space="preserve"> предоставляются </w:t>
      </w:r>
      <w:r>
        <w:rPr>
          <w:sz w:val="28"/>
          <w:szCs w:val="28"/>
        </w:rPr>
        <w:t xml:space="preserve">общероссийским </w:t>
      </w:r>
      <w:r w:rsidRPr="00350FF1">
        <w:rPr>
          <w:sz w:val="28"/>
          <w:szCs w:val="28"/>
        </w:rPr>
        <w:t xml:space="preserve">средствам массовой информации </w:t>
      </w:r>
      <w:r>
        <w:rPr>
          <w:sz w:val="28"/>
          <w:szCs w:val="28"/>
        </w:rPr>
        <w:t xml:space="preserve">в связи с их запросами для опубликования </w:t>
      </w:r>
      <w:r w:rsidRPr="00350FF1">
        <w:rPr>
          <w:sz w:val="28"/>
          <w:szCs w:val="28"/>
        </w:rPr>
        <w:t>в порядке, установленном законом Ульяновской области</w:t>
      </w:r>
      <w:r>
        <w:rPr>
          <w:sz w:val="28"/>
          <w:szCs w:val="28"/>
        </w:rPr>
        <w:t xml:space="preserve"> «О порядке размещения сведений о доходах, расходах, об имуществе и обязательствах имущественного характера лиц, замещающих отдельные государственные должности Ульяновской области, и членов их семей на официальных сайтах государственных органов Ульяновской области в информационно-телекоммуникационной сети «Интернет» и предоставления этих сведений общероссийским средствам массовой информации для  опубликования».».</w:t>
      </w:r>
      <w:r w:rsidRPr="00350FF1">
        <w:rPr>
          <w:sz w:val="28"/>
          <w:szCs w:val="28"/>
        </w:rPr>
        <w:t xml:space="preserve"> </w:t>
      </w:r>
    </w:p>
    <w:p w:rsidR="00AC6983" w:rsidRDefault="00AC6983" w:rsidP="00CA269A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</w:p>
    <w:p w:rsidR="00AC6983" w:rsidRDefault="00AC6983" w:rsidP="00CA269A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</w:p>
    <w:p w:rsidR="00AC6983" w:rsidRDefault="00AC6983" w:rsidP="00CA269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</w:t>
      </w:r>
      <w:r w:rsidRPr="00A208F6">
        <w:rPr>
          <w:b/>
          <w:sz w:val="28"/>
          <w:szCs w:val="28"/>
          <w:lang w:eastAsia="en-US"/>
        </w:rPr>
        <w:t>татья 2</w:t>
      </w:r>
    </w:p>
    <w:p w:rsidR="00AC6983" w:rsidRDefault="00AC6983" w:rsidP="00CA26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AC6983" w:rsidRPr="00555AD3" w:rsidRDefault="00AC6983" w:rsidP="00CA26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AC6983" w:rsidRDefault="00AC6983" w:rsidP="00CA26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Признать утратившим силу Закон Ульяновской области от 6 мая 2013 года        № 52-ЗО «О порядке размещения на официальных сайтах государственных органов Ульяновской области в информационно-телекоммуникационной сети «Интернет» и представления редакциям средств массовой информации по их запросам для опубликования сведений о доходах, об имуществе и обязательствах имущественного характера лиц, замещающих государственные должности Ульяновской области, и членов их семей» (</w:t>
      </w:r>
      <w:r>
        <w:rPr>
          <w:sz w:val="28"/>
          <w:szCs w:val="28"/>
        </w:rPr>
        <w:t>«Ульяновская правда» от 08.05.2013    № 48).</w:t>
      </w:r>
    </w:p>
    <w:p w:rsidR="00AC6983" w:rsidRDefault="00AC6983" w:rsidP="00CA26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AC6983" w:rsidRDefault="00AC6983" w:rsidP="00CA269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AC6983" w:rsidRDefault="00AC6983" w:rsidP="00CA269A">
      <w:pPr>
        <w:autoSpaceDE w:val="0"/>
        <w:autoSpaceDN w:val="0"/>
        <w:adjustRightInd w:val="0"/>
        <w:ind w:left="540"/>
        <w:jc w:val="both"/>
        <w:rPr>
          <w:sz w:val="28"/>
          <w:szCs w:val="28"/>
          <w:lang w:eastAsia="en-US"/>
        </w:rPr>
      </w:pPr>
    </w:p>
    <w:p w:rsidR="00AC6983" w:rsidRDefault="00AC6983" w:rsidP="00CA269A">
      <w:pPr>
        <w:suppressAutoHyphens/>
        <w:jc w:val="both"/>
        <w:rPr>
          <w:b/>
          <w:color w:val="000000"/>
          <w:sz w:val="28"/>
          <w:szCs w:val="28"/>
        </w:rPr>
      </w:pPr>
      <w:r w:rsidRPr="00574A04">
        <w:rPr>
          <w:b/>
          <w:color w:val="000000"/>
          <w:sz w:val="28"/>
          <w:szCs w:val="28"/>
        </w:rPr>
        <w:t>Губернатор Ульяновской области</w:t>
      </w:r>
      <w:r>
        <w:rPr>
          <w:b/>
          <w:color w:val="000000"/>
          <w:sz w:val="28"/>
          <w:szCs w:val="28"/>
        </w:rPr>
        <w:t xml:space="preserve">     </w:t>
      </w:r>
      <w:r w:rsidRPr="00574A0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                                             </w:t>
      </w:r>
      <w:r w:rsidRPr="00574A04">
        <w:rPr>
          <w:b/>
          <w:color w:val="000000"/>
          <w:sz w:val="28"/>
          <w:szCs w:val="28"/>
        </w:rPr>
        <w:t>С.И.Морозов</w:t>
      </w:r>
    </w:p>
    <w:p w:rsidR="00AC6983" w:rsidRPr="00574A04" w:rsidRDefault="00AC6983" w:rsidP="00CA269A">
      <w:pPr>
        <w:suppressAutoHyphens/>
        <w:jc w:val="both"/>
        <w:rPr>
          <w:b/>
          <w:color w:val="000000"/>
          <w:sz w:val="28"/>
          <w:szCs w:val="28"/>
        </w:rPr>
      </w:pPr>
    </w:p>
    <w:p w:rsidR="00AC6983" w:rsidRDefault="00AC6983" w:rsidP="00CA269A">
      <w:pPr>
        <w:tabs>
          <w:tab w:val="left" w:pos="7020"/>
        </w:tabs>
        <w:suppressAutoHyphens/>
        <w:jc w:val="center"/>
        <w:rPr>
          <w:color w:val="000000"/>
          <w:sz w:val="28"/>
          <w:szCs w:val="28"/>
        </w:rPr>
      </w:pPr>
    </w:p>
    <w:p w:rsidR="00AC6983" w:rsidRDefault="00AC6983" w:rsidP="00CA269A">
      <w:pPr>
        <w:tabs>
          <w:tab w:val="left" w:pos="7020"/>
        </w:tabs>
        <w:suppressAutoHyphens/>
        <w:jc w:val="center"/>
        <w:rPr>
          <w:color w:val="000000"/>
          <w:sz w:val="28"/>
          <w:szCs w:val="28"/>
        </w:rPr>
      </w:pPr>
    </w:p>
    <w:p w:rsidR="00AC6983" w:rsidRPr="00574A04" w:rsidRDefault="00AC6983" w:rsidP="00CA269A">
      <w:pPr>
        <w:tabs>
          <w:tab w:val="left" w:pos="7020"/>
        </w:tabs>
        <w:suppressAutoHyphens/>
        <w:jc w:val="center"/>
        <w:rPr>
          <w:color w:val="000000"/>
          <w:sz w:val="28"/>
          <w:szCs w:val="28"/>
        </w:rPr>
      </w:pPr>
      <w:r w:rsidRPr="00574A04">
        <w:rPr>
          <w:color w:val="000000"/>
          <w:sz w:val="28"/>
          <w:szCs w:val="28"/>
        </w:rPr>
        <w:t>г. Ульяновск</w:t>
      </w:r>
    </w:p>
    <w:p w:rsidR="00AC6983" w:rsidRPr="00574A04" w:rsidRDefault="00AC6983" w:rsidP="00CA269A">
      <w:pPr>
        <w:tabs>
          <w:tab w:val="left" w:pos="7020"/>
        </w:tabs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ноября </w:t>
      </w:r>
      <w:smartTag w:uri="urn:schemas-microsoft-com:office:smarttags" w:element="metricconverter">
        <w:smartTagPr>
          <w:attr w:name="ProductID" w:val="2013 г"/>
        </w:smartTagPr>
        <w:r w:rsidRPr="00574A04">
          <w:rPr>
            <w:color w:val="000000"/>
            <w:sz w:val="28"/>
            <w:szCs w:val="28"/>
          </w:rPr>
          <w:t>201</w:t>
        </w:r>
        <w:r>
          <w:rPr>
            <w:color w:val="000000"/>
            <w:sz w:val="28"/>
            <w:szCs w:val="28"/>
          </w:rPr>
          <w:t>3</w:t>
        </w:r>
        <w:r w:rsidRPr="00574A04">
          <w:rPr>
            <w:color w:val="000000"/>
            <w:sz w:val="28"/>
            <w:szCs w:val="28"/>
          </w:rPr>
          <w:t xml:space="preserve"> г</w:t>
        </w:r>
      </w:smartTag>
      <w:r w:rsidRPr="00574A04">
        <w:rPr>
          <w:color w:val="000000"/>
          <w:sz w:val="28"/>
          <w:szCs w:val="28"/>
        </w:rPr>
        <w:t>.</w:t>
      </w:r>
    </w:p>
    <w:p w:rsidR="00AC6983" w:rsidRPr="00A208F6" w:rsidRDefault="00AC6983" w:rsidP="00CA269A">
      <w:pPr>
        <w:tabs>
          <w:tab w:val="left" w:pos="7020"/>
        </w:tabs>
        <w:suppressAutoHyphens/>
        <w:jc w:val="center"/>
        <w:rPr>
          <w:sz w:val="28"/>
          <w:szCs w:val="28"/>
          <w:lang w:eastAsia="en-US"/>
        </w:rPr>
      </w:pPr>
      <w:r w:rsidRPr="00574A04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199</w:t>
      </w:r>
      <w:r w:rsidRPr="00574A04">
        <w:rPr>
          <w:color w:val="000000"/>
          <w:sz w:val="28"/>
          <w:szCs w:val="28"/>
        </w:rPr>
        <w:t>-ЗО</w:t>
      </w:r>
    </w:p>
    <w:sectPr w:rsidR="00AC6983" w:rsidRPr="00A208F6" w:rsidSect="00CA269A">
      <w:headerReference w:type="default" r:id="rId21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983" w:rsidRDefault="00AC6983" w:rsidP="00B22B15">
      <w:r>
        <w:separator/>
      </w:r>
    </w:p>
  </w:endnote>
  <w:endnote w:type="continuationSeparator" w:id="0">
    <w:p w:rsidR="00AC6983" w:rsidRDefault="00AC6983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983" w:rsidRDefault="00AC6983" w:rsidP="00B22B15">
      <w:r>
        <w:separator/>
      </w:r>
    </w:p>
  </w:footnote>
  <w:footnote w:type="continuationSeparator" w:id="0">
    <w:p w:rsidR="00AC6983" w:rsidRDefault="00AC6983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983" w:rsidRPr="00B22B15" w:rsidRDefault="00AC6983">
    <w:pPr>
      <w:pStyle w:val="Header"/>
      <w:jc w:val="center"/>
      <w:rPr>
        <w:sz w:val="28"/>
        <w:szCs w:val="28"/>
      </w:rPr>
    </w:pPr>
    <w:r w:rsidRPr="0009155C">
      <w:rPr>
        <w:sz w:val="28"/>
        <w:szCs w:val="28"/>
      </w:rPr>
      <w:fldChar w:fldCharType="begin"/>
    </w:r>
    <w:r w:rsidRPr="0009155C">
      <w:rPr>
        <w:sz w:val="28"/>
        <w:szCs w:val="28"/>
      </w:rPr>
      <w:instrText xml:space="preserve"> PAGE   \* MERGEFORMAT </w:instrText>
    </w:r>
    <w:r w:rsidRPr="0009155C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09155C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BEE"/>
    <w:multiLevelType w:val="hybridMultilevel"/>
    <w:tmpl w:val="2D14DAD8"/>
    <w:lvl w:ilvl="0" w:tplc="1C0EA5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4527162"/>
    <w:multiLevelType w:val="hybridMultilevel"/>
    <w:tmpl w:val="12F81B80"/>
    <w:lvl w:ilvl="0" w:tplc="C2C4822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68642426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69BC28EB"/>
    <w:multiLevelType w:val="hybridMultilevel"/>
    <w:tmpl w:val="47363DAC"/>
    <w:lvl w:ilvl="0" w:tplc="3CEC7E5E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52E"/>
    <w:rsid w:val="00002415"/>
    <w:rsid w:val="00010101"/>
    <w:rsid w:val="00014519"/>
    <w:rsid w:val="0001751E"/>
    <w:rsid w:val="00024E77"/>
    <w:rsid w:val="0002712A"/>
    <w:rsid w:val="00040EF1"/>
    <w:rsid w:val="000753A8"/>
    <w:rsid w:val="00091364"/>
    <w:rsid w:val="0009155C"/>
    <w:rsid w:val="000958A9"/>
    <w:rsid w:val="000B0EBE"/>
    <w:rsid w:val="000B3366"/>
    <w:rsid w:val="000C2A0F"/>
    <w:rsid w:val="000C4A8D"/>
    <w:rsid w:val="000E451C"/>
    <w:rsid w:val="000F1B35"/>
    <w:rsid w:val="000F749E"/>
    <w:rsid w:val="000F74C0"/>
    <w:rsid w:val="00103C20"/>
    <w:rsid w:val="00135FD5"/>
    <w:rsid w:val="00170182"/>
    <w:rsid w:val="00172F49"/>
    <w:rsid w:val="0017501A"/>
    <w:rsid w:val="0019259C"/>
    <w:rsid w:val="001A71CB"/>
    <w:rsid w:val="001B587F"/>
    <w:rsid w:val="001C3A8E"/>
    <w:rsid w:val="001C6886"/>
    <w:rsid w:val="001E3FD0"/>
    <w:rsid w:val="00201E74"/>
    <w:rsid w:val="0020299F"/>
    <w:rsid w:val="002201FA"/>
    <w:rsid w:val="00241D27"/>
    <w:rsid w:val="002904AD"/>
    <w:rsid w:val="002B1D80"/>
    <w:rsid w:val="002E601B"/>
    <w:rsid w:val="002F07C9"/>
    <w:rsid w:val="00315074"/>
    <w:rsid w:val="00343278"/>
    <w:rsid w:val="00343FE9"/>
    <w:rsid w:val="00344E28"/>
    <w:rsid w:val="00350FF1"/>
    <w:rsid w:val="00352802"/>
    <w:rsid w:val="00352D4B"/>
    <w:rsid w:val="003553C1"/>
    <w:rsid w:val="003963AF"/>
    <w:rsid w:val="003A216E"/>
    <w:rsid w:val="003B3EB1"/>
    <w:rsid w:val="003C3448"/>
    <w:rsid w:val="003E4C64"/>
    <w:rsid w:val="0040790C"/>
    <w:rsid w:val="00414221"/>
    <w:rsid w:val="00416A93"/>
    <w:rsid w:val="00425A2B"/>
    <w:rsid w:val="00444D33"/>
    <w:rsid w:val="00482DE4"/>
    <w:rsid w:val="00487952"/>
    <w:rsid w:val="004960F0"/>
    <w:rsid w:val="004C0F3E"/>
    <w:rsid w:val="004C2458"/>
    <w:rsid w:val="004F7CB0"/>
    <w:rsid w:val="00504D08"/>
    <w:rsid w:val="005107F8"/>
    <w:rsid w:val="005209B0"/>
    <w:rsid w:val="005216C9"/>
    <w:rsid w:val="00521B78"/>
    <w:rsid w:val="00524E3E"/>
    <w:rsid w:val="00527F79"/>
    <w:rsid w:val="00545A73"/>
    <w:rsid w:val="00555AD3"/>
    <w:rsid w:val="00574A04"/>
    <w:rsid w:val="00575E40"/>
    <w:rsid w:val="00576A3D"/>
    <w:rsid w:val="00576D74"/>
    <w:rsid w:val="005806BB"/>
    <w:rsid w:val="00595D8B"/>
    <w:rsid w:val="005A0950"/>
    <w:rsid w:val="005A0DB9"/>
    <w:rsid w:val="005A5D11"/>
    <w:rsid w:val="005C2F86"/>
    <w:rsid w:val="005D11AC"/>
    <w:rsid w:val="005D4601"/>
    <w:rsid w:val="005E1EC7"/>
    <w:rsid w:val="00631178"/>
    <w:rsid w:val="00647808"/>
    <w:rsid w:val="00652FF8"/>
    <w:rsid w:val="006539E8"/>
    <w:rsid w:val="00683443"/>
    <w:rsid w:val="006A174E"/>
    <w:rsid w:val="006A5B5B"/>
    <w:rsid w:val="006B27AF"/>
    <w:rsid w:val="006B7199"/>
    <w:rsid w:val="006D5A43"/>
    <w:rsid w:val="006E29B4"/>
    <w:rsid w:val="006F23D3"/>
    <w:rsid w:val="007167D1"/>
    <w:rsid w:val="0072580E"/>
    <w:rsid w:val="007267C4"/>
    <w:rsid w:val="00733A78"/>
    <w:rsid w:val="00734C34"/>
    <w:rsid w:val="00775AB7"/>
    <w:rsid w:val="0079252E"/>
    <w:rsid w:val="00795500"/>
    <w:rsid w:val="007962F8"/>
    <w:rsid w:val="00797740"/>
    <w:rsid w:val="007A4BC2"/>
    <w:rsid w:val="007C29D4"/>
    <w:rsid w:val="007D04BD"/>
    <w:rsid w:val="007D1161"/>
    <w:rsid w:val="007E1FD0"/>
    <w:rsid w:val="007E34ED"/>
    <w:rsid w:val="007E3A38"/>
    <w:rsid w:val="00801732"/>
    <w:rsid w:val="00804A8A"/>
    <w:rsid w:val="0082146B"/>
    <w:rsid w:val="00832CF4"/>
    <w:rsid w:val="00835972"/>
    <w:rsid w:val="00866031"/>
    <w:rsid w:val="00871025"/>
    <w:rsid w:val="008859A8"/>
    <w:rsid w:val="00893572"/>
    <w:rsid w:val="008B60E0"/>
    <w:rsid w:val="008E0728"/>
    <w:rsid w:val="008F1068"/>
    <w:rsid w:val="009049E1"/>
    <w:rsid w:val="00913394"/>
    <w:rsid w:val="0091548F"/>
    <w:rsid w:val="00917B89"/>
    <w:rsid w:val="0093155B"/>
    <w:rsid w:val="00963197"/>
    <w:rsid w:val="00991C4E"/>
    <w:rsid w:val="009A2F5B"/>
    <w:rsid w:val="009A4E5F"/>
    <w:rsid w:val="009A4EBD"/>
    <w:rsid w:val="009B3F83"/>
    <w:rsid w:val="009D6C64"/>
    <w:rsid w:val="00A0506C"/>
    <w:rsid w:val="00A14305"/>
    <w:rsid w:val="00A151CF"/>
    <w:rsid w:val="00A17C8D"/>
    <w:rsid w:val="00A20737"/>
    <w:rsid w:val="00A208F6"/>
    <w:rsid w:val="00A220A3"/>
    <w:rsid w:val="00A35792"/>
    <w:rsid w:val="00A42D35"/>
    <w:rsid w:val="00A60A63"/>
    <w:rsid w:val="00AA4C0D"/>
    <w:rsid w:val="00AC1774"/>
    <w:rsid w:val="00AC6983"/>
    <w:rsid w:val="00AE0745"/>
    <w:rsid w:val="00AE4BC8"/>
    <w:rsid w:val="00AF7014"/>
    <w:rsid w:val="00B016D1"/>
    <w:rsid w:val="00B116CB"/>
    <w:rsid w:val="00B15BCB"/>
    <w:rsid w:val="00B22B15"/>
    <w:rsid w:val="00B23014"/>
    <w:rsid w:val="00B249E3"/>
    <w:rsid w:val="00B3218A"/>
    <w:rsid w:val="00B4770A"/>
    <w:rsid w:val="00B50832"/>
    <w:rsid w:val="00B52C51"/>
    <w:rsid w:val="00B545BC"/>
    <w:rsid w:val="00B55E5B"/>
    <w:rsid w:val="00B611F8"/>
    <w:rsid w:val="00B61AA1"/>
    <w:rsid w:val="00B736D9"/>
    <w:rsid w:val="00B75E2B"/>
    <w:rsid w:val="00B76630"/>
    <w:rsid w:val="00B819B7"/>
    <w:rsid w:val="00B90AA8"/>
    <w:rsid w:val="00B90B62"/>
    <w:rsid w:val="00BB18A8"/>
    <w:rsid w:val="00BB5D8B"/>
    <w:rsid w:val="00BC634D"/>
    <w:rsid w:val="00BE22EF"/>
    <w:rsid w:val="00C014B1"/>
    <w:rsid w:val="00C04622"/>
    <w:rsid w:val="00C205F3"/>
    <w:rsid w:val="00C21DE1"/>
    <w:rsid w:val="00C24F38"/>
    <w:rsid w:val="00C26717"/>
    <w:rsid w:val="00C271AD"/>
    <w:rsid w:val="00C4730A"/>
    <w:rsid w:val="00C629AB"/>
    <w:rsid w:val="00C72428"/>
    <w:rsid w:val="00CA269A"/>
    <w:rsid w:val="00CA2D78"/>
    <w:rsid w:val="00CB264A"/>
    <w:rsid w:val="00CC3263"/>
    <w:rsid w:val="00CC7DF7"/>
    <w:rsid w:val="00CE22A0"/>
    <w:rsid w:val="00CE65FA"/>
    <w:rsid w:val="00D04DE5"/>
    <w:rsid w:val="00D060BA"/>
    <w:rsid w:val="00D068D2"/>
    <w:rsid w:val="00D22022"/>
    <w:rsid w:val="00D2260B"/>
    <w:rsid w:val="00D379B5"/>
    <w:rsid w:val="00D76EBB"/>
    <w:rsid w:val="00D819F4"/>
    <w:rsid w:val="00D92E6B"/>
    <w:rsid w:val="00D97397"/>
    <w:rsid w:val="00DA44B0"/>
    <w:rsid w:val="00DB78C1"/>
    <w:rsid w:val="00DD01B6"/>
    <w:rsid w:val="00DD334A"/>
    <w:rsid w:val="00E0470C"/>
    <w:rsid w:val="00E20D2E"/>
    <w:rsid w:val="00E211C9"/>
    <w:rsid w:val="00E21AC7"/>
    <w:rsid w:val="00E3114C"/>
    <w:rsid w:val="00E32939"/>
    <w:rsid w:val="00E514E2"/>
    <w:rsid w:val="00E76950"/>
    <w:rsid w:val="00E81563"/>
    <w:rsid w:val="00EA2AAD"/>
    <w:rsid w:val="00EA5D0F"/>
    <w:rsid w:val="00EB1E37"/>
    <w:rsid w:val="00EB4AAA"/>
    <w:rsid w:val="00EE4FF9"/>
    <w:rsid w:val="00F06143"/>
    <w:rsid w:val="00F10897"/>
    <w:rsid w:val="00F26BA7"/>
    <w:rsid w:val="00F44DF2"/>
    <w:rsid w:val="00F570C4"/>
    <w:rsid w:val="00F57A33"/>
    <w:rsid w:val="00F62793"/>
    <w:rsid w:val="00FA725A"/>
    <w:rsid w:val="00FE1BB1"/>
    <w:rsid w:val="00FE23C8"/>
    <w:rsid w:val="00FF3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locked/>
    <w:rsid w:val="00BE22EF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A5B5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1C68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A72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725A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BE22E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67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73B234898B621B79674E6309236FD9B95DDA31EE053262083E4C6B509FE0B55093D871C2D1B82777EFA3KBJFH" TargetMode="External"/><Relationship Id="rId13" Type="http://schemas.openxmlformats.org/officeDocument/2006/relationships/hyperlink" Target="consultantplus://offline/ref=FC73B234898B621B79674E6309236FD9B95DDA31EE053262083E4C6B509FE0B55093D871C2D1B82777EFA0KBJCH" TargetMode="External"/><Relationship Id="rId18" Type="http://schemas.openxmlformats.org/officeDocument/2006/relationships/hyperlink" Target="consultantplus://offline/ref=F6DC9F51B79ED7F8B6EF81D16D78F4444C18A813C38AF7208C723B2F123854A62F92750FC85F215A0B5A62I9U0H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FC73B234898B621B79674E6309236FD9B95DDA31EE053262083E4C6B509FE0B55093D871C2D1B82777EFA3KBJEH" TargetMode="External"/><Relationship Id="rId12" Type="http://schemas.openxmlformats.org/officeDocument/2006/relationships/hyperlink" Target="consultantplus://offline/ref=FC73B234898B621B79674E6309236FD9B95DDA31EE053262083E4C6B509FE0B55093D871C2D1B82777EFA0KBJEH" TargetMode="External"/><Relationship Id="rId17" Type="http://schemas.openxmlformats.org/officeDocument/2006/relationships/hyperlink" Target="consultantplus://offline/ref=F6DC9F51B79ED7F8B6EF81D16D78F4444C18A813C38AF7208C723B2F123854A62F92750FC85F215A0B5A61I9UB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6DC9F51B79ED7F8B6EF81D16D78F4444C18A813C38AF7208C723B2F123854A62F92750FC85F215A0B5B68I9U1H" TargetMode="External"/><Relationship Id="rId20" Type="http://schemas.openxmlformats.org/officeDocument/2006/relationships/hyperlink" Target="consultantplus://offline/ref=F6DC9F51B79ED7F8B6EF81D16D78F4444C18A813C38AF7208C723B2F123854A62F92750FC85F215A0B5A62I9U4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C73B234898B621B79674E6309236FD9B95DDA31EE053262083E4C6B509FE0B55093D871C2D1B82777EFA0KBJ8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6DC9F51B79ED7F8B6EF81D16D78F4444C18A813C38AF7208C723B2F123854A62F92750FC85F215A0B5A61I9U7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FC73B234898B621B79674E6309236FD9B95DDA31EE053262083E4C6B509FE0B55093D871C2D1B82777EFA3KBJ3H" TargetMode="External"/><Relationship Id="rId19" Type="http://schemas.openxmlformats.org/officeDocument/2006/relationships/hyperlink" Target="consultantplus://offline/ref=F6DC9F51B79ED7F8B6EF81D16D78F4444C18A813C38AF7208C723B2F123854A62F92750FC85F215A0B5A62I9U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73B234898B621B79674E6309236FD9B95DDA31EE053262083E4C6B509FE0B55093D871C2D1B82777EEAAKBJ9H" TargetMode="External"/><Relationship Id="rId14" Type="http://schemas.openxmlformats.org/officeDocument/2006/relationships/hyperlink" Target="consultantplus://offline/ref=F6DC9F51B79ED7F8B6EF81D16D78F4444C18A813C38AF7208C723B2F123854A62F92750FC85F215A0B5A61I9U6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3</Pages>
  <Words>921</Words>
  <Characters>5254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lapshina</dc:creator>
  <cp:keywords/>
  <dc:description/>
  <cp:lastModifiedBy>user</cp:lastModifiedBy>
  <cp:revision>13</cp:revision>
  <cp:lastPrinted>2013-10-31T12:05:00Z</cp:lastPrinted>
  <dcterms:created xsi:type="dcterms:W3CDTF">2013-10-11T10:12:00Z</dcterms:created>
  <dcterms:modified xsi:type="dcterms:W3CDTF">2013-11-08T07:14:00Z</dcterms:modified>
</cp:coreProperties>
</file>