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777" w:rsidRDefault="00EE2777" w:rsidP="0096498C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Закон Ульяновской области</w:t>
      </w:r>
    </w:p>
    <w:p w:rsidR="00EE2777" w:rsidRDefault="00EE2777" w:rsidP="0096498C">
      <w:pPr>
        <w:pStyle w:val="ConsPlusTitle"/>
        <w:widowControl/>
        <w:jc w:val="center"/>
        <w:rPr>
          <w:sz w:val="28"/>
          <w:szCs w:val="28"/>
        </w:rPr>
      </w:pPr>
    </w:p>
    <w:p w:rsidR="00EE2777" w:rsidRDefault="00EE2777" w:rsidP="0096498C">
      <w:pPr>
        <w:pStyle w:val="ConsPlusTitle"/>
        <w:widowControl/>
        <w:jc w:val="center"/>
        <w:rPr>
          <w:sz w:val="28"/>
          <w:szCs w:val="28"/>
        </w:rPr>
      </w:pPr>
    </w:p>
    <w:p w:rsidR="00EE2777" w:rsidRDefault="00EE2777" w:rsidP="0096498C">
      <w:pPr>
        <w:pStyle w:val="ConsPlusTitle"/>
        <w:widowControl/>
        <w:jc w:val="center"/>
        <w:rPr>
          <w:sz w:val="28"/>
          <w:szCs w:val="28"/>
        </w:rPr>
      </w:pPr>
    </w:p>
    <w:p w:rsidR="00EE2777" w:rsidRDefault="00EE2777" w:rsidP="0096498C">
      <w:pPr>
        <w:pStyle w:val="ConsPlusTitle"/>
        <w:widowControl/>
        <w:jc w:val="center"/>
        <w:rPr>
          <w:sz w:val="28"/>
          <w:szCs w:val="28"/>
        </w:rPr>
      </w:pPr>
    </w:p>
    <w:p w:rsidR="00EE2777" w:rsidRDefault="00EE2777" w:rsidP="00E523E2">
      <w:pPr>
        <w:pStyle w:val="ConsPlusTitle"/>
        <w:jc w:val="center"/>
        <w:rPr>
          <w:sz w:val="28"/>
          <w:szCs w:val="28"/>
        </w:rPr>
      </w:pPr>
      <w:r w:rsidRPr="0028081C">
        <w:rPr>
          <w:sz w:val="28"/>
          <w:szCs w:val="28"/>
        </w:rPr>
        <w:t>О внесении изменени</w:t>
      </w:r>
      <w:r>
        <w:rPr>
          <w:sz w:val="28"/>
          <w:szCs w:val="28"/>
        </w:rPr>
        <w:t>я</w:t>
      </w:r>
      <w:r w:rsidRPr="0028081C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статью 11 </w:t>
      </w:r>
      <w:r w:rsidRPr="0028081C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28081C">
        <w:rPr>
          <w:sz w:val="28"/>
          <w:szCs w:val="28"/>
        </w:rPr>
        <w:t xml:space="preserve"> Ульяновской области</w:t>
      </w:r>
    </w:p>
    <w:p w:rsidR="00EE2777" w:rsidRPr="0028081C" w:rsidRDefault="00EE2777" w:rsidP="00E523E2">
      <w:pPr>
        <w:pStyle w:val="ConsPlusTitle"/>
        <w:jc w:val="center"/>
        <w:rPr>
          <w:sz w:val="28"/>
          <w:szCs w:val="28"/>
        </w:rPr>
      </w:pPr>
      <w:r w:rsidRPr="0028081C">
        <w:rPr>
          <w:sz w:val="28"/>
          <w:szCs w:val="28"/>
        </w:rPr>
        <w:t>«О</w:t>
      </w:r>
      <w:r>
        <w:rPr>
          <w:sz w:val="28"/>
          <w:szCs w:val="28"/>
        </w:rPr>
        <w:t xml:space="preserve"> Губернаторе</w:t>
      </w:r>
      <w:r w:rsidRPr="0028081C">
        <w:rPr>
          <w:sz w:val="28"/>
          <w:szCs w:val="28"/>
        </w:rPr>
        <w:t xml:space="preserve"> Ульяновской области»</w:t>
      </w:r>
    </w:p>
    <w:p w:rsidR="00EE2777" w:rsidRDefault="00EE2777" w:rsidP="0096498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EE2777" w:rsidRDefault="00EE2777" w:rsidP="0096498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EE2777" w:rsidRDefault="00EE2777" w:rsidP="0096498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EE2777" w:rsidRDefault="00EE2777" w:rsidP="0096498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EE2777" w:rsidRDefault="00EE2777" w:rsidP="0096498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EE2777" w:rsidRDefault="00EE2777" w:rsidP="0096498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EE2777" w:rsidRDefault="00EE2777" w:rsidP="0096498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EE2777" w:rsidRDefault="00EE2777" w:rsidP="0096498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EE2777" w:rsidRDefault="00EE2777" w:rsidP="0096498C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853416">
        <w:rPr>
          <w:b/>
          <w:sz w:val="28"/>
          <w:szCs w:val="28"/>
        </w:rPr>
        <w:t>Статья 1</w:t>
      </w:r>
    </w:p>
    <w:p w:rsidR="00EE2777" w:rsidRPr="00E74538" w:rsidRDefault="00EE2777" w:rsidP="0096498C">
      <w:pPr>
        <w:autoSpaceDE w:val="0"/>
        <w:autoSpaceDN w:val="0"/>
        <w:adjustRightInd w:val="0"/>
        <w:ind w:firstLine="709"/>
        <w:jc w:val="both"/>
        <w:outlineLvl w:val="0"/>
        <w:rPr>
          <w:b/>
        </w:rPr>
      </w:pPr>
    </w:p>
    <w:p w:rsidR="00EE2777" w:rsidRPr="00E74538" w:rsidRDefault="00EE2777" w:rsidP="0096498C">
      <w:pPr>
        <w:autoSpaceDE w:val="0"/>
        <w:autoSpaceDN w:val="0"/>
        <w:adjustRightInd w:val="0"/>
        <w:ind w:firstLine="709"/>
        <w:jc w:val="both"/>
        <w:outlineLvl w:val="0"/>
        <w:rPr>
          <w:b/>
        </w:rPr>
      </w:pPr>
    </w:p>
    <w:p w:rsidR="00EE2777" w:rsidRPr="00D20CDA" w:rsidRDefault="00EE2777" w:rsidP="003A5FBA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D10E3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 </w:t>
      </w:r>
      <w:r w:rsidRPr="001D10E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статью 11 </w:t>
      </w:r>
      <w:r w:rsidRPr="001D10E3">
        <w:rPr>
          <w:sz w:val="28"/>
          <w:szCs w:val="28"/>
        </w:rPr>
        <w:t>Закон</w:t>
      </w:r>
      <w:r>
        <w:rPr>
          <w:sz w:val="28"/>
          <w:szCs w:val="28"/>
        </w:rPr>
        <w:t xml:space="preserve">а  </w:t>
      </w:r>
      <w:r w:rsidRPr="001D10E3">
        <w:rPr>
          <w:sz w:val="28"/>
          <w:szCs w:val="28"/>
        </w:rPr>
        <w:t>Ульяновской</w:t>
      </w:r>
      <w:r>
        <w:rPr>
          <w:sz w:val="28"/>
          <w:szCs w:val="28"/>
        </w:rPr>
        <w:t xml:space="preserve">  области  от  4 </w:t>
      </w:r>
      <w:r w:rsidRPr="001D10E3">
        <w:rPr>
          <w:sz w:val="28"/>
          <w:szCs w:val="28"/>
        </w:rPr>
        <w:t xml:space="preserve"> апреля 2006 года</w:t>
      </w:r>
      <w:r>
        <w:rPr>
          <w:sz w:val="28"/>
          <w:szCs w:val="28"/>
        </w:rPr>
        <w:t xml:space="preserve"> </w:t>
      </w:r>
      <w:r w:rsidRPr="001D10E3">
        <w:rPr>
          <w:sz w:val="28"/>
          <w:szCs w:val="28"/>
        </w:rPr>
        <w:t xml:space="preserve">№ </w:t>
      </w:r>
      <w:r>
        <w:rPr>
          <w:sz w:val="28"/>
          <w:szCs w:val="28"/>
        </w:rPr>
        <w:t>31</w:t>
      </w:r>
      <w:r w:rsidRPr="001D10E3">
        <w:rPr>
          <w:sz w:val="28"/>
          <w:szCs w:val="28"/>
        </w:rPr>
        <w:t>-ЗО «О</w:t>
      </w:r>
      <w:r>
        <w:rPr>
          <w:sz w:val="28"/>
          <w:szCs w:val="28"/>
        </w:rPr>
        <w:t xml:space="preserve"> Губернаторе </w:t>
      </w:r>
      <w:r w:rsidRPr="001D10E3">
        <w:rPr>
          <w:sz w:val="28"/>
          <w:szCs w:val="28"/>
        </w:rPr>
        <w:t xml:space="preserve"> Ульяновской области» («Ульяновская правда» </w:t>
      </w:r>
      <w:r>
        <w:rPr>
          <w:sz w:val="28"/>
          <w:szCs w:val="28"/>
        </w:rPr>
        <w:br/>
      </w:r>
      <w:r w:rsidRPr="00F5522A">
        <w:rPr>
          <w:spacing w:val="-4"/>
          <w:sz w:val="28"/>
          <w:szCs w:val="28"/>
        </w:rPr>
        <w:t xml:space="preserve">от </w:t>
      </w:r>
      <w:r>
        <w:rPr>
          <w:spacing w:val="-4"/>
          <w:sz w:val="28"/>
          <w:szCs w:val="28"/>
        </w:rPr>
        <w:t>05</w:t>
      </w:r>
      <w:r w:rsidRPr="00F5522A">
        <w:rPr>
          <w:spacing w:val="-4"/>
          <w:sz w:val="28"/>
          <w:szCs w:val="28"/>
        </w:rPr>
        <w:t xml:space="preserve">.04.2006 </w:t>
      </w:r>
      <w:r>
        <w:rPr>
          <w:spacing w:val="-4"/>
          <w:sz w:val="28"/>
          <w:szCs w:val="28"/>
        </w:rPr>
        <w:t xml:space="preserve"> </w:t>
      </w:r>
      <w:r w:rsidRPr="00F5522A">
        <w:rPr>
          <w:spacing w:val="-4"/>
          <w:sz w:val="28"/>
          <w:szCs w:val="28"/>
        </w:rPr>
        <w:t>№ 2</w:t>
      </w:r>
      <w:r>
        <w:rPr>
          <w:spacing w:val="-4"/>
          <w:sz w:val="28"/>
          <w:szCs w:val="28"/>
        </w:rPr>
        <w:t>3</w:t>
      </w:r>
      <w:r w:rsidRPr="00F5522A">
        <w:rPr>
          <w:spacing w:val="-4"/>
          <w:sz w:val="28"/>
          <w:szCs w:val="28"/>
        </w:rPr>
        <w:t xml:space="preserve">; </w:t>
      </w:r>
      <w:r w:rsidRPr="002B24C3">
        <w:rPr>
          <w:spacing w:val="-4"/>
          <w:sz w:val="28"/>
          <w:szCs w:val="28"/>
        </w:rPr>
        <w:t xml:space="preserve">от 10.06.2006 </w:t>
      </w:r>
      <w:r>
        <w:rPr>
          <w:spacing w:val="-4"/>
          <w:sz w:val="28"/>
          <w:szCs w:val="28"/>
        </w:rPr>
        <w:t>№</w:t>
      </w:r>
      <w:r w:rsidRPr="002B24C3">
        <w:rPr>
          <w:spacing w:val="-4"/>
          <w:sz w:val="28"/>
          <w:szCs w:val="28"/>
        </w:rPr>
        <w:t xml:space="preserve"> 43; от 06.10.2006 </w:t>
      </w:r>
      <w:r>
        <w:rPr>
          <w:spacing w:val="-4"/>
          <w:sz w:val="28"/>
          <w:szCs w:val="28"/>
        </w:rPr>
        <w:t>№</w:t>
      </w:r>
      <w:r w:rsidRPr="002B24C3">
        <w:rPr>
          <w:spacing w:val="-4"/>
          <w:sz w:val="28"/>
          <w:szCs w:val="28"/>
        </w:rPr>
        <w:t xml:space="preserve"> 77; от 05.05.2007 </w:t>
      </w:r>
      <w:r>
        <w:rPr>
          <w:spacing w:val="-4"/>
          <w:sz w:val="28"/>
          <w:szCs w:val="28"/>
        </w:rPr>
        <w:t>№</w:t>
      </w:r>
      <w:r w:rsidRPr="002B24C3">
        <w:rPr>
          <w:spacing w:val="-4"/>
          <w:sz w:val="28"/>
          <w:szCs w:val="28"/>
        </w:rPr>
        <w:t xml:space="preserve"> 37; </w:t>
      </w:r>
      <w:r>
        <w:rPr>
          <w:spacing w:val="-4"/>
          <w:sz w:val="28"/>
          <w:szCs w:val="28"/>
        </w:rPr>
        <w:br/>
      </w:r>
      <w:r w:rsidRPr="002B24C3">
        <w:rPr>
          <w:spacing w:val="-4"/>
          <w:sz w:val="28"/>
          <w:szCs w:val="28"/>
        </w:rPr>
        <w:t xml:space="preserve">от 09.06.2007 </w:t>
      </w:r>
      <w:r>
        <w:rPr>
          <w:spacing w:val="-4"/>
          <w:sz w:val="28"/>
          <w:szCs w:val="28"/>
        </w:rPr>
        <w:t>№</w:t>
      </w:r>
      <w:r w:rsidRPr="002B24C3">
        <w:rPr>
          <w:spacing w:val="-4"/>
          <w:sz w:val="28"/>
          <w:szCs w:val="28"/>
        </w:rPr>
        <w:t xml:space="preserve"> 47; от 22.12.2007 </w:t>
      </w:r>
      <w:r>
        <w:rPr>
          <w:spacing w:val="-4"/>
          <w:sz w:val="28"/>
          <w:szCs w:val="28"/>
        </w:rPr>
        <w:t>№</w:t>
      </w:r>
      <w:r w:rsidRPr="002B24C3">
        <w:rPr>
          <w:spacing w:val="-4"/>
          <w:sz w:val="28"/>
          <w:szCs w:val="28"/>
        </w:rPr>
        <w:t xml:space="preserve"> 110; от 06.03.2009 </w:t>
      </w:r>
      <w:r>
        <w:rPr>
          <w:spacing w:val="-4"/>
          <w:sz w:val="28"/>
          <w:szCs w:val="28"/>
        </w:rPr>
        <w:t>№</w:t>
      </w:r>
      <w:r w:rsidRPr="002B24C3">
        <w:rPr>
          <w:spacing w:val="-4"/>
          <w:sz w:val="28"/>
          <w:szCs w:val="28"/>
        </w:rPr>
        <w:t xml:space="preserve"> 17; от 04.12.2009 </w:t>
      </w:r>
      <w:r>
        <w:rPr>
          <w:spacing w:val="-4"/>
          <w:sz w:val="28"/>
          <w:szCs w:val="28"/>
        </w:rPr>
        <w:t>№</w:t>
      </w:r>
      <w:r w:rsidRPr="002B24C3">
        <w:rPr>
          <w:spacing w:val="-4"/>
          <w:sz w:val="28"/>
          <w:szCs w:val="28"/>
        </w:rPr>
        <w:t xml:space="preserve"> 97; </w:t>
      </w:r>
      <w:r>
        <w:rPr>
          <w:spacing w:val="-4"/>
          <w:sz w:val="28"/>
          <w:szCs w:val="28"/>
        </w:rPr>
        <w:br/>
      </w:r>
      <w:r w:rsidRPr="002B24C3">
        <w:rPr>
          <w:spacing w:val="-4"/>
          <w:sz w:val="28"/>
          <w:szCs w:val="28"/>
        </w:rPr>
        <w:t xml:space="preserve">от 12.05.2010 </w:t>
      </w:r>
      <w:r>
        <w:rPr>
          <w:spacing w:val="-4"/>
          <w:sz w:val="28"/>
          <w:szCs w:val="28"/>
        </w:rPr>
        <w:t>№</w:t>
      </w:r>
      <w:r w:rsidRPr="002B24C3">
        <w:rPr>
          <w:spacing w:val="-4"/>
          <w:sz w:val="28"/>
          <w:szCs w:val="28"/>
        </w:rPr>
        <w:t xml:space="preserve"> 35-36; от 09.10.2010 </w:t>
      </w:r>
      <w:r>
        <w:rPr>
          <w:spacing w:val="-4"/>
          <w:sz w:val="28"/>
          <w:szCs w:val="28"/>
        </w:rPr>
        <w:t>№</w:t>
      </w:r>
      <w:r w:rsidRPr="002B24C3">
        <w:rPr>
          <w:spacing w:val="-4"/>
          <w:sz w:val="28"/>
          <w:szCs w:val="28"/>
        </w:rPr>
        <w:t xml:space="preserve"> 83; от 11.05.2011 </w:t>
      </w:r>
      <w:r>
        <w:rPr>
          <w:spacing w:val="-4"/>
          <w:sz w:val="28"/>
          <w:szCs w:val="28"/>
        </w:rPr>
        <w:t>№</w:t>
      </w:r>
      <w:r w:rsidRPr="002B24C3">
        <w:rPr>
          <w:spacing w:val="-4"/>
          <w:sz w:val="28"/>
          <w:szCs w:val="28"/>
        </w:rPr>
        <w:t> 50</w:t>
      </w:r>
      <w:bookmarkStart w:id="0" w:name="_GoBack"/>
      <w:bookmarkEnd w:id="0"/>
      <w:r w:rsidRPr="002B24C3">
        <w:rPr>
          <w:spacing w:val="-4"/>
          <w:sz w:val="28"/>
          <w:szCs w:val="28"/>
        </w:rPr>
        <w:t xml:space="preserve">; от 12.10.2011 </w:t>
      </w:r>
      <w:r>
        <w:rPr>
          <w:spacing w:val="-4"/>
          <w:sz w:val="28"/>
          <w:szCs w:val="28"/>
        </w:rPr>
        <w:t>№</w:t>
      </w:r>
      <w:r w:rsidRPr="002B24C3">
        <w:rPr>
          <w:spacing w:val="-4"/>
          <w:sz w:val="28"/>
          <w:szCs w:val="28"/>
        </w:rPr>
        <w:t xml:space="preserve"> 115; от 04.05.2012 </w:t>
      </w:r>
      <w:r>
        <w:rPr>
          <w:spacing w:val="-4"/>
          <w:sz w:val="28"/>
          <w:szCs w:val="28"/>
        </w:rPr>
        <w:t>№</w:t>
      </w:r>
      <w:r w:rsidRPr="002B24C3">
        <w:rPr>
          <w:spacing w:val="-4"/>
          <w:sz w:val="28"/>
          <w:szCs w:val="28"/>
        </w:rPr>
        <w:t xml:space="preserve"> 45; от 29.06.2012 </w:t>
      </w:r>
      <w:r>
        <w:rPr>
          <w:spacing w:val="-4"/>
          <w:sz w:val="28"/>
          <w:szCs w:val="28"/>
        </w:rPr>
        <w:t>№</w:t>
      </w:r>
      <w:r w:rsidRPr="002B24C3">
        <w:rPr>
          <w:spacing w:val="-4"/>
          <w:sz w:val="28"/>
          <w:szCs w:val="28"/>
        </w:rPr>
        <w:t xml:space="preserve"> 67; от 28.12.2012 </w:t>
      </w:r>
      <w:r>
        <w:rPr>
          <w:spacing w:val="-4"/>
          <w:sz w:val="28"/>
          <w:szCs w:val="28"/>
        </w:rPr>
        <w:t>№</w:t>
      </w:r>
      <w:r w:rsidRPr="002B24C3">
        <w:rPr>
          <w:spacing w:val="-4"/>
          <w:sz w:val="28"/>
          <w:szCs w:val="28"/>
        </w:rPr>
        <w:t xml:space="preserve"> 146; от 01.03.2013 </w:t>
      </w:r>
      <w:r>
        <w:rPr>
          <w:spacing w:val="-4"/>
          <w:sz w:val="28"/>
          <w:szCs w:val="28"/>
        </w:rPr>
        <w:t>№</w:t>
      </w:r>
      <w:r w:rsidRPr="002B24C3">
        <w:rPr>
          <w:spacing w:val="-4"/>
          <w:sz w:val="28"/>
          <w:szCs w:val="28"/>
        </w:rPr>
        <w:t xml:space="preserve"> 23</w:t>
      </w:r>
      <w:r>
        <w:rPr>
          <w:spacing w:val="-4"/>
          <w:sz w:val="28"/>
          <w:szCs w:val="28"/>
        </w:rPr>
        <w:t xml:space="preserve">; </w:t>
      </w:r>
      <w:r>
        <w:rPr>
          <w:spacing w:val="-4"/>
          <w:sz w:val="28"/>
          <w:szCs w:val="28"/>
        </w:rPr>
        <w:br/>
        <w:t>от 08.05.2013 № 48; от 07.09.2013 № 109</w:t>
      </w:r>
      <w:r w:rsidRPr="002B24C3">
        <w:rPr>
          <w:spacing w:val="-4"/>
          <w:sz w:val="28"/>
          <w:szCs w:val="28"/>
        </w:rPr>
        <w:t>)</w:t>
      </w:r>
      <w:r>
        <w:rPr>
          <w:sz w:val="28"/>
          <w:szCs w:val="28"/>
        </w:rPr>
        <w:t xml:space="preserve"> изменение, дополнив её пунктом 18 следующего содержания:</w:t>
      </w:r>
    </w:p>
    <w:p w:rsidR="00EE2777" w:rsidRDefault="00EE2777" w:rsidP="003A5F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«18</w:t>
      </w:r>
      <w:r w:rsidRPr="00C00FEA">
        <w:rPr>
          <w:sz w:val="28"/>
          <w:szCs w:val="28"/>
        </w:rPr>
        <w:t xml:space="preserve">) утверждает ежегодный доклад о состоянии </w:t>
      </w:r>
      <w:r>
        <w:rPr>
          <w:sz w:val="28"/>
          <w:szCs w:val="28"/>
        </w:rPr>
        <w:t xml:space="preserve">архивного дела на </w:t>
      </w:r>
      <w:r w:rsidRPr="00C00FEA">
        <w:rPr>
          <w:sz w:val="28"/>
          <w:szCs w:val="28"/>
        </w:rPr>
        <w:t xml:space="preserve"> территории Ульяновской области, о</w:t>
      </w:r>
      <w:r>
        <w:rPr>
          <w:sz w:val="28"/>
          <w:szCs w:val="28"/>
        </w:rPr>
        <w:t>беспечивает его распространение</w:t>
      </w:r>
      <w:r w:rsidRPr="00020F9A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EE2777" w:rsidRPr="00020F9A" w:rsidRDefault="00EE2777" w:rsidP="0085341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EE2777" w:rsidRDefault="00EE2777" w:rsidP="0096498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853416">
        <w:rPr>
          <w:b/>
          <w:sz w:val="28"/>
          <w:szCs w:val="28"/>
        </w:rPr>
        <w:t>Статья 2</w:t>
      </w:r>
    </w:p>
    <w:p w:rsidR="00EE2777" w:rsidRPr="00E74538" w:rsidRDefault="00EE2777" w:rsidP="0096498C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EE2777" w:rsidRPr="00E74538" w:rsidRDefault="00EE2777" w:rsidP="0096498C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EE2777" w:rsidRPr="00410369" w:rsidRDefault="00EE2777" w:rsidP="0096498C">
      <w:pPr>
        <w:pStyle w:val="BodyText"/>
        <w:tabs>
          <w:tab w:val="left" w:pos="1009"/>
        </w:tabs>
        <w:spacing w:line="240" w:lineRule="auto"/>
        <w:ind w:firstLine="709"/>
      </w:pPr>
      <w:r w:rsidRPr="00410369">
        <w:t>Настоящий Закон вступает в силу с 1 января 2014 года.</w:t>
      </w:r>
    </w:p>
    <w:p w:rsidR="00EE2777" w:rsidRDefault="00EE2777" w:rsidP="0096498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E2777" w:rsidRDefault="00EE2777" w:rsidP="0096498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E2777" w:rsidRPr="00657CD7" w:rsidRDefault="00EE2777" w:rsidP="0096498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57CD7">
        <w:rPr>
          <w:b/>
          <w:sz w:val="28"/>
          <w:szCs w:val="28"/>
        </w:rPr>
        <w:t xml:space="preserve">Губернатор Ульяновской области                      </w:t>
      </w:r>
      <w:r>
        <w:rPr>
          <w:b/>
          <w:sz w:val="28"/>
          <w:szCs w:val="28"/>
        </w:rPr>
        <w:t xml:space="preserve"> </w:t>
      </w:r>
      <w:r w:rsidRPr="00657CD7">
        <w:rPr>
          <w:b/>
          <w:sz w:val="28"/>
          <w:szCs w:val="28"/>
        </w:rPr>
        <w:t xml:space="preserve">                                С.И.Морозов</w:t>
      </w:r>
    </w:p>
    <w:p w:rsidR="00EE2777" w:rsidRPr="0037031D" w:rsidRDefault="00EE2777" w:rsidP="0096498C">
      <w:pPr>
        <w:autoSpaceDE w:val="0"/>
        <w:autoSpaceDN w:val="0"/>
        <w:adjustRightInd w:val="0"/>
        <w:jc w:val="center"/>
        <w:rPr>
          <w:sz w:val="30"/>
          <w:szCs w:val="30"/>
        </w:rPr>
      </w:pPr>
    </w:p>
    <w:p w:rsidR="00EE2777" w:rsidRDefault="00EE2777" w:rsidP="0096498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EE2777" w:rsidRDefault="00EE2777" w:rsidP="0096498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  ноября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>.</w:t>
      </w:r>
    </w:p>
    <w:p w:rsidR="00EE2777" w:rsidRDefault="00EE2777" w:rsidP="0096498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№ 198-ЗО</w:t>
      </w:r>
    </w:p>
    <w:sectPr w:rsidR="00EE2777" w:rsidSect="00312097">
      <w:headerReference w:type="default" r:id="rId7"/>
      <w:pgSz w:w="11906" w:h="16838"/>
      <w:pgMar w:top="1134" w:right="624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777" w:rsidRDefault="00EE2777">
      <w:r>
        <w:separator/>
      </w:r>
    </w:p>
  </w:endnote>
  <w:endnote w:type="continuationSeparator" w:id="0">
    <w:p w:rsidR="00EE2777" w:rsidRDefault="00EE2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777" w:rsidRDefault="00EE2777">
      <w:r>
        <w:separator/>
      </w:r>
    </w:p>
  </w:footnote>
  <w:footnote w:type="continuationSeparator" w:id="0">
    <w:p w:rsidR="00EE2777" w:rsidRDefault="00EE27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777" w:rsidRDefault="00EE2777">
    <w:pPr>
      <w:pStyle w:val="Header"/>
      <w:jc w:val="center"/>
      <w:rPr>
        <w:sz w:val="28"/>
        <w:szCs w:val="28"/>
      </w:rPr>
    </w:pPr>
    <w:r w:rsidRPr="0026282E">
      <w:rPr>
        <w:sz w:val="28"/>
        <w:szCs w:val="28"/>
      </w:rPr>
      <w:fldChar w:fldCharType="begin"/>
    </w:r>
    <w:r w:rsidRPr="0026282E">
      <w:rPr>
        <w:sz w:val="28"/>
        <w:szCs w:val="28"/>
      </w:rPr>
      <w:instrText xml:space="preserve"> PAGE   \* MERGEFORMAT </w:instrText>
    </w:r>
    <w:r w:rsidRPr="0026282E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26282E">
      <w:rPr>
        <w:sz w:val="28"/>
        <w:szCs w:val="28"/>
      </w:rPr>
      <w:fldChar w:fldCharType="end"/>
    </w:r>
  </w:p>
  <w:p w:rsidR="00EE2777" w:rsidRPr="0026282E" w:rsidRDefault="00EE2777">
    <w:pPr>
      <w:pStyle w:val="Header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1974"/>
    <w:rsid w:val="00002290"/>
    <w:rsid w:val="00002E68"/>
    <w:rsid w:val="00005413"/>
    <w:rsid w:val="000075E3"/>
    <w:rsid w:val="00012802"/>
    <w:rsid w:val="000145C0"/>
    <w:rsid w:val="00015AF1"/>
    <w:rsid w:val="00015C89"/>
    <w:rsid w:val="000169CD"/>
    <w:rsid w:val="00017114"/>
    <w:rsid w:val="00020F9A"/>
    <w:rsid w:val="00021126"/>
    <w:rsid w:val="00021573"/>
    <w:rsid w:val="00022DC3"/>
    <w:rsid w:val="00022DDD"/>
    <w:rsid w:val="00023495"/>
    <w:rsid w:val="00024585"/>
    <w:rsid w:val="0002496F"/>
    <w:rsid w:val="00024E8D"/>
    <w:rsid w:val="000257B5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A12"/>
    <w:rsid w:val="00062E61"/>
    <w:rsid w:val="00067F5F"/>
    <w:rsid w:val="00070316"/>
    <w:rsid w:val="00070ED6"/>
    <w:rsid w:val="000715F1"/>
    <w:rsid w:val="00071E8F"/>
    <w:rsid w:val="0007559B"/>
    <w:rsid w:val="000762FB"/>
    <w:rsid w:val="00076B5A"/>
    <w:rsid w:val="0007740F"/>
    <w:rsid w:val="000816FF"/>
    <w:rsid w:val="00081971"/>
    <w:rsid w:val="00082328"/>
    <w:rsid w:val="000852D1"/>
    <w:rsid w:val="00085CF2"/>
    <w:rsid w:val="00087462"/>
    <w:rsid w:val="000874E3"/>
    <w:rsid w:val="00087B3B"/>
    <w:rsid w:val="00087FC3"/>
    <w:rsid w:val="00092030"/>
    <w:rsid w:val="0009205A"/>
    <w:rsid w:val="000923D9"/>
    <w:rsid w:val="00092FA7"/>
    <w:rsid w:val="00095082"/>
    <w:rsid w:val="000957F4"/>
    <w:rsid w:val="00096625"/>
    <w:rsid w:val="00096AB3"/>
    <w:rsid w:val="00097FDF"/>
    <w:rsid w:val="000A22C2"/>
    <w:rsid w:val="000A3BBE"/>
    <w:rsid w:val="000A6CAF"/>
    <w:rsid w:val="000A6DB3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5770"/>
    <w:rsid w:val="000C73D4"/>
    <w:rsid w:val="000C7820"/>
    <w:rsid w:val="000C7D1B"/>
    <w:rsid w:val="000D0782"/>
    <w:rsid w:val="000D12AB"/>
    <w:rsid w:val="000D1FE6"/>
    <w:rsid w:val="000D271E"/>
    <w:rsid w:val="000D2CC6"/>
    <w:rsid w:val="000D3769"/>
    <w:rsid w:val="000D7AA4"/>
    <w:rsid w:val="000E0CC1"/>
    <w:rsid w:val="000E2E3F"/>
    <w:rsid w:val="000E5AD9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9C1"/>
    <w:rsid w:val="001059CE"/>
    <w:rsid w:val="0010615A"/>
    <w:rsid w:val="00107210"/>
    <w:rsid w:val="00110B4B"/>
    <w:rsid w:val="001117DC"/>
    <w:rsid w:val="00111A99"/>
    <w:rsid w:val="001128F0"/>
    <w:rsid w:val="00113183"/>
    <w:rsid w:val="00113AD6"/>
    <w:rsid w:val="0011633A"/>
    <w:rsid w:val="00117E42"/>
    <w:rsid w:val="00121D19"/>
    <w:rsid w:val="00123E2D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82"/>
    <w:rsid w:val="00137995"/>
    <w:rsid w:val="0014190F"/>
    <w:rsid w:val="00142503"/>
    <w:rsid w:val="001445E3"/>
    <w:rsid w:val="00144AE8"/>
    <w:rsid w:val="0014527B"/>
    <w:rsid w:val="0015249D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8C3"/>
    <w:rsid w:val="001618E0"/>
    <w:rsid w:val="00161E8A"/>
    <w:rsid w:val="00165A33"/>
    <w:rsid w:val="0016681E"/>
    <w:rsid w:val="0016755F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D94"/>
    <w:rsid w:val="00183BA8"/>
    <w:rsid w:val="00184403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D10E3"/>
    <w:rsid w:val="001D2B02"/>
    <w:rsid w:val="001D4865"/>
    <w:rsid w:val="001D60FE"/>
    <w:rsid w:val="001D7A7C"/>
    <w:rsid w:val="001E1104"/>
    <w:rsid w:val="001E25B1"/>
    <w:rsid w:val="001E30A4"/>
    <w:rsid w:val="001E3F19"/>
    <w:rsid w:val="001E5C9D"/>
    <w:rsid w:val="001E7423"/>
    <w:rsid w:val="001F15E5"/>
    <w:rsid w:val="001F17DB"/>
    <w:rsid w:val="001F29A7"/>
    <w:rsid w:val="001F492B"/>
    <w:rsid w:val="001F6B96"/>
    <w:rsid w:val="002011ED"/>
    <w:rsid w:val="0020517F"/>
    <w:rsid w:val="00206012"/>
    <w:rsid w:val="00206285"/>
    <w:rsid w:val="00206B1C"/>
    <w:rsid w:val="002100CF"/>
    <w:rsid w:val="00210E68"/>
    <w:rsid w:val="002111DD"/>
    <w:rsid w:val="00211E96"/>
    <w:rsid w:val="00213B6E"/>
    <w:rsid w:val="00214147"/>
    <w:rsid w:val="00216A38"/>
    <w:rsid w:val="0021773E"/>
    <w:rsid w:val="002200D5"/>
    <w:rsid w:val="00223CF5"/>
    <w:rsid w:val="002262D9"/>
    <w:rsid w:val="00226D2A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A1F"/>
    <w:rsid w:val="00254DEF"/>
    <w:rsid w:val="00255ABD"/>
    <w:rsid w:val="0026010A"/>
    <w:rsid w:val="00260387"/>
    <w:rsid w:val="0026079E"/>
    <w:rsid w:val="002609DC"/>
    <w:rsid w:val="00260E86"/>
    <w:rsid w:val="002612DD"/>
    <w:rsid w:val="0026282E"/>
    <w:rsid w:val="00267076"/>
    <w:rsid w:val="00273F2A"/>
    <w:rsid w:val="002753E6"/>
    <w:rsid w:val="0027744D"/>
    <w:rsid w:val="00277D32"/>
    <w:rsid w:val="00277E96"/>
    <w:rsid w:val="00277EC4"/>
    <w:rsid w:val="0028081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2BF"/>
    <w:rsid w:val="002A33A3"/>
    <w:rsid w:val="002A4003"/>
    <w:rsid w:val="002A5AA6"/>
    <w:rsid w:val="002A6E50"/>
    <w:rsid w:val="002A74D7"/>
    <w:rsid w:val="002B144C"/>
    <w:rsid w:val="002B1FB2"/>
    <w:rsid w:val="002B24C3"/>
    <w:rsid w:val="002B30CF"/>
    <w:rsid w:val="002B3B24"/>
    <w:rsid w:val="002B5D8C"/>
    <w:rsid w:val="002B719E"/>
    <w:rsid w:val="002C01E9"/>
    <w:rsid w:val="002C1085"/>
    <w:rsid w:val="002C1D22"/>
    <w:rsid w:val="002C217F"/>
    <w:rsid w:val="002C5987"/>
    <w:rsid w:val="002C670D"/>
    <w:rsid w:val="002C67AB"/>
    <w:rsid w:val="002C753F"/>
    <w:rsid w:val="002D1250"/>
    <w:rsid w:val="002D2132"/>
    <w:rsid w:val="002D2CA0"/>
    <w:rsid w:val="002D4A8E"/>
    <w:rsid w:val="002D57E8"/>
    <w:rsid w:val="002D5CB2"/>
    <w:rsid w:val="002D6BF7"/>
    <w:rsid w:val="002D6E12"/>
    <w:rsid w:val="002D7C4B"/>
    <w:rsid w:val="002E1864"/>
    <w:rsid w:val="002E3986"/>
    <w:rsid w:val="002E42B1"/>
    <w:rsid w:val="002E5EEB"/>
    <w:rsid w:val="002E5FED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62FC"/>
    <w:rsid w:val="00306695"/>
    <w:rsid w:val="00307F1B"/>
    <w:rsid w:val="00310FDD"/>
    <w:rsid w:val="00312097"/>
    <w:rsid w:val="00312C5E"/>
    <w:rsid w:val="003130FC"/>
    <w:rsid w:val="00313129"/>
    <w:rsid w:val="00313B4B"/>
    <w:rsid w:val="00317BB1"/>
    <w:rsid w:val="00321AAE"/>
    <w:rsid w:val="00321CA1"/>
    <w:rsid w:val="003229F1"/>
    <w:rsid w:val="0032379C"/>
    <w:rsid w:val="00324C34"/>
    <w:rsid w:val="00325307"/>
    <w:rsid w:val="0032560B"/>
    <w:rsid w:val="00325785"/>
    <w:rsid w:val="00326E2B"/>
    <w:rsid w:val="0033007C"/>
    <w:rsid w:val="00330735"/>
    <w:rsid w:val="0033179B"/>
    <w:rsid w:val="003337C9"/>
    <w:rsid w:val="00334369"/>
    <w:rsid w:val="00334AEE"/>
    <w:rsid w:val="00337D51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E1A"/>
    <w:rsid w:val="00351294"/>
    <w:rsid w:val="0035461F"/>
    <w:rsid w:val="00356C55"/>
    <w:rsid w:val="003607E0"/>
    <w:rsid w:val="0036109D"/>
    <w:rsid w:val="003619EF"/>
    <w:rsid w:val="00365DA3"/>
    <w:rsid w:val="00366D28"/>
    <w:rsid w:val="0037031D"/>
    <w:rsid w:val="00370435"/>
    <w:rsid w:val="003715D2"/>
    <w:rsid w:val="00371623"/>
    <w:rsid w:val="00371C99"/>
    <w:rsid w:val="00372430"/>
    <w:rsid w:val="00372AB4"/>
    <w:rsid w:val="00373225"/>
    <w:rsid w:val="00373712"/>
    <w:rsid w:val="003758EE"/>
    <w:rsid w:val="003759DC"/>
    <w:rsid w:val="00375CAC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2117"/>
    <w:rsid w:val="00393ECE"/>
    <w:rsid w:val="0039509C"/>
    <w:rsid w:val="003962F4"/>
    <w:rsid w:val="00397028"/>
    <w:rsid w:val="00397ED4"/>
    <w:rsid w:val="003A06B8"/>
    <w:rsid w:val="003A0F0A"/>
    <w:rsid w:val="003A224D"/>
    <w:rsid w:val="003A3136"/>
    <w:rsid w:val="003A427D"/>
    <w:rsid w:val="003A4778"/>
    <w:rsid w:val="003A4F2D"/>
    <w:rsid w:val="003A5FBA"/>
    <w:rsid w:val="003A6AF4"/>
    <w:rsid w:val="003B14D9"/>
    <w:rsid w:val="003B24E1"/>
    <w:rsid w:val="003B348F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31A"/>
    <w:rsid w:val="003D4E56"/>
    <w:rsid w:val="003D5F30"/>
    <w:rsid w:val="003D70C5"/>
    <w:rsid w:val="003D7222"/>
    <w:rsid w:val="003E2906"/>
    <w:rsid w:val="003E5C41"/>
    <w:rsid w:val="003E731A"/>
    <w:rsid w:val="003E79E3"/>
    <w:rsid w:val="003E7D68"/>
    <w:rsid w:val="003E7D87"/>
    <w:rsid w:val="003F0238"/>
    <w:rsid w:val="003F03BF"/>
    <w:rsid w:val="003F0DB2"/>
    <w:rsid w:val="003F152D"/>
    <w:rsid w:val="003F23C8"/>
    <w:rsid w:val="003F29B9"/>
    <w:rsid w:val="003F29C2"/>
    <w:rsid w:val="003F46FB"/>
    <w:rsid w:val="00400F8D"/>
    <w:rsid w:val="0040146D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0369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B1D"/>
    <w:rsid w:val="00443B21"/>
    <w:rsid w:val="00445D91"/>
    <w:rsid w:val="00447D4A"/>
    <w:rsid w:val="00450519"/>
    <w:rsid w:val="0045134F"/>
    <w:rsid w:val="00452C15"/>
    <w:rsid w:val="00453539"/>
    <w:rsid w:val="00457E10"/>
    <w:rsid w:val="00460417"/>
    <w:rsid w:val="00461131"/>
    <w:rsid w:val="0046197A"/>
    <w:rsid w:val="004636F7"/>
    <w:rsid w:val="00463EBB"/>
    <w:rsid w:val="00464963"/>
    <w:rsid w:val="004666FB"/>
    <w:rsid w:val="00471131"/>
    <w:rsid w:val="00471926"/>
    <w:rsid w:val="00473D30"/>
    <w:rsid w:val="00473D79"/>
    <w:rsid w:val="00473FCE"/>
    <w:rsid w:val="00474724"/>
    <w:rsid w:val="00474C32"/>
    <w:rsid w:val="00474F50"/>
    <w:rsid w:val="00476538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4C29"/>
    <w:rsid w:val="004954A6"/>
    <w:rsid w:val="00495E21"/>
    <w:rsid w:val="00496A58"/>
    <w:rsid w:val="00496D7D"/>
    <w:rsid w:val="004971CF"/>
    <w:rsid w:val="004A0313"/>
    <w:rsid w:val="004A2151"/>
    <w:rsid w:val="004A2797"/>
    <w:rsid w:val="004A3CA5"/>
    <w:rsid w:val="004A5FD3"/>
    <w:rsid w:val="004A64B6"/>
    <w:rsid w:val="004A6B78"/>
    <w:rsid w:val="004A73FB"/>
    <w:rsid w:val="004B043B"/>
    <w:rsid w:val="004B0C4C"/>
    <w:rsid w:val="004B1159"/>
    <w:rsid w:val="004B1990"/>
    <w:rsid w:val="004B1C90"/>
    <w:rsid w:val="004B2BCA"/>
    <w:rsid w:val="004B2F48"/>
    <w:rsid w:val="004B49D1"/>
    <w:rsid w:val="004B5819"/>
    <w:rsid w:val="004C04DA"/>
    <w:rsid w:val="004C0A0D"/>
    <w:rsid w:val="004C51C1"/>
    <w:rsid w:val="004C52C7"/>
    <w:rsid w:val="004C612F"/>
    <w:rsid w:val="004C615C"/>
    <w:rsid w:val="004C6240"/>
    <w:rsid w:val="004C68F7"/>
    <w:rsid w:val="004C72DD"/>
    <w:rsid w:val="004D15AD"/>
    <w:rsid w:val="004D1AA9"/>
    <w:rsid w:val="004D2F73"/>
    <w:rsid w:val="004D50EE"/>
    <w:rsid w:val="004D5F5D"/>
    <w:rsid w:val="004D6ABC"/>
    <w:rsid w:val="004E01E6"/>
    <w:rsid w:val="004E1351"/>
    <w:rsid w:val="004E1FA2"/>
    <w:rsid w:val="004E22C3"/>
    <w:rsid w:val="004E31C1"/>
    <w:rsid w:val="004E4453"/>
    <w:rsid w:val="004E49F6"/>
    <w:rsid w:val="004E50F9"/>
    <w:rsid w:val="004E5417"/>
    <w:rsid w:val="004E5946"/>
    <w:rsid w:val="004F0921"/>
    <w:rsid w:val="004F4760"/>
    <w:rsid w:val="00501DA7"/>
    <w:rsid w:val="00501ECD"/>
    <w:rsid w:val="00502A1C"/>
    <w:rsid w:val="0050311C"/>
    <w:rsid w:val="005048EE"/>
    <w:rsid w:val="0050574E"/>
    <w:rsid w:val="005074B5"/>
    <w:rsid w:val="00511599"/>
    <w:rsid w:val="0051281F"/>
    <w:rsid w:val="0051385D"/>
    <w:rsid w:val="00515CC7"/>
    <w:rsid w:val="005163EF"/>
    <w:rsid w:val="00516CFC"/>
    <w:rsid w:val="00517924"/>
    <w:rsid w:val="00517F1A"/>
    <w:rsid w:val="005251B4"/>
    <w:rsid w:val="00525755"/>
    <w:rsid w:val="0052726D"/>
    <w:rsid w:val="00532CC6"/>
    <w:rsid w:val="005341F3"/>
    <w:rsid w:val="005349BA"/>
    <w:rsid w:val="0053515C"/>
    <w:rsid w:val="005351D5"/>
    <w:rsid w:val="00535CDB"/>
    <w:rsid w:val="005362C4"/>
    <w:rsid w:val="005415A0"/>
    <w:rsid w:val="00541DCE"/>
    <w:rsid w:val="005422CC"/>
    <w:rsid w:val="00542395"/>
    <w:rsid w:val="00543260"/>
    <w:rsid w:val="00546896"/>
    <w:rsid w:val="00546BFD"/>
    <w:rsid w:val="0054742C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6B90"/>
    <w:rsid w:val="0057034A"/>
    <w:rsid w:val="005718BA"/>
    <w:rsid w:val="0057222B"/>
    <w:rsid w:val="005724DC"/>
    <w:rsid w:val="005754DD"/>
    <w:rsid w:val="00576E9C"/>
    <w:rsid w:val="0058003D"/>
    <w:rsid w:val="00582C2A"/>
    <w:rsid w:val="00584A9B"/>
    <w:rsid w:val="0058682E"/>
    <w:rsid w:val="005872D3"/>
    <w:rsid w:val="00587FF4"/>
    <w:rsid w:val="00590BDF"/>
    <w:rsid w:val="00593AB3"/>
    <w:rsid w:val="00593EED"/>
    <w:rsid w:val="00594634"/>
    <w:rsid w:val="00596BC3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C0C5D"/>
    <w:rsid w:val="005C30E2"/>
    <w:rsid w:val="005C3454"/>
    <w:rsid w:val="005C42EA"/>
    <w:rsid w:val="005C47E5"/>
    <w:rsid w:val="005C4A98"/>
    <w:rsid w:val="005C60A3"/>
    <w:rsid w:val="005D0451"/>
    <w:rsid w:val="005D40D6"/>
    <w:rsid w:val="005D5CE0"/>
    <w:rsid w:val="005D5D66"/>
    <w:rsid w:val="005D6A4F"/>
    <w:rsid w:val="005E1854"/>
    <w:rsid w:val="005E41E9"/>
    <w:rsid w:val="005E4663"/>
    <w:rsid w:val="005E6723"/>
    <w:rsid w:val="005F0ADB"/>
    <w:rsid w:val="005F1E91"/>
    <w:rsid w:val="005F1F06"/>
    <w:rsid w:val="005F3120"/>
    <w:rsid w:val="005F3816"/>
    <w:rsid w:val="00600BE3"/>
    <w:rsid w:val="00601B27"/>
    <w:rsid w:val="00601D2E"/>
    <w:rsid w:val="006037A4"/>
    <w:rsid w:val="00605276"/>
    <w:rsid w:val="00605C40"/>
    <w:rsid w:val="0060710D"/>
    <w:rsid w:val="006100E4"/>
    <w:rsid w:val="00611C6B"/>
    <w:rsid w:val="00611CAA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3435"/>
    <w:rsid w:val="0062441A"/>
    <w:rsid w:val="006249F5"/>
    <w:rsid w:val="00624BD7"/>
    <w:rsid w:val="00624F77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E8F"/>
    <w:rsid w:val="00636B00"/>
    <w:rsid w:val="00636FA6"/>
    <w:rsid w:val="00637754"/>
    <w:rsid w:val="006405A7"/>
    <w:rsid w:val="00640E13"/>
    <w:rsid w:val="00641134"/>
    <w:rsid w:val="006419DC"/>
    <w:rsid w:val="00643156"/>
    <w:rsid w:val="0064540C"/>
    <w:rsid w:val="00645678"/>
    <w:rsid w:val="00645F71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57CD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CD3"/>
    <w:rsid w:val="00673E9D"/>
    <w:rsid w:val="00673FCF"/>
    <w:rsid w:val="00674718"/>
    <w:rsid w:val="006753EB"/>
    <w:rsid w:val="006765C3"/>
    <w:rsid w:val="00676A63"/>
    <w:rsid w:val="006822A6"/>
    <w:rsid w:val="00684820"/>
    <w:rsid w:val="0068588D"/>
    <w:rsid w:val="00686686"/>
    <w:rsid w:val="00686B1B"/>
    <w:rsid w:val="0069111A"/>
    <w:rsid w:val="00691216"/>
    <w:rsid w:val="00691ADC"/>
    <w:rsid w:val="006928B0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6D7"/>
    <w:rsid w:val="006A7791"/>
    <w:rsid w:val="006B1BDE"/>
    <w:rsid w:val="006B1FEB"/>
    <w:rsid w:val="006B3149"/>
    <w:rsid w:val="006B3CD9"/>
    <w:rsid w:val="006B4524"/>
    <w:rsid w:val="006B466B"/>
    <w:rsid w:val="006C16DE"/>
    <w:rsid w:val="006C39D3"/>
    <w:rsid w:val="006C3AF2"/>
    <w:rsid w:val="006C4F60"/>
    <w:rsid w:val="006D1E63"/>
    <w:rsid w:val="006D59B7"/>
    <w:rsid w:val="006D6464"/>
    <w:rsid w:val="006D6FCE"/>
    <w:rsid w:val="006D72C2"/>
    <w:rsid w:val="006D7A66"/>
    <w:rsid w:val="006D7D85"/>
    <w:rsid w:val="006E0FD5"/>
    <w:rsid w:val="006E4BC0"/>
    <w:rsid w:val="006E5737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2BB4"/>
    <w:rsid w:val="00712C66"/>
    <w:rsid w:val="00713C08"/>
    <w:rsid w:val="00714EB6"/>
    <w:rsid w:val="007155E5"/>
    <w:rsid w:val="00715EC8"/>
    <w:rsid w:val="00716673"/>
    <w:rsid w:val="00716F12"/>
    <w:rsid w:val="00717238"/>
    <w:rsid w:val="00725E3D"/>
    <w:rsid w:val="00727DFC"/>
    <w:rsid w:val="007325FF"/>
    <w:rsid w:val="007370EA"/>
    <w:rsid w:val="00737B89"/>
    <w:rsid w:val="00737ED3"/>
    <w:rsid w:val="00740579"/>
    <w:rsid w:val="00741C82"/>
    <w:rsid w:val="0074232F"/>
    <w:rsid w:val="00744EC3"/>
    <w:rsid w:val="00747137"/>
    <w:rsid w:val="00747298"/>
    <w:rsid w:val="007474C5"/>
    <w:rsid w:val="00747A44"/>
    <w:rsid w:val="00747D9D"/>
    <w:rsid w:val="00754182"/>
    <w:rsid w:val="0075444D"/>
    <w:rsid w:val="0075552A"/>
    <w:rsid w:val="00755734"/>
    <w:rsid w:val="00755DA3"/>
    <w:rsid w:val="0075658F"/>
    <w:rsid w:val="00760929"/>
    <w:rsid w:val="00764EAA"/>
    <w:rsid w:val="007707BD"/>
    <w:rsid w:val="00771623"/>
    <w:rsid w:val="00772AD8"/>
    <w:rsid w:val="00774D90"/>
    <w:rsid w:val="00776035"/>
    <w:rsid w:val="00780A7A"/>
    <w:rsid w:val="0078142A"/>
    <w:rsid w:val="00781A61"/>
    <w:rsid w:val="0078371D"/>
    <w:rsid w:val="00783BBB"/>
    <w:rsid w:val="00783E49"/>
    <w:rsid w:val="00785F5D"/>
    <w:rsid w:val="00787B64"/>
    <w:rsid w:val="007909F4"/>
    <w:rsid w:val="00790CD4"/>
    <w:rsid w:val="00791CF0"/>
    <w:rsid w:val="00792896"/>
    <w:rsid w:val="00794FDA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EA2"/>
    <w:rsid w:val="007A6A30"/>
    <w:rsid w:val="007B0400"/>
    <w:rsid w:val="007B1ACA"/>
    <w:rsid w:val="007B3016"/>
    <w:rsid w:val="007B3898"/>
    <w:rsid w:val="007B3AFD"/>
    <w:rsid w:val="007B4611"/>
    <w:rsid w:val="007B5B98"/>
    <w:rsid w:val="007C398B"/>
    <w:rsid w:val="007C5A4A"/>
    <w:rsid w:val="007C6525"/>
    <w:rsid w:val="007C7AD2"/>
    <w:rsid w:val="007C7E47"/>
    <w:rsid w:val="007D141E"/>
    <w:rsid w:val="007D255A"/>
    <w:rsid w:val="007D38F2"/>
    <w:rsid w:val="007D38F5"/>
    <w:rsid w:val="007E04A0"/>
    <w:rsid w:val="007E156A"/>
    <w:rsid w:val="007E2D21"/>
    <w:rsid w:val="007E3B9F"/>
    <w:rsid w:val="007E5316"/>
    <w:rsid w:val="007E6B3F"/>
    <w:rsid w:val="007F0BC8"/>
    <w:rsid w:val="007F12EB"/>
    <w:rsid w:val="007F186D"/>
    <w:rsid w:val="007F2E9C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59DB"/>
    <w:rsid w:val="00815C7C"/>
    <w:rsid w:val="00816003"/>
    <w:rsid w:val="008173DC"/>
    <w:rsid w:val="008204C5"/>
    <w:rsid w:val="008210E9"/>
    <w:rsid w:val="00821FA5"/>
    <w:rsid w:val="00822154"/>
    <w:rsid w:val="00823642"/>
    <w:rsid w:val="0082432C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2ACB"/>
    <w:rsid w:val="00853416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80A"/>
    <w:rsid w:val="00876C4F"/>
    <w:rsid w:val="00877012"/>
    <w:rsid w:val="0087757F"/>
    <w:rsid w:val="00877FF9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13F7"/>
    <w:rsid w:val="008B31F9"/>
    <w:rsid w:val="008B4032"/>
    <w:rsid w:val="008B45D0"/>
    <w:rsid w:val="008B5DA6"/>
    <w:rsid w:val="008B6764"/>
    <w:rsid w:val="008C000F"/>
    <w:rsid w:val="008C01B4"/>
    <w:rsid w:val="008C0F17"/>
    <w:rsid w:val="008C1B3C"/>
    <w:rsid w:val="008C400F"/>
    <w:rsid w:val="008C55E1"/>
    <w:rsid w:val="008C6F1E"/>
    <w:rsid w:val="008C725B"/>
    <w:rsid w:val="008C7CA2"/>
    <w:rsid w:val="008D0B31"/>
    <w:rsid w:val="008D107E"/>
    <w:rsid w:val="008D15EA"/>
    <w:rsid w:val="008D21DF"/>
    <w:rsid w:val="008D303B"/>
    <w:rsid w:val="008D5951"/>
    <w:rsid w:val="008D6896"/>
    <w:rsid w:val="008E0988"/>
    <w:rsid w:val="008E0C5C"/>
    <w:rsid w:val="008E39DB"/>
    <w:rsid w:val="008E455C"/>
    <w:rsid w:val="008E6904"/>
    <w:rsid w:val="008E78F2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53D3"/>
    <w:rsid w:val="009170C0"/>
    <w:rsid w:val="0092217E"/>
    <w:rsid w:val="0092342E"/>
    <w:rsid w:val="009243B1"/>
    <w:rsid w:val="00924600"/>
    <w:rsid w:val="00924E4A"/>
    <w:rsid w:val="00925658"/>
    <w:rsid w:val="009273F7"/>
    <w:rsid w:val="00930E4B"/>
    <w:rsid w:val="0093116C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A07"/>
    <w:rsid w:val="00942F9F"/>
    <w:rsid w:val="009436ED"/>
    <w:rsid w:val="009457EB"/>
    <w:rsid w:val="00947EEF"/>
    <w:rsid w:val="0095080A"/>
    <w:rsid w:val="0095084C"/>
    <w:rsid w:val="00952A79"/>
    <w:rsid w:val="00953F8D"/>
    <w:rsid w:val="00954B15"/>
    <w:rsid w:val="00955EC7"/>
    <w:rsid w:val="0096118D"/>
    <w:rsid w:val="009613B1"/>
    <w:rsid w:val="00962E27"/>
    <w:rsid w:val="0096498C"/>
    <w:rsid w:val="00970A77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62B7"/>
    <w:rsid w:val="0098641C"/>
    <w:rsid w:val="00986813"/>
    <w:rsid w:val="009875A6"/>
    <w:rsid w:val="00987964"/>
    <w:rsid w:val="009906FA"/>
    <w:rsid w:val="00991426"/>
    <w:rsid w:val="00992ADF"/>
    <w:rsid w:val="00995D55"/>
    <w:rsid w:val="00996B98"/>
    <w:rsid w:val="00996FE2"/>
    <w:rsid w:val="009976A4"/>
    <w:rsid w:val="009A0048"/>
    <w:rsid w:val="009A110E"/>
    <w:rsid w:val="009A163F"/>
    <w:rsid w:val="009A5C15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D15E0"/>
    <w:rsid w:val="009D1A0F"/>
    <w:rsid w:val="009D26D4"/>
    <w:rsid w:val="009D3C48"/>
    <w:rsid w:val="009D4729"/>
    <w:rsid w:val="009D4A13"/>
    <w:rsid w:val="009D4A33"/>
    <w:rsid w:val="009D605C"/>
    <w:rsid w:val="009D6E4E"/>
    <w:rsid w:val="009D7103"/>
    <w:rsid w:val="009E0E8B"/>
    <w:rsid w:val="009E4092"/>
    <w:rsid w:val="009E4AC4"/>
    <w:rsid w:val="009E5E7A"/>
    <w:rsid w:val="009E73D0"/>
    <w:rsid w:val="009F0229"/>
    <w:rsid w:val="009F0714"/>
    <w:rsid w:val="009F1B00"/>
    <w:rsid w:val="009F1DDE"/>
    <w:rsid w:val="009F22DB"/>
    <w:rsid w:val="009F2B2D"/>
    <w:rsid w:val="009F43AE"/>
    <w:rsid w:val="009F5655"/>
    <w:rsid w:val="009F76E3"/>
    <w:rsid w:val="009F7FD7"/>
    <w:rsid w:val="00A02849"/>
    <w:rsid w:val="00A02A98"/>
    <w:rsid w:val="00A04342"/>
    <w:rsid w:val="00A07FB7"/>
    <w:rsid w:val="00A122AC"/>
    <w:rsid w:val="00A1270C"/>
    <w:rsid w:val="00A14BE0"/>
    <w:rsid w:val="00A15272"/>
    <w:rsid w:val="00A1590B"/>
    <w:rsid w:val="00A21522"/>
    <w:rsid w:val="00A22065"/>
    <w:rsid w:val="00A229EC"/>
    <w:rsid w:val="00A23312"/>
    <w:rsid w:val="00A23A0B"/>
    <w:rsid w:val="00A23C05"/>
    <w:rsid w:val="00A25352"/>
    <w:rsid w:val="00A2593E"/>
    <w:rsid w:val="00A266F3"/>
    <w:rsid w:val="00A2767C"/>
    <w:rsid w:val="00A302BB"/>
    <w:rsid w:val="00A312B3"/>
    <w:rsid w:val="00A3212D"/>
    <w:rsid w:val="00A321A1"/>
    <w:rsid w:val="00A331BE"/>
    <w:rsid w:val="00A358CD"/>
    <w:rsid w:val="00A35C07"/>
    <w:rsid w:val="00A36083"/>
    <w:rsid w:val="00A36A8C"/>
    <w:rsid w:val="00A37FC3"/>
    <w:rsid w:val="00A4167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9B7"/>
    <w:rsid w:val="00A70E96"/>
    <w:rsid w:val="00A71A2F"/>
    <w:rsid w:val="00A71A97"/>
    <w:rsid w:val="00A7250C"/>
    <w:rsid w:val="00A7394E"/>
    <w:rsid w:val="00A74292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6ED1"/>
    <w:rsid w:val="00A97B8F"/>
    <w:rsid w:val="00A97F73"/>
    <w:rsid w:val="00AA089C"/>
    <w:rsid w:val="00AA11FE"/>
    <w:rsid w:val="00AA1565"/>
    <w:rsid w:val="00AA1880"/>
    <w:rsid w:val="00AA1C03"/>
    <w:rsid w:val="00AA28DB"/>
    <w:rsid w:val="00AA50E7"/>
    <w:rsid w:val="00AA5D7F"/>
    <w:rsid w:val="00AA5E01"/>
    <w:rsid w:val="00AA7068"/>
    <w:rsid w:val="00AA7679"/>
    <w:rsid w:val="00AB2C0B"/>
    <w:rsid w:val="00AB4708"/>
    <w:rsid w:val="00AB5089"/>
    <w:rsid w:val="00AB5FA4"/>
    <w:rsid w:val="00AB713E"/>
    <w:rsid w:val="00AB7433"/>
    <w:rsid w:val="00AB7B01"/>
    <w:rsid w:val="00AC0142"/>
    <w:rsid w:val="00AC0316"/>
    <w:rsid w:val="00AC15E7"/>
    <w:rsid w:val="00AC1B4F"/>
    <w:rsid w:val="00AC243F"/>
    <w:rsid w:val="00AC32B4"/>
    <w:rsid w:val="00AC41FE"/>
    <w:rsid w:val="00AC47F2"/>
    <w:rsid w:val="00AC5210"/>
    <w:rsid w:val="00AC634A"/>
    <w:rsid w:val="00AC71AB"/>
    <w:rsid w:val="00AC71FC"/>
    <w:rsid w:val="00AC7C8A"/>
    <w:rsid w:val="00AD1397"/>
    <w:rsid w:val="00AD231D"/>
    <w:rsid w:val="00AD27C1"/>
    <w:rsid w:val="00AD413F"/>
    <w:rsid w:val="00AD51F2"/>
    <w:rsid w:val="00AD76B1"/>
    <w:rsid w:val="00AE01AD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53AF"/>
    <w:rsid w:val="00AF5FAB"/>
    <w:rsid w:val="00AF6384"/>
    <w:rsid w:val="00AF6813"/>
    <w:rsid w:val="00B007E6"/>
    <w:rsid w:val="00B01835"/>
    <w:rsid w:val="00B01F4E"/>
    <w:rsid w:val="00B02F97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5F9E"/>
    <w:rsid w:val="00B3773F"/>
    <w:rsid w:val="00B37E2D"/>
    <w:rsid w:val="00B4283F"/>
    <w:rsid w:val="00B42FEC"/>
    <w:rsid w:val="00B43A82"/>
    <w:rsid w:val="00B46288"/>
    <w:rsid w:val="00B47F7A"/>
    <w:rsid w:val="00B5064C"/>
    <w:rsid w:val="00B53A08"/>
    <w:rsid w:val="00B551D9"/>
    <w:rsid w:val="00B57226"/>
    <w:rsid w:val="00B57896"/>
    <w:rsid w:val="00B607BF"/>
    <w:rsid w:val="00B612F8"/>
    <w:rsid w:val="00B61871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76DD"/>
    <w:rsid w:val="00B706AD"/>
    <w:rsid w:val="00B719FB"/>
    <w:rsid w:val="00B71A47"/>
    <w:rsid w:val="00B720AC"/>
    <w:rsid w:val="00B72E4F"/>
    <w:rsid w:val="00B73D2A"/>
    <w:rsid w:val="00B74704"/>
    <w:rsid w:val="00B751F1"/>
    <w:rsid w:val="00B754D9"/>
    <w:rsid w:val="00B75590"/>
    <w:rsid w:val="00B800D9"/>
    <w:rsid w:val="00B803FD"/>
    <w:rsid w:val="00B8047B"/>
    <w:rsid w:val="00B81F0E"/>
    <w:rsid w:val="00B8293B"/>
    <w:rsid w:val="00B84D9D"/>
    <w:rsid w:val="00B85058"/>
    <w:rsid w:val="00B927DD"/>
    <w:rsid w:val="00B92FC9"/>
    <w:rsid w:val="00B93303"/>
    <w:rsid w:val="00B94E2F"/>
    <w:rsid w:val="00B95BC3"/>
    <w:rsid w:val="00B970FD"/>
    <w:rsid w:val="00B971A4"/>
    <w:rsid w:val="00B97B41"/>
    <w:rsid w:val="00BA08CB"/>
    <w:rsid w:val="00BA2253"/>
    <w:rsid w:val="00BA4353"/>
    <w:rsid w:val="00BA5176"/>
    <w:rsid w:val="00BA708F"/>
    <w:rsid w:val="00BB066E"/>
    <w:rsid w:val="00BB0CA8"/>
    <w:rsid w:val="00BB1AB6"/>
    <w:rsid w:val="00BC11CD"/>
    <w:rsid w:val="00BC1BD5"/>
    <w:rsid w:val="00BC2F18"/>
    <w:rsid w:val="00BC4778"/>
    <w:rsid w:val="00BC54F8"/>
    <w:rsid w:val="00BC74ED"/>
    <w:rsid w:val="00BD1B1A"/>
    <w:rsid w:val="00BD2C7D"/>
    <w:rsid w:val="00BD479C"/>
    <w:rsid w:val="00BD63EF"/>
    <w:rsid w:val="00BD6872"/>
    <w:rsid w:val="00BD6D44"/>
    <w:rsid w:val="00BE1B79"/>
    <w:rsid w:val="00BE3512"/>
    <w:rsid w:val="00BE39C5"/>
    <w:rsid w:val="00BE6BD4"/>
    <w:rsid w:val="00BE79C4"/>
    <w:rsid w:val="00BF03EA"/>
    <w:rsid w:val="00BF0A81"/>
    <w:rsid w:val="00BF1AE6"/>
    <w:rsid w:val="00BF2870"/>
    <w:rsid w:val="00BF494C"/>
    <w:rsid w:val="00BF74AF"/>
    <w:rsid w:val="00C0053B"/>
    <w:rsid w:val="00C00A0C"/>
    <w:rsid w:val="00C00E4E"/>
    <w:rsid w:val="00C00FEA"/>
    <w:rsid w:val="00C03EFA"/>
    <w:rsid w:val="00C05BBD"/>
    <w:rsid w:val="00C065F4"/>
    <w:rsid w:val="00C1008C"/>
    <w:rsid w:val="00C102A4"/>
    <w:rsid w:val="00C11647"/>
    <w:rsid w:val="00C12875"/>
    <w:rsid w:val="00C14542"/>
    <w:rsid w:val="00C17186"/>
    <w:rsid w:val="00C211DE"/>
    <w:rsid w:val="00C218C6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C48"/>
    <w:rsid w:val="00C41E82"/>
    <w:rsid w:val="00C43B22"/>
    <w:rsid w:val="00C43C42"/>
    <w:rsid w:val="00C44D95"/>
    <w:rsid w:val="00C466D3"/>
    <w:rsid w:val="00C512E6"/>
    <w:rsid w:val="00C51A83"/>
    <w:rsid w:val="00C526E3"/>
    <w:rsid w:val="00C5335E"/>
    <w:rsid w:val="00C54160"/>
    <w:rsid w:val="00C55EE0"/>
    <w:rsid w:val="00C56340"/>
    <w:rsid w:val="00C56E9C"/>
    <w:rsid w:val="00C57BF4"/>
    <w:rsid w:val="00C648B0"/>
    <w:rsid w:val="00C65FBE"/>
    <w:rsid w:val="00C71D24"/>
    <w:rsid w:val="00C7297D"/>
    <w:rsid w:val="00C7386A"/>
    <w:rsid w:val="00C73EBB"/>
    <w:rsid w:val="00C75852"/>
    <w:rsid w:val="00C760C9"/>
    <w:rsid w:val="00C77D44"/>
    <w:rsid w:val="00C77EB5"/>
    <w:rsid w:val="00C77FDD"/>
    <w:rsid w:val="00C81751"/>
    <w:rsid w:val="00C82388"/>
    <w:rsid w:val="00C82583"/>
    <w:rsid w:val="00C84257"/>
    <w:rsid w:val="00C84B4E"/>
    <w:rsid w:val="00C87207"/>
    <w:rsid w:val="00C9039C"/>
    <w:rsid w:val="00C916EB"/>
    <w:rsid w:val="00C9234D"/>
    <w:rsid w:val="00C92576"/>
    <w:rsid w:val="00C9513C"/>
    <w:rsid w:val="00C9659F"/>
    <w:rsid w:val="00C96915"/>
    <w:rsid w:val="00CA2069"/>
    <w:rsid w:val="00CA2530"/>
    <w:rsid w:val="00CA598C"/>
    <w:rsid w:val="00CB03EA"/>
    <w:rsid w:val="00CB16D2"/>
    <w:rsid w:val="00CB24E1"/>
    <w:rsid w:val="00CB2859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D0A05"/>
    <w:rsid w:val="00CD2A9C"/>
    <w:rsid w:val="00CD2FD4"/>
    <w:rsid w:val="00CD33DA"/>
    <w:rsid w:val="00CD39DA"/>
    <w:rsid w:val="00CD425F"/>
    <w:rsid w:val="00CD4BE1"/>
    <w:rsid w:val="00CD5A02"/>
    <w:rsid w:val="00CD6847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0CDA"/>
    <w:rsid w:val="00D213C4"/>
    <w:rsid w:val="00D213D2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6B1"/>
    <w:rsid w:val="00D3393B"/>
    <w:rsid w:val="00D36B29"/>
    <w:rsid w:val="00D3716C"/>
    <w:rsid w:val="00D3799D"/>
    <w:rsid w:val="00D42368"/>
    <w:rsid w:val="00D43989"/>
    <w:rsid w:val="00D43CFE"/>
    <w:rsid w:val="00D4485B"/>
    <w:rsid w:val="00D45A70"/>
    <w:rsid w:val="00D47B66"/>
    <w:rsid w:val="00D47F6C"/>
    <w:rsid w:val="00D47FE9"/>
    <w:rsid w:val="00D55EE9"/>
    <w:rsid w:val="00D56718"/>
    <w:rsid w:val="00D56DDC"/>
    <w:rsid w:val="00D602FF"/>
    <w:rsid w:val="00D61B1A"/>
    <w:rsid w:val="00D623B9"/>
    <w:rsid w:val="00D62DC4"/>
    <w:rsid w:val="00D634C1"/>
    <w:rsid w:val="00D645A2"/>
    <w:rsid w:val="00D64CFD"/>
    <w:rsid w:val="00D64F8A"/>
    <w:rsid w:val="00D67293"/>
    <w:rsid w:val="00D706B6"/>
    <w:rsid w:val="00D77BDF"/>
    <w:rsid w:val="00D8039F"/>
    <w:rsid w:val="00D81983"/>
    <w:rsid w:val="00D81EF6"/>
    <w:rsid w:val="00D837BD"/>
    <w:rsid w:val="00D8426D"/>
    <w:rsid w:val="00D847E4"/>
    <w:rsid w:val="00D85E2F"/>
    <w:rsid w:val="00D87D9A"/>
    <w:rsid w:val="00D87EE5"/>
    <w:rsid w:val="00D908DE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A292B"/>
    <w:rsid w:val="00DA3783"/>
    <w:rsid w:val="00DA3B68"/>
    <w:rsid w:val="00DA581B"/>
    <w:rsid w:val="00DA6EDE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44BD"/>
    <w:rsid w:val="00DD51E5"/>
    <w:rsid w:val="00DD602F"/>
    <w:rsid w:val="00DD672B"/>
    <w:rsid w:val="00DD7759"/>
    <w:rsid w:val="00DD7D8C"/>
    <w:rsid w:val="00DE233F"/>
    <w:rsid w:val="00DE3C16"/>
    <w:rsid w:val="00DE460D"/>
    <w:rsid w:val="00DE5F68"/>
    <w:rsid w:val="00DF29E9"/>
    <w:rsid w:val="00DF3B03"/>
    <w:rsid w:val="00DF42D3"/>
    <w:rsid w:val="00DF658B"/>
    <w:rsid w:val="00DF67C1"/>
    <w:rsid w:val="00DF72BF"/>
    <w:rsid w:val="00E00891"/>
    <w:rsid w:val="00E00E17"/>
    <w:rsid w:val="00E0188D"/>
    <w:rsid w:val="00E0192B"/>
    <w:rsid w:val="00E022F1"/>
    <w:rsid w:val="00E02F11"/>
    <w:rsid w:val="00E03FE0"/>
    <w:rsid w:val="00E048A4"/>
    <w:rsid w:val="00E062C0"/>
    <w:rsid w:val="00E06B6A"/>
    <w:rsid w:val="00E072C5"/>
    <w:rsid w:val="00E10930"/>
    <w:rsid w:val="00E11712"/>
    <w:rsid w:val="00E11960"/>
    <w:rsid w:val="00E148A3"/>
    <w:rsid w:val="00E150F7"/>
    <w:rsid w:val="00E15595"/>
    <w:rsid w:val="00E15612"/>
    <w:rsid w:val="00E15EC5"/>
    <w:rsid w:val="00E169F1"/>
    <w:rsid w:val="00E219D8"/>
    <w:rsid w:val="00E21D52"/>
    <w:rsid w:val="00E21DE3"/>
    <w:rsid w:val="00E24AF4"/>
    <w:rsid w:val="00E25085"/>
    <w:rsid w:val="00E258C2"/>
    <w:rsid w:val="00E2654D"/>
    <w:rsid w:val="00E26C69"/>
    <w:rsid w:val="00E27E1E"/>
    <w:rsid w:val="00E34657"/>
    <w:rsid w:val="00E34C53"/>
    <w:rsid w:val="00E406C0"/>
    <w:rsid w:val="00E523E2"/>
    <w:rsid w:val="00E542EA"/>
    <w:rsid w:val="00E54BBA"/>
    <w:rsid w:val="00E54D49"/>
    <w:rsid w:val="00E55171"/>
    <w:rsid w:val="00E55FD4"/>
    <w:rsid w:val="00E60CC2"/>
    <w:rsid w:val="00E61A30"/>
    <w:rsid w:val="00E62CCA"/>
    <w:rsid w:val="00E630BD"/>
    <w:rsid w:val="00E6320E"/>
    <w:rsid w:val="00E66941"/>
    <w:rsid w:val="00E679FB"/>
    <w:rsid w:val="00E71DD6"/>
    <w:rsid w:val="00E730D5"/>
    <w:rsid w:val="00E733FA"/>
    <w:rsid w:val="00E73B48"/>
    <w:rsid w:val="00E744C1"/>
    <w:rsid w:val="00E74538"/>
    <w:rsid w:val="00E749D8"/>
    <w:rsid w:val="00E755DE"/>
    <w:rsid w:val="00E76788"/>
    <w:rsid w:val="00E803B3"/>
    <w:rsid w:val="00E817BA"/>
    <w:rsid w:val="00E82D9E"/>
    <w:rsid w:val="00E82F28"/>
    <w:rsid w:val="00E90A87"/>
    <w:rsid w:val="00E91A76"/>
    <w:rsid w:val="00E91C4E"/>
    <w:rsid w:val="00E92CCD"/>
    <w:rsid w:val="00E93A1C"/>
    <w:rsid w:val="00E93C66"/>
    <w:rsid w:val="00E94E11"/>
    <w:rsid w:val="00E96CA8"/>
    <w:rsid w:val="00EA0E42"/>
    <w:rsid w:val="00EA0EEA"/>
    <w:rsid w:val="00EA1F4D"/>
    <w:rsid w:val="00EA21A2"/>
    <w:rsid w:val="00EA2BD6"/>
    <w:rsid w:val="00EA4D64"/>
    <w:rsid w:val="00EA506E"/>
    <w:rsid w:val="00EA7585"/>
    <w:rsid w:val="00EA7B59"/>
    <w:rsid w:val="00EB1E03"/>
    <w:rsid w:val="00EB1F29"/>
    <w:rsid w:val="00EB313D"/>
    <w:rsid w:val="00EB3EDC"/>
    <w:rsid w:val="00EB4E4A"/>
    <w:rsid w:val="00EB5D29"/>
    <w:rsid w:val="00EB73CC"/>
    <w:rsid w:val="00EC1AF0"/>
    <w:rsid w:val="00EC21AC"/>
    <w:rsid w:val="00EC4198"/>
    <w:rsid w:val="00EC4F93"/>
    <w:rsid w:val="00EC7050"/>
    <w:rsid w:val="00EC7A30"/>
    <w:rsid w:val="00ED3C55"/>
    <w:rsid w:val="00ED4108"/>
    <w:rsid w:val="00ED53F6"/>
    <w:rsid w:val="00ED7FF2"/>
    <w:rsid w:val="00EE1529"/>
    <w:rsid w:val="00EE1B78"/>
    <w:rsid w:val="00EE1C62"/>
    <w:rsid w:val="00EE2777"/>
    <w:rsid w:val="00EE4166"/>
    <w:rsid w:val="00EE47EC"/>
    <w:rsid w:val="00EE4B49"/>
    <w:rsid w:val="00EE4CCD"/>
    <w:rsid w:val="00EE4F34"/>
    <w:rsid w:val="00EE6A63"/>
    <w:rsid w:val="00EE6B18"/>
    <w:rsid w:val="00EF04E8"/>
    <w:rsid w:val="00EF0D0A"/>
    <w:rsid w:val="00EF1CFF"/>
    <w:rsid w:val="00EF5C82"/>
    <w:rsid w:val="00EF5DC4"/>
    <w:rsid w:val="00EF5F81"/>
    <w:rsid w:val="00EF61C4"/>
    <w:rsid w:val="00EF6D09"/>
    <w:rsid w:val="00EF71F8"/>
    <w:rsid w:val="00F0017B"/>
    <w:rsid w:val="00F007F9"/>
    <w:rsid w:val="00F01B47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A5A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3B1E"/>
    <w:rsid w:val="00F43BAE"/>
    <w:rsid w:val="00F4455C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522A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721"/>
    <w:rsid w:val="00F74E50"/>
    <w:rsid w:val="00F76B50"/>
    <w:rsid w:val="00F77E6D"/>
    <w:rsid w:val="00F806C3"/>
    <w:rsid w:val="00F809E1"/>
    <w:rsid w:val="00F81916"/>
    <w:rsid w:val="00F83468"/>
    <w:rsid w:val="00F83F33"/>
    <w:rsid w:val="00F87444"/>
    <w:rsid w:val="00F90605"/>
    <w:rsid w:val="00F9146C"/>
    <w:rsid w:val="00F91B6F"/>
    <w:rsid w:val="00F92758"/>
    <w:rsid w:val="00F94C9B"/>
    <w:rsid w:val="00F95550"/>
    <w:rsid w:val="00F95857"/>
    <w:rsid w:val="00FA0719"/>
    <w:rsid w:val="00FA12E5"/>
    <w:rsid w:val="00FA271D"/>
    <w:rsid w:val="00FA277F"/>
    <w:rsid w:val="00FA69A8"/>
    <w:rsid w:val="00FA6F1A"/>
    <w:rsid w:val="00FB1FF1"/>
    <w:rsid w:val="00FB23B3"/>
    <w:rsid w:val="00FB4316"/>
    <w:rsid w:val="00FB4995"/>
    <w:rsid w:val="00FB4A3C"/>
    <w:rsid w:val="00FB6299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696F"/>
    <w:rsid w:val="00FE05BD"/>
    <w:rsid w:val="00FE2494"/>
    <w:rsid w:val="00FE35F6"/>
    <w:rsid w:val="00FE3A5B"/>
    <w:rsid w:val="00FE4D5A"/>
    <w:rsid w:val="00FE4E75"/>
    <w:rsid w:val="00FE6381"/>
    <w:rsid w:val="00FE652F"/>
    <w:rsid w:val="00FF5041"/>
    <w:rsid w:val="00FF553D"/>
    <w:rsid w:val="00FF5A4B"/>
    <w:rsid w:val="00FF6593"/>
    <w:rsid w:val="00FF66EB"/>
    <w:rsid w:val="00FF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97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A1974"/>
    <w:rPr>
      <w:rFonts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455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55E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96498C"/>
    <w:pPr>
      <w:shd w:val="clear" w:color="auto" w:fill="FFFFFF"/>
      <w:spacing w:line="480" w:lineRule="exact"/>
      <w:ind w:firstLine="580"/>
      <w:jc w:val="both"/>
    </w:pPr>
    <w:rPr>
      <w:rFonts w:eastAsia="Calibri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6498C"/>
    <w:rPr>
      <w:rFonts w:eastAsia="Times New Roman" w:cs="Times New Roman"/>
      <w:sz w:val="28"/>
      <w:szCs w:val="28"/>
      <w:shd w:val="clear" w:color="auto" w:fill="FFFFFF"/>
    </w:rPr>
  </w:style>
  <w:style w:type="paragraph" w:styleId="Footer">
    <w:name w:val="footer"/>
    <w:basedOn w:val="Normal"/>
    <w:link w:val="FooterChar"/>
    <w:uiPriority w:val="99"/>
    <w:rsid w:val="0031209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12097"/>
    <w:rPr>
      <w:rFonts w:eastAsia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157</Words>
  <Characters>898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cp:lastPrinted>2013-10-31T10:46:00Z</cp:lastPrinted>
  <dcterms:created xsi:type="dcterms:W3CDTF">2013-08-07T07:22:00Z</dcterms:created>
  <dcterms:modified xsi:type="dcterms:W3CDTF">2013-11-08T07:07:00Z</dcterms:modified>
</cp:coreProperties>
</file>