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3" w:rsidRDefault="00594213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594213" w:rsidRDefault="00594213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213" w:rsidRDefault="00594213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213" w:rsidRDefault="00594213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213" w:rsidRPr="00EA3D4B" w:rsidRDefault="00594213" w:rsidP="004A4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>О внесении изменений в статью 1 Закона Ульяновской области</w:t>
      </w:r>
    </w:p>
    <w:p w:rsidR="00594213" w:rsidRPr="00EA3D4B" w:rsidRDefault="00594213" w:rsidP="004A4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>«О налоге на имущество организаций на территории Ульяновской области»</w:t>
      </w:r>
    </w:p>
    <w:p w:rsidR="00594213" w:rsidRPr="00EA3D4B" w:rsidRDefault="00594213" w:rsidP="004A4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>и признании утратившим силу Закона Ульяновской области</w:t>
      </w:r>
    </w:p>
    <w:p w:rsidR="00594213" w:rsidRPr="00EA3D4B" w:rsidRDefault="00594213" w:rsidP="004A4B38">
      <w:pPr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3D4B">
        <w:rPr>
          <w:rFonts w:ascii="Times New Roman" w:hAnsi="Times New Roman" w:cs="Times New Roman"/>
          <w:b/>
          <w:sz w:val="28"/>
          <w:szCs w:val="28"/>
        </w:rPr>
        <w:t>«Об установлении налоговой ставки  налога на имущество организаций в отношении организаций авиационной промышленности, осуществляющих производство и реализацию воздушных судов»</w:t>
      </w: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sub_4"/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</w:p>
    <w:p w:rsidR="00594213" w:rsidRDefault="00594213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4213" w:rsidRPr="00222225" w:rsidRDefault="00594213" w:rsidP="004A4B38">
      <w:pPr>
        <w:pStyle w:val="ConsPlusNormal"/>
        <w:spacing w:line="367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94213" w:rsidRPr="00222225" w:rsidRDefault="00594213" w:rsidP="004A4B38">
      <w:pPr>
        <w:pStyle w:val="ConsPlusNormal"/>
        <w:spacing w:line="367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222225" w:rsidRDefault="00594213" w:rsidP="004A4B38">
      <w:pPr>
        <w:spacing w:line="36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 xml:space="preserve">Внести  в  статью  1  Закона  Ульяновской области от 26 ноября  2003 года № 060-ЗО «О налоге на имущество организаций на территории Ульяновской области» («Ульяновская правда» от 11.12.2003 № 239-241;  от 30.04.2004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 xml:space="preserve">№ 80-82; от 08.10.2004  № 192-194; от 11.10.2005 № 96; от 06.10.2006 № 77;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 xml:space="preserve">от 08.11.2006 № 86; от 04.08.2007 № 64-65; от 08.09.2007 № 76;  от 13.11.2007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 xml:space="preserve">№ 96; от 05.12.2007 № 104; от 29.08.2008 № 70; от 24.09.2008 № 77; от 12.11.2008  № 92; от 06.05.2009 № 34; от 08.07.2009 № 54; от 11.11.2009 № 90; от 06.10.2010 № 81; от 08.11.2010 № 91; от 01.12.2010 № 97-98; от 06.04.2011 № 36;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>от 12.10.2011 № 115; от 02.03.2012 № 22; от 04.05.2012 № 45; от 08.06.2012 № 59; от 05.10.2012 № 109; от 06.03.2013 № 25; от 08.05.2013 № 48; от 11.07.2013 № 75</w:t>
      </w:r>
      <w:r>
        <w:rPr>
          <w:rFonts w:ascii="Times New Roman" w:hAnsi="Times New Roman" w:cs="Times New Roman"/>
          <w:sz w:val="28"/>
          <w:szCs w:val="28"/>
        </w:rPr>
        <w:t>; от 07.09.2013 № 109</w:t>
      </w:r>
      <w:r w:rsidRPr="00222225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94213" w:rsidRPr="00222225" w:rsidRDefault="00594213" w:rsidP="004A4B38">
      <w:pPr>
        <w:widowControl/>
        <w:numPr>
          <w:ilvl w:val="0"/>
          <w:numId w:val="1"/>
        </w:numPr>
        <w:autoSpaceDE/>
        <w:autoSpaceDN/>
        <w:adjustRightInd/>
        <w:spacing w:line="367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>в пункте 1 слова «и иными законами Ульяновской области» исключить;</w:t>
      </w:r>
    </w:p>
    <w:p w:rsidR="00594213" w:rsidRPr="00222225" w:rsidRDefault="00594213" w:rsidP="004A4B38">
      <w:pPr>
        <w:widowControl/>
        <w:numPr>
          <w:ilvl w:val="0"/>
          <w:numId w:val="1"/>
        </w:numPr>
        <w:autoSpaceDE/>
        <w:autoSpaceDN/>
        <w:adjustRightInd/>
        <w:spacing w:line="367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 xml:space="preserve">дополнить пунктом 5 следующего содержания: </w:t>
      </w:r>
    </w:p>
    <w:p w:rsidR="00594213" w:rsidRDefault="00594213" w:rsidP="004A4B38">
      <w:pPr>
        <w:spacing w:line="36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>«5. Налоговая ставка налога устанавливается в размере 0,95 процента  для организаций авиационной промышленности, осуществляющих производство и реализацию воздушных судов.».</w:t>
      </w:r>
    </w:p>
    <w:p w:rsidR="00594213" w:rsidRPr="00222225" w:rsidRDefault="00594213" w:rsidP="004A4B3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594213" w:rsidRPr="00222225" w:rsidRDefault="00594213" w:rsidP="004A4B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222225" w:rsidRDefault="00594213" w:rsidP="004A4B38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>Со дня вступления настоящего Закона в силу признать утратившим силу Закон Ульяновской области от 29 мая 2012 года № 61-ЗО «Об установлении налоговой ставки  налога на имущество организаций в отношении организаций авиационной промышленности, осуществляющих производство и реализацию воздушных судов» («Ульяновская правда» от 01.06.2012 № 56).</w:t>
      </w:r>
    </w:p>
    <w:p w:rsidR="00594213" w:rsidRPr="00222225" w:rsidRDefault="00594213" w:rsidP="004A4B38">
      <w:p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222225" w:rsidRDefault="00594213" w:rsidP="004A4B3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594213" w:rsidRPr="00222225" w:rsidRDefault="00594213" w:rsidP="004A4B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222225" w:rsidRDefault="00594213" w:rsidP="004A4B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 xml:space="preserve">1. Настоящий Закон вступает в силу с 1 января 2014 года. </w:t>
      </w:r>
    </w:p>
    <w:p w:rsidR="00594213" w:rsidRPr="00222225" w:rsidRDefault="00594213" w:rsidP="004A4B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225">
        <w:rPr>
          <w:rFonts w:ascii="Times New Roman" w:hAnsi="Times New Roman" w:cs="Times New Roman"/>
          <w:sz w:val="28"/>
          <w:szCs w:val="28"/>
        </w:rPr>
        <w:t>2. Установить, что положения пункта 5 статьи 1 Закона Ульяновской области от 26 ноября 2003 года № 060-ЗО «О налоге на имущество организаций на территории Ульяновской области» (в редакции настоящего Закона) действуют до 1 января 2015 года.</w:t>
      </w:r>
    </w:p>
    <w:p w:rsidR="00594213" w:rsidRDefault="00594213" w:rsidP="004A4B38">
      <w:pPr>
        <w:widowControl/>
        <w:ind w:firstLine="720"/>
        <w:jc w:val="both"/>
        <w:rPr>
          <w:sz w:val="26"/>
          <w:szCs w:val="26"/>
        </w:rPr>
      </w:pPr>
    </w:p>
    <w:p w:rsidR="00594213" w:rsidRDefault="00594213" w:rsidP="004A4B38">
      <w:pPr>
        <w:widowControl/>
        <w:ind w:firstLine="720"/>
        <w:jc w:val="both"/>
        <w:rPr>
          <w:sz w:val="26"/>
          <w:szCs w:val="26"/>
        </w:rPr>
      </w:pPr>
    </w:p>
    <w:p w:rsidR="00594213" w:rsidRPr="00AC1DA1" w:rsidRDefault="00594213" w:rsidP="004A4B38">
      <w:pPr>
        <w:widowControl/>
        <w:ind w:firstLine="720"/>
        <w:jc w:val="both"/>
        <w:rPr>
          <w:sz w:val="26"/>
          <w:szCs w:val="26"/>
        </w:rPr>
      </w:pPr>
    </w:p>
    <w:bookmarkEnd w:id="0"/>
    <w:p w:rsidR="00594213" w:rsidRPr="001C6332" w:rsidRDefault="00594213" w:rsidP="004A4B3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332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594213" w:rsidRPr="00883C21" w:rsidRDefault="00594213" w:rsidP="004A4B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213" w:rsidRPr="00883C21" w:rsidRDefault="00594213" w:rsidP="00407ED8">
      <w:pPr>
        <w:spacing w:line="34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4213" w:rsidRPr="001C6332" w:rsidRDefault="00594213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332">
        <w:rPr>
          <w:rFonts w:ascii="Times New Roman" w:hAnsi="Times New Roman" w:cs="Times New Roman"/>
          <w:sz w:val="28"/>
          <w:szCs w:val="28"/>
        </w:rPr>
        <w:t>. Ульяновск</w:t>
      </w:r>
    </w:p>
    <w:p w:rsidR="00594213" w:rsidRPr="001C6332" w:rsidRDefault="00594213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C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3 г"/>
        </w:smartTagPr>
        <w:r w:rsidRPr="001C6332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1C6332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1C6332">
        <w:rPr>
          <w:rFonts w:ascii="Times New Roman" w:hAnsi="Times New Roman" w:cs="Times New Roman"/>
          <w:sz w:val="28"/>
          <w:szCs w:val="28"/>
        </w:rPr>
        <w:t>.</w:t>
      </w:r>
    </w:p>
    <w:p w:rsidR="00594213" w:rsidRPr="001C6332" w:rsidRDefault="00594213" w:rsidP="004A4B38">
      <w:pPr>
        <w:spacing w:line="312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633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196</w:t>
      </w:r>
      <w:r w:rsidRPr="001C6332">
        <w:rPr>
          <w:rFonts w:ascii="Times New Roman" w:hAnsi="Times New Roman" w:cs="Times New Roman"/>
          <w:sz w:val="28"/>
          <w:szCs w:val="28"/>
        </w:rPr>
        <w:t>-ЗО</w:t>
      </w:r>
    </w:p>
    <w:sectPr w:rsidR="00594213" w:rsidRPr="001C6332" w:rsidSect="004A4B38">
      <w:headerReference w:type="default" r:id="rId7"/>
      <w:footerReference w:type="first" r:id="rId8"/>
      <w:pgSz w:w="11906" w:h="16838" w:code="9"/>
      <w:pgMar w:top="1134" w:right="624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213" w:rsidRDefault="00594213">
      <w:r>
        <w:separator/>
      </w:r>
    </w:p>
  </w:endnote>
  <w:endnote w:type="continuationSeparator" w:id="0">
    <w:p w:rsidR="00594213" w:rsidRDefault="00594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13" w:rsidRPr="00665838" w:rsidRDefault="00594213" w:rsidP="00665838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1410ск1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213" w:rsidRDefault="00594213">
      <w:r>
        <w:separator/>
      </w:r>
    </w:p>
  </w:footnote>
  <w:footnote w:type="continuationSeparator" w:id="0">
    <w:p w:rsidR="00594213" w:rsidRDefault="00594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13" w:rsidRPr="00407ED8" w:rsidRDefault="00594213" w:rsidP="00407ED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407ED8">
      <w:rPr>
        <w:rStyle w:val="PageNumber"/>
        <w:rFonts w:ascii="Times New Roman" w:hAnsi="Times New Roman"/>
        <w:sz w:val="28"/>
        <w:szCs w:val="28"/>
      </w:rPr>
      <w:fldChar w:fldCharType="begin"/>
    </w:r>
    <w:r w:rsidRPr="00407ED8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407ED8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407ED8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81EA8"/>
    <w:multiLevelType w:val="hybridMultilevel"/>
    <w:tmpl w:val="FAC8787C"/>
    <w:lvl w:ilvl="0" w:tplc="023AC6C4">
      <w:start w:val="1"/>
      <w:numFmt w:val="decimal"/>
      <w:suff w:val="space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5F5"/>
    <w:rsid w:val="00002673"/>
    <w:rsid w:val="00025632"/>
    <w:rsid w:val="000329B2"/>
    <w:rsid w:val="00040678"/>
    <w:rsid w:val="00085E16"/>
    <w:rsid w:val="000D06B3"/>
    <w:rsid w:val="000F0636"/>
    <w:rsid w:val="00124150"/>
    <w:rsid w:val="00124EC8"/>
    <w:rsid w:val="001725CC"/>
    <w:rsid w:val="00193423"/>
    <w:rsid w:val="00195ECB"/>
    <w:rsid w:val="001B0A9D"/>
    <w:rsid w:val="001B0EB7"/>
    <w:rsid w:val="001C6332"/>
    <w:rsid w:val="00220909"/>
    <w:rsid w:val="00222225"/>
    <w:rsid w:val="00235525"/>
    <w:rsid w:val="00243552"/>
    <w:rsid w:val="002517D9"/>
    <w:rsid w:val="00281751"/>
    <w:rsid w:val="002B0128"/>
    <w:rsid w:val="002B0F8D"/>
    <w:rsid w:val="002D17EB"/>
    <w:rsid w:val="002E14B4"/>
    <w:rsid w:val="002F296F"/>
    <w:rsid w:val="002F5CD5"/>
    <w:rsid w:val="0030249A"/>
    <w:rsid w:val="00302B5A"/>
    <w:rsid w:val="00307A0B"/>
    <w:rsid w:val="00325E48"/>
    <w:rsid w:val="003540AD"/>
    <w:rsid w:val="00375EEC"/>
    <w:rsid w:val="003B5F33"/>
    <w:rsid w:val="003C77B1"/>
    <w:rsid w:val="00407ED8"/>
    <w:rsid w:val="004216FC"/>
    <w:rsid w:val="0045380D"/>
    <w:rsid w:val="00465F56"/>
    <w:rsid w:val="00467CA0"/>
    <w:rsid w:val="00467D05"/>
    <w:rsid w:val="00481C01"/>
    <w:rsid w:val="0048556E"/>
    <w:rsid w:val="004965DD"/>
    <w:rsid w:val="004A4B38"/>
    <w:rsid w:val="004A7706"/>
    <w:rsid w:val="004B0051"/>
    <w:rsid w:val="004B0408"/>
    <w:rsid w:val="004B5CD5"/>
    <w:rsid w:val="004E23F7"/>
    <w:rsid w:val="00512757"/>
    <w:rsid w:val="00534082"/>
    <w:rsid w:val="00594213"/>
    <w:rsid w:val="005A78C1"/>
    <w:rsid w:val="00623DD9"/>
    <w:rsid w:val="00625FE6"/>
    <w:rsid w:val="006640BF"/>
    <w:rsid w:val="00665838"/>
    <w:rsid w:val="00670FA4"/>
    <w:rsid w:val="006A48DE"/>
    <w:rsid w:val="006C37C5"/>
    <w:rsid w:val="006E10EF"/>
    <w:rsid w:val="006E349F"/>
    <w:rsid w:val="0074026F"/>
    <w:rsid w:val="00746F94"/>
    <w:rsid w:val="007725C2"/>
    <w:rsid w:val="007768B5"/>
    <w:rsid w:val="007B39AC"/>
    <w:rsid w:val="007C6675"/>
    <w:rsid w:val="007C79E5"/>
    <w:rsid w:val="007E3D1B"/>
    <w:rsid w:val="007F661E"/>
    <w:rsid w:val="00837AD6"/>
    <w:rsid w:val="00866630"/>
    <w:rsid w:val="00867E52"/>
    <w:rsid w:val="00883C21"/>
    <w:rsid w:val="0089298D"/>
    <w:rsid w:val="008A0C61"/>
    <w:rsid w:val="008D3C6E"/>
    <w:rsid w:val="0093430A"/>
    <w:rsid w:val="00942D7A"/>
    <w:rsid w:val="0095230F"/>
    <w:rsid w:val="00957BB0"/>
    <w:rsid w:val="00973F15"/>
    <w:rsid w:val="009A0339"/>
    <w:rsid w:val="009B0606"/>
    <w:rsid w:val="009C6030"/>
    <w:rsid w:val="009E125F"/>
    <w:rsid w:val="009F5FB0"/>
    <w:rsid w:val="00A620EB"/>
    <w:rsid w:val="00A633E0"/>
    <w:rsid w:val="00A63765"/>
    <w:rsid w:val="00A735F5"/>
    <w:rsid w:val="00A964A0"/>
    <w:rsid w:val="00A97392"/>
    <w:rsid w:val="00AB6B0C"/>
    <w:rsid w:val="00AC1DA1"/>
    <w:rsid w:val="00AC57A4"/>
    <w:rsid w:val="00AD2F1F"/>
    <w:rsid w:val="00AE631A"/>
    <w:rsid w:val="00AE7496"/>
    <w:rsid w:val="00AF1447"/>
    <w:rsid w:val="00B101E1"/>
    <w:rsid w:val="00B14DAD"/>
    <w:rsid w:val="00B352E4"/>
    <w:rsid w:val="00B43899"/>
    <w:rsid w:val="00B55E2E"/>
    <w:rsid w:val="00B93107"/>
    <w:rsid w:val="00C143A9"/>
    <w:rsid w:val="00C30DAF"/>
    <w:rsid w:val="00C6282D"/>
    <w:rsid w:val="00C85DF9"/>
    <w:rsid w:val="00CA6A8D"/>
    <w:rsid w:val="00CC0DBA"/>
    <w:rsid w:val="00CF3503"/>
    <w:rsid w:val="00D30B96"/>
    <w:rsid w:val="00D62AAC"/>
    <w:rsid w:val="00DA52C8"/>
    <w:rsid w:val="00DB1B3D"/>
    <w:rsid w:val="00E92DC9"/>
    <w:rsid w:val="00EA3D4B"/>
    <w:rsid w:val="00EB0C21"/>
    <w:rsid w:val="00ED1753"/>
    <w:rsid w:val="00EE7725"/>
    <w:rsid w:val="00F02155"/>
    <w:rsid w:val="00F112FB"/>
    <w:rsid w:val="00F26B90"/>
    <w:rsid w:val="00F81284"/>
    <w:rsid w:val="00F90955"/>
    <w:rsid w:val="00F97104"/>
    <w:rsid w:val="00FF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5D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65DD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965DD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4965DD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4965DD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65D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965D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965D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965DD"/>
    <w:rPr>
      <w:rFonts w:ascii="Calibri" w:hAnsi="Calibri"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4965DD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4965DD"/>
    <w:rPr>
      <w:rFonts w:cs="Times New Roman"/>
      <w:bCs/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4965DD"/>
    <w:rPr>
      <w:u w:val="single"/>
    </w:rPr>
  </w:style>
  <w:style w:type="paragraph" w:customStyle="1" w:styleId="a2">
    <w:name w:val="Основное меню (преемственное)"/>
    <w:basedOn w:val="Normal"/>
    <w:next w:val="Normal"/>
    <w:uiPriority w:val="99"/>
    <w:rsid w:val="004965DD"/>
    <w:pPr>
      <w:jc w:val="both"/>
    </w:pPr>
    <w:rPr>
      <w:rFonts w:ascii="Verdana" w:hAnsi="Verdana" w:cs="Verdana"/>
    </w:rPr>
  </w:style>
  <w:style w:type="paragraph" w:customStyle="1" w:styleId="a3">
    <w:name w:val="Заголовок"/>
    <w:basedOn w:val="a2"/>
    <w:next w:val="Normal"/>
    <w:uiPriority w:val="99"/>
    <w:rsid w:val="004965DD"/>
    <w:rPr>
      <w:rFonts w:ascii="Arial" w:hAnsi="Arial" w:cs="Arial"/>
      <w:b/>
      <w:bCs/>
      <w:color w:val="C0C0C0"/>
    </w:rPr>
  </w:style>
  <w:style w:type="character" w:customStyle="1" w:styleId="a4">
    <w:name w:val="Заголовок своего сообщения"/>
    <w:basedOn w:val="a"/>
    <w:uiPriority w:val="99"/>
    <w:rsid w:val="004965DD"/>
    <w:rPr>
      <w:rFonts w:cs="Times New Roman"/>
      <w:bCs/>
    </w:rPr>
  </w:style>
  <w:style w:type="paragraph" w:customStyle="1" w:styleId="a5">
    <w:name w:val="Заголовок статьи"/>
    <w:basedOn w:val="Normal"/>
    <w:next w:val="Normal"/>
    <w:uiPriority w:val="99"/>
    <w:rsid w:val="004965DD"/>
    <w:pPr>
      <w:ind w:left="1612" w:hanging="892"/>
      <w:jc w:val="both"/>
    </w:pPr>
  </w:style>
  <w:style w:type="character" w:customStyle="1" w:styleId="a6">
    <w:name w:val="Заголовок чужого сообщения"/>
    <w:basedOn w:val="a"/>
    <w:uiPriority w:val="99"/>
    <w:rsid w:val="004965DD"/>
    <w:rPr>
      <w:rFonts w:cs="Times New Roman"/>
      <w:bCs/>
      <w:color w:val="FF0000"/>
    </w:rPr>
  </w:style>
  <w:style w:type="paragraph" w:customStyle="1" w:styleId="a7">
    <w:name w:val="Интерактивный заголовок"/>
    <w:basedOn w:val="a3"/>
    <w:next w:val="Normal"/>
    <w:uiPriority w:val="99"/>
    <w:rsid w:val="004965DD"/>
    <w:rPr>
      <w:b w:val="0"/>
      <w:bCs w:val="0"/>
      <w:color w:val="auto"/>
      <w:u w:val="single"/>
    </w:rPr>
  </w:style>
  <w:style w:type="paragraph" w:customStyle="1" w:styleId="a8">
    <w:name w:val="Интерфейс"/>
    <w:basedOn w:val="Normal"/>
    <w:next w:val="Normal"/>
    <w:uiPriority w:val="99"/>
    <w:rsid w:val="004965DD"/>
    <w:pPr>
      <w:jc w:val="both"/>
    </w:pPr>
    <w:rPr>
      <w:color w:val="ECE9D8"/>
      <w:sz w:val="22"/>
      <w:szCs w:val="22"/>
    </w:rPr>
  </w:style>
  <w:style w:type="paragraph" w:customStyle="1" w:styleId="a9">
    <w:name w:val="Комментарий"/>
    <w:basedOn w:val="Normal"/>
    <w:next w:val="Normal"/>
    <w:uiPriority w:val="99"/>
    <w:rsid w:val="004965DD"/>
    <w:pPr>
      <w:ind w:left="170"/>
      <w:jc w:val="both"/>
    </w:pPr>
    <w:rPr>
      <w:i/>
      <w:iCs/>
      <w:color w:val="800080"/>
    </w:rPr>
  </w:style>
  <w:style w:type="paragraph" w:customStyle="1" w:styleId="aa">
    <w:name w:val="Информация об изменениях документа"/>
    <w:basedOn w:val="a9"/>
    <w:next w:val="Normal"/>
    <w:uiPriority w:val="99"/>
    <w:rsid w:val="004965DD"/>
    <w:pPr>
      <w:ind w:left="0"/>
    </w:pPr>
  </w:style>
  <w:style w:type="paragraph" w:customStyle="1" w:styleId="ab">
    <w:name w:val="Текст (лев. подпись)"/>
    <w:basedOn w:val="Normal"/>
    <w:next w:val="Normal"/>
    <w:uiPriority w:val="99"/>
    <w:rsid w:val="004965DD"/>
  </w:style>
  <w:style w:type="paragraph" w:customStyle="1" w:styleId="ac">
    <w:name w:val="Колонтитул (левый)"/>
    <w:basedOn w:val="ab"/>
    <w:next w:val="Normal"/>
    <w:uiPriority w:val="99"/>
    <w:rsid w:val="004965DD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Normal"/>
    <w:next w:val="Normal"/>
    <w:uiPriority w:val="99"/>
    <w:rsid w:val="004965DD"/>
    <w:pPr>
      <w:jc w:val="right"/>
    </w:pPr>
  </w:style>
  <w:style w:type="paragraph" w:customStyle="1" w:styleId="ae">
    <w:name w:val="Колонтитул (правый)"/>
    <w:basedOn w:val="ad"/>
    <w:next w:val="Normal"/>
    <w:uiPriority w:val="99"/>
    <w:rsid w:val="004965DD"/>
    <w:pPr>
      <w:jc w:val="both"/>
    </w:pPr>
    <w:rPr>
      <w:sz w:val="16"/>
      <w:szCs w:val="16"/>
    </w:rPr>
  </w:style>
  <w:style w:type="paragraph" w:customStyle="1" w:styleId="af">
    <w:name w:val="Комментарий пользователя"/>
    <w:basedOn w:val="a9"/>
    <w:next w:val="Normal"/>
    <w:uiPriority w:val="99"/>
    <w:rsid w:val="004965DD"/>
    <w:pPr>
      <w:ind w:left="0"/>
      <w:jc w:val="left"/>
    </w:pPr>
    <w:rPr>
      <w:i w:val="0"/>
      <w:iCs w:val="0"/>
      <w:color w:val="000080"/>
    </w:rPr>
  </w:style>
  <w:style w:type="paragraph" w:customStyle="1" w:styleId="af0">
    <w:name w:val="Моноширинный"/>
    <w:basedOn w:val="Normal"/>
    <w:next w:val="Normal"/>
    <w:uiPriority w:val="99"/>
    <w:rsid w:val="004965DD"/>
    <w:pPr>
      <w:jc w:val="both"/>
    </w:pPr>
    <w:rPr>
      <w:rFonts w:ascii="Courier New" w:hAnsi="Courier New" w:cs="Courier New"/>
    </w:rPr>
  </w:style>
  <w:style w:type="character" w:customStyle="1" w:styleId="af1">
    <w:name w:val="Найденные слова"/>
    <w:basedOn w:val="a"/>
    <w:uiPriority w:val="99"/>
    <w:rsid w:val="004965DD"/>
    <w:rPr>
      <w:rFonts w:cs="Times New Roman"/>
      <w:bCs/>
    </w:rPr>
  </w:style>
  <w:style w:type="character" w:customStyle="1" w:styleId="af2">
    <w:name w:val="Не вступил в силу"/>
    <w:basedOn w:val="a"/>
    <w:uiPriority w:val="99"/>
    <w:rsid w:val="004965DD"/>
    <w:rPr>
      <w:rFonts w:cs="Times New Roman"/>
      <w:bCs/>
      <w:color w:val="008080"/>
    </w:rPr>
  </w:style>
  <w:style w:type="paragraph" w:customStyle="1" w:styleId="af3">
    <w:name w:val="Нормальный (таблица)"/>
    <w:basedOn w:val="Normal"/>
    <w:next w:val="Normal"/>
    <w:uiPriority w:val="99"/>
    <w:rsid w:val="004965DD"/>
    <w:pPr>
      <w:jc w:val="both"/>
    </w:pPr>
  </w:style>
  <w:style w:type="paragraph" w:customStyle="1" w:styleId="af4">
    <w:name w:val="Объект"/>
    <w:basedOn w:val="Normal"/>
    <w:next w:val="Normal"/>
    <w:uiPriority w:val="99"/>
    <w:rsid w:val="004965DD"/>
    <w:pPr>
      <w:jc w:val="both"/>
    </w:pPr>
    <w:rPr>
      <w:rFonts w:ascii="Times New Roman" w:hAnsi="Times New Roman" w:cs="Times New Roman"/>
    </w:rPr>
  </w:style>
  <w:style w:type="paragraph" w:customStyle="1" w:styleId="af5">
    <w:name w:val="Таблицы (моноширинный)"/>
    <w:basedOn w:val="Normal"/>
    <w:next w:val="Normal"/>
    <w:uiPriority w:val="99"/>
    <w:rsid w:val="004965DD"/>
    <w:pPr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Normal"/>
    <w:uiPriority w:val="99"/>
    <w:rsid w:val="004965DD"/>
    <w:pPr>
      <w:ind w:left="140"/>
    </w:pPr>
    <w:rPr>
      <w:rFonts w:ascii="Arial" w:hAnsi="Arial" w:cs="Arial"/>
    </w:rPr>
  </w:style>
  <w:style w:type="character" w:customStyle="1" w:styleId="af7">
    <w:name w:val="Опечатки"/>
    <w:uiPriority w:val="99"/>
    <w:rsid w:val="004965DD"/>
    <w:rPr>
      <w:color w:val="FF0000"/>
    </w:rPr>
  </w:style>
  <w:style w:type="paragraph" w:customStyle="1" w:styleId="af8">
    <w:name w:val="Переменная часть"/>
    <w:basedOn w:val="a2"/>
    <w:next w:val="Normal"/>
    <w:uiPriority w:val="99"/>
    <w:rsid w:val="004965DD"/>
    <w:rPr>
      <w:rFonts w:ascii="Arial" w:hAnsi="Arial" w:cs="Arial"/>
      <w:sz w:val="20"/>
      <w:szCs w:val="20"/>
    </w:rPr>
  </w:style>
  <w:style w:type="paragraph" w:customStyle="1" w:styleId="af9">
    <w:name w:val="Постоянная часть"/>
    <w:basedOn w:val="a2"/>
    <w:next w:val="Normal"/>
    <w:uiPriority w:val="99"/>
    <w:rsid w:val="004965DD"/>
    <w:rPr>
      <w:rFonts w:ascii="Arial" w:hAnsi="Arial" w:cs="Arial"/>
      <w:sz w:val="22"/>
      <w:szCs w:val="22"/>
    </w:rPr>
  </w:style>
  <w:style w:type="paragraph" w:customStyle="1" w:styleId="afa">
    <w:name w:val="Прижатый влево"/>
    <w:basedOn w:val="Normal"/>
    <w:next w:val="Normal"/>
    <w:uiPriority w:val="99"/>
    <w:rsid w:val="004965DD"/>
  </w:style>
  <w:style w:type="character" w:customStyle="1" w:styleId="afb">
    <w:name w:val="Продолжение ссылки"/>
    <w:basedOn w:val="a0"/>
    <w:uiPriority w:val="99"/>
    <w:rsid w:val="004965DD"/>
  </w:style>
  <w:style w:type="paragraph" w:customStyle="1" w:styleId="afc">
    <w:name w:val="Словарная статья"/>
    <w:basedOn w:val="Normal"/>
    <w:next w:val="Normal"/>
    <w:uiPriority w:val="99"/>
    <w:rsid w:val="004965DD"/>
    <w:pPr>
      <w:ind w:right="118"/>
      <w:jc w:val="both"/>
    </w:pPr>
  </w:style>
  <w:style w:type="character" w:customStyle="1" w:styleId="afd">
    <w:name w:val="Сравнение редакций"/>
    <w:basedOn w:val="a"/>
    <w:uiPriority w:val="99"/>
    <w:rsid w:val="004965DD"/>
    <w:rPr>
      <w:rFonts w:cs="Times New Roman"/>
      <w:bCs/>
    </w:rPr>
  </w:style>
  <w:style w:type="character" w:customStyle="1" w:styleId="afe">
    <w:name w:val="Сравнение редакций. Добавленный фрагмент"/>
    <w:uiPriority w:val="99"/>
    <w:rsid w:val="004965DD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4965DD"/>
    <w:rPr>
      <w:strike/>
      <w:color w:val="808000"/>
    </w:rPr>
  </w:style>
  <w:style w:type="paragraph" w:customStyle="1" w:styleId="aff0">
    <w:name w:val="Текст (справка)"/>
    <w:basedOn w:val="Normal"/>
    <w:next w:val="Normal"/>
    <w:uiPriority w:val="99"/>
    <w:rsid w:val="004965DD"/>
    <w:pPr>
      <w:ind w:left="170" w:right="170"/>
    </w:pPr>
  </w:style>
  <w:style w:type="paragraph" w:customStyle="1" w:styleId="aff1">
    <w:name w:val="Текст в таблице"/>
    <w:basedOn w:val="af3"/>
    <w:next w:val="Normal"/>
    <w:uiPriority w:val="99"/>
    <w:rsid w:val="004965DD"/>
    <w:pPr>
      <w:ind w:firstLine="500"/>
    </w:pPr>
  </w:style>
  <w:style w:type="paragraph" w:customStyle="1" w:styleId="aff2">
    <w:name w:val="Технический комментарий"/>
    <w:basedOn w:val="Normal"/>
    <w:next w:val="Normal"/>
    <w:uiPriority w:val="99"/>
    <w:rsid w:val="004965DD"/>
  </w:style>
  <w:style w:type="character" w:customStyle="1" w:styleId="aff3">
    <w:name w:val="Утратил силу"/>
    <w:basedOn w:val="a"/>
    <w:uiPriority w:val="99"/>
    <w:rsid w:val="004965DD"/>
    <w:rPr>
      <w:rFonts w:cs="Times New Roman"/>
      <w:bCs/>
      <w:strike/>
      <w:color w:val="808000"/>
    </w:rPr>
  </w:style>
  <w:style w:type="paragraph" w:customStyle="1" w:styleId="aff4">
    <w:name w:val="Центрированный (таблица)"/>
    <w:basedOn w:val="af3"/>
    <w:next w:val="Normal"/>
    <w:uiPriority w:val="99"/>
    <w:rsid w:val="004965DD"/>
    <w:pPr>
      <w:jc w:val="center"/>
    </w:pPr>
  </w:style>
  <w:style w:type="paragraph" w:styleId="Header">
    <w:name w:val="header"/>
    <w:basedOn w:val="Normal"/>
    <w:link w:val="HeaderChar"/>
    <w:uiPriority w:val="99"/>
    <w:rsid w:val="001C63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65DD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1C63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7E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838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2225"/>
    <w:pPr>
      <w:widowControl/>
      <w:autoSpaceDE/>
      <w:autoSpaceDN/>
      <w:adjustRightInd/>
      <w:ind w:right="-2"/>
      <w:jc w:val="both"/>
    </w:pPr>
    <w:rPr>
      <w:rFonts w:ascii="Times New Roman" w:hAnsi="Times New Roman" w:cs="Times New Roman"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2225"/>
    <w:rPr>
      <w:rFonts w:cs="Times New Roman"/>
      <w:bCs/>
      <w:sz w:val="24"/>
      <w:szCs w:val="24"/>
    </w:rPr>
  </w:style>
  <w:style w:type="paragraph" w:customStyle="1" w:styleId="ConsPlusNormal">
    <w:name w:val="ConsPlusNormal"/>
    <w:uiPriority w:val="99"/>
    <w:rsid w:val="0022222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665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5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338</Words>
  <Characters>1927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7</cp:revision>
  <cp:lastPrinted>2013-10-31T12:39:00Z</cp:lastPrinted>
  <dcterms:created xsi:type="dcterms:W3CDTF">2013-10-14T06:37:00Z</dcterms:created>
  <dcterms:modified xsi:type="dcterms:W3CDTF">2013-11-08T06:44:00Z</dcterms:modified>
</cp:coreProperties>
</file>