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DC" w:rsidRDefault="002211DC" w:rsidP="005B602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Закон Ульяновской области</w:t>
      </w:r>
    </w:p>
    <w:p w:rsidR="002211DC" w:rsidRDefault="002211DC" w:rsidP="005B602F">
      <w:pPr>
        <w:jc w:val="center"/>
        <w:rPr>
          <w:b/>
          <w:sz w:val="28"/>
          <w:szCs w:val="28"/>
        </w:rPr>
      </w:pPr>
    </w:p>
    <w:p w:rsidR="002211DC" w:rsidRDefault="002211DC" w:rsidP="005B602F">
      <w:pPr>
        <w:jc w:val="center"/>
        <w:rPr>
          <w:b/>
          <w:sz w:val="28"/>
          <w:szCs w:val="28"/>
        </w:rPr>
      </w:pPr>
    </w:p>
    <w:p w:rsidR="002211DC" w:rsidRPr="009E7CB3" w:rsidRDefault="002211DC" w:rsidP="005B602F">
      <w:pPr>
        <w:jc w:val="center"/>
        <w:rPr>
          <w:b/>
          <w:sz w:val="28"/>
          <w:szCs w:val="28"/>
        </w:rPr>
      </w:pPr>
    </w:p>
    <w:p w:rsidR="002211DC" w:rsidRPr="009E7CB3" w:rsidRDefault="002211DC" w:rsidP="005B602F">
      <w:pPr>
        <w:jc w:val="center"/>
        <w:rPr>
          <w:b/>
          <w:sz w:val="28"/>
          <w:szCs w:val="28"/>
        </w:rPr>
      </w:pPr>
    </w:p>
    <w:p w:rsidR="002211DC" w:rsidRDefault="002211DC" w:rsidP="007B64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утратившими силу отдельных законодательных </w:t>
      </w:r>
    </w:p>
    <w:p w:rsidR="002211DC" w:rsidRPr="009E7CB3" w:rsidRDefault="002211DC" w:rsidP="007B64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актов Ульяновской области</w:t>
      </w:r>
    </w:p>
    <w:p w:rsidR="002211DC" w:rsidRPr="009E7CB3" w:rsidRDefault="002211DC" w:rsidP="005B602F">
      <w:pPr>
        <w:rPr>
          <w:b/>
          <w:sz w:val="28"/>
          <w:szCs w:val="28"/>
        </w:rPr>
      </w:pPr>
    </w:p>
    <w:p w:rsidR="002211DC" w:rsidRDefault="002211DC" w:rsidP="006978E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211DC" w:rsidRDefault="002211DC" w:rsidP="006978E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211DC" w:rsidRDefault="002211DC" w:rsidP="006978E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211DC" w:rsidRPr="00A50615" w:rsidRDefault="002211DC" w:rsidP="006978E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44"/>
          <w:szCs w:val="28"/>
        </w:rPr>
      </w:pPr>
    </w:p>
    <w:p w:rsidR="002211DC" w:rsidRPr="00CB12A9" w:rsidRDefault="002211DC" w:rsidP="003F3B69">
      <w:pPr>
        <w:spacing w:line="360" w:lineRule="auto"/>
        <w:ind w:firstLine="709"/>
        <w:jc w:val="both"/>
        <w:rPr>
          <w:sz w:val="28"/>
          <w:szCs w:val="28"/>
        </w:rPr>
      </w:pPr>
      <w:r w:rsidRPr="00CB12A9">
        <w:rPr>
          <w:sz w:val="28"/>
          <w:szCs w:val="28"/>
        </w:rPr>
        <w:t>Признать утратившими силу:</w:t>
      </w:r>
    </w:p>
    <w:p w:rsidR="002211DC" w:rsidRDefault="002211DC" w:rsidP="003F3B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CB12A9">
        <w:rPr>
          <w:bCs/>
          <w:sz w:val="28"/>
          <w:szCs w:val="28"/>
        </w:rPr>
        <w:t>Закон Ульяновской области от 28</w:t>
      </w:r>
      <w:r>
        <w:rPr>
          <w:bCs/>
          <w:sz w:val="28"/>
          <w:szCs w:val="28"/>
        </w:rPr>
        <w:t xml:space="preserve"> февраля </w:t>
      </w:r>
      <w:r w:rsidRPr="00CB12A9">
        <w:rPr>
          <w:bCs/>
          <w:sz w:val="28"/>
          <w:szCs w:val="28"/>
        </w:rPr>
        <w:t xml:space="preserve">2012 </w:t>
      </w:r>
      <w:r>
        <w:rPr>
          <w:bCs/>
          <w:sz w:val="28"/>
          <w:szCs w:val="28"/>
        </w:rPr>
        <w:t>года №</w:t>
      </w:r>
      <w:r w:rsidRPr="00CB12A9">
        <w:rPr>
          <w:bCs/>
          <w:sz w:val="28"/>
          <w:szCs w:val="28"/>
        </w:rPr>
        <w:t xml:space="preserve"> 16-ЗО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>«</w:t>
      </w:r>
      <w:r w:rsidRPr="00CB12A9">
        <w:rPr>
          <w:bCs/>
          <w:sz w:val="28"/>
          <w:szCs w:val="28"/>
        </w:rPr>
        <w:t>Об исполнительном органе государственной власти Ульяновской области и должностных лицах, уполномоченных рассматривать дела и составлять протоколы об отдельных административных правонарушениях в сфере финансов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(«Ульяновская правда» от 02.03.2012 № </w:t>
      </w:r>
      <w:r w:rsidRPr="00943CFF">
        <w:rPr>
          <w:bCs/>
          <w:sz w:val="28"/>
          <w:szCs w:val="28"/>
        </w:rPr>
        <w:t>22</w:t>
      </w:r>
      <w:r>
        <w:rPr>
          <w:sz w:val="28"/>
          <w:szCs w:val="28"/>
        </w:rPr>
        <w:t>);</w:t>
      </w:r>
    </w:p>
    <w:p w:rsidR="002211DC" w:rsidRDefault="002211DC" w:rsidP="003F3B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CB12A9">
        <w:rPr>
          <w:bCs/>
          <w:sz w:val="28"/>
          <w:szCs w:val="28"/>
        </w:rPr>
        <w:t>Закон Ульяновской области от 24</w:t>
      </w:r>
      <w:r>
        <w:rPr>
          <w:bCs/>
          <w:sz w:val="28"/>
          <w:szCs w:val="28"/>
        </w:rPr>
        <w:t xml:space="preserve"> декабря </w:t>
      </w:r>
      <w:r w:rsidRPr="00CB12A9">
        <w:rPr>
          <w:bCs/>
          <w:sz w:val="28"/>
          <w:szCs w:val="28"/>
        </w:rPr>
        <w:t xml:space="preserve">2012 </w:t>
      </w:r>
      <w:r>
        <w:rPr>
          <w:bCs/>
          <w:sz w:val="28"/>
          <w:szCs w:val="28"/>
        </w:rPr>
        <w:t>года №</w:t>
      </w:r>
      <w:r w:rsidRPr="00CB12A9">
        <w:rPr>
          <w:bCs/>
          <w:sz w:val="28"/>
          <w:szCs w:val="28"/>
        </w:rPr>
        <w:t xml:space="preserve"> 221-ЗО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>«</w:t>
      </w:r>
      <w:r w:rsidRPr="00CB12A9">
        <w:rPr>
          <w:bCs/>
          <w:sz w:val="28"/>
          <w:szCs w:val="28"/>
        </w:rPr>
        <w:t xml:space="preserve">О внесении изменений в статьи 2 и 3 Закона Ульяновской области </w:t>
      </w:r>
      <w:r>
        <w:rPr>
          <w:bCs/>
          <w:sz w:val="28"/>
          <w:szCs w:val="28"/>
        </w:rPr>
        <w:br/>
        <w:t>«</w:t>
      </w:r>
      <w:r w:rsidRPr="00CB12A9">
        <w:rPr>
          <w:bCs/>
          <w:sz w:val="28"/>
          <w:szCs w:val="28"/>
        </w:rPr>
        <w:t xml:space="preserve">Об исполнительном органе государственной власти Ульяновской области </w:t>
      </w:r>
      <w:r>
        <w:rPr>
          <w:bCs/>
          <w:sz w:val="28"/>
          <w:szCs w:val="28"/>
        </w:rPr>
        <w:br/>
      </w:r>
      <w:r w:rsidRPr="00CB12A9">
        <w:rPr>
          <w:bCs/>
          <w:sz w:val="28"/>
          <w:szCs w:val="28"/>
        </w:rPr>
        <w:t>и должностных лицах, уполномоченных рассматривать дела и составлять протоколы об отдельных административных правонарушениях</w:t>
      </w:r>
      <w:r>
        <w:rPr>
          <w:bCs/>
          <w:sz w:val="28"/>
          <w:szCs w:val="28"/>
        </w:rPr>
        <w:t xml:space="preserve"> в сфере финансов» </w:t>
      </w:r>
      <w:r>
        <w:rPr>
          <w:sz w:val="28"/>
          <w:szCs w:val="28"/>
        </w:rPr>
        <w:t>(«Ульяновская правда» от 28.12.2012 № 146).</w:t>
      </w:r>
    </w:p>
    <w:p w:rsidR="002211DC" w:rsidRDefault="002211DC" w:rsidP="009C704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211DC" w:rsidRPr="00CB12A9" w:rsidRDefault="002211DC" w:rsidP="009C704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211DC" w:rsidRPr="009E7CB3" w:rsidRDefault="002211DC" w:rsidP="009C7049">
      <w:pPr>
        <w:jc w:val="both"/>
        <w:rPr>
          <w:b/>
          <w:sz w:val="28"/>
          <w:szCs w:val="28"/>
        </w:rPr>
      </w:pPr>
    </w:p>
    <w:p w:rsidR="002211DC" w:rsidRPr="009E7CB3" w:rsidRDefault="002211DC" w:rsidP="005B602F">
      <w:pPr>
        <w:rPr>
          <w:b/>
          <w:sz w:val="28"/>
          <w:szCs w:val="28"/>
        </w:rPr>
      </w:pPr>
      <w:r w:rsidRPr="009E7CB3">
        <w:rPr>
          <w:b/>
          <w:sz w:val="28"/>
          <w:szCs w:val="28"/>
        </w:rPr>
        <w:t>Губернатор Ульяновской области</w:t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</w:r>
      <w:r w:rsidRPr="009E7CB3">
        <w:rPr>
          <w:b/>
          <w:sz w:val="28"/>
          <w:szCs w:val="28"/>
        </w:rPr>
        <w:tab/>
        <w:t xml:space="preserve">      С.И.Морозов</w:t>
      </w:r>
    </w:p>
    <w:p w:rsidR="002211DC" w:rsidRPr="009E7CB3" w:rsidRDefault="002211DC" w:rsidP="005B602F">
      <w:pPr>
        <w:rPr>
          <w:b/>
          <w:sz w:val="28"/>
          <w:szCs w:val="28"/>
        </w:rPr>
      </w:pPr>
    </w:p>
    <w:p w:rsidR="002211DC" w:rsidRPr="009E7CB3" w:rsidRDefault="002211DC" w:rsidP="005B602F">
      <w:pPr>
        <w:rPr>
          <w:b/>
          <w:sz w:val="28"/>
          <w:szCs w:val="28"/>
        </w:rPr>
      </w:pPr>
    </w:p>
    <w:p w:rsidR="002211DC" w:rsidRPr="009E7CB3" w:rsidRDefault="002211DC" w:rsidP="005B602F">
      <w:pPr>
        <w:rPr>
          <w:b/>
          <w:sz w:val="28"/>
          <w:szCs w:val="28"/>
        </w:rPr>
      </w:pPr>
    </w:p>
    <w:p w:rsidR="002211DC" w:rsidRPr="009E7CB3" w:rsidRDefault="002211DC" w:rsidP="006F4D5C">
      <w:pPr>
        <w:jc w:val="center"/>
        <w:rPr>
          <w:sz w:val="28"/>
          <w:szCs w:val="28"/>
        </w:rPr>
      </w:pPr>
      <w:r w:rsidRPr="009E7CB3">
        <w:rPr>
          <w:sz w:val="28"/>
          <w:szCs w:val="28"/>
        </w:rPr>
        <w:t>г. Ульяновск</w:t>
      </w:r>
    </w:p>
    <w:p w:rsidR="002211DC" w:rsidRPr="009E7CB3" w:rsidRDefault="002211DC" w:rsidP="006F4D5C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9E7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9E7CB3">
        <w:rPr>
          <w:sz w:val="28"/>
          <w:szCs w:val="28"/>
        </w:rPr>
        <w:t>2013 г.</w:t>
      </w:r>
    </w:p>
    <w:p w:rsidR="002211DC" w:rsidRPr="009E7CB3" w:rsidRDefault="002211DC" w:rsidP="006F4D5C">
      <w:pPr>
        <w:jc w:val="center"/>
        <w:rPr>
          <w:sz w:val="28"/>
          <w:szCs w:val="28"/>
        </w:rPr>
      </w:pPr>
      <w:r w:rsidRPr="009E7CB3">
        <w:rPr>
          <w:sz w:val="28"/>
          <w:szCs w:val="28"/>
        </w:rPr>
        <w:t>№</w:t>
      </w:r>
      <w:r>
        <w:rPr>
          <w:sz w:val="28"/>
          <w:szCs w:val="28"/>
        </w:rPr>
        <w:t xml:space="preserve"> 195</w:t>
      </w:r>
      <w:r w:rsidRPr="009E7CB3">
        <w:rPr>
          <w:sz w:val="28"/>
          <w:szCs w:val="28"/>
        </w:rPr>
        <w:t>-ЗО</w:t>
      </w:r>
    </w:p>
    <w:sectPr w:rsidR="002211DC" w:rsidRPr="009E7CB3" w:rsidSect="009E7CB3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1DC" w:rsidRDefault="002211DC">
      <w:r>
        <w:separator/>
      </w:r>
    </w:p>
  </w:endnote>
  <w:endnote w:type="continuationSeparator" w:id="0">
    <w:p w:rsidR="002211DC" w:rsidRDefault="00221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1DC" w:rsidRPr="00AD7679" w:rsidRDefault="002211DC" w:rsidP="00AD7679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1DC" w:rsidRDefault="002211DC">
      <w:r>
        <w:separator/>
      </w:r>
    </w:p>
  </w:footnote>
  <w:footnote w:type="continuationSeparator" w:id="0">
    <w:p w:rsidR="002211DC" w:rsidRDefault="00221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1DC" w:rsidRDefault="002211DC" w:rsidP="006759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11DC" w:rsidRDefault="002211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1DC" w:rsidRDefault="002211DC" w:rsidP="006759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211DC" w:rsidRDefault="002211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F5AB8"/>
    <w:multiLevelType w:val="hybridMultilevel"/>
    <w:tmpl w:val="4E1E5410"/>
    <w:lvl w:ilvl="0" w:tplc="83DC13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02F"/>
    <w:rsid w:val="0001493D"/>
    <w:rsid w:val="00014EFB"/>
    <w:rsid w:val="000167B1"/>
    <w:rsid w:val="00025748"/>
    <w:rsid w:val="0003361D"/>
    <w:rsid w:val="00084A6E"/>
    <w:rsid w:val="00084D91"/>
    <w:rsid w:val="00086A80"/>
    <w:rsid w:val="000A4656"/>
    <w:rsid w:val="000A7F0C"/>
    <w:rsid w:val="000B0D63"/>
    <w:rsid w:val="000B69D1"/>
    <w:rsid w:val="000C22A5"/>
    <w:rsid w:val="000C3CBC"/>
    <w:rsid w:val="000C667B"/>
    <w:rsid w:val="000D5AAC"/>
    <w:rsid w:val="000D6F2E"/>
    <w:rsid w:val="000E12C6"/>
    <w:rsid w:val="000E73F9"/>
    <w:rsid w:val="000F11CA"/>
    <w:rsid w:val="00122798"/>
    <w:rsid w:val="00122F10"/>
    <w:rsid w:val="00125D6E"/>
    <w:rsid w:val="001365FD"/>
    <w:rsid w:val="00140970"/>
    <w:rsid w:val="0014411C"/>
    <w:rsid w:val="001479B7"/>
    <w:rsid w:val="00163F94"/>
    <w:rsid w:val="00167919"/>
    <w:rsid w:val="00174B79"/>
    <w:rsid w:val="00176DC7"/>
    <w:rsid w:val="00190DB6"/>
    <w:rsid w:val="00194807"/>
    <w:rsid w:val="001A0AE6"/>
    <w:rsid w:val="001A53D7"/>
    <w:rsid w:val="001B1FE7"/>
    <w:rsid w:val="001B27BF"/>
    <w:rsid w:val="001C5CA5"/>
    <w:rsid w:val="001D1834"/>
    <w:rsid w:val="001E6F0B"/>
    <w:rsid w:val="001F28FC"/>
    <w:rsid w:val="00203BEA"/>
    <w:rsid w:val="0020702F"/>
    <w:rsid w:val="002211DC"/>
    <w:rsid w:val="00234D92"/>
    <w:rsid w:val="0025141E"/>
    <w:rsid w:val="0026780F"/>
    <w:rsid w:val="00287A2D"/>
    <w:rsid w:val="002A5E7D"/>
    <w:rsid w:val="002A7884"/>
    <w:rsid w:val="002B4AE1"/>
    <w:rsid w:val="002D28D8"/>
    <w:rsid w:val="002D34F3"/>
    <w:rsid w:val="002D7DBF"/>
    <w:rsid w:val="002D7F26"/>
    <w:rsid w:val="002E10DD"/>
    <w:rsid w:val="002E45A0"/>
    <w:rsid w:val="002F1FCE"/>
    <w:rsid w:val="00300DCA"/>
    <w:rsid w:val="00306B41"/>
    <w:rsid w:val="00307AE2"/>
    <w:rsid w:val="00310F0A"/>
    <w:rsid w:val="003138FA"/>
    <w:rsid w:val="003248DE"/>
    <w:rsid w:val="00345890"/>
    <w:rsid w:val="00354CD0"/>
    <w:rsid w:val="0035532E"/>
    <w:rsid w:val="00380070"/>
    <w:rsid w:val="003B464C"/>
    <w:rsid w:val="003C1C2C"/>
    <w:rsid w:val="003C2763"/>
    <w:rsid w:val="003E45A3"/>
    <w:rsid w:val="003F3B69"/>
    <w:rsid w:val="003F4C0A"/>
    <w:rsid w:val="00401D24"/>
    <w:rsid w:val="00402467"/>
    <w:rsid w:val="00402C2E"/>
    <w:rsid w:val="004048DB"/>
    <w:rsid w:val="00424338"/>
    <w:rsid w:val="00432156"/>
    <w:rsid w:val="00436498"/>
    <w:rsid w:val="00436D70"/>
    <w:rsid w:val="00467033"/>
    <w:rsid w:val="00474B3D"/>
    <w:rsid w:val="00477303"/>
    <w:rsid w:val="004B1D84"/>
    <w:rsid w:val="004B4402"/>
    <w:rsid w:val="004C70CC"/>
    <w:rsid w:val="004D1B0B"/>
    <w:rsid w:val="004F4F06"/>
    <w:rsid w:val="0051071C"/>
    <w:rsid w:val="0052306A"/>
    <w:rsid w:val="00576B57"/>
    <w:rsid w:val="005770B7"/>
    <w:rsid w:val="005907B5"/>
    <w:rsid w:val="00594C30"/>
    <w:rsid w:val="005966D4"/>
    <w:rsid w:val="005966F4"/>
    <w:rsid w:val="005B2CFD"/>
    <w:rsid w:val="005B602F"/>
    <w:rsid w:val="005E4671"/>
    <w:rsid w:val="005E7A42"/>
    <w:rsid w:val="0060541B"/>
    <w:rsid w:val="00624E29"/>
    <w:rsid w:val="00653935"/>
    <w:rsid w:val="0065567A"/>
    <w:rsid w:val="00656AD4"/>
    <w:rsid w:val="006759A6"/>
    <w:rsid w:val="00682EE1"/>
    <w:rsid w:val="006978EC"/>
    <w:rsid w:val="006A4CF2"/>
    <w:rsid w:val="006B75C9"/>
    <w:rsid w:val="006C63C4"/>
    <w:rsid w:val="006D6FF3"/>
    <w:rsid w:val="006D7298"/>
    <w:rsid w:val="006F4D5C"/>
    <w:rsid w:val="007045A8"/>
    <w:rsid w:val="00711483"/>
    <w:rsid w:val="00717726"/>
    <w:rsid w:val="007344B3"/>
    <w:rsid w:val="00746439"/>
    <w:rsid w:val="0075206D"/>
    <w:rsid w:val="00764C04"/>
    <w:rsid w:val="0079005B"/>
    <w:rsid w:val="007930D9"/>
    <w:rsid w:val="00795A43"/>
    <w:rsid w:val="007B1F22"/>
    <w:rsid w:val="007B6408"/>
    <w:rsid w:val="007C4D34"/>
    <w:rsid w:val="007E299E"/>
    <w:rsid w:val="007F2D81"/>
    <w:rsid w:val="007F53A9"/>
    <w:rsid w:val="007F6EFC"/>
    <w:rsid w:val="00805B3A"/>
    <w:rsid w:val="00805C17"/>
    <w:rsid w:val="008451AE"/>
    <w:rsid w:val="00847C2C"/>
    <w:rsid w:val="0085225C"/>
    <w:rsid w:val="00854A19"/>
    <w:rsid w:val="0087078E"/>
    <w:rsid w:val="008938DD"/>
    <w:rsid w:val="008A1FE6"/>
    <w:rsid w:val="008D19B6"/>
    <w:rsid w:val="008D19E7"/>
    <w:rsid w:val="008D2CC9"/>
    <w:rsid w:val="008F256F"/>
    <w:rsid w:val="008F2DA6"/>
    <w:rsid w:val="008F5CDA"/>
    <w:rsid w:val="00915D29"/>
    <w:rsid w:val="0092060F"/>
    <w:rsid w:val="00920E0E"/>
    <w:rsid w:val="00927BF5"/>
    <w:rsid w:val="0093151E"/>
    <w:rsid w:val="00943CFF"/>
    <w:rsid w:val="00952EA2"/>
    <w:rsid w:val="00956A77"/>
    <w:rsid w:val="00965C51"/>
    <w:rsid w:val="009727DC"/>
    <w:rsid w:val="00991ACD"/>
    <w:rsid w:val="009929D9"/>
    <w:rsid w:val="00996FD9"/>
    <w:rsid w:val="009C3097"/>
    <w:rsid w:val="009C7049"/>
    <w:rsid w:val="009D227F"/>
    <w:rsid w:val="009D68EA"/>
    <w:rsid w:val="009E34F0"/>
    <w:rsid w:val="009E7CB3"/>
    <w:rsid w:val="009F0DDB"/>
    <w:rsid w:val="009F183D"/>
    <w:rsid w:val="009F5C80"/>
    <w:rsid w:val="00A14D1A"/>
    <w:rsid w:val="00A17603"/>
    <w:rsid w:val="00A30897"/>
    <w:rsid w:val="00A41E12"/>
    <w:rsid w:val="00A457FB"/>
    <w:rsid w:val="00A50615"/>
    <w:rsid w:val="00A6336D"/>
    <w:rsid w:val="00A66F35"/>
    <w:rsid w:val="00A7051A"/>
    <w:rsid w:val="00A73575"/>
    <w:rsid w:val="00A76006"/>
    <w:rsid w:val="00A87EF0"/>
    <w:rsid w:val="00AA73DE"/>
    <w:rsid w:val="00AD7679"/>
    <w:rsid w:val="00AE1136"/>
    <w:rsid w:val="00AF0212"/>
    <w:rsid w:val="00B0385F"/>
    <w:rsid w:val="00B0690F"/>
    <w:rsid w:val="00B13D22"/>
    <w:rsid w:val="00B248B5"/>
    <w:rsid w:val="00B25DCF"/>
    <w:rsid w:val="00B34618"/>
    <w:rsid w:val="00B40A53"/>
    <w:rsid w:val="00B747A2"/>
    <w:rsid w:val="00B921EE"/>
    <w:rsid w:val="00B950A3"/>
    <w:rsid w:val="00BA0077"/>
    <w:rsid w:val="00BD0CAE"/>
    <w:rsid w:val="00BD3BF4"/>
    <w:rsid w:val="00BF642A"/>
    <w:rsid w:val="00C127CE"/>
    <w:rsid w:val="00C13C8C"/>
    <w:rsid w:val="00C21D79"/>
    <w:rsid w:val="00C34C80"/>
    <w:rsid w:val="00C35662"/>
    <w:rsid w:val="00C43788"/>
    <w:rsid w:val="00C4430B"/>
    <w:rsid w:val="00C52526"/>
    <w:rsid w:val="00C77CFF"/>
    <w:rsid w:val="00C810EB"/>
    <w:rsid w:val="00C83BA7"/>
    <w:rsid w:val="00C84E57"/>
    <w:rsid w:val="00C86CD0"/>
    <w:rsid w:val="00C91F5D"/>
    <w:rsid w:val="00CA3568"/>
    <w:rsid w:val="00CB12A9"/>
    <w:rsid w:val="00CB21E6"/>
    <w:rsid w:val="00CB2578"/>
    <w:rsid w:val="00CB3B4D"/>
    <w:rsid w:val="00CD2A13"/>
    <w:rsid w:val="00CD2E3E"/>
    <w:rsid w:val="00CD40B2"/>
    <w:rsid w:val="00CF5C53"/>
    <w:rsid w:val="00D0119A"/>
    <w:rsid w:val="00D34D2E"/>
    <w:rsid w:val="00D76A18"/>
    <w:rsid w:val="00D80383"/>
    <w:rsid w:val="00D856B7"/>
    <w:rsid w:val="00D87172"/>
    <w:rsid w:val="00D951D2"/>
    <w:rsid w:val="00D973E7"/>
    <w:rsid w:val="00DA34C8"/>
    <w:rsid w:val="00DA4892"/>
    <w:rsid w:val="00DC5F93"/>
    <w:rsid w:val="00DD3952"/>
    <w:rsid w:val="00DE0E6F"/>
    <w:rsid w:val="00DE1F11"/>
    <w:rsid w:val="00DF0B09"/>
    <w:rsid w:val="00E12F9A"/>
    <w:rsid w:val="00E51D20"/>
    <w:rsid w:val="00E62D73"/>
    <w:rsid w:val="00E914D7"/>
    <w:rsid w:val="00E95147"/>
    <w:rsid w:val="00E963FB"/>
    <w:rsid w:val="00EA0EBF"/>
    <w:rsid w:val="00EC3DCA"/>
    <w:rsid w:val="00ED34BD"/>
    <w:rsid w:val="00ED3770"/>
    <w:rsid w:val="00ED3A5B"/>
    <w:rsid w:val="00ED4663"/>
    <w:rsid w:val="00EE445E"/>
    <w:rsid w:val="00EE4BEA"/>
    <w:rsid w:val="00EF0388"/>
    <w:rsid w:val="00EF1591"/>
    <w:rsid w:val="00EF34AF"/>
    <w:rsid w:val="00F0610B"/>
    <w:rsid w:val="00F13D8C"/>
    <w:rsid w:val="00F14178"/>
    <w:rsid w:val="00F15F55"/>
    <w:rsid w:val="00F22BF0"/>
    <w:rsid w:val="00F33AED"/>
    <w:rsid w:val="00F4072E"/>
    <w:rsid w:val="00F424E1"/>
    <w:rsid w:val="00F61682"/>
    <w:rsid w:val="00F80EF5"/>
    <w:rsid w:val="00F82256"/>
    <w:rsid w:val="00F878C0"/>
    <w:rsid w:val="00F947A1"/>
    <w:rsid w:val="00F97428"/>
    <w:rsid w:val="00FA3E1F"/>
    <w:rsid w:val="00FC2C48"/>
    <w:rsid w:val="00FD2188"/>
    <w:rsid w:val="00FD4B59"/>
    <w:rsid w:val="00FE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C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48B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D767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67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0615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C5F93"/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locked/>
    <w:rsid w:val="003C2763"/>
    <w:rPr>
      <w:rFonts w:cs="Times New Roman"/>
      <w:lang w:val="ru-RU" w:eastAsia="ru-RU" w:bidi="ar-SA"/>
    </w:rPr>
  </w:style>
  <w:style w:type="paragraph" w:styleId="BodyTextIndent">
    <w:name w:val="Body Text Indent"/>
    <w:basedOn w:val="Normal"/>
    <w:link w:val="BodyTextIndentChar1"/>
    <w:uiPriority w:val="99"/>
    <w:rsid w:val="003C2763"/>
    <w:pPr>
      <w:spacing w:after="120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3C2763"/>
    <w:pPr>
      <w:spacing w:line="360" w:lineRule="auto"/>
      <w:jc w:val="center"/>
    </w:pPr>
    <w:rPr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3C2763"/>
    <w:rPr>
      <w:rFonts w:cs="Times New Roman"/>
      <w:lang w:val="ru-RU" w:eastAsia="ru-RU" w:bidi="ar-SA"/>
    </w:rPr>
  </w:style>
  <w:style w:type="paragraph" w:styleId="BodyText2">
    <w:name w:val="Body Text 2"/>
    <w:basedOn w:val="Normal"/>
    <w:link w:val="BodyText2Char1"/>
    <w:uiPriority w:val="99"/>
    <w:rsid w:val="003C2763"/>
    <w:pPr>
      <w:spacing w:after="120" w:line="480" w:lineRule="auto"/>
    </w:pPr>
    <w:rPr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8F25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F4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table" w:styleId="TableGrid">
    <w:name w:val="Table Grid"/>
    <w:basedOn w:val="TableNormal"/>
    <w:uiPriority w:val="99"/>
    <w:rsid w:val="000257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23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140</Words>
  <Characters>802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статью 38 Закона</dc:title>
  <dc:subject/>
  <dc:creator>nikonorova</dc:creator>
  <cp:keywords/>
  <dc:description/>
  <cp:lastModifiedBy>user</cp:lastModifiedBy>
  <cp:revision>6</cp:revision>
  <cp:lastPrinted>2013-10-31T13:15:00Z</cp:lastPrinted>
  <dcterms:created xsi:type="dcterms:W3CDTF">2013-10-17T12:09:00Z</dcterms:created>
  <dcterms:modified xsi:type="dcterms:W3CDTF">2013-11-08T06:35:00Z</dcterms:modified>
</cp:coreProperties>
</file>