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700" w:rsidRDefault="00231700" w:rsidP="005B602F">
      <w:pPr>
        <w:jc w:val="center"/>
        <w:rPr>
          <w:b/>
          <w:sz w:val="28"/>
          <w:szCs w:val="28"/>
        </w:rPr>
      </w:pPr>
    </w:p>
    <w:p w:rsidR="00231700" w:rsidRDefault="00231700" w:rsidP="005B602F">
      <w:pPr>
        <w:jc w:val="center"/>
        <w:rPr>
          <w:b/>
          <w:sz w:val="28"/>
          <w:szCs w:val="28"/>
        </w:rPr>
      </w:pPr>
    </w:p>
    <w:p w:rsidR="00231700" w:rsidRDefault="00231700" w:rsidP="005B60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Закон Ульяновской области</w:t>
      </w:r>
    </w:p>
    <w:p w:rsidR="00231700" w:rsidRDefault="00231700" w:rsidP="005B602F">
      <w:pPr>
        <w:jc w:val="center"/>
        <w:rPr>
          <w:b/>
          <w:sz w:val="28"/>
          <w:szCs w:val="28"/>
        </w:rPr>
      </w:pPr>
    </w:p>
    <w:p w:rsidR="00231700" w:rsidRPr="009E7CB3" w:rsidRDefault="00231700" w:rsidP="005B602F">
      <w:pPr>
        <w:jc w:val="center"/>
        <w:rPr>
          <w:b/>
          <w:sz w:val="28"/>
          <w:szCs w:val="28"/>
        </w:rPr>
      </w:pPr>
    </w:p>
    <w:p w:rsidR="00231700" w:rsidRDefault="00231700" w:rsidP="009E7CB3">
      <w:pPr>
        <w:jc w:val="center"/>
        <w:rPr>
          <w:b/>
          <w:sz w:val="28"/>
          <w:szCs w:val="28"/>
        </w:rPr>
      </w:pPr>
      <w:r w:rsidRPr="009E7CB3"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</w:rPr>
        <w:t xml:space="preserve">статьи 2 и 3 </w:t>
      </w:r>
      <w:r w:rsidRPr="009E7CB3">
        <w:rPr>
          <w:b/>
          <w:sz w:val="28"/>
          <w:szCs w:val="28"/>
        </w:rPr>
        <w:t>Закон</w:t>
      </w:r>
      <w:r>
        <w:rPr>
          <w:b/>
          <w:sz w:val="28"/>
          <w:szCs w:val="28"/>
        </w:rPr>
        <w:t>а</w:t>
      </w:r>
    </w:p>
    <w:p w:rsidR="00231700" w:rsidRDefault="00231700" w:rsidP="005B602F">
      <w:pPr>
        <w:jc w:val="center"/>
        <w:rPr>
          <w:b/>
          <w:sz w:val="28"/>
          <w:szCs w:val="28"/>
        </w:rPr>
      </w:pPr>
      <w:r w:rsidRPr="009E7CB3">
        <w:rPr>
          <w:b/>
          <w:sz w:val="28"/>
          <w:szCs w:val="28"/>
        </w:rPr>
        <w:t>Ульяновской области</w:t>
      </w:r>
      <w:r>
        <w:rPr>
          <w:b/>
          <w:sz w:val="28"/>
          <w:szCs w:val="28"/>
        </w:rPr>
        <w:t xml:space="preserve"> </w:t>
      </w:r>
      <w:r w:rsidRPr="009E7CB3">
        <w:rPr>
          <w:b/>
          <w:sz w:val="28"/>
          <w:szCs w:val="28"/>
        </w:rPr>
        <w:t>«Об особенностях бюджетного процесса</w:t>
      </w:r>
    </w:p>
    <w:p w:rsidR="00231700" w:rsidRPr="009E7CB3" w:rsidRDefault="00231700" w:rsidP="005B602F">
      <w:pPr>
        <w:jc w:val="center"/>
        <w:rPr>
          <w:b/>
          <w:sz w:val="28"/>
          <w:szCs w:val="28"/>
        </w:rPr>
      </w:pPr>
      <w:r w:rsidRPr="009E7CB3">
        <w:rPr>
          <w:b/>
          <w:sz w:val="28"/>
          <w:szCs w:val="28"/>
        </w:rPr>
        <w:t>в Ульяновской области»</w:t>
      </w:r>
    </w:p>
    <w:p w:rsidR="00231700" w:rsidRPr="009E7CB3" w:rsidRDefault="00231700" w:rsidP="005B602F">
      <w:pPr>
        <w:rPr>
          <w:b/>
          <w:sz w:val="28"/>
          <w:szCs w:val="28"/>
        </w:rPr>
      </w:pPr>
    </w:p>
    <w:p w:rsidR="00231700" w:rsidRDefault="00231700" w:rsidP="005B602F">
      <w:pPr>
        <w:rPr>
          <w:b/>
          <w:sz w:val="28"/>
          <w:szCs w:val="28"/>
        </w:rPr>
      </w:pPr>
    </w:p>
    <w:p w:rsidR="00231700" w:rsidRDefault="00231700" w:rsidP="005B602F">
      <w:pPr>
        <w:rPr>
          <w:b/>
          <w:sz w:val="28"/>
          <w:szCs w:val="28"/>
        </w:rPr>
      </w:pPr>
    </w:p>
    <w:p w:rsidR="00231700" w:rsidRDefault="00231700" w:rsidP="005B602F">
      <w:pPr>
        <w:rPr>
          <w:b/>
          <w:sz w:val="28"/>
          <w:szCs w:val="28"/>
        </w:rPr>
      </w:pPr>
    </w:p>
    <w:p w:rsidR="00231700" w:rsidRDefault="00231700" w:rsidP="005B602F">
      <w:pPr>
        <w:rPr>
          <w:b/>
          <w:sz w:val="28"/>
          <w:szCs w:val="28"/>
        </w:rPr>
      </w:pPr>
    </w:p>
    <w:p w:rsidR="00231700" w:rsidRDefault="00231700" w:rsidP="005B602F">
      <w:pPr>
        <w:rPr>
          <w:b/>
          <w:sz w:val="28"/>
          <w:szCs w:val="28"/>
        </w:rPr>
      </w:pPr>
    </w:p>
    <w:p w:rsidR="00231700" w:rsidRDefault="00231700" w:rsidP="005B602F">
      <w:pPr>
        <w:rPr>
          <w:b/>
          <w:sz w:val="28"/>
          <w:szCs w:val="28"/>
        </w:rPr>
      </w:pPr>
    </w:p>
    <w:p w:rsidR="00231700" w:rsidRDefault="00231700" w:rsidP="005B602F">
      <w:pPr>
        <w:rPr>
          <w:b/>
          <w:sz w:val="28"/>
          <w:szCs w:val="28"/>
        </w:rPr>
      </w:pPr>
    </w:p>
    <w:p w:rsidR="00231700" w:rsidRDefault="00231700" w:rsidP="001F39B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9E7CB3">
        <w:rPr>
          <w:bCs/>
          <w:sz w:val="28"/>
          <w:szCs w:val="28"/>
        </w:rPr>
        <w:t>Внести в</w:t>
      </w:r>
      <w:r>
        <w:rPr>
          <w:bCs/>
          <w:sz w:val="28"/>
          <w:szCs w:val="28"/>
        </w:rPr>
        <w:t xml:space="preserve"> </w:t>
      </w:r>
      <w:r w:rsidRPr="009E7CB3">
        <w:rPr>
          <w:bCs/>
          <w:sz w:val="28"/>
          <w:szCs w:val="28"/>
        </w:rPr>
        <w:t>Закон Ульяновской области от 2 октября 2012 года</w:t>
      </w:r>
      <w:r>
        <w:rPr>
          <w:bCs/>
          <w:sz w:val="28"/>
          <w:szCs w:val="28"/>
        </w:rPr>
        <w:t xml:space="preserve"> </w:t>
      </w:r>
      <w:r w:rsidRPr="009E7CB3">
        <w:rPr>
          <w:bCs/>
          <w:sz w:val="28"/>
          <w:szCs w:val="28"/>
        </w:rPr>
        <w:t xml:space="preserve">№ 123-ЗО </w:t>
      </w:r>
      <w:r>
        <w:rPr>
          <w:bCs/>
          <w:sz w:val="28"/>
          <w:szCs w:val="28"/>
        </w:rPr>
        <w:br/>
      </w:r>
      <w:r w:rsidRPr="009E7CB3">
        <w:rPr>
          <w:bCs/>
          <w:sz w:val="28"/>
          <w:szCs w:val="28"/>
        </w:rPr>
        <w:t>«Об особенностях бюджетного процесса в Ульяновской области» («Ульяновская правда» от 05.10.</w:t>
      </w:r>
      <w:r>
        <w:rPr>
          <w:bCs/>
          <w:sz w:val="28"/>
          <w:szCs w:val="28"/>
        </w:rPr>
        <w:t>2012 № 109;</w:t>
      </w:r>
      <w:r w:rsidRPr="009E7CB3">
        <w:rPr>
          <w:bCs/>
          <w:sz w:val="28"/>
          <w:szCs w:val="28"/>
        </w:rPr>
        <w:t xml:space="preserve"> от 02.11.2012 № 121</w:t>
      </w:r>
      <w:r>
        <w:rPr>
          <w:bCs/>
          <w:sz w:val="28"/>
          <w:szCs w:val="28"/>
        </w:rPr>
        <w:t xml:space="preserve">; от </w:t>
      </w:r>
      <w:r>
        <w:rPr>
          <w:sz w:val="28"/>
          <w:szCs w:val="28"/>
        </w:rPr>
        <w:t>19.08.2013 № 97</w:t>
      </w:r>
      <w:r w:rsidRPr="009E7CB3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 xml:space="preserve">следующие </w:t>
      </w:r>
      <w:r w:rsidRPr="009E7CB3">
        <w:rPr>
          <w:bCs/>
          <w:sz w:val="28"/>
          <w:szCs w:val="28"/>
        </w:rPr>
        <w:t>изменения</w:t>
      </w:r>
      <w:r>
        <w:rPr>
          <w:bCs/>
          <w:sz w:val="28"/>
          <w:szCs w:val="28"/>
        </w:rPr>
        <w:t>:</w:t>
      </w:r>
    </w:p>
    <w:p w:rsidR="00231700" w:rsidRPr="0043572D" w:rsidRDefault="00231700" w:rsidP="001F39B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3572D">
        <w:rPr>
          <w:bCs/>
          <w:sz w:val="28"/>
          <w:szCs w:val="28"/>
        </w:rPr>
        <w:t xml:space="preserve">1) статью 2 </w:t>
      </w:r>
      <w:r>
        <w:rPr>
          <w:bCs/>
          <w:sz w:val="28"/>
          <w:szCs w:val="28"/>
        </w:rPr>
        <w:t xml:space="preserve">дополнить </w:t>
      </w:r>
      <w:r w:rsidRPr="0043572D">
        <w:rPr>
          <w:bCs/>
          <w:sz w:val="28"/>
          <w:szCs w:val="28"/>
        </w:rPr>
        <w:t xml:space="preserve">пунктом 12 следующего содержания: </w:t>
      </w:r>
    </w:p>
    <w:p w:rsidR="00231700" w:rsidRPr="0043572D" w:rsidRDefault="00231700" w:rsidP="001F39B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572D">
        <w:rPr>
          <w:bCs/>
          <w:sz w:val="28"/>
          <w:szCs w:val="28"/>
        </w:rPr>
        <w:t>«</w:t>
      </w:r>
      <w:r w:rsidRPr="0043572D">
        <w:rPr>
          <w:sz w:val="28"/>
          <w:szCs w:val="28"/>
        </w:rPr>
        <w:t>12) осуществляет</w:t>
      </w:r>
      <w:r>
        <w:rPr>
          <w:sz w:val="28"/>
          <w:szCs w:val="28"/>
        </w:rPr>
        <w:t xml:space="preserve"> полномочия органов внутреннего государственного финансового контроля по осуществлению</w:t>
      </w:r>
      <w:r w:rsidRPr="0043572D">
        <w:rPr>
          <w:sz w:val="28"/>
          <w:szCs w:val="28"/>
        </w:rPr>
        <w:t xml:space="preserve"> внутренн</w:t>
      </w:r>
      <w:r>
        <w:rPr>
          <w:sz w:val="28"/>
          <w:szCs w:val="28"/>
        </w:rPr>
        <w:t>его</w:t>
      </w:r>
      <w:r w:rsidRPr="0043572D">
        <w:rPr>
          <w:sz w:val="28"/>
          <w:szCs w:val="28"/>
        </w:rPr>
        <w:t xml:space="preserve"> государственн</w:t>
      </w:r>
      <w:r>
        <w:rPr>
          <w:sz w:val="28"/>
          <w:szCs w:val="28"/>
        </w:rPr>
        <w:t>ого</w:t>
      </w:r>
      <w:r w:rsidRPr="0043572D">
        <w:rPr>
          <w:sz w:val="28"/>
          <w:szCs w:val="28"/>
        </w:rPr>
        <w:t xml:space="preserve"> финансов</w:t>
      </w:r>
      <w:r>
        <w:rPr>
          <w:sz w:val="28"/>
          <w:szCs w:val="28"/>
        </w:rPr>
        <w:t>ого</w:t>
      </w:r>
      <w:r w:rsidRPr="0043572D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я,</w:t>
      </w:r>
      <w:r w:rsidRPr="00A85DDE">
        <w:rPr>
          <w:sz w:val="28"/>
          <w:szCs w:val="28"/>
        </w:rPr>
        <w:t xml:space="preserve"> в том числе </w:t>
      </w:r>
      <w:r w:rsidRPr="00A85DDE">
        <w:rPr>
          <w:bCs/>
          <w:sz w:val="28"/>
          <w:szCs w:val="28"/>
        </w:rPr>
        <w:t>в отношении закупок для обеспечения нужд Ульяновской области</w:t>
      </w:r>
      <w:r>
        <w:rPr>
          <w:sz w:val="28"/>
          <w:szCs w:val="28"/>
        </w:rPr>
        <w:t>.</w:t>
      </w:r>
      <w:r w:rsidRPr="0043572D">
        <w:rPr>
          <w:sz w:val="28"/>
          <w:szCs w:val="28"/>
        </w:rPr>
        <w:t>»;</w:t>
      </w:r>
    </w:p>
    <w:p w:rsidR="00231700" w:rsidRDefault="00231700" w:rsidP="001F39B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63B33">
        <w:rPr>
          <w:sz w:val="28"/>
          <w:szCs w:val="28"/>
        </w:rPr>
        <w:t xml:space="preserve">2) </w:t>
      </w:r>
      <w:r>
        <w:rPr>
          <w:sz w:val="28"/>
          <w:szCs w:val="28"/>
        </w:rPr>
        <w:t>статью 3 изложить в следующей редакции:</w:t>
      </w:r>
    </w:p>
    <w:p w:rsidR="00231700" w:rsidRPr="0000581C" w:rsidRDefault="00231700" w:rsidP="0000581C">
      <w:pPr>
        <w:autoSpaceDE w:val="0"/>
        <w:autoSpaceDN w:val="0"/>
        <w:adjustRightInd w:val="0"/>
        <w:ind w:left="1980" w:hanging="1271"/>
        <w:jc w:val="both"/>
        <w:outlineLvl w:val="1"/>
        <w:rPr>
          <w:b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 w:rsidRPr="0000581C">
        <w:rPr>
          <w:sz w:val="28"/>
          <w:szCs w:val="28"/>
          <w:lang w:eastAsia="en-US"/>
        </w:rPr>
        <w:t>Статья 3.</w:t>
      </w:r>
      <w:r>
        <w:rPr>
          <w:b/>
          <w:sz w:val="28"/>
          <w:szCs w:val="28"/>
          <w:lang w:eastAsia="en-US"/>
        </w:rPr>
        <w:t xml:space="preserve"> </w:t>
      </w:r>
      <w:r w:rsidRPr="0000581C">
        <w:rPr>
          <w:b/>
          <w:sz w:val="28"/>
          <w:szCs w:val="28"/>
          <w:lang w:eastAsia="en-US"/>
        </w:rPr>
        <w:t>Полномочия руководителя финансового органа Ульяновской области</w:t>
      </w:r>
    </w:p>
    <w:p w:rsidR="00231700" w:rsidRDefault="00231700" w:rsidP="00D13F3A">
      <w:pPr>
        <w:autoSpaceDE w:val="0"/>
        <w:autoSpaceDN w:val="0"/>
        <w:adjustRightInd w:val="0"/>
        <w:ind w:left="2127" w:hanging="1418"/>
        <w:jc w:val="both"/>
        <w:rPr>
          <w:sz w:val="28"/>
          <w:szCs w:val="28"/>
        </w:rPr>
      </w:pPr>
    </w:p>
    <w:p w:rsidR="00231700" w:rsidRDefault="00231700" w:rsidP="001F39B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Руководитель финансового органа Ульяновской области, помимо бюджетных полномочий, определённых Бюджетным кодексом Российской Федерации, осуществляет следующие полномочия:</w:t>
      </w:r>
    </w:p>
    <w:p w:rsidR="00231700" w:rsidRDefault="00231700" w:rsidP="001F39B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утверждает лимиты бюджетных обязательств для главных распорядителей средств областного бюджета Ульяновской области;</w:t>
      </w:r>
    </w:p>
    <w:p w:rsidR="00231700" w:rsidRDefault="00231700" w:rsidP="001F39B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вносит изменения в лимиты бюджетных обязательств в случаях, установленных законодательством.</w:t>
      </w:r>
      <w:bookmarkStart w:id="0" w:name="_GoBack"/>
      <w:bookmarkEnd w:id="0"/>
    </w:p>
    <w:p w:rsidR="00231700" w:rsidRDefault="00231700" w:rsidP="001F39B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Руководитель финансового органа Ульяновской области назначает в исполнительные органы государственной власти Ульяновской области и государственные казённые учреждения Ульяновской области уполномоченных по областному бюджету Ульяновской области при установлении случаев нецелевого использования бюджетных средств.</w:t>
      </w:r>
    </w:p>
    <w:p w:rsidR="00231700" w:rsidRDefault="00231700" w:rsidP="001F39B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уполномоченному по областному бюджету Ульяновской области переходят все полномочия главного распорядителя, распорядителя и получателя средств областного бюджета Ульяновской области.</w:t>
      </w:r>
    </w:p>
    <w:p w:rsidR="00231700" w:rsidRDefault="00231700" w:rsidP="0059706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Руководитель финансового органа Ульяновской области имеет право выносить главным распорядителям средств областного бюджета Ульяновской области и органу управления Территориального фонда обязательного медицинского страхования Ульяновской области обязательные для исполнения предписания о ненадлежащем исполнении бюджета (организации бюджетного процесса).</w:t>
      </w:r>
    </w:p>
    <w:p w:rsidR="00231700" w:rsidRPr="00ED7287" w:rsidRDefault="00231700" w:rsidP="001F39B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D7287">
        <w:rPr>
          <w:sz w:val="28"/>
          <w:szCs w:val="28"/>
        </w:rPr>
        <w:t>4. Руководитель финансового органа Ульяновской области имеет право в случае выявления бюджетных нарушений принять решение:</w:t>
      </w:r>
    </w:p>
    <w:p w:rsidR="00231700" w:rsidRPr="00FB2CAD" w:rsidRDefault="00231700" w:rsidP="001F39B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B2CAD">
        <w:rPr>
          <w:sz w:val="28"/>
          <w:szCs w:val="28"/>
        </w:rPr>
        <w:t>о бесспорном взыскании суммы средств, предоставленных из областного бюджета</w:t>
      </w:r>
      <w:r>
        <w:rPr>
          <w:sz w:val="28"/>
          <w:szCs w:val="28"/>
        </w:rPr>
        <w:t xml:space="preserve"> </w:t>
      </w:r>
      <w:r w:rsidRPr="00FB2CAD">
        <w:rPr>
          <w:sz w:val="28"/>
          <w:szCs w:val="28"/>
        </w:rPr>
        <w:t xml:space="preserve">Ульяновской области </w:t>
      </w:r>
      <w:r>
        <w:rPr>
          <w:sz w:val="28"/>
          <w:szCs w:val="28"/>
        </w:rPr>
        <w:t xml:space="preserve">бюджету Территориального фонда обязательного медицинского страхования Ульяновской области и </w:t>
      </w:r>
      <w:r w:rsidRPr="00FB2CAD">
        <w:rPr>
          <w:sz w:val="28"/>
          <w:szCs w:val="28"/>
        </w:rPr>
        <w:t>бюджетам муниципальных образований Ульяновской области</w:t>
      </w:r>
      <w:r>
        <w:rPr>
          <w:sz w:val="28"/>
          <w:szCs w:val="28"/>
        </w:rPr>
        <w:t>,</w:t>
      </w:r>
      <w:r w:rsidRPr="00FB2CAD">
        <w:rPr>
          <w:sz w:val="28"/>
          <w:szCs w:val="28"/>
        </w:rPr>
        <w:t xml:space="preserve"> и (или) суммы платы за пользование указанными средствами и пеней за их несвоевременный возврат;</w:t>
      </w:r>
    </w:p>
    <w:p w:rsidR="00231700" w:rsidRPr="00FB2CAD" w:rsidRDefault="00231700" w:rsidP="001F39B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B2CAD">
        <w:rPr>
          <w:sz w:val="28"/>
          <w:szCs w:val="28"/>
        </w:rPr>
        <w:t xml:space="preserve">о приостановлении предоставления межбюджетных трансфертов </w:t>
      </w:r>
      <w:r>
        <w:rPr>
          <w:sz w:val="28"/>
          <w:szCs w:val="28"/>
        </w:rPr>
        <w:br/>
      </w:r>
      <w:r w:rsidRPr="00FB2CAD">
        <w:rPr>
          <w:sz w:val="28"/>
          <w:szCs w:val="28"/>
        </w:rPr>
        <w:t>(за исключением субвенций) из областного бюджета Ульяновской области.».</w:t>
      </w:r>
    </w:p>
    <w:p w:rsidR="00231700" w:rsidRPr="00063B33" w:rsidRDefault="00231700" w:rsidP="00D13F3A">
      <w:pPr>
        <w:autoSpaceDE w:val="0"/>
        <w:autoSpaceDN w:val="0"/>
        <w:adjustRightInd w:val="0"/>
        <w:ind w:left="2127" w:hanging="1418"/>
        <w:jc w:val="both"/>
        <w:rPr>
          <w:sz w:val="28"/>
          <w:szCs w:val="28"/>
        </w:rPr>
      </w:pPr>
    </w:p>
    <w:p w:rsidR="00231700" w:rsidRPr="009E7CB3" w:rsidRDefault="00231700" w:rsidP="005B602F">
      <w:pPr>
        <w:spacing w:line="360" w:lineRule="auto"/>
        <w:rPr>
          <w:b/>
          <w:sz w:val="28"/>
          <w:szCs w:val="28"/>
        </w:rPr>
      </w:pPr>
    </w:p>
    <w:p w:rsidR="00231700" w:rsidRPr="009E7CB3" w:rsidRDefault="00231700" w:rsidP="005B602F">
      <w:pPr>
        <w:rPr>
          <w:b/>
          <w:sz w:val="28"/>
          <w:szCs w:val="28"/>
        </w:rPr>
      </w:pPr>
      <w:r w:rsidRPr="009E7CB3">
        <w:rPr>
          <w:b/>
          <w:sz w:val="28"/>
          <w:szCs w:val="28"/>
        </w:rPr>
        <w:t>Губернатор Ульяновской области</w:t>
      </w:r>
      <w:r w:rsidRPr="009E7CB3">
        <w:rPr>
          <w:b/>
          <w:sz w:val="28"/>
          <w:szCs w:val="28"/>
        </w:rPr>
        <w:tab/>
      </w:r>
      <w:r w:rsidRPr="009E7CB3">
        <w:rPr>
          <w:b/>
          <w:sz w:val="28"/>
          <w:szCs w:val="28"/>
        </w:rPr>
        <w:tab/>
      </w:r>
      <w:r w:rsidRPr="009E7CB3">
        <w:rPr>
          <w:b/>
          <w:sz w:val="28"/>
          <w:szCs w:val="28"/>
        </w:rPr>
        <w:tab/>
      </w:r>
      <w:r w:rsidRPr="009E7CB3">
        <w:rPr>
          <w:b/>
          <w:sz w:val="28"/>
          <w:szCs w:val="28"/>
        </w:rPr>
        <w:tab/>
      </w:r>
      <w:r w:rsidRPr="009E7CB3">
        <w:rPr>
          <w:b/>
          <w:sz w:val="28"/>
          <w:szCs w:val="28"/>
        </w:rPr>
        <w:tab/>
        <w:t xml:space="preserve">      С.И.Морозов</w:t>
      </w:r>
    </w:p>
    <w:p w:rsidR="00231700" w:rsidRPr="009E7CB3" w:rsidRDefault="00231700" w:rsidP="005B602F">
      <w:pPr>
        <w:rPr>
          <w:b/>
          <w:sz w:val="28"/>
          <w:szCs w:val="28"/>
        </w:rPr>
      </w:pPr>
    </w:p>
    <w:p w:rsidR="00231700" w:rsidRPr="009E7CB3" w:rsidRDefault="00231700" w:rsidP="005B602F">
      <w:pPr>
        <w:rPr>
          <w:b/>
          <w:sz w:val="28"/>
          <w:szCs w:val="28"/>
        </w:rPr>
      </w:pPr>
    </w:p>
    <w:p w:rsidR="00231700" w:rsidRPr="009E7CB3" w:rsidRDefault="00231700" w:rsidP="005B602F">
      <w:pPr>
        <w:rPr>
          <w:b/>
          <w:sz w:val="28"/>
          <w:szCs w:val="28"/>
        </w:rPr>
      </w:pPr>
    </w:p>
    <w:p w:rsidR="00231700" w:rsidRPr="009E7CB3" w:rsidRDefault="00231700" w:rsidP="006F4D5C">
      <w:pPr>
        <w:jc w:val="center"/>
        <w:rPr>
          <w:sz w:val="28"/>
          <w:szCs w:val="28"/>
        </w:rPr>
      </w:pPr>
      <w:r w:rsidRPr="009E7CB3">
        <w:rPr>
          <w:sz w:val="28"/>
          <w:szCs w:val="28"/>
        </w:rPr>
        <w:t>г. Ульяновск</w:t>
      </w:r>
    </w:p>
    <w:p w:rsidR="00231700" w:rsidRPr="009E7CB3" w:rsidRDefault="00231700" w:rsidP="006F4D5C">
      <w:pPr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Pr="009E7C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ноября </w:t>
      </w:r>
      <w:r w:rsidRPr="009E7CB3">
        <w:rPr>
          <w:sz w:val="28"/>
          <w:szCs w:val="28"/>
        </w:rPr>
        <w:t>2013 г.</w:t>
      </w:r>
    </w:p>
    <w:p w:rsidR="00231700" w:rsidRPr="009E7CB3" w:rsidRDefault="00231700" w:rsidP="006F4D5C">
      <w:pPr>
        <w:jc w:val="center"/>
        <w:rPr>
          <w:sz w:val="28"/>
          <w:szCs w:val="28"/>
        </w:rPr>
      </w:pPr>
      <w:r w:rsidRPr="009E7CB3">
        <w:rPr>
          <w:sz w:val="28"/>
          <w:szCs w:val="28"/>
        </w:rPr>
        <w:t>№</w:t>
      </w:r>
      <w:r>
        <w:rPr>
          <w:sz w:val="28"/>
          <w:szCs w:val="28"/>
        </w:rPr>
        <w:t xml:space="preserve"> 194</w:t>
      </w:r>
      <w:r w:rsidRPr="009E7CB3">
        <w:rPr>
          <w:sz w:val="28"/>
          <w:szCs w:val="28"/>
        </w:rPr>
        <w:t>-ЗО</w:t>
      </w:r>
    </w:p>
    <w:sectPr w:rsidR="00231700" w:rsidRPr="009E7CB3" w:rsidSect="0025088C">
      <w:headerReference w:type="even" r:id="rId7"/>
      <w:headerReference w:type="default" r:id="rId8"/>
      <w:footerReference w:type="defaul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700" w:rsidRDefault="00231700">
      <w:r>
        <w:separator/>
      </w:r>
    </w:p>
  </w:endnote>
  <w:endnote w:type="continuationSeparator" w:id="0">
    <w:p w:rsidR="00231700" w:rsidRDefault="00231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700" w:rsidRPr="00AD7679" w:rsidRDefault="00231700" w:rsidP="00AD7679">
    <w:pPr>
      <w:pStyle w:val="Footer"/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700" w:rsidRDefault="00231700">
      <w:r>
        <w:separator/>
      </w:r>
    </w:p>
  </w:footnote>
  <w:footnote w:type="continuationSeparator" w:id="0">
    <w:p w:rsidR="00231700" w:rsidRDefault="002317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700" w:rsidRDefault="00231700" w:rsidP="006759A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31700" w:rsidRDefault="0023170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700" w:rsidRPr="0025088C" w:rsidRDefault="00231700" w:rsidP="0025088C">
    <w:pPr>
      <w:pStyle w:val="Header"/>
      <w:jc w:val="center"/>
      <w:rPr>
        <w:sz w:val="28"/>
        <w:szCs w:val="28"/>
      </w:rPr>
    </w:pPr>
    <w:r w:rsidRPr="0025088C">
      <w:rPr>
        <w:rStyle w:val="PageNumber"/>
        <w:sz w:val="28"/>
        <w:szCs w:val="28"/>
      </w:rPr>
      <w:fldChar w:fldCharType="begin"/>
    </w:r>
    <w:r w:rsidRPr="0025088C">
      <w:rPr>
        <w:rStyle w:val="PageNumber"/>
        <w:sz w:val="28"/>
        <w:szCs w:val="28"/>
      </w:rPr>
      <w:instrText xml:space="preserve">PAGE  </w:instrText>
    </w:r>
    <w:r w:rsidRPr="0025088C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25088C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CF5AB8"/>
    <w:multiLevelType w:val="hybridMultilevel"/>
    <w:tmpl w:val="4E1E5410"/>
    <w:lvl w:ilvl="0" w:tplc="83DC13C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702F"/>
    <w:rsid w:val="0000581C"/>
    <w:rsid w:val="0001493D"/>
    <w:rsid w:val="00014EFB"/>
    <w:rsid w:val="000167B1"/>
    <w:rsid w:val="00026D82"/>
    <w:rsid w:val="0003361D"/>
    <w:rsid w:val="00041C7D"/>
    <w:rsid w:val="0005397D"/>
    <w:rsid w:val="00056FCA"/>
    <w:rsid w:val="00063B33"/>
    <w:rsid w:val="00084A6E"/>
    <w:rsid w:val="00084D91"/>
    <w:rsid w:val="00086A80"/>
    <w:rsid w:val="000A4656"/>
    <w:rsid w:val="000A7F0C"/>
    <w:rsid w:val="000B028F"/>
    <w:rsid w:val="000B0D63"/>
    <w:rsid w:val="000B69D1"/>
    <w:rsid w:val="000C3CBC"/>
    <w:rsid w:val="000C667B"/>
    <w:rsid w:val="000D5AAC"/>
    <w:rsid w:val="000D6F2E"/>
    <w:rsid w:val="000E12C6"/>
    <w:rsid w:val="000E472A"/>
    <w:rsid w:val="000E73F9"/>
    <w:rsid w:val="000F11CA"/>
    <w:rsid w:val="00113D14"/>
    <w:rsid w:val="00122798"/>
    <w:rsid w:val="00122F10"/>
    <w:rsid w:val="00122F7A"/>
    <w:rsid w:val="00125D6E"/>
    <w:rsid w:val="001365FD"/>
    <w:rsid w:val="00140970"/>
    <w:rsid w:val="0014411C"/>
    <w:rsid w:val="001610AC"/>
    <w:rsid w:val="00163F94"/>
    <w:rsid w:val="00167919"/>
    <w:rsid w:val="00174B79"/>
    <w:rsid w:val="00184A3C"/>
    <w:rsid w:val="00190DB6"/>
    <w:rsid w:val="001A0AE6"/>
    <w:rsid w:val="001A53D7"/>
    <w:rsid w:val="001B1FE7"/>
    <w:rsid w:val="001B27BF"/>
    <w:rsid w:val="001C5CA5"/>
    <w:rsid w:val="001D1834"/>
    <w:rsid w:val="001D3C1B"/>
    <w:rsid w:val="001E2860"/>
    <w:rsid w:val="001E6F0B"/>
    <w:rsid w:val="001F28FC"/>
    <w:rsid w:val="001F39BC"/>
    <w:rsid w:val="00203BEA"/>
    <w:rsid w:val="002068C6"/>
    <w:rsid w:val="0020702F"/>
    <w:rsid w:val="00231700"/>
    <w:rsid w:val="00234D92"/>
    <w:rsid w:val="0025088C"/>
    <w:rsid w:val="002558D9"/>
    <w:rsid w:val="0026780F"/>
    <w:rsid w:val="00274F2A"/>
    <w:rsid w:val="002873A8"/>
    <w:rsid w:val="00287A2D"/>
    <w:rsid w:val="00292653"/>
    <w:rsid w:val="002A5E7D"/>
    <w:rsid w:val="002A7884"/>
    <w:rsid w:val="002B4AE1"/>
    <w:rsid w:val="002D28D8"/>
    <w:rsid w:val="002D34F3"/>
    <w:rsid w:val="002D7DBF"/>
    <w:rsid w:val="002E10DD"/>
    <w:rsid w:val="002E45A0"/>
    <w:rsid w:val="002F1FCE"/>
    <w:rsid w:val="00306B41"/>
    <w:rsid w:val="003075D2"/>
    <w:rsid w:val="00307AE2"/>
    <w:rsid w:val="00310F0A"/>
    <w:rsid w:val="003138FA"/>
    <w:rsid w:val="003248DE"/>
    <w:rsid w:val="003453A6"/>
    <w:rsid w:val="00345890"/>
    <w:rsid w:val="00354CD0"/>
    <w:rsid w:val="0035532E"/>
    <w:rsid w:val="00357F74"/>
    <w:rsid w:val="00366F98"/>
    <w:rsid w:val="00380070"/>
    <w:rsid w:val="00383FBB"/>
    <w:rsid w:val="003933BA"/>
    <w:rsid w:val="003B464C"/>
    <w:rsid w:val="003C1C2C"/>
    <w:rsid w:val="003C2763"/>
    <w:rsid w:val="003E45A3"/>
    <w:rsid w:val="003F4C0A"/>
    <w:rsid w:val="00401D24"/>
    <w:rsid w:val="00402467"/>
    <w:rsid w:val="004048DB"/>
    <w:rsid w:val="00424338"/>
    <w:rsid w:val="004277DC"/>
    <w:rsid w:val="00432156"/>
    <w:rsid w:val="0043572D"/>
    <w:rsid w:val="00436498"/>
    <w:rsid w:val="00436D70"/>
    <w:rsid w:val="004506E1"/>
    <w:rsid w:val="00453051"/>
    <w:rsid w:val="00463EBE"/>
    <w:rsid w:val="00467033"/>
    <w:rsid w:val="00473F49"/>
    <w:rsid w:val="00474B3D"/>
    <w:rsid w:val="004763BA"/>
    <w:rsid w:val="00477303"/>
    <w:rsid w:val="004B1D84"/>
    <w:rsid w:val="004B4402"/>
    <w:rsid w:val="004B66AB"/>
    <w:rsid w:val="004C70CC"/>
    <w:rsid w:val="004D1B0B"/>
    <w:rsid w:val="004E394F"/>
    <w:rsid w:val="004F4F06"/>
    <w:rsid w:val="005061ED"/>
    <w:rsid w:val="0051071C"/>
    <w:rsid w:val="00512C97"/>
    <w:rsid w:val="0052306A"/>
    <w:rsid w:val="00523237"/>
    <w:rsid w:val="00530574"/>
    <w:rsid w:val="005322A4"/>
    <w:rsid w:val="0054100E"/>
    <w:rsid w:val="00544BC3"/>
    <w:rsid w:val="00566588"/>
    <w:rsid w:val="00576B57"/>
    <w:rsid w:val="005770B7"/>
    <w:rsid w:val="005907B5"/>
    <w:rsid w:val="00594C30"/>
    <w:rsid w:val="005966F4"/>
    <w:rsid w:val="0059706B"/>
    <w:rsid w:val="005B2CFD"/>
    <w:rsid w:val="005B3E91"/>
    <w:rsid w:val="005B602F"/>
    <w:rsid w:val="005E4671"/>
    <w:rsid w:val="005E7A42"/>
    <w:rsid w:val="005F1EC1"/>
    <w:rsid w:val="005F688A"/>
    <w:rsid w:val="0060541B"/>
    <w:rsid w:val="00624E29"/>
    <w:rsid w:val="006254F2"/>
    <w:rsid w:val="0063121A"/>
    <w:rsid w:val="006463D5"/>
    <w:rsid w:val="00653935"/>
    <w:rsid w:val="0065567A"/>
    <w:rsid w:val="00656AD4"/>
    <w:rsid w:val="006759A6"/>
    <w:rsid w:val="00682EE1"/>
    <w:rsid w:val="006935DF"/>
    <w:rsid w:val="006978EC"/>
    <w:rsid w:val="006B75C9"/>
    <w:rsid w:val="006C47A8"/>
    <w:rsid w:val="006C5D04"/>
    <w:rsid w:val="006D6FF3"/>
    <w:rsid w:val="006D7298"/>
    <w:rsid w:val="006F4D5C"/>
    <w:rsid w:val="007045A8"/>
    <w:rsid w:val="00711483"/>
    <w:rsid w:val="00717726"/>
    <w:rsid w:val="0073136C"/>
    <w:rsid w:val="007344B3"/>
    <w:rsid w:val="00746439"/>
    <w:rsid w:val="0075206D"/>
    <w:rsid w:val="00767681"/>
    <w:rsid w:val="0079005B"/>
    <w:rsid w:val="00795A43"/>
    <w:rsid w:val="007B1F22"/>
    <w:rsid w:val="007C4565"/>
    <w:rsid w:val="007C4D34"/>
    <w:rsid w:val="007E299E"/>
    <w:rsid w:val="007F2D81"/>
    <w:rsid w:val="007F53A9"/>
    <w:rsid w:val="007F6EFC"/>
    <w:rsid w:val="00805B3A"/>
    <w:rsid w:val="00805C17"/>
    <w:rsid w:val="00832328"/>
    <w:rsid w:val="008451AE"/>
    <w:rsid w:val="00847C2C"/>
    <w:rsid w:val="0085225C"/>
    <w:rsid w:val="0087078E"/>
    <w:rsid w:val="00875DA7"/>
    <w:rsid w:val="00877CF9"/>
    <w:rsid w:val="00877FF0"/>
    <w:rsid w:val="008938DD"/>
    <w:rsid w:val="008A1FE6"/>
    <w:rsid w:val="008D19E7"/>
    <w:rsid w:val="008D5C46"/>
    <w:rsid w:val="008F256F"/>
    <w:rsid w:val="008F2DA6"/>
    <w:rsid w:val="008F5CDA"/>
    <w:rsid w:val="00915D29"/>
    <w:rsid w:val="0092060F"/>
    <w:rsid w:val="00920E0E"/>
    <w:rsid w:val="00927BF5"/>
    <w:rsid w:val="0093151E"/>
    <w:rsid w:val="00952EA2"/>
    <w:rsid w:val="00956A77"/>
    <w:rsid w:val="009727DC"/>
    <w:rsid w:val="00991ACD"/>
    <w:rsid w:val="009929D9"/>
    <w:rsid w:val="00996FD9"/>
    <w:rsid w:val="009B00B2"/>
    <w:rsid w:val="009B0B5D"/>
    <w:rsid w:val="009C3097"/>
    <w:rsid w:val="009D227F"/>
    <w:rsid w:val="009D68EA"/>
    <w:rsid w:val="009E1177"/>
    <w:rsid w:val="009E34F0"/>
    <w:rsid w:val="009E7CB3"/>
    <w:rsid w:val="009F0DDB"/>
    <w:rsid w:val="009F5C80"/>
    <w:rsid w:val="00A14D1A"/>
    <w:rsid w:val="00A17603"/>
    <w:rsid w:val="00A30897"/>
    <w:rsid w:val="00A41E12"/>
    <w:rsid w:val="00A457FB"/>
    <w:rsid w:val="00A56D03"/>
    <w:rsid w:val="00A6336D"/>
    <w:rsid w:val="00A66F35"/>
    <w:rsid w:val="00A7051A"/>
    <w:rsid w:val="00A76006"/>
    <w:rsid w:val="00A827D4"/>
    <w:rsid w:val="00A83F36"/>
    <w:rsid w:val="00A85DDE"/>
    <w:rsid w:val="00A87EF0"/>
    <w:rsid w:val="00A938E3"/>
    <w:rsid w:val="00AA73DE"/>
    <w:rsid w:val="00AD7679"/>
    <w:rsid w:val="00AE1136"/>
    <w:rsid w:val="00AF0212"/>
    <w:rsid w:val="00B0385F"/>
    <w:rsid w:val="00B0690F"/>
    <w:rsid w:val="00B06F17"/>
    <w:rsid w:val="00B13D22"/>
    <w:rsid w:val="00B248B5"/>
    <w:rsid w:val="00B25DCF"/>
    <w:rsid w:val="00B34618"/>
    <w:rsid w:val="00B40A53"/>
    <w:rsid w:val="00B747A2"/>
    <w:rsid w:val="00B921EE"/>
    <w:rsid w:val="00B950A3"/>
    <w:rsid w:val="00B95A8C"/>
    <w:rsid w:val="00B978EA"/>
    <w:rsid w:val="00BA0077"/>
    <w:rsid w:val="00BB1441"/>
    <w:rsid w:val="00BD0CAE"/>
    <w:rsid w:val="00BD1A8A"/>
    <w:rsid w:val="00BD3BF4"/>
    <w:rsid w:val="00BF642A"/>
    <w:rsid w:val="00C04F28"/>
    <w:rsid w:val="00C109E9"/>
    <w:rsid w:val="00C127CE"/>
    <w:rsid w:val="00C13C8C"/>
    <w:rsid w:val="00C21D79"/>
    <w:rsid w:val="00C34C80"/>
    <w:rsid w:val="00C35662"/>
    <w:rsid w:val="00C4430B"/>
    <w:rsid w:val="00C52526"/>
    <w:rsid w:val="00C76E97"/>
    <w:rsid w:val="00C77113"/>
    <w:rsid w:val="00C7741F"/>
    <w:rsid w:val="00C77CFF"/>
    <w:rsid w:val="00C83BA7"/>
    <w:rsid w:val="00C84E57"/>
    <w:rsid w:val="00C86CD0"/>
    <w:rsid w:val="00C91F5D"/>
    <w:rsid w:val="00CA3568"/>
    <w:rsid w:val="00CB21E6"/>
    <w:rsid w:val="00CB2578"/>
    <w:rsid w:val="00CB3B4D"/>
    <w:rsid w:val="00CD2A13"/>
    <w:rsid w:val="00CD2E3E"/>
    <w:rsid w:val="00CD40B2"/>
    <w:rsid w:val="00CD53AE"/>
    <w:rsid w:val="00CF5C53"/>
    <w:rsid w:val="00D05499"/>
    <w:rsid w:val="00D13F3A"/>
    <w:rsid w:val="00D34D2E"/>
    <w:rsid w:val="00D467C5"/>
    <w:rsid w:val="00D54043"/>
    <w:rsid w:val="00D76A18"/>
    <w:rsid w:val="00D80383"/>
    <w:rsid w:val="00D856B7"/>
    <w:rsid w:val="00D87172"/>
    <w:rsid w:val="00D951D2"/>
    <w:rsid w:val="00D97168"/>
    <w:rsid w:val="00D973E7"/>
    <w:rsid w:val="00DA046D"/>
    <w:rsid w:val="00DA34C8"/>
    <w:rsid w:val="00DA4892"/>
    <w:rsid w:val="00DC2FE2"/>
    <w:rsid w:val="00DC5F93"/>
    <w:rsid w:val="00DD3952"/>
    <w:rsid w:val="00DE0E6F"/>
    <w:rsid w:val="00DE1F11"/>
    <w:rsid w:val="00DF0B09"/>
    <w:rsid w:val="00E12F9A"/>
    <w:rsid w:val="00E26778"/>
    <w:rsid w:val="00E51D20"/>
    <w:rsid w:val="00E62D73"/>
    <w:rsid w:val="00E777D6"/>
    <w:rsid w:val="00E824A1"/>
    <w:rsid w:val="00E86171"/>
    <w:rsid w:val="00E914D7"/>
    <w:rsid w:val="00E95147"/>
    <w:rsid w:val="00E963FB"/>
    <w:rsid w:val="00EA0EBF"/>
    <w:rsid w:val="00EC3DCA"/>
    <w:rsid w:val="00EC74AB"/>
    <w:rsid w:val="00ED34BD"/>
    <w:rsid w:val="00ED3770"/>
    <w:rsid w:val="00ED3A5B"/>
    <w:rsid w:val="00ED4663"/>
    <w:rsid w:val="00ED60BA"/>
    <w:rsid w:val="00ED7287"/>
    <w:rsid w:val="00EE445E"/>
    <w:rsid w:val="00EE4BEA"/>
    <w:rsid w:val="00EF0388"/>
    <w:rsid w:val="00EF1591"/>
    <w:rsid w:val="00EF34AF"/>
    <w:rsid w:val="00F0610B"/>
    <w:rsid w:val="00F13D8C"/>
    <w:rsid w:val="00F14178"/>
    <w:rsid w:val="00F15F55"/>
    <w:rsid w:val="00F22BF0"/>
    <w:rsid w:val="00F33AED"/>
    <w:rsid w:val="00F4072E"/>
    <w:rsid w:val="00F61682"/>
    <w:rsid w:val="00F738B9"/>
    <w:rsid w:val="00F80EF5"/>
    <w:rsid w:val="00F82256"/>
    <w:rsid w:val="00F878C0"/>
    <w:rsid w:val="00F947A1"/>
    <w:rsid w:val="00F97428"/>
    <w:rsid w:val="00F97847"/>
    <w:rsid w:val="00FA3E1F"/>
    <w:rsid w:val="00FB00F6"/>
    <w:rsid w:val="00FB1003"/>
    <w:rsid w:val="00FB2CAD"/>
    <w:rsid w:val="00FC2C48"/>
    <w:rsid w:val="00FD2188"/>
    <w:rsid w:val="00FD4B59"/>
    <w:rsid w:val="00FE0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3D5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248B5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AD767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AD767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5088C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C5F93"/>
    <w:rPr>
      <w:rFonts w:cs="Times New Roman"/>
    </w:rPr>
  </w:style>
  <w:style w:type="character" w:customStyle="1" w:styleId="BodyTextIndentChar">
    <w:name w:val="Body Text Indent Char"/>
    <w:link w:val="BodyTextIndent"/>
    <w:uiPriority w:val="99"/>
    <w:locked/>
    <w:rsid w:val="003C2763"/>
    <w:rPr>
      <w:rFonts w:cs="Times New Roman"/>
      <w:lang w:val="ru-RU" w:eastAsia="ru-RU" w:bidi="ar-SA"/>
    </w:rPr>
  </w:style>
  <w:style w:type="paragraph" w:styleId="BodyTextIndent">
    <w:name w:val="Body Text Indent"/>
    <w:basedOn w:val="Normal"/>
    <w:link w:val="BodyTextIndentChar1"/>
    <w:uiPriority w:val="99"/>
    <w:rsid w:val="003C2763"/>
    <w:pPr>
      <w:spacing w:after="120"/>
      <w:ind w:left="283"/>
    </w:pPr>
    <w:rPr>
      <w:sz w:val="20"/>
      <w:szCs w:val="20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styleId="Subtitle">
    <w:name w:val="Subtitle"/>
    <w:basedOn w:val="Normal"/>
    <w:link w:val="SubtitleChar"/>
    <w:uiPriority w:val="99"/>
    <w:qFormat/>
    <w:rsid w:val="003C2763"/>
    <w:pPr>
      <w:spacing w:line="360" w:lineRule="auto"/>
      <w:jc w:val="center"/>
    </w:pPr>
    <w:rPr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3C2763"/>
    <w:rPr>
      <w:rFonts w:cs="Times New Roman"/>
      <w:lang w:val="ru-RU" w:eastAsia="ru-RU" w:bidi="ar-SA"/>
    </w:rPr>
  </w:style>
  <w:style w:type="paragraph" w:styleId="BodyText2">
    <w:name w:val="Body Text 2"/>
    <w:basedOn w:val="Normal"/>
    <w:link w:val="BodyText2Char1"/>
    <w:uiPriority w:val="99"/>
    <w:rsid w:val="003C2763"/>
    <w:pPr>
      <w:spacing w:after="120" w:line="480" w:lineRule="auto"/>
    </w:pPr>
    <w:rPr>
      <w:sz w:val="20"/>
      <w:szCs w:val="20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8F256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6F4D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table" w:styleId="TableGrid">
    <w:name w:val="Table Grid"/>
    <w:basedOn w:val="TableNormal"/>
    <w:uiPriority w:val="99"/>
    <w:rsid w:val="00357F7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37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407</Words>
  <Characters>2324</Characters>
  <Application>Microsoft Office Outlook</Application>
  <DocSecurity>0</DocSecurity>
  <Lines>0</Lines>
  <Paragraphs>0</Paragraphs>
  <ScaleCrop>false</ScaleCrop>
  <Company>-O-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изменения в статью 38 Закона</dc:title>
  <dc:subject/>
  <dc:creator>nikonorova</dc:creator>
  <cp:keywords/>
  <dc:description/>
  <cp:lastModifiedBy>user</cp:lastModifiedBy>
  <cp:revision>6</cp:revision>
  <cp:lastPrinted>2013-10-17T13:08:00Z</cp:lastPrinted>
  <dcterms:created xsi:type="dcterms:W3CDTF">2013-10-17T12:56:00Z</dcterms:created>
  <dcterms:modified xsi:type="dcterms:W3CDTF">2013-11-08T06:42:00Z</dcterms:modified>
</cp:coreProperties>
</file>