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49" w:rsidRPr="009947D3" w:rsidRDefault="000C4649" w:rsidP="00040215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Закон Ульяновской области</w:t>
      </w:r>
    </w:p>
    <w:p w:rsidR="000C4649" w:rsidRDefault="000C4649" w:rsidP="00040215">
      <w:pPr>
        <w:rPr>
          <w:b/>
          <w:bCs/>
        </w:rPr>
      </w:pPr>
    </w:p>
    <w:p w:rsidR="000C4649" w:rsidRDefault="000C4649" w:rsidP="00040215">
      <w:pPr>
        <w:rPr>
          <w:b/>
          <w:bCs/>
        </w:rPr>
      </w:pPr>
    </w:p>
    <w:p w:rsidR="000C4649" w:rsidRDefault="000C4649" w:rsidP="00040215">
      <w:pPr>
        <w:rPr>
          <w:b/>
          <w:bCs/>
        </w:rPr>
      </w:pPr>
    </w:p>
    <w:p w:rsidR="000C4649" w:rsidRPr="001417E7" w:rsidRDefault="000C4649" w:rsidP="00040215">
      <w:pPr>
        <w:rPr>
          <w:b/>
          <w:bCs/>
        </w:rPr>
      </w:pPr>
    </w:p>
    <w:p w:rsidR="000C4649" w:rsidRPr="003118C4" w:rsidRDefault="000C4649" w:rsidP="00F77DD1">
      <w:pPr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0C4649" w:rsidRDefault="000C4649" w:rsidP="00F77DD1">
      <w:pPr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Pr="00AC0BBE">
        <w:rPr>
          <w:b/>
          <w:sz w:val="28"/>
          <w:szCs w:val="28"/>
        </w:rPr>
        <w:t>3</w:t>
      </w:r>
      <w:r w:rsidRPr="003118C4">
        <w:rPr>
          <w:b/>
          <w:sz w:val="28"/>
          <w:szCs w:val="28"/>
        </w:rPr>
        <w:t xml:space="preserve"> год» </w:t>
      </w:r>
    </w:p>
    <w:p w:rsidR="000C4649" w:rsidRPr="001417E7" w:rsidRDefault="000C4649" w:rsidP="00040215">
      <w:pPr>
        <w:jc w:val="center"/>
        <w:rPr>
          <w:b/>
          <w:bCs/>
        </w:rPr>
      </w:pPr>
    </w:p>
    <w:p w:rsidR="000C4649" w:rsidRPr="001417E7" w:rsidRDefault="000C4649" w:rsidP="00040215">
      <w:pPr>
        <w:jc w:val="center"/>
        <w:rPr>
          <w:b/>
          <w:bCs/>
        </w:rPr>
      </w:pPr>
    </w:p>
    <w:p w:rsidR="000C4649" w:rsidRDefault="000C4649" w:rsidP="0004021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C4649" w:rsidRDefault="000C4649" w:rsidP="0004021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C4649" w:rsidRPr="00DD1577" w:rsidRDefault="000C4649" w:rsidP="0004021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C4649" w:rsidRPr="00DD1577" w:rsidRDefault="000C4649" w:rsidP="00224C18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D1577">
        <w:rPr>
          <w:sz w:val="28"/>
          <w:szCs w:val="28"/>
        </w:rPr>
        <w:t xml:space="preserve">Внести в приложение 5 к Программе управления государственной </w:t>
      </w:r>
      <w:r>
        <w:rPr>
          <w:sz w:val="28"/>
          <w:szCs w:val="28"/>
        </w:rPr>
        <w:br/>
      </w:r>
      <w:r w:rsidRPr="00DD1577">
        <w:rPr>
          <w:sz w:val="28"/>
          <w:szCs w:val="28"/>
        </w:rPr>
        <w:t xml:space="preserve">собственностью Ульяновской области на 2013 год, утверждённой Законом </w:t>
      </w:r>
      <w:r>
        <w:rPr>
          <w:sz w:val="28"/>
          <w:szCs w:val="28"/>
        </w:rPr>
        <w:br/>
      </w:r>
      <w:r w:rsidRPr="00DD1577">
        <w:rPr>
          <w:sz w:val="28"/>
          <w:szCs w:val="28"/>
        </w:rPr>
        <w:t xml:space="preserve">Ульяновской области от 30 ноября 2012 года № 182-ЗО «Об утверждении </w:t>
      </w:r>
      <w:r>
        <w:rPr>
          <w:sz w:val="28"/>
          <w:szCs w:val="28"/>
        </w:rPr>
        <w:br/>
        <w:t>П</w:t>
      </w:r>
      <w:r w:rsidRPr="00DD1577">
        <w:rPr>
          <w:sz w:val="28"/>
          <w:szCs w:val="28"/>
        </w:rPr>
        <w:t>рограммы управления государственной собственностью Ульяновской области на 2013 год» («Ульяновская правда» от 07.12.2012 № 136; от 26.12.2012 № 145;</w:t>
      </w:r>
      <w:r>
        <w:rPr>
          <w:sz w:val="28"/>
          <w:szCs w:val="28"/>
        </w:rPr>
        <w:br/>
      </w:r>
      <w:r w:rsidRPr="00DD1577">
        <w:rPr>
          <w:sz w:val="28"/>
          <w:szCs w:val="28"/>
        </w:rPr>
        <w:t xml:space="preserve">от 10.04.2013 № 39; </w:t>
      </w:r>
      <w:r>
        <w:rPr>
          <w:sz w:val="28"/>
          <w:szCs w:val="28"/>
        </w:rPr>
        <w:t xml:space="preserve"> </w:t>
      </w:r>
      <w:r w:rsidRPr="00DD1577">
        <w:rPr>
          <w:sz w:val="28"/>
          <w:szCs w:val="28"/>
        </w:rPr>
        <w:t>от 07.06.2013 № 60-61; от 08.07.2013 № 73; от 09.07.2013</w:t>
      </w:r>
      <w:r>
        <w:rPr>
          <w:sz w:val="28"/>
          <w:szCs w:val="28"/>
        </w:rPr>
        <w:br/>
      </w:r>
      <w:r w:rsidRPr="00DD1577">
        <w:rPr>
          <w:sz w:val="28"/>
          <w:szCs w:val="28"/>
        </w:rPr>
        <w:t>№ 74; от 11.07.2013 № 75</w:t>
      </w:r>
      <w:r>
        <w:rPr>
          <w:sz w:val="28"/>
          <w:szCs w:val="28"/>
        </w:rPr>
        <w:t>; от 19.08.2013 № 97; от 07.09.2013 № 109</w:t>
      </w:r>
      <w:r w:rsidRPr="00F1603B">
        <w:rPr>
          <w:sz w:val="28"/>
          <w:szCs w:val="28"/>
        </w:rPr>
        <w:t>)</w:t>
      </w:r>
      <w:r w:rsidRPr="00DD1577">
        <w:rPr>
          <w:sz w:val="28"/>
          <w:szCs w:val="28"/>
        </w:rPr>
        <w:t>, изменение, дополнив его строками 1</w:t>
      </w:r>
      <w:r>
        <w:rPr>
          <w:sz w:val="28"/>
          <w:szCs w:val="28"/>
        </w:rPr>
        <w:t>4</w:t>
      </w:r>
      <w:r w:rsidRPr="00DD1577">
        <w:rPr>
          <w:sz w:val="28"/>
          <w:szCs w:val="28"/>
        </w:rPr>
        <w:t xml:space="preserve"> и 1</w:t>
      </w:r>
      <w:r>
        <w:rPr>
          <w:sz w:val="28"/>
          <w:szCs w:val="28"/>
        </w:rPr>
        <w:t>5</w:t>
      </w:r>
      <w:r w:rsidRPr="00DD1577">
        <w:rPr>
          <w:sz w:val="28"/>
          <w:szCs w:val="28"/>
        </w:rPr>
        <w:t xml:space="preserve"> следующего содержания:</w:t>
      </w:r>
    </w:p>
    <w:tbl>
      <w:tblPr>
        <w:tblW w:w="10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550"/>
        <w:gridCol w:w="3892"/>
        <w:gridCol w:w="2693"/>
        <w:gridCol w:w="2694"/>
        <w:gridCol w:w="540"/>
      </w:tblGrid>
      <w:tr w:rsidR="000C4649" w:rsidRPr="00DD1577" w:rsidTr="00030444">
        <w:trPr>
          <w:trHeight w:val="1154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C4649" w:rsidRPr="00DD1577" w:rsidRDefault="000C4649" w:rsidP="00445F10">
            <w:pPr>
              <w:widowControl w:val="0"/>
              <w:rPr>
                <w:sz w:val="28"/>
                <w:szCs w:val="28"/>
              </w:rPr>
            </w:pPr>
            <w:r w:rsidRPr="00DD1577">
              <w:rPr>
                <w:sz w:val="28"/>
                <w:szCs w:val="28"/>
              </w:rPr>
              <w:t>«</w:t>
            </w:r>
          </w:p>
        </w:tc>
        <w:tc>
          <w:tcPr>
            <w:tcW w:w="550" w:type="dxa"/>
          </w:tcPr>
          <w:p w:rsidR="000C4649" w:rsidRPr="00E320D3" w:rsidRDefault="000C4649" w:rsidP="00445F10">
            <w:pPr>
              <w:widowControl w:val="0"/>
              <w:jc w:val="center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14.</w:t>
            </w:r>
          </w:p>
        </w:tc>
        <w:tc>
          <w:tcPr>
            <w:tcW w:w="3892" w:type="dxa"/>
          </w:tcPr>
          <w:p w:rsidR="000C4649" w:rsidRPr="00E320D3" w:rsidRDefault="000C4649" w:rsidP="00FD5D9C">
            <w:pPr>
              <w:widowControl w:val="0"/>
              <w:ind w:right="-108"/>
              <w:rPr>
                <w:spacing w:val="-4"/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Школа 43, назначение: не</w:t>
            </w:r>
            <w:r>
              <w:rPr>
                <w:sz w:val="26"/>
                <w:szCs w:val="26"/>
              </w:rPr>
              <w:t>жилое, 3-</w:t>
            </w:r>
            <w:r w:rsidRPr="00445F10">
              <w:rPr>
                <w:spacing w:val="-4"/>
                <w:sz w:val="26"/>
                <w:szCs w:val="26"/>
              </w:rPr>
              <w:t xml:space="preserve">этажная, общая площадь </w:t>
            </w:r>
            <w:r>
              <w:rPr>
                <w:spacing w:val="-4"/>
                <w:sz w:val="26"/>
                <w:szCs w:val="26"/>
              </w:rPr>
              <w:br/>
            </w:r>
            <w:smartTag w:uri="urn:schemas-microsoft-com:office:smarttags" w:element="metricconverter">
              <w:smartTagPr>
                <w:attr w:name="ProductID" w:val="4318,4 кв. м"/>
              </w:smartTagPr>
              <w:r w:rsidRPr="00445F10">
                <w:rPr>
                  <w:spacing w:val="-4"/>
                  <w:sz w:val="26"/>
                  <w:szCs w:val="26"/>
                </w:rPr>
                <w:t>4318,4 кв. м</w:t>
              </w:r>
            </w:smartTag>
            <w:r w:rsidRPr="00445F10">
              <w:rPr>
                <w:spacing w:val="-4"/>
                <w:sz w:val="26"/>
                <w:szCs w:val="26"/>
              </w:rPr>
              <w:t xml:space="preserve">, </w:t>
            </w:r>
            <w:r w:rsidRPr="00E320D3">
              <w:rPr>
                <w:sz w:val="26"/>
                <w:szCs w:val="26"/>
              </w:rPr>
              <w:t>лит. А, кадастровый номер</w:t>
            </w:r>
            <w:r>
              <w:rPr>
                <w:sz w:val="26"/>
                <w:szCs w:val="26"/>
              </w:rPr>
              <w:t>:</w:t>
            </w:r>
            <w:r w:rsidRPr="00E320D3">
              <w:rPr>
                <w:sz w:val="26"/>
                <w:szCs w:val="26"/>
              </w:rPr>
              <w:t xml:space="preserve"> 73:24:031014:9</w:t>
            </w:r>
            <w:r>
              <w:rPr>
                <w:sz w:val="26"/>
                <w:szCs w:val="26"/>
              </w:rPr>
              <w:t>4</w:t>
            </w:r>
            <w:r w:rsidRPr="00E320D3">
              <w:rPr>
                <w:sz w:val="26"/>
                <w:szCs w:val="26"/>
              </w:rPr>
              <w:t>0</w:t>
            </w:r>
          </w:p>
        </w:tc>
        <w:tc>
          <w:tcPr>
            <w:tcW w:w="2693" w:type="dxa"/>
          </w:tcPr>
          <w:p w:rsidR="000C4649" w:rsidRPr="00E320D3" w:rsidRDefault="000C4649" w:rsidP="00445F10">
            <w:pPr>
              <w:widowControl w:val="0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 xml:space="preserve">Ульяновская область, </w:t>
            </w:r>
          </w:p>
          <w:p w:rsidR="000C4649" w:rsidRPr="00E320D3" w:rsidRDefault="000C4649" w:rsidP="00445F10">
            <w:pPr>
              <w:widowControl w:val="0"/>
              <w:ind w:right="-186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г. Ульяновск,</w:t>
            </w:r>
          </w:p>
          <w:p w:rsidR="000C4649" w:rsidRPr="00E320D3" w:rsidRDefault="000C4649" w:rsidP="00445F10">
            <w:pPr>
              <w:widowControl w:val="0"/>
              <w:ind w:right="-186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ул. Севастопольская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  <w:t>д. 14</w:t>
            </w:r>
          </w:p>
        </w:tc>
        <w:tc>
          <w:tcPr>
            <w:tcW w:w="2694" w:type="dxa"/>
          </w:tcPr>
          <w:p w:rsidR="000C4649" w:rsidRPr="00E320D3" w:rsidRDefault="000C4649" w:rsidP="00FD5D9C">
            <w:pPr>
              <w:widowControl w:val="0"/>
              <w:ind w:right="-108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Муниципальное обр</w:t>
            </w:r>
            <w:r w:rsidRPr="00E320D3">
              <w:rPr>
                <w:sz w:val="26"/>
                <w:szCs w:val="26"/>
              </w:rPr>
              <w:t>а</w:t>
            </w:r>
            <w:r w:rsidRPr="00E320D3">
              <w:rPr>
                <w:sz w:val="26"/>
                <w:szCs w:val="26"/>
              </w:rPr>
              <w:t>зование «город Уль</w:t>
            </w:r>
            <w:r w:rsidRPr="00E320D3">
              <w:rPr>
                <w:sz w:val="26"/>
                <w:szCs w:val="26"/>
              </w:rPr>
              <w:t>я</w:t>
            </w:r>
            <w:r w:rsidRPr="00E320D3">
              <w:rPr>
                <w:sz w:val="26"/>
                <w:szCs w:val="26"/>
              </w:rPr>
              <w:t>новск» Ульяновской области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0C4649" w:rsidRPr="00DD1577" w:rsidRDefault="000C4649" w:rsidP="00445F10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C4649" w:rsidRPr="00DD1577" w:rsidTr="00030444">
        <w:trPr>
          <w:trHeight w:val="5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C4649" w:rsidRPr="00DD1577" w:rsidRDefault="000C4649" w:rsidP="00445F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</w:tcPr>
          <w:p w:rsidR="000C4649" w:rsidRPr="00E320D3" w:rsidRDefault="000C4649" w:rsidP="00445F10">
            <w:pPr>
              <w:widowControl w:val="0"/>
              <w:jc w:val="center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15.</w:t>
            </w:r>
          </w:p>
        </w:tc>
        <w:tc>
          <w:tcPr>
            <w:tcW w:w="3892" w:type="dxa"/>
          </w:tcPr>
          <w:p w:rsidR="000C4649" w:rsidRPr="00E320D3" w:rsidRDefault="000C4649" w:rsidP="00FD5D9C">
            <w:pPr>
              <w:widowControl w:val="0"/>
              <w:rPr>
                <w:sz w:val="26"/>
                <w:szCs w:val="26"/>
              </w:rPr>
            </w:pPr>
            <w:r w:rsidRPr="00E320D3">
              <w:rPr>
                <w:spacing w:val="-4"/>
                <w:sz w:val="26"/>
                <w:szCs w:val="26"/>
              </w:rPr>
              <w:t>Земельный участок, категория земель: земли населённых пун</w:t>
            </w:r>
            <w:r w:rsidRPr="00E320D3">
              <w:rPr>
                <w:spacing w:val="-4"/>
                <w:sz w:val="26"/>
                <w:szCs w:val="26"/>
              </w:rPr>
              <w:t>к</w:t>
            </w:r>
            <w:r w:rsidRPr="00E320D3">
              <w:rPr>
                <w:spacing w:val="-4"/>
                <w:sz w:val="26"/>
                <w:szCs w:val="26"/>
              </w:rPr>
              <w:t xml:space="preserve">тов, разрешённое использование: под зданием школы № 43, </w:t>
            </w:r>
            <w:r w:rsidRPr="00E320D3">
              <w:rPr>
                <w:sz w:val="26"/>
                <w:szCs w:val="26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8934 кв. м"/>
              </w:smartTagPr>
              <w:r w:rsidRPr="00E320D3">
                <w:rPr>
                  <w:sz w:val="26"/>
                  <w:szCs w:val="26"/>
                </w:rPr>
                <w:t>8934 кв. м</w:t>
              </w:r>
            </w:smartTag>
            <w:r w:rsidRPr="00E320D3">
              <w:rPr>
                <w:sz w:val="26"/>
                <w:szCs w:val="26"/>
              </w:rPr>
              <w:t>, кадастр</w:t>
            </w:r>
            <w:r w:rsidRPr="00E320D3">
              <w:rPr>
                <w:sz w:val="26"/>
                <w:szCs w:val="26"/>
              </w:rPr>
              <w:t>о</w:t>
            </w:r>
            <w:r w:rsidRPr="00E320D3">
              <w:rPr>
                <w:sz w:val="26"/>
                <w:szCs w:val="26"/>
              </w:rPr>
              <w:t>вый</w:t>
            </w:r>
            <w:r>
              <w:rPr>
                <w:sz w:val="26"/>
                <w:szCs w:val="26"/>
              </w:rPr>
              <w:t xml:space="preserve"> </w:t>
            </w:r>
            <w:r w:rsidRPr="00E320D3">
              <w:rPr>
                <w:sz w:val="26"/>
                <w:szCs w:val="26"/>
              </w:rPr>
              <w:t>номер: 73:24:031014:938</w:t>
            </w:r>
          </w:p>
        </w:tc>
        <w:tc>
          <w:tcPr>
            <w:tcW w:w="2693" w:type="dxa"/>
          </w:tcPr>
          <w:p w:rsidR="000C4649" w:rsidRPr="00E320D3" w:rsidRDefault="000C4649" w:rsidP="00445F10">
            <w:pPr>
              <w:widowControl w:val="0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 xml:space="preserve">Ульяновская область, </w:t>
            </w:r>
          </w:p>
          <w:p w:rsidR="000C4649" w:rsidRPr="00E320D3" w:rsidRDefault="000C4649" w:rsidP="00445F10">
            <w:pPr>
              <w:widowControl w:val="0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г. Ульяновск,</w:t>
            </w:r>
          </w:p>
          <w:p w:rsidR="000C4649" w:rsidRPr="00E320D3" w:rsidRDefault="000C4649" w:rsidP="00445F10">
            <w:pPr>
              <w:widowControl w:val="0"/>
              <w:ind w:right="-1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Севастопольская</w:t>
            </w:r>
          </w:p>
        </w:tc>
        <w:tc>
          <w:tcPr>
            <w:tcW w:w="2694" w:type="dxa"/>
          </w:tcPr>
          <w:p w:rsidR="000C4649" w:rsidRPr="00E320D3" w:rsidRDefault="000C4649" w:rsidP="00445F10">
            <w:pPr>
              <w:widowControl w:val="0"/>
              <w:ind w:right="-108"/>
              <w:rPr>
                <w:sz w:val="26"/>
                <w:szCs w:val="26"/>
              </w:rPr>
            </w:pPr>
            <w:r w:rsidRPr="00E320D3">
              <w:rPr>
                <w:sz w:val="26"/>
                <w:szCs w:val="26"/>
              </w:rPr>
              <w:t>Муниципальное обр</w:t>
            </w:r>
            <w:r w:rsidRPr="00E320D3">
              <w:rPr>
                <w:sz w:val="26"/>
                <w:szCs w:val="26"/>
              </w:rPr>
              <w:t>а</w:t>
            </w:r>
            <w:r w:rsidRPr="00E320D3">
              <w:rPr>
                <w:sz w:val="26"/>
                <w:szCs w:val="26"/>
              </w:rPr>
              <w:t>зование «город Уль</w:t>
            </w:r>
            <w:r w:rsidRPr="00E320D3">
              <w:rPr>
                <w:sz w:val="26"/>
                <w:szCs w:val="26"/>
              </w:rPr>
              <w:t>я</w:t>
            </w:r>
            <w:r w:rsidRPr="00E320D3">
              <w:rPr>
                <w:sz w:val="26"/>
                <w:szCs w:val="26"/>
              </w:rPr>
              <w:t>новск» Ульяновской области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bottom"/>
          </w:tcPr>
          <w:p w:rsidR="000C4649" w:rsidRPr="00DD1577" w:rsidRDefault="000C4649" w:rsidP="004A1CB2">
            <w:pPr>
              <w:widowControl w:val="0"/>
              <w:ind w:left="-57"/>
              <w:jc w:val="both"/>
              <w:rPr>
                <w:spacing w:val="-6"/>
                <w:sz w:val="28"/>
                <w:szCs w:val="28"/>
              </w:rPr>
            </w:pPr>
            <w:r w:rsidRPr="00DD1577"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0C4649" w:rsidRPr="00445F10" w:rsidRDefault="000C4649" w:rsidP="00040215">
      <w:pPr>
        <w:suppressAutoHyphens/>
        <w:spacing w:line="235" w:lineRule="auto"/>
        <w:ind w:right="21"/>
        <w:jc w:val="both"/>
        <w:rPr>
          <w:b/>
          <w:sz w:val="20"/>
          <w:szCs w:val="28"/>
        </w:rPr>
      </w:pPr>
    </w:p>
    <w:p w:rsidR="000C4649" w:rsidRPr="00DD1577" w:rsidRDefault="000C4649" w:rsidP="00040215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0C4649" w:rsidRPr="00DD1577" w:rsidRDefault="000C4649" w:rsidP="00040215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</w:p>
    <w:p w:rsidR="000C4649" w:rsidRPr="00DD1577" w:rsidRDefault="000C4649" w:rsidP="00040215">
      <w:pPr>
        <w:pStyle w:val="ConsNormal"/>
        <w:spacing w:line="312" w:lineRule="auto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</w:t>
      </w:r>
      <w:r w:rsidRPr="00DD157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С.И.Морозов</w:t>
      </w:r>
    </w:p>
    <w:p w:rsidR="000C4649" w:rsidRDefault="000C4649" w:rsidP="00040215">
      <w:pPr>
        <w:pStyle w:val="ConsNormal"/>
        <w:spacing w:line="312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4649" w:rsidRPr="00445F10" w:rsidRDefault="000C4649" w:rsidP="00040215">
      <w:pPr>
        <w:pStyle w:val="ConsNormal"/>
        <w:spacing w:line="312" w:lineRule="auto"/>
        <w:ind w:right="0" w:firstLine="0"/>
        <w:jc w:val="center"/>
        <w:rPr>
          <w:rFonts w:ascii="Times New Roman" w:hAnsi="Times New Roman" w:cs="Times New Roman"/>
          <w:sz w:val="6"/>
          <w:szCs w:val="28"/>
        </w:rPr>
      </w:pPr>
    </w:p>
    <w:p w:rsidR="000C4649" w:rsidRPr="00DD1577" w:rsidRDefault="000C4649" w:rsidP="0004021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0C4649" w:rsidRPr="00DD1577" w:rsidRDefault="000C4649" w:rsidP="0004021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0C4649" w:rsidRPr="00DD1577" w:rsidRDefault="000C4649" w:rsidP="00C16A6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DD1577">
        <w:rPr>
          <w:rFonts w:ascii="Times New Roman" w:hAnsi="Times New Roman" w:cs="Times New Roman"/>
          <w:sz w:val="28"/>
          <w:szCs w:val="28"/>
        </w:rPr>
        <w:t>-ЗО</w:t>
      </w:r>
    </w:p>
    <w:sectPr w:rsidR="000C4649" w:rsidRPr="00DD1577" w:rsidSect="00224C18">
      <w:headerReference w:type="even" r:id="rId6"/>
      <w:headerReference w:type="default" r:id="rId7"/>
      <w:footerReference w:type="first" r:id="rId8"/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649" w:rsidRDefault="000C4649">
      <w:r>
        <w:separator/>
      </w:r>
    </w:p>
  </w:endnote>
  <w:endnote w:type="continuationSeparator" w:id="0">
    <w:p w:rsidR="000C4649" w:rsidRDefault="000C4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49" w:rsidRPr="00224C18" w:rsidRDefault="000C4649" w:rsidP="00224C18">
    <w:pPr>
      <w:pStyle w:val="Footer"/>
      <w:jc w:val="right"/>
      <w:rPr>
        <w:sz w:val="16"/>
        <w:szCs w:val="16"/>
      </w:rPr>
    </w:pPr>
    <w:r w:rsidRPr="00224C18">
      <w:rPr>
        <w:sz w:val="16"/>
        <w:szCs w:val="16"/>
      </w:rPr>
      <w:t>0310тд2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649" w:rsidRDefault="000C4649">
      <w:r>
        <w:separator/>
      </w:r>
    </w:p>
  </w:footnote>
  <w:footnote w:type="continuationSeparator" w:id="0">
    <w:p w:rsidR="000C4649" w:rsidRDefault="000C4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49" w:rsidRDefault="000C4649" w:rsidP="0004021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4649" w:rsidRDefault="000C46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649" w:rsidRPr="00224C18" w:rsidRDefault="000C4649" w:rsidP="00224C18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215"/>
    <w:rsid w:val="00010FE8"/>
    <w:rsid w:val="00011E36"/>
    <w:rsid w:val="00012E86"/>
    <w:rsid w:val="00030444"/>
    <w:rsid w:val="00034A4A"/>
    <w:rsid w:val="00040215"/>
    <w:rsid w:val="00060456"/>
    <w:rsid w:val="0006378B"/>
    <w:rsid w:val="000A41C8"/>
    <w:rsid w:val="000A72A9"/>
    <w:rsid w:val="000B7400"/>
    <w:rsid w:val="000C16E0"/>
    <w:rsid w:val="000C4649"/>
    <w:rsid w:val="000D1E63"/>
    <w:rsid w:val="000D4CB6"/>
    <w:rsid w:val="000E13FB"/>
    <w:rsid w:val="00104CD7"/>
    <w:rsid w:val="00113D10"/>
    <w:rsid w:val="00131E21"/>
    <w:rsid w:val="001417E7"/>
    <w:rsid w:val="00145988"/>
    <w:rsid w:val="0015387A"/>
    <w:rsid w:val="00175C1C"/>
    <w:rsid w:val="00186494"/>
    <w:rsid w:val="00193538"/>
    <w:rsid w:val="001B58C5"/>
    <w:rsid w:val="001D7E33"/>
    <w:rsid w:val="001E1700"/>
    <w:rsid w:val="00224C18"/>
    <w:rsid w:val="00225AFB"/>
    <w:rsid w:val="00234FDD"/>
    <w:rsid w:val="00253DE6"/>
    <w:rsid w:val="002A2341"/>
    <w:rsid w:val="002E06EA"/>
    <w:rsid w:val="002F1618"/>
    <w:rsid w:val="002F288D"/>
    <w:rsid w:val="003118C4"/>
    <w:rsid w:val="00342DDD"/>
    <w:rsid w:val="00361FC9"/>
    <w:rsid w:val="0037670C"/>
    <w:rsid w:val="00394FBA"/>
    <w:rsid w:val="00395EA1"/>
    <w:rsid w:val="003B42AC"/>
    <w:rsid w:val="003B6115"/>
    <w:rsid w:val="003C0068"/>
    <w:rsid w:val="003E17EE"/>
    <w:rsid w:val="003F0EC5"/>
    <w:rsid w:val="003F7656"/>
    <w:rsid w:val="00400031"/>
    <w:rsid w:val="00411077"/>
    <w:rsid w:val="004367A4"/>
    <w:rsid w:val="00445B5E"/>
    <w:rsid w:val="00445F10"/>
    <w:rsid w:val="00445FDB"/>
    <w:rsid w:val="00471CB4"/>
    <w:rsid w:val="00484CF7"/>
    <w:rsid w:val="00487556"/>
    <w:rsid w:val="004A1CB2"/>
    <w:rsid w:val="004C480C"/>
    <w:rsid w:val="004D39F5"/>
    <w:rsid w:val="004D6D6A"/>
    <w:rsid w:val="004E13D5"/>
    <w:rsid w:val="00511A65"/>
    <w:rsid w:val="00597588"/>
    <w:rsid w:val="005D79C8"/>
    <w:rsid w:val="005E4657"/>
    <w:rsid w:val="00612E47"/>
    <w:rsid w:val="006162BC"/>
    <w:rsid w:val="00684D93"/>
    <w:rsid w:val="006C2C92"/>
    <w:rsid w:val="006C6F6D"/>
    <w:rsid w:val="006D3746"/>
    <w:rsid w:val="006D5AFF"/>
    <w:rsid w:val="006E1A46"/>
    <w:rsid w:val="007079AF"/>
    <w:rsid w:val="00731B84"/>
    <w:rsid w:val="007403B6"/>
    <w:rsid w:val="00754794"/>
    <w:rsid w:val="007604BE"/>
    <w:rsid w:val="007615CB"/>
    <w:rsid w:val="0078466F"/>
    <w:rsid w:val="00786605"/>
    <w:rsid w:val="007C36BB"/>
    <w:rsid w:val="007C3D6B"/>
    <w:rsid w:val="007D7F21"/>
    <w:rsid w:val="007E6370"/>
    <w:rsid w:val="00821272"/>
    <w:rsid w:val="00821291"/>
    <w:rsid w:val="008453AB"/>
    <w:rsid w:val="00845C5E"/>
    <w:rsid w:val="00854905"/>
    <w:rsid w:val="0086008D"/>
    <w:rsid w:val="00862209"/>
    <w:rsid w:val="00873342"/>
    <w:rsid w:val="00877E3B"/>
    <w:rsid w:val="00884E0F"/>
    <w:rsid w:val="008A627D"/>
    <w:rsid w:val="008C3FE3"/>
    <w:rsid w:val="008F0CC2"/>
    <w:rsid w:val="00920FA4"/>
    <w:rsid w:val="00924B40"/>
    <w:rsid w:val="00930782"/>
    <w:rsid w:val="00936956"/>
    <w:rsid w:val="009537AB"/>
    <w:rsid w:val="009649A4"/>
    <w:rsid w:val="009708BE"/>
    <w:rsid w:val="00970932"/>
    <w:rsid w:val="00991E68"/>
    <w:rsid w:val="009947D3"/>
    <w:rsid w:val="009A2E7A"/>
    <w:rsid w:val="009C15B3"/>
    <w:rsid w:val="009C6635"/>
    <w:rsid w:val="009D4541"/>
    <w:rsid w:val="009F51E1"/>
    <w:rsid w:val="00A16E44"/>
    <w:rsid w:val="00A60043"/>
    <w:rsid w:val="00A804AE"/>
    <w:rsid w:val="00AB19BF"/>
    <w:rsid w:val="00AB7112"/>
    <w:rsid w:val="00AC0BBE"/>
    <w:rsid w:val="00AC3327"/>
    <w:rsid w:val="00B40C26"/>
    <w:rsid w:val="00BB063E"/>
    <w:rsid w:val="00BB1D95"/>
    <w:rsid w:val="00BB7EE7"/>
    <w:rsid w:val="00C00D90"/>
    <w:rsid w:val="00C16A63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D1577"/>
    <w:rsid w:val="00DE6182"/>
    <w:rsid w:val="00DF6ACD"/>
    <w:rsid w:val="00E15588"/>
    <w:rsid w:val="00E320D3"/>
    <w:rsid w:val="00E42ADA"/>
    <w:rsid w:val="00E439A0"/>
    <w:rsid w:val="00E55200"/>
    <w:rsid w:val="00E93159"/>
    <w:rsid w:val="00EA4080"/>
    <w:rsid w:val="00EB0150"/>
    <w:rsid w:val="00EC3A30"/>
    <w:rsid w:val="00F006F4"/>
    <w:rsid w:val="00F00D47"/>
    <w:rsid w:val="00F02518"/>
    <w:rsid w:val="00F05F07"/>
    <w:rsid w:val="00F10C4A"/>
    <w:rsid w:val="00F1603B"/>
    <w:rsid w:val="00F3046D"/>
    <w:rsid w:val="00F31A81"/>
    <w:rsid w:val="00F544A2"/>
    <w:rsid w:val="00F77DD1"/>
    <w:rsid w:val="00FA1731"/>
    <w:rsid w:val="00FC3A6C"/>
    <w:rsid w:val="00FD1F91"/>
    <w:rsid w:val="00FD5D9C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21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040215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0402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040215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402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B9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40215"/>
    <w:rPr>
      <w:rFonts w:cs="Times New Roman"/>
    </w:rPr>
  </w:style>
  <w:style w:type="paragraph" w:customStyle="1" w:styleId="a0">
    <w:name w:val="Знак"/>
    <w:basedOn w:val="Normal"/>
    <w:uiPriority w:val="99"/>
    <w:rsid w:val="00C16A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53D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24C18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24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24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214</Words>
  <Characters>1224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user</cp:lastModifiedBy>
  <cp:revision>20</cp:revision>
  <cp:lastPrinted>2013-10-16T10:32:00Z</cp:lastPrinted>
  <dcterms:created xsi:type="dcterms:W3CDTF">2013-10-03T05:42:00Z</dcterms:created>
  <dcterms:modified xsi:type="dcterms:W3CDTF">2013-11-08T05:28:00Z</dcterms:modified>
</cp:coreProperties>
</file>